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8D7A8" w14:textId="77777777" w:rsidR="006B14DB" w:rsidRDefault="006B14DB" w:rsidP="00932861"/>
    <w:p w14:paraId="46641BB1" w14:textId="69A7DD0F" w:rsidR="0035698F" w:rsidRDefault="0035698F" w:rsidP="00BE0F90">
      <w:pPr>
        <w:jc w:val="center"/>
        <w:rPr>
          <w:i/>
          <w:sz w:val="40"/>
          <w:szCs w:val="40"/>
        </w:rPr>
      </w:pPr>
      <w:r>
        <w:rPr>
          <w:noProof/>
          <w:lang w:eastAsia="en-AU"/>
        </w:rPr>
        <w:drawing>
          <wp:inline distT="0" distB="0" distL="0" distR="0" wp14:anchorId="064F6220" wp14:editId="2E740ADE">
            <wp:extent cx="3957320" cy="687070"/>
            <wp:effectExtent l="0" t="0" r="5080" b="0"/>
            <wp:docPr id="1" name="Picture 0" descr="DSEWPaC-inline_stacked_bl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DSEWPaC-inline_stacked_blu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1590C" w14:textId="77777777" w:rsidR="0035698F" w:rsidRDefault="0035698F" w:rsidP="00BE0F90">
      <w:pPr>
        <w:jc w:val="center"/>
        <w:rPr>
          <w:sz w:val="40"/>
          <w:szCs w:val="40"/>
        </w:rPr>
      </w:pPr>
    </w:p>
    <w:p w14:paraId="6862C8C0" w14:textId="77777777" w:rsidR="00BE0F90" w:rsidRPr="00A81C43" w:rsidRDefault="006B722A" w:rsidP="00BE0F90">
      <w:pPr>
        <w:jc w:val="center"/>
        <w:rPr>
          <w:i/>
          <w:sz w:val="48"/>
          <w:szCs w:val="48"/>
        </w:rPr>
      </w:pPr>
      <w:r w:rsidRPr="00A81C43">
        <w:rPr>
          <w:i/>
          <w:sz w:val="48"/>
          <w:szCs w:val="48"/>
        </w:rPr>
        <w:t>Product Emissions Standards Act 2017</w:t>
      </w:r>
    </w:p>
    <w:p w14:paraId="30BC6676" w14:textId="77777777" w:rsidR="006B722A" w:rsidRPr="00F36050" w:rsidRDefault="006B722A" w:rsidP="00BE0F90">
      <w:pPr>
        <w:jc w:val="center"/>
        <w:rPr>
          <w:i/>
          <w:sz w:val="40"/>
          <w:szCs w:val="40"/>
        </w:rPr>
      </w:pPr>
      <w:r w:rsidRPr="00F36050">
        <w:rPr>
          <w:i/>
          <w:sz w:val="40"/>
          <w:szCs w:val="40"/>
        </w:rPr>
        <w:t>Product Emissions Standards Rules 2017</w:t>
      </w:r>
    </w:p>
    <w:p w14:paraId="707EA862" w14:textId="16422E4A" w:rsidR="006B722A" w:rsidRDefault="00111B9A" w:rsidP="00BE0F90">
      <w:pPr>
        <w:jc w:val="center"/>
      </w:pPr>
      <w:bookmarkStart w:id="0" w:name="_GoBack"/>
      <w:r>
        <w:rPr>
          <w:b/>
          <w:sz w:val="40"/>
          <w:szCs w:val="40"/>
        </w:rPr>
        <w:t xml:space="preserve">Certificate of Conformity </w:t>
      </w:r>
    </w:p>
    <w:bookmarkEnd w:id="0"/>
    <w:p w14:paraId="13AEBE35" w14:textId="77777777" w:rsidR="0035698F" w:rsidRDefault="0035698F" w:rsidP="006B722A">
      <w:pPr>
        <w:rPr>
          <w:b/>
          <w:sz w:val="28"/>
          <w:szCs w:val="28"/>
        </w:rPr>
      </w:pPr>
    </w:p>
    <w:p w14:paraId="460EAD17" w14:textId="49CA3A42" w:rsidR="006B722A" w:rsidRPr="0035698F" w:rsidRDefault="00111B9A" w:rsidP="006B722A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Certificate</w:t>
      </w:r>
      <w:r w:rsidR="006B722A" w:rsidRPr="0035698F">
        <w:rPr>
          <w:b/>
          <w:color w:val="0070C0"/>
          <w:sz w:val="28"/>
          <w:szCs w:val="28"/>
        </w:rPr>
        <w:t xml:space="preserve"> No:</w:t>
      </w:r>
      <w:r w:rsidR="00DC12B0" w:rsidRPr="0035698F">
        <w:rPr>
          <w:b/>
          <w:color w:val="0070C0"/>
          <w:sz w:val="28"/>
          <w:szCs w:val="28"/>
        </w:rPr>
        <w:t xml:space="preserve"> </w:t>
      </w:r>
      <w:r w:rsidR="002D574F">
        <w:rPr>
          <w:b/>
          <w:color w:val="0070C0"/>
          <w:sz w:val="28"/>
          <w:szCs w:val="28"/>
        </w:rPr>
        <w:t>ECP-18-</w:t>
      </w:r>
      <w:r w:rsidR="006678FF">
        <w:rPr>
          <w:b/>
          <w:color w:val="0070C0"/>
          <w:sz w:val="28"/>
          <w:szCs w:val="28"/>
        </w:rPr>
        <w:t>0008</w:t>
      </w:r>
      <w:r w:rsidR="00FB5366">
        <w:rPr>
          <w:b/>
          <w:color w:val="0070C0"/>
          <w:sz w:val="28"/>
          <w:szCs w:val="28"/>
        </w:rPr>
        <w:t>C</w:t>
      </w:r>
    </w:p>
    <w:p w14:paraId="3C131E00" w14:textId="77777777" w:rsidR="000D7656" w:rsidRDefault="000D7656" w:rsidP="00F36050"/>
    <w:p w14:paraId="674D003C" w14:textId="0A779B4F" w:rsidR="00CF7A81" w:rsidRDefault="006B722A" w:rsidP="00F36050">
      <w:pPr>
        <w:rPr>
          <w:sz w:val="24"/>
          <w:szCs w:val="24"/>
        </w:rPr>
      </w:pPr>
      <w:r w:rsidRPr="000D7656">
        <w:rPr>
          <w:sz w:val="24"/>
          <w:szCs w:val="24"/>
        </w:rPr>
        <w:t xml:space="preserve">I, </w:t>
      </w:r>
      <w:r w:rsidRPr="00A76936">
        <w:rPr>
          <w:sz w:val="24"/>
          <w:szCs w:val="24"/>
        </w:rPr>
        <w:t>David Jeff</w:t>
      </w:r>
      <w:r w:rsidR="00784B5E">
        <w:rPr>
          <w:sz w:val="24"/>
          <w:szCs w:val="24"/>
        </w:rPr>
        <w:t>er</w:t>
      </w:r>
      <w:r w:rsidRPr="00A76936">
        <w:rPr>
          <w:sz w:val="24"/>
          <w:szCs w:val="24"/>
        </w:rPr>
        <w:t>y</w:t>
      </w:r>
      <w:r w:rsidR="00BA0965">
        <w:rPr>
          <w:sz w:val="24"/>
          <w:szCs w:val="24"/>
        </w:rPr>
        <w:t>,</w:t>
      </w:r>
      <w:r w:rsidRPr="000D7656">
        <w:rPr>
          <w:sz w:val="24"/>
          <w:szCs w:val="24"/>
        </w:rPr>
        <w:t xml:space="preserve"> a </w:t>
      </w:r>
      <w:r w:rsidR="003D41C3">
        <w:rPr>
          <w:sz w:val="24"/>
          <w:szCs w:val="24"/>
        </w:rPr>
        <w:t>d</w:t>
      </w:r>
      <w:r w:rsidRPr="000D7656">
        <w:rPr>
          <w:sz w:val="24"/>
          <w:szCs w:val="24"/>
        </w:rPr>
        <w:t xml:space="preserve">elegate of the Secretary of the Department of the Environment and Energy </w:t>
      </w:r>
      <w:r w:rsidR="0035698F">
        <w:rPr>
          <w:sz w:val="24"/>
          <w:szCs w:val="24"/>
        </w:rPr>
        <w:t xml:space="preserve">(the Department) </w:t>
      </w:r>
      <w:r w:rsidR="00672A85">
        <w:rPr>
          <w:sz w:val="24"/>
          <w:szCs w:val="24"/>
        </w:rPr>
        <w:t xml:space="preserve">issue this certificate of conformity </w:t>
      </w:r>
      <w:r w:rsidR="00223F20">
        <w:rPr>
          <w:sz w:val="24"/>
          <w:szCs w:val="24"/>
        </w:rPr>
        <w:t xml:space="preserve">(certificate) to Marine Power International Pty Ltd </w:t>
      </w:r>
      <w:r w:rsidR="00895DB5">
        <w:rPr>
          <w:sz w:val="24"/>
          <w:szCs w:val="24"/>
        </w:rPr>
        <w:t xml:space="preserve">(ABN 25 003 100 007) </w:t>
      </w:r>
      <w:r w:rsidR="00223F20">
        <w:rPr>
          <w:sz w:val="24"/>
          <w:szCs w:val="24"/>
        </w:rPr>
        <w:t>for the engi</w:t>
      </w:r>
      <w:r w:rsidR="00F5373A">
        <w:rPr>
          <w:sz w:val="24"/>
          <w:szCs w:val="24"/>
        </w:rPr>
        <w:t>ne family specified in Schedule </w:t>
      </w:r>
      <w:r w:rsidR="00223F20">
        <w:rPr>
          <w:sz w:val="24"/>
          <w:szCs w:val="24"/>
        </w:rPr>
        <w:t>1 to this certificate</w:t>
      </w:r>
      <w:r w:rsidR="00CF7A81">
        <w:rPr>
          <w:sz w:val="24"/>
          <w:szCs w:val="24"/>
        </w:rPr>
        <w:t>.</w:t>
      </w:r>
    </w:p>
    <w:p w14:paraId="29D0C1C0" w14:textId="59B7A3D0" w:rsidR="00223F20" w:rsidRDefault="00CF7A81" w:rsidP="00F36050">
      <w:pPr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223F20">
        <w:rPr>
          <w:sz w:val="24"/>
          <w:szCs w:val="24"/>
        </w:rPr>
        <w:t>certificate</w:t>
      </w:r>
      <w:r>
        <w:rPr>
          <w:sz w:val="24"/>
          <w:szCs w:val="24"/>
        </w:rPr>
        <w:t xml:space="preserve"> is </w:t>
      </w:r>
      <w:r w:rsidR="00223F20">
        <w:rPr>
          <w:sz w:val="24"/>
          <w:szCs w:val="24"/>
        </w:rPr>
        <w:t>issued</w:t>
      </w:r>
      <w:r w:rsidRPr="000D76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accordance with </w:t>
      </w:r>
      <w:r w:rsidR="00223F20">
        <w:rPr>
          <w:sz w:val="24"/>
          <w:szCs w:val="24"/>
        </w:rPr>
        <w:t>paragraph 20(1)(a)</w:t>
      </w:r>
      <w:r w:rsidR="00AD4C76">
        <w:rPr>
          <w:sz w:val="24"/>
          <w:szCs w:val="24"/>
        </w:rPr>
        <w:t xml:space="preserve"> </w:t>
      </w:r>
      <w:r w:rsidR="00F36050" w:rsidRPr="000D7656">
        <w:rPr>
          <w:sz w:val="24"/>
          <w:szCs w:val="24"/>
        </w:rPr>
        <w:t xml:space="preserve">of the </w:t>
      </w:r>
      <w:r w:rsidR="00F36050" w:rsidRPr="000D7656">
        <w:rPr>
          <w:i/>
          <w:sz w:val="24"/>
          <w:szCs w:val="24"/>
        </w:rPr>
        <w:t xml:space="preserve">Product Emissions Standards Rules 2017 </w:t>
      </w:r>
      <w:r w:rsidR="00F36050" w:rsidRPr="000D7656">
        <w:rPr>
          <w:sz w:val="24"/>
          <w:szCs w:val="24"/>
        </w:rPr>
        <w:t>(the Rules)</w:t>
      </w:r>
      <w:r w:rsidR="004638E7">
        <w:rPr>
          <w:sz w:val="24"/>
          <w:szCs w:val="24"/>
        </w:rPr>
        <w:t xml:space="preserve"> on the basis of the test results provided for the tested engine</w:t>
      </w:r>
      <w:r w:rsidR="00F5373A">
        <w:rPr>
          <w:sz w:val="24"/>
          <w:szCs w:val="24"/>
        </w:rPr>
        <w:t xml:space="preserve"> in accordance with paragraph 20(2)(a)</w:t>
      </w:r>
      <w:r w:rsidR="004638E7">
        <w:rPr>
          <w:sz w:val="24"/>
          <w:szCs w:val="24"/>
        </w:rPr>
        <w:t>, including the emissions results specified in Schedule 2 to this certificate.</w:t>
      </w:r>
    </w:p>
    <w:p w14:paraId="4472CD40" w14:textId="0F586EDA" w:rsidR="00F36050" w:rsidRDefault="00223F20" w:rsidP="00F36050">
      <w:pPr>
        <w:rPr>
          <w:sz w:val="24"/>
          <w:szCs w:val="24"/>
        </w:rPr>
      </w:pPr>
      <w:r>
        <w:rPr>
          <w:sz w:val="24"/>
          <w:szCs w:val="24"/>
        </w:rPr>
        <w:t xml:space="preserve">Consistent with the requirements of paragraph 20(2)(b) of the Rules, all engines of the engine family specified in Schedule 1 </w:t>
      </w:r>
      <w:r w:rsidR="003337D0">
        <w:rPr>
          <w:sz w:val="24"/>
          <w:szCs w:val="24"/>
        </w:rPr>
        <w:t>must</w:t>
      </w:r>
      <w:r>
        <w:rPr>
          <w:sz w:val="24"/>
          <w:szCs w:val="24"/>
        </w:rPr>
        <w:t xml:space="preserve"> comply with the Australian emissions standard for propulsion marine engines set out in section 11 of the Rules.</w:t>
      </w:r>
    </w:p>
    <w:p w14:paraId="0338F5A2" w14:textId="2C53839A" w:rsidR="00A76936" w:rsidRDefault="00A76936" w:rsidP="00F36050">
      <w:pPr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223F20">
        <w:rPr>
          <w:sz w:val="24"/>
          <w:szCs w:val="24"/>
        </w:rPr>
        <w:t>certificate</w:t>
      </w:r>
      <w:r>
        <w:rPr>
          <w:sz w:val="24"/>
          <w:szCs w:val="24"/>
        </w:rPr>
        <w:t xml:space="preserve"> </w:t>
      </w:r>
      <w:r w:rsidR="00DC12B0">
        <w:rPr>
          <w:sz w:val="24"/>
          <w:szCs w:val="24"/>
        </w:rPr>
        <w:t>comes into force</w:t>
      </w:r>
      <w:r>
        <w:rPr>
          <w:sz w:val="24"/>
          <w:szCs w:val="24"/>
        </w:rPr>
        <w:t xml:space="preserve"> on the date that it is </w:t>
      </w:r>
      <w:r w:rsidR="003D41C3">
        <w:rPr>
          <w:sz w:val="24"/>
          <w:szCs w:val="24"/>
        </w:rPr>
        <w:t>published on the website</w:t>
      </w:r>
      <w:r w:rsidR="00942F2F">
        <w:rPr>
          <w:sz w:val="24"/>
          <w:szCs w:val="24"/>
        </w:rPr>
        <w:t>.</w:t>
      </w:r>
      <w:r w:rsidR="003D41C3">
        <w:rPr>
          <w:sz w:val="24"/>
          <w:szCs w:val="24"/>
        </w:rPr>
        <w:t xml:space="preserve"> </w:t>
      </w:r>
    </w:p>
    <w:p w14:paraId="5D8BAF9F" w14:textId="36327443" w:rsidR="0035698F" w:rsidRDefault="0035698F" w:rsidP="00F36050">
      <w:pPr>
        <w:rPr>
          <w:sz w:val="24"/>
          <w:szCs w:val="24"/>
        </w:rPr>
      </w:pPr>
      <w:r>
        <w:rPr>
          <w:sz w:val="24"/>
          <w:szCs w:val="24"/>
        </w:rPr>
        <w:t xml:space="preserve">In accordance with </w:t>
      </w:r>
      <w:r w:rsidR="004638E7">
        <w:rPr>
          <w:sz w:val="24"/>
          <w:szCs w:val="24"/>
        </w:rPr>
        <w:t>paragraph 20(1</w:t>
      </w:r>
      <w:proofErr w:type="gramStart"/>
      <w:r w:rsidR="004638E7">
        <w:rPr>
          <w:sz w:val="24"/>
          <w:szCs w:val="24"/>
        </w:rPr>
        <w:t>)(</w:t>
      </w:r>
      <w:proofErr w:type="gramEnd"/>
      <w:r w:rsidR="004638E7">
        <w:rPr>
          <w:sz w:val="24"/>
          <w:szCs w:val="24"/>
        </w:rPr>
        <w:t xml:space="preserve">a) </w:t>
      </w:r>
      <w:r>
        <w:rPr>
          <w:sz w:val="24"/>
          <w:szCs w:val="24"/>
        </w:rPr>
        <w:t xml:space="preserve">of the Rules, </w:t>
      </w:r>
      <w:r w:rsidR="00A81C43">
        <w:rPr>
          <w:sz w:val="24"/>
          <w:szCs w:val="24"/>
        </w:rPr>
        <w:t>notice of this</w:t>
      </w:r>
      <w:r>
        <w:rPr>
          <w:sz w:val="24"/>
          <w:szCs w:val="24"/>
        </w:rPr>
        <w:t xml:space="preserve"> </w:t>
      </w:r>
      <w:r w:rsidR="005D742F">
        <w:rPr>
          <w:sz w:val="24"/>
          <w:szCs w:val="24"/>
        </w:rPr>
        <w:t xml:space="preserve">Australian </w:t>
      </w:r>
      <w:r w:rsidR="00223F20">
        <w:rPr>
          <w:sz w:val="24"/>
          <w:szCs w:val="24"/>
        </w:rPr>
        <w:t>certification</w:t>
      </w:r>
      <w:r>
        <w:rPr>
          <w:sz w:val="24"/>
          <w:szCs w:val="24"/>
        </w:rPr>
        <w:t xml:space="preserve"> will be published on the Department’s website.</w:t>
      </w:r>
    </w:p>
    <w:p w14:paraId="257FBCC7" w14:textId="77777777" w:rsidR="009449E4" w:rsidRPr="000D7656" w:rsidRDefault="009449E4" w:rsidP="00F36050">
      <w:pPr>
        <w:rPr>
          <w:sz w:val="24"/>
          <w:szCs w:val="24"/>
        </w:rPr>
      </w:pPr>
    </w:p>
    <w:p w14:paraId="5E091C47" w14:textId="77777777" w:rsidR="00A76936" w:rsidRDefault="00A76936" w:rsidP="00F36050">
      <w:pPr>
        <w:rPr>
          <w:sz w:val="24"/>
          <w:szCs w:val="24"/>
        </w:rPr>
      </w:pPr>
    </w:p>
    <w:p w14:paraId="1E8EB39A" w14:textId="5BBAE650" w:rsidR="00A76936" w:rsidRPr="000D7656" w:rsidRDefault="000836F3" w:rsidP="00F36050">
      <w:pPr>
        <w:rPr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2C22710B" wp14:editId="40576EA4">
            <wp:extent cx="990600" cy="434083"/>
            <wp:effectExtent l="0" t="0" r="0" b="4445"/>
            <wp:docPr id="2" name="Picture 2" descr="cid:image001.jpg@01D4030C.B8B33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jpg@01D4030C.B8B3347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010" cy="44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2"/>
        <w:gridCol w:w="1124"/>
        <w:gridCol w:w="2466"/>
      </w:tblGrid>
      <w:tr w:rsidR="000D7656" w14:paraId="1FDCDE09" w14:textId="77777777" w:rsidTr="00DA1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778" w:type="dxa"/>
          </w:tcPr>
          <w:p w14:paraId="638CCC52" w14:textId="69595F3A" w:rsidR="000D7656" w:rsidRDefault="000D7656" w:rsidP="00AD4C76">
            <w:pPr>
              <w:spacing w:before="80"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B875A87" w14:textId="77777777" w:rsidR="000D7656" w:rsidRDefault="000D7656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2516" w:type="dxa"/>
          </w:tcPr>
          <w:p w14:paraId="02A8C6BC" w14:textId="66CDC0D2" w:rsidR="000D7656" w:rsidRDefault="00611A12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0D7656">
              <w:rPr>
                <w:sz w:val="24"/>
                <w:szCs w:val="24"/>
              </w:rPr>
              <w:t xml:space="preserve">      /    </w:t>
            </w:r>
            <w:r>
              <w:rPr>
                <w:sz w:val="24"/>
                <w:szCs w:val="24"/>
              </w:rPr>
              <w:t>6</w:t>
            </w:r>
            <w:r w:rsidR="000D7656">
              <w:rPr>
                <w:sz w:val="24"/>
                <w:szCs w:val="24"/>
              </w:rPr>
              <w:t xml:space="preserve"> </w:t>
            </w:r>
            <w:r w:rsidR="00DA1A17">
              <w:rPr>
                <w:sz w:val="24"/>
                <w:szCs w:val="24"/>
              </w:rPr>
              <w:t xml:space="preserve">  </w:t>
            </w:r>
            <w:r w:rsidR="000D7656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 2018</w:t>
            </w:r>
          </w:p>
        </w:tc>
      </w:tr>
    </w:tbl>
    <w:p w14:paraId="773EBA8A" w14:textId="77777777" w:rsidR="00F36050" w:rsidRPr="000D7656" w:rsidRDefault="00F36050" w:rsidP="00F36050">
      <w:pPr>
        <w:rPr>
          <w:sz w:val="24"/>
          <w:szCs w:val="24"/>
        </w:rPr>
      </w:pPr>
      <w:r w:rsidRPr="000D7656">
        <w:rPr>
          <w:sz w:val="24"/>
          <w:szCs w:val="24"/>
        </w:rPr>
        <w:t>Delegate of the Secretary</w:t>
      </w:r>
    </w:p>
    <w:p w14:paraId="3C87249D" w14:textId="77777777" w:rsidR="00F36050" w:rsidRPr="00F36050" w:rsidRDefault="00F36050" w:rsidP="00F36050"/>
    <w:p w14:paraId="2A377896" w14:textId="77777777" w:rsidR="00DA1A17" w:rsidRDefault="00DA1A17">
      <w:pPr>
        <w:spacing w:after="0" w:line="240" w:lineRule="auto"/>
      </w:pPr>
    </w:p>
    <w:p w14:paraId="2D19E79D" w14:textId="77777777" w:rsidR="00DA1A17" w:rsidRPr="00DA1A17" w:rsidRDefault="00DA1A17" w:rsidP="006B722A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t>Schedule 1</w:t>
      </w:r>
    </w:p>
    <w:p w14:paraId="55D732B3" w14:textId="766A2F77" w:rsidR="00DA1A17" w:rsidRPr="00D1549F" w:rsidRDefault="004638E7" w:rsidP="00D1549F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Engines</w:t>
      </w:r>
      <w:r w:rsidR="00DA1A17" w:rsidRPr="00D1549F">
        <w:rPr>
          <w:b/>
          <w:sz w:val="28"/>
          <w:szCs w:val="28"/>
        </w:rPr>
        <w:t xml:space="preserve"> Included in this </w:t>
      </w:r>
      <w:r>
        <w:rPr>
          <w:b/>
          <w:sz w:val="28"/>
          <w:szCs w:val="28"/>
        </w:rPr>
        <w:t>Certificate of Conformity</w:t>
      </w:r>
    </w:p>
    <w:p w14:paraId="3CF200BB" w14:textId="0B8274BE" w:rsidR="008415B6" w:rsidRDefault="00D1549F" w:rsidP="006B722A">
      <w:r>
        <w:t xml:space="preserve">Only </w:t>
      </w:r>
      <w:r w:rsidR="004638E7">
        <w:t xml:space="preserve">the </w:t>
      </w:r>
      <w:r w:rsidR="00F5373A">
        <w:t xml:space="preserve">test </w:t>
      </w:r>
      <w:r w:rsidR="004638E7">
        <w:t>engine</w:t>
      </w:r>
      <w:r w:rsidR="00F5373A">
        <w:t xml:space="preserve"> model in Schedule 2 and the engine models </w:t>
      </w:r>
      <w:r>
        <w:t xml:space="preserve">specified </w:t>
      </w:r>
      <w:r w:rsidR="008E1FBB">
        <w:t xml:space="preserve">in the table </w:t>
      </w:r>
      <w:r>
        <w:t xml:space="preserve">below are </w:t>
      </w:r>
      <w:r w:rsidR="004638E7">
        <w:t xml:space="preserve">covered by </w:t>
      </w:r>
      <w:r>
        <w:t xml:space="preserve">this </w:t>
      </w:r>
      <w:r w:rsidR="004638E7">
        <w:t>certificate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35"/>
        <w:gridCol w:w="1559"/>
      </w:tblGrid>
      <w:tr w:rsidR="008E1FBB" w:rsidRPr="00062FAF" w14:paraId="07C80521" w14:textId="77777777" w:rsidTr="00503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14:paraId="53266B2E" w14:textId="5B6BE73E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Category: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3EA9CBB" w14:textId="55930F10" w:rsidR="008E1FBB" w:rsidRPr="00062FAF" w:rsidRDefault="008E1FBB" w:rsidP="0045727F">
            <w:pPr>
              <w:spacing w:before="80" w:after="80" w:line="240" w:lineRule="auto"/>
            </w:pPr>
            <w:r w:rsidRPr="00062FAF">
              <w:t>Propulsion Marine Engine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B5D51" w14:textId="152A39BC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14:paraId="268DF253" w14:textId="77777777" w:rsidTr="00503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14:paraId="1F7968C1" w14:textId="3280B955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Equipment Type: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FB47C92" w14:textId="67AA799A" w:rsidR="008E1FBB" w:rsidRPr="00062FAF" w:rsidRDefault="008E1FBB" w:rsidP="0045727F">
            <w:pPr>
              <w:spacing w:before="80" w:after="80" w:line="240" w:lineRule="auto"/>
            </w:pPr>
            <w:r w:rsidRPr="00062FAF">
              <w:t>Outboard Engine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BB952" w14:textId="77777777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14:paraId="3B2D2A19" w14:textId="77777777" w:rsidTr="00503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14:paraId="7801A9C7" w14:textId="05190176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Make: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72DB3685" w14:textId="2B59BCF2" w:rsidR="008E1FBB" w:rsidRPr="00062FAF" w:rsidRDefault="008E1FBB" w:rsidP="0045727F">
            <w:pPr>
              <w:spacing w:before="80" w:after="80" w:line="240" w:lineRule="auto"/>
            </w:pPr>
            <w:r w:rsidRPr="00062FAF">
              <w:t>Mercury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776A3" w14:textId="77777777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14:paraId="79379A23" w14:textId="77777777" w:rsidTr="00503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15F41ED" w14:textId="3E75C2F5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>Engine Family Name: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E70EC19" w14:textId="197D8299" w:rsidR="008E1FBB" w:rsidRPr="00062FAF" w:rsidRDefault="00E3033D" w:rsidP="0045727F">
            <w:pPr>
              <w:spacing w:before="80" w:after="80" w:line="240" w:lineRule="auto"/>
            </w:pPr>
            <w:r w:rsidRPr="00E3033D">
              <w:t>HM9XM.3332GE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D1E7478" w14:textId="77777777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503026" w:rsidRPr="00062FAF" w14:paraId="776384F3" w14:textId="77777777" w:rsidTr="005030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FB5A999" w14:textId="2584F7C6" w:rsidR="00503026" w:rsidRPr="00062FAF" w:rsidRDefault="00503026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>Models Included in this Engine Family:</w:t>
            </w:r>
          </w:p>
        </w:tc>
        <w:tc>
          <w:tcPr>
            <w:tcW w:w="4394" w:type="dxa"/>
            <w:gridSpan w:val="2"/>
            <w:shd w:val="clear" w:color="auto" w:fill="EAF1DD" w:themeFill="accent3" w:themeFillTint="33"/>
          </w:tcPr>
          <w:p w14:paraId="5C5B72F7" w14:textId="058994A1" w:rsidR="00503026" w:rsidRPr="00062FAF" w:rsidRDefault="00503026" w:rsidP="00503026">
            <w:pPr>
              <w:spacing w:before="80" w:after="80" w:line="240" w:lineRule="auto"/>
            </w:pPr>
            <w:r w:rsidRPr="00062FAF">
              <w:rPr>
                <w:b/>
              </w:rPr>
              <w:t xml:space="preserve">Model Name </w:t>
            </w:r>
            <w:r>
              <w:rPr>
                <w:b/>
              </w:rPr>
              <w:t xml:space="preserve">and </w:t>
            </w:r>
            <w:r w:rsidRPr="00062FAF">
              <w:rPr>
                <w:b/>
              </w:rPr>
              <w:t>Model Number</w:t>
            </w:r>
          </w:p>
        </w:tc>
      </w:tr>
    </w:tbl>
    <w:tbl>
      <w:tblPr>
        <w:tblW w:w="4420" w:type="dxa"/>
        <w:tblInd w:w="3107" w:type="dxa"/>
        <w:tblLook w:val="04A0" w:firstRow="1" w:lastRow="0" w:firstColumn="1" w:lastColumn="0" w:noHBand="0" w:noVBand="1"/>
      </w:tblPr>
      <w:tblGrid>
        <w:gridCol w:w="4420"/>
      </w:tblGrid>
      <w:tr w:rsidR="00BC1C7B" w:rsidRPr="00BC1C7B" w14:paraId="2386EF73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A3EC6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Mercury-MA15EL 4S -7A15312AL </w:t>
            </w:r>
          </w:p>
        </w:tc>
      </w:tr>
      <w:tr w:rsidR="00BC1C7B" w:rsidRPr="00BC1C7B" w14:paraId="3B8FE0E1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CC721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Mercury-MA15MH 4S -7A16201AL </w:t>
            </w:r>
          </w:p>
        </w:tc>
      </w:tr>
      <w:tr w:rsidR="00BC1C7B" w:rsidRPr="00BC1C7B" w14:paraId="00F32C0E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2F1CE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Mercury-MA15MLH 4S -7A16211AL </w:t>
            </w:r>
          </w:p>
        </w:tc>
      </w:tr>
      <w:tr w:rsidR="00BC1C7B" w:rsidRPr="00BC1C7B" w14:paraId="3A48841A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DBBC1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Mercury-MA20ELPT 4S -7A21412AL </w:t>
            </w:r>
          </w:p>
        </w:tc>
      </w:tr>
      <w:tr w:rsidR="00BC1C7B" w:rsidRPr="00BC1C7B" w14:paraId="32F24FDA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0A623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Mercury-MA20MH 4S -7A21201AL </w:t>
            </w:r>
          </w:p>
        </w:tc>
      </w:tr>
      <w:tr w:rsidR="00BC1C7B" w:rsidRPr="00BC1C7B" w14:paraId="10789380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E2E72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Mercury-MA20MLH 4S -7A21211AL </w:t>
            </w:r>
          </w:p>
        </w:tc>
      </w:tr>
      <w:tr w:rsidR="00BC1C7B" w:rsidRPr="00BC1C7B" w14:paraId="4FDE41D2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F3EEF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Mercury-ME15E 4S -1A15302BL </w:t>
            </w:r>
          </w:p>
        </w:tc>
      </w:tr>
      <w:tr w:rsidR="00BC1C7B" w:rsidRPr="00BC1C7B" w14:paraId="5B08FD50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FFDD1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Mercury-ME15EH 4S -1A16301BL </w:t>
            </w:r>
          </w:p>
        </w:tc>
      </w:tr>
      <w:tr w:rsidR="00BC1C7B" w:rsidRPr="00BC1C7B" w14:paraId="026F16FE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ABD5C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Mercury-ME15EL 4S -1A16312BL </w:t>
            </w:r>
          </w:p>
        </w:tc>
      </w:tr>
      <w:tr w:rsidR="00BC1C7B" w:rsidRPr="00BC1C7B" w14:paraId="59F1E337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1B3F6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Mercury-ME15ELH 4S -1A16311BL </w:t>
            </w:r>
          </w:p>
        </w:tc>
      </w:tr>
      <w:tr w:rsidR="00BC1C7B" w:rsidRPr="00BC1C7B" w14:paraId="25994AC1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69B1C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Mercury-ME15ELPT 4S -1A16412BL </w:t>
            </w:r>
          </w:p>
        </w:tc>
      </w:tr>
      <w:tr w:rsidR="00BC1C7B" w:rsidRPr="00BC1C7B" w14:paraId="0FFB76F5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58FD4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Mercury-ME15MH 4S -1A16201BL </w:t>
            </w:r>
          </w:p>
        </w:tc>
      </w:tr>
      <w:tr w:rsidR="00BC1C7B" w:rsidRPr="00BC1C7B" w14:paraId="11AF4214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F5EA9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Mercury-ME15MLH 4S -1A16211BL </w:t>
            </w:r>
          </w:p>
        </w:tc>
      </w:tr>
      <w:tr w:rsidR="00BC1C7B" w:rsidRPr="00BC1C7B" w14:paraId="49B77A05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6B416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Mercury-ME20E 4S -1A21302BL </w:t>
            </w:r>
          </w:p>
        </w:tc>
      </w:tr>
      <w:tr w:rsidR="00BC1C7B" w:rsidRPr="00BC1C7B" w14:paraId="5293BF2E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0FD57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Mercury-ME20EH 4S -1A21301BL </w:t>
            </w:r>
          </w:p>
        </w:tc>
      </w:tr>
      <w:tr w:rsidR="00BC1C7B" w:rsidRPr="00BC1C7B" w14:paraId="4E2F05BC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A39FB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Mercury-ME20EL 4S -1A21312BL </w:t>
            </w:r>
          </w:p>
        </w:tc>
      </w:tr>
      <w:tr w:rsidR="00BC1C7B" w:rsidRPr="00BC1C7B" w14:paraId="644B2D74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BD5EF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Mercury-ME20ELH 4S -1A21311BL </w:t>
            </w:r>
          </w:p>
        </w:tc>
      </w:tr>
      <w:tr w:rsidR="00BC1C7B" w:rsidRPr="00BC1C7B" w14:paraId="484583C8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BB041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Mercury-ME20ELHPT 4S -1A21411BL </w:t>
            </w:r>
          </w:p>
        </w:tc>
      </w:tr>
      <w:tr w:rsidR="00BC1C7B" w:rsidRPr="00BC1C7B" w14:paraId="217E4650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6527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Mercury-ME20ELPT4S -1A21412BL </w:t>
            </w:r>
          </w:p>
        </w:tc>
      </w:tr>
      <w:tr w:rsidR="00BC1C7B" w:rsidRPr="00BC1C7B" w14:paraId="5E4E5752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C26EF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Mercury-ME20EPT 4S -1A21402BL </w:t>
            </w:r>
          </w:p>
        </w:tc>
      </w:tr>
      <w:tr w:rsidR="00BC1C7B" w:rsidRPr="00BC1C7B" w14:paraId="78F6BB01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8BCFA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Mercury-ME20MH 4S -1A21201BL </w:t>
            </w:r>
          </w:p>
        </w:tc>
      </w:tr>
      <w:tr w:rsidR="00BC1C7B" w:rsidRPr="00BC1C7B" w14:paraId="059AD85D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0FCB1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Mercury-ME20MLH 4S -1A21211BL </w:t>
            </w:r>
          </w:p>
        </w:tc>
      </w:tr>
      <w:tr w:rsidR="00BC1C7B" w:rsidRPr="00BC1C7B" w14:paraId="470D5601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B14E5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Mercury-MESP15E 4S -1A15307BL </w:t>
            </w:r>
          </w:p>
        </w:tc>
      </w:tr>
      <w:tr w:rsidR="00BC1C7B" w:rsidRPr="00BC1C7B" w14:paraId="29737AAD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942C5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Mercury-MESP15EL 4S -1A15317BL </w:t>
            </w:r>
          </w:p>
        </w:tc>
      </w:tr>
      <w:tr w:rsidR="00BC1C7B" w:rsidRPr="00BC1C7B" w14:paraId="091F2EFD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60308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Mercury-MESP15MH 4S -1A15207BL </w:t>
            </w:r>
          </w:p>
        </w:tc>
      </w:tr>
      <w:tr w:rsidR="00BC1C7B" w:rsidRPr="00BC1C7B" w14:paraId="006EAC71" w14:textId="77777777" w:rsidTr="00503026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A54AA" w14:textId="77777777" w:rsidR="00BC1C7B" w:rsidRPr="00BC1C7B" w:rsidRDefault="00BC1C7B" w:rsidP="00BC1C7B">
            <w:pPr>
              <w:spacing w:after="0" w:line="240" w:lineRule="auto"/>
              <w:rPr>
                <w:sz w:val="24"/>
                <w:szCs w:val="24"/>
              </w:rPr>
            </w:pPr>
            <w:r w:rsidRPr="00BC1C7B">
              <w:rPr>
                <w:sz w:val="24"/>
                <w:szCs w:val="24"/>
              </w:rPr>
              <w:t xml:space="preserve">Mercury-MESP15MLH 4S -1A15217BL </w:t>
            </w:r>
          </w:p>
        </w:tc>
      </w:tr>
    </w:tbl>
    <w:p w14:paraId="3D587AE3" w14:textId="47891B9B" w:rsidR="006679A7" w:rsidRDefault="006679A7">
      <w:pPr>
        <w:spacing w:after="0" w:line="240" w:lineRule="auto"/>
      </w:pPr>
    </w:p>
    <w:p w14:paraId="2068DF24" w14:textId="77777777" w:rsidR="00503026" w:rsidRDefault="00503026">
      <w:pPr>
        <w:spacing w:after="0" w:line="240" w:lineRule="auto"/>
      </w:pPr>
    </w:p>
    <w:p w14:paraId="72453208" w14:textId="77777777" w:rsidR="00503026" w:rsidRDefault="00503026">
      <w:pPr>
        <w:spacing w:after="0" w:line="240" w:lineRule="auto"/>
      </w:pPr>
    </w:p>
    <w:p w14:paraId="639D4175" w14:textId="77777777" w:rsidR="00503026" w:rsidRDefault="00503026">
      <w:pPr>
        <w:spacing w:after="0" w:line="240" w:lineRule="auto"/>
      </w:pPr>
    </w:p>
    <w:p w14:paraId="005BA506" w14:textId="77777777" w:rsidR="00D1549F" w:rsidRDefault="00D1549F" w:rsidP="006B722A"/>
    <w:p w14:paraId="0B719B8B" w14:textId="77777777" w:rsidR="00503026" w:rsidRDefault="00503026" w:rsidP="006B722A"/>
    <w:p w14:paraId="066F21FF" w14:textId="77777777" w:rsidR="00D1549F" w:rsidRPr="00DA1A17" w:rsidRDefault="00D1549F" w:rsidP="00D1549F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t xml:space="preserve">Schedule </w:t>
      </w:r>
      <w:r>
        <w:rPr>
          <w:b/>
          <w:sz w:val="28"/>
          <w:szCs w:val="28"/>
        </w:rPr>
        <w:t>2</w:t>
      </w:r>
    </w:p>
    <w:p w14:paraId="120FAF97" w14:textId="48F8DEC7" w:rsidR="00234243" w:rsidRDefault="00234243" w:rsidP="00234243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Summary of Emissions Results for Tested Engine</w:t>
      </w:r>
    </w:p>
    <w:p w14:paraId="3B2D035C" w14:textId="17601E37" w:rsidR="00F42DD4" w:rsidRDefault="00F42DD4" w:rsidP="00234243">
      <w:pPr>
        <w:rPr>
          <w:b/>
          <w:sz w:val="28"/>
          <w:szCs w:val="28"/>
        </w:rPr>
      </w:pPr>
    </w:p>
    <w:p w14:paraId="65C0F448" w14:textId="2896310B" w:rsidR="00CD17EC" w:rsidRPr="00CD17EC" w:rsidRDefault="00CD17EC" w:rsidP="00234243">
      <w:pPr>
        <w:rPr>
          <w:b/>
          <w:sz w:val="24"/>
          <w:szCs w:val="24"/>
        </w:rPr>
      </w:pPr>
      <w:r w:rsidRPr="00CD17EC">
        <w:rPr>
          <w:b/>
          <w:sz w:val="24"/>
          <w:szCs w:val="24"/>
        </w:rPr>
        <w:t>Test Engine Details:</w:t>
      </w:r>
    </w:p>
    <w:p w14:paraId="7AEE9889" w14:textId="4BBC8799" w:rsidR="00CD17EC" w:rsidRDefault="00CD17EC" w:rsidP="00234243">
      <w:pPr>
        <w:rPr>
          <w:b/>
          <w:sz w:val="28"/>
          <w:szCs w:val="28"/>
        </w:rPr>
      </w:pPr>
    </w:p>
    <w:tbl>
      <w:tblPr>
        <w:tblStyle w:val="TableGrid"/>
        <w:tblW w:w="6334" w:type="dxa"/>
        <w:tblInd w:w="607" w:type="dxa"/>
        <w:tblLook w:val="04A0" w:firstRow="1" w:lastRow="0" w:firstColumn="1" w:lastColumn="0" w:noHBand="0" w:noVBand="1"/>
      </w:tblPr>
      <w:tblGrid>
        <w:gridCol w:w="1940"/>
        <w:gridCol w:w="2410"/>
        <w:gridCol w:w="1984"/>
      </w:tblGrid>
      <w:tr w:rsidR="00CD17EC" w:rsidRPr="00CD17EC" w14:paraId="498CD292" w14:textId="77777777" w:rsidTr="00504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40" w:type="dxa"/>
            <w:shd w:val="clear" w:color="auto" w:fill="EAF1DD" w:themeFill="accent3" w:themeFillTint="33"/>
          </w:tcPr>
          <w:p w14:paraId="47EFC002" w14:textId="5271C7F4" w:rsidR="00CD17EC" w:rsidRPr="00CD17EC" w:rsidRDefault="00CD17EC" w:rsidP="00CD17EC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Make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14:paraId="53A5EE35" w14:textId="7210BB27" w:rsidR="00CD17EC" w:rsidRPr="00CD17EC" w:rsidRDefault="00CD17EC" w:rsidP="00CD17EC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Model Name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14:paraId="1FB04D29" w14:textId="06E8A894" w:rsidR="00CD17EC" w:rsidRPr="00CD17EC" w:rsidRDefault="00CD17EC" w:rsidP="00CD17EC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Model Number</w:t>
            </w:r>
          </w:p>
        </w:tc>
      </w:tr>
      <w:tr w:rsidR="00CD17EC" w:rsidRPr="00CD17EC" w14:paraId="01F5EC2A" w14:textId="77777777" w:rsidTr="00504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40" w:type="dxa"/>
          </w:tcPr>
          <w:p w14:paraId="3A76F91D" w14:textId="2697EE57" w:rsidR="00CD17EC" w:rsidRPr="00CD17EC" w:rsidRDefault="00CD17EC" w:rsidP="00CD17EC">
            <w:pPr>
              <w:spacing w:before="80" w:after="80" w:line="240" w:lineRule="auto"/>
            </w:pPr>
            <w:r w:rsidRPr="00CD17EC">
              <w:t>Mercury</w:t>
            </w:r>
          </w:p>
        </w:tc>
        <w:tc>
          <w:tcPr>
            <w:tcW w:w="2410" w:type="dxa"/>
          </w:tcPr>
          <w:p w14:paraId="013FB1B8" w14:textId="65380042" w:rsidR="00CD17EC" w:rsidRPr="00CD17EC" w:rsidRDefault="00287EBD" w:rsidP="00287EBD">
            <w:pPr>
              <w:spacing w:before="80" w:after="80" w:line="240" w:lineRule="auto"/>
            </w:pPr>
            <w:r>
              <w:t>ME15ELH 4S</w:t>
            </w:r>
          </w:p>
        </w:tc>
        <w:tc>
          <w:tcPr>
            <w:tcW w:w="1984" w:type="dxa"/>
          </w:tcPr>
          <w:p w14:paraId="03918DB4" w14:textId="24CDBD15" w:rsidR="00CD17EC" w:rsidRPr="00CD17EC" w:rsidRDefault="00504C01" w:rsidP="00CD17EC">
            <w:pPr>
              <w:spacing w:before="80" w:after="80" w:line="240" w:lineRule="auto"/>
            </w:pPr>
            <w:r>
              <w:t>1</w:t>
            </w:r>
            <w:r w:rsidR="00287EBD">
              <w:t>A16311BL</w:t>
            </w:r>
          </w:p>
        </w:tc>
      </w:tr>
    </w:tbl>
    <w:p w14:paraId="3427316A" w14:textId="64ED33F1" w:rsidR="00CD17EC" w:rsidRDefault="00CD17EC" w:rsidP="00234243">
      <w:pPr>
        <w:rPr>
          <w:b/>
          <w:sz w:val="28"/>
          <w:szCs w:val="28"/>
        </w:rPr>
      </w:pPr>
    </w:p>
    <w:p w14:paraId="23249698" w14:textId="706A817A" w:rsidR="00234243" w:rsidRPr="00CD17EC" w:rsidRDefault="00CD17EC" w:rsidP="00234243">
      <w:pPr>
        <w:rPr>
          <w:b/>
          <w:sz w:val="24"/>
          <w:szCs w:val="24"/>
        </w:rPr>
      </w:pPr>
      <w:r w:rsidRPr="00CD17EC">
        <w:rPr>
          <w:b/>
          <w:sz w:val="24"/>
          <w:szCs w:val="24"/>
        </w:rPr>
        <w:t>Emissions Results for Test Engine</w:t>
      </w:r>
      <w:r>
        <w:rPr>
          <w:b/>
          <w:sz w:val="24"/>
          <w:szCs w:val="24"/>
        </w:rPr>
        <w:t>:</w:t>
      </w:r>
    </w:p>
    <w:p w14:paraId="0430D12D" w14:textId="77777777" w:rsidR="008415B6" w:rsidRPr="0045727F" w:rsidRDefault="008415B6" w:rsidP="00234243">
      <w:pPr>
        <w:rPr>
          <w:sz w:val="24"/>
          <w:szCs w:val="24"/>
        </w:r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2547"/>
        <w:gridCol w:w="2268"/>
      </w:tblGrid>
      <w:tr w:rsidR="008415B6" w:rsidRPr="00F42DD4" w14:paraId="43BF1385" w14:textId="77777777" w:rsidTr="00CD1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47" w:type="dxa"/>
            <w:shd w:val="clear" w:color="auto" w:fill="EAF1DD" w:themeFill="accent3" w:themeFillTint="33"/>
          </w:tcPr>
          <w:p w14:paraId="681EDFF5" w14:textId="41D0C55B" w:rsidR="008415B6" w:rsidRPr="00F42DD4" w:rsidRDefault="008415B6" w:rsidP="0045727F">
            <w:pPr>
              <w:spacing w:before="40" w:after="40" w:line="240" w:lineRule="auto"/>
              <w:jc w:val="center"/>
              <w:rPr>
                <w:b/>
              </w:rPr>
            </w:pPr>
            <w:r w:rsidRPr="00F42DD4">
              <w:rPr>
                <w:b/>
              </w:rPr>
              <w:t>CO (g/kW-hr)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38295F2" w14:textId="28FCDFF9" w:rsidR="008415B6" w:rsidRPr="00F42DD4" w:rsidRDefault="008415B6" w:rsidP="0045727F">
            <w:pPr>
              <w:spacing w:before="40" w:after="40" w:line="240" w:lineRule="auto"/>
              <w:jc w:val="center"/>
              <w:rPr>
                <w:b/>
              </w:rPr>
            </w:pPr>
            <w:proofErr w:type="spellStart"/>
            <w:r w:rsidRPr="00F42DD4">
              <w:rPr>
                <w:b/>
              </w:rPr>
              <w:t>HC+NOx</w:t>
            </w:r>
            <w:proofErr w:type="spellEnd"/>
            <w:r w:rsidRPr="00F42DD4">
              <w:rPr>
                <w:b/>
              </w:rPr>
              <w:t xml:space="preserve"> (g/kW-hr)</w:t>
            </w:r>
          </w:p>
        </w:tc>
      </w:tr>
      <w:tr w:rsidR="008415B6" w:rsidRPr="0045727F" w14:paraId="6802785F" w14:textId="77777777" w:rsidTr="00CD1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47" w:type="dxa"/>
          </w:tcPr>
          <w:p w14:paraId="145CAE69" w14:textId="0F21519C" w:rsidR="008415B6" w:rsidRPr="0045727F" w:rsidRDefault="00287EBD" w:rsidP="0045727F">
            <w:pPr>
              <w:spacing w:before="40" w:after="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2268" w:type="dxa"/>
          </w:tcPr>
          <w:p w14:paraId="429BA47F" w14:textId="3C2C7431" w:rsidR="008415B6" w:rsidRPr="0045727F" w:rsidRDefault="00287EBD" w:rsidP="0045727F">
            <w:pPr>
              <w:spacing w:before="40" w:after="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14.7</w:t>
            </w:r>
          </w:p>
        </w:tc>
      </w:tr>
    </w:tbl>
    <w:p w14:paraId="026F793B" w14:textId="77777777" w:rsidR="008415B6" w:rsidRPr="008415B6" w:rsidRDefault="008415B6" w:rsidP="00234243">
      <w:pPr>
        <w:rPr>
          <w:sz w:val="28"/>
          <w:szCs w:val="28"/>
        </w:rPr>
      </w:pPr>
    </w:p>
    <w:p w14:paraId="42BFEA0D" w14:textId="77777777" w:rsidR="00234243" w:rsidRPr="00D1549F" w:rsidRDefault="00234243" w:rsidP="00234243">
      <w:pPr>
        <w:rPr>
          <w:b/>
          <w:sz w:val="28"/>
          <w:szCs w:val="28"/>
        </w:rPr>
      </w:pPr>
    </w:p>
    <w:sectPr w:rsidR="00234243" w:rsidRPr="00D1549F" w:rsidSect="00D15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68427" w14:textId="77777777" w:rsidR="00BE0F90" w:rsidRDefault="00BE0F90" w:rsidP="00A60185">
      <w:pPr>
        <w:spacing w:after="0" w:line="240" w:lineRule="auto"/>
      </w:pPr>
      <w:r>
        <w:separator/>
      </w:r>
    </w:p>
  </w:endnote>
  <w:endnote w:type="continuationSeparator" w:id="0">
    <w:p w14:paraId="1ACBF98A" w14:textId="77777777" w:rsidR="00BE0F90" w:rsidRDefault="00BE0F90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01797" w14:textId="77777777" w:rsidR="005C5448" w:rsidRDefault="005C54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79ED36D6" w14:textId="77777777" w:rsidR="00100BEF" w:rsidRDefault="00076D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7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23B44" w14:textId="77777777" w:rsidR="005C5448" w:rsidRDefault="005C54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DD416" w14:textId="77777777" w:rsidR="00BE0F90" w:rsidRDefault="00BE0F90" w:rsidP="00A60185">
      <w:pPr>
        <w:spacing w:after="0" w:line="240" w:lineRule="auto"/>
      </w:pPr>
      <w:r>
        <w:separator/>
      </w:r>
    </w:p>
  </w:footnote>
  <w:footnote w:type="continuationSeparator" w:id="0">
    <w:p w14:paraId="6F36542C" w14:textId="77777777" w:rsidR="00BE0F90" w:rsidRDefault="00BE0F90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0CC04" w14:textId="77777777" w:rsidR="005C5448" w:rsidRDefault="005C54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EEB3A" w14:textId="0CACFBB7" w:rsidR="00DA1A17" w:rsidRPr="00DA1A17" w:rsidRDefault="004638E7" w:rsidP="00DA1A17">
    <w:pPr>
      <w:pBdr>
        <w:bottom w:val="single" w:sz="4" w:space="1" w:color="auto"/>
      </w:pBdr>
      <w:rPr>
        <w:sz w:val="20"/>
        <w:szCs w:val="20"/>
      </w:rPr>
    </w:pPr>
    <w:r>
      <w:rPr>
        <w:sz w:val="20"/>
        <w:szCs w:val="20"/>
      </w:rPr>
      <w:t>Certificate</w:t>
    </w:r>
    <w:r w:rsidR="00DA1A17" w:rsidRPr="00DA1A17">
      <w:rPr>
        <w:sz w:val="20"/>
        <w:szCs w:val="20"/>
      </w:rPr>
      <w:t xml:space="preserve"> No: </w:t>
    </w:r>
    <w:r w:rsidR="00AD4C76">
      <w:rPr>
        <w:sz w:val="20"/>
        <w:szCs w:val="20"/>
      </w:rPr>
      <w:t>ECP-18-</w:t>
    </w:r>
    <w:r>
      <w:rPr>
        <w:sz w:val="20"/>
        <w:szCs w:val="20"/>
      </w:rPr>
      <w:t>000</w:t>
    </w:r>
    <w:r w:rsidR="005C5448">
      <w:rPr>
        <w:sz w:val="20"/>
        <w:szCs w:val="20"/>
      </w:rPr>
      <w:t>8</w:t>
    </w:r>
    <w:r w:rsidR="00FB5366">
      <w:rPr>
        <w:sz w:val="20"/>
        <w:szCs w:val="20"/>
      </w:rPr>
      <w:t>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89BEA" w14:textId="77777777" w:rsidR="005C5448" w:rsidRDefault="005C54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6FEC138F"/>
    <w:multiLevelType w:val="hybridMultilevel"/>
    <w:tmpl w:val="EF5EA1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55ABD"/>
    <w:multiLevelType w:val="hybridMultilevel"/>
    <w:tmpl w:val="A90A5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6B48CD46-75B7-4848-A85D-F90A76500EE4}"/>
    <w:docVar w:name="dgnword-eventsink" w:val="813022768"/>
    <w:docVar w:name="SecurityClassificationInHeader" w:val="False"/>
  </w:docVars>
  <w:rsids>
    <w:rsidRoot w:val="00BE0F90"/>
    <w:rsid w:val="00004AEE"/>
    <w:rsid w:val="00005CAA"/>
    <w:rsid w:val="00010210"/>
    <w:rsid w:val="00012D66"/>
    <w:rsid w:val="00015ADA"/>
    <w:rsid w:val="00020C99"/>
    <w:rsid w:val="0002707B"/>
    <w:rsid w:val="0005148E"/>
    <w:rsid w:val="00062FAF"/>
    <w:rsid w:val="00072C5A"/>
    <w:rsid w:val="000759E5"/>
    <w:rsid w:val="00076DB4"/>
    <w:rsid w:val="000836F3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D7656"/>
    <w:rsid w:val="000E0081"/>
    <w:rsid w:val="000E07CF"/>
    <w:rsid w:val="000E31C1"/>
    <w:rsid w:val="000E7265"/>
    <w:rsid w:val="000F2CF2"/>
    <w:rsid w:val="00100BEF"/>
    <w:rsid w:val="00111326"/>
    <w:rsid w:val="00111B9A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DED"/>
    <w:rsid w:val="00175ED3"/>
    <w:rsid w:val="001842A2"/>
    <w:rsid w:val="00187FA8"/>
    <w:rsid w:val="00192F5E"/>
    <w:rsid w:val="00197772"/>
    <w:rsid w:val="001A51C8"/>
    <w:rsid w:val="001B4CA8"/>
    <w:rsid w:val="001B5EA1"/>
    <w:rsid w:val="001C0F83"/>
    <w:rsid w:val="001C4F3D"/>
    <w:rsid w:val="001D0CDC"/>
    <w:rsid w:val="001D1D82"/>
    <w:rsid w:val="001E1182"/>
    <w:rsid w:val="00202C90"/>
    <w:rsid w:val="00213DE8"/>
    <w:rsid w:val="00216118"/>
    <w:rsid w:val="002209AB"/>
    <w:rsid w:val="00223F20"/>
    <w:rsid w:val="002251E3"/>
    <w:rsid w:val="00227A95"/>
    <w:rsid w:val="002316BD"/>
    <w:rsid w:val="00234243"/>
    <w:rsid w:val="00235B21"/>
    <w:rsid w:val="00241585"/>
    <w:rsid w:val="00243F73"/>
    <w:rsid w:val="002473FC"/>
    <w:rsid w:val="00252E3C"/>
    <w:rsid w:val="00262198"/>
    <w:rsid w:val="00285F1B"/>
    <w:rsid w:val="00287EBD"/>
    <w:rsid w:val="00292B81"/>
    <w:rsid w:val="002B18AE"/>
    <w:rsid w:val="002C1C93"/>
    <w:rsid w:val="002C5066"/>
    <w:rsid w:val="002C5813"/>
    <w:rsid w:val="002D4AAC"/>
    <w:rsid w:val="002D574F"/>
    <w:rsid w:val="002F045A"/>
    <w:rsid w:val="002F7D4B"/>
    <w:rsid w:val="0030039D"/>
    <w:rsid w:val="0030326F"/>
    <w:rsid w:val="00310701"/>
    <w:rsid w:val="00315980"/>
    <w:rsid w:val="00316F7F"/>
    <w:rsid w:val="003218E8"/>
    <w:rsid w:val="00322A24"/>
    <w:rsid w:val="00325E34"/>
    <w:rsid w:val="00326E15"/>
    <w:rsid w:val="00330DCE"/>
    <w:rsid w:val="00331E11"/>
    <w:rsid w:val="003337D0"/>
    <w:rsid w:val="00334761"/>
    <w:rsid w:val="00337EBC"/>
    <w:rsid w:val="00341DCD"/>
    <w:rsid w:val="0034563E"/>
    <w:rsid w:val="003518D6"/>
    <w:rsid w:val="0035460C"/>
    <w:rsid w:val="00354AA6"/>
    <w:rsid w:val="003556BD"/>
    <w:rsid w:val="0035698F"/>
    <w:rsid w:val="00365147"/>
    <w:rsid w:val="0037016E"/>
    <w:rsid w:val="00372908"/>
    <w:rsid w:val="0037509B"/>
    <w:rsid w:val="00381634"/>
    <w:rsid w:val="00383020"/>
    <w:rsid w:val="00394D7E"/>
    <w:rsid w:val="003975FD"/>
    <w:rsid w:val="003B057D"/>
    <w:rsid w:val="003B60CC"/>
    <w:rsid w:val="003B6945"/>
    <w:rsid w:val="003C1B25"/>
    <w:rsid w:val="003C2443"/>
    <w:rsid w:val="003C5DA3"/>
    <w:rsid w:val="003D41C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46AFC"/>
    <w:rsid w:val="004540E2"/>
    <w:rsid w:val="00454454"/>
    <w:rsid w:val="0045727F"/>
    <w:rsid w:val="004638E7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F7169"/>
    <w:rsid w:val="00500D66"/>
    <w:rsid w:val="0050113E"/>
    <w:rsid w:val="00503026"/>
    <w:rsid w:val="00504C01"/>
    <w:rsid w:val="00514C8E"/>
    <w:rsid w:val="00531DBF"/>
    <w:rsid w:val="00540E29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26F2"/>
    <w:rsid w:val="005C3495"/>
    <w:rsid w:val="005C5448"/>
    <w:rsid w:val="005D742F"/>
    <w:rsid w:val="005E3DFC"/>
    <w:rsid w:val="005E5942"/>
    <w:rsid w:val="005E60AF"/>
    <w:rsid w:val="005F1DEA"/>
    <w:rsid w:val="00607FC9"/>
    <w:rsid w:val="00611A12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8FF"/>
    <w:rsid w:val="006679A7"/>
    <w:rsid w:val="00667C10"/>
    <w:rsid w:val="00667EF4"/>
    <w:rsid w:val="00672A85"/>
    <w:rsid w:val="00676FCA"/>
    <w:rsid w:val="00677177"/>
    <w:rsid w:val="00680658"/>
    <w:rsid w:val="006831BF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B722A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33193"/>
    <w:rsid w:val="00744DDA"/>
    <w:rsid w:val="00745E03"/>
    <w:rsid w:val="00756A1B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4C70"/>
    <w:rsid w:val="007752F1"/>
    <w:rsid w:val="00776768"/>
    <w:rsid w:val="0078187A"/>
    <w:rsid w:val="00784B5E"/>
    <w:rsid w:val="007857C0"/>
    <w:rsid w:val="0078736D"/>
    <w:rsid w:val="00794ED8"/>
    <w:rsid w:val="007A2573"/>
    <w:rsid w:val="007B106C"/>
    <w:rsid w:val="007B1A4E"/>
    <w:rsid w:val="007B3D05"/>
    <w:rsid w:val="007B412D"/>
    <w:rsid w:val="007B5503"/>
    <w:rsid w:val="007C179C"/>
    <w:rsid w:val="007C6BB3"/>
    <w:rsid w:val="007D14B4"/>
    <w:rsid w:val="007D3AD7"/>
    <w:rsid w:val="007E24F6"/>
    <w:rsid w:val="007F12FA"/>
    <w:rsid w:val="00800F64"/>
    <w:rsid w:val="00801050"/>
    <w:rsid w:val="00802F0B"/>
    <w:rsid w:val="00810A67"/>
    <w:rsid w:val="00823375"/>
    <w:rsid w:val="00833CF7"/>
    <w:rsid w:val="00834CDE"/>
    <w:rsid w:val="008415B6"/>
    <w:rsid w:val="00841795"/>
    <w:rsid w:val="00842464"/>
    <w:rsid w:val="00845601"/>
    <w:rsid w:val="00855C5C"/>
    <w:rsid w:val="00895DB5"/>
    <w:rsid w:val="008A3C96"/>
    <w:rsid w:val="008A665C"/>
    <w:rsid w:val="008B4019"/>
    <w:rsid w:val="008B65C9"/>
    <w:rsid w:val="008C2D4A"/>
    <w:rsid w:val="008D3900"/>
    <w:rsid w:val="008D6E1D"/>
    <w:rsid w:val="008E1BEB"/>
    <w:rsid w:val="008E1FBB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42F2F"/>
    <w:rsid w:val="009449E4"/>
    <w:rsid w:val="00952DDF"/>
    <w:rsid w:val="009610A3"/>
    <w:rsid w:val="00963B6A"/>
    <w:rsid w:val="00970950"/>
    <w:rsid w:val="009812D4"/>
    <w:rsid w:val="009920D8"/>
    <w:rsid w:val="009952F5"/>
    <w:rsid w:val="009A6DB7"/>
    <w:rsid w:val="009B38BE"/>
    <w:rsid w:val="009C3D0F"/>
    <w:rsid w:val="009E1B19"/>
    <w:rsid w:val="009F120D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75365"/>
    <w:rsid w:val="00A76936"/>
    <w:rsid w:val="00A81C43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4C76"/>
    <w:rsid w:val="00AD56C8"/>
    <w:rsid w:val="00AD58F2"/>
    <w:rsid w:val="00AF0755"/>
    <w:rsid w:val="00B0512A"/>
    <w:rsid w:val="00B0529F"/>
    <w:rsid w:val="00B06382"/>
    <w:rsid w:val="00B1418B"/>
    <w:rsid w:val="00B21195"/>
    <w:rsid w:val="00B21A53"/>
    <w:rsid w:val="00B23BDC"/>
    <w:rsid w:val="00B24B22"/>
    <w:rsid w:val="00B25310"/>
    <w:rsid w:val="00B32F8F"/>
    <w:rsid w:val="00B3492A"/>
    <w:rsid w:val="00B54DE9"/>
    <w:rsid w:val="00B553EC"/>
    <w:rsid w:val="00B55E3F"/>
    <w:rsid w:val="00B63C1E"/>
    <w:rsid w:val="00B93DD0"/>
    <w:rsid w:val="00B97732"/>
    <w:rsid w:val="00BA0965"/>
    <w:rsid w:val="00BA65A8"/>
    <w:rsid w:val="00BA6D19"/>
    <w:rsid w:val="00BA7461"/>
    <w:rsid w:val="00BA7DA9"/>
    <w:rsid w:val="00BC1C7B"/>
    <w:rsid w:val="00BC4215"/>
    <w:rsid w:val="00BD1A6F"/>
    <w:rsid w:val="00BD434E"/>
    <w:rsid w:val="00BE0F90"/>
    <w:rsid w:val="00BE6D3C"/>
    <w:rsid w:val="00BE7852"/>
    <w:rsid w:val="00BF7CEE"/>
    <w:rsid w:val="00C03880"/>
    <w:rsid w:val="00C057C2"/>
    <w:rsid w:val="00C135CF"/>
    <w:rsid w:val="00C2683F"/>
    <w:rsid w:val="00C3184D"/>
    <w:rsid w:val="00C35CBB"/>
    <w:rsid w:val="00C4714E"/>
    <w:rsid w:val="00C51CCA"/>
    <w:rsid w:val="00C5504F"/>
    <w:rsid w:val="00C57B55"/>
    <w:rsid w:val="00C63376"/>
    <w:rsid w:val="00C7426D"/>
    <w:rsid w:val="00C74F97"/>
    <w:rsid w:val="00C8276E"/>
    <w:rsid w:val="00C842AC"/>
    <w:rsid w:val="00C96688"/>
    <w:rsid w:val="00CA0723"/>
    <w:rsid w:val="00CB1690"/>
    <w:rsid w:val="00CC4365"/>
    <w:rsid w:val="00CD11B0"/>
    <w:rsid w:val="00CD17EC"/>
    <w:rsid w:val="00CE09BD"/>
    <w:rsid w:val="00CE71C2"/>
    <w:rsid w:val="00CF34E9"/>
    <w:rsid w:val="00CF42D5"/>
    <w:rsid w:val="00CF4EDA"/>
    <w:rsid w:val="00CF7687"/>
    <w:rsid w:val="00CF7A81"/>
    <w:rsid w:val="00D021CB"/>
    <w:rsid w:val="00D10340"/>
    <w:rsid w:val="00D10F1A"/>
    <w:rsid w:val="00D116F8"/>
    <w:rsid w:val="00D1549F"/>
    <w:rsid w:val="00D17596"/>
    <w:rsid w:val="00D205E7"/>
    <w:rsid w:val="00D21D54"/>
    <w:rsid w:val="00D22640"/>
    <w:rsid w:val="00D26D3A"/>
    <w:rsid w:val="00D45EE3"/>
    <w:rsid w:val="00D50618"/>
    <w:rsid w:val="00D509E9"/>
    <w:rsid w:val="00D53B1C"/>
    <w:rsid w:val="00DA1A17"/>
    <w:rsid w:val="00DA1B12"/>
    <w:rsid w:val="00DA54C9"/>
    <w:rsid w:val="00DA6739"/>
    <w:rsid w:val="00DA6CAE"/>
    <w:rsid w:val="00DB1A9E"/>
    <w:rsid w:val="00DB31D6"/>
    <w:rsid w:val="00DB4005"/>
    <w:rsid w:val="00DC12B0"/>
    <w:rsid w:val="00DC34EB"/>
    <w:rsid w:val="00DF1E5B"/>
    <w:rsid w:val="00DF2275"/>
    <w:rsid w:val="00DF3F5E"/>
    <w:rsid w:val="00DF5653"/>
    <w:rsid w:val="00E0596E"/>
    <w:rsid w:val="00E05AB4"/>
    <w:rsid w:val="00E06F66"/>
    <w:rsid w:val="00E20FAD"/>
    <w:rsid w:val="00E3033D"/>
    <w:rsid w:val="00E356E5"/>
    <w:rsid w:val="00E36F81"/>
    <w:rsid w:val="00E40432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14B9"/>
    <w:rsid w:val="00EB60CE"/>
    <w:rsid w:val="00EB7D53"/>
    <w:rsid w:val="00ED7A23"/>
    <w:rsid w:val="00EE3146"/>
    <w:rsid w:val="00EF50BB"/>
    <w:rsid w:val="00EF53FF"/>
    <w:rsid w:val="00EF7946"/>
    <w:rsid w:val="00F00192"/>
    <w:rsid w:val="00F01DF6"/>
    <w:rsid w:val="00F0340D"/>
    <w:rsid w:val="00F059A6"/>
    <w:rsid w:val="00F23756"/>
    <w:rsid w:val="00F2523A"/>
    <w:rsid w:val="00F25FFA"/>
    <w:rsid w:val="00F2641B"/>
    <w:rsid w:val="00F309F0"/>
    <w:rsid w:val="00F310D2"/>
    <w:rsid w:val="00F36050"/>
    <w:rsid w:val="00F36F3D"/>
    <w:rsid w:val="00F42DD4"/>
    <w:rsid w:val="00F477BD"/>
    <w:rsid w:val="00F53491"/>
    <w:rsid w:val="00F5373A"/>
    <w:rsid w:val="00F65A1C"/>
    <w:rsid w:val="00F66F50"/>
    <w:rsid w:val="00F70C4C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B5366"/>
    <w:rsid w:val="00FC319E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918F2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D7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6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6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cid:image001.jpg@01D4030C.B8B334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73F73-62D1-443C-AAFC-690657174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3167FF77.dotm</Template>
  <TotalTime>0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Conformity </dc:title>
  <dc:subject/>
  <dc:creator/>
  <cp:keywords/>
  <dc:description/>
  <cp:lastModifiedBy/>
  <cp:revision>1</cp:revision>
  <dcterms:created xsi:type="dcterms:W3CDTF">2018-07-06T06:50:00Z</dcterms:created>
  <dcterms:modified xsi:type="dcterms:W3CDTF">2018-07-06T06:52:00Z</dcterms:modified>
</cp:coreProperties>
</file>