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ED85C9" w14:textId="6349600B" w:rsidR="00060E17" w:rsidRDefault="00D61344">
      <w:pPr>
        <w:jc w:val="center"/>
      </w:pPr>
      <w:r>
        <w:rPr>
          <w:noProof/>
          <w:lang w:val="en-AU"/>
        </w:rPr>
        <w:drawing>
          <wp:inline distT="0" distB="0" distL="0" distR="0" wp14:anchorId="4F93BF50" wp14:editId="3689E600">
            <wp:extent cx="2667000" cy="2667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67000" cy="2667000"/>
                    </a:xfrm>
                    <a:prstGeom prst="rect">
                      <a:avLst/>
                    </a:prstGeom>
                    <a:noFill/>
                    <a:ln>
                      <a:noFill/>
                    </a:ln>
                  </pic:spPr>
                </pic:pic>
              </a:graphicData>
            </a:graphic>
          </wp:inline>
        </w:drawing>
      </w:r>
    </w:p>
    <w:p w14:paraId="5E322A76" w14:textId="77777777" w:rsidR="00060E17" w:rsidRDefault="00D61344">
      <w:pPr>
        <w:pStyle w:val="pstyleTitleFirst"/>
      </w:pPr>
      <w:r>
        <w:rPr>
          <w:rStyle w:val="styleCountryFirst"/>
        </w:rPr>
        <w:t>Australia</w:t>
      </w:r>
    </w:p>
    <w:p w14:paraId="4593E4C8" w14:textId="77777777" w:rsidR="00060E17" w:rsidRDefault="00D61344">
      <w:pPr>
        <w:pStyle w:val="pstyleTitleFirst2"/>
      </w:pPr>
      <w:r>
        <w:rPr>
          <w:rStyle w:val="styleTitleFirst"/>
        </w:rPr>
        <w:t>Corner Inlet</w:t>
      </w:r>
    </w:p>
    <w:p w14:paraId="55BCA66B" w14:textId="77777777" w:rsidR="00060E17" w:rsidRDefault="00D61344">
      <w:pPr>
        <w:pStyle w:val="pstyleFirstText0"/>
      </w:pPr>
      <w:r>
        <w:rPr>
          <w:rStyle w:val="firstTxt0"/>
        </w:rPr>
        <w:t>Offline RIS Word form</w:t>
      </w:r>
    </w:p>
    <w:p w14:paraId="414947F0" w14:textId="77777777" w:rsidR="00060E17" w:rsidRDefault="00D61344">
      <w:pPr>
        <w:pStyle w:val="pstyleFirstText1"/>
      </w:pPr>
      <w:r>
        <w:rPr>
          <w:rStyle w:val="firstTxt1"/>
        </w:rPr>
        <w:t xml:space="preserve">The purpose of this form is to help in collecting data on a Ramsar Site for the completion of an online          </w:t>
      </w:r>
      <w:bookmarkStart w:id="0" w:name="_GoBack"/>
      <w:r>
        <w:rPr>
          <w:rStyle w:val="firstTxt1"/>
        </w:rPr>
        <w:t xml:space="preserve">Ramsar Information Sheet </w:t>
      </w:r>
      <w:bookmarkEnd w:id="0"/>
      <w:r>
        <w:rPr>
          <w:rStyle w:val="firstTxt1"/>
        </w:rPr>
        <w:t xml:space="preserve">(RIS) at </w:t>
      </w:r>
      <w:hyperlink r:id="rId7" w:history="1">
        <w:r>
          <w:rPr>
            <w:color w:val="0000FF"/>
            <w:u w:val="single"/>
          </w:rPr>
          <w:t>https://rsis.ramsar.org</w:t>
        </w:r>
      </w:hyperlink>
      <w:r>
        <w:rPr>
          <w:rStyle w:val="firstTxt1"/>
        </w:rPr>
        <w:t>. It can be circulated between the National Focal Point, RIS compilers and other national data collectors. However, it is not accepted by the Ramsar Secretariat for submission of a Site update or new Site designation. The data collected through this form must be transferred to the online form by the National Focal Point or an authorized online RIS compiler.</w:t>
      </w:r>
      <w:r>
        <w:br/>
      </w:r>
      <w:r>
        <w:br/>
      </w:r>
      <w:r>
        <w:rPr>
          <w:rStyle w:val="firstTxt1"/>
        </w:rPr>
        <w:t>All fields marked with an asterisk (*) are required.</w:t>
      </w:r>
      <w:r>
        <w:br/>
      </w:r>
      <w:r>
        <w:br/>
      </w:r>
      <w:r>
        <w:rPr>
          <w:rStyle w:val="firstTxt1"/>
        </w:rPr>
        <w:t xml:space="preserve"> For more information on how to use this form, please refer to the document </w:t>
      </w:r>
      <w:r>
        <w:br/>
      </w:r>
      <w:hyperlink r:id="rId8" w:history="1">
        <w:r>
          <w:rPr>
            <w:color w:val="0000FF"/>
            <w:u w:val="single"/>
          </w:rPr>
          <w:t xml:space="preserve"> How to use the offline RIS Word form.</w:t>
        </w:r>
      </w:hyperlink>
    </w:p>
    <w:p w14:paraId="33599FB3" w14:textId="77777777" w:rsidR="00060E17" w:rsidRDefault="00D61344">
      <w:pPr>
        <w:pStyle w:val="pstyleFirstBottom"/>
      </w:pPr>
      <w:r>
        <w:rPr>
          <w:rStyle w:val="styleHeadertxt"/>
        </w:rPr>
        <w:lastRenderedPageBreak/>
        <w:t>Created by RSIS v1.7 on 04 February 2020 at 00:29</w:t>
      </w:r>
    </w:p>
    <w:p w14:paraId="105063E2" w14:textId="77777777" w:rsidR="00060E17" w:rsidRDefault="00924250">
      <w:hyperlink r:id="rId9" w:history="1">
        <w:r w:rsidR="00D61344">
          <w:rPr>
            <w:color w:val="0000FF"/>
            <w:u w:val="single"/>
          </w:rPr>
          <w:t>https://rsis.ramsar.org/RISapp/section.php?idSection=1&amp;part=1&amp;idvris=54152167&amp;action=view</w:t>
        </w:r>
      </w:hyperlink>
    </w:p>
    <w:p w14:paraId="77147E02" w14:textId="77777777" w:rsidR="00060E17" w:rsidRDefault="00060E17">
      <w:pPr>
        <w:sectPr w:rsidR="00060E17">
          <w:headerReference w:type="even" r:id="rId10"/>
          <w:headerReference w:type="default" r:id="rId11"/>
          <w:footerReference w:type="even" r:id="rId12"/>
          <w:footerReference w:type="default" r:id="rId13"/>
          <w:headerReference w:type="first" r:id="rId14"/>
          <w:footerReference w:type="first" r:id="rId15"/>
          <w:pgSz w:w="11905" w:h="16837"/>
          <w:pgMar w:top="1440" w:right="1440" w:bottom="1440" w:left="1440" w:header="720" w:footer="720" w:gutter="0"/>
          <w:cols w:space="720"/>
        </w:sectPr>
      </w:pPr>
    </w:p>
    <w:p w14:paraId="683319AC" w14:textId="77777777" w:rsidR="00060E17" w:rsidRDefault="00D61344">
      <w:pPr>
        <w:pStyle w:val="pstyleSectionL0"/>
      </w:pPr>
      <w:r>
        <w:rPr>
          <w:rStyle w:val="styleAddColorTitle"/>
        </w:rPr>
        <w:lastRenderedPageBreak/>
        <w:t>Color codes</w:t>
      </w:r>
    </w:p>
    <w:p w14:paraId="0B6CBA92" w14:textId="77777777" w:rsidR="00060E17" w:rsidRDefault="00D61344">
      <w:pPr>
        <w:pStyle w:val="pstyleAddColor"/>
      </w:pPr>
      <w:r>
        <w:rPr>
          <w:rStyle w:val="styleAddColorTxt"/>
        </w:rPr>
        <w:t xml:space="preserve">Fields back-shaded in </w:t>
      </w:r>
      <w:r>
        <w:rPr>
          <w:rStyle w:val="styleAddColorLBlue"/>
        </w:rPr>
        <w:t>light blue</w:t>
      </w:r>
      <w:r>
        <w:rPr>
          <w:rStyle w:val="styleAddColorTxt"/>
        </w:rPr>
        <w:t xml:space="preserve"> relate to data and information required only for RIS updates.</w:t>
      </w:r>
    </w:p>
    <w:p w14:paraId="653E39C5" w14:textId="77777777" w:rsidR="00060E17" w:rsidRDefault="00D61344">
      <w:pPr>
        <w:pStyle w:val="pstyleAddColor"/>
      </w:pPr>
      <w:r>
        <w:rPr>
          <w:rStyle w:val="styleAddColorTxt"/>
        </w:rPr>
        <w:t xml:space="preserve">Note that some fields concerning aspects of Part 3, the Ecological Character Description of the RIS </w:t>
      </w:r>
      <w:r>
        <w:rPr>
          <w:rStyle w:val="styleAddColorLPurple"/>
        </w:rPr>
        <w:t>(tinted in purple)</w:t>
      </w:r>
      <w:r>
        <w:rPr>
          <w:rStyle w:val="styleAddColorTxt"/>
        </w:rPr>
        <w:t>, are not expected to be completed as part of a standard RIS, but are included for completeness so as to provide the requested consistency between the RIS and the format of a ‘full’ Ecological  Character Description, as adopted in Resolution X.15 (2008). If a Contracting Party does have information available that is relevant to these fields (for  example from a national format Ecological Character Description) it may, if it wishes to, include information in these additional fields.</w:t>
      </w:r>
    </w:p>
    <w:p w14:paraId="1F3B2664" w14:textId="77777777" w:rsidR="00060E17" w:rsidRDefault="00060E17">
      <w:pPr>
        <w:pStyle w:val="pstyleSectionL0"/>
      </w:pPr>
    </w:p>
    <w:p w14:paraId="3B3C8C6A" w14:textId="77777777" w:rsidR="00060E17" w:rsidRDefault="00060E17">
      <w:pPr>
        <w:pStyle w:val="pstyleSectionL0"/>
      </w:pPr>
    </w:p>
    <w:p w14:paraId="1CE3A04B" w14:textId="77777777" w:rsidR="00060E17" w:rsidRDefault="00D61344">
      <w:pPr>
        <w:pStyle w:val="pstyleSectionL0"/>
      </w:pPr>
      <w:r>
        <w:rPr>
          <w:rStyle w:val="styleL0"/>
        </w:rPr>
        <w:t>Summary</w:t>
      </w:r>
    </w:p>
    <w:p w14:paraId="6389124B" w14:textId="344E12CA" w:rsidR="00060E17" w:rsidRDefault="00D61344">
      <w:r>
        <w:rPr>
          <w:noProof/>
          <w:lang w:val="en-AU"/>
        </w:rPr>
        <mc:AlternateContent>
          <mc:Choice Requires="wps">
            <w:drawing>
              <wp:inline distT="0" distB="0" distL="0" distR="0" wp14:anchorId="721F304F" wp14:editId="57640CDB">
                <wp:extent cx="7620000" cy="635"/>
                <wp:effectExtent l="9525" t="7620" r="9525" b="11430"/>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ABF4C5F" id="_x0000_t32" coordsize="21600,21600" o:spt="32" o:oned="t" path="m,l21600,21600e" filled="f">
                <v:path arrowok="t" fillok="f" o:connecttype="none"/>
                <o:lock v:ext="edit" shapetype="t"/>
              </v:shapetype>
              <v:shape id="AutoShape 7" o:spid="_x0000_s1026" type="#_x0000_t32" style="width:60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" strokeweight="1pt">
                <w10:anchorlock/>
              </v:shape>
            </w:pict>
          </mc:Fallback>
        </mc:AlternateContent>
      </w:r>
    </w:p>
    <w:p w14:paraId="1C8FB82A" w14:textId="77777777" w:rsidR="00060E17" w:rsidRDefault="00D61344">
      <w:pPr>
        <w:pStyle w:val="pstyleSectionL1"/>
      </w:pPr>
      <w:r>
        <w:rPr>
          <w:rStyle w:val="styleL1"/>
        </w:rPr>
        <w:t>1.1 Summary description</w:t>
      </w:r>
    </w:p>
    <w:p w14:paraId="5098F2D5" w14:textId="77777777" w:rsidR="00060E17" w:rsidRDefault="00D61344">
      <w:pPr>
        <w:pStyle w:val="pstyleSection"/>
      </w:pPr>
      <w:r>
        <w:rPr>
          <w:rStyle w:val="styleL2"/>
        </w:rPr>
        <w:t xml:space="preserve"> </w:t>
      </w:r>
    </w:p>
    <w:p w14:paraId="16A8AB79" w14:textId="77777777" w:rsidR="00060E17" w:rsidRDefault="00D61344">
      <w:pPr>
        <w:pStyle w:val="pstyleComments"/>
      </w:pPr>
      <w:r>
        <w:rPr>
          <w:rStyle w:val="styleC3comment"/>
        </w:rPr>
        <w:t>Please provide a short descriptive text summarising the key characteristics and internationally important aspects of the site. You may prefer to complete the four following sections before returning to draft this summary.</w:t>
      </w:r>
    </w:p>
    <w:p w14:paraId="5FC70F7B" w14:textId="77777777" w:rsidR="00060E17" w:rsidRDefault="00D61344">
      <w:pPr>
        <w:pStyle w:val="pstyleLabels"/>
      </w:pPr>
      <w:r>
        <w:rPr>
          <w:rStyle w:val="styleC3"/>
        </w:rPr>
        <w:t>Summary</w:t>
      </w:r>
      <w:r>
        <w:rPr>
          <w:rStyle w:val="styleHint1txt"/>
        </w:rPr>
        <w:t xml:space="preserve"> (This field is limited to 2500 characters) </w:t>
      </w:r>
    </w:p>
    <w:tbl>
      <w:tblPr>
        <w:tblStyle w:val="myFieldTableStyle"/>
        <w:tblW w:w="0" w:type="auto"/>
        <w:tblInd w:w="10" w:type="dxa"/>
        <w:tblLook w:val="04A0" w:firstRow="1" w:lastRow="0" w:firstColumn="1" w:lastColumn="0" w:noHBand="0" w:noVBand="1"/>
      </w:tblPr>
      <w:tblGrid>
        <w:gridCol w:w="195"/>
        <w:gridCol w:w="8815"/>
      </w:tblGrid>
      <w:tr w:rsidR="00060E17" w14:paraId="28C23A0D"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2A9C94F" w14:textId="77777777" w:rsidR="00060E17" w:rsidRDefault="00060E17"/>
        </w:tc>
        <w:tc>
          <w:tcPr>
            <w:tcW w:w="9500" w:type="dxa"/>
          </w:tcPr>
          <w:p w14:paraId="769CBD8D" w14:textId="77777777" w:rsidR="00060E17" w:rsidRDefault="00060E17">
            <w:pPr>
              <w:pStyle w:val="pStyle"/>
              <w:rPr>
                <w:rStyle w:val="almostEmpty"/>
              </w:rPr>
            </w:pPr>
          </w:p>
          <w:p w14:paraId="7620D31D" w14:textId="77777777" w:rsidR="00060E17" w:rsidRDefault="00D61344">
            <w:pPr>
              <w:spacing w:after="0" w:line="240" w:lineRule="auto"/>
              <w:ind w:left="57"/>
            </w:pPr>
            <w:r>
              <w:rPr>
                <w:rStyle w:val="styleDatatxt"/>
              </w:rPr>
              <w:t xml:space="preserve">Corner Inlet is a large tide-dominated embayment located adjacent to the southernmost tip of the Australian mainland. The inlet consists of a submerged plain covered by sand or mud flats and extensive seagrass beds, and large sand islands. A radiating system of deeper channels supports efficient tidal exchange over the flats and the areas between the islands. Due to its large area and the diversity of habitats present, the Corner Inlet Ramsar site supports significant populations of a number of aquatic species and communities as well as habitats including: </w:t>
            </w:r>
          </w:p>
          <w:p w14:paraId="644FFA57" w14:textId="77777777" w:rsidR="00060E17" w:rsidRDefault="00060E17">
            <w:pPr>
              <w:pStyle w:val="pStyle"/>
              <w:rPr>
                <w:rStyle w:val="almostEmpty"/>
              </w:rPr>
            </w:pPr>
          </w:p>
          <w:p w14:paraId="6B43D0B7" w14:textId="77777777" w:rsidR="00060E17" w:rsidRDefault="00D61344">
            <w:pPr>
              <w:spacing w:after="0" w:line="240" w:lineRule="auto"/>
              <w:ind w:left="57"/>
            </w:pPr>
            <w:r>
              <w:rPr>
                <w:rStyle w:val="styleDatatxt"/>
              </w:rPr>
              <w:t xml:space="preserve">Extensive seagrass beds, including the most southerly distribution of the seagrass Posidonia australis; </w:t>
            </w:r>
          </w:p>
          <w:p w14:paraId="23AAF903" w14:textId="77777777" w:rsidR="00060E17" w:rsidRDefault="00060E17">
            <w:pPr>
              <w:pStyle w:val="pStyle"/>
              <w:rPr>
                <w:rStyle w:val="almostEmpty"/>
              </w:rPr>
            </w:pPr>
          </w:p>
          <w:p w14:paraId="711FBDBB" w14:textId="77777777" w:rsidR="00060E17" w:rsidRDefault="00D61344">
            <w:pPr>
              <w:spacing w:after="0" w:line="240" w:lineRule="auto"/>
              <w:ind w:left="57"/>
            </w:pPr>
            <w:r>
              <w:rPr>
                <w:rStyle w:val="styleDatatxt"/>
              </w:rPr>
              <w:t xml:space="preserve">Large areas of coastal saltmarsh and mangrove shrubland; </w:t>
            </w:r>
          </w:p>
          <w:p w14:paraId="69BEA05F" w14:textId="77777777" w:rsidR="00060E17" w:rsidRDefault="00060E17">
            <w:pPr>
              <w:pStyle w:val="pStyle"/>
              <w:rPr>
                <w:rStyle w:val="almostEmpty"/>
              </w:rPr>
            </w:pPr>
          </w:p>
          <w:p w14:paraId="511B5D03" w14:textId="77777777" w:rsidR="00060E17" w:rsidRDefault="00D61344">
            <w:pPr>
              <w:spacing w:after="0" w:line="240" w:lineRule="auto"/>
              <w:ind w:left="57"/>
            </w:pPr>
            <w:r>
              <w:rPr>
                <w:rStyle w:val="styleDatatxt"/>
              </w:rPr>
              <w:t xml:space="preserve">Significant numbers of waterbirds, including over 30 species listed under international agreements; </w:t>
            </w:r>
          </w:p>
          <w:p w14:paraId="21CC29A3" w14:textId="77777777" w:rsidR="00060E17" w:rsidRDefault="00060E17">
            <w:pPr>
              <w:pStyle w:val="pStyle"/>
              <w:rPr>
                <w:rStyle w:val="almostEmpty"/>
              </w:rPr>
            </w:pPr>
          </w:p>
          <w:p w14:paraId="30661B1F" w14:textId="77777777" w:rsidR="00060E17" w:rsidRDefault="00D61344">
            <w:pPr>
              <w:spacing w:after="0" w:line="240" w:lineRule="auto"/>
              <w:ind w:left="57"/>
            </w:pPr>
            <w:r>
              <w:rPr>
                <w:rStyle w:val="styleDatatxt"/>
              </w:rPr>
              <w:t xml:space="preserve">Breeding habitats of waterbirds, particularly beach-nesting species; and </w:t>
            </w:r>
          </w:p>
          <w:p w14:paraId="582B43FC" w14:textId="77777777" w:rsidR="00060E17" w:rsidRDefault="00060E17">
            <w:pPr>
              <w:pStyle w:val="pStyle"/>
              <w:rPr>
                <w:rStyle w:val="almostEmpty"/>
              </w:rPr>
            </w:pPr>
          </w:p>
          <w:p w14:paraId="0EDBFE94" w14:textId="77777777" w:rsidR="00060E17" w:rsidRDefault="00D61344">
            <w:pPr>
              <w:spacing w:after="0" w:line="240" w:lineRule="auto"/>
              <w:ind w:left="57"/>
            </w:pPr>
            <w:r>
              <w:rPr>
                <w:rStyle w:val="styleDatatxt"/>
              </w:rPr>
              <w:t>A diversity and abundance of fish species, including nursery habitat for recreational and commercially important species.</w:t>
            </w:r>
          </w:p>
        </w:tc>
      </w:tr>
    </w:tbl>
    <w:p w14:paraId="3E39C6BC" w14:textId="77777777" w:rsidR="00060E17" w:rsidRDefault="00060E17">
      <w:pPr>
        <w:sectPr w:rsidR="00060E17">
          <w:pgSz w:w="11905" w:h="16837"/>
          <w:pgMar w:top="1440" w:right="1440" w:bottom="1440" w:left="1440" w:header="720" w:footer="720" w:gutter="0"/>
          <w:cols w:space="720"/>
        </w:sectPr>
      </w:pPr>
    </w:p>
    <w:p w14:paraId="4989F51C" w14:textId="77777777" w:rsidR="00060E17" w:rsidRDefault="00D61344">
      <w:pPr>
        <w:pStyle w:val="pstyleSectionL0"/>
      </w:pPr>
      <w:r>
        <w:rPr>
          <w:rStyle w:val="styleL0"/>
        </w:rPr>
        <w:lastRenderedPageBreak/>
        <w:t>Data &amp; location</w:t>
      </w:r>
    </w:p>
    <w:p w14:paraId="4C8D12B4" w14:textId="3CD0BC99" w:rsidR="00060E17" w:rsidRDefault="00D61344">
      <w:r>
        <w:rPr>
          <w:noProof/>
          <w:lang w:val="en-AU"/>
        </w:rPr>
        <mc:AlternateContent>
          <mc:Choice Requires="wps">
            <w:drawing>
              <wp:inline distT="0" distB="0" distL="0" distR="0" wp14:anchorId="113C9C65" wp14:editId="2BECF71C">
                <wp:extent cx="7620000" cy="635"/>
                <wp:effectExtent l="9525" t="8890" r="9525" b="10160"/>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E8C1200" id="AutoShape 6" o:spid="_x0000_s1026" type="#_x0000_t32" style="width:60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" strokeweight="1pt">
                <w10:anchorlock/>
              </v:shape>
            </w:pict>
          </mc:Fallback>
        </mc:AlternateContent>
      </w:r>
    </w:p>
    <w:p w14:paraId="5B1373EE" w14:textId="77777777" w:rsidR="00060E17" w:rsidRDefault="00D61344">
      <w:pPr>
        <w:pStyle w:val="pstyleSectionL1"/>
      </w:pPr>
      <w:r>
        <w:rPr>
          <w:rStyle w:val="styleL1"/>
        </w:rPr>
        <w:t>2.1 Formal data</w:t>
      </w:r>
    </w:p>
    <w:p w14:paraId="14536AEC" w14:textId="77777777" w:rsidR="00060E17" w:rsidRDefault="00D61344">
      <w:pPr>
        <w:pStyle w:val="pstyleSection"/>
      </w:pPr>
      <w:r>
        <w:rPr>
          <w:rStyle w:val="styleL2"/>
        </w:rPr>
        <w:t>2.1.1 Name and address of the compiler of this RIS</w:t>
      </w:r>
    </w:p>
    <w:p w14:paraId="5F39A411" w14:textId="77777777" w:rsidR="00060E17" w:rsidRDefault="00D61344">
      <w:pPr>
        <w:pStyle w:val="pstyleSubtitle"/>
      </w:pPr>
      <w:r>
        <w:rPr>
          <w:rStyle w:val="styleSubtitle"/>
        </w:rPr>
        <w:t>Compiler 1</w:t>
      </w:r>
    </w:p>
    <w:p w14:paraId="41581331" w14:textId="77777777" w:rsidR="00060E17" w:rsidRDefault="00D61344">
      <w:pPr>
        <w:pStyle w:val="pstyleLabels"/>
      </w:pPr>
      <w:r>
        <w:rPr>
          <w:rStyle w:val="styleC3"/>
        </w:rPr>
        <w:t>Name</w:t>
      </w:r>
    </w:p>
    <w:tbl>
      <w:tblPr>
        <w:tblStyle w:val="myFieldTableStyle2"/>
        <w:tblW w:w="0" w:type="auto"/>
        <w:tblInd w:w="1" w:type="dxa"/>
        <w:tblLook w:val="04A0" w:firstRow="1" w:lastRow="0" w:firstColumn="1" w:lastColumn="0" w:noHBand="0" w:noVBand="1"/>
      </w:tblPr>
      <w:tblGrid>
        <w:gridCol w:w="195"/>
        <w:gridCol w:w="8823"/>
      </w:tblGrid>
      <w:tr w:rsidR="00060E17" w14:paraId="6DAD81E1"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AE511AB" w14:textId="77777777" w:rsidR="00060E17" w:rsidRDefault="00060E17">
            <w:pPr>
              <w:spacing w:after="0" w:line="240" w:lineRule="auto"/>
              <w:ind w:left="216"/>
            </w:pPr>
          </w:p>
        </w:tc>
        <w:tc>
          <w:tcPr>
            <w:tcW w:w="9500" w:type="dxa"/>
          </w:tcPr>
          <w:p w14:paraId="70E3C946" w14:textId="77777777" w:rsidR="00060E17" w:rsidRDefault="00D61344">
            <w:pPr>
              <w:spacing w:before="5" w:after="2" w:line="240" w:lineRule="auto"/>
              <w:ind w:left="72"/>
            </w:pPr>
            <w:r>
              <w:rPr>
                <w:rStyle w:val="styleDatatxt"/>
              </w:rPr>
              <w:t>Janet Holmes</w:t>
            </w:r>
          </w:p>
        </w:tc>
      </w:tr>
    </w:tbl>
    <w:p w14:paraId="345C93E5" w14:textId="77777777" w:rsidR="00060E17" w:rsidRDefault="00D61344">
      <w:pPr>
        <w:pStyle w:val="pstyleLabels"/>
      </w:pPr>
      <w:r>
        <w:rPr>
          <w:rStyle w:val="styleC3"/>
        </w:rPr>
        <w:t>Institution/agency</w:t>
      </w:r>
    </w:p>
    <w:tbl>
      <w:tblPr>
        <w:tblStyle w:val="myFieldTableStyle2"/>
        <w:tblW w:w="0" w:type="auto"/>
        <w:tblInd w:w="1" w:type="dxa"/>
        <w:tblLook w:val="04A0" w:firstRow="1" w:lastRow="0" w:firstColumn="1" w:lastColumn="0" w:noHBand="0" w:noVBand="1"/>
      </w:tblPr>
      <w:tblGrid>
        <w:gridCol w:w="194"/>
        <w:gridCol w:w="8824"/>
      </w:tblGrid>
      <w:tr w:rsidR="00060E17" w14:paraId="7F15735B"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EA2751B" w14:textId="77777777" w:rsidR="00060E17" w:rsidRDefault="00060E17">
            <w:pPr>
              <w:spacing w:after="0" w:line="240" w:lineRule="auto"/>
              <w:ind w:left="216"/>
            </w:pPr>
          </w:p>
        </w:tc>
        <w:tc>
          <w:tcPr>
            <w:tcW w:w="9500" w:type="dxa"/>
          </w:tcPr>
          <w:p w14:paraId="19738080" w14:textId="77777777" w:rsidR="00060E17" w:rsidRDefault="00D61344">
            <w:pPr>
              <w:spacing w:before="5" w:after="2" w:line="240" w:lineRule="auto"/>
              <w:ind w:left="72"/>
            </w:pPr>
            <w:r>
              <w:rPr>
                <w:rStyle w:val="styleDatatxt"/>
              </w:rPr>
              <w:t>Department of Environment, Land, Water and Planning</w:t>
            </w:r>
          </w:p>
        </w:tc>
      </w:tr>
    </w:tbl>
    <w:p w14:paraId="74F7677C" w14:textId="77777777" w:rsidR="00060E17" w:rsidRDefault="00D61344">
      <w:pPr>
        <w:pStyle w:val="pstyleLabels"/>
      </w:pPr>
      <w:r>
        <w:rPr>
          <w:rStyle w:val="styleC3"/>
        </w:rPr>
        <w:t>Postal address</w:t>
      </w:r>
      <w:r>
        <w:rPr>
          <w:rStyle w:val="styleHint1txt"/>
        </w:rPr>
        <w:t xml:space="preserve"> (This field is limited to 254 characters) </w:t>
      </w:r>
    </w:p>
    <w:tbl>
      <w:tblPr>
        <w:tblStyle w:val="myFieldTableStyle"/>
        <w:tblW w:w="0" w:type="auto"/>
        <w:tblInd w:w="10" w:type="dxa"/>
        <w:tblLook w:val="04A0" w:firstRow="1" w:lastRow="0" w:firstColumn="1" w:lastColumn="0" w:noHBand="0" w:noVBand="1"/>
      </w:tblPr>
      <w:tblGrid>
        <w:gridCol w:w="195"/>
        <w:gridCol w:w="8815"/>
      </w:tblGrid>
      <w:tr w:rsidR="00060E17" w14:paraId="05C7C310"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524A02F2" w14:textId="77777777" w:rsidR="00060E17" w:rsidRDefault="00060E17"/>
        </w:tc>
        <w:tc>
          <w:tcPr>
            <w:tcW w:w="9500" w:type="dxa"/>
          </w:tcPr>
          <w:p w14:paraId="7C5FE456" w14:textId="77777777" w:rsidR="00060E17" w:rsidRDefault="00D61344">
            <w:pPr>
              <w:spacing w:before="30" w:after="25" w:line="240" w:lineRule="auto"/>
              <w:ind w:left="57"/>
            </w:pPr>
            <w:r>
              <w:rPr>
                <w:rStyle w:val="styleDatatxt"/>
              </w:rPr>
              <w:t>8 Nicholson St, East Melbourne, Victoria 3002</w:t>
            </w:r>
          </w:p>
        </w:tc>
      </w:tr>
    </w:tbl>
    <w:p w14:paraId="5B92EE30" w14:textId="77777777" w:rsidR="00060E17" w:rsidRDefault="00D61344">
      <w:pPr>
        <w:pStyle w:val="pstyleLabels"/>
      </w:pPr>
      <w:r>
        <w:rPr>
          <w:rStyle w:val="styleC3"/>
        </w:rPr>
        <w:t>E-mail</w:t>
      </w:r>
      <w:r>
        <w:rPr>
          <w:rStyle w:val="styleHint1txt"/>
        </w:rPr>
        <w:t xml:space="preserve"> (The online RIS only accepts valid e-mail addresses, e.g. example@mail.com ) </w:t>
      </w:r>
    </w:p>
    <w:tbl>
      <w:tblPr>
        <w:tblStyle w:val="myFieldTableStyle2"/>
        <w:tblW w:w="0" w:type="auto"/>
        <w:tblInd w:w="1" w:type="dxa"/>
        <w:tblLook w:val="04A0" w:firstRow="1" w:lastRow="0" w:firstColumn="1" w:lastColumn="0" w:noHBand="0" w:noVBand="1"/>
      </w:tblPr>
      <w:tblGrid>
        <w:gridCol w:w="191"/>
        <w:gridCol w:w="8827"/>
      </w:tblGrid>
      <w:tr w:rsidR="00060E17" w14:paraId="146AF75F"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EC89C2D" w14:textId="77777777" w:rsidR="00060E17" w:rsidRDefault="00060E17">
            <w:pPr>
              <w:spacing w:after="0" w:line="240" w:lineRule="auto"/>
              <w:ind w:left="216"/>
            </w:pPr>
          </w:p>
        </w:tc>
        <w:tc>
          <w:tcPr>
            <w:tcW w:w="9500" w:type="dxa"/>
          </w:tcPr>
          <w:p w14:paraId="611C4409" w14:textId="77777777" w:rsidR="00060E17" w:rsidRDefault="00D61344">
            <w:pPr>
              <w:spacing w:before="5" w:after="2" w:line="240" w:lineRule="auto"/>
              <w:ind w:left="72"/>
            </w:pPr>
            <w:r>
              <w:rPr>
                <w:rStyle w:val="styleDatatxt"/>
              </w:rPr>
              <w:t>janet.holmes@delwp.vic.gov.au</w:t>
            </w:r>
          </w:p>
        </w:tc>
      </w:tr>
    </w:tbl>
    <w:p w14:paraId="66A0B2C7" w14:textId="77777777" w:rsidR="00060E17" w:rsidRDefault="00D61344">
      <w:pPr>
        <w:pStyle w:val="pstyleLabels"/>
      </w:pPr>
      <w:r>
        <w:rPr>
          <w:rStyle w:val="styleC3"/>
        </w:rPr>
        <w:t>Phone</w:t>
      </w:r>
      <w:r>
        <w:rPr>
          <w:rStyle w:val="styleHint1txt"/>
        </w:rPr>
        <w:t xml:space="preserve"> (The online RIS only accepts valid phone numbers, e.g. +1 41 123 45 67 ) </w:t>
      </w:r>
    </w:p>
    <w:tbl>
      <w:tblPr>
        <w:tblStyle w:val="myFieldTableStyle2"/>
        <w:tblW w:w="0" w:type="auto"/>
        <w:tblInd w:w="1" w:type="dxa"/>
        <w:tblLook w:val="04A0" w:firstRow="1" w:lastRow="0" w:firstColumn="1" w:lastColumn="0" w:noHBand="0" w:noVBand="1"/>
      </w:tblPr>
      <w:tblGrid>
        <w:gridCol w:w="195"/>
        <w:gridCol w:w="8823"/>
      </w:tblGrid>
      <w:tr w:rsidR="00060E17" w14:paraId="7E6DCFA0"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DF77022" w14:textId="77777777" w:rsidR="00060E17" w:rsidRDefault="00060E17">
            <w:pPr>
              <w:spacing w:after="0" w:line="240" w:lineRule="auto"/>
              <w:ind w:left="216"/>
            </w:pPr>
          </w:p>
        </w:tc>
        <w:tc>
          <w:tcPr>
            <w:tcW w:w="9500" w:type="dxa"/>
          </w:tcPr>
          <w:p w14:paraId="58959B25" w14:textId="77777777" w:rsidR="00060E17" w:rsidRDefault="00D61344">
            <w:pPr>
              <w:spacing w:before="5" w:after="2" w:line="240" w:lineRule="auto"/>
              <w:ind w:left="72"/>
            </w:pPr>
            <w:r>
              <w:rPr>
                <w:rStyle w:val="styleDatatxt"/>
              </w:rPr>
              <w:t>+61 3 9637 9859</w:t>
            </w:r>
          </w:p>
        </w:tc>
      </w:tr>
    </w:tbl>
    <w:p w14:paraId="55C330A0" w14:textId="77777777" w:rsidR="00060E17" w:rsidRDefault="00D61344">
      <w:pPr>
        <w:pStyle w:val="pstyleLabels"/>
      </w:pPr>
      <w:r>
        <w:rPr>
          <w:rStyle w:val="styleC3"/>
        </w:rPr>
        <w:t>Fax</w:t>
      </w:r>
      <w:r>
        <w:rPr>
          <w:rStyle w:val="styleHint1txt"/>
        </w:rPr>
        <w:t xml:space="preserve"> (The online RIS only accepts valid phone numbers, e.g. +1 41 123 45 67 ) </w:t>
      </w:r>
    </w:p>
    <w:tbl>
      <w:tblPr>
        <w:tblStyle w:val="myFieldTableStyle2"/>
        <w:tblW w:w="0" w:type="auto"/>
        <w:tblInd w:w="1" w:type="dxa"/>
        <w:tblLook w:val="04A0" w:firstRow="1" w:lastRow="0" w:firstColumn="1" w:lastColumn="0" w:noHBand="0" w:noVBand="1"/>
      </w:tblPr>
      <w:tblGrid>
        <w:gridCol w:w="196"/>
        <w:gridCol w:w="8822"/>
      </w:tblGrid>
      <w:tr w:rsidR="00060E17" w14:paraId="4A06F10E"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C2D3B93" w14:textId="77777777" w:rsidR="00060E17" w:rsidRDefault="00060E17">
            <w:pPr>
              <w:spacing w:after="0" w:line="240" w:lineRule="auto"/>
              <w:ind w:left="216"/>
            </w:pPr>
          </w:p>
        </w:tc>
        <w:tc>
          <w:tcPr>
            <w:tcW w:w="9500" w:type="dxa"/>
          </w:tcPr>
          <w:p w14:paraId="2E533AE3" w14:textId="77777777" w:rsidR="00060E17" w:rsidRDefault="00060E17">
            <w:pPr>
              <w:spacing w:before="5" w:after="2" w:line="240" w:lineRule="auto"/>
              <w:ind w:left="72"/>
            </w:pPr>
          </w:p>
        </w:tc>
      </w:tr>
    </w:tbl>
    <w:p w14:paraId="075A70B8" w14:textId="77777777" w:rsidR="00060E17" w:rsidRDefault="00D61344">
      <w:pPr>
        <w:pStyle w:val="pstyleSubtitle"/>
      </w:pPr>
      <w:r>
        <w:rPr>
          <w:rStyle w:val="styleSubtitle"/>
        </w:rPr>
        <w:t>Compiler 2</w:t>
      </w:r>
    </w:p>
    <w:p w14:paraId="33A2F306" w14:textId="77777777" w:rsidR="00060E17" w:rsidRDefault="00D61344">
      <w:pPr>
        <w:pStyle w:val="pstyleLabels"/>
      </w:pPr>
      <w:r>
        <w:rPr>
          <w:rStyle w:val="styleC3"/>
        </w:rPr>
        <w:t>Name</w:t>
      </w:r>
    </w:p>
    <w:tbl>
      <w:tblPr>
        <w:tblStyle w:val="myFieldTableStyle2"/>
        <w:tblW w:w="0" w:type="auto"/>
        <w:tblInd w:w="1" w:type="dxa"/>
        <w:tblLook w:val="04A0" w:firstRow="1" w:lastRow="0" w:firstColumn="1" w:lastColumn="0" w:noHBand="0" w:noVBand="1"/>
      </w:tblPr>
      <w:tblGrid>
        <w:gridCol w:w="196"/>
        <w:gridCol w:w="8822"/>
      </w:tblGrid>
      <w:tr w:rsidR="00060E17" w14:paraId="75445247"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D51FF28" w14:textId="77777777" w:rsidR="00060E17" w:rsidRDefault="00060E17">
            <w:pPr>
              <w:spacing w:after="0" w:line="240" w:lineRule="auto"/>
              <w:ind w:left="216"/>
            </w:pPr>
          </w:p>
        </w:tc>
        <w:tc>
          <w:tcPr>
            <w:tcW w:w="9500" w:type="dxa"/>
          </w:tcPr>
          <w:p w14:paraId="1DB64A12" w14:textId="77777777" w:rsidR="00060E17" w:rsidRDefault="00060E17">
            <w:pPr>
              <w:spacing w:before="5" w:after="2" w:line="240" w:lineRule="auto"/>
              <w:ind w:left="72"/>
            </w:pPr>
          </w:p>
        </w:tc>
      </w:tr>
    </w:tbl>
    <w:p w14:paraId="59156168" w14:textId="77777777" w:rsidR="00060E17" w:rsidRDefault="00D61344">
      <w:pPr>
        <w:pStyle w:val="pstyleLabels"/>
      </w:pPr>
      <w:r>
        <w:rPr>
          <w:rStyle w:val="styleC3"/>
        </w:rPr>
        <w:t>Institution/agency</w:t>
      </w:r>
    </w:p>
    <w:tbl>
      <w:tblPr>
        <w:tblStyle w:val="myFieldTableStyle2"/>
        <w:tblW w:w="0" w:type="auto"/>
        <w:tblInd w:w="1" w:type="dxa"/>
        <w:tblLook w:val="04A0" w:firstRow="1" w:lastRow="0" w:firstColumn="1" w:lastColumn="0" w:noHBand="0" w:noVBand="1"/>
      </w:tblPr>
      <w:tblGrid>
        <w:gridCol w:w="196"/>
        <w:gridCol w:w="8822"/>
      </w:tblGrid>
      <w:tr w:rsidR="00060E17" w14:paraId="32E66168"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446B71D" w14:textId="77777777" w:rsidR="00060E17" w:rsidRDefault="00060E17">
            <w:pPr>
              <w:spacing w:after="0" w:line="240" w:lineRule="auto"/>
              <w:ind w:left="216"/>
            </w:pPr>
          </w:p>
        </w:tc>
        <w:tc>
          <w:tcPr>
            <w:tcW w:w="9500" w:type="dxa"/>
          </w:tcPr>
          <w:p w14:paraId="47EB8F54" w14:textId="77777777" w:rsidR="00060E17" w:rsidRDefault="00060E17">
            <w:pPr>
              <w:spacing w:before="5" w:after="2" w:line="240" w:lineRule="auto"/>
              <w:ind w:left="72"/>
            </w:pPr>
          </w:p>
        </w:tc>
      </w:tr>
    </w:tbl>
    <w:p w14:paraId="4B33AF18" w14:textId="77777777" w:rsidR="00060E17" w:rsidRDefault="00D61344">
      <w:pPr>
        <w:pStyle w:val="pstyleLabels"/>
      </w:pPr>
      <w:r>
        <w:rPr>
          <w:rStyle w:val="styleC3"/>
        </w:rPr>
        <w:t>Postal address</w:t>
      </w:r>
      <w:r>
        <w:rPr>
          <w:rStyle w:val="styleHint1txt"/>
        </w:rPr>
        <w:t xml:space="preserve"> (This field is limited to 254 characters) </w:t>
      </w:r>
    </w:p>
    <w:tbl>
      <w:tblPr>
        <w:tblStyle w:val="myFieldTableStyle"/>
        <w:tblW w:w="0" w:type="auto"/>
        <w:tblInd w:w="10" w:type="dxa"/>
        <w:tblLook w:val="04A0" w:firstRow="1" w:lastRow="0" w:firstColumn="1" w:lastColumn="0" w:noHBand="0" w:noVBand="1"/>
      </w:tblPr>
      <w:tblGrid>
        <w:gridCol w:w="197"/>
        <w:gridCol w:w="8813"/>
      </w:tblGrid>
      <w:tr w:rsidR="00060E17" w14:paraId="54EF2965"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8D0FD2B" w14:textId="77777777" w:rsidR="00060E17" w:rsidRDefault="00060E17"/>
        </w:tc>
        <w:tc>
          <w:tcPr>
            <w:tcW w:w="9500" w:type="dxa"/>
          </w:tcPr>
          <w:p w14:paraId="248D1F1C" w14:textId="77777777" w:rsidR="00060E17" w:rsidRDefault="00060E17">
            <w:pPr>
              <w:spacing w:before="30" w:after="25" w:line="240" w:lineRule="auto"/>
              <w:ind w:left="57"/>
            </w:pPr>
          </w:p>
        </w:tc>
      </w:tr>
    </w:tbl>
    <w:p w14:paraId="7613F8AE" w14:textId="77777777" w:rsidR="00060E17" w:rsidRDefault="00D61344">
      <w:pPr>
        <w:pStyle w:val="pstyleLabels"/>
      </w:pPr>
      <w:r>
        <w:rPr>
          <w:rStyle w:val="styleC3"/>
        </w:rPr>
        <w:t>E-mail</w:t>
      </w:r>
      <w:r>
        <w:rPr>
          <w:rStyle w:val="styleHint1txt"/>
        </w:rPr>
        <w:t xml:space="preserve"> (The online RIS only accepts valid e-mail addresses, e.g. example@mail.com ) </w:t>
      </w:r>
    </w:p>
    <w:tbl>
      <w:tblPr>
        <w:tblStyle w:val="myFieldTableStyle2"/>
        <w:tblW w:w="0" w:type="auto"/>
        <w:tblInd w:w="1" w:type="dxa"/>
        <w:tblLook w:val="04A0" w:firstRow="1" w:lastRow="0" w:firstColumn="1" w:lastColumn="0" w:noHBand="0" w:noVBand="1"/>
      </w:tblPr>
      <w:tblGrid>
        <w:gridCol w:w="196"/>
        <w:gridCol w:w="8822"/>
      </w:tblGrid>
      <w:tr w:rsidR="00060E17" w14:paraId="6AFA91DB"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7738281D" w14:textId="77777777" w:rsidR="00060E17" w:rsidRDefault="00060E17">
            <w:pPr>
              <w:spacing w:after="0" w:line="240" w:lineRule="auto"/>
              <w:ind w:left="216"/>
            </w:pPr>
          </w:p>
        </w:tc>
        <w:tc>
          <w:tcPr>
            <w:tcW w:w="9500" w:type="dxa"/>
          </w:tcPr>
          <w:p w14:paraId="4067D8F2" w14:textId="77777777" w:rsidR="00060E17" w:rsidRDefault="00060E17">
            <w:pPr>
              <w:spacing w:before="5" w:after="2" w:line="240" w:lineRule="auto"/>
              <w:ind w:left="72"/>
            </w:pPr>
          </w:p>
        </w:tc>
      </w:tr>
    </w:tbl>
    <w:p w14:paraId="29BA6583" w14:textId="77777777" w:rsidR="00060E17" w:rsidRDefault="00D61344">
      <w:pPr>
        <w:pStyle w:val="pstyleLabels"/>
      </w:pPr>
      <w:r>
        <w:rPr>
          <w:rStyle w:val="styleC3"/>
        </w:rPr>
        <w:t>Phone</w:t>
      </w:r>
      <w:r>
        <w:rPr>
          <w:rStyle w:val="styleHint1txt"/>
        </w:rPr>
        <w:t xml:space="preserve"> (The online RIS only accepts valid phone numbers, e.g. +1 41 123 45 67 ) </w:t>
      </w:r>
    </w:p>
    <w:tbl>
      <w:tblPr>
        <w:tblStyle w:val="myFieldTableStyle2"/>
        <w:tblW w:w="0" w:type="auto"/>
        <w:tblInd w:w="1" w:type="dxa"/>
        <w:tblLook w:val="04A0" w:firstRow="1" w:lastRow="0" w:firstColumn="1" w:lastColumn="0" w:noHBand="0" w:noVBand="1"/>
      </w:tblPr>
      <w:tblGrid>
        <w:gridCol w:w="196"/>
        <w:gridCol w:w="8822"/>
      </w:tblGrid>
      <w:tr w:rsidR="00060E17" w14:paraId="7DAA4D01"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ED51C3E" w14:textId="77777777" w:rsidR="00060E17" w:rsidRDefault="00060E17">
            <w:pPr>
              <w:spacing w:after="0" w:line="240" w:lineRule="auto"/>
              <w:ind w:left="216"/>
            </w:pPr>
          </w:p>
        </w:tc>
        <w:tc>
          <w:tcPr>
            <w:tcW w:w="9500" w:type="dxa"/>
          </w:tcPr>
          <w:p w14:paraId="00A96592" w14:textId="77777777" w:rsidR="00060E17" w:rsidRDefault="00060E17">
            <w:pPr>
              <w:spacing w:before="5" w:after="2" w:line="240" w:lineRule="auto"/>
              <w:ind w:left="72"/>
            </w:pPr>
          </w:p>
        </w:tc>
      </w:tr>
    </w:tbl>
    <w:p w14:paraId="09591DB2" w14:textId="77777777" w:rsidR="00060E17" w:rsidRDefault="00D61344">
      <w:pPr>
        <w:pStyle w:val="pstyleLabels"/>
      </w:pPr>
      <w:r>
        <w:rPr>
          <w:rStyle w:val="styleC3"/>
        </w:rPr>
        <w:t>Fax</w:t>
      </w:r>
      <w:r>
        <w:rPr>
          <w:rStyle w:val="styleHint1txt"/>
        </w:rPr>
        <w:t xml:space="preserve"> (The online RIS only accepts valid phone numbers, e.g. +1 41 123 45 67 ) </w:t>
      </w:r>
    </w:p>
    <w:tbl>
      <w:tblPr>
        <w:tblStyle w:val="myFieldTableStyle2"/>
        <w:tblW w:w="0" w:type="auto"/>
        <w:tblInd w:w="1" w:type="dxa"/>
        <w:tblLook w:val="04A0" w:firstRow="1" w:lastRow="0" w:firstColumn="1" w:lastColumn="0" w:noHBand="0" w:noVBand="1"/>
      </w:tblPr>
      <w:tblGrid>
        <w:gridCol w:w="196"/>
        <w:gridCol w:w="8822"/>
      </w:tblGrid>
      <w:tr w:rsidR="00060E17" w14:paraId="79FEFF86"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AD4FE1F" w14:textId="77777777" w:rsidR="00060E17" w:rsidRDefault="00060E17">
            <w:pPr>
              <w:spacing w:after="0" w:line="240" w:lineRule="auto"/>
              <w:ind w:left="216"/>
            </w:pPr>
          </w:p>
        </w:tc>
        <w:tc>
          <w:tcPr>
            <w:tcW w:w="9500" w:type="dxa"/>
          </w:tcPr>
          <w:p w14:paraId="1825B78B" w14:textId="77777777" w:rsidR="00060E17" w:rsidRDefault="00060E17">
            <w:pPr>
              <w:spacing w:before="5" w:after="2" w:line="240" w:lineRule="auto"/>
              <w:ind w:left="72"/>
            </w:pPr>
          </w:p>
        </w:tc>
      </w:tr>
    </w:tbl>
    <w:p w14:paraId="469DA214" w14:textId="77777777" w:rsidR="00060E17" w:rsidRDefault="00060E17"/>
    <w:p w14:paraId="285FB069" w14:textId="77777777" w:rsidR="00060E17" w:rsidRDefault="00D61344">
      <w:pPr>
        <w:pStyle w:val="pstyleSection"/>
      </w:pPr>
      <w:r>
        <w:rPr>
          <w:rStyle w:val="styleL2"/>
        </w:rPr>
        <w:t>2.1.2 Period of collection of data and information used to compile the RIS</w:t>
      </w:r>
    </w:p>
    <w:p w14:paraId="79FF6922" w14:textId="77777777" w:rsidR="00060E17" w:rsidRDefault="00D61344">
      <w:pPr>
        <w:pStyle w:val="pstyleLabels"/>
      </w:pPr>
      <w:r>
        <w:rPr>
          <w:rStyle w:val="styleC3"/>
        </w:rPr>
        <w:t>From year</w:t>
      </w:r>
      <w:r>
        <w:rPr>
          <w:rStyle w:val="styleHint1txt"/>
        </w:rPr>
        <w:t xml:space="preserve"> (The online RIS only accepts numeric values) </w:t>
      </w:r>
    </w:p>
    <w:tbl>
      <w:tblPr>
        <w:tblStyle w:val="myFieldTableStyle2"/>
        <w:tblW w:w="0" w:type="auto"/>
        <w:tblInd w:w="1" w:type="dxa"/>
        <w:tblLook w:val="04A0" w:firstRow="1" w:lastRow="0" w:firstColumn="1" w:lastColumn="0" w:noHBand="0" w:noVBand="1"/>
      </w:tblPr>
      <w:tblGrid>
        <w:gridCol w:w="195"/>
        <w:gridCol w:w="8823"/>
      </w:tblGrid>
      <w:tr w:rsidR="00060E17" w14:paraId="21C9FB54"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6713802" w14:textId="77777777" w:rsidR="00060E17" w:rsidRDefault="00060E17">
            <w:pPr>
              <w:spacing w:after="0" w:line="240" w:lineRule="auto"/>
              <w:ind w:left="216"/>
            </w:pPr>
          </w:p>
        </w:tc>
        <w:tc>
          <w:tcPr>
            <w:tcW w:w="9500" w:type="dxa"/>
          </w:tcPr>
          <w:p w14:paraId="507E8BE7" w14:textId="77777777" w:rsidR="00060E17" w:rsidRDefault="00D61344">
            <w:pPr>
              <w:spacing w:before="5" w:after="2" w:line="240" w:lineRule="auto"/>
              <w:ind w:left="72"/>
            </w:pPr>
            <w:r>
              <w:rPr>
                <w:rStyle w:val="styleDatatxt"/>
              </w:rPr>
              <w:t>1982</w:t>
            </w:r>
          </w:p>
        </w:tc>
      </w:tr>
    </w:tbl>
    <w:p w14:paraId="5CBB9A42" w14:textId="77777777" w:rsidR="00060E17" w:rsidRDefault="00D61344">
      <w:pPr>
        <w:pStyle w:val="pstyleLabels"/>
      </w:pPr>
      <w:r>
        <w:rPr>
          <w:rStyle w:val="styleC3"/>
        </w:rPr>
        <w:t>To year</w:t>
      </w:r>
      <w:r>
        <w:rPr>
          <w:rStyle w:val="styleHint1txt"/>
        </w:rPr>
        <w:t xml:space="preserve"> (The online RIS only accepts numeric values) </w:t>
      </w:r>
    </w:p>
    <w:tbl>
      <w:tblPr>
        <w:tblStyle w:val="myFieldTableStyle2"/>
        <w:tblW w:w="0" w:type="auto"/>
        <w:tblInd w:w="1" w:type="dxa"/>
        <w:tblLook w:val="04A0" w:firstRow="1" w:lastRow="0" w:firstColumn="1" w:lastColumn="0" w:noHBand="0" w:noVBand="1"/>
      </w:tblPr>
      <w:tblGrid>
        <w:gridCol w:w="195"/>
        <w:gridCol w:w="8823"/>
      </w:tblGrid>
      <w:tr w:rsidR="00060E17" w14:paraId="76122296"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419C087" w14:textId="77777777" w:rsidR="00060E17" w:rsidRDefault="00060E17">
            <w:pPr>
              <w:spacing w:after="0" w:line="240" w:lineRule="auto"/>
              <w:ind w:left="216"/>
            </w:pPr>
          </w:p>
        </w:tc>
        <w:tc>
          <w:tcPr>
            <w:tcW w:w="9500" w:type="dxa"/>
          </w:tcPr>
          <w:p w14:paraId="0AFBB9C3" w14:textId="77777777" w:rsidR="00060E17" w:rsidRDefault="00D61344">
            <w:pPr>
              <w:spacing w:before="5" w:after="2" w:line="240" w:lineRule="auto"/>
              <w:ind w:left="72"/>
            </w:pPr>
            <w:r>
              <w:rPr>
                <w:rStyle w:val="styleDatatxt"/>
              </w:rPr>
              <w:t>2015</w:t>
            </w:r>
          </w:p>
        </w:tc>
      </w:tr>
    </w:tbl>
    <w:p w14:paraId="30C5CFE6" w14:textId="77777777" w:rsidR="00060E17" w:rsidRDefault="00060E17"/>
    <w:p w14:paraId="2FC58AB0" w14:textId="77777777" w:rsidR="00060E17" w:rsidRDefault="00D61344">
      <w:pPr>
        <w:pStyle w:val="pstyleSection"/>
      </w:pPr>
      <w:r>
        <w:rPr>
          <w:rStyle w:val="styleL2"/>
        </w:rPr>
        <w:t>2.1.3 Name of the Ramsar Site</w:t>
      </w:r>
    </w:p>
    <w:p w14:paraId="48665D80" w14:textId="77777777" w:rsidR="00060E17" w:rsidRDefault="00D61344">
      <w:pPr>
        <w:pStyle w:val="pstyleLabels"/>
      </w:pPr>
      <w:r>
        <w:rPr>
          <w:rStyle w:val="styleC3"/>
        </w:rPr>
        <w:t>Official name (in English, French or Spanish)</w:t>
      </w:r>
      <w:r>
        <w:rPr>
          <w:vertAlign w:val="superscript"/>
        </w:rPr>
        <w:t>*</w:t>
      </w:r>
      <w:r>
        <w:rPr>
          <w:rStyle w:val="styleHint1txt"/>
        </w:rPr>
        <w:t xml:space="preserve"> (This field is mandatory) </w:t>
      </w:r>
    </w:p>
    <w:tbl>
      <w:tblPr>
        <w:tblStyle w:val="myFieldTableStyle2"/>
        <w:tblW w:w="0" w:type="auto"/>
        <w:tblInd w:w="1" w:type="dxa"/>
        <w:tblLook w:val="04A0" w:firstRow="1" w:lastRow="0" w:firstColumn="1" w:lastColumn="0" w:noHBand="0" w:noVBand="1"/>
      </w:tblPr>
      <w:tblGrid>
        <w:gridCol w:w="195"/>
        <w:gridCol w:w="8823"/>
      </w:tblGrid>
      <w:tr w:rsidR="00060E17" w14:paraId="7CC0B326"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A1DCFFE" w14:textId="77777777" w:rsidR="00060E17" w:rsidRDefault="00060E17">
            <w:pPr>
              <w:spacing w:after="0" w:line="240" w:lineRule="auto"/>
              <w:ind w:left="216"/>
            </w:pPr>
          </w:p>
        </w:tc>
        <w:tc>
          <w:tcPr>
            <w:tcW w:w="9500" w:type="dxa"/>
          </w:tcPr>
          <w:p w14:paraId="04C10A9C" w14:textId="77777777" w:rsidR="00060E17" w:rsidRDefault="00D61344">
            <w:pPr>
              <w:spacing w:before="5" w:after="2" w:line="240" w:lineRule="auto"/>
              <w:ind w:left="72"/>
            </w:pPr>
            <w:r>
              <w:rPr>
                <w:rStyle w:val="styleDatatxt"/>
              </w:rPr>
              <w:t>Corner Inlet</w:t>
            </w:r>
          </w:p>
        </w:tc>
      </w:tr>
    </w:tbl>
    <w:p w14:paraId="07A5A6A7" w14:textId="77777777" w:rsidR="00060E17" w:rsidRDefault="00D61344">
      <w:pPr>
        <w:pStyle w:val="pstyleLabels"/>
      </w:pPr>
      <w:r>
        <w:rPr>
          <w:rStyle w:val="styleC3"/>
        </w:rPr>
        <w:t>Unofficial name (optional)</w:t>
      </w:r>
    </w:p>
    <w:tbl>
      <w:tblPr>
        <w:tblStyle w:val="myFieldTableStyle2"/>
        <w:tblW w:w="0" w:type="auto"/>
        <w:tblInd w:w="1" w:type="dxa"/>
        <w:tblLook w:val="04A0" w:firstRow="1" w:lastRow="0" w:firstColumn="1" w:lastColumn="0" w:noHBand="0" w:noVBand="1"/>
      </w:tblPr>
      <w:tblGrid>
        <w:gridCol w:w="196"/>
        <w:gridCol w:w="8822"/>
      </w:tblGrid>
      <w:tr w:rsidR="00060E17" w14:paraId="3E1D7AE5"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78F7133B" w14:textId="77777777" w:rsidR="00060E17" w:rsidRDefault="00060E17">
            <w:pPr>
              <w:spacing w:after="0" w:line="240" w:lineRule="auto"/>
              <w:ind w:left="216"/>
            </w:pPr>
          </w:p>
        </w:tc>
        <w:tc>
          <w:tcPr>
            <w:tcW w:w="9500" w:type="dxa"/>
          </w:tcPr>
          <w:p w14:paraId="39A9B1F9" w14:textId="77777777" w:rsidR="00060E17" w:rsidRDefault="00060E17">
            <w:pPr>
              <w:spacing w:before="5" w:after="2" w:line="240" w:lineRule="auto"/>
              <w:ind w:left="72"/>
            </w:pPr>
          </w:p>
        </w:tc>
      </w:tr>
    </w:tbl>
    <w:p w14:paraId="0C006A14" w14:textId="77777777" w:rsidR="00060E17" w:rsidRDefault="00060E17"/>
    <w:p w14:paraId="06F22E4D" w14:textId="77777777" w:rsidR="00060E17" w:rsidRDefault="00D61344">
      <w:pPr>
        <w:pStyle w:val="pstyleSection"/>
      </w:pPr>
      <w:r>
        <w:rPr>
          <w:rStyle w:val="styleL2"/>
        </w:rPr>
        <w:lastRenderedPageBreak/>
        <w:t>2.1.4 Changes to the boundaries and area of the Site since its designation or earlier update</w:t>
      </w:r>
    </w:p>
    <w:p w14:paraId="13E6F9D2" w14:textId="77777777" w:rsidR="00060E17" w:rsidRDefault="00D61344">
      <w:pPr>
        <w:spacing w:before="80" w:after="20" w:line="244" w:lineRule="auto"/>
        <w:ind w:left="216"/>
      </w:pPr>
      <w:r>
        <w:rPr>
          <w:rStyle w:val="styleC3update"/>
        </w:rPr>
        <w:t>A. Changes to Site boundary</w:t>
      </w:r>
      <w:r>
        <w:rPr>
          <w:rStyle w:val="styleBracket"/>
        </w:rPr>
        <w:t xml:space="preserve"> (Update) </w:t>
      </w:r>
    </w:p>
    <w:p w14:paraId="1F0AA975" w14:textId="77777777" w:rsidR="00060E17" w:rsidRDefault="00D61344">
      <w:pPr>
        <w:pStyle w:val="pStyle"/>
      </w:pPr>
      <w:r>
        <w:rPr>
          <w:rStyle w:val="styleRad"/>
        </w:rPr>
        <w:t xml:space="preserve"> [x] </w:t>
      </w:r>
      <w:r>
        <w:rPr>
          <w:rStyle w:val="styleC3update"/>
        </w:rPr>
        <w:t xml:space="preserve">Yes / </w:t>
      </w:r>
      <w:r>
        <w:rPr>
          <w:rStyle w:val="styleRad"/>
        </w:rPr>
        <w:t xml:space="preserve"> [  ] </w:t>
      </w:r>
      <w:r>
        <w:rPr>
          <w:rStyle w:val="styleC3update"/>
        </w:rPr>
        <w:t xml:space="preserve">No </w:t>
      </w:r>
    </w:p>
    <w:p w14:paraId="7713C1DF" w14:textId="77777777" w:rsidR="00060E17" w:rsidRDefault="00D61344">
      <w:pPr>
        <w:spacing w:after="0" w:line="240" w:lineRule="auto"/>
      </w:pPr>
      <w:r>
        <w:rPr>
          <w:rStyle w:val="almostEmpty"/>
        </w:rPr>
        <w:t>.</w:t>
      </w:r>
    </w:p>
    <w:p w14:paraId="4C017615" w14:textId="77777777" w:rsidR="00060E17" w:rsidRDefault="00D61344">
      <w:pPr>
        <w:spacing w:after="0" w:line="240" w:lineRule="auto"/>
        <w:ind w:left="216"/>
      </w:pPr>
      <w:r>
        <w:rPr>
          <w:rStyle w:val="styleC3update"/>
        </w:rPr>
        <w:tab/>
      </w:r>
      <w:r>
        <w:rPr>
          <w:rStyle w:val="styleRad"/>
        </w:rPr>
        <w:t xml:space="preserve"> [x] </w:t>
      </w:r>
      <w:r>
        <w:rPr>
          <w:rStyle w:val="styleC3update"/>
        </w:rPr>
        <w:t xml:space="preserve"> The boundary has been delineated more accurately</w:t>
      </w:r>
    </w:p>
    <w:p w14:paraId="6F1BD706" w14:textId="77777777" w:rsidR="00060E17" w:rsidRDefault="00D61344">
      <w:pPr>
        <w:spacing w:after="0" w:line="240" w:lineRule="auto"/>
        <w:ind w:left="216"/>
      </w:pPr>
      <w:r>
        <w:rPr>
          <w:rStyle w:val="styleC3update"/>
        </w:rPr>
        <w:tab/>
      </w:r>
      <w:r>
        <w:rPr>
          <w:rStyle w:val="styleRad"/>
        </w:rPr>
        <w:t xml:space="preserve"> [  ] </w:t>
      </w:r>
      <w:r>
        <w:rPr>
          <w:rStyle w:val="styleC3update"/>
        </w:rPr>
        <w:t xml:space="preserve"> The boundary has been extended</w:t>
      </w:r>
    </w:p>
    <w:p w14:paraId="1A14E164" w14:textId="77777777" w:rsidR="00060E17" w:rsidRDefault="00D61344">
      <w:pPr>
        <w:spacing w:after="0" w:line="240" w:lineRule="auto"/>
        <w:ind w:left="216"/>
      </w:pPr>
      <w:r>
        <w:rPr>
          <w:rStyle w:val="styleC3update"/>
        </w:rPr>
        <w:tab/>
      </w:r>
      <w:r>
        <w:rPr>
          <w:rStyle w:val="styleRad"/>
        </w:rPr>
        <w:t xml:space="preserve"> [  ] </w:t>
      </w:r>
      <w:r>
        <w:rPr>
          <w:rStyle w:val="styleC3update"/>
        </w:rPr>
        <w:t xml:space="preserve"> The boundary has been restricted</w:t>
      </w:r>
    </w:p>
    <w:p w14:paraId="2E17757F" w14:textId="77777777" w:rsidR="00060E17" w:rsidRDefault="00D61344">
      <w:pPr>
        <w:spacing w:before="80" w:after="20" w:line="244" w:lineRule="auto"/>
        <w:ind w:left="216"/>
      </w:pPr>
      <w:r>
        <w:rPr>
          <w:rStyle w:val="styleC3update"/>
        </w:rPr>
        <w:t>B. Changes to Site area</w:t>
      </w:r>
      <w:r>
        <w:rPr>
          <w:rStyle w:val="styleBracket"/>
        </w:rPr>
        <w:t xml:space="preserve"> (Update) </w:t>
      </w:r>
    </w:p>
    <w:tbl>
      <w:tblPr>
        <w:tblStyle w:val="myFieldTableStyle2"/>
        <w:tblW w:w="0" w:type="auto"/>
        <w:tblInd w:w="1" w:type="dxa"/>
        <w:tblLook w:val="04A0" w:firstRow="1" w:lastRow="0" w:firstColumn="1" w:lastColumn="0" w:noHBand="0" w:noVBand="1"/>
      </w:tblPr>
      <w:tblGrid>
        <w:gridCol w:w="210"/>
        <w:gridCol w:w="5000"/>
      </w:tblGrid>
      <w:tr w:rsidR="00060E17" w14:paraId="5E01A325"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5035D81" w14:textId="77777777" w:rsidR="00060E17" w:rsidRDefault="00060E17">
            <w:pPr>
              <w:spacing w:after="0" w:line="240" w:lineRule="auto"/>
              <w:ind w:left="216"/>
            </w:pPr>
          </w:p>
        </w:tc>
        <w:tc>
          <w:tcPr>
            <w:tcW w:w="5000" w:type="dxa"/>
          </w:tcPr>
          <w:p w14:paraId="7D270BEE" w14:textId="77777777" w:rsidR="00060E17" w:rsidRDefault="00D61344">
            <w:pPr>
              <w:spacing w:before="5" w:after="2" w:line="240" w:lineRule="auto"/>
              <w:ind w:left="72"/>
            </w:pPr>
            <w:r>
              <w:rPr>
                <w:rStyle w:val="styleDatatxt"/>
              </w:rPr>
              <w:t>the area has decreased</w:t>
            </w:r>
            <w:r>
              <w:rPr>
                <w:rStyle w:val="FootnoteReference"/>
              </w:rPr>
              <w:footnoteReference w:id="1"/>
            </w:r>
          </w:p>
        </w:tc>
      </w:tr>
    </w:tbl>
    <w:p w14:paraId="7FDC9BAD" w14:textId="77777777" w:rsidR="00060E17" w:rsidRDefault="00D61344">
      <w:pPr>
        <w:spacing w:after="0" w:line="240" w:lineRule="auto"/>
        <w:ind w:left="216"/>
      </w:pPr>
      <w:r>
        <w:rPr>
          <w:rStyle w:val="styleC3update"/>
        </w:rPr>
        <w:tab/>
      </w:r>
      <w:r>
        <w:rPr>
          <w:rStyle w:val="styleRad"/>
        </w:rPr>
        <w:t xml:space="preserve"> [  ] </w:t>
      </w:r>
      <w:r>
        <w:rPr>
          <w:rStyle w:val="styleC3update"/>
        </w:rPr>
        <w:t xml:space="preserve"> The Site area has been calculated more accurately</w:t>
      </w:r>
    </w:p>
    <w:p w14:paraId="4D4D48DD" w14:textId="77777777" w:rsidR="00060E17" w:rsidRDefault="00D61344">
      <w:pPr>
        <w:spacing w:after="0" w:line="240" w:lineRule="auto"/>
        <w:ind w:left="216"/>
      </w:pPr>
      <w:r>
        <w:rPr>
          <w:rStyle w:val="styleC3update"/>
        </w:rPr>
        <w:tab/>
      </w:r>
      <w:r>
        <w:rPr>
          <w:rStyle w:val="styleRad"/>
        </w:rPr>
        <w:t xml:space="preserve"> [x] </w:t>
      </w:r>
      <w:r>
        <w:rPr>
          <w:rStyle w:val="styleC3update"/>
        </w:rPr>
        <w:t xml:space="preserve"> The Site has been delineated more accurately</w:t>
      </w:r>
    </w:p>
    <w:p w14:paraId="28F11A6E" w14:textId="77777777" w:rsidR="00060E17" w:rsidRDefault="00D61344">
      <w:pPr>
        <w:spacing w:after="0" w:line="240" w:lineRule="auto"/>
        <w:ind w:left="216"/>
      </w:pPr>
      <w:r>
        <w:rPr>
          <w:rStyle w:val="styleC3update"/>
        </w:rPr>
        <w:tab/>
      </w:r>
      <w:r>
        <w:rPr>
          <w:rStyle w:val="styleRad"/>
        </w:rPr>
        <w:t xml:space="preserve"> [  ] </w:t>
      </w:r>
      <w:r>
        <w:rPr>
          <w:rStyle w:val="styleC3update"/>
        </w:rPr>
        <w:t xml:space="preserve"> The Site area has increased because of a boundary extension</w:t>
      </w:r>
    </w:p>
    <w:p w14:paraId="448FC720" w14:textId="77777777" w:rsidR="00060E17" w:rsidRDefault="00D61344">
      <w:pPr>
        <w:spacing w:after="0" w:line="240" w:lineRule="auto"/>
        <w:ind w:left="216"/>
      </w:pPr>
      <w:r>
        <w:rPr>
          <w:rStyle w:val="styleC3update"/>
        </w:rPr>
        <w:tab/>
      </w:r>
      <w:r>
        <w:rPr>
          <w:rStyle w:val="styleRad"/>
        </w:rPr>
        <w:t xml:space="preserve"> [  ] </w:t>
      </w:r>
      <w:r>
        <w:rPr>
          <w:rStyle w:val="styleC3update"/>
        </w:rPr>
        <w:t xml:space="preserve"> The Site area has decreased because of a boundary restriction</w:t>
      </w:r>
    </w:p>
    <w:p w14:paraId="5AD6F64F" w14:textId="77777777" w:rsidR="00060E17" w:rsidRDefault="00D61344">
      <w:pPr>
        <w:pStyle w:val="pstyleComments"/>
      </w:pPr>
      <w:r>
        <w:rPr>
          <w:rStyle w:val="styleC3comment"/>
        </w:rPr>
        <w:t>Important note: If the boundary of the designated site is being restricted/reduced, before submitting this updated RIS to the Secretariat the Contracting Party should have followed: - the requirements in Article 2.5 of the Convention; or - the procedures established by the Conference of the Parties in the annex to Resolution VIII.20 (2002); or  - where appropriate instead, the procedures in the annex to Resolution IX.6 (2005).  Contracting Parties should also have provided to the Secretariat a report on changes prior to the submission of an updated RIS.</w:t>
      </w:r>
    </w:p>
    <w:p w14:paraId="03B40CD2" w14:textId="77777777" w:rsidR="00060E17" w:rsidRDefault="00060E17"/>
    <w:p w14:paraId="2D5C78C8" w14:textId="77777777" w:rsidR="00060E17" w:rsidRDefault="00D61344">
      <w:pPr>
        <w:pStyle w:val="pstyleSection"/>
      </w:pPr>
      <w:r>
        <w:rPr>
          <w:rStyle w:val="styleL2"/>
        </w:rPr>
        <w:t>2.1.5 Changes to the ecological character of the Site</w:t>
      </w:r>
    </w:p>
    <w:p w14:paraId="4F9255BD" w14:textId="77777777" w:rsidR="00060E17" w:rsidRDefault="00D61344">
      <w:pPr>
        <w:spacing w:before="80" w:after="20" w:line="244" w:lineRule="auto"/>
        <w:ind w:left="216"/>
      </w:pPr>
      <w:r>
        <w:rPr>
          <w:rStyle w:val="styleC3update"/>
        </w:rPr>
        <w:t>6b i. Has the ecological character of the Ramsar Site (including applicable Criteria) changed since the previous RIS?</w:t>
      </w:r>
      <w:r>
        <w:rPr>
          <w:rStyle w:val="styleBracket"/>
        </w:rPr>
        <w:t xml:space="preserve"> (Update) </w:t>
      </w:r>
    </w:p>
    <w:tbl>
      <w:tblPr>
        <w:tblStyle w:val="myFieldTableStyle2"/>
        <w:tblW w:w="0" w:type="auto"/>
        <w:tblInd w:w="1" w:type="dxa"/>
        <w:tblLook w:val="04A0" w:firstRow="1" w:lastRow="0" w:firstColumn="1" w:lastColumn="0" w:noHBand="0" w:noVBand="1"/>
      </w:tblPr>
      <w:tblGrid>
        <w:gridCol w:w="210"/>
        <w:gridCol w:w="5000"/>
      </w:tblGrid>
      <w:tr w:rsidR="00060E17" w14:paraId="7056BFE9"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BF01FA2" w14:textId="77777777" w:rsidR="00060E17" w:rsidRDefault="00060E17">
            <w:pPr>
              <w:spacing w:after="0" w:line="240" w:lineRule="auto"/>
              <w:ind w:left="216"/>
            </w:pPr>
          </w:p>
        </w:tc>
        <w:tc>
          <w:tcPr>
            <w:tcW w:w="5000" w:type="dxa"/>
          </w:tcPr>
          <w:p w14:paraId="05FA59E1" w14:textId="77777777" w:rsidR="00060E17" w:rsidRDefault="00D61344">
            <w:pPr>
              <w:spacing w:before="5" w:after="2" w:line="240" w:lineRule="auto"/>
              <w:ind w:left="72"/>
            </w:pPr>
            <w:r>
              <w:rPr>
                <w:rStyle w:val="styleDatatxt"/>
              </w:rPr>
              <w:t>No</w:t>
            </w:r>
            <w:r>
              <w:rPr>
                <w:rStyle w:val="FootnoteReference"/>
              </w:rPr>
              <w:footnoteReference w:id="2"/>
            </w:r>
          </w:p>
        </w:tc>
      </w:tr>
    </w:tbl>
    <w:p w14:paraId="4B0D502B" w14:textId="77777777" w:rsidR="00060E17" w:rsidRDefault="00D61344">
      <w:pPr>
        <w:spacing w:before="80" w:after="20" w:line="244" w:lineRule="auto"/>
        <w:ind w:left="216"/>
      </w:pPr>
      <w:r>
        <w:rPr>
          <w:rStyle w:val="styleC3update"/>
        </w:rPr>
        <w:t>Are the changes</w:t>
      </w:r>
      <w:r>
        <w:rPr>
          <w:rStyle w:val="styleBracket"/>
        </w:rPr>
        <w:t xml:space="preserve"> (Update) </w:t>
      </w:r>
    </w:p>
    <w:p w14:paraId="58C96BA5" w14:textId="77777777" w:rsidR="00060E17" w:rsidRDefault="00D61344">
      <w:pPr>
        <w:pStyle w:val="pStyle"/>
      </w:pPr>
      <w:r>
        <w:rPr>
          <w:rStyle w:val="styleRad"/>
        </w:rPr>
        <w:t xml:space="preserve"> [  ] </w:t>
      </w:r>
      <w:r>
        <w:rPr>
          <w:rStyle w:val="styleC3update"/>
        </w:rPr>
        <w:t xml:space="preserve">Positive / </w:t>
      </w:r>
      <w:r>
        <w:rPr>
          <w:rStyle w:val="styleRad"/>
        </w:rPr>
        <w:t xml:space="preserve"> [  ] </w:t>
      </w:r>
      <w:r>
        <w:rPr>
          <w:rStyle w:val="styleC3update"/>
        </w:rPr>
        <w:t xml:space="preserve">Negative  / </w:t>
      </w:r>
      <w:r>
        <w:rPr>
          <w:rStyle w:val="styleRad"/>
        </w:rPr>
        <w:t xml:space="preserve"> [x] </w:t>
      </w:r>
      <w:r>
        <w:rPr>
          <w:rStyle w:val="styleC3update"/>
        </w:rPr>
        <w:t xml:space="preserve">Positive &amp; Negative </w:t>
      </w:r>
    </w:p>
    <w:p w14:paraId="4233739B" w14:textId="77777777" w:rsidR="00060E17" w:rsidRDefault="00D61344">
      <w:pPr>
        <w:spacing w:after="0" w:line="240" w:lineRule="auto"/>
      </w:pPr>
      <w:r>
        <w:rPr>
          <w:rStyle w:val="almostEmpty"/>
        </w:rPr>
        <w:t>.</w:t>
      </w:r>
    </w:p>
    <w:p w14:paraId="4AE6D2E8" w14:textId="77777777" w:rsidR="00060E17" w:rsidRDefault="00D61344">
      <w:pPr>
        <w:spacing w:after="0" w:line="240" w:lineRule="auto"/>
      </w:pPr>
      <w:r>
        <w:rPr>
          <w:rStyle w:val="almostEmpty"/>
        </w:rPr>
        <w:t>.</w:t>
      </w:r>
    </w:p>
    <w:p w14:paraId="1435E0B5" w14:textId="77777777" w:rsidR="00060E17" w:rsidRDefault="00D61344">
      <w:pPr>
        <w:pStyle w:val="pstyleComments"/>
      </w:pPr>
      <w:r>
        <w:rPr>
          <w:rStyle w:val="styleC3comment"/>
        </w:rPr>
        <w:t>What extent of the Ramsar site is affected (%)</w:t>
      </w:r>
    </w:p>
    <w:p w14:paraId="71FA2BBC" w14:textId="77777777" w:rsidR="00060E17" w:rsidRDefault="00D61344">
      <w:pPr>
        <w:spacing w:before="80" w:after="20" w:line="244" w:lineRule="auto"/>
        <w:ind w:left="216"/>
      </w:pPr>
      <w:r>
        <w:rPr>
          <w:rStyle w:val="styleC3update"/>
        </w:rPr>
        <w:t>Positive %</w:t>
      </w:r>
      <w:r>
        <w:rPr>
          <w:rStyle w:val="styleBracket"/>
        </w:rPr>
        <w:t xml:space="preserve"> (Update) </w:t>
      </w:r>
    </w:p>
    <w:tbl>
      <w:tblPr>
        <w:tblStyle w:val="myFieldTableStyle2"/>
        <w:tblW w:w="0" w:type="auto"/>
        <w:tblInd w:w="1" w:type="dxa"/>
        <w:tblLook w:val="04A0" w:firstRow="1" w:lastRow="0" w:firstColumn="1" w:lastColumn="0" w:noHBand="0" w:noVBand="1"/>
      </w:tblPr>
      <w:tblGrid>
        <w:gridCol w:w="196"/>
        <w:gridCol w:w="8822"/>
      </w:tblGrid>
      <w:tr w:rsidR="00060E17" w14:paraId="3BEDBF38"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56CBD0A" w14:textId="77777777" w:rsidR="00060E17" w:rsidRDefault="00060E17">
            <w:pPr>
              <w:spacing w:after="0" w:line="240" w:lineRule="auto"/>
              <w:ind w:left="216"/>
            </w:pPr>
          </w:p>
        </w:tc>
        <w:tc>
          <w:tcPr>
            <w:tcW w:w="9500" w:type="dxa"/>
          </w:tcPr>
          <w:p w14:paraId="579CF848" w14:textId="77777777" w:rsidR="00060E17" w:rsidRDefault="00060E17">
            <w:pPr>
              <w:spacing w:before="5" w:after="2" w:line="240" w:lineRule="auto"/>
              <w:ind w:left="72"/>
            </w:pPr>
          </w:p>
        </w:tc>
      </w:tr>
    </w:tbl>
    <w:p w14:paraId="2ACD91C0" w14:textId="77777777" w:rsidR="00060E17" w:rsidRDefault="00D61344">
      <w:pPr>
        <w:spacing w:before="80" w:after="20" w:line="244" w:lineRule="auto"/>
        <w:ind w:left="216"/>
      </w:pPr>
      <w:r>
        <w:rPr>
          <w:rStyle w:val="styleC3update"/>
        </w:rPr>
        <w:t>Negative %</w:t>
      </w:r>
      <w:r>
        <w:rPr>
          <w:rStyle w:val="styleBracket"/>
        </w:rPr>
        <w:t xml:space="preserve"> (Update) </w:t>
      </w:r>
    </w:p>
    <w:tbl>
      <w:tblPr>
        <w:tblStyle w:val="myFieldTableStyle2"/>
        <w:tblW w:w="0" w:type="auto"/>
        <w:tblInd w:w="1" w:type="dxa"/>
        <w:tblLook w:val="04A0" w:firstRow="1" w:lastRow="0" w:firstColumn="1" w:lastColumn="0" w:noHBand="0" w:noVBand="1"/>
      </w:tblPr>
      <w:tblGrid>
        <w:gridCol w:w="196"/>
        <w:gridCol w:w="8822"/>
      </w:tblGrid>
      <w:tr w:rsidR="00060E17" w14:paraId="38728FC0"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B5D3464" w14:textId="77777777" w:rsidR="00060E17" w:rsidRDefault="00060E17">
            <w:pPr>
              <w:spacing w:after="0" w:line="240" w:lineRule="auto"/>
              <w:ind w:left="216"/>
            </w:pPr>
          </w:p>
        </w:tc>
        <w:tc>
          <w:tcPr>
            <w:tcW w:w="9500" w:type="dxa"/>
          </w:tcPr>
          <w:p w14:paraId="31AF984D" w14:textId="77777777" w:rsidR="00060E17" w:rsidRDefault="00060E17">
            <w:pPr>
              <w:spacing w:before="5" w:after="2" w:line="240" w:lineRule="auto"/>
              <w:ind w:left="72"/>
            </w:pPr>
          </w:p>
        </w:tc>
      </w:tr>
    </w:tbl>
    <w:p w14:paraId="1E01810F" w14:textId="77777777" w:rsidR="00060E17" w:rsidRDefault="00D61344">
      <w:pPr>
        <w:spacing w:before="80" w:after="20" w:line="244" w:lineRule="auto"/>
        <w:ind w:left="216"/>
      </w:pPr>
      <w:r>
        <w:rPr>
          <w:rStyle w:val="styleC3update"/>
        </w:rPr>
        <w:t>Optional text box to provide further information</w:t>
      </w:r>
      <w:r>
        <w:rPr>
          <w:rStyle w:val="styleBracket"/>
        </w:rPr>
        <w:t xml:space="preserve"> (Update) </w:t>
      </w:r>
    </w:p>
    <w:tbl>
      <w:tblPr>
        <w:tblStyle w:val="myFieldTableStyle"/>
        <w:tblW w:w="0" w:type="auto"/>
        <w:tblInd w:w="10" w:type="dxa"/>
        <w:tblLook w:val="04A0" w:firstRow="1" w:lastRow="0" w:firstColumn="1" w:lastColumn="0" w:noHBand="0" w:noVBand="1"/>
      </w:tblPr>
      <w:tblGrid>
        <w:gridCol w:w="195"/>
        <w:gridCol w:w="8815"/>
      </w:tblGrid>
      <w:tr w:rsidR="00060E17" w14:paraId="4F266455"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AC0DACA" w14:textId="77777777" w:rsidR="00060E17" w:rsidRDefault="00060E17"/>
        </w:tc>
        <w:tc>
          <w:tcPr>
            <w:tcW w:w="9500" w:type="dxa"/>
          </w:tcPr>
          <w:p w14:paraId="13965605" w14:textId="77777777" w:rsidR="00060E17" w:rsidRDefault="00060E17">
            <w:pPr>
              <w:pStyle w:val="pStyle"/>
              <w:rPr>
                <w:rStyle w:val="almostEmpty"/>
              </w:rPr>
            </w:pPr>
          </w:p>
          <w:p w14:paraId="096EC11B" w14:textId="77777777" w:rsidR="00060E17" w:rsidRDefault="00D61344">
            <w:pPr>
              <w:spacing w:after="0" w:line="240" w:lineRule="auto"/>
              <w:ind w:left="57"/>
            </w:pPr>
            <w:r>
              <w:rPr>
                <w:rStyle w:val="styleDatatxt"/>
              </w:rPr>
              <w:t xml:space="preserve">The site was listed as meeting criteria 1, 3, 5, and 6 in the RIS published in 1999. Subsequently In 2011 an ecological character description was compiled for the site. This process included a reconsideration of the criteria with specific reference to more up to date requirements outlined in Ramsar Handbook 14 and more up to date data. It was determined that at the time of listing, the Corner Inlet Ramsar Site would have also met criteria 2, 4 and 8, but did not meet criteria 3. </w:t>
            </w:r>
          </w:p>
          <w:p w14:paraId="78F2E0A1" w14:textId="77777777" w:rsidR="00060E17" w:rsidRDefault="00060E17">
            <w:pPr>
              <w:pStyle w:val="pStyle"/>
              <w:rPr>
                <w:rStyle w:val="almostEmpty"/>
              </w:rPr>
            </w:pPr>
          </w:p>
          <w:p w14:paraId="18A066B1" w14:textId="77777777" w:rsidR="00060E17" w:rsidRDefault="00D61344">
            <w:pPr>
              <w:spacing w:after="0" w:line="240" w:lineRule="auto"/>
              <w:ind w:left="57"/>
            </w:pPr>
            <w:r>
              <w:rPr>
                <w:rStyle w:val="styleDatatxt"/>
              </w:rPr>
              <w:t xml:space="preserve"> </w:t>
            </w:r>
          </w:p>
          <w:p w14:paraId="5C9064D9" w14:textId="77777777" w:rsidR="00060E17" w:rsidRDefault="00060E17">
            <w:pPr>
              <w:pStyle w:val="pStyle"/>
              <w:rPr>
                <w:rStyle w:val="almostEmpty"/>
              </w:rPr>
            </w:pPr>
          </w:p>
          <w:p w14:paraId="2A79BCCA" w14:textId="77777777" w:rsidR="00060E17" w:rsidRDefault="00D61344">
            <w:pPr>
              <w:spacing w:after="0" w:line="240" w:lineRule="auto"/>
              <w:ind w:left="57"/>
            </w:pPr>
            <w:r>
              <w:rPr>
                <w:rStyle w:val="styleDatatxt"/>
              </w:rPr>
              <w:t xml:space="preserve">Further justification for changes and revision for criteria listed is provided as an attachment to section 6.1.2.   </w:t>
            </w:r>
          </w:p>
          <w:p w14:paraId="1B4C50B3" w14:textId="77777777" w:rsidR="00060E17" w:rsidRDefault="00060E17">
            <w:pPr>
              <w:pStyle w:val="pStyle"/>
              <w:rPr>
                <w:rStyle w:val="almostEmpty"/>
              </w:rPr>
            </w:pPr>
          </w:p>
          <w:p w14:paraId="59C0A929" w14:textId="77777777" w:rsidR="00060E17" w:rsidRDefault="00060E17">
            <w:pPr>
              <w:spacing w:after="0" w:line="240" w:lineRule="auto"/>
              <w:ind w:left="57"/>
            </w:pPr>
          </w:p>
        </w:tc>
      </w:tr>
    </w:tbl>
    <w:p w14:paraId="0EE3F3F0" w14:textId="77777777" w:rsidR="00060E17" w:rsidRDefault="00D61344">
      <w:pPr>
        <w:spacing w:after="0" w:line="240" w:lineRule="auto"/>
        <w:ind w:left="216"/>
      </w:pPr>
      <w:r>
        <w:rPr>
          <w:rStyle w:val="styleC3update"/>
        </w:rPr>
        <w:tab/>
      </w:r>
      <w:r>
        <w:rPr>
          <w:rStyle w:val="styleRad"/>
        </w:rPr>
        <w:t xml:space="preserve"> [  ] </w:t>
      </w:r>
      <w:r>
        <w:rPr>
          <w:rStyle w:val="styleC3update"/>
        </w:rPr>
        <w:t xml:space="preserve"> No information available</w:t>
      </w:r>
    </w:p>
    <w:p w14:paraId="5A11F69B" w14:textId="77777777" w:rsidR="00060E17" w:rsidRDefault="00D61344">
      <w:pPr>
        <w:pStyle w:val="pstyleComments"/>
      </w:pPr>
      <w:r>
        <w:rPr>
          <w:rStyle w:val="styleC3comment"/>
        </w:rPr>
        <w:t>Are changes the result of (tick each category which applies):</w:t>
      </w:r>
    </w:p>
    <w:p w14:paraId="7E2E8FE4" w14:textId="77777777" w:rsidR="00060E17" w:rsidRDefault="00D61344">
      <w:pPr>
        <w:spacing w:after="0" w:line="240" w:lineRule="auto"/>
        <w:ind w:left="216"/>
      </w:pPr>
      <w:r>
        <w:rPr>
          <w:rStyle w:val="styleC3update"/>
        </w:rPr>
        <w:tab/>
      </w:r>
      <w:r>
        <w:rPr>
          <w:rStyle w:val="styleRad"/>
        </w:rPr>
        <w:t xml:space="preserve"> [  ] </w:t>
      </w:r>
      <w:r>
        <w:rPr>
          <w:rStyle w:val="styleC3update"/>
        </w:rPr>
        <w:t xml:space="preserve"> Changes resulting from causes operating within the existing boundaries?</w:t>
      </w:r>
    </w:p>
    <w:p w14:paraId="5B531A22" w14:textId="77777777" w:rsidR="00060E17" w:rsidRDefault="00D61344">
      <w:pPr>
        <w:spacing w:after="0" w:line="240" w:lineRule="auto"/>
        <w:ind w:left="216"/>
      </w:pPr>
      <w:r>
        <w:rPr>
          <w:rStyle w:val="styleC3update"/>
        </w:rPr>
        <w:tab/>
      </w:r>
      <w:r>
        <w:rPr>
          <w:rStyle w:val="styleRad"/>
        </w:rPr>
        <w:t xml:space="preserve"> [  ] </w:t>
      </w:r>
      <w:r>
        <w:rPr>
          <w:rStyle w:val="styleC3update"/>
        </w:rPr>
        <w:t xml:space="preserve"> Changes resulting from causes operating beyond the site’s boundaries?</w:t>
      </w:r>
    </w:p>
    <w:p w14:paraId="1E1E7161" w14:textId="77777777" w:rsidR="00060E17" w:rsidRDefault="00D61344">
      <w:pPr>
        <w:spacing w:after="0" w:line="240" w:lineRule="auto"/>
        <w:ind w:left="216"/>
      </w:pPr>
      <w:r>
        <w:rPr>
          <w:rStyle w:val="styleC3update"/>
        </w:rPr>
        <w:tab/>
      </w:r>
      <w:r>
        <w:rPr>
          <w:rStyle w:val="styleRad"/>
        </w:rPr>
        <w:t xml:space="preserve"> [  ] </w:t>
      </w:r>
      <w:r>
        <w:rPr>
          <w:rStyle w:val="styleC3update"/>
        </w:rPr>
        <w:t xml:space="preserve"> Changes consequent upon site boundary reduction alone (e.g., the exclusion of some wetland types formerly included within the site)?</w:t>
      </w:r>
    </w:p>
    <w:p w14:paraId="10F066B7" w14:textId="77777777" w:rsidR="00060E17" w:rsidRDefault="00D61344">
      <w:pPr>
        <w:spacing w:after="0" w:line="240" w:lineRule="auto"/>
        <w:ind w:left="216"/>
      </w:pPr>
      <w:r>
        <w:rPr>
          <w:rStyle w:val="styleC3update"/>
        </w:rPr>
        <w:tab/>
      </w:r>
      <w:r>
        <w:rPr>
          <w:rStyle w:val="styleRad"/>
        </w:rPr>
        <w:t xml:space="preserve"> [  ] </w:t>
      </w:r>
      <w:r>
        <w:rPr>
          <w:rStyle w:val="styleC3update"/>
        </w:rPr>
        <w:t xml:space="preserve"> Changes consequent upon site boundary increase alone (e.g., the inclusion of different wetland types in the site)?</w:t>
      </w:r>
    </w:p>
    <w:p w14:paraId="71A1311A" w14:textId="77777777" w:rsidR="00060E17" w:rsidRDefault="00D61344">
      <w:pPr>
        <w:spacing w:before="80" w:after="20" w:line="244" w:lineRule="auto"/>
        <w:ind w:left="216"/>
      </w:pPr>
      <w:r>
        <w:rPr>
          <w:rStyle w:val="styleC3update"/>
        </w:rPr>
        <w:t>Please describe any changes to the ecological character of the Ramsar Site, including in the application of the Criteria, since the previous RIS for the site.</w:t>
      </w:r>
      <w:r>
        <w:rPr>
          <w:rStyle w:val="styleBracket"/>
        </w:rPr>
        <w:t xml:space="preserve"> (Update) </w:t>
      </w:r>
    </w:p>
    <w:tbl>
      <w:tblPr>
        <w:tblStyle w:val="myFieldTableStyle"/>
        <w:tblW w:w="0" w:type="auto"/>
        <w:tblInd w:w="10" w:type="dxa"/>
        <w:tblLook w:val="04A0" w:firstRow="1" w:lastRow="0" w:firstColumn="1" w:lastColumn="0" w:noHBand="0" w:noVBand="1"/>
      </w:tblPr>
      <w:tblGrid>
        <w:gridCol w:w="197"/>
        <w:gridCol w:w="8813"/>
      </w:tblGrid>
      <w:tr w:rsidR="00060E17" w14:paraId="61AEB1E6"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FE59C3E" w14:textId="77777777" w:rsidR="00060E17" w:rsidRDefault="00060E17"/>
        </w:tc>
        <w:tc>
          <w:tcPr>
            <w:tcW w:w="9500" w:type="dxa"/>
          </w:tcPr>
          <w:p w14:paraId="36A7E2A5" w14:textId="77777777" w:rsidR="00060E17" w:rsidRDefault="00060E17">
            <w:pPr>
              <w:spacing w:before="30" w:after="25" w:line="240" w:lineRule="auto"/>
              <w:ind w:left="57"/>
            </w:pPr>
          </w:p>
        </w:tc>
      </w:tr>
    </w:tbl>
    <w:p w14:paraId="05EBBC38" w14:textId="77777777" w:rsidR="00060E17" w:rsidRDefault="00D61344">
      <w:pPr>
        <w:spacing w:before="80" w:after="20" w:line="244" w:lineRule="auto"/>
        <w:ind w:left="216"/>
      </w:pPr>
      <w:r>
        <w:rPr>
          <w:rStyle w:val="styleC3update"/>
        </w:rPr>
        <w:t>Is the change in ecological character negative, human-induced AND a significant change (above the limit of acceptable change)</w:t>
      </w:r>
      <w:r>
        <w:rPr>
          <w:rStyle w:val="styleBracket"/>
        </w:rPr>
        <w:t xml:space="preserve"> (Update) </w:t>
      </w:r>
    </w:p>
    <w:p w14:paraId="3FA066E4" w14:textId="77777777" w:rsidR="00060E17" w:rsidRDefault="00D61344">
      <w:pPr>
        <w:pStyle w:val="pStyle"/>
      </w:pPr>
      <w:r>
        <w:rPr>
          <w:rStyle w:val="styleRad"/>
        </w:rPr>
        <w:lastRenderedPageBreak/>
        <w:t xml:space="preserve"> [  ] </w:t>
      </w:r>
      <w:r>
        <w:rPr>
          <w:rStyle w:val="styleC3update"/>
        </w:rPr>
        <w:t xml:space="preserve">Yes / </w:t>
      </w:r>
      <w:r>
        <w:rPr>
          <w:rStyle w:val="styleRad"/>
        </w:rPr>
        <w:t xml:space="preserve"> [x] </w:t>
      </w:r>
      <w:r>
        <w:rPr>
          <w:rStyle w:val="styleC3update"/>
        </w:rPr>
        <w:t xml:space="preserve">No </w:t>
      </w:r>
    </w:p>
    <w:p w14:paraId="07981BAA" w14:textId="77777777" w:rsidR="00060E17" w:rsidRDefault="00D61344">
      <w:pPr>
        <w:spacing w:after="0" w:line="240" w:lineRule="auto"/>
      </w:pPr>
      <w:r>
        <w:rPr>
          <w:rStyle w:val="almostEmpty"/>
        </w:rPr>
        <w:t>.</w:t>
      </w:r>
    </w:p>
    <w:p w14:paraId="7169EC45" w14:textId="77777777" w:rsidR="00060E17" w:rsidRDefault="00D61344">
      <w:pPr>
        <w:spacing w:before="80" w:after="20" w:line="244" w:lineRule="auto"/>
        <w:ind w:left="216"/>
      </w:pPr>
      <w:r>
        <w:rPr>
          <w:rStyle w:val="styleC3update"/>
        </w:rPr>
        <w:t>Has an Article 3.2 report been submitted to the Secretariat?</w:t>
      </w:r>
      <w:r>
        <w:rPr>
          <w:rStyle w:val="styleBracket"/>
        </w:rPr>
        <w:t xml:space="preserve"> (Update) </w:t>
      </w:r>
    </w:p>
    <w:p w14:paraId="079A1705" w14:textId="77777777" w:rsidR="00060E17" w:rsidRDefault="00D61344">
      <w:pPr>
        <w:pStyle w:val="pStyle"/>
      </w:pPr>
      <w:r>
        <w:rPr>
          <w:rStyle w:val="styleRad"/>
        </w:rPr>
        <w:t xml:space="preserve"> [  ] </w:t>
      </w:r>
      <w:r>
        <w:rPr>
          <w:rStyle w:val="styleC3update"/>
        </w:rPr>
        <w:t xml:space="preserve">Yes / </w:t>
      </w:r>
      <w:r>
        <w:rPr>
          <w:rStyle w:val="styleRad"/>
        </w:rPr>
        <w:t xml:space="preserve"> [x] </w:t>
      </w:r>
      <w:r>
        <w:rPr>
          <w:rStyle w:val="styleC3update"/>
        </w:rPr>
        <w:t xml:space="preserve">No </w:t>
      </w:r>
    </w:p>
    <w:p w14:paraId="3D71C959" w14:textId="77777777" w:rsidR="00060E17" w:rsidRDefault="00D61344">
      <w:pPr>
        <w:spacing w:after="0" w:line="240" w:lineRule="auto"/>
      </w:pPr>
      <w:r>
        <w:rPr>
          <w:rStyle w:val="almostEmpty"/>
        </w:rPr>
        <w:t>.</w:t>
      </w:r>
    </w:p>
    <w:p w14:paraId="51462D74" w14:textId="77777777" w:rsidR="00060E17" w:rsidRDefault="00060E17">
      <w:pPr>
        <w:sectPr w:rsidR="00060E17">
          <w:pgSz w:w="11905" w:h="16837"/>
          <w:pgMar w:top="1440" w:right="1440" w:bottom="1440" w:left="1440" w:header="720" w:footer="720" w:gutter="0"/>
          <w:cols w:space="720"/>
        </w:sectPr>
      </w:pPr>
    </w:p>
    <w:p w14:paraId="0C4A97FB" w14:textId="77777777" w:rsidR="00060E17" w:rsidRDefault="00D61344">
      <w:pPr>
        <w:pStyle w:val="pstyleSectionL1"/>
      </w:pPr>
      <w:r>
        <w:rPr>
          <w:rStyle w:val="styleL1"/>
        </w:rPr>
        <w:lastRenderedPageBreak/>
        <w:t>2.2 Site location</w:t>
      </w:r>
    </w:p>
    <w:p w14:paraId="24B52DAF" w14:textId="77777777" w:rsidR="00060E17" w:rsidRDefault="00D61344">
      <w:pPr>
        <w:pStyle w:val="pstyleSection"/>
      </w:pPr>
      <w:r>
        <w:rPr>
          <w:rStyle w:val="styleL2"/>
        </w:rPr>
        <w:t>2.2.1 Defining the Site boundaries</w:t>
      </w:r>
    </w:p>
    <w:p w14:paraId="55A66093" w14:textId="77777777" w:rsidR="00060E17" w:rsidRDefault="00D61344">
      <w:pPr>
        <w:pStyle w:val="pstyleComments"/>
      </w:pPr>
      <w:r>
        <w:rPr>
          <w:rStyle w:val="styleC3comment"/>
        </w:rPr>
        <w:t>The site boundaries must be clearly delineated on both: a) a GIS shapefile and b) a digital map/image:</w:t>
      </w:r>
    </w:p>
    <w:p w14:paraId="6AD3C49C" w14:textId="77777777" w:rsidR="00060E17" w:rsidRDefault="00D61344">
      <w:pPr>
        <w:pStyle w:val="pstyleComments"/>
      </w:pPr>
      <w:r>
        <w:rPr>
          <w:rStyle w:val="styleC3comment"/>
        </w:rPr>
        <w:t>-&gt; To define the site boundaries please complete field 2.2.1 a1), 2.2.1 a2) and 2.2.1 b) via the online form.</w:t>
      </w:r>
    </w:p>
    <w:p w14:paraId="592A9360" w14:textId="77777777" w:rsidR="00060E17" w:rsidRDefault="00D61344">
      <w:pPr>
        <w:pStyle w:val="pstyleTitleFirst"/>
      </w:pPr>
      <w:r>
        <w:rPr>
          <w:rStyle w:val="styleC3online"/>
        </w:rPr>
        <w:t>-UPLOAD via online form-</w:t>
      </w:r>
    </w:p>
    <w:p w14:paraId="5164A9B5" w14:textId="77777777" w:rsidR="00060E17" w:rsidRDefault="00D61344">
      <w:pPr>
        <w:pStyle w:val="pstyleLabels"/>
      </w:pPr>
      <w:r>
        <w:rPr>
          <w:rStyle w:val="styleC3"/>
        </w:rPr>
        <w:t>Boundaries description</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5"/>
        <w:gridCol w:w="8833"/>
      </w:tblGrid>
      <w:tr w:rsidR="00060E17" w14:paraId="74822686"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DCF6ACF" w14:textId="77777777" w:rsidR="00060E17" w:rsidRDefault="00060E17"/>
        </w:tc>
        <w:tc>
          <w:tcPr>
            <w:tcW w:w="9500" w:type="dxa"/>
          </w:tcPr>
          <w:p w14:paraId="394149D0" w14:textId="77777777" w:rsidR="00060E17" w:rsidRDefault="00060E17">
            <w:pPr>
              <w:pStyle w:val="pStyle"/>
              <w:rPr>
                <w:rStyle w:val="almostEmpty"/>
              </w:rPr>
            </w:pPr>
          </w:p>
          <w:p w14:paraId="18B97666" w14:textId="77777777" w:rsidR="00060E17" w:rsidRDefault="00D61344">
            <w:pPr>
              <w:spacing w:after="0" w:line="240" w:lineRule="auto"/>
              <w:ind w:left="57"/>
            </w:pPr>
            <w:r>
              <w:rPr>
                <w:rStyle w:val="styleDatatxt"/>
              </w:rPr>
              <w:t xml:space="preserve">The boundary comprises: </w:t>
            </w:r>
          </w:p>
          <w:p w14:paraId="1DFFE59F" w14:textId="77777777" w:rsidR="00060E17" w:rsidRDefault="00060E17">
            <w:pPr>
              <w:pStyle w:val="pStyle"/>
              <w:rPr>
                <w:rStyle w:val="almostEmpty"/>
              </w:rPr>
            </w:pPr>
          </w:p>
          <w:p w14:paraId="7D18D1EF" w14:textId="77777777" w:rsidR="00060E17" w:rsidRDefault="00D61344">
            <w:pPr>
              <w:spacing w:after="0" w:line="240" w:lineRule="auto"/>
              <w:ind w:left="57"/>
            </w:pPr>
            <w:r>
              <w:rPr>
                <w:rStyle w:val="styleDatatxt"/>
              </w:rPr>
              <w:t xml:space="preserve">- all of the Corner Inlet Marine and Coastal Park, gazetted on 18 April 1986 </w:t>
            </w:r>
          </w:p>
          <w:p w14:paraId="3C3AC179" w14:textId="77777777" w:rsidR="00060E17" w:rsidRDefault="00060E17">
            <w:pPr>
              <w:pStyle w:val="pStyle"/>
              <w:rPr>
                <w:rStyle w:val="almostEmpty"/>
              </w:rPr>
            </w:pPr>
          </w:p>
          <w:p w14:paraId="351D1E57" w14:textId="77777777" w:rsidR="00060E17" w:rsidRDefault="00D61344">
            <w:pPr>
              <w:spacing w:after="0" w:line="240" w:lineRule="auto"/>
              <w:ind w:left="57"/>
            </w:pPr>
            <w:r>
              <w:rPr>
                <w:rStyle w:val="styleDatatxt"/>
              </w:rPr>
              <w:t xml:space="preserve">- all of the Corner Inlet Marine National Park, gazetted on 16 November 2002 </w:t>
            </w:r>
          </w:p>
          <w:p w14:paraId="3921D236" w14:textId="77777777" w:rsidR="00060E17" w:rsidRDefault="00060E17">
            <w:pPr>
              <w:pStyle w:val="pStyle"/>
              <w:rPr>
                <w:rStyle w:val="almostEmpty"/>
              </w:rPr>
            </w:pPr>
          </w:p>
          <w:p w14:paraId="618A3CF4" w14:textId="77777777" w:rsidR="00060E17" w:rsidRDefault="00D61344">
            <w:pPr>
              <w:spacing w:after="0" w:line="240" w:lineRule="auto"/>
              <w:ind w:left="57"/>
            </w:pPr>
            <w:r>
              <w:rPr>
                <w:rStyle w:val="styleDatatxt"/>
              </w:rPr>
              <w:t xml:space="preserve">- specific parts of Nooramunga Marine and Coastal Park, gazetted on 18 April 1986. The parts selected for inclusion in the Ramsar site are those that have marine influence and are consistent in character with the rest of the Ramsar site. </w:t>
            </w:r>
          </w:p>
          <w:p w14:paraId="0F514698" w14:textId="77777777" w:rsidR="00060E17" w:rsidRDefault="00060E17">
            <w:pPr>
              <w:pStyle w:val="pStyle"/>
              <w:rPr>
                <w:rStyle w:val="almostEmpty"/>
              </w:rPr>
            </w:pPr>
          </w:p>
          <w:p w14:paraId="3C0DE28D" w14:textId="77777777" w:rsidR="00060E17" w:rsidRDefault="00D61344">
            <w:pPr>
              <w:spacing w:after="0" w:line="240" w:lineRule="auto"/>
              <w:ind w:left="57"/>
            </w:pPr>
            <w:r>
              <w:rPr>
                <w:rStyle w:val="styleDatatxt"/>
              </w:rPr>
              <w:t xml:space="preserve">- crown land parcels adjacent to the above areas that contain the same marine character as those areas (e.g. shoreline subject to tidal influences) </w:t>
            </w:r>
          </w:p>
          <w:p w14:paraId="7BB910F0" w14:textId="77777777" w:rsidR="00060E17" w:rsidRDefault="00060E17">
            <w:pPr>
              <w:pStyle w:val="pStyle"/>
              <w:rPr>
                <w:rStyle w:val="almostEmpty"/>
              </w:rPr>
            </w:pPr>
          </w:p>
          <w:p w14:paraId="05CBBF9A" w14:textId="77777777" w:rsidR="00060E17" w:rsidRDefault="00D61344">
            <w:pPr>
              <w:spacing w:after="0" w:line="240" w:lineRule="auto"/>
              <w:ind w:left="57"/>
            </w:pPr>
            <w:r>
              <w:rPr>
                <w:rStyle w:val="styleDatatxt"/>
              </w:rPr>
              <w:t xml:space="preserve">More detailed information on the specific boundary of the site is attached in separate boundary description report at 6.1.2.vi. </w:t>
            </w:r>
          </w:p>
        </w:tc>
      </w:tr>
    </w:tbl>
    <w:p w14:paraId="400CC9A2" w14:textId="77777777" w:rsidR="00060E17" w:rsidRDefault="00060E17"/>
    <w:p w14:paraId="45A01582" w14:textId="77777777" w:rsidR="00060E17" w:rsidRDefault="00D61344">
      <w:pPr>
        <w:pStyle w:val="pstyleSection"/>
      </w:pPr>
      <w:r>
        <w:rPr>
          <w:rStyle w:val="styleL2"/>
        </w:rPr>
        <w:t>2.2.2 General location</w:t>
      </w:r>
    </w:p>
    <w:p w14:paraId="2965E4E9" w14:textId="77777777" w:rsidR="00060E17" w:rsidRDefault="00D61344">
      <w:pPr>
        <w:pStyle w:val="pstyleLabels"/>
      </w:pPr>
      <w:r>
        <w:rPr>
          <w:rStyle w:val="styleC3"/>
        </w:rPr>
        <w:t>a)</w:t>
      </w:r>
      <w:r>
        <w:rPr>
          <w:rStyle w:val="styleC3"/>
        </w:rPr>
        <w:tab/>
        <w:t>In which large administrative region does the site lie?</w:t>
      </w:r>
    </w:p>
    <w:tbl>
      <w:tblPr>
        <w:tblStyle w:val="myFieldTableStyle2"/>
        <w:tblW w:w="0" w:type="auto"/>
        <w:tblInd w:w="-8" w:type="dxa"/>
        <w:tblLook w:val="04A0" w:firstRow="1" w:lastRow="0" w:firstColumn="1" w:lastColumn="0" w:noHBand="0" w:noVBand="1"/>
      </w:tblPr>
      <w:tblGrid>
        <w:gridCol w:w="195"/>
        <w:gridCol w:w="8832"/>
      </w:tblGrid>
      <w:tr w:rsidR="00060E17" w14:paraId="7627937F"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50B7977" w14:textId="77777777" w:rsidR="00060E17" w:rsidRDefault="00060E17">
            <w:pPr>
              <w:spacing w:after="0" w:line="240" w:lineRule="auto"/>
              <w:ind w:left="216"/>
            </w:pPr>
          </w:p>
        </w:tc>
        <w:tc>
          <w:tcPr>
            <w:tcW w:w="9500" w:type="dxa"/>
          </w:tcPr>
          <w:p w14:paraId="643F9442" w14:textId="77777777" w:rsidR="00060E17" w:rsidRDefault="00D61344">
            <w:pPr>
              <w:spacing w:before="5" w:after="2" w:line="240" w:lineRule="auto"/>
              <w:ind w:left="72"/>
            </w:pPr>
            <w:r>
              <w:rPr>
                <w:rStyle w:val="styleDatatxt"/>
              </w:rPr>
              <w:t>Wellington and South Gippsland Shires</w:t>
            </w:r>
          </w:p>
        </w:tc>
      </w:tr>
    </w:tbl>
    <w:p w14:paraId="67526213" w14:textId="77777777" w:rsidR="00060E17" w:rsidRDefault="00D61344">
      <w:pPr>
        <w:pStyle w:val="pstyleLabels"/>
      </w:pPr>
      <w:r>
        <w:rPr>
          <w:rStyle w:val="styleC3"/>
        </w:rPr>
        <w:t>b)</w:t>
      </w:r>
      <w:r>
        <w:rPr>
          <w:rStyle w:val="styleC3"/>
        </w:rPr>
        <w:tab/>
        <w:t>What is the nearest town or population centre?</w:t>
      </w:r>
    </w:p>
    <w:tbl>
      <w:tblPr>
        <w:tblStyle w:val="myFieldTableStyle2"/>
        <w:tblW w:w="0" w:type="auto"/>
        <w:tblInd w:w="-8" w:type="dxa"/>
        <w:tblLook w:val="04A0" w:firstRow="1" w:lastRow="0" w:firstColumn="1" w:lastColumn="0" w:noHBand="0" w:noVBand="1"/>
      </w:tblPr>
      <w:tblGrid>
        <w:gridCol w:w="195"/>
        <w:gridCol w:w="8832"/>
      </w:tblGrid>
      <w:tr w:rsidR="00060E17" w14:paraId="2F43C031"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E896551" w14:textId="77777777" w:rsidR="00060E17" w:rsidRDefault="00060E17">
            <w:pPr>
              <w:spacing w:after="0" w:line="240" w:lineRule="auto"/>
              <w:ind w:left="216"/>
            </w:pPr>
          </w:p>
        </w:tc>
        <w:tc>
          <w:tcPr>
            <w:tcW w:w="9500" w:type="dxa"/>
          </w:tcPr>
          <w:p w14:paraId="5800BC46" w14:textId="77777777" w:rsidR="00060E17" w:rsidRDefault="00D61344">
            <w:pPr>
              <w:spacing w:before="5" w:after="2" w:line="240" w:lineRule="auto"/>
              <w:ind w:left="72"/>
            </w:pPr>
            <w:r>
              <w:rPr>
                <w:rStyle w:val="styleDatatxt"/>
              </w:rPr>
              <w:t>Foster, Port Albert</w:t>
            </w:r>
          </w:p>
        </w:tc>
      </w:tr>
    </w:tbl>
    <w:p w14:paraId="5530EDD1" w14:textId="77777777" w:rsidR="00060E17" w:rsidRDefault="00060E17"/>
    <w:p w14:paraId="512058D8" w14:textId="77777777" w:rsidR="00060E17" w:rsidRDefault="00D61344">
      <w:pPr>
        <w:pStyle w:val="pstyleSection"/>
      </w:pPr>
      <w:r>
        <w:rPr>
          <w:rStyle w:val="styleL2"/>
        </w:rPr>
        <w:t>2.2.3 For wetlands on national boundaries only</w:t>
      </w:r>
    </w:p>
    <w:p w14:paraId="60FD4237" w14:textId="77777777" w:rsidR="00060E17" w:rsidRDefault="00D61344">
      <w:pPr>
        <w:pStyle w:val="pstyleLabels"/>
      </w:pPr>
      <w:r>
        <w:rPr>
          <w:rStyle w:val="styleC3"/>
        </w:rPr>
        <w:t>a) Does the wetland extend onto the territory of one or more other countries?</w:t>
      </w:r>
    </w:p>
    <w:p w14:paraId="6EE21976" w14:textId="77777777" w:rsidR="00060E17" w:rsidRDefault="00D61344">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72F7A9C4" w14:textId="77777777" w:rsidR="00060E17" w:rsidRDefault="00D61344">
      <w:pPr>
        <w:spacing w:after="0" w:line="240" w:lineRule="auto"/>
      </w:pPr>
      <w:r>
        <w:rPr>
          <w:rStyle w:val="almostEmpty"/>
        </w:rPr>
        <w:t>.</w:t>
      </w:r>
    </w:p>
    <w:p w14:paraId="2238C59B" w14:textId="77777777" w:rsidR="00060E17" w:rsidRDefault="00D61344">
      <w:pPr>
        <w:pStyle w:val="pstyleLabels"/>
      </w:pPr>
      <w:r>
        <w:rPr>
          <w:rStyle w:val="styleC3"/>
        </w:rPr>
        <w:t>b) Is the site adjacent to another designated Ramsar Site on the territory of another Contracting Party?</w:t>
      </w:r>
    </w:p>
    <w:p w14:paraId="77019975" w14:textId="77777777" w:rsidR="00060E17" w:rsidRDefault="00D61344">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136908A8" w14:textId="77777777" w:rsidR="00060E17" w:rsidRDefault="00D61344">
      <w:pPr>
        <w:spacing w:after="0" w:line="240" w:lineRule="auto"/>
      </w:pPr>
      <w:r>
        <w:rPr>
          <w:rStyle w:val="almostEmpty"/>
        </w:rPr>
        <w:t>.</w:t>
      </w:r>
    </w:p>
    <w:p w14:paraId="3F7DBEEB" w14:textId="77777777" w:rsidR="00060E17" w:rsidRDefault="00D61344">
      <w:pPr>
        <w:pStyle w:val="pstyleLabels"/>
      </w:pPr>
      <w:r>
        <w:rPr>
          <w:rStyle w:val="styleC3"/>
        </w:rPr>
        <w:t>c) Is the site part of a formal transboundary designation with another Contracting Party?</w:t>
      </w:r>
    </w:p>
    <w:p w14:paraId="56120573" w14:textId="77777777" w:rsidR="00060E17" w:rsidRDefault="00D61344">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0C6802F1" w14:textId="77777777" w:rsidR="00060E17" w:rsidRDefault="00D61344">
      <w:pPr>
        <w:spacing w:after="0" w:line="240" w:lineRule="auto"/>
      </w:pPr>
      <w:r>
        <w:rPr>
          <w:rStyle w:val="almostEmpty"/>
        </w:rPr>
        <w:t>.</w:t>
      </w:r>
    </w:p>
    <w:p w14:paraId="0D459C30" w14:textId="77777777" w:rsidR="00060E17" w:rsidRDefault="00D61344">
      <w:pPr>
        <w:pStyle w:val="pstyleLabels"/>
      </w:pPr>
      <w:r>
        <w:rPr>
          <w:rStyle w:val="styleC3"/>
        </w:rPr>
        <w:t>d) Transboundary Ramsar Site name:</w:t>
      </w:r>
    </w:p>
    <w:tbl>
      <w:tblPr>
        <w:tblStyle w:val="myFieldTableStyle2"/>
        <w:tblW w:w="0" w:type="auto"/>
        <w:tblInd w:w="-8" w:type="dxa"/>
        <w:tblLook w:val="04A0" w:firstRow="1" w:lastRow="0" w:firstColumn="1" w:lastColumn="0" w:noHBand="0" w:noVBand="1"/>
      </w:tblPr>
      <w:tblGrid>
        <w:gridCol w:w="196"/>
        <w:gridCol w:w="8831"/>
      </w:tblGrid>
      <w:tr w:rsidR="00060E17" w14:paraId="4B2F292C"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2859F99" w14:textId="77777777" w:rsidR="00060E17" w:rsidRDefault="00060E17">
            <w:pPr>
              <w:spacing w:after="0" w:line="240" w:lineRule="auto"/>
              <w:ind w:left="216"/>
            </w:pPr>
          </w:p>
        </w:tc>
        <w:tc>
          <w:tcPr>
            <w:tcW w:w="9500" w:type="dxa"/>
          </w:tcPr>
          <w:p w14:paraId="1B489956" w14:textId="77777777" w:rsidR="00060E17" w:rsidRDefault="00060E17">
            <w:pPr>
              <w:spacing w:before="5" w:after="2" w:line="240" w:lineRule="auto"/>
              <w:ind w:left="72"/>
            </w:pPr>
          </w:p>
        </w:tc>
      </w:tr>
    </w:tbl>
    <w:p w14:paraId="6B4B47E9" w14:textId="77777777" w:rsidR="00060E17" w:rsidRDefault="00060E17"/>
    <w:p w14:paraId="4212A80F" w14:textId="77777777" w:rsidR="00060E17" w:rsidRDefault="00D61344">
      <w:pPr>
        <w:pStyle w:val="pstyleSection"/>
      </w:pPr>
      <w:r>
        <w:rPr>
          <w:rStyle w:val="styleL2"/>
        </w:rPr>
        <w:t>2.2.4 Area of the Site</w:t>
      </w:r>
    </w:p>
    <w:p w14:paraId="60C62F60" w14:textId="77777777" w:rsidR="00060E17" w:rsidRDefault="00D61344">
      <w:pPr>
        <w:pStyle w:val="pstyleComments"/>
      </w:pPr>
      <w:r>
        <w:rPr>
          <w:rStyle w:val="styleC3comment"/>
        </w:rPr>
        <w:t>If you have not established an official area by other means, you can copy the area calculated from the GIS boundaries into the 'official area' box.</w:t>
      </w:r>
    </w:p>
    <w:p w14:paraId="2E144D3E" w14:textId="77777777" w:rsidR="00060E17" w:rsidRDefault="00D61344">
      <w:pPr>
        <w:pStyle w:val="pstyleLabels"/>
      </w:pPr>
      <w:r>
        <w:rPr>
          <w:rStyle w:val="styleC3"/>
        </w:rPr>
        <w:t>Official area, in hectares (ha):</w:t>
      </w:r>
      <w:r>
        <w:rPr>
          <w:rStyle w:val="styleHint1txt"/>
        </w:rPr>
        <w:t xml:space="preserve"> (The online RIS only accepts numeric values) </w:t>
      </w:r>
    </w:p>
    <w:tbl>
      <w:tblPr>
        <w:tblStyle w:val="myFieldTableStyle2"/>
        <w:tblW w:w="0" w:type="auto"/>
        <w:tblInd w:w="-8" w:type="dxa"/>
        <w:tblLook w:val="04A0" w:firstRow="1" w:lastRow="0" w:firstColumn="1" w:lastColumn="0" w:noHBand="0" w:noVBand="1"/>
      </w:tblPr>
      <w:tblGrid>
        <w:gridCol w:w="195"/>
        <w:gridCol w:w="8832"/>
      </w:tblGrid>
      <w:tr w:rsidR="00060E17" w14:paraId="75D86B7B"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BE4156B" w14:textId="77777777" w:rsidR="00060E17" w:rsidRDefault="00060E17">
            <w:pPr>
              <w:spacing w:after="0" w:line="240" w:lineRule="auto"/>
              <w:ind w:left="216"/>
            </w:pPr>
          </w:p>
        </w:tc>
        <w:tc>
          <w:tcPr>
            <w:tcW w:w="9500" w:type="dxa"/>
          </w:tcPr>
          <w:p w14:paraId="5816982A" w14:textId="77777777" w:rsidR="00060E17" w:rsidRDefault="00D61344">
            <w:pPr>
              <w:spacing w:before="5" w:after="2" w:line="240" w:lineRule="auto"/>
              <w:ind w:left="72"/>
            </w:pPr>
            <w:r>
              <w:rPr>
                <w:rStyle w:val="styleDatatxt"/>
              </w:rPr>
              <w:t>67071</w:t>
            </w:r>
          </w:p>
        </w:tc>
      </w:tr>
    </w:tbl>
    <w:p w14:paraId="0AA040ED" w14:textId="77777777" w:rsidR="00060E17" w:rsidRDefault="00D61344">
      <w:pPr>
        <w:pStyle w:val="pstyleLabels"/>
      </w:pPr>
      <w:r>
        <w:rPr>
          <w:rStyle w:val="styleC3"/>
        </w:rPr>
        <w:t>Area, in hectares (ha) as calculated from GIS boundaries</w:t>
      </w:r>
    </w:p>
    <w:tbl>
      <w:tblPr>
        <w:tblStyle w:val="myFieldTableStyleW"/>
        <w:tblW w:w="0" w:type="auto"/>
        <w:tblInd w:w="-8" w:type="dxa"/>
        <w:tblLook w:val="04A0" w:firstRow="1" w:lastRow="0" w:firstColumn="1" w:lastColumn="0" w:noHBand="0" w:noVBand="1"/>
      </w:tblPr>
      <w:tblGrid>
        <w:gridCol w:w="195"/>
        <w:gridCol w:w="8832"/>
      </w:tblGrid>
      <w:tr w:rsidR="00060E17" w14:paraId="403BB9BD"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tcPr>
          <w:p w14:paraId="40E785A9" w14:textId="77777777" w:rsidR="00060E17" w:rsidRDefault="00060E17">
            <w:pPr>
              <w:spacing w:after="0" w:line="240" w:lineRule="auto"/>
              <w:ind w:left="216"/>
            </w:pPr>
          </w:p>
        </w:tc>
        <w:tc>
          <w:tcPr>
            <w:tcW w:w="9500" w:type="dxa"/>
          </w:tcPr>
          <w:p w14:paraId="0CFF7BC4" w14:textId="77777777" w:rsidR="00060E17" w:rsidRDefault="00D61344">
            <w:pPr>
              <w:spacing w:before="5" w:after="2" w:line="240" w:lineRule="auto"/>
              <w:ind w:left="72"/>
            </w:pPr>
            <w:r>
              <w:rPr>
                <w:rStyle w:val="styleDatatxt"/>
              </w:rPr>
              <w:t>67071.513</w:t>
            </w:r>
          </w:p>
        </w:tc>
      </w:tr>
    </w:tbl>
    <w:p w14:paraId="4E514F97" w14:textId="77777777" w:rsidR="00060E17" w:rsidRDefault="00060E17"/>
    <w:p w14:paraId="20673C15" w14:textId="77777777" w:rsidR="00060E17" w:rsidRDefault="00D61344">
      <w:pPr>
        <w:pStyle w:val="pstyleSection"/>
      </w:pPr>
      <w:r>
        <w:rPr>
          <w:rStyle w:val="styleL2"/>
        </w:rPr>
        <w:t>2.2.5 Biogeography</w:t>
      </w:r>
    </w:p>
    <w:p w14:paraId="3378BE82" w14:textId="77777777" w:rsidR="00060E17" w:rsidRDefault="00D61344">
      <w:pPr>
        <w:pStyle w:val="pstyleComments"/>
      </w:pPr>
      <w:r>
        <w:rPr>
          <w:rStyle w:val="styleC3comment"/>
        </w:rPr>
        <w:t>Please provide the biogeographic region(s) encompassing the site and the biogeographic regionalization scheme applied:</w:t>
      </w:r>
    </w:p>
    <w:p w14:paraId="3A3142A4" w14:textId="77777777" w:rsidR="00060E17" w:rsidRDefault="00D61344">
      <w:pPr>
        <w:pStyle w:val="pstyleLabels"/>
      </w:pPr>
      <w:r>
        <w:rPr>
          <w:rStyle w:val="styleC3"/>
        </w:rPr>
        <w:t>Biogeographic regions</w:t>
      </w:r>
    </w:p>
    <w:tbl>
      <w:tblPr>
        <w:tblStyle w:val="FancyTable"/>
        <w:tblW w:w="0" w:type="auto"/>
        <w:tblInd w:w="-8" w:type="dxa"/>
        <w:tblLook w:val="04A0" w:firstRow="1" w:lastRow="0" w:firstColumn="1" w:lastColumn="0" w:noHBand="0" w:noVBand="1"/>
      </w:tblPr>
      <w:tblGrid>
        <w:gridCol w:w="1750"/>
        <w:gridCol w:w="1750"/>
      </w:tblGrid>
      <w:tr w:rsidR="00060E17" w14:paraId="301E28D5"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0ED65703" w14:textId="77777777" w:rsidR="00060E17" w:rsidRDefault="00D61344">
            <w:pPr>
              <w:spacing w:after="0" w:line="240" w:lineRule="auto"/>
              <w:jc w:val="center"/>
            </w:pPr>
            <w:r>
              <w:rPr>
                <w:b/>
                <w:bCs/>
                <w:sz w:val="18"/>
                <w:szCs w:val="18"/>
              </w:rPr>
              <w:t>Regionalisation scheme(s)</w:t>
            </w:r>
          </w:p>
        </w:tc>
        <w:tc>
          <w:tcPr>
            <w:tcW w:w="1750" w:type="dxa"/>
          </w:tcPr>
          <w:p w14:paraId="4FD4C1DD" w14:textId="77777777" w:rsidR="00060E17" w:rsidRDefault="00D61344">
            <w:pPr>
              <w:spacing w:after="0" w:line="240" w:lineRule="auto"/>
              <w:jc w:val="center"/>
            </w:pPr>
            <w:r>
              <w:rPr>
                <w:b/>
                <w:bCs/>
                <w:sz w:val="18"/>
                <w:szCs w:val="18"/>
              </w:rPr>
              <w:t xml:space="preserve">Biogeographic region </w:t>
            </w:r>
          </w:p>
        </w:tc>
      </w:tr>
      <w:tr w:rsidR="00060E17" w14:paraId="140B0A8E" w14:textId="77777777" w:rsidTr="00060E17">
        <w:trPr>
          <w:trHeight w:val="200"/>
        </w:trPr>
        <w:tc>
          <w:tcPr>
            <w:tcW w:w="1750" w:type="dxa"/>
          </w:tcPr>
          <w:p w14:paraId="10113C4A" w14:textId="77777777" w:rsidR="00060E17" w:rsidRDefault="00D61344">
            <w:r>
              <w:rPr>
                <w:rStyle w:val="styleSubformtxt"/>
              </w:rPr>
              <w:lastRenderedPageBreak/>
              <w:t>Marine Ecoregions of the World (MEOW)</w:t>
            </w:r>
          </w:p>
        </w:tc>
        <w:tc>
          <w:tcPr>
            <w:tcW w:w="1750" w:type="dxa"/>
          </w:tcPr>
          <w:p w14:paraId="00428C3F" w14:textId="77777777" w:rsidR="00060E17" w:rsidRDefault="00D61344">
            <w:r>
              <w:rPr>
                <w:rStyle w:val="styleSubformtxt"/>
              </w:rPr>
              <w:t>Southeast Australian Shelf</w:t>
            </w:r>
          </w:p>
        </w:tc>
      </w:tr>
      <w:tr w:rsidR="00060E17" w14:paraId="3E05B032" w14:textId="77777777" w:rsidTr="00060E17">
        <w:trPr>
          <w:trHeight w:val="200"/>
        </w:trPr>
        <w:tc>
          <w:tcPr>
            <w:tcW w:w="1750" w:type="dxa"/>
          </w:tcPr>
          <w:p w14:paraId="06A0AFE0" w14:textId="77777777" w:rsidR="00060E17" w:rsidRDefault="00060E17"/>
        </w:tc>
        <w:tc>
          <w:tcPr>
            <w:tcW w:w="1750" w:type="dxa"/>
          </w:tcPr>
          <w:p w14:paraId="5D87CE64" w14:textId="77777777" w:rsidR="00060E17" w:rsidRDefault="00060E17"/>
        </w:tc>
      </w:tr>
    </w:tbl>
    <w:p w14:paraId="7B45405B" w14:textId="77777777" w:rsidR="00060E17" w:rsidRDefault="00060E17"/>
    <w:p w14:paraId="2AC2ED3A" w14:textId="77777777" w:rsidR="00060E17" w:rsidRDefault="00D61344">
      <w:pPr>
        <w:pStyle w:val="pstyleLabels"/>
      </w:pPr>
      <w:r>
        <w:rPr>
          <w:rStyle w:val="styleC3"/>
        </w:rPr>
        <w:t>Other biogeographic regionalisation scheme</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5"/>
        <w:gridCol w:w="8833"/>
      </w:tblGrid>
      <w:tr w:rsidR="00060E17" w14:paraId="1866AEE1"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313A1D0" w14:textId="77777777" w:rsidR="00060E17" w:rsidRDefault="00060E17"/>
        </w:tc>
        <w:tc>
          <w:tcPr>
            <w:tcW w:w="9500" w:type="dxa"/>
          </w:tcPr>
          <w:p w14:paraId="733376EF" w14:textId="77777777" w:rsidR="00060E17" w:rsidRDefault="00D61344">
            <w:pPr>
              <w:spacing w:before="30" w:after="25" w:line="240" w:lineRule="auto"/>
              <w:ind w:left="57"/>
            </w:pPr>
            <w:r>
              <w:rPr>
                <w:rStyle w:val="styleDatatxt"/>
              </w:rPr>
              <w:t xml:space="preserve">Integrated Marine and Coastal Regionalisation of Australia (IMCRA) 4.0 - Corner Inlet is located in the Southeast IMCRA Transition Provincial Bioregion. </w:t>
            </w:r>
          </w:p>
        </w:tc>
      </w:tr>
    </w:tbl>
    <w:p w14:paraId="364FB18D" w14:textId="77777777" w:rsidR="00060E17" w:rsidRDefault="00060E17">
      <w:pPr>
        <w:sectPr w:rsidR="00060E17">
          <w:pgSz w:w="11905" w:h="16837"/>
          <w:pgMar w:top="1440" w:right="1440" w:bottom="1440" w:left="1440" w:header="720" w:footer="720" w:gutter="0"/>
          <w:cols w:space="720"/>
        </w:sectPr>
      </w:pPr>
    </w:p>
    <w:p w14:paraId="2A5B3076" w14:textId="77777777" w:rsidR="00060E17" w:rsidRDefault="00D61344">
      <w:pPr>
        <w:pStyle w:val="pstyleSectionL0"/>
      </w:pPr>
      <w:r>
        <w:rPr>
          <w:rStyle w:val="styleL0"/>
        </w:rPr>
        <w:lastRenderedPageBreak/>
        <w:t>Why is the Site important?</w:t>
      </w:r>
    </w:p>
    <w:p w14:paraId="075EE83A" w14:textId="66D3C164" w:rsidR="00060E17" w:rsidRDefault="00D61344">
      <w:r>
        <w:rPr>
          <w:noProof/>
          <w:lang w:val="en-AU"/>
        </w:rPr>
        <mc:AlternateContent>
          <mc:Choice Requires="wps">
            <w:drawing>
              <wp:inline distT="0" distB="0" distL="0" distR="0" wp14:anchorId="409FA9D6" wp14:editId="40ED333F">
                <wp:extent cx="7620000" cy="635"/>
                <wp:effectExtent l="9525" t="9525" r="9525" b="9525"/>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C0C2F2A" id="AutoShape 5" o:spid="_x0000_s1026" type="#_x0000_t32" style="width:60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" strokeweight="1pt">
                <w10:anchorlock/>
              </v:shape>
            </w:pict>
          </mc:Fallback>
        </mc:AlternateContent>
      </w:r>
    </w:p>
    <w:p w14:paraId="5EFFA5E0" w14:textId="77777777" w:rsidR="00060E17" w:rsidRDefault="00D61344">
      <w:pPr>
        <w:pStyle w:val="pstyleSectionL1"/>
      </w:pPr>
      <w:r>
        <w:rPr>
          <w:rStyle w:val="styleL1"/>
        </w:rPr>
        <w:t>3.1 Ramsar Criteria and their justification</w:t>
      </w:r>
    </w:p>
    <w:p w14:paraId="108B740B" w14:textId="77777777" w:rsidR="00060E17" w:rsidRDefault="00D61344">
      <w:pPr>
        <w:pStyle w:val="pstyleComments"/>
      </w:pPr>
      <w:r>
        <w:rPr>
          <w:rStyle w:val="styleC3comment"/>
        </w:rPr>
        <w:t>Tick the box against each criterion applied to the designation of the Ramsar Site. All criteria which apply should be ticked. Please explain why you selected a criterion by filling in the relevant fields on this page, on the three other pages of this section 'Criteria &amp; justification' and on the 'Wetland types' page of the section 'What is the site like?'.</w:t>
      </w:r>
    </w:p>
    <w:p w14:paraId="50EF9287" w14:textId="77777777" w:rsidR="00060E17" w:rsidRDefault="00060E17"/>
    <w:p w14:paraId="11D5184B" w14:textId="77777777" w:rsidR="00060E17" w:rsidRDefault="00D61344">
      <w:pPr>
        <w:spacing w:after="0" w:line="240" w:lineRule="auto"/>
        <w:ind w:left="216"/>
      </w:pPr>
      <w:r>
        <w:rPr>
          <w:rStyle w:val="styleRad"/>
        </w:rPr>
        <w:t xml:space="preserve"> [x] </w:t>
      </w:r>
      <w:r>
        <w:rPr>
          <w:rStyle w:val="styleL2"/>
        </w:rPr>
        <w:t xml:space="preserve"> Criterion 1: Representative, rare or unique natural or near-natural wetland types</w:t>
      </w:r>
    </w:p>
    <w:p w14:paraId="3711A128" w14:textId="77777777" w:rsidR="00060E17" w:rsidRDefault="00D61344">
      <w:pPr>
        <w:spacing w:before="30" w:after="25" w:line="240" w:lineRule="auto"/>
        <w:ind w:left="57"/>
      </w:pPr>
      <w:r>
        <w:rPr>
          <w:rStyle w:val="styleHint1txt"/>
        </w:rPr>
        <w:t xml:space="preserve"> To justify this Criterion, please select at least one wetland type as representative,  rare or unique in the section What is the site like? &gt; Wetland types and provide further details in at least one of the three boxes below. </w:t>
      </w:r>
    </w:p>
    <w:p w14:paraId="3A603FF1" w14:textId="77777777" w:rsidR="00060E17" w:rsidRDefault="00D61344">
      <w:pPr>
        <w:pStyle w:val="pstyleLabels"/>
      </w:pPr>
      <w:r>
        <w:rPr>
          <w:rStyle w:val="styleC3"/>
        </w:rPr>
        <w:t>Hydrological services provided</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833"/>
      </w:tblGrid>
      <w:tr w:rsidR="00060E17" w14:paraId="5ECC8476"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981D42C" w14:textId="77777777" w:rsidR="00060E17" w:rsidRDefault="00060E17"/>
        </w:tc>
        <w:tc>
          <w:tcPr>
            <w:tcW w:w="9500" w:type="dxa"/>
          </w:tcPr>
          <w:p w14:paraId="24B56ABC" w14:textId="77777777" w:rsidR="00060E17" w:rsidRDefault="00D61344">
            <w:pPr>
              <w:spacing w:before="30" w:after="25" w:line="240" w:lineRule="auto"/>
              <w:ind w:left="57"/>
            </w:pPr>
            <w:r>
              <w:rPr>
                <w:rStyle w:val="styleDatatxt"/>
              </w:rPr>
              <w:t>Corner Inlet plays a substantial hydrological role in the natural functioning of a major coastal system through its protection from oceanic swells providing habitat for wetland development, receiving and channeling the flow of rivers and creeks within the South Gippsland Basin.</w:t>
            </w:r>
          </w:p>
        </w:tc>
      </w:tr>
    </w:tbl>
    <w:p w14:paraId="67029EB9" w14:textId="77777777" w:rsidR="00060E17" w:rsidRDefault="00D61344">
      <w:pPr>
        <w:pStyle w:val="pstyleLabels"/>
      </w:pPr>
      <w:r>
        <w:rPr>
          <w:rStyle w:val="styleC3"/>
        </w:rPr>
        <w:t>Other ecosystem services provided</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7"/>
        <w:gridCol w:w="8831"/>
      </w:tblGrid>
      <w:tr w:rsidR="00060E17" w14:paraId="692C4F30"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A9002B6" w14:textId="77777777" w:rsidR="00060E17" w:rsidRDefault="00060E17"/>
        </w:tc>
        <w:tc>
          <w:tcPr>
            <w:tcW w:w="9500" w:type="dxa"/>
          </w:tcPr>
          <w:p w14:paraId="31C4E259" w14:textId="77777777" w:rsidR="00060E17" w:rsidRDefault="00060E17">
            <w:pPr>
              <w:spacing w:before="30" w:after="25" w:line="240" w:lineRule="auto"/>
              <w:ind w:left="57"/>
            </w:pPr>
          </w:p>
        </w:tc>
      </w:tr>
    </w:tbl>
    <w:p w14:paraId="63E6E2FD" w14:textId="77777777" w:rsidR="00060E17" w:rsidRDefault="00D61344">
      <w:pPr>
        <w:pStyle w:val="pstyleLabels"/>
      </w:pPr>
      <w:r>
        <w:rPr>
          <w:rStyle w:val="styleC3"/>
        </w:rPr>
        <w:t>Other reasons</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833"/>
      </w:tblGrid>
      <w:tr w:rsidR="00060E17" w14:paraId="06ECEE59"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B9EFC19" w14:textId="77777777" w:rsidR="00060E17" w:rsidRDefault="00060E17"/>
        </w:tc>
        <w:tc>
          <w:tcPr>
            <w:tcW w:w="9500" w:type="dxa"/>
          </w:tcPr>
          <w:p w14:paraId="0D3A0C0C" w14:textId="77777777" w:rsidR="00060E17" w:rsidRDefault="00D61344">
            <w:pPr>
              <w:spacing w:before="30" w:after="25" w:line="240" w:lineRule="auto"/>
              <w:ind w:left="57"/>
            </w:pPr>
            <w:r>
              <w:rPr>
                <w:rStyle w:val="styleDatatxt"/>
              </w:rPr>
              <w:t>Corner Inlet is an example of a near natural wetland which continues to function in what is considered an almost natural way. Corner Inlet contains good representatives of Ramsar wetland types: B (marine sub-tidal aquatic beds); G (intertidal mud, sand or salt flats); H (intertidal marshes) and I (intertidal forested wetlands). The site contains extensive intertidal mud and sand flats that are likely to represent the most extensive in the bioregion (BMT WBM 2011, Appendix B) and the saltmarsh (wetland type H) and mangrove (wetland type I) habitats are considered to be in good condition (Boon et al. 2011). The site supports extensive Posidonia beds, which are among the largest in the bioregion.</w:t>
            </w:r>
          </w:p>
        </w:tc>
      </w:tr>
    </w:tbl>
    <w:p w14:paraId="4A807278" w14:textId="77777777" w:rsidR="00060E17" w:rsidRDefault="00060E17"/>
    <w:p w14:paraId="3CB450E4" w14:textId="77777777" w:rsidR="00060E17" w:rsidRDefault="00D61344">
      <w:pPr>
        <w:spacing w:after="0" w:line="240" w:lineRule="auto"/>
        <w:ind w:left="216"/>
      </w:pPr>
      <w:r>
        <w:rPr>
          <w:rStyle w:val="styleRad"/>
        </w:rPr>
        <w:t xml:space="preserve"> [x] </w:t>
      </w:r>
      <w:r>
        <w:rPr>
          <w:rStyle w:val="styleL2"/>
        </w:rPr>
        <w:t xml:space="preserve"> Criterion 2 : Rare species and threatened ecological communities</w:t>
      </w:r>
    </w:p>
    <w:p w14:paraId="6C9018DC" w14:textId="77777777" w:rsidR="00060E17" w:rsidRDefault="00D61344">
      <w:pPr>
        <w:spacing w:before="30" w:after="25" w:line="240" w:lineRule="auto"/>
        <w:ind w:left="57"/>
      </w:pPr>
      <w:r>
        <w:rPr>
          <w:rStyle w:val="styleHint1txt"/>
        </w:rPr>
        <w:t xml:space="preserve"> To justify this Criterion, please give details below on: </w:t>
      </w:r>
    </w:p>
    <w:p w14:paraId="6F16AE8C" w14:textId="77777777" w:rsidR="00060E17" w:rsidRDefault="00D61344">
      <w:pPr>
        <w:spacing w:before="30" w:after="25" w:line="240" w:lineRule="auto"/>
        <w:ind w:left="57"/>
      </w:pPr>
      <w:r>
        <w:rPr>
          <w:rStyle w:val="styleHint1txt"/>
        </w:rPr>
        <w:t xml:space="preserve"> - relevant plant species in the section Criteria &amp; justification&gt; Plant species (3.2)   </w:t>
      </w:r>
    </w:p>
    <w:p w14:paraId="54333029" w14:textId="77777777" w:rsidR="00060E17" w:rsidRDefault="00D61344">
      <w:pPr>
        <w:spacing w:before="30" w:after="25" w:line="240" w:lineRule="auto"/>
        <w:ind w:left="57"/>
      </w:pPr>
      <w:r>
        <w:rPr>
          <w:rStyle w:val="styleHint1txt"/>
        </w:rPr>
        <w:t xml:space="preserve"> - relevant animal species in the section Criteria &amp; justification&gt; Animal species (3.3)   </w:t>
      </w:r>
    </w:p>
    <w:p w14:paraId="4ACB861C" w14:textId="77777777" w:rsidR="00060E17" w:rsidRDefault="00D61344">
      <w:pPr>
        <w:spacing w:before="30" w:after="25" w:line="240" w:lineRule="auto"/>
        <w:ind w:left="57"/>
      </w:pPr>
      <w:r>
        <w:rPr>
          <w:rStyle w:val="styleHint1txt"/>
        </w:rPr>
        <w:t xml:space="preserve"> - relevant ecological communities in the section Criteria &amp; justification&gt; Ecological communities (3.4)   </w:t>
      </w:r>
    </w:p>
    <w:p w14:paraId="7CE4CB9E" w14:textId="77777777" w:rsidR="00060E17" w:rsidRDefault="00D61344">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833"/>
      </w:tblGrid>
      <w:tr w:rsidR="00060E17" w14:paraId="75349D61"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064585E" w14:textId="77777777" w:rsidR="00060E17" w:rsidRDefault="00060E17"/>
        </w:tc>
        <w:tc>
          <w:tcPr>
            <w:tcW w:w="9500" w:type="dxa"/>
          </w:tcPr>
          <w:p w14:paraId="549F049C" w14:textId="77777777" w:rsidR="00060E17" w:rsidRDefault="00060E17">
            <w:pPr>
              <w:pStyle w:val="pStyle"/>
              <w:rPr>
                <w:rStyle w:val="almostEmpty"/>
              </w:rPr>
            </w:pPr>
          </w:p>
          <w:p w14:paraId="7380B540" w14:textId="77777777" w:rsidR="00060E17" w:rsidRDefault="00D61344">
            <w:pPr>
              <w:spacing w:after="0" w:line="240" w:lineRule="auto"/>
              <w:ind w:left="57"/>
            </w:pPr>
            <w:r>
              <w:rPr>
                <w:rStyle w:val="styleDatatxt"/>
              </w:rPr>
              <w:t xml:space="preserve">The site was identified as meeting this criterion in 2011 when the ECD was compiled.  The ECD process included a reconsideration of the criteria with specific reference to more up to date requirements outlined in Ramsar Handbook 14 and more up to date data. </w:t>
            </w:r>
          </w:p>
          <w:p w14:paraId="2BB65DA0" w14:textId="77777777" w:rsidR="00060E17" w:rsidRDefault="00060E17">
            <w:pPr>
              <w:pStyle w:val="pStyle"/>
              <w:rPr>
                <w:rStyle w:val="almostEmpty"/>
              </w:rPr>
            </w:pPr>
          </w:p>
          <w:p w14:paraId="0E3282E4" w14:textId="77777777" w:rsidR="00060E17" w:rsidRDefault="00D61344">
            <w:pPr>
              <w:spacing w:after="0" w:line="240" w:lineRule="auto"/>
              <w:ind w:left="57"/>
            </w:pPr>
            <w:r>
              <w:rPr>
                <w:rStyle w:val="styleDatatxt"/>
              </w:rPr>
              <w:t xml:space="preserve"> </w:t>
            </w:r>
          </w:p>
          <w:p w14:paraId="42D42E68" w14:textId="77777777" w:rsidR="00060E17" w:rsidRDefault="00060E17">
            <w:pPr>
              <w:pStyle w:val="pStyle"/>
              <w:rPr>
                <w:rStyle w:val="almostEmpty"/>
              </w:rPr>
            </w:pPr>
          </w:p>
          <w:p w14:paraId="610533DB" w14:textId="77777777" w:rsidR="00060E17" w:rsidRDefault="00D61344">
            <w:pPr>
              <w:spacing w:after="0" w:line="240" w:lineRule="auto"/>
              <w:ind w:left="57"/>
            </w:pPr>
            <w:r>
              <w:rPr>
                <w:rStyle w:val="styleDatatxt"/>
              </w:rPr>
              <w:t xml:space="preserve">The Corner Inlet Ramsar Site supports seven species of threatened palaearctic migratory waders and the hooded plover as well as the Australian Grayling.  </w:t>
            </w:r>
          </w:p>
          <w:p w14:paraId="1FA33DDD" w14:textId="77777777" w:rsidR="00060E17" w:rsidRDefault="00060E17">
            <w:pPr>
              <w:pStyle w:val="pStyle"/>
              <w:rPr>
                <w:rStyle w:val="almostEmpty"/>
              </w:rPr>
            </w:pPr>
          </w:p>
          <w:p w14:paraId="548910F0" w14:textId="77777777" w:rsidR="00060E17" w:rsidRDefault="00D61344">
            <w:pPr>
              <w:spacing w:after="0" w:line="240" w:lineRule="auto"/>
              <w:ind w:left="57"/>
            </w:pPr>
            <w:r>
              <w:rPr>
                <w:rStyle w:val="styleDatatxt"/>
              </w:rPr>
              <w:t xml:space="preserve"> </w:t>
            </w:r>
          </w:p>
          <w:p w14:paraId="295BB63C" w14:textId="77777777" w:rsidR="00060E17" w:rsidRDefault="00060E17">
            <w:pPr>
              <w:pStyle w:val="pStyle"/>
              <w:rPr>
                <w:rStyle w:val="almostEmpty"/>
              </w:rPr>
            </w:pPr>
          </w:p>
          <w:p w14:paraId="3E6AD69E" w14:textId="77777777" w:rsidR="00060E17" w:rsidRDefault="00D61344">
            <w:pPr>
              <w:spacing w:after="0" w:line="240" w:lineRule="auto"/>
              <w:ind w:left="57"/>
            </w:pPr>
            <w:r>
              <w:rPr>
                <w:rStyle w:val="styleDatatxt"/>
              </w:rPr>
              <w:t xml:space="preserve">There is insufficient evidence (due to insufficient recent counts) to determine if the Australian Fairy Tern continues to be regularly supported over the period since listing in 1982. Orange-bellied parrot and the growling grass frog are not considered to have met Criterion 2 at the time of listing or to meet it now as they are not regularly supported (recorded in two thirds of seasons) at the Ramsar site. </w:t>
            </w:r>
          </w:p>
          <w:p w14:paraId="23B8356E" w14:textId="77777777" w:rsidR="00060E17" w:rsidRDefault="00060E17">
            <w:pPr>
              <w:pStyle w:val="pStyle"/>
              <w:rPr>
                <w:rStyle w:val="almostEmpty"/>
              </w:rPr>
            </w:pPr>
          </w:p>
          <w:p w14:paraId="6CE6821E" w14:textId="77777777" w:rsidR="00060E17" w:rsidRDefault="00D61344">
            <w:pPr>
              <w:spacing w:after="0" w:line="240" w:lineRule="auto"/>
              <w:ind w:left="57"/>
            </w:pPr>
            <w:r>
              <w:rPr>
                <w:rStyle w:val="styleDatatxt"/>
              </w:rPr>
              <w:t xml:space="preserve"> </w:t>
            </w:r>
          </w:p>
          <w:p w14:paraId="621AABD6" w14:textId="77777777" w:rsidR="00060E17" w:rsidRDefault="00060E17">
            <w:pPr>
              <w:pStyle w:val="pStyle"/>
              <w:rPr>
                <w:rStyle w:val="almostEmpty"/>
              </w:rPr>
            </w:pPr>
          </w:p>
          <w:p w14:paraId="343F2329" w14:textId="77777777" w:rsidR="00060E17" w:rsidRDefault="00D61344">
            <w:pPr>
              <w:spacing w:after="0" w:line="240" w:lineRule="auto"/>
              <w:ind w:left="57"/>
            </w:pPr>
            <w:r>
              <w:rPr>
                <w:rStyle w:val="styleDatatxt"/>
              </w:rPr>
              <w:t>The site also supports Thelymitra epipactoides (Metallic Sun-orchid) which is listed as Endangered in Australia (under the Environment Protection and Biodiversity Conservation Act) and also listed as engendered under the CITES.</w:t>
            </w:r>
          </w:p>
        </w:tc>
      </w:tr>
    </w:tbl>
    <w:p w14:paraId="7E8688FF" w14:textId="77777777" w:rsidR="00060E17" w:rsidRDefault="00060E17"/>
    <w:p w14:paraId="0A429B19" w14:textId="77777777" w:rsidR="00060E17" w:rsidRDefault="00D61344">
      <w:pPr>
        <w:spacing w:after="0" w:line="240" w:lineRule="auto"/>
        <w:ind w:left="216"/>
      </w:pPr>
      <w:r>
        <w:rPr>
          <w:rStyle w:val="styleRad"/>
        </w:rPr>
        <w:t xml:space="preserve"> [  ] </w:t>
      </w:r>
      <w:r>
        <w:rPr>
          <w:rStyle w:val="styleL2"/>
        </w:rPr>
        <w:t xml:space="preserve"> Criterion 3 : Biological diversity</w:t>
      </w:r>
    </w:p>
    <w:p w14:paraId="3844B652" w14:textId="77777777" w:rsidR="00060E17" w:rsidRDefault="00D61344">
      <w:pPr>
        <w:spacing w:before="30" w:after="25" w:line="240" w:lineRule="auto"/>
        <w:ind w:left="57"/>
      </w:pPr>
      <w:r>
        <w:rPr>
          <w:rStyle w:val="styleHint1txt"/>
        </w:rPr>
        <w:t xml:space="preserve"> To justify this Criterion, please give details in the box below. If you want to name any specific species, please give details on: </w:t>
      </w:r>
    </w:p>
    <w:p w14:paraId="3F133005" w14:textId="77777777" w:rsidR="00060E17" w:rsidRDefault="00D61344">
      <w:pPr>
        <w:spacing w:before="30" w:after="25" w:line="240" w:lineRule="auto"/>
        <w:ind w:left="57"/>
      </w:pPr>
      <w:r>
        <w:rPr>
          <w:rStyle w:val="styleHint1txt"/>
        </w:rPr>
        <w:t xml:space="preserve"> - relevant plant species in the section Criteria &amp; justification&gt; Plant species (3.2)   </w:t>
      </w:r>
    </w:p>
    <w:p w14:paraId="5E260D8D" w14:textId="77777777" w:rsidR="00060E17" w:rsidRDefault="00D61344">
      <w:pPr>
        <w:spacing w:before="30" w:after="25" w:line="240" w:lineRule="auto"/>
        <w:ind w:left="57"/>
      </w:pPr>
      <w:r>
        <w:rPr>
          <w:rStyle w:val="styleHint1txt"/>
        </w:rPr>
        <w:t xml:space="preserve"> - relevant animal species in the section Criteria &amp; justification&gt; Animal species (3.3)   </w:t>
      </w:r>
    </w:p>
    <w:p w14:paraId="74E2BCFA" w14:textId="77777777" w:rsidR="00060E17" w:rsidRDefault="00D61344">
      <w:pPr>
        <w:pStyle w:val="pstyleLabels"/>
      </w:pPr>
      <w:r>
        <w:rPr>
          <w:rStyle w:val="styleC3"/>
        </w:rPr>
        <w:t>Justification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7"/>
        <w:gridCol w:w="8831"/>
      </w:tblGrid>
      <w:tr w:rsidR="00060E17" w14:paraId="6CF367E9"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978AC18" w14:textId="77777777" w:rsidR="00060E17" w:rsidRDefault="00060E17"/>
        </w:tc>
        <w:tc>
          <w:tcPr>
            <w:tcW w:w="9500" w:type="dxa"/>
          </w:tcPr>
          <w:p w14:paraId="656EF680" w14:textId="77777777" w:rsidR="00060E17" w:rsidRDefault="00060E17">
            <w:pPr>
              <w:spacing w:before="30" w:after="25" w:line="240" w:lineRule="auto"/>
              <w:ind w:left="57"/>
            </w:pPr>
          </w:p>
        </w:tc>
      </w:tr>
    </w:tbl>
    <w:p w14:paraId="50E64690" w14:textId="77777777" w:rsidR="00060E17" w:rsidRDefault="00060E17"/>
    <w:p w14:paraId="2D2DD1F6" w14:textId="77777777" w:rsidR="00060E17" w:rsidRDefault="00D61344">
      <w:pPr>
        <w:spacing w:after="0" w:line="240" w:lineRule="auto"/>
        <w:ind w:left="216"/>
      </w:pPr>
      <w:r>
        <w:rPr>
          <w:rStyle w:val="styleRad"/>
        </w:rPr>
        <w:t xml:space="preserve"> [x] </w:t>
      </w:r>
      <w:r>
        <w:rPr>
          <w:rStyle w:val="styleL2"/>
        </w:rPr>
        <w:t xml:space="preserve"> Criterion 4 : Support during critical life cycle stage or in adverse conditions</w:t>
      </w:r>
    </w:p>
    <w:p w14:paraId="51DCA76D" w14:textId="77777777" w:rsidR="00060E17" w:rsidRDefault="00D61344">
      <w:pPr>
        <w:spacing w:before="30" w:after="25" w:line="240" w:lineRule="auto"/>
        <w:ind w:left="57"/>
      </w:pPr>
      <w:r>
        <w:rPr>
          <w:rStyle w:val="styleHint1txt"/>
        </w:rPr>
        <w:t xml:space="preserve"> To justify this Criterion, please give details below on: </w:t>
      </w:r>
    </w:p>
    <w:p w14:paraId="190FF15E" w14:textId="77777777" w:rsidR="00060E17" w:rsidRDefault="00D61344">
      <w:pPr>
        <w:spacing w:before="30" w:after="25" w:line="240" w:lineRule="auto"/>
        <w:ind w:left="57"/>
      </w:pPr>
      <w:r>
        <w:rPr>
          <w:rStyle w:val="styleHint1txt"/>
        </w:rPr>
        <w:t xml:space="preserve"> - relevant plant species in the section Criteria &amp; justification&gt; Plant species (3.2)   </w:t>
      </w:r>
    </w:p>
    <w:p w14:paraId="13AB64CA" w14:textId="77777777" w:rsidR="00060E17" w:rsidRDefault="00D61344">
      <w:pPr>
        <w:spacing w:before="30" w:after="25" w:line="240" w:lineRule="auto"/>
        <w:ind w:left="57"/>
      </w:pPr>
      <w:r>
        <w:rPr>
          <w:rStyle w:val="styleHint1txt"/>
        </w:rPr>
        <w:t xml:space="preserve"> - relevant animal species in the section Criteria &amp; justification&gt; Animal species (3.3)   </w:t>
      </w:r>
    </w:p>
    <w:p w14:paraId="3146515B" w14:textId="77777777" w:rsidR="00060E17" w:rsidRDefault="00D61344">
      <w:pPr>
        <w:spacing w:before="30" w:after="25" w:line="240" w:lineRule="auto"/>
        <w:ind w:left="57"/>
      </w:pPr>
      <w:r>
        <w:rPr>
          <w:rStyle w:val="styleHint1txt"/>
        </w:rPr>
        <w:t xml:space="preserve">  and explain the life cycle stage or nature of adverse conditions in the accompanying 'justification' box. </w:t>
      </w:r>
    </w:p>
    <w:p w14:paraId="71ABDDD5" w14:textId="77777777" w:rsidR="00060E17" w:rsidRDefault="00D61344">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833"/>
      </w:tblGrid>
      <w:tr w:rsidR="00060E17" w14:paraId="5C5FF08E"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96A230C" w14:textId="77777777" w:rsidR="00060E17" w:rsidRDefault="00060E17"/>
        </w:tc>
        <w:tc>
          <w:tcPr>
            <w:tcW w:w="9500" w:type="dxa"/>
          </w:tcPr>
          <w:p w14:paraId="27CF6824" w14:textId="77777777" w:rsidR="00060E17" w:rsidRDefault="00060E17">
            <w:pPr>
              <w:pStyle w:val="pStyle"/>
              <w:rPr>
                <w:rStyle w:val="almostEmpty"/>
              </w:rPr>
            </w:pPr>
          </w:p>
          <w:p w14:paraId="5ADAEC51" w14:textId="77777777" w:rsidR="00060E17" w:rsidRDefault="00D61344">
            <w:pPr>
              <w:spacing w:after="0" w:line="240" w:lineRule="auto"/>
              <w:ind w:left="57"/>
            </w:pPr>
            <w:r>
              <w:rPr>
                <w:rStyle w:val="styleDatatxt"/>
              </w:rPr>
              <w:t xml:space="preserve">The site was identified as meeting this criterion in 2011 when the ECD was compiled.  The ECD process included a reconsideration of the criteria with specific reference to more up to date requirements outlined in Ramsar Handbook 14 and more up to date data.  </w:t>
            </w:r>
          </w:p>
          <w:p w14:paraId="1BA8C4F5" w14:textId="77777777" w:rsidR="00060E17" w:rsidRDefault="00060E17">
            <w:pPr>
              <w:pStyle w:val="pStyle"/>
              <w:rPr>
                <w:rStyle w:val="almostEmpty"/>
              </w:rPr>
            </w:pPr>
          </w:p>
          <w:p w14:paraId="3498A333" w14:textId="77777777" w:rsidR="00060E17" w:rsidRDefault="00D61344">
            <w:pPr>
              <w:spacing w:after="0" w:line="240" w:lineRule="auto"/>
              <w:ind w:left="57"/>
            </w:pPr>
            <w:r>
              <w:rPr>
                <w:rStyle w:val="styleDatatxt"/>
              </w:rPr>
              <w:t xml:space="preserve"> </w:t>
            </w:r>
          </w:p>
          <w:p w14:paraId="5EB9BE35" w14:textId="77777777" w:rsidR="00060E17" w:rsidRDefault="00060E17">
            <w:pPr>
              <w:pStyle w:val="pStyle"/>
              <w:rPr>
                <w:rStyle w:val="almostEmpty"/>
              </w:rPr>
            </w:pPr>
          </w:p>
          <w:p w14:paraId="16C2D990" w14:textId="77777777" w:rsidR="00060E17" w:rsidRDefault="00D61344">
            <w:pPr>
              <w:spacing w:after="0" w:line="240" w:lineRule="auto"/>
              <w:ind w:left="57"/>
            </w:pPr>
            <w:r>
              <w:rPr>
                <w:rStyle w:val="styleDatatxt"/>
              </w:rPr>
              <w:t xml:space="preserve">The basic description of this criterion implies a number of common functions/roles that wetlands provide including supporting fauna during migration and breeding. Over 35 waterbirds listed under international migratory agreements have been recorded within the Ramsar site. This number includes species that, in Australia, are residents (e.g. eastern great egret) and vagrant seabirds for which the site does not provide significant habitat (e.g. albatross species). There are 26 species of palaearctic migratory shorebirds, 16 of which are regularly supported (in two thirds of seasons) by the Corner Inlet Ramsar Site. The extensive mudflats and intertidal marshes provide both feeding and high tide roost sites for these species.  </w:t>
            </w:r>
          </w:p>
          <w:p w14:paraId="4C2128C7" w14:textId="77777777" w:rsidR="00060E17" w:rsidRDefault="00060E17">
            <w:pPr>
              <w:pStyle w:val="pStyle"/>
              <w:rPr>
                <w:rStyle w:val="almostEmpty"/>
              </w:rPr>
            </w:pPr>
          </w:p>
          <w:p w14:paraId="2F262E5D" w14:textId="77777777" w:rsidR="00060E17" w:rsidRDefault="00D61344">
            <w:pPr>
              <w:spacing w:after="0" w:line="240" w:lineRule="auto"/>
              <w:ind w:left="57"/>
            </w:pPr>
            <w:r>
              <w:rPr>
                <w:rStyle w:val="styleDatatxt"/>
              </w:rPr>
              <w:t xml:space="preserve"> </w:t>
            </w:r>
          </w:p>
          <w:p w14:paraId="66CD77FB" w14:textId="77777777" w:rsidR="00060E17" w:rsidRDefault="00060E17">
            <w:pPr>
              <w:pStyle w:val="pStyle"/>
              <w:rPr>
                <w:rStyle w:val="almostEmpty"/>
              </w:rPr>
            </w:pPr>
          </w:p>
          <w:p w14:paraId="7380BBFC" w14:textId="77777777" w:rsidR="00060E17" w:rsidRDefault="00D61344">
            <w:pPr>
              <w:spacing w:after="0" w:line="240" w:lineRule="auto"/>
              <w:ind w:left="57"/>
            </w:pPr>
            <w:r>
              <w:rPr>
                <w:rStyle w:val="styleDatatxt"/>
              </w:rPr>
              <w:t xml:space="preserve">In addition, over 20 species of wetland dependent bird species have been recorded breeding within the site. The site is specifically important for beach-nesting species: Australian pied oystercatcher (Haematopus longirostris), Australian fairy tern (Sternula nereis nereis), Caspian tern (Hydroprogne caspia), crested tern (Thalasseus bergii) and hooded plover (Thinornis rubricollis). These species use the beaches and islands within the site annually.  </w:t>
            </w:r>
          </w:p>
          <w:p w14:paraId="2CB8B0A7" w14:textId="77777777" w:rsidR="00060E17" w:rsidRDefault="00060E17">
            <w:pPr>
              <w:pStyle w:val="pStyle"/>
              <w:rPr>
                <w:rStyle w:val="almostEmpty"/>
              </w:rPr>
            </w:pPr>
          </w:p>
          <w:p w14:paraId="445DC51E" w14:textId="77777777" w:rsidR="00060E17" w:rsidRDefault="00060E17">
            <w:pPr>
              <w:spacing w:after="0" w:line="240" w:lineRule="auto"/>
              <w:ind w:left="57"/>
            </w:pPr>
          </w:p>
        </w:tc>
      </w:tr>
    </w:tbl>
    <w:p w14:paraId="679C5D90" w14:textId="77777777" w:rsidR="00060E17" w:rsidRDefault="00060E17"/>
    <w:p w14:paraId="74BE3F51" w14:textId="77777777" w:rsidR="00060E17" w:rsidRDefault="00D61344">
      <w:pPr>
        <w:spacing w:after="0" w:line="240" w:lineRule="auto"/>
        <w:ind w:left="216"/>
      </w:pPr>
      <w:r>
        <w:rPr>
          <w:rStyle w:val="styleRad"/>
        </w:rPr>
        <w:t xml:space="preserve"> [x] </w:t>
      </w:r>
      <w:r>
        <w:rPr>
          <w:rStyle w:val="styleL2"/>
        </w:rPr>
        <w:t xml:space="preserve"> Criterion 5 : &gt;20,000 waterbirds</w:t>
      </w:r>
    </w:p>
    <w:p w14:paraId="418FF6BE" w14:textId="77777777" w:rsidR="00060E17" w:rsidRDefault="00D61344">
      <w:pPr>
        <w:spacing w:before="30" w:after="25" w:line="240" w:lineRule="auto"/>
        <w:ind w:left="57"/>
      </w:pPr>
      <w:r>
        <w:rPr>
          <w:rStyle w:val="styleHint1txt"/>
        </w:rPr>
        <w:t xml:space="preserve"> To justify this Criterion, please give details below on:- the total number of waterbirds and the period of data collection - relevant waterbird species, and if possible their population size, in the section Criteria &amp; justification&gt; Animal species (3.3)   </w:t>
      </w:r>
    </w:p>
    <w:p w14:paraId="4AF9BBA7" w14:textId="77777777" w:rsidR="00060E17" w:rsidRDefault="00D61344">
      <w:pPr>
        <w:pStyle w:val="pstyleLabels"/>
      </w:pPr>
      <w:r>
        <w:rPr>
          <w:rStyle w:val="styleC3"/>
        </w:rPr>
        <w:t>Overall waterbird numbers</w:t>
      </w:r>
      <w:r>
        <w:rPr>
          <w:vertAlign w:val="superscript"/>
        </w:rPr>
        <w:t>*</w:t>
      </w:r>
      <w:r>
        <w:rPr>
          <w:rStyle w:val="styleHint1txt"/>
        </w:rPr>
        <w:t xml:space="preserve"> (This field is mandatory) </w:t>
      </w:r>
    </w:p>
    <w:tbl>
      <w:tblPr>
        <w:tblStyle w:val="myFieldTableStyle2"/>
        <w:tblW w:w="0" w:type="auto"/>
        <w:tblInd w:w="-8" w:type="dxa"/>
        <w:tblLook w:val="04A0" w:firstRow="1" w:lastRow="0" w:firstColumn="1" w:lastColumn="0" w:noHBand="0" w:noVBand="1"/>
      </w:tblPr>
      <w:tblGrid>
        <w:gridCol w:w="195"/>
        <w:gridCol w:w="8832"/>
      </w:tblGrid>
      <w:tr w:rsidR="00060E17" w14:paraId="5C4E751D"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9A0CD55" w14:textId="77777777" w:rsidR="00060E17" w:rsidRDefault="00060E17">
            <w:pPr>
              <w:spacing w:after="0" w:line="240" w:lineRule="auto"/>
              <w:ind w:left="216"/>
            </w:pPr>
          </w:p>
        </w:tc>
        <w:tc>
          <w:tcPr>
            <w:tcW w:w="9500" w:type="dxa"/>
          </w:tcPr>
          <w:p w14:paraId="58F223A6" w14:textId="77777777" w:rsidR="00060E17" w:rsidRDefault="00D61344">
            <w:pPr>
              <w:spacing w:before="5" w:after="2" w:line="240" w:lineRule="auto"/>
              <w:ind w:left="72"/>
            </w:pPr>
            <w:r>
              <w:rPr>
                <w:rStyle w:val="styleDatatxt"/>
              </w:rPr>
              <w:t>31416</w:t>
            </w:r>
          </w:p>
        </w:tc>
      </w:tr>
    </w:tbl>
    <w:p w14:paraId="48EFC342" w14:textId="77777777" w:rsidR="00060E17" w:rsidRDefault="00D61344">
      <w:pPr>
        <w:pStyle w:val="pstyleLabels"/>
      </w:pPr>
      <w:r>
        <w:rPr>
          <w:rStyle w:val="styleC3"/>
        </w:rPr>
        <w:t>Start year</w:t>
      </w:r>
      <w:r>
        <w:rPr>
          <w:vertAlign w:val="superscript"/>
        </w:rPr>
        <w:t>*</w:t>
      </w:r>
      <w:r>
        <w:rPr>
          <w:rStyle w:val="styleHint1txt"/>
        </w:rPr>
        <w:t xml:space="preserve"> (This field is mandatory) </w:t>
      </w:r>
    </w:p>
    <w:tbl>
      <w:tblPr>
        <w:tblStyle w:val="myFieldTableStyle2"/>
        <w:tblW w:w="0" w:type="auto"/>
        <w:tblInd w:w="-8" w:type="dxa"/>
        <w:tblLook w:val="04A0" w:firstRow="1" w:lastRow="0" w:firstColumn="1" w:lastColumn="0" w:noHBand="0" w:noVBand="1"/>
      </w:tblPr>
      <w:tblGrid>
        <w:gridCol w:w="195"/>
        <w:gridCol w:w="8832"/>
      </w:tblGrid>
      <w:tr w:rsidR="00060E17" w14:paraId="1A512777"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122A022" w14:textId="77777777" w:rsidR="00060E17" w:rsidRDefault="00060E17">
            <w:pPr>
              <w:spacing w:after="0" w:line="240" w:lineRule="auto"/>
              <w:ind w:left="216"/>
            </w:pPr>
          </w:p>
        </w:tc>
        <w:tc>
          <w:tcPr>
            <w:tcW w:w="9500" w:type="dxa"/>
          </w:tcPr>
          <w:p w14:paraId="1865F412" w14:textId="77777777" w:rsidR="00060E17" w:rsidRDefault="00D61344">
            <w:pPr>
              <w:spacing w:before="5" w:after="2" w:line="240" w:lineRule="auto"/>
              <w:ind w:left="72"/>
            </w:pPr>
            <w:r>
              <w:rPr>
                <w:rStyle w:val="styleDatatxt"/>
              </w:rPr>
              <w:t>1981</w:t>
            </w:r>
          </w:p>
        </w:tc>
      </w:tr>
    </w:tbl>
    <w:p w14:paraId="3663BA4D" w14:textId="77777777" w:rsidR="00060E17" w:rsidRDefault="00D61344">
      <w:pPr>
        <w:pStyle w:val="pstyleLabels"/>
      </w:pPr>
      <w:r>
        <w:rPr>
          <w:rStyle w:val="styleC3"/>
        </w:rPr>
        <w:t>End year</w:t>
      </w:r>
      <w:r>
        <w:rPr>
          <w:vertAlign w:val="superscript"/>
        </w:rPr>
        <w:t>*</w:t>
      </w:r>
      <w:r>
        <w:rPr>
          <w:rStyle w:val="styleHint1txt"/>
        </w:rPr>
        <w:t xml:space="preserve"> (This field is mandatory) </w:t>
      </w:r>
    </w:p>
    <w:tbl>
      <w:tblPr>
        <w:tblStyle w:val="myFieldTableStyle2"/>
        <w:tblW w:w="0" w:type="auto"/>
        <w:tblInd w:w="-8" w:type="dxa"/>
        <w:tblLook w:val="04A0" w:firstRow="1" w:lastRow="0" w:firstColumn="1" w:lastColumn="0" w:noHBand="0" w:noVBand="1"/>
      </w:tblPr>
      <w:tblGrid>
        <w:gridCol w:w="195"/>
        <w:gridCol w:w="8832"/>
      </w:tblGrid>
      <w:tr w:rsidR="00060E17" w14:paraId="06EFB7FC"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AEEED0C" w14:textId="77777777" w:rsidR="00060E17" w:rsidRDefault="00060E17">
            <w:pPr>
              <w:spacing w:after="0" w:line="240" w:lineRule="auto"/>
              <w:ind w:left="216"/>
            </w:pPr>
          </w:p>
        </w:tc>
        <w:tc>
          <w:tcPr>
            <w:tcW w:w="9500" w:type="dxa"/>
          </w:tcPr>
          <w:p w14:paraId="2B08AD5E" w14:textId="77777777" w:rsidR="00060E17" w:rsidRDefault="00D61344">
            <w:pPr>
              <w:spacing w:before="5" w:after="2" w:line="240" w:lineRule="auto"/>
              <w:ind w:left="72"/>
            </w:pPr>
            <w:r>
              <w:rPr>
                <w:rStyle w:val="styleDatatxt"/>
              </w:rPr>
              <w:t>2015</w:t>
            </w:r>
          </w:p>
        </w:tc>
      </w:tr>
    </w:tbl>
    <w:p w14:paraId="3571E0F1" w14:textId="77777777" w:rsidR="00060E17" w:rsidRDefault="00D61344">
      <w:pPr>
        <w:pStyle w:val="pstyleLabels"/>
      </w:pPr>
      <w:r>
        <w:rPr>
          <w:rStyle w:val="styleC3"/>
        </w:rPr>
        <w:t>Source of data:</w:t>
      </w:r>
    </w:p>
    <w:tbl>
      <w:tblPr>
        <w:tblStyle w:val="myFieldTableStyle2"/>
        <w:tblW w:w="0" w:type="auto"/>
        <w:tblInd w:w="-8" w:type="dxa"/>
        <w:tblLook w:val="04A0" w:firstRow="1" w:lastRow="0" w:firstColumn="1" w:lastColumn="0" w:noHBand="0" w:noVBand="1"/>
      </w:tblPr>
      <w:tblGrid>
        <w:gridCol w:w="195"/>
        <w:gridCol w:w="8832"/>
      </w:tblGrid>
      <w:tr w:rsidR="00060E17" w14:paraId="39763790"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CCF3F56" w14:textId="77777777" w:rsidR="00060E17" w:rsidRDefault="00060E17">
            <w:pPr>
              <w:spacing w:after="0" w:line="240" w:lineRule="auto"/>
              <w:ind w:left="216"/>
            </w:pPr>
          </w:p>
        </w:tc>
        <w:tc>
          <w:tcPr>
            <w:tcW w:w="9500" w:type="dxa"/>
          </w:tcPr>
          <w:p w14:paraId="65BDB283" w14:textId="77777777" w:rsidR="00060E17" w:rsidRDefault="00D61344">
            <w:pPr>
              <w:spacing w:before="5" w:after="2" w:line="240" w:lineRule="auto"/>
              <w:ind w:left="72"/>
            </w:pPr>
            <w:r>
              <w:rPr>
                <w:rStyle w:val="styleDatatxt"/>
              </w:rPr>
              <w:t>Birdlife Australia</w:t>
            </w:r>
          </w:p>
        </w:tc>
      </w:tr>
    </w:tbl>
    <w:p w14:paraId="073E5F57" w14:textId="77777777" w:rsidR="00060E17" w:rsidRDefault="00D61344">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833"/>
      </w:tblGrid>
      <w:tr w:rsidR="00060E17" w14:paraId="5698493A"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EDC3FC7" w14:textId="77777777" w:rsidR="00060E17" w:rsidRDefault="00060E17"/>
        </w:tc>
        <w:tc>
          <w:tcPr>
            <w:tcW w:w="9500" w:type="dxa"/>
          </w:tcPr>
          <w:p w14:paraId="6287B7D1" w14:textId="77777777" w:rsidR="00060E17" w:rsidRDefault="00060E17">
            <w:pPr>
              <w:pStyle w:val="pStyle"/>
              <w:rPr>
                <w:rStyle w:val="almostEmpty"/>
              </w:rPr>
            </w:pPr>
          </w:p>
          <w:p w14:paraId="0BA3B6F4" w14:textId="77777777" w:rsidR="00060E17" w:rsidRDefault="00D61344">
            <w:pPr>
              <w:spacing w:after="0" w:line="240" w:lineRule="auto"/>
              <w:ind w:left="57"/>
            </w:pPr>
            <w:r>
              <w:rPr>
                <w:rStyle w:val="styleDatatxt"/>
              </w:rPr>
              <w:t xml:space="preserve">Average annual maximum shorebird count = 31416 </w:t>
            </w:r>
          </w:p>
          <w:p w14:paraId="22AE62F1" w14:textId="77777777" w:rsidR="00060E17" w:rsidRDefault="00060E17">
            <w:pPr>
              <w:pStyle w:val="pStyle"/>
              <w:rPr>
                <w:rStyle w:val="almostEmpty"/>
              </w:rPr>
            </w:pPr>
          </w:p>
          <w:p w14:paraId="17168927" w14:textId="77777777" w:rsidR="00060E17" w:rsidRDefault="00D61344">
            <w:pPr>
              <w:spacing w:after="0" w:line="240" w:lineRule="auto"/>
              <w:ind w:left="57"/>
            </w:pPr>
            <w:r>
              <w:rPr>
                <w:rStyle w:val="styleDatatxt"/>
              </w:rPr>
              <w:t>Counts of shorebirds have been consistently &gt; 20,000 every year since 1981, except 2015, when total maximum shorebird count was 19,000 (data from BirdLife Australia). These counts do not include the substantial numbers of other waterbird species that are supported within the site. For example, between 1987 and 1992, when comprehensive counts of waterbirds were undertaken at the site, there were between 5000 and 10,000 non-wader species, including substantial numbers of black swan (Cygnus atratus) and chestnut teal (Anas castanea).</w:t>
            </w:r>
          </w:p>
        </w:tc>
      </w:tr>
    </w:tbl>
    <w:p w14:paraId="2B3E086B" w14:textId="77777777" w:rsidR="00060E17" w:rsidRDefault="00060E17"/>
    <w:p w14:paraId="05D5BC41" w14:textId="77777777" w:rsidR="00060E17" w:rsidRDefault="00D61344">
      <w:pPr>
        <w:spacing w:after="0" w:line="240" w:lineRule="auto"/>
        <w:ind w:left="216"/>
      </w:pPr>
      <w:r>
        <w:rPr>
          <w:rStyle w:val="styleRad"/>
        </w:rPr>
        <w:t xml:space="preserve"> [x] </w:t>
      </w:r>
      <w:r>
        <w:rPr>
          <w:rStyle w:val="styleL2"/>
        </w:rPr>
        <w:t xml:space="preserve"> Criterion 6 : &gt;1% waterbird population</w:t>
      </w:r>
    </w:p>
    <w:p w14:paraId="73A3B2BF" w14:textId="77777777" w:rsidR="00060E17" w:rsidRDefault="00D61344">
      <w:pPr>
        <w:spacing w:before="30" w:after="25" w:line="240" w:lineRule="auto"/>
        <w:ind w:left="57"/>
      </w:pPr>
      <w:r>
        <w:rPr>
          <w:rStyle w:val="styleHint1txt"/>
        </w:rPr>
        <w:t xml:space="preserve"> To justify this Criterion, please give details on relevant waterbird species and their population size in the section Criteria &amp; justification&gt; Animal species (3.3)   </w:t>
      </w:r>
    </w:p>
    <w:p w14:paraId="6A0D3EDF" w14:textId="77777777" w:rsidR="00060E17" w:rsidRDefault="00D61344">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7"/>
        <w:gridCol w:w="8831"/>
      </w:tblGrid>
      <w:tr w:rsidR="00060E17" w14:paraId="2DC1D68E"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931EA06" w14:textId="77777777" w:rsidR="00060E17" w:rsidRDefault="00060E17"/>
        </w:tc>
        <w:tc>
          <w:tcPr>
            <w:tcW w:w="9500" w:type="dxa"/>
          </w:tcPr>
          <w:p w14:paraId="2AEBA912" w14:textId="77777777" w:rsidR="00060E17" w:rsidRDefault="00060E17">
            <w:pPr>
              <w:spacing w:before="30" w:after="25" w:line="240" w:lineRule="auto"/>
              <w:ind w:left="57"/>
            </w:pPr>
          </w:p>
        </w:tc>
      </w:tr>
    </w:tbl>
    <w:p w14:paraId="0050D637" w14:textId="77777777" w:rsidR="00060E17" w:rsidRDefault="00060E17"/>
    <w:p w14:paraId="38369A2D" w14:textId="77777777" w:rsidR="00060E17" w:rsidRDefault="00D61344">
      <w:pPr>
        <w:spacing w:after="0" w:line="240" w:lineRule="auto"/>
        <w:ind w:left="216"/>
      </w:pPr>
      <w:r>
        <w:rPr>
          <w:rStyle w:val="styleRad"/>
        </w:rPr>
        <w:t xml:space="preserve"> [  ] </w:t>
      </w:r>
      <w:r>
        <w:rPr>
          <w:rStyle w:val="styleL2"/>
        </w:rPr>
        <w:t xml:space="preserve"> Criterion 7 : Significant and representative fish</w:t>
      </w:r>
    </w:p>
    <w:p w14:paraId="21C591E8" w14:textId="77777777" w:rsidR="00060E17" w:rsidRDefault="00D61344">
      <w:pPr>
        <w:spacing w:before="30" w:after="25" w:line="240" w:lineRule="auto"/>
        <w:ind w:left="57"/>
      </w:pPr>
      <w:r>
        <w:rPr>
          <w:rStyle w:val="styleHint1txt"/>
        </w:rPr>
        <w:lastRenderedPageBreak/>
        <w:t xml:space="preserve"> To justify this Criterion, please give information in the box below and details of relevant fish species in the section Criteria &amp; justification&gt; Animal species (3.3)   </w:t>
      </w:r>
    </w:p>
    <w:p w14:paraId="337B462D" w14:textId="77777777" w:rsidR="00060E17" w:rsidRDefault="00D61344">
      <w:pPr>
        <w:pStyle w:val="pstyleLabels"/>
      </w:pPr>
      <w:r>
        <w:rPr>
          <w:rStyle w:val="styleC3"/>
        </w:rPr>
        <w:t>Justification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7"/>
        <w:gridCol w:w="8831"/>
      </w:tblGrid>
      <w:tr w:rsidR="00060E17" w14:paraId="2F263DD3"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B3FFE79" w14:textId="77777777" w:rsidR="00060E17" w:rsidRDefault="00060E17"/>
        </w:tc>
        <w:tc>
          <w:tcPr>
            <w:tcW w:w="9500" w:type="dxa"/>
          </w:tcPr>
          <w:p w14:paraId="01121E6F" w14:textId="77777777" w:rsidR="00060E17" w:rsidRDefault="00060E17">
            <w:pPr>
              <w:spacing w:before="30" w:after="25" w:line="240" w:lineRule="auto"/>
              <w:ind w:left="57"/>
            </w:pPr>
          </w:p>
        </w:tc>
      </w:tr>
    </w:tbl>
    <w:p w14:paraId="691E95A7" w14:textId="77777777" w:rsidR="00060E17" w:rsidRDefault="00060E17"/>
    <w:p w14:paraId="55601061" w14:textId="77777777" w:rsidR="00060E17" w:rsidRDefault="00D61344">
      <w:pPr>
        <w:spacing w:after="0" w:line="240" w:lineRule="auto"/>
        <w:ind w:left="216"/>
      </w:pPr>
      <w:r>
        <w:rPr>
          <w:rStyle w:val="styleRad"/>
        </w:rPr>
        <w:t xml:space="preserve"> [x] </w:t>
      </w:r>
      <w:r>
        <w:rPr>
          <w:rStyle w:val="styleL2"/>
        </w:rPr>
        <w:t xml:space="preserve"> Criterion 8 : Fish spawning grounds, etc.</w:t>
      </w:r>
    </w:p>
    <w:p w14:paraId="61614030" w14:textId="77777777" w:rsidR="00060E17" w:rsidRDefault="00D61344">
      <w:pPr>
        <w:spacing w:before="30" w:after="25" w:line="240" w:lineRule="auto"/>
        <w:ind w:left="57"/>
      </w:pPr>
      <w:r>
        <w:rPr>
          <w:rStyle w:val="styleHint1txt"/>
        </w:rPr>
        <w:t xml:space="preserve"> To justify this Criterion, please give information in the box below. Completion of details on relevant fish species in the section Criteria &amp; justification&gt; Animal species (3.3)   is optional. </w:t>
      </w:r>
    </w:p>
    <w:p w14:paraId="6AE8614E" w14:textId="77777777" w:rsidR="00060E17" w:rsidRDefault="00D61344">
      <w:pPr>
        <w:pStyle w:val="pstyleLabels"/>
      </w:pPr>
      <w:r>
        <w:rPr>
          <w:rStyle w:val="styleC3"/>
        </w:rPr>
        <w:t>Justification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833"/>
      </w:tblGrid>
      <w:tr w:rsidR="00060E17" w14:paraId="4110E5E7"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FE9CE71" w14:textId="77777777" w:rsidR="00060E17" w:rsidRDefault="00060E17"/>
        </w:tc>
        <w:tc>
          <w:tcPr>
            <w:tcW w:w="9500" w:type="dxa"/>
          </w:tcPr>
          <w:p w14:paraId="77A1AE79" w14:textId="77777777" w:rsidR="00060E17" w:rsidRDefault="00060E17">
            <w:pPr>
              <w:pStyle w:val="pStyle"/>
              <w:rPr>
                <w:rStyle w:val="almostEmpty"/>
              </w:rPr>
            </w:pPr>
          </w:p>
          <w:p w14:paraId="10AF47AE" w14:textId="77777777" w:rsidR="00060E17" w:rsidRDefault="00D61344">
            <w:pPr>
              <w:spacing w:after="0" w:line="240" w:lineRule="auto"/>
              <w:ind w:left="57"/>
            </w:pPr>
            <w:r>
              <w:rPr>
                <w:rStyle w:val="styleDatatxt"/>
              </w:rPr>
              <w:t xml:space="preserve">The site was identified as meeting this criterion in 2011 when the ECD was compiled.  The ECD process included a reconsideration of the criteria with specific reference to more up to date requirements outlined in Ramsar Handbook 14 and more up to date data.  </w:t>
            </w:r>
          </w:p>
          <w:p w14:paraId="2F5D8B18" w14:textId="77777777" w:rsidR="00060E17" w:rsidRDefault="00060E17">
            <w:pPr>
              <w:pStyle w:val="pStyle"/>
              <w:rPr>
                <w:rStyle w:val="almostEmpty"/>
              </w:rPr>
            </w:pPr>
          </w:p>
          <w:p w14:paraId="32ADE9FE" w14:textId="77777777" w:rsidR="00060E17" w:rsidRDefault="00D61344">
            <w:pPr>
              <w:spacing w:after="0" w:line="240" w:lineRule="auto"/>
              <w:ind w:left="57"/>
            </w:pPr>
            <w:r>
              <w:rPr>
                <w:rStyle w:val="styleDatatxt"/>
              </w:rPr>
              <w:t xml:space="preserve"> </w:t>
            </w:r>
          </w:p>
          <w:p w14:paraId="54F679AF" w14:textId="77777777" w:rsidR="00060E17" w:rsidRDefault="00060E17">
            <w:pPr>
              <w:pStyle w:val="pStyle"/>
              <w:rPr>
                <w:rStyle w:val="almostEmpty"/>
              </w:rPr>
            </w:pPr>
          </w:p>
          <w:p w14:paraId="0EA70233" w14:textId="77777777" w:rsidR="00060E17" w:rsidRDefault="00D61344">
            <w:pPr>
              <w:spacing w:after="0" w:line="240" w:lineRule="auto"/>
              <w:ind w:left="57"/>
            </w:pPr>
            <w:r>
              <w:rPr>
                <w:rStyle w:val="styleDatatxt"/>
              </w:rPr>
              <w:t xml:space="preserve">Corner Inlet provides important habitats, feeding areas, dispersal and migratory pathways, and spawning sites for numerous fish species of direct and indirect fisheries significance. These fish have important fisheries resource values both within and external to the site.  </w:t>
            </w:r>
          </w:p>
          <w:p w14:paraId="380C06EA" w14:textId="77777777" w:rsidR="00060E17" w:rsidRDefault="00060E17">
            <w:pPr>
              <w:pStyle w:val="pStyle"/>
              <w:rPr>
                <w:rStyle w:val="almostEmpty"/>
              </w:rPr>
            </w:pPr>
          </w:p>
          <w:p w14:paraId="4072152D" w14:textId="77777777" w:rsidR="00060E17" w:rsidRDefault="00D61344">
            <w:pPr>
              <w:spacing w:after="0" w:line="240" w:lineRule="auto"/>
              <w:ind w:left="57"/>
            </w:pPr>
            <w:r>
              <w:rPr>
                <w:rStyle w:val="styleDatatxt"/>
              </w:rPr>
              <w:t xml:space="preserve">Key fish species of significance include King George whiting (Sillaginodes punctatus), blueweed whiting (Haletta semifasciata), Australian salmon (Arripis spp.), greenback flounder (Rhombosolea tapirina), Southern garfish (Hyporhamphus melanochir), yelloweye mullet (Aldrichetta forsteri), silver trevally (Pseudocaranx dentex), black bream (Acanthopagrus butcheri), sand flathead (Platycephalus bassensis), dusky flathead (Platycephalus fuscus), rock flathead (Leviprora laevigatus), leatherjackets (several species), Snook (Sphyraena novaehollandiae) and gummy shark (Mustelus antarcticus). Other significant species include calamari and arrow squid, whereas the sand crab fishery is highly variable and largely opportunistic (BMT WBM 2011).  </w:t>
            </w:r>
          </w:p>
          <w:p w14:paraId="73A334D7" w14:textId="77777777" w:rsidR="00060E17" w:rsidRDefault="00060E17">
            <w:pPr>
              <w:pStyle w:val="pStyle"/>
              <w:rPr>
                <w:rStyle w:val="almostEmpty"/>
              </w:rPr>
            </w:pPr>
          </w:p>
          <w:p w14:paraId="572EFF9C" w14:textId="77777777" w:rsidR="00060E17" w:rsidRDefault="00D61344">
            <w:pPr>
              <w:spacing w:after="0" w:line="240" w:lineRule="auto"/>
              <w:ind w:left="57"/>
            </w:pPr>
            <w:r>
              <w:rPr>
                <w:rStyle w:val="styleDatatxt"/>
              </w:rPr>
              <w:t>Important  fisheries  species  commonly  found  within the  Ramsar  site  are  not found  exclusively  in  any  one  habitat  type  during  any  part  of  their  life-cycle. Rather,  these  species have  relatively  plastic  habitat  requirements,  and  are  typically  found  in  a  variety  of  habitat  types. Many species  spend  their  juvenile  stages  in  shallow protected waters, particularly around seagrass and mangroves, whereas most species tend to spawn in coastal and marine waters. Adults of most species tend to utilise a variety of habitats in the site. Corner Inlet is recognized as an important pupping area for school shark (Galeorhinus galeus). Dusky flathead (Platycephalus fuscus) and river  garfish (Hyporhamphus regularis) spawn in estuaries near seagrass and/or shoals and black bream (Acanthopagrus butcheri) is thought to spawn in upper estuaries near the fresh and brackish water interface.</w:t>
            </w:r>
          </w:p>
        </w:tc>
      </w:tr>
    </w:tbl>
    <w:p w14:paraId="4050ADC7" w14:textId="77777777" w:rsidR="00060E17" w:rsidRDefault="00060E17"/>
    <w:p w14:paraId="7227837B" w14:textId="77777777" w:rsidR="00060E17" w:rsidRDefault="00D61344">
      <w:pPr>
        <w:spacing w:after="0" w:line="240" w:lineRule="auto"/>
        <w:ind w:left="216"/>
      </w:pPr>
      <w:r>
        <w:rPr>
          <w:rStyle w:val="styleRad"/>
        </w:rPr>
        <w:t xml:space="preserve"> [  ] </w:t>
      </w:r>
      <w:r>
        <w:rPr>
          <w:rStyle w:val="styleL2"/>
        </w:rPr>
        <w:t xml:space="preserve"> Criterion 9 : &gt;1% non-avian animal population</w:t>
      </w:r>
    </w:p>
    <w:p w14:paraId="70EBFDDE" w14:textId="77777777" w:rsidR="00060E17" w:rsidRDefault="00D61344">
      <w:pPr>
        <w:spacing w:before="30" w:after="25" w:line="240" w:lineRule="auto"/>
        <w:ind w:left="57"/>
      </w:pPr>
      <w:r>
        <w:rPr>
          <w:rStyle w:val="styleHint1txt"/>
        </w:rPr>
        <w:t xml:space="preserve"> To justify this Criterion, please give details on relevant non-avian species and their population size in the section  Criteria &amp; justification&gt; Animal species (3.3)   </w:t>
      </w:r>
    </w:p>
    <w:p w14:paraId="287714FA" w14:textId="77777777" w:rsidR="00060E17" w:rsidRDefault="00D61344">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7"/>
        <w:gridCol w:w="8831"/>
      </w:tblGrid>
      <w:tr w:rsidR="00060E17" w14:paraId="664FD794"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B6C80E0" w14:textId="77777777" w:rsidR="00060E17" w:rsidRDefault="00060E17"/>
        </w:tc>
        <w:tc>
          <w:tcPr>
            <w:tcW w:w="9500" w:type="dxa"/>
          </w:tcPr>
          <w:p w14:paraId="0C990B36" w14:textId="77777777" w:rsidR="00060E17" w:rsidRDefault="00060E17">
            <w:pPr>
              <w:spacing w:before="30" w:after="25" w:line="240" w:lineRule="auto"/>
              <w:ind w:left="57"/>
            </w:pPr>
          </w:p>
        </w:tc>
      </w:tr>
    </w:tbl>
    <w:p w14:paraId="200E351D" w14:textId="77777777" w:rsidR="00060E17" w:rsidRDefault="00060E17">
      <w:pPr>
        <w:sectPr w:rsidR="00060E17">
          <w:pgSz w:w="11905" w:h="16837"/>
          <w:pgMar w:top="1440" w:right="1440" w:bottom="1440" w:left="1440" w:header="720" w:footer="720" w:gutter="0"/>
          <w:cols w:space="720"/>
        </w:sectPr>
      </w:pPr>
    </w:p>
    <w:p w14:paraId="5C186609" w14:textId="77777777" w:rsidR="00060E17" w:rsidRDefault="00D61344">
      <w:pPr>
        <w:pStyle w:val="pstyleSectionL1"/>
      </w:pPr>
      <w:r>
        <w:rPr>
          <w:rStyle w:val="styleL1"/>
        </w:rPr>
        <w:lastRenderedPageBreak/>
        <w:t>3.2 Plant species whose presence relates to the international importance of the site</w:t>
      </w:r>
    </w:p>
    <w:p w14:paraId="2F0F5291" w14:textId="77777777" w:rsidR="00060E17" w:rsidRDefault="00D61344">
      <w:pPr>
        <w:pStyle w:val="pstyleSection"/>
      </w:pPr>
      <w:r>
        <w:rPr>
          <w:rStyle w:val="styleL2"/>
        </w:rPr>
        <w:t xml:space="preserve"> </w:t>
      </w:r>
    </w:p>
    <w:p w14:paraId="79DF62B5" w14:textId="77777777" w:rsidR="00060E17" w:rsidRDefault="00060E17">
      <w:pPr>
        <w:pStyle w:val="pstyleLabels"/>
      </w:pPr>
    </w:p>
    <w:tbl>
      <w:tblPr>
        <w:tblStyle w:val="FancyTable"/>
        <w:tblW w:w="0" w:type="auto"/>
        <w:tblInd w:w="-8" w:type="dxa"/>
        <w:tblLook w:val="04A0" w:firstRow="1" w:lastRow="0" w:firstColumn="1" w:lastColumn="0" w:noHBand="0" w:noVBand="1"/>
      </w:tblPr>
      <w:tblGrid>
        <w:gridCol w:w="1605"/>
        <w:gridCol w:w="1553"/>
        <w:gridCol w:w="1546"/>
        <w:gridCol w:w="1546"/>
        <w:gridCol w:w="1546"/>
        <w:gridCol w:w="1478"/>
        <w:gridCol w:w="1562"/>
        <w:gridCol w:w="1498"/>
        <w:gridCol w:w="1615"/>
      </w:tblGrid>
      <w:tr w:rsidR="00060E17" w14:paraId="1E4D9EEB"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09DAB863" w14:textId="77777777" w:rsidR="00060E17" w:rsidRDefault="00D61344">
            <w:pPr>
              <w:spacing w:after="0" w:line="240" w:lineRule="auto"/>
              <w:jc w:val="center"/>
            </w:pPr>
            <w:r>
              <w:rPr>
                <w:b/>
                <w:bCs/>
                <w:sz w:val="18"/>
                <w:szCs w:val="18"/>
              </w:rPr>
              <w:t>Scientific name</w:t>
            </w:r>
            <w:r>
              <w:rPr>
                <w:rStyle w:val="styleFootnotetxt"/>
              </w:rPr>
              <w:t>*</w:t>
            </w:r>
          </w:p>
        </w:tc>
        <w:tc>
          <w:tcPr>
            <w:tcW w:w="1750" w:type="dxa"/>
          </w:tcPr>
          <w:p w14:paraId="26E0608B" w14:textId="77777777" w:rsidR="00060E17" w:rsidRDefault="00D61344">
            <w:pPr>
              <w:spacing w:after="0" w:line="240" w:lineRule="auto"/>
              <w:jc w:val="center"/>
            </w:pPr>
            <w:r>
              <w:rPr>
                <w:b/>
                <w:bCs/>
                <w:sz w:val="18"/>
                <w:szCs w:val="18"/>
              </w:rPr>
              <w:t>Common name</w:t>
            </w:r>
          </w:p>
        </w:tc>
        <w:tc>
          <w:tcPr>
            <w:tcW w:w="1750" w:type="dxa"/>
          </w:tcPr>
          <w:p w14:paraId="08E47F47" w14:textId="77777777" w:rsidR="00060E17" w:rsidRDefault="00D61344">
            <w:pPr>
              <w:spacing w:after="0" w:line="240" w:lineRule="auto"/>
              <w:jc w:val="center"/>
            </w:pPr>
            <w:r>
              <w:rPr>
                <w:b/>
                <w:bCs/>
                <w:sz w:val="18"/>
                <w:szCs w:val="18"/>
              </w:rPr>
              <w:t>Criterion 2</w:t>
            </w:r>
          </w:p>
        </w:tc>
        <w:tc>
          <w:tcPr>
            <w:tcW w:w="1750" w:type="dxa"/>
          </w:tcPr>
          <w:p w14:paraId="40F384E9" w14:textId="77777777" w:rsidR="00060E17" w:rsidRDefault="00D61344">
            <w:pPr>
              <w:spacing w:after="0" w:line="240" w:lineRule="auto"/>
              <w:jc w:val="center"/>
            </w:pPr>
            <w:r>
              <w:rPr>
                <w:b/>
                <w:bCs/>
                <w:sz w:val="18"/>
                <w:szCs w:val="18"/>
              </w:rPr>
              <w:t>Criterion 3</w:t>
            </w:r>
          </w:p>
        </w:tc>
        <w:tc>
          <w:tcPr>
            <w:tcW w:w="1750" w:type="dxa"/>
          </w:tcPr>
          <w:p w14:paraId="593EA85F" w14:textId="77777777" w:rsidR="00060E17" w:rsidRDefault="00D61344">
            <w:pPr>
              <w:spacing w:after="0" w:line="240" w:lineRule="auto"/>
              <w:jc w:val="center"/>
            </w:pPr>
            <w:r>
              <w:rPr>
                <w:b/>
                <w:bCs/>
                <w:sz w:val="18"/>
                <w:szCs w:val="18"/>
              </w:rPr>
              <w:t>Criterion 4</w:t>
            </w:r>
          </w:p>
        </w:tc>
        <w:tc>
          <w:tcPr>
            <w:tcW w:w="1750" w:type="dxa"/>
          </w:tcPr>
          <w:p w14:paraId="53CE3A86" w14:textId="77777777" w:rsidR="00060E17" w:rsidRDefault="00D61344">
            <w:pPr>
              <w:spacing w:after="0" w:line="240" w:lineRule="auto"/>
              <w:jc w:val="center"/>
            </w:pPr>
            <w:r>
              <w:rPr>
                <w:b/>
                <w:bCs/>
                <w:sz w:val="18"/>
                <w:szCs w:val="18"/>
              </w:rPr>
              <w:t>IUCN Red List</w:t>
            </w:r>
            <w:r>
              <w:rPr>
                <w:rStyle w:val="FootnoteReference"/>
              </w:rPr>
              <w:footnoteReference w:id="3"/>
            </w:r>
          </w:p>
        </w:tc>
        <w:tc>
          <w:tcPr>
            <w:tcW w:w="1750" w:type="dxa"/>
          </w:tcPr>
          <w:p w14:paraId="29A803BE" w14:textId="77777777" w:rsidR="00060E17" w:rsidRDefault="00D61344">
            <w:pPr>
              <w:spacing w:after="0" w:line="240" w:lineRule="auto"/>
              <w:jc w:val="center"/>
            </w:pPr>
            <w:r>
              <w:rPr>
                <w:b/>
                <w:bCs/>
                <w:sz w:val="18"/>
                <w:szCs w:val="18"/>
              </w:rPr>
              <w:t>CITES Appendix I</w:t>
            </w:r>
          </w:p>
        </w:tc>
        <w:tc>
          <w:tcPr>
            <w:tcW w:w="1750" w:type="dxa"/>
          </w:tcPr>
          <w:p w14:paraId="2DA45A6E" w14:textId="77777777" w:rsidR="00060E17" w:rsidRDefault="00D61344">
            <w:pPr>
              <w:spacing w:after="0" w:line="240" w:lineRule="auto"/>
              <w:jc w:val="center"/>
            </w:pPr>
            <w:r>
              <w:rPr>
                <w:b/>
                <w:bCs/>
                <w:sz w:val="18"/>
                <w:szCs w:val="18"/>
              </w:rPr>
              <w:t>Other status</w:t>
            </w:r>
          </w:p>
        </w:tc>
        <w:tc>
          <w:tcPr>
            <w:tcW w:w="1750" w:type="dxa"/>
          </w:tcPr>
          <w:p w14:paraId="152DEF9A" w14:textId="77777777" w:rsidR="00060E17" w:rsidRDefault="00D61344">
            <w:pPr>
              <w:spacing w:after="0" w:line="240" w:lineRule="auto"/>
              <w:jc w:val="center"/>
            </w:pPr>
            <w:r>
              <w:rPr>
                <w:b/>
                <w:bCs/>
                <w:sz w:val="18"/>
                <w:szCs w:val="18"/>
              </w:rPr>
              <w:t>Justification</w:t>
            </w:r>
          </w:p>
        </w:tc>
      </w:tr>
      <w:tr w:rsidR="00060E17" w14:paraId="083501A8" w14:textId="77777777" w:rsidTr="00060E17">
        <w:trPr>
          <w:trHeight w:val="200"/>
        </w:trPr>
        <w:tc>
          <w:tcPr>
            <w:tcW w:w="1750" w:type="dxa"/>
          </w:tcPr>
          <w:p w14:paraId="22D66B26" w14:textId="77777777" w:rsidR="00060E17" w:rsidRDefault="00D61344">
            <w:r>
              <w:rPr>
                <w:rStyle w:val="styleSubformtxtIblue"/>
              </w:rPr>
              <w:t>Thelymitra epipactoides</w:t>
            </w:r>
          </w:p>
        </w:tc>
        <w:tc>
          <w:tcPr>
            <w:tcW w:w="1750" w:type="dxa"/>
          </w:tcPr>
          <w:p w14:paraId="16D9591D" w14:textId="77777777" w:rsidR="00060E17" w:rsidRDefault="00D61344">
            <w:r>
              <w:rPr>
                <w:rStyle w:val="styleSubformtxt"/>
              </w:rPr>
              <w:t>metalic sun orhid</w:t>
            </w:r>
          </w:p>
        </w:tc>
        <w:tc>
          <w:tcPr>
            <w:tcW w:w="1750" w:type="dxa"/>
          </w:tcPr>
          <w:p w14:paraId="2B3C6BE1" w14:textId="77777777" w:rsidR="00060E17" w:rsidRDefault="00D61344">
            <w:pPr>
              <w:pStyle w:val="pstyleRadioTb"/>
            </w:pPr>
            <w:r>
              <w:rPr>
                <w:rStyle w:val="styleRad"/>
              </w:rPr>
              <w:t xml:space="preserve"> [x] </w:t>
            </w:r>
          </w:p>
        </w:tc>
        <w:tc>
          <w:tcPr>
            <w:tcW w:w="1750" w:type="dxa"/>
          </w:tcPr>
          <w:p w14:paraId="48034F02" w14:textId="77777777" w:rsidR="00060E17" w:rsidRDefault="00D61344">
            <w:pPr>
              <w:pStyle w:val="pstyleRadioTb"/>
            </w:pPr>
            <w:r>
              <w:rPr>
                <w:rStyle w:val="styleRad"/>
              </w:rPr>
              <w:t xml:space="preserve"> [ ] </w:t>
            </w:r>
          </w:p>
        </w:tc>
        <w:tc>
          <w:tcPr>
            <w:tcW w:w="1750" w:type="dxa"/>
          </w:tcPr>
          <w:p w14:paraId="41FAE960" w14:textId="77777777" w:rsidR="00060E17" w:rsidRDefault="00D61344">
            <w:pPr>
              <w:pStyle w:val="pstyleRadioTb"/>
            </w:pPr>
            <w:r>
              <w:rPr>
                <w:rStyle w:val="styleRad"/>
              </w:rPr>
              <w:t xml:space="preserve"> [ ] </w:t>
            </w:r>
          </w:p>
        </w:tc>
        <w:tc>
          <w:tcPr>
            <w:tcW w:w="1750" w:type="dxa"/>
          </w:tcPr>
          <w:p w14:paraId="51D7E60F" w14:textId="77777777" w:rsidR="00060E17" w:rsidRDefault="00060E17"/>
        </w:tc>
        <w:tc>
          <w:tcPr>
            <w:tcW w:w="1750" w:type="dxa"/>
          </w:tcPr>
          <w:p w14:paraId="62A1B3A6" w14:textId="77777777" w:rsidR="00060E17" w:rsidRDefault="00D61344">
            <w:pPr>
              <w:pStyle w:val="pstyleRadioTb"/>
            </w:pPr>
            <w:r>
              <w:rPr>
                <w:rStyle w:val="styleRad"/>
              </w:rPr>
              <w:t xml:space="preserve"> [x] </w:t>
            </w:r>
          </w:p>
        </w:tc>
        <w:tc>
          <w:tcPr>
            <w:tcW w:w="1750" w:type="dxa"/>
          </w:tcPr>
          <w:p w14:paraId="7075DE37" w14:textId="77777777" w:rsidR="00060E17" w:rsidRDefault="00D61344">
            <w:r>
              <w:rPr>
                <w:rStyle w:val="styleSubformtxt"/>
              </w:rPr>
              <w:t>EN - CITES</w:t>
            </w:r>
          </w:p>
        </w:tc>
        <w:tc>
          <w:tcPr>
            <w:tcW w:w="1750" w:type="dxa"/>
          </w:tcPr>
          <w:p w14:paraId="74DAC7EF" w14:textId="77777777" w:rsidR="00060E17" w:rsidRDefault="00D61344">
            <w:r>
              <w:rPr>
                <w:rStyle w:val="styleSubformtxt"/>
              </w:rPr>
              <w:t>EPBC Act - endangered</w:t>
            </w:r>
          </w:p>
        </w:tc>
      </w:tr>
      <w:tr w:rsidR="00060E17" w14:paraId="1C8F32DF" w14:textId="77777777" w:rsidTr="00060E17">
        <w:trPr>
          <w:trHeight w:val="200"/>
        </w:trPr>
        <w:tc>
          <w:tcPr>
            <w:tcW w:w="1750" w:type="dxa"/>
          </w:tcPr>
          <w:p w14:paraId="748D37CF" w14:textId="77777777" w:rsidR="00060E17" w:rsidRDefault="00060E17"/>
        </w:tc>
        <w:tc>
          <w:tcPr>
            <w:tcW w:w="1750" w:type="dxa"/>
          </w:tcPr>
          <w:p w14:paraId="68A2FFBA" w14:textId="77777777" w:rsidR="00060E17" w:rsidRDefault="00060E17"/>
        </w:tc>
        <w:tc>
          <w:tcPr>
            <w:tcW w:w="1750" w:type="dxa"/>
          </w:tcPr>
          <w:p w14:paraId="50396267" w14:textId="77777777" w:rsidR="00060E17" w:rsidRDefault="00060E17"/>
        </w:tc>
        <w:tc>
          <w:tcPr>
            <w:tcW w:w="1750" w:type="dxa"/>
          </w:tcPr>
          <w:p w14:paraId="4480EF78" w14:textId="77777777" w:rsidR="00060E17" w:rsidRDefault="00060E17"/>
        </w:tc>
        <w:tc>
          <w:tcPr>
            <w:tcW w:w="1750" w:type="dxa"/>
          </w:tcPr>
          <w:p w14:paraId="216FB792" w14:textId="77777777" w:rsidR="00060E17" w:rsidRDefault="00060E17"/>
        </w:tc>
        <w:tc>
          <w:tcPr>
            <w:tcW w:w="1750" w:type="dxa"/>
          </w:tcPr>
          <w:p w14:paraId="55E221DF" w14:textId="77777777" w:rsidR="00060E17" w:rsidRDefault="00060E17"/>
        </w:tc>
        <w:tc>
          <w:tcPr>
            <w:tcW w:w="1750" w:type="dxa"/>
          </w:tcPr>
          <w:p w14:paraId="5F3A4CF0" w14:textId="77777777" w:rsidR="00060E17" w:rsidRDefault="00060E17"/>
        </w:tc>
        <w:tc>
          <w:tcPr>
            <w:tcW w:w="1750" w:type="dxa"/>
          </w:tcPr>
          <w:p w14:paraId="5AA686BA" w14:textId="77777777" w:rsidR="00060E17" w:rsidRDefault="00060E17"/>
        </w:tc>
        <w:tc>
          <w:tcPr>
            <w:tcW w:w="1750" w:type="dxa"/>
          </w:tcPr>
          <w:p w14:paraId="418B6ADB" w14:textId="77777777" w:rsidR="00060E17" w:rsidRDefault="00060E17"/>
        </w:tc>
      </w:tr>
    </w:tbl>
    <w:p w14:paraId="3C9F4A49" w14:textId="77777777" w:rsidR="00060E17" w:rsidRDefault="00060E17"/>
    <w:p w14:paraId="45F1B1FA" w14:textId="77777777" w:rsidR="00060E17" w:rsidRDefault="00D61344">
      <w:pPr>
        <w:pStyle w:val="pstyleComments"/>
      </w:pPr>
      <w:r>
        <w:rPr>
          <w:rStyle w:val="styleC3comment"/>
        </w:rPr>
        <w:t>Optional text box to provide further information on plant species of international importance:</w:t>
      </w:r>
    </w:p>
    <w:p w14:paraId="6445AD64" w14:textId="77777777" w:rsidR="00060E17" w:rsidRDefault="00D61344">
      <w:pPr>
        <w:pStyle w:val="pstyleLabels"/>
      </w:pP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210"/>
        <w:gridCol w:w="9500"/>
      </w:tblGrid>
      <w:tr w:rsidR="00060E17" w14:paraId="419A227B"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019D2E8" w14:textId="77777777" w:rsidR="00060E17" w:rsidRDefault="00060E17"/>
        </w:tc>
        <w:tc>
          <w:tcPr>
            <w:tcW w:w="9500" w:type="dxa"/>
          </w:tcPr>
          <w:p w14:paraId="59BCF89A" w14:textId="77777777" w:rsidR="00060E17" w:rsidRDefault="00060E17">
            <w:pPr>
              <w:spacing w:before="30" w:after="25" w:line="240" w:lineRule="auto"/>
              <w:ind w:left="57"/>
            </w:pPr>
          </w:p>
        </w:tc>
      </w:tr>
    </w:tbl>
    <w:p w14:paraId="5129B029" w14:textId="77777777" w:rsidR="00060E17" w:rsidRDefault="00060E17">
      <w:pPr>
        <w:sectPr w:rsidR="00060E17">
          <w:pgSz w:w="16837" w:h="11905" w:orient="landscape"/>
          <w:pgMar w:top="1440" w:right="1440" w:bottom="1440" w:left="1440" w:header="720" w:footer="720" w:gutter="0"/>
          <w:cols w:space="720"/>
        </w:sectPr>
      </w:pPr>
    </w:p>
    <w:p w14:paraId="4757E8D0" w14:textId="77777777" w:rsidR="00060E17" w:rsidRDefault="00D61344">
      <w:pPr>
        <w:pStyle w:val="pstyleSectionL1"/>
      </w:pPr>
      <w:r>
        <w:rPr>
          <w:rStyle w:val="styleL1"/>
        </w:rPr>
        <w:lastRenderedPageBreak/>
        <w:t>3.3 Animal species whose presence relates to the international importance of the site</w:t>
      </w:r>
    </w:p>
    <w:p w14:paraId="128B5E30" w14:textId="77777777" w:rsidR="00060E17" w:rsidRDefault="00D61344">
      <w:pPr>
        <w:pStyle w:val="pstyleSection"/>
      </w:pPr>
      <w:r>
        <w:rPr>
          <w:rStyle w:val="styleL2"/>
        </w:rPr>
        <w:t xml:space="preserve"> </w:t>
      </w:r>
    </w:p>
    <w:p w14:paraId="07A91D20" w14:textId="77777777" w:rsidR="00060E17" w:rsidRDefault="00060E17">
      <w:pPr>
        <w:pStyle w:val="pstyleLabels"/>
      </w:pPr>
    </w:p>
    <w:tbl>
      <w:tblPr>
        <w:tblStyle w:val="FancyTable"/>
        <w:tblW w:w="0" w:type="auto"/>
        <w:tblInd w:w="-8" w:type="dxa"/>
        <w:tblLook w:val="04A0" w:firstRow="1" w:lastRow="0" w:firstColumn="1" w:lastColumn="0" w:noHBand="0" w:noVBand="1"/>
      </w:tblPr>
      <w:tblGrid>
        <w:gridCol w:w="2087"/>
        <w:gridCol w:w="1266"/>
        <w:gridCol w:w="1036"/>
        <w:gridCol w:w="427"/>
        <w:gridCol w:w="427"/>
        <w:gridCol w:w="427"/>
        <w:gridCol w:w="326"/>
        <w:gridCol w:w="326"/>
        <w:gridCol w:w="427"/>
        <w:gridCol w:w="326"/>
        <w:gridCol w:w="427"/>
        <w:gridCol w:w="605"/>
        <w:gridCol w:w="646"/>
        <w:gridCol w:w="997"/>
        <w:gridCol w:w="563"/>
        <w:gridCol w:w="827"/>
        <w:gridCol w:w="827"/>
        <w:gridCol w:w="939"/>
        <w:gridCol w:w="1043"/>
      </w:tblGrid>
      <w:tr w:rsidR="00060E17" w14:paraId="5869612D" w14:textId="77777777" w:rsidTr="00060E17">
        <w:trPr>
          <w:cnfStyle w:val="100000000000" w:firstRow="1" w:lastRow="0" w:firstColumn="0" w:lastColumn="0" w:oddVBand="0" w:evenVBand="0" w:oddHBand="0" w:evenHBand="0" w:firstRowFirstColumn="0" w:firstRowLastColumn="0" w:lastRowFirstColumn="0" w:lastRowLastColumn="0"/>
        </w:trPr>
        <w:tc>
          <w:tcPr>
            <w:tcW w:w="1000" w:type="dxa"/>
            <w:vMerge w:val="restart"/>
            <w:vAlign w:val="center"/>
          </w:tcPr>
          <w:p w14:paraId="7DCF0540" w14:textId="77777777" w:rsidR="00060E17" w:rsidRDefault="00D61344">
            <w:pPr>
              <w:spacing w:after="0" w:line="240" w:lineRule="auto"/>
              <w:jc w:val="center"/>
            </w:pPr>
            <w:r>
              <w:rPr>
                <w:b/>
                <w:bCs/>
                <w:sz w:val="14"/>
                <w:szCs w:val="14"/>
              </w:rPr>
              <w:t>Phylum</w:t>
            </w:r>
          </w:p>
        </w:tc>
        <w:tc>
          <w:tcPr>
            <w:tcW w:w="100" w:type="dxa"/>
            <w:vMerge w:val="restart"/>
            <w:vAlign w:val="center"/>
          </w:tcPr>
          <w:p w14:paraId="0A096409" w14:textId="77777777" w:rsidR="00060E17" w:rsidRDefault="00D61344">
            <w:pPr>
              <w:spacing w:after="0" w:line="240" w:lineRule="auto"/>
              <w:jc w:val="center"/>
            </w:pPr>
            <w:r>
              <w:rPr>
                <w:b/>
                <w:bCs/>
                <w:sz w:val="14"/>
                <w:szCs w:val="14"/>
              </w:rPr>
              <w:t>Scientific name</w:t>
            </w:r>
            <w:r>
              <w:rPr>
                <w:rStyle w:val="styleFootnotetxt"/>
              </w:rPr>
              <w:t>*</w:t>
            </w:r>
          </w:p>
        </w:tc>
        <w:tc>
          <w:tcPr>
            <w:tcW w:w="200" w:type="dxa"/>
            <w:vMerge w:val="restart"/>
            <w:vAlign w:val="center"/>
          </w:tcPr>
          <w:p w14:paraId="254F6372" w14:textId="77777777" w:rsidR="00060E17" w:rsidRDefault="00D61344">
            <w:pPr>
              <w:spacing w:after="0" w:line="240" w:lineRule="auto"/>
              <w:jc w:val="center"/>
            </w:pPr>
            <w:r>
              <w:rPr>
                <w:b/>
                <w:bCs/>
                <w:sz w:val="14"/>
                <w:szCs w:val="14"/>
              </w:rPr>
              <w:t>Common name</w:t>
            </w:r>
          </w:p>
        </w:tc>
        <w:tc>
          <w:tcPr>
            <w:tcW w:w="300" w:type="dxa"/>
            <w:gridSpan w:val="4"/>
            <w:vAlign w:val="center"/>
          </w:tcPr>
          <w:p w14:paraId="71A6CC66" w14:textId="77777777" w:rsidR="00060E17" w:rsidRDefault="00D61344">
            <w:pPr>
              <w:spacing w:after="0" w:line="240" w:lineRule="auto"/>
              <w:jc w:val="center"/>
            </w:pPr>
            <w:r>
              <w:rPr>
                <w:b/>
                <w:bCs/>
                <w:sz w:val="14"/>
                <w:szCs w:val="14"/>
              </w:rPr>
              <w:t>Species qualifies under criterion</w:t>
            </w:r>
          </w:p>
        </w:tc>
        <w:tc>
          <w:tcPr>
            <w:tcW w:w="400" w:type="dxa"/>
            <w:gridSpan w:val="4"/>
            <w:vAlign w:val="center"/>
          </w:tcPr>
          <w:p w14:paraId="26FC69E8" w14:textId="77777777" w:rsidR="00060E17" w:rsidRDefault="00D61344">
            <w:pPr>
              <w:spacing w:after="0" w:line="240" w:lineRule="auto"/>
              <w:jc w:val="center"/>
            </w:pPr>
            <w:r>
              <w:rPr>
                <w:b/>
                <w:bCs/>
                <w:sz w:val="14"/>
                <w:szCs w:val="14"/>
              </w:rPr>
              <w:t>Species contributes under criterion</w:t>
            </w:r>
          </w:p>
        </w:tc>
        <w:tc>
          <w:tcPr>
            <w:tcW w:w="100" w:type="dxa"/>
            <w:vMerge w:val="restart"/>
            <w:vAlign w:val="center"/>
          </w:tcPr>
          <w:p w14:paraId="3C779EB5" w14:textId="77777777" w:rsidR="00060E17" w:rsidRDefault="00D61344">
            <w:pPr>
              <w:spacing w:after="0" w:line="240" w:lineRule="auto"/>
              <w:jc w:val="center"/>
            </w:pPr>
            <w:r>
              <w:rPr>
                <w:b/>
                <w:bCs/>
                <w:sz w:val="14"/>
                <w:szCs w:val="14"/>
              </w:rPr>
              <w:t>Pop. Size</w:t>
            </w:r>
            <w:r>
              <w:rPr>
                <w:rStyle w:val="FootnoteReference"/>
              </w:rPr>
              <w:footnoteReference w:id="4"/>
            </w:r>
          </w:p>
        </w:tc>
        <w:tc>
          <w:tcPr>
            <w:tcW w:w="100" w:type="dxa"/>
            <w:vMerge w:val="restart"/>
            <w:vAlign w:val="center"/>
          </w:tcPr>
          <w:p w14:paraId="54104CC9" w14:textId="77777777" w:rsidR="00060E17" w:rsidRDefault="00D61344">
            <w:pPr>
              <w:spacing w:after="0" w:line="240" w:lineRule="auto"/>
              <w:jc w:val="center"/>
            </w:pPr>
            <w:r>
              <w:rPr>
                <w:b/>
                <w:bCs/>
                <w:sz w:val="14"/>
                <w:szCs w:val="14"/>
              </w:rPr>
              <w:t>Period of pop. Est.</w:t>
            </w:r>
            <w:r>
              <w:rPr>
                <w:vertAlign w:val="superscript"/>
              </w:rPr>
              <w:t>4</w:t>
            </w:r>
          </w:p>
        </w:tc>
        <w:tc>
          <w:tcPr>
            <w:tcW w:w="100" w:type="dxa"/>
            <w:vMerge w:val="restart"/>
            <w:vAlign w:val="center"/>
          </w:tcPr>
          <w:p w14:paraId="105E9C5B" w14:textId="77777777" w:rsidR="00060E17" w:rsidRDefault="00D61344">
            <w:pPr>
              <w:spacing w:after="0" w:line="240" w:lineRule="auto"/>
              <w:jc w:val="center"/>
            </w:pPr>
            <w:r>
              <w:rPr>
                <w:b/>
                <w:bCs/>
                <w:sz w:val="14"/>
                <w:szCs w:val="14"/>
              </w:rPr>
              <w:t>% occurrence</w:t>
            </w:r>
            <w:r>
              <w:rPr>
                <w:vertAlign w:val="superscript"/>
              </w:rPr>
              <w:t>4</w:t>
            </w:r>
          </w:p>
        </w:tc>
        <w:tc>
          <w:tcPr>
            <w:tcW w:w="100" w:type="dxa"/>
            <w:vMerge w:val="restart"/>
            <w:vAlign w:val="center"/>
          </w:tcPr>
          <w:p w14:paraId="18A100AA" w14:textId="77777777" w:rsidR="00060E17" w:rsidRDefault="00D61344">
            <w:pPr>
              <w:spacing w:after="0" w:line="240" w:lineRule="auto"/>
              <w:jc w:val="center"/>
            </w:pPr>
            <w:r>
              <w:rPr>
                <w:b/>
                <w:bCs/>
                <w:sz w:val="14"/>
                <w:szCs w:val="14"/>
              </w:rPr>
              <w:t>IUCN Red List</w:t>
            </w:r>
            <w:r>
              <w:rPr>
                <w:rStyle w:val="FootnoteReference"/>
              </w:rPr>
              <w:footnoteReference w:id="5"/>
            </w:r>
          </w:p>
        </w:tc>
        <w:tc>
          <w:tcPr>
            <w:tcW w:w="100" w:type="dxa"/>
            <w:vMerge w:val="restart"/>
            <w:vAlign w:val="center"/>
          </w:tcPr>
          <w:p w14:paraId="73A336AC" w14:textId="77777777" w:rsidR="00060E17" w:rsidRDefault="00D61344">
            <w:pPr>
              <w:spacing w:after="0" w:line="240" w:lineRule="auto"/>
              <w:jc w:val="center"/>
            </w:pPr>
            <w:r>
              <w:rPr>
                <w:b/>
                <w:bCs/>
                <w:sz w:val="14"/>
                <w:szCs w:val="14"/>
              </w:rPr>
              <w:t>CITES Appendix I</w:t>
            </w:r>
          </w:p>
        </w:tc>
        <w:tc>
          <w:tcPr>
            <w:tcW w:w="100" w:type="dxa"/>
            <w:vMerge w:val="restart"/>
            <w:vAlign w:val="center"/>
          </w:tcPr>
          <w:p w14:paraId="5775582C" w14:textId="77777777" w:rsidR="00060E17" w:rsidRDefault="00D61344">
            <w:pPr>
              <w:spacing w:after="0" w:line="240" w:lineRule="auto"/>
              <w:jc w:val="center"/>
            </w:pPr>
            <w:r>
              <w:rPr>
                <w:b/>
                <w:bCs/>
                <w:sz w:val="14"/>
                <w:szCs w:val="14"/>
              </w:rPr>
              <w:t>CMS Appendix I</w:t>
            </w:r>
          </w:p>
        </w:tc>
        <w:tc>
          <w:tcPr>
            <w:tcW w:w="100" w:type="dxa"/>
            <w:vMerge w:val="restart"/>
            <w:vAlign w:val="center"/>
          </w:tcPr>
          <w:p w14:paraId="4BC47B35" w14:textId="77777777" w:rsidR="00060E17" w:rsidRDefault="00D61344">
            <w:pPr>
              <w:spacing w:after="0" w:line="240" w:lineRule="auto"/>
              <w:jc w:val="center"/>
            </w:pPr>
            <w:r>
              <w:rPr>
                <w:b/>
                <w:bCs/>
                <w:sz w:val="14"/>
                <w:szCs w:val="14"/>
              </w:rPr>
              <w:t>Other Status</w:t>
            </w:r>
          </w:p>
        </w:tc>
        <w:tc>
          <w:tcPr>
            <w:tcW w:w="100" w:type="dxa"/>
            <w:vMerge w:val="restart"/>
            <w:vAlign w:val="center"/>
          </w:tcPr>
          <w:p w14:paraId="4BB77752" w14:textId="77777777" w:rsidR="00060E17" w:rsidRDefault="00D61344">
            <w:pPr>
              <w:spacing w:after="0" w:line="240" w:lineRule="auto"/>
              <w:jc w:val="center"/>
            </w:pPr>
            <w:r>
              <w:rPr>
                <w:b/>
                <w:bCs/>
                <w:sz w:val="14"/>
                <w:szCs w:val="14"/>
              </w:rPr>
              <w:t>Justification</w:t>
            </w:r>
          </w:p>
        </w:tc>
      </w:tr>
      <w:tr w:rsidR="00060E17" w14:paraId="6287734C" w14:textId="77777777" w:rsidTr="00060E17">
        <w:tc>
          <w:tcPr>
            <w:tcW w:w="0" w:type="auto"/>
            <w:vMerge/>
          </w:tcPr>
          <w:p w14:paraId="5DC1D3C3" w14:textId="77777777" w:rsidR="00060E17" w:rsidRDefault="00060E17"/>
        </w:tc>
        <w:tc>
          <w:tcPr>
            <w:tcW w:w="0" w:type="auto"/>
            <w:vMerge/>
          </w:tcPr>
          <w:p w14:paraId="6FE5C690" w14:textId="77777777" w:rsidR="00060E17" w:rsidRDefault="00060E17"/>
        </w:tc>
        <w:tc>
          <w:tcPr>
            <w:tcW w:w="0" w:type="auto"/>
            <w:vMerge/>
          </w:tcPr>
          <w:p w14:paraId="5CFF83A3" w14:textId="77777777" w:rsidR="00060E17" w:rsidRDefault="00060E17"/>
        </w:tc>
        <w:tc>
          <w:tcPr>
            <w:tcW w:w="100" w:type="dxa"/>
            <w:shd w:val="clear" w:color="auto" w:fill="EDEDED"/>
            <w:vAlign w:val="center"/>
          </w:tcPr>
          <w:p w14:paraId="5169F1D6" w14:textId="77777777" w:rsidR="00060E17" w:rsidRDefault="00D61344">
            <w:pPr>
              <w:jc w:val="center"/>
            </w:pPr>
            <w:r>
              <w:rPr>
                <w:b/>
                <w:bCs/>
                <w:sz w:val="14"/>
                <w:szCs w:val="14"/>
              </w:rPr>
              <w:t>2</w:t>
            </w:r>
          </w:p>
        </w:tc>
        <w:tc>
          <w:tcPr>
            <w:tcW w:w="100" w:type="dxa"/>
            <w:shd w:val="clear" w:color="auto" w:fill="EDEDED"/>
            <w:vAlign w:val="center"/>
          </w:tcPr>
          <w:p w14:paraId="686F6E9D" w14:textId="77777777" w:rsidR="00060E17" w:rsidRDefault="00D61344">
            <w:pPr>
              <w:jc w:val="center"/>
            </w:pPr>
            <w:r>
              <w:rPr>
                <w:b/>
                <w:bCs/>
                <w:sz w:val="14"/>
                <w:szCs w:val="14"/>
              </w:rPr>
              <w:t>4</w:t>
            </w:r>
          </w:p>
        </w:tc>
        <w:tc>
          <w:tcPr>
            <w:tcW w:w="100" w:type="dxa"/>
            <w:shd w:val="clear" w:color="auto" w:fill="EDEDED"/>
            <w:vAlign w:val="center"/>
          </w:tcPr>
          <w:p w14:paraId="15F36F01" w14:textId="77777777" w:rsidR="00060E17" w:rsidRDefault="00D61344">
            <w:pPr>
              <w:jc w:val="center"/>
            </w:pPr>
            <w:r>
              <w:rPr>
                <w:b/>
                <w:bCs/>
                <w:sz w:val="14"/>
                <w:szCs w:val="14"/>
              </w:rPr>
              <w:t>6</w:t>
            </w:r>
          </w:p>
        </w:tc>
        <w:tc>
          <w:tcPr>
            <w:tcW w:w="100" w:type="dxa"/>
            <w:shd w:val="clear" w:color="auto" w:fill="EDEDED"/>
            <w:vAlign w:val="center"/>
          </w:tcPr>
          <w:p w14:paraId="36F63768" w14:textId="77777777" w:rsidR="00060E17" w:rsidRDefault="00D61344">
            <w:pPr>
              <w:jc w:val="center"/>
            </w:pPr>
            <w:r>
              <w:rPr>
                <w:b/>
                <w:bCs/>
                <w:sz w:val="14"/>
                <w:szCs w:val="14"/>
              </w:rPr>
              <w:t>9</w:t>
            </w:r>
          </w:p>
        </w:tc>
        <w:tc>
          <w:tcPr>
            <w:tcW w:w="200" w:type="dxa"/>
            <w:shd w:val="clear" w:color="auto" w:fill="EDEDED"/>
            <w:vAlign w:val="center"/>
          </w:tcPr>
          <w:p w14:paraId="1EB8538B" w14:textId="77777777" w:rsidR="00060E17" w:rsidRDefault="00D61344">
            <w:pPr>
              <w:jc w:val="center"/>
            </w:pPr>
            <w:r>
              <w:rPr>
                <w:b/>
                <w:bCs/>
                <w:sz w:val="14"/>
                <w:szCs w:val="14"/>
              </w:rPr>
              <w:t>3</w:t>
            </w:r>
          </w:p>
        </w:tc>
        <w:tc>
          <w:tcPr>
            <w:tcW w:w="200" w:type="dxa"/>
            <w:shd w:val="clear" w:color="auto" w:fill="EDEDED"/>
            <w:vAlign w:val="center"/>
          </w:tcPr>
          <w:p w14:paraId="2069CF45" w14:textId="77777777" w:rsidR="00060E17" w:rsidRDefault="00D61344">
            <w:pPr>
              <w:jc w:val="center"/>
            </w:pPr>
            <w:r>
              <w:rPr>
                <w:b/>
                <w:bCs/>
                <w:sz w:val="14"/>
                <w:szCs w:val="14"/>
              </w:rPr>
              <w:t>5</w:t>
            </w:r>
          </w:p>
        </w:tc>
        <w:tc>
          <w:tcPr>
            <w:tcW w:w="200" w:type="dxa"/>
            <w:shd w:val="clear" w:color="auto" w:fill="EDEDED"/>
            <w:vAlign w:val="center"/>
          </w:tcPr>
          <w:p w14:paraId="16414064" w14:textId="77777777" w:rsidR="00060E17" w:rsidRDefault="00D61344">
            <w:pPr>
              <w:jc w:val="center"/>
            </w:pPr>
            <w:r>
              <w:rPr>
                <w:b/>
                <w:bCs/>
                <w:sz w:val="14"/>
                <w:szCs w:val="14"/>
              </w:rPr>
              <w:t>7</w:t>
            </w:r>
          </w:p>
        </w:tc>
        <w:tc>
          <w:tcPr>
            <w:tcW w:w="200" w:type="dxa"/>
            <w:shd w:val="clear" w:color="auto" w:fill="EDEDED"/>
            <w:vAlign w:val="center"/>
          </w:tcPr>
          <w:p w14:paraId="60500A40" w14:textId="77777777" w:rsidR="00060E17" w:rsidRDefault="00D61344">
            <w:pPr>
              <w:jc w:val="center"/>
            </w:pPr>
            <w:r>
              <w:rPr>
                <w:b/>
                <w:bCs/>
                <w:sz w:val="14"/>
                <w:szCs w:val="14"/>
              </w:rPr>
              <w:t>8</w:t>
            </w:r>
          </w:p>
        </w:tc>
        <w:tc>
          <w:tcPr>
            <w:tcW w:w="0" w:type="auto"/>
            <w:vMerge/>
          </w:tcPr>
          <w:p w14:paraId="79A635DA" w14:textId="77777777" w:rsidR="00060E17" w:rsidRDefault="00060E17"/>
        </w:tc>
        <w:tc>
          <w:tcPr>
            <w:tcW w:w="0" w:type="auto"/>
            <w:vMerge/>
          </w:tcPr>
          <w:p w14:paraId="786CEF04" w14:textId="77777777" w:rsidR="00060E17" w:rsidRDefault="00060E17"/>
        </w:tc>
        <w:tc>
          <w:tcPr>
            <w:tcW w:w="0" w:type="auto"/>
            <w:vMerge/>
          </w:tcPr>
          <w:p w14:paraId="061A725B" w14:textId="77777777" w:rsidR="00060E17" w:rsidRDefault="00060E17"/>
        </w:tc>
        <w:tc>
          <w:tcPr>
            <w:tcW w:w="0" w:type="auto"/>
            <w:vMerge/>
          </w:tcPr>
          <w:p w14:paraId="3FA1B0F3" w14:textId="77777777" w:rsidR="00060E17" w:rsidRDefault="00060E17"/>
        </w:tc>
        <w:tc>
          <w:tcPr>
            <w:tcW w:w="0" w:type="auto"/>
            <w:vMerge/>
          </w:tcPr>
          <w:p w14:paraId="390E3458" w14:textId="77777777" w:rsidR="00060E17" w:rsidRDefault="00060E17"/>
        </w:tc>
        <w:tc>
          <w:tcPr>
            <w:tcW w:w="0" w:type="auto"/>
            <w:vMerge/>
          </w:tcPr>
          <w:p w14:paraId="70FAD42E" w14:textId="77777777" w:rsidR="00060E17" w:rsidRDefault="00060E17"/>
        </w:tc>
        <w:tc>
          <w:tcPr>
            <w:tcW w:w="0" w:type="auto"/>
            <w:vMerge/>
          </w:tcPr>
          <w:p w14:paraId="61AADC19" w14:textId="77777777" w:rsidR="00060E17" w:rsidRDefault="00060E17"/>
        </w:tc>
        <w:tc>
          <w:tcPr>
            <w:tcW w:w="0" w:type="auto"/>
            <w:vMerge/>
          </w:tcPr>
          <w:p w14:paraId="72CAA0CB" w14:textId="77777777" w:rsidR="00060E17" w:rsidRDefault="00060E17"/>
        </w:tc>
      </w:tr>
      <w:tr w:rsidR="00060E17" w14:paraId="35687F62" w14:textId="77777777" w:rsidTr="00060E17">
        <w:trPr>
          <w:trHeight w:val="100"/>
        </w:trPr>
        <w:tc>
          <w:tcPr>
            <w:tcW w:w="1750" w:type="dxa"/>
            <w:gridSpan w:val="19"/>
            <w:vAlign w:val="center"/>
          </w:tcPr>
          <w:p w14:paraId="015F05A7" w14:textId="77777777" w:rsidR="00060E17" w:rsidRDefault="00D61344">
            <w:pPr>
              <w:pStyle w:val="pstyleContent"/>
            </w:pPr>
            <w:r>
              <w:rPr>
                <w:rStyle w:val="styleSubformTitletxt"/>
              </w:rPr>
              <w:t>Birds</w:t>
            </w:r>
          </w:p>
        </w:tc>
      </w:tr>
      <w:tr w:rsidR="00060E17" w14:paraId="70FF5FD4" w14:textId="77777777" w:rsidTr="00060E17">
        <w:trPr>
          <w:trHeight w:val="100"/>
        </w:trPr>
        <w:tc>
          <w:tcPr>
            <w:tcW w:w="1750" w:type="dxa"/>
          </w:tcPr>
          <w:p w14:paraId="04EB906C" w14:textId="77777777" w:rsidR="00060E17" w:rsidRDefault="00D61344">
            <w:r>
              <w:rPr>
                <w:rStyle w:val="styleSubformtxtUP"/>
              </w:rPr>
              <w:t>Chordata/Aves</w:t>
            </w:r>
          </w:p>
        </w:tc>
        <w:tc>
          <w:tcPr>
            <w:tcW w:w="1750" w:type="dxa"/>
          </w:tcPr>
          <w:p w14:paraId="5C10388E" w14:textId="77777777" w:rsidR="00060E17" w:rsidRDefault="00D61344">
            <w:r>
              <w:rPr>
                <w:rStyle w:val="styleSubformtxtIblue700"/>
              </w:rPr>
              <w:t>Anas castanea</w:t>
            </w:r>
          </w:p>
        </w:tc>
        <w:tc>
          <w:tcPr>
            <w:tcW w:w="1750" w:type="dxa"/>
          </w:tcPr>
          <w:p w14:paraId="755677B3" w14:textId="77777777" w:rsidR="00060E17" w:rsidRDefault="00D61344">
            <w:r>
              <w:rPr>
                <w:rStyle w:val="styleSubformtxtsp"/>
              </w:rPr>
              <w:t>Chestnut Teal</w:t>
            </w:r>
          </w:p>
        </w:tc>
        <w:tc>
          <w:tcPr>
            <w:tcW w:w="1750" w:type="dxa"/>
          </w:tcPr>
          <w:p w14:paraId="113AFF3F" w14:textId="77777777" w:rsidR="00060E17" w:rsidRDefault="00D61344">
            <w:pPr>
              <w:pStyle w:val="pstyleRadioTb"/>
            </w:pPr>
            <w:r>
              <w:rPr>
                <w:rStyle w:val="styleRad"/>
              </w:rPr>
              <w:t xml:space="preserve"> [ ] </w:t>
            </w:r>
          </w:p>
        </w:tc>
        <w:tc>
          <w:tcPr>
            <w:tcW w:w="1750" w:type="dxa"/>
          </w:tcPr>
          <w:p w14:paraId="1F5ED90C" w14:textId="77777777" w:rsidR="00060E17" w:rsidRDefault="00D61344">
            <w:pPr>
              <w:pStyle w:val="pstyleRadioTb"/>
            </w:pPr>
            <w:r>
              <w:rPr>
                <w:rStyle w:val="styleRad"/>
              </w:rPr>
              <w:t xml:space="preserve"> [ ] </w:t>
            </w:r>
          </w:p>
        </w:tc>
        <w:tc>
          <w:tcPr>
            <w:tcW w:w="1750" w:type="dxa"/>
          </w:tcPr>
          <w:p w14:paraId="14B96DF0" w14:textId="77777777" w:rsidR="00060E17" w:rsidRDefault="00D61344">
            <w:pPr>
              <w:pStyle w:val="pstyleRadioTb"/>
            </w:pPr>
            <w:r>
              <w:rPr>
                <w:rStyle w:val="styleRad"/>
              </w:rPr>
              <w:t xml:space="preserve"> [x] </w:t>
            </w:r>
          </w:p>
        </w:tc>
        <w:tc>
          <w:tcPr>
            <w:tcW w:w="1750" w:type="dxa"/>
          </w:tcPr>
          <w:p w14:paraId="28BB5C17" w14:textId="77777777" w:rsidR="00060E17" w:rsidRDefault="00D61344">
            <w:pPr>
              <w:pStyle w:val="pstyleRadioTb"/>
            </w:pPr>
            <w:r>
              <w:rPr>
                <w:rStyle w:val="styleRad"/>
              </w:rPr>
              <w:t xml:space="preserve"> [ ] </w:t>
            </w:r>
          </w:p>
        </w:tc>
        <w:tc>
          <w:tcPr>
            <w:tcW w:w="1750" w:type="dxa"/>
          </w:tcPr>
          <w:p w14:paraId="36C8B845" w14:textId="77777777" w:rsidR="00060E17" w:rsidRDefault="00D61344">
            <w:pPr>
              <w:pStyle w:val="pstyleRadioTb"/>
            </w:pPr>
            <w:r>
              <w:rPr>
                <w:rStyle w:val="styleRad"/>
              </w:rPr>
              <w:t xml:space="preserve"> [ ] </w:t>
            </w:r>
          </w:p>
        </w:tc>
        <w:tc>
          <w:tcPr>
            <w:tcW w:w="1750" w:type="dxa"/>
          </w:tcPr>
          <w:p w14:paraId="4D5207B5" w14:textId="77777777" w:rsidR="00060E17" w:rsidRDefault="00D61344">
            <w:pPr>
              <w:pStyle w:val="pstyleRadioTb"/>
            </w:pPr>
            <w:r>
              <w:rPr>
                <w:rStyle w:val="styleRad"/>
              </w:rPr>
              <w:t xml:space="preserve"> [ ] </w:t>
            </w:r>
          </w:p>
        </w:tc>
        <w:tc>
          <w:tcPr>
            <w:tcW w:w="1750" w:type="dxa"/>
          </w:tcPr>
          <w:p w14:paraId="5EFE8005" w14:textId="77777777" w:rsidR="00060E17" w:rsidRDefault="00D61344">
            <w:pPr>
              <w:pStyle w:val="pstyleRadioTb"/>
            </w:pPr>
            <w:r>
              <w:rPr>
                <w:rStyle w:val="styleRad"/>
              </w:rPr>
              <w:t xml:space="preserve"> [ ] </w:t>
            </w:r>
          </w:p>
        </w:tc>
        <w:tc>
          <w:tcPr>
            <w:tcW w:w="1750" w:type="dxa"/>
          </w:tcPr>
          <w:p w14:paraId="648234C7" w14:textId="77777777" w:rsidR="00060E17" w:rsidRDefault="00D61344">
            <w:pPr>
              <w:pStyle w:val="pstyleRadioTb"/>
            </w:pPr>
            <w:r>
              <w:rPr>
                <w:rStyle w:val="styleRad"/>
              </w:rPr>
              <w:t xml:space="preserve"> [ ] </w:t>
            </w:r>
          </w:p>
        </w:tc>
        <w:tc>
          <w:tcPr>
            <w:tcW w:w="1750" w:type="dxa"/>
          </w:tcPr>
          <w:p w14:paraId="722FA4E2" w14:textId="77777777" w:rsidR="00060E17" w:rsidRDefault="00D61344">
            <w:r>
              <w:rPr>
                <w:rStyle w:val="styleSubformtxtsp"/>
              </w:rPr>
              <w:t>1083</w:t>
            </w:r>
          </w:p>
        </w:tc>
        <w:tc>
          <w:tcPr>
            <w:tcW w:w="1750" w:type="dxa"/>
          </w:tcPr>
          <w:p w14:paraId="28D57634" w14:textId="77777777" w:rsidR="00060E17" w:rsidRDefault="00D61344">
            <w:r>
              <w:rPr>
                <w:rStyle w:val="styleSubformtxtsp"/>
              </w:rPr>
              <w:t>1981-2015</w:t>
            </w:r>
          </w:p>
        </w:tc>
        <w:tc>
          <w:tcPr>
            <w:tcW w:w="1750" w:type="dxa"/>
          </w:tcPr>
          <w:p w14:paraId="2024655C" w14:textId="77777777" w:rsidR="00060E17" w:rsidRDefault="00D61344">
            <w:r>
              <w:rPr>
                <w:rStyle w:val="styleSubformtxtsp"/>
              </w:rPr>
              <w:t>1.1</w:t>
            </w:r>
          </w:p>
        </w:tc>
        <w:tc>
          <w:tcPr>
            <w:tcW w:w="1750" w:type="dxa"/>
          </w:tcPr>
          <w:p w14:paraId="2F51444D" w14:textId="77777777" w:rsidR="00060E17" w:rsidRDefault="00D61344">
            <w:r>
              <w:rPr>
                <w:rStyle w:val="styleSubformtxtsp"/>
              </w:rPr>
              <w:t xml:space="preserve">LC </w:t>
            </w:r>
          </w:p>
        </w:tc>
        <w:tc>
          <w:tcPr>
            <w:tcW w:w="1750" w:type="dxa"/>
          </w:tcPr>
          <w:p w14:paraId="5BB61B8F" w14:textId="77777777" w:rsidR="00060E17" w:rsidRDefault="00D61344">
            <w:pPr>
              <w:pStyle w:val="pstyleRadioTb"/>
            </w:pPr>
            <w:r>
              <w:rPr>
                <w:rStyle w:val="styleRad"/>
              </w:rPr>
              <w:t xml:space="preserve"> [ ] </w:t>
            </w:r>
          </w:p>
        </w:tc>
        <w:tc>
          <w:tcPr>
            <w:tcW w:w="1750" w:type="dxa"/>
          </w:tcPr>
          <w:p w14:paraId="744C11C4" w14:textId="77777777" w:rsidR="00060E17" w:rsidRDefault="00D61344">
            <w:pPr>
              <w:pStyle w:val="pstyleRadioTb"/>
            </w:pPr>
            <w:r>
              <w:rPr>
                <w:rStyle w:val="styleRad"/>
              </w:rPr>
              <w:t xml:space="preserve"> [ ] </w:t>
            </w:r>
          </w:p>
        </w:tc>
        <w:tc>
          <w:tcPr>
            <w:tcW w:w="1750" w:type="dxa"/>
          </w:tcPr>
          <w:p w14:paraId="25527DB9" w14:textId="77777777" w:rsidR="00060E17" w:rsidRDefault="00060E17"/>
        </w:tc>
        <w:tc>
          <w:tcPr>
            <w:tcW w:w="1750" w:type="dxa"/>
          </w:tcPr>
          <w:p w14:paraId="68ADDCE0" w14:textId="77777777" w:rsidR="00060E17" w:rsidRDefault="00D61344">
            <w:r>
              <w:rPr>
                <w:rStyle w:val="styleSubformtxtsp"/>
              </w:rPr>
              <w:t>endemic to SE and SW Australia. population is &gt;1% of SE Australia biogeographic population</w:t>
            </w:r>
          </w:p>
        </w:tc>
      </w:tr>
      <w:tr w:rsidR="00060E17" w14:paraId="5CE289D7" w14:textId="77777777" w:rsidTr="00060E17">
        <w:trPr>
          <w:trHeight w:val="100"/>
        </w:trPr>
        <w:tc>
          <w:tcPr>
            <w:tcW w:w="1750" w:type="dxa"/>
          </w:tcPr>
          <w:p w14:paraId="100C3BC8" w14:textId="77777777" w:rsidR="00060E17" w:rsidRDefault="00D61344">
            <w:r>
              <w:rPr>
                <w:rStyle w:val="styleSubformtxtUP"/>
              </w:rPr>
              <w:t>Chordata/Aves</w:t>
            </w:r>
          </w:p>
        </w:tc>
        <w:tc>
          <w:tcPr>
            <w:tcW w:w="1750" w:type="dxa"/>
          </w:tcPr>
          <w:p w14:paraId="405E338F" w14:textId="77777777" w:rsidR="00060E17" w:rsidRDefault="00D61344">
            <w:r>
              <w:rPr>
                <w:rStyle w:val="styleSubformtxtIblue700"/>
              </w:rPr>
              <w:t>Arenaria interpres</w:t>
            </w:r>
          </w:p>
        </w:tc>
        <w:tc>
          <w:tcPr>
            <w:tcW w:w="1750" w:type="dxa"/>
          </w:tcPr>
          <w:p w14:paraId="78ECCEDC" w14:textId="77777777" w:rsidR="00060E17" w:rsidRDefault="00D61344">
            <w:r>
              <w:rPr>
                <w:rStyle w:val="styleSubformtxtsp"/>
              </w:rPr>
              <w:t>Ruddy Turnstone</w:t>
            </w:r>
          </w:p>
        </w:tc>
        <w:tc>
          <w:tcPr>
            <w:tcW w:w="1750" w:type="dxa"/>
          </w:tcPr>
          <w:p w14:paraId="2FC8CCED" w14:textId="77777777" w:rsidR="00060E17" w:rsidRDefault="00D61344">
            <w:pPr>
              <w:pStyle w:val="pstyleRadioTb"/>
            </w:pPr>
            <w:r>
              <w:rPr>
                <w:rStyle w:val="styleRad"/>
              </w:rPr>
              <w:t xml:space="preserve"> [ ] </w:t>
            </w:r>
          </w:p>
        </w:tc>
        <w:tc>
          <w:tcPr>
            <w:tcW w:w="1750" w:type="dxa"/>
          </w:tcPr>
          <w:p w14:paraId="456A7571" w14:textId="77777777" w:rsidR="00060E17" w:rsidRDefault="00D61344">
            <w:pPr>
              <w:pStyle w:val="pstyleRadioTb"/>
            </w:pPr>
            <w:r>
              <w:rPr>
                <w:rStyle w:val="styleRad"/>
              </w:rPr>
              <w:t xml:space="preserve"> [x] </w:t>
            </w:r>
          </w:p>
        </w:tc>
        <w:tc>
          <w:tcPr>
            <w:tcW w:w="1750" w:type="dxa"/>
          </w:tcPr>
          <w:p w14:paraId="2028459F" w14:textId="77777777" w:rsidR="00060E17" w:rsidRDefault="00D61344">
            <w:pPr>
              <w:pStyle w:val="pstyleRadioTb"/>
            </w:pPr>
            <w:r>
              <w:rPr>
                <w:rStyle w:val="styleRad"/>
              </w:rPr>
              <w:t xml:space="preserve"> [ ] </w:t>
            </w:r>
          </w:p>
        </w:tc>
        <w:tc>
          <w:tcPr>
            <w:tcW w:w="1750" w:type="dxa"/>
          </w:tcPr>
          <w:p w14:paraId="4403A8DF" w14:textId="77777777" w:rsidR="00060E17" w:rsidRDefault="00D61344">
            <w:pPr>
              <w:pStyle w:val="pstyleRadioTb"/>
            </w:pPr>
            <w:r>
              <w:rPr>
                <w:rStyle w:val="styleRad"/>
              </w:rPr>
              <w:t xml:space="preserve"> [ ] </w:t>
            </w:r>
          </w:p>
        </w:tc>
        <w:tc>
          <w:tcPr>
            <w:tcW w:w="1750" w:type="dxa"/>
          </w:tcPr>
          <w:p w14:paraId="5B72511F" w14:textId="77777777" w:rsidR="00060E17" w:rsidRDefault="00D61344">
            <w:pPr>
              <w:pStyle w:val="pstyleRadioTb"/>
            </w:pPr>
            <w:r>
              <w:rPr>
                <w:rStyle w:val="styleRad"/>
              </w:rPr>
              <w:t xml:space="preserve"> [ ] </w:t>
            </w:r>
          </w:p>
        </w:tc>
        <w:tc>
          <w:tcPr>
            <w:tcW w:w="1750" w:type="dxa"/>
          </w:tcPr>
          <w:p w14:paraId="4B9EF17F" w14:textId="77777777" w:rsidR="00060E17" w:rsidRDefault="00D61344">
            <w:pPr>
              <w:pStyle w:val="pstyleRadioTb"/>
            </w:pPr>
            <w:r>
              <w:rPr>
                <w:rStyle w:val="styleRad"/>
              </w:rPr>
              <w:t xml:space="preserve"> [x] </w:t>
            </w:r>
          </w:p>
        </w:tc>
        <w:tc>
          <w:tcPr>
            <w:tcW w:w="1750" w:type="dxa"/>
          </w:tcPr>
          <w:p w14:paraId="2BA369CF" w14:textId="77777777" w:rsidR="00060E17" w:rsidRDefault="00D61344">
            <w:pPr>
              <w:pStyle w:val="pstyleRadioTb"/>
            </w:pPr>
            <w:r>
              <w:rPr>
                <w:rStyle w:val="styleRad"/>
              </w:rPr>
              <w:t xml:space="preserve"> [ ] </w:t>
            </w:r>
          </w:p>
        </w:tc>
        <w:tc>
          <w:tcPr>
            <w:tcW w:w="1750" w:type="dxa"/>
          </w:tcPr>
          <w:p w14:paraId="371EE76B" w14:textId="77777777" w:rsidR="00060E17" w:rsidRDefault="00D61344">
            <w:pPr>
              <w:pStyle w:val="pstyleRadioTb"/>
            </w:pPr>
            <w:r>
              <w:rPr>
                <w:rStyle w:val="styleRad"/>
              </w:rPr>
              <w:t xml:space="preserve"> [ ] </w:t>
            </w:r>
          </w:p>
        </w:tc>
        <w:tc>
          <w:tcPr>
            <w:tcW w:w="1750" w:type="dxa"/>
          </w:tcPr>
          <w:p w14:paraId="37A0B6B5" w14:textId="77777777" w:rsidR="00060E17" w:rsidRDefault="00D61344">
            <w:r>
              <w:rPr>
                <w:rStyle w:val="styleSubformtxtsp"/>
              </w:rPr>
              <w:t xml:space="preserve"> </w:t>
            </w:r>
          </w:p>
        </w:tc>
        <w:tc>
          <w:tcPr>
            <w:tcW w:w="1750" w:type="dxa"/>
          </w:tcPr>
          <w:p w14:paraId="2B8E187E" w14:textId="77777777" w:rsidR="00060E17" w:rsidRDefault="00060E17"/>
        </w:tc>
        <w:tc>
          <w:tcPr>
            <w:tcW w:w="1750" w:type="dxa"/>
          </w:tcPr>
          <w:p w14:paraId="054E7258" w14:textId="77777777" w:rsidR="00060E17" w:rsidRDefault="00D61344">
            <w:r>
              <w:rPr>
                <w:rStyle w:val="styleSubformtxtsp"/>
              </w:rPr>
              <w:t xml:space="preserve"> </w:t>
            </w:r>
          </w:p>
        </w:tc>
        <w:tc>
          <w:tcPr>
            <w:tcW w:w="1750" w:type="dxa"/>
          </w:tcPr>
          <w:p w14:paraId="2D8541E8" w14:textId="77777777" w:rsidR="00060E17" w:rsidRDefault="00D61344">
            <w:r>
              <w:rPr>
                <w:rStyle w:val="styleSubformtxtsp"/>
              </w:rPr>
              <w:t xml:space="preserve">LC </w:t>
            </w:r>
          </w:p>
        </w:tc>
        <w:tc>
          <w:tcPr>
            <w:tcW w:w="1750" w:type="dxa"/>
          </w:tcPr>
          <w:p w14:paraId="6C3E3400" w14:textId="77777777" w:rsidR="00060E17" w:rsidRDefault="00D61344">
            <w:pPr>
              <w:pStyle w:val="pstyleRadioTb"/>
            </w:pPr>
            <w:r>
              <w:rPr>
                <w:rStyle w:val="styleRad"/>
              </w:rPr>
              <w:t xml:space="preserve"> [ ] </w:t>
            </w:r>
          </w:p>
        </w:tc>
        <w:tc>
          <w:tcPr>
            <w:tcW w:w="1750" w:type="dxa"/>
          </w:tcPr>
          <w:p w14:paraId="295DD239" w14:textId="77777777" w:rsidR="00060E17" w:rsidRDefault="00D61344">
            <w:pPr>
              <w:pStyle w:val="pstyleRadioTb"/>
            </w:pPr>
            <w:r>
              <w:rPr>
                <w:rStyle w:val="styleRad"/>
              </w:rPr>
              <w:t xml:space="preserve"> [ ] </w:t>
            </w:r>
          </w:p>
        </w:tc>
        <w:tc>
          <w:tcPr>
            <w:tcW w:w="1750" w:type="dxa"/>
          </w:tcPr>
          <w:p w14:paraId="0F568FAE" w14:textId="77777777" w:rsidR="00060E17" w:rsidRDefault="00060E17"/>
        </w:tc>
        <w:tc>
          <w:tcPr>
            <w:tcW w:w="1750" w:type="dxa"/>
          </w:tcPr>
          <w:p w14:paraId="06D2B7D1" w14:textId="77777777" w:rsidR="00060E17" w:rsidRDefault="00D61344">
            <w:r>
              <w:rPr>
                <w:rStyle w:val="styleSubformtxtsp"/>
              </w:rPr>
              <w:t>Foraging and roosting for international migrant</w:t>
            </w:r>
          </w:p>
        </w:tc>
      </w:tr>
      <w:tr w:rsidR="00060E17" w14:paraId="740FF2FC" w14:textId="77777777" w:rsidTr="00060E17">
        <w:trPr>
          <w:trHeight w:val="100"/>
        </w:trPr>
        <w:tc>
          <w:tcPr>
            <w:tcW w:w="1750" w:type="dxa"/>
          </w:tcPr>
          <w:p w14:paraId="79CEF0CB" w14:textId="77777777" w:rsidR="00060E17" w:rsidRDefault="00D61344">
            <w:r>
              <w:rPr>
                <w:rStyle w:val="styleSubformtxtUP"/>
              </w:rPr>
              <w:t>Chordata/Aves</w:t>
            </w:r>
          </w:p>
        </w:tc>
        <w:tc>
          <w:tcPr>
            <w:tcW w:w="1750" w:type="dxa"/>
          </w:tcPr>
          <w:p w14:paraId="12F886F9" w14:textId="77777777" w:rsidR="00060E17" w:rsidRDefault="00D61344">
            <w:r>
              <w:rPr>
                <w:rStyle w:val="styleSubformtxtIblue700"/>
              </w:rPr>
              <w:t>Calidris acuminata</w:t>
            </w:r>
          </w:p>
        </w:tc>
        <w:tc>
          <w:tcPr>
            <w:tcW w:w="1750" w:type="dxa"/>
          </w:tcPr>
          <w:p w14:paraId="635EAF3C" w14:textId="77777777" w:rsidR="00060E17" w:rsidRDefault="00D61344">
            <w:r>
              <w:rPr>
                <w:rStyle w:val="styleSubformtxtsp"/>
              </w:rPr>
              <w:t>Sharp-tailed Sandpiper</w:t>
            </w:r>
          </w:p>
        </w:tc>
        <w:tc>
          <w:tcPr>
            <w:tcW w:w="1750" w:type="dxa"/>
          </w:tcPr>
          <w:p w14:paraId="42757427" w14:textId="77777777" w:rsidR="00060E17" w:rsidRDefault="00D61344">
            <w:pPr>
              <w:pStyle w:val="pstyleRadioTb"/>
            </w:pPr>
            <w:r>
              <w:rPr>
                <w:rStyle w:val="styleRad"/>
              </w:rPr>
              <w:t xml:space="preserve"> [ ] </w:t>
            </w:r>
          </w:p>
        </w:tc>
        <w:tc>
          <w:tcPr>
            <w:tcW w:w="1750" w:type="dxa"/>
          </w:tcPr>
          <w:p w14:paraId="2EF5D077" w14:textId="77777777" w:rsidR="00060E17" w:rsidRDefault="00D61344">
            <w:pPr>
              <w:pStyle w:val="pstyleRadioTb"/>
            </w:pPr>
            <w:r>
              <w:rPr>
                <w:rStyle w:val="styleRad"/>
              </w:rPr>
              <w:t xml:space="preserve"> [x] </w:t>
            </w:r>
          </w:p>
        </w:tc>
        <w:tc>
          <w:tcPr>
            <w:tcW w:w="1750" w:type="dxa"/>
          </w:tcPr>
          <w:p w14:paraId="274B25F8" w14:textId="77777777" w:rsidR="00060E17" w:rsidRDefault="00D61344">
            <w:pPr>
              <w:pStyle w:val="pstyleRadioTb"/>
            </w:pPr>
            <w:r>
              <w:rPr>
                <w:rStyle w:val="styleRad"/>
              </w:rPr>
              <w:t xml:space="preserve"> [ ] </w:t>
            </w:r>
          </w:p>
        </w:tc>
        <w:tc>
          <w:tcPr>
            <w:tcW w:w="1750" w:type="dxa"/>
          </w:tcPr>
          <w:p w14:paraId="08FC728A" w14:textId="77777777" w:rsidR="00060E17" w:rsidRDefault="00D61344">
            <w:pPr>
              <w:pStyle w:val="pstyleRadioTb"/>
            </w:pPr>
            <w:r>
              <w:rPr>
                <w:rStyle w:val="styleRad"/>
              </w:rPr>
              <w:t xml:space="preserve"> [ ] </w:t>
            </w:r>
          </w:p>
        </w:tc>
        <w:tc>
          <w:tcPr>
            <w:tcW w:w="1750" w:type="dxa"/>
          </w:tcPr>
          <w:p w14:paraId="57C2CAA2" w14:textId="77777777" w:rsidR="00060E17" w:rsidRDefault="00D61344">
            <w:pPr>
              <w:pStyle w:val="pstyleRadioTb"/>
            </w:pPr>
            <w:r>
              <w:rPr>
                <w:rStyle w:val="styleRad"/>
              </w:rPr>
              <w:t xml:space="preserve"> [ ] </w:t>
            </w:r>
          </w:p>
        </w:tc>
        <w:tc>
          <w:tcPr>
            <w:tcW w:w="1750" w:type="dxa"/>
          </w:tcPr>
          <w:p w14:paraId="66E49306" w14:textId="77777777" w:rsidR="00060E17" w:rsidRDefault="00D61344">
            <w:pPr>
              <w:pStyle w:val="pstyleRadioTb"/>
            </w:pPr>
            <w:r>
              <w:rPr>
                <w:rStyle w:val="styleRad"/>
              </w:rPr>
              <w:t xml:space="preserve"> [x] </w:t>
            </w:r>
          </w:p>
        </w:tc>
        <w:tc>
          <w:tcPr>
            <w:tcW w:w="1750" w:type="dxa"/>
          </w:tcPr>
          <w:p w14:paraId="69E935C7" w14:textId="77777777" w:rsidR="00060E17" w:rsidRDefault="00D61344">
            <w:pPr>
              <w:pStyle w:val="pstyleRadioTb"/>
            </w:pPr>
            <w:r>
              <w:rPr>
                <w:rStyle w:val="styleRad"/>
              </w:rPr>
              <w:t xml:space="preserve"> [ ] </w:t>
            </w:r>
          </w:p>
        </w:tc>
        <w:tc>
          <w:tcPr>
            <w:tcW w:w="1750" w:type="dxa"/>
          </w:tcPr>
          <w:p w14:paraId="32C10303" w14:textId="77777777" w:rsidR="00060E17" w:rsidRDefault="00D61344">
            <w:pPr>
              <w:pStyle w:val="pstyleRadioTb"/>
            </w:pPr>
            <w:r>
              <w:rPr>
                <w:rStyle w:val="styleRad"/>
              </w:rPr>
              <w:t xml:space="preserve"> [ ] </w:t>
            </w:r>
          </w:p>
        </w:tc>
        <w:tc>
          <w:tcPr>
            <w:tcW w:w="1750" w:type="dxa"/>
          </w:tcPr>
          <w:p w14:paraId="319D5D43" w14:textId="77777777" w:rsidR="00060E17" w:rsidRDefault="00D61344">
            <w:r>
              <w:rPr>
                <w:rStyle w:val="styleSubformtxtsp"/>
              </w:rPr>
              <w:t xml:space="preserve"> </w:t>
            </w:r>
          </w:p>
        </w:tc>
        <w:tc>
          <w:tcPr>
            <w:tcW w:w="1750" w:type="dxa"/>
          </w:tcPr>
          <w:p w14:paraId="7D0F9EA4" w14:textId="77777777" w:rsidR="00060E17" w:rsidRDefault="00060E17"/>
        </w:tc>
        <w:tc>
          <w:tcPr>
            <w:tcW w:w="1750" w:type="dxa"/>
          </w:tcPr>
          <w:p w14:paraId="5B45E878" w14:textId="77777777" w:rsidR="00060E17" w:rsidRDefault="00D61344">
            <w:r>
              <w:rPr>
                <w:rStyle w:val="styleSubformtxtsp"/>
              </w:rPr>
              <w:t xml:space="preserve"> </w:t>
            </w:r>
          </w:p>
        </w:tc>
        <w:tc>
          <w:tcPr>
            <w:tcW w:w="1750" w:type="dxa"/>
          </w:tcPr>
          <w:p w14:paraId="23F43D34" w14:textId="77777777" w:rsidR="00060E17" w:rsidRDefault="00D61344">
            <w:r>
              <w:rPr>
                <w:rStyle w:val="styleSubformtxtsp"/>
              </w:rPr>
              <w:t xml:space="preserve">LC </w:t>
            </w:r>
          </w:p>
        </w:tc>
        <w:tc>
          <w:tcPr>
            <w:tcW w:w="1750" w:type="dxa"/>
          </w:tcPr>
          <w:p w14:paraId="6BDCC629" w14:textId="77777777" w:rsidR="00060E17" w:rsidRDefault="00D61344">
            <w:pPr>
              <w:pStyle w:val="pstyleRadioTb"/>
            </w:pPr>
            <w:r>
              <w:rPr>
                <w:rStyle w:val="styleRad"/>
              </w:rPr>
              <w:t xml:space="preserve"> [ ] </w:t>
            </w:r>
          </w:p>
        </w:tc>
        <w:tc>
          <w:tcPr>
            <w:tcW w:w="1750" w:type="dxa"/>
          </w:tcPr>
          <w:p w14:paraId="0FAAFDAC" w14:textId="77777777" w:rsidR="00060E17" w:rsidRDefault="00D61344">
            <w:pPr>
              <w:pStyle w:val="pstyleRadioTb"/>
            </w:pPr>
            <w:r>
              <w:rPr>
                <w:rStyle w:val="styleRad"/>
              </w:rPr>
              <w:t xml:space="preserve"> [ ] </w:t>
            </w:r>
          </w:p>
        </w:tc>
        <w:tc>
          <w:tcPr>
            <w:tcW w:w="1750" w:type="dxa"/>
          </w:tcPr>
          <w:p w14:paraId="2DD25CD1" w14:textId="77777777" w:rsidR="00060E17" w:rsidRDefault="00060E17"/>
        </w:tc>
        <w:tc>
          <w:tcPr>
            <w:tcW w:w="1750" w:type="dxa"/>
          </w:tcPr>
          <w:p w14:paraId="7A3F93A4" w14:textId="77777777" w:rsidR="00060E17" w:rsidRDefault="00D61344">
            <w:r>
              <w:rPr>
                <w:rStyle w:val="styleSubformtxtsp"/>
              </w:rPr>
              <w:t>Foraging and roosting for international migrant</w:t>
            </w:r>
          </w:p>
        </w:tc>
      </w:tr>
      <w:tr w:rsidR="00060E17" w14:paraId="6606B28B" w14:textId="77777777" w:rsidTr="00060E17">
        <w:trPr>
          <w:trHeight w:val="100"/>
        </w:trPr>
        <w:tc>
          <w:tcPr>
            <w:tcW w:w="1750" w:type="dxa"/>
          </w:tcPr>
          <w:p w14:paraId="22E9A9DB" w14:textId="77777777" w:rsidR="00060E17" w:rsidRDefault="00D61344">
            <w:r>
              <w:rPr>
                <w:rStyle w:val="styleSubformtxtUP"/>
              </w:rPr>
              <w:t>Chordata/Aves</w:t>
            </w:r>
          </w:p>
        </w:tc>
        <w:tc>
          <w:tcPr>
            <w:tcW w:w="1750" w:type="dxa"/>
          </w:tcPr>
          <w:p w14:paraId="7925F738" w14:textId="77777777" w:rsidR="00060E17" w:rsidRDefault="00D61344">
            <w:r>
              <w:rPr>
                <w:rStyle w:val="styleSubformtxtIblue700"/>
              </w:rPr>
              <w:t>Calidris alba</w:t>
            </w:r>
          </w:p>
        </w:tc>
        <w:tc>
          <w:tcPr>
            <w:tcW w:w="1750" w:type="dxa"/>
          </w:tcPr>
          <w:p w14:paraId="408A162E" w14:textId="77777777" w:rsidR="00060E17" w:rsidRDefault="00D61344">
            <w:r>
              <w:rPr>
                <w:rStyle w:val="styleSubformtxtsp"/>
              </w:rPr>
              <w:t>Sanderling</w:t>
            </w:r>
          </w:p>
        </w:tc>
        <w:tc>
          <w:tcPr>
            <w:tcW w:w="1750" w:type="dxa"/>
          </w:tcPr>
          <w:p w14:paraId="0C81BFDA" w14:textId="77777777" w:rsidR="00060E17" w:rsidRDefault="00D61344">
            <w:pPr>
              <w:pStyle w:val="pstyleRadioTb"/>
            </w:pPr>
            <w:r>
              <w:rPr>
                <w:rStyle w:val="styleRad"/>
              </w:rPr>
              <w:t xml:space="preserve"> [ ] </w:t>
            </w:r>
          </w:p>
        </w:tc>
        <w:tc>
          <w:tcPr>
            <w:tcW w:w="1750" w:type="dxa"/>
          </w:tcPr>
          <w:p w14:paraId="68A9B934" w14:textId="77777777" w:rsidR="00060E17" w:rsidRDefault="00D61344">
            <w:pPr>
              <w:pStyle w:val="pstyleRadioTb"/>
            </w:pPr>
            <w:r>
              <w:rPr>
                <w:rStyle w:val="styleRad"/>
              </w:rPr>
              <w:t xml:space="preserve"> [x] </w:t>
            </w:r>
          </w:p>
        </w:tc>
        <w:tc>
          <w:tcPr>
            <w:tcW w:w="1750" w:type="dxa"/>
          </w:tcPr>
          <w:p w14:paraId="5232E3C5" w14:textId="77777777" w:rsidR="00060E17" w:rsidRDefault="00D61344">
            <w:pPr>
              <w:pStyle w:val="pstyleRadioTb"/>
            </w:pPr>
            <w:r>
              <w:rPr>
                <w:rStyle w:val="styleRad"/>
              </w:rPr>
              <w:t xml:space="preserve"> [ ] </w:t>
            </w:r>
          </w:p>
        </w:tc>
        <w:tc>
          <w:tcPr>
            <w:tcW w:w="1750" w:type="dxa"/>
          </w:tcPr>
          <w:p w14:paraId="0558DB48" w14:textId="77777777" w:rsidR="00060E17" w:rsidRDefault="00D61344">
            <w:pPr>
              <w:pStyle w:val="pstyleRadioTb"/>
            </w:pPr>
            <w:r>
              <w:rPr>
                <w:rStyle w:val="styleRad"/>
              </w:rPr>
              <w:t xml:space="preserve"> [ ] </w:t>
            </w:r>
          </w:p>
        </w:tc>
        <w:tc>
          <w:tcPr>
            <w:tcW w:w="1750" w:type="dxa"/>
          </w:tcPr>
          <w:p w14:paraId="3CE0FD0C" w14:textId="77777777" w:rsidR="00060E17" w:rsidRDefault="00D61344">
            <w:pPr>
              <w:pStyle w:val="pstyleRadioTb"/>
            </w:pPr>
            <w:r>
              <w:rPr>
                <w:rStyle w:val="styleRad"/>
              </w:rPr>
              <w:t xml:space="preserve"> [ ] </w:t>
            </w:r>
          </w:p>
        </w:tc>
        <w:tc>
          <w:tcPr>
            <w:tcW w:w="1750" w:type="dxa"/>
          </w:tcPr>
          <w:p w14:paraId="1E588F6D" w14:textId="77777777" w:rsidR="00060E17" w:rsidRDefault="00D61344">
            <w:pPr>
              <w:pStyle w:val="pstyleRadioTb"/>
            </w:pPr>
            <w:r>
              <w:rPr>
                <w:rStyle w:val="styleRad"/>
              </w:rPr>
              <w:t xml:space="preserve"> [x] </w:t>
            </w:r>
          </w:p>
        </w:tc>
        <w:tc>
          <w:tcPr>
            <w:tcW w:w="1750" w:type="dxa"/>
          </w:tcPr>
          <w:p w14:paraId="468308D0" w14:textId="77777777" w:rsidR="00060E17" w:rsidRDefault="00D61344">
            <w:pPr>
              <w:pStyle w:val="pstyleRadioTb"/>
            </w:pPr>
            <w:r>
              <w:rPr>
                <w:rStyle w:val="styleRad"/>
              </w:rPr>
              <w:t xml:space="preserve"> [ ] </w:t>
            </w:r>
          </w:p>
        </w:tc>
        <w:tc>
          <w:tcPr>
            <w:tcW w:w="1750" w:type="dxa"/>
          </w:tcPr>
          <w:p w14:paraId="2BF5E097" w14:textId="77777777" w:rsidR="00060E17" w:rsidRDefault="00D61344">
            <w:pPr>
              <w:pStyle w:val="pstyleRadioTb"/>
            </w:pPr>
            <w:r>
              <w:rPr>
                <w:rStyle w:val="styleRad"/>
              </w:rPr>
              <w:t xml:space="preserve"> [ ] </w:t>
            </w:r>
          </w:p>
        </w:tc>
        <w:tc>
          <w:tcPr>
            <w:tcW w:w="1750" w:type="dxa"/>
          </w:tcPr>
          <w:p w14:paraId="12B5D035" w14:textId="77777777" w:rsidR="00060E17" w:rsidRDefault="00D61344">
            <w:r>
              <w:rPr>
                <w:rStyle w:val="styleSubformtxtsp"/>
              </w:rPr>
              <w:t xml:space="preserve"> </w:t>
            </w:r>
          </w:p>
        </w:tc>
        <w:tc>
          <w:tcPr>
            <w:tcW w:w="1750" w:type="dxa"/>
          </w:tcPr>
          <w:p w14:paraId="64014271" w14:textId="77777777" w:rsidR="00060E17" w:rsidRDefault="00060E17"/>
        </w:tc>
        <w:tc>
          <w:tcPr>
            <w:tcW w:w="1750" w:type="dxa"/>
          </w:tcPr>
          <w:p w14:paraId="1F5EC3F1" w14:textId="77777777" w:rsidR="00060E17" w:rsidRDefault="00D61344">
            <w:r>
              <w:rPr>
                <w:rStyle w:val="styleSubformtxtsp"/>
              </w:rPr>
              <w:t xml:space="preserve"> </w:t>
            </w:r>
          </w:p>
        </w:tc>
        <w:tc>
          <w:tcPr>
            <w:tcW w:w="1750" w:type="dxa"/>
          </w:tcPr>
          <w:p w14:paraId="118FB4B1" w14:textId="77777777" w:rsidR="00060E17" w:rsidRDefault="00D61344">
            <w:r>
              <w:rPr>
                <w:rStyle w:val="styleSubformtxtsp"/>
              </w:rPr>
              <w:t xml:space="preserve">LC </w:t>
            </w:r>
          </w:p>
        </w:tc>
        <w:tc>
          <w:tcPr>
            <w:tcW w:w="1750" w:type="dxa"/>
          </w:tcPr>
          <w:p w14:paraId="5113B05C" w14:textId="77777777" w:rsidR="00060E17" w:rsidRDefault="00D61344">
            <w:pPr>
              <w:pStyle w:val="pstyleRadioTb"/>
            </w:pPr>
            <w:r>
              <w:rPr>
                <w:rStyle w:val="styleRad"/>
              </w:rPr>
              <w:t xml:space="preserve"> [ ] </w:t>
            </w:r>
          </w:p>
        </w:tc>
        <w:tc>
          <w:tcPr>
            <w:tcW w:w="1750" w:type="dxa"/>
          </w:tcPr>
          <w:p w14:paraId="7B618CE4" w14:textId="77777777" w:rsidR="00060E17" w:rsidRDefault="00D61344">
            <w:pPr>
              <w:pStyle w:val="pstyleRadioTb"/>
            </w:pPr>
            <w:r>
              <w:rPr>
                <w:rStyle w:val="styleRad"/>
              </w:rPr>
              <w:t xml:space="preserve"> [ ] </w:t>
            </w:r>
          </w:p>
        </w:tc>
        <w:tc>
          <w:tcPr>
            <w:tcW w:w="1750" w:type="dxa"/>
          </w:tcPr>
          <w:p w14:paraId="6866EE01" w14:textId="77777777" w:rsidR="00060E17" w:rsidRDefault="00060E17"/>
        </w:tc>
        <w:tc>
          <w:tcPr>
            <w:tcW w:w="1750" w:type="dxa"/>
          </w:tcPr>
          <w:p w14:paraId="4FC57AD9" w14:textId="77777777" w:rsidR="00060E17" w:rsidRDefault="00D61344">
            <w:r>
              <w:rPr>
                <w:rStyle w:val="styleSubformtxtsp"/>
              </w:rPr>
              <w:t>Foraging and roosting for international migrant</w:t>
            </w:r>
          </w:p>
        </w:tc>
      </w:tr>
      <w:tr w:rsidR="00060E17" w14:paraId="26EE954E" w14:textId="77777777" w:rsidTr="00060E17">
        <w:trPr>
          <w:trHeight w:val="100"/>
        </w:trPr>
        <w:tc>
          <w:tcPr>
            <w:tcW w:w="1750" w:type="dxa"/>
          </w:tcPr>
          <w:p w14:paraId="29FC64ED" w14:textId="77777777" w:rsidR="00060E17" w:rsidRDefault="00D61344">
            <w:r>
              <w:rPr>
                <w:rStyle w:val="styleSubformtxtUP"/>
              </w:rPr>
              <w:t>Chordata/Aves</w:t>
            </w:r>
          </w:p>
        </w:tc>
        <w:tc>
          <w:tcPr>
            <w:tcW w:w="1750" w:type="dxa"/>
          </w:tcPr>
          <w:p w14:paraId="52B89730" w14:textId="77777777" w:rsidR="00060E17" w:rsidRDefault="00D61344">
            <w:r>
              <w:rPr>
                <w:rStyle w:val="styleSubformtxtIblue700"/>
              </w:rPr>
              <w:t>Calidris canutus</w:t>
            </w:r>
          </w:p>
        </w:tc>
        <w:tc>
          <w:tcPr>
            <w:tcW w:w="1750" w:type="dxa"/>
          </w:tcPr>
          <w:p w14:paraId="0E8CE408" w14:textId="77777777" w:rsidR="00060E17" w:rsidRDefault="00D61344">
            <w:r>
              <w:rPr>
                <w:rStyle w:val="styleSubformtxtsp"/>
              </w:rPr>
              <w:t>Red Knot</w:t>
            </w:r>
          </w:p>
        </w:tc>
        <w:tc>
          <w:tcPr>
            <w:tcW w:w="1750" w:type="dxa"/>
          </w:tcPr>
          <w:p w14:paraId="4E14C758" w14:textId="77777777" w:rsidR="00060E17" w:rsidRDefault="00D61344">
            <w:pPr>
              <w:pStyle w:val="pstyleRadioTb"/>
            </w:pPr>
            <w:r>
              <w:rPr>
                <w:rStyle w:val="styleRad"/>
              </w:rPr>
              <w:t xml:space="preserve"> [x] </w:t>
            </w:r>
          </w:p>
        </w:tc>
        <w:tc>
          <w:tcPr>
            <w:tcW w:w="1750" w:type="dxa"/>
          </w:tcPr>
          <w:p w14:paraId="0E305CE7" w14:textId="77777777" w:rsidR="00060E17" w:rsidRDefault="00D61344">
            <w:pPr>
              <w:pStyle w:val="pstyleRadioTb"/>
            </w:pPr>
            <w:r>
              <w:rPr>
                <w:rStyle w:val="styleRad"/>
              </w:rPr>
              <w:t xml:space="preserve"> [x] </w:t>
            </w:r>
          </w:p>
        </w:tc>
        <w:tc>
          <w:tcPr>
            <w:tcW w:w="1750" w:type="dxa"/>
          </w:tcPr>
          <w:p w14:paraId="7068CCE7" w14:textId="77777777" w:rsidR="00060E17" w:rsidRDefault="00D61344">
            <w:pPr>
              <w:pStyle w:val="pstyleRadioTb"/>
            </w:pPr>
            <w:r>
              <w:rPr>
                <w:rStyle w:val="styleRad"/>
              </w:rPr>
              <w:t xml:space="preserve"> [x] </w:t>
            </w:r>
          </w:p>
        </w:tc>
        <w:tc>
          <w:tcPr>
            <w:tcW w:w="1750" w:type="dxa"/>
          </w:tcPr>
          <w:p w14:paraId="7F89A297" w14:textId="77777777" w:rsidR="00060E17" w:rsidRDefault="00D61344">
            <w:pPr>
              <w:pStyle w:val="pstyleRadioTb"/>
            </w:pPr>
            <w:r>
              <w:rPr>
                <w:rStyle w:val="styleRad"/>
              </w:rPr>
              <w:t xml:space="preserve"> [ ] </w:t>
            </w:r>
          </w:p>
        </w:tc>
        <w:tc>
          <w:tcPr>
            <w:tcW w:w="1750" w:type="dxa"/>
          </w:tcPr>
          <w:p w14:paraId="5E2F719E" w14:textId="77777777" w:rsidR="00060E17" w:rsidRDefault="00D61344">
            <w:pPr>
              <w:pStyle w:val="pstyleRadioTb"/>
            </w:pPr>
            <w:r>
              <w:rPr>
                <w:rStyle w:val="styleRad"/>
              </w:rPr>
              <w:t xml:space="preserve"> [ ] </w:t>
            </w:r>
          </w:p>
        </w:tc>
        <w:tc>
          <w:tcPr>
            <w:tcW w:w="1750" w:type="dxa"/>
          </w:tcPr>
          <w:p w14:paraId="5D26907D" w14:textId="77777777" w:rsidR="00060E17" w:rsidRDefault="00D61344">
            <w:pPr>
              <w:pStyle w:val="pstyleRadioTb"/>
            </w:pPr>
            <w:r>
              <w:rPr>
                <w:rStyle w:val="styleRad"/>
              </w:rPr>
              <w:t xml:space="preserve"> [x] </w:t>
            </w:r>
          </w:p>
        </w:tc>
        <w:tc>
          <w:tcPr>
            <w:tcW w:w="1750" w:type="dxa"/>
          </w:tcPr>
          <w:p w14:paraId="2B82004D" w14:textId="77777777" w:rsidR="00060E17" w:rsidRDefault="00D61344">
            <w:pPr>
              <w:pStyle w:val="pstyleRadioTb"/>
            </w:pPr>
            <w:r>
              <w:rPr>
                <w:rStyle w:val="styleRad"/>
              </w:rPr>
              <w:t xml:space="preserve"> [ ] </w:t>
            </w:r>
          </w:p>
        </w:tc>
        <w:tc>
          <w:tcPr>
            <w:tcW w:w="1750" w:type="dxa"/>
          </w:tcPr>
          <w:p w14:paraId="35524B3C" w14:textId="77777777" w:rsidR="00060E17" w:rsidRDefault="00D61344">
            <w:pPr>
              <w:pStyle w:val="pstyleRadioTb"/>
            </w:pPr>
            <w:r>
              <w:rPr>
                <w:rStyle w:val="styleRad"/>
              </w:rPr>
              <w:t xml:space="preserve"> [ ] </w:t>
            </w:r>
          </w:p>
        </w:tc>
        <w:tc>
          <w:tcPr>
            <w:tcW w:w="1750" w:type="dxa"/>
          </w:tcPr>
          <w:p w14:paraId="311D1EA8" w14:textId="77777777" w:rsidR="00060E17" w:rsidRDefault="00D61344">
            <w:r>
              <w:rPr>
                <w:rStyle w:val="styleSubformtxtsp"/>
              </w:rPr>
              <w:t>2421</w:t>
            </w:r>
          </w:p>
        </w:tc>
        <w:tc>
          <w:tcPr>
            <w:tcW w:w="1750" w:type="dxa"/>
          </w:tcPr>
          <w:p w14:paraId="452DCF0C" w14:textId="77777777" w:rsidR="00060E17" w:rsidRDefault="00D61344">
            <w:r>
              <w:rPr>
                <w:rStyle w:val="styleSubformtxtsp"/>
              </w:rPr>
              <w:t>1981-2015</w:t>
            </w:r>
          </w:p>
        </w:tc>
        <w:tc>
          <w:tcPr>
            <w:tcW w:w="1750" w:type="dxa"/>
          </w:tcPr>
          <w:p w14:paraId="096CEC29" w14:textId="77777777" w:rsidR="00060E17" w:rsidRDefault="00D61344">
            <w:r>
              <w:rPr>
                <w:rStyle w:val="styleSubformtxtsp"/>
              </w:rPr>
              <w:t>2.2</w:t>
            </w:r>
          </w:p>
        </w:tc>
        <w:tc>
          <w:tcPr>
            <w:tcW w:w="1750" w:type="dxa"/>
          </w:tcPr>
          <w:p w14:paraId="32AC8A7B" w14:textId="77777777" w:rsidR="00060E17" w:rsidRDefault="00D61344">
            <w:r>
              <w:rPr>
                <w:rStyle w:val="styleSubformtxtsp"/>
              </w:rPr>
              <w:t xml:space="preserve">NT </w:t>
            </w:r>
          </w:p>
        </w:tc>
        <w:tc>
          <w:tcPr>
            <w:tcW w:w="1750" w:type="dxa"/>
          </w:tcPr>
          <w:p w14:paraId="20496342" w14:textId="77777777" w:rsidR="00060E17" w:rsidRDefault="00D61344">
            <w:pPr>
              <w:pStyle w:val="pstyleRadioTb"/>
            </w:pPr>
            <w:r>
              <w:rPr>
                <w:rStyle w:val="styleRad"/>
              </w:rPr>
              <w:t xml:space="preserve"> [ ] </w:t>
            </w:r>
          </w:p>
        </w:tc>
        <w:tc>
          <w:tcPr>
            <w:tcW w:w="1750" w:type="dxa"/>
          </w:tcPr>
          <w:p w14:paraId="3A7194E6" w14:textId="77777777" w:rsidR="00060E17" w:rsidRDefault="00D61344">
            <w:pPr>
              <w:pStyle w:val="pstyleRadioTb"/>
            </w:pPr>
            <w:r>
              <w:rPr>
                <w:rStyle w:val="styleRad"/>
              </w:rPr>
              <w:t xml:space="preserve"> [ ] </w:t>
            </w:r>
          </w:p>
        </w:tc>
        <w:tc>
          <w:tcPr>
            <w:tcW w:w="1750" w:type="dxa"/>
          </w:tcPr>
          <w:p w14:paraId="3269FEB1" w14:textId="77777777" w:rsidR="00060E17" w:rsidRDefault="00D61344">
            <w:r>
              <w:rPr>
                <w:rStyle w:val="styleSubformtxtsp"/>
              </w:rPr>
              <w:t>National (EPBC) - Endangered</w:t>
            </w:r>
          </w:p>
        </w:tc>
        <w:tc>
          <w:tcPr>
            <w:tcW w:w="1750" w:type="dxa"/>
          </w:tcPr>
          <w:p w14:paraId="275C9C8D" w14:textId="77777777" w:rsidR="00060E17" w:rsidRDefault="00D61344">
            <w:r>
              <w:rPr>
                <w:rStyle w:val="styleSubformtxtsp"/>
              </w:rPr>
              <w:t xml:space="preserve">Foraging and roosting for international migrant within EAAF. Supports &gt;2% </w:t>
            </w:r>
            <w:r>
              <w:rPr>
                <w:rStyle w:val="styleSubformtxtsp"/>
              </w:rPr>
              <w:lastRenderedPageBreak/>
              <w:t>of piersmai and rogersi biogeographic regional populations.</w:t>
            </w:r>
          </w:p>
        </w:tc>
      </w:tr>
      <w:tr w:rsidR="00060E17" w14:paraId="5748CC4F" w14:textId="77777777" w:rsidTr="00060E17">
        <w:trPr>
          <w:trHeight w:val="100"/>
        </w:trPr>
        <w:tc>
          <w:tcPr>
            <w:tcW w:w="1750" w:type="dxa"/>
          </w:tcPr>
          <w:p w14:paraId="29E2A123" w14:textId="77777777" w:rsidR="00060E17" w:rsidRDefault="00D61344">
            <w:r>
              <w:rPr>
                <w:rStyle w:val="styleSubformtxtUP"/>
              </w:rPr>
              <w:lastRenderedPageBreak/>
              <w:t>Chordata/Aves</w:t>
            </w:r>
          </w:p>
        </w:tc>
        <w:tc>
          <w:tcPr>
            <w:tcW w:w="1750" w:type="dxa"/>
          </w:tcPr>
          <w:p w14:paraId="764C8059" w14:textId="77777777" w:rsidR="00060E17" w:rsidRDefault="00D61344">
            <w:r>
              <w:rPr>
                <w:rStyle w:val="styleSubformtxtIblue700"/>
              </w:rPr>
              <w:t>Calidris ferruginea</w:t>
            </w:r>
          </w:p>
        </w:tc>
        <w:tc>
          <w:tcPr>
            <w:tcW w:w="1750" w:type="dxa"/>
          </w:tcPr>
          <w:p w14:paraId="6FE4BEDB" w14:textId="77777777" w:rsidR="00060E17" w:rsidRDefault="00D61344">
            <w:r>
              <w:rPr>
                <w:rStyle w:val="styleSubformtxtsp"/>
              </w:rPr>
              <w:t>Curlew Sandpiper</w:t>
            </w:r>
          </w:p>
        </w:tc>
        <w:tc>
          <w:tcPr>
            <w:tcW w:w="1750" w:type="dxa"/>
          </w:tcPr>
          <w:p w14:paraId="357AC062" w14:textId="77777777" w:rsidR="00060E17" w:rsidRDefault="00D61344">
            <w:pPr>
              <w:pStyle w:val="pstyleRadioTb"/>
            </w:pPr>
            <w:r>
              <w:rPr>
                <w:rStyle w:val="styleRad"/>
              </w:rPr>
              <w:t xml:space="preserve"> [x] </w:t>
            </w:r>
          </w:p>
        </w:tc>
        <w:tc>
          <w:tcPr>
            <w:tcW w:w="1750" w:type="dxa"/>
          </w:tcPr>
          <w:p w14:paraId="41334DF0" w14:textId="77777777" w:rsidR="00060E17" w:rsidRDefault="00D61344">
            <w:pPr>
              <w:pStyle w:val="pstyleRadioTb"/>
            </w:pPr>
            <w:r>
              <w:rPr>
                <w:rStyle w:val="styleRad"/>
              </w:rPr>
              <w:t xml:space="preserve"> [x] </w:t>
            </w:r>
          </w:p>
        </w:tc>
        <w:tc>
          <w:tcPr>
            <w:tcW w:w="1750" w:type="dxa"/>
          </w:tcPr>
          <w:p w14:paraId="6841BDF6" w14:textId="77777777" w:rsidR="00060E17" w:rsidRDefault="00D61344">
            <w:pPr>
              <w:pStyle w:val="pstyleRadioTb"/>
            </w:pPr>
            <w:r>
              <w:rPr>
                <w:rStyle w:val="styleRad"/>
              </w:rPr>
              <w:t xml:space="preserve"> [x] </w:t>
            </w:r>
          </w:p>
        </w:tc>
        <w:tc>
          <w:tcPr>
            <w:tcW w:w="1750" w:type="dxa"/>
          </w:tcPr>
          <w:p w14:paraId="3D217509" w14:textId="77777777" w:rsidR="00060E17" w:rsidRDefault="00D61344">
            <w:pPr>
              <w:pStyle w:val="pstyleRadioTb"/>
            </w:pPr>
            <w:r>
              <w:rPr>
                <w:rStyle w:val="styleRad"/>
              </w:rPr>
              <w:t xml:space="preserve"> [ ] </w:t>
            </w:r>
          </w:p>
        </w:tc>
        <w:tc>
          <w:tcPr>
            <w:tcW w:w="1750" w:type="dxa"/>
          </w:tcPr>
          <w:p w14:paraId="4793BEF9" w14:textId="77777777" w:rsidR="00060E17" w:rsidRDefault="00D61344">
            <w:pPr>
              <w:pStyle w:val="pstyleRadioTb"/>
            </w:pPr>
            <w:r>
              <w:rPr>
                <w:rStyle w:val="styleRad"/>
              </w:rPr>
              <w:t xml:space="preserve"> [ ] </w:t>
            </w:r>
          </w:p>
        </w:tc>
        <w:tc>
          <w:tcPr>
            <w:tcW w:w="1750" w:type="dxa"/>
          </w:tcPr>
          <w:p w14:paraId="0A123518" w14:textId="77777777" w:rsidR="00060E17" w:rsidRDefault="00D61344">
            <w:pPr>
              <w:pStyle w:val="pstyleRadioTb"/>
            </w:pPr>
            <w:r>
              <w:rPr>
                <w:rStyle w:val="styleRad"/>
              </w:rPr>
              <w:t xml:space="preserve"> [x] </w:t>
            </w:r>
          </w:p>
        </w:tc>
        <w:tc>
          <w:tcPr>
            <w:tcW w:w="1750" w:type="dxa"/>
          </w:tcPr>
          <w:p w14:paraId="778B9D00" w14:textId="77777777" w:rsidR="00060E17" w:rsidRDefault="00D61344">
            <w:pPr>
              <w:pStyle w:val="pstyleRadioTb"/>
            </w:pPr>
            <w:r>
              <w:rPr>
                <w:rStyle w:val="styleRad"/>
              </w:rPr>
              <w:t xml:space="preserve"> [ ] </w:t>
            </w:r>
          </w:p>
        </w:tc>
        <w:tc>
          <w:tcPr>
            <w:tcW w:w="1750" w:type="dxa"/>
          </w:tcPr>
          <w:p w14:paraId="42130D8C" w14:textId="77777777" w:rsidR="00060E17" w:rsidRDefault="00D61344">
            <w:pPr>
              <w:pStyle w:val="pstyleRadioTb"/>
            </w:pPr>
            <w:r>
              <w:rPr>
                <w:rStyle w:val="styleRad"/>
              </w:rPr>
              <w:t xml:space="preserve"> [ ] </w:t>
            </w:r>
          </w:p>
        </w:tc>
        <w:tc>
          <w:tcPr>
            <w:tcW w:w="1750" w:type="dxa"/>
          </w:tcPr>
          <w:p w14:paraId="6FFB9A22" w14:textId="77777777" w:rsidR="00060E17" w:rsidRDefault="00D61344">
            <w:r>
              <w:rPr>
                <w:rStyle w:val="styleSubformtxtsp"/>
              </w:rPr>
              <w:t>2030</w:t>
            </w:r>
          </w:p>
        </w:tc>
        <w:tc>
          <w:tcPr>
            <w:tcW w:w="1750" w:type="dxa"/>
          </w:tcPr>
          <w:p w14:paraId="2255083C" w14:textId="77777777" w:rsidR="00060E17" w:rsidRDefault="00D61344">
            <w:r>
              <w:rPr>
                <w:rStyle w:val="styleSubformtxtsp"/>
              </w:rPr>
              <w:t>1981-2015</w:t>
            </w:r>
          </w:p>
        </w:tc>
        <w:tc>
          <w:tcPr>
            <w:tcW w:w="1750" w:type="dxa"/>
          </w:tcPr>
          <w:p w14:paraId="33299F45" w14:textId="77777777" w:rsidR="00060E17" w:rsidRDefault="00D61344">
            <w:r>
              <w:rPr>
                <w:rStyle w:val="styleSubformtxtsp"/>
              </w:rPr>
              <w:t>1.5</w:t>
            </w:r>
          </w:p>
        </w:tc>
        <w:tc>
          <w:tcPr>
            <w:tcW w:w="1750" w:type="dxa"/>
          </w:tcPr>
          <w:p w14:paraId="5ECFD9C1" w14:textId="77777777" w:rsidR="00060E17" w:rsidRDefault="00D61344">
            <w:r>
              <w:rPr>
                <w:rStyle w:val="styleSubformtxtsp"/>
              </w:rPr>
              <w:t xml:space="preserve">NT </w:t>
            </w:r>
          </w:p>
        </w:tc>
        <w:tc>
          <w:tcPr>
            <w:tcW w:w="1750" w:type="dxa"/>
          </w:tcPr>
          <w:p w14:paraId="66E1AA16" w14:textId="77777777" w:rsidR="00060E17" w:rsidRDefault="00D61344">
            <w:pPr>
              <w:pStyle w:val="pstyleRadioTb"/>
            </w:pPr>
            <w:r>
              <w:rPr>
                <w:rStyle w:val="styleRad"/>
              </w:rPr>
              <w:t xml:space="preserve"> [ ] </w:t>
            </w:r>
          </w:p>
        </w:tc>
        <w:tc>
          <w:tcPr>
            <w:tcW w:w="1750" w:type="dxa"/>
          </w:tcPr>
          <w:p w14:paraId="7A46FA2F" w14:textId="77777777" w:rsidR="00060E17" w:rsidRDefault="00D61344">
            <w:pPr>
              <w:pStyle w:val="pstyleRadioTb"/>
            </w:pPr>
            <w:r>
              <w:rPr>
                <w:rStyle w:val="styleRad"/>
              </w:rPr>
              <w:t xml:space="preserve"> [ ] </w:t>
            </w:r>
          </w:p>
        </w:tc>
        <w:tc>
          <w:tcPr>
            <w:tcW w:w="1750" w:type="dxa"/>
          </w:tcPr>
          <w:p w14:paraId="0FF8E85F" w14:textId="77777777" w:rsidR="00060E17" w:rsidRDefault="00D61344">
            <w:r>
              <w:rPr>
                <w:rStyle w:val="styleSubformtxtsp"/>
              </w:rPr>
              <w:t>National (EPBC) - Critically endangered</w:t>
            </w:r>
          </w:p>
        </w:tc>
        <w:tc>
          <w:tcPr>
            <w:tcW w:w="1750" w:type="dxa"/>
          </w:tcPr>
          <w:p w14:paraId="5AF72B66" w14:textId="77777777" w:rsidR="00060E17" w:rsidRDefault="00D61344">
            <w:r>
              <w:rPr>
                <w:rStyle w:val="styleSubformtxtsp"/>
              </w:rPr>
              <w:t>Foraging and roosting for international migrant within EAAF. Supports 1.5% of E, SE Asia &amp; Australia (non-bre) biogeographic population.</w:t>
            </w:r>
          </w:p>
        </w:tc>
      </w:tr>
      <w:tr w:rsidR="00060E17" w14:paraId="1DF6E309" w14:textId="77777777" w:rsidTr="00060E17">
        <w:trPr>
          <w:trHeight w:val="100"/>
        </w:trPr>
        <w:tc>
          <w:tcPr>
            <w:tcW w:w="1750" w:type="dxa"/>
          </w:tcPr>
          <w:p w14:paraId="1ED2CDE4" w14:textId="77777777" w:rsidR="00060E17" w:rsidRDefault="00D61344">
            <w:r>
              <w:rPr>
                <w:rStyle w:val="styleSubformtxtUP"/>
              </w:rPr>
              <w:t>Chordata/Aves</w:t>
            </w:r>
          </w:p>
        </w:tc>
        <w:tc>
          <w:tcPr>
            <w:tcW w:w="1750" w:type="dxa"/>
          </w:tcPr>
          <w:p w14:paraId="1831597B" w14:textId="77777777" w:rsidR="00060E17" w:rsidRDefault="00D61344">
            <w:r>
              <w:rPr>
                <w:rStyle w:val="styleSubformtxtIblue700"/>
              </w:rPr>
              <w:t>Calidris ruficollis</w:t>
            </w:r>
          </w:p>
        </w:tc>
        <w:tc>
          <w:tcPr>
            <w:tcW w:w="1750" w:type="dxa"/>
          </w:tcPr>
          <w:p w14:paraId="38427942" w14:textId="77777777" w:rsidR="00060E17" w:rsidRDefault="00D61344">
            <w:r>
              <w:rPr>
                <w:rStyle w:val="styleSubformtxtsp"/>
              </w:rPr>
              <w:t>Red-necked Stint</w:t>
            </w:r>
          </w:p>
        </w:tc>
        <w:tc>
          <w:tcPr>
            <w:tcW w:w="1750" w:type="dxa"/>
          </w:tcPr>
          <w:p w14:paraId="6932ADF1" w14:textId="77777777" w:rsidR="00060E17" w:rsidRDefault="00D61344">
            <w:pPr>
              <w:pStyle w:val="pstyleRadioTb"/>
            </w:pPr>
            <w:r>
              <w:rPr>
                <w:rStyle w:val="styleRad"/>
              </w:rPr>
              <w:t xml:space="preserve"> [ ] </w:t>
            </w:r>
          </w:p>
        </w:tc>
        <w:tc>
          <w:tcPr>
            <w:tcW w:w="1750" w:type="dxa"/>
          </w:tcPr>
          <w:p w14:paraId="5847F601" w14:textId="77777777" w:rsidR="00060E17" w:rsidRDefault="00D61344">
            <w:pPr>
              <w:pStyle w:val="pstyleRadioTb"/>
            </w:pPr>
            <w:r>
              <w:rPr>
                <w:rStyle w:val="styleRad"/>
              </w:rPr>
              <w:t xml:space="preserve"> [x] </w:t>
            </w:r>
          </w:p>
        </w:tc>
        <w:tc>
          <w:tcPr>
            <w:tcW w:w="1750" w:type="dxa"/>
          </w:tcPr>
          <w:p w14:paraId="5BB55D14" w14:textId="77777777" w:rsidR="00060E17" w:rsidRDefault="00D61344">
            <w:pPr>
              <w:pStyle w:val="pstyleRadioTb"/>
            </w:pPr>
            <w:r>
              <w:rPr>
                <w:rStyle w:val="styleRad"/>
              </w:rPr>
              <w:t xml:space="preserve"> [x] </w:t>
            </w:r>
          </w:p>
        </w:tc>
        <w:tc>
          <w:tcPr>
            <w:tcW w:w="1750" w:type="dxa"/>
          </w:tcPr>
          <w:p w14:paraId="57C0A480" w14:textId="77777777" w:rsidR="00060E17" w:rsidRDefault="00D61344">
            <w:pPr>
              <w:pStyle w:val="pstyleRadioTb"/>
            </w:pPr>
            <w:r>
              <w:rPr>
                <w:rStyle w:val="styleRad"/>
              </w:rPr>
              <w:t xml:space="preserve"> [ ] </w:t>
            </w:r>
          </w:p>
        </w:tc>
        <w:tc>
          <w:tcPr>
            <w:tcW w:w="1750" w:type="dxa"/>
          </w:tcPr>
          <w:p w14:paraId="1473B358" w14:textId="77777777" w:rsidR="00060E17" w:rsidRDefault="00D61344">
            <w:pPr>
              <w:pStyle w:val="pstyleRadioTb"/>
            </w:pPr>
            <w:r>
              <w:rPr>
                <w:rStyle w:val="styleRad"/>
              </w:rPr>
              <w:t xml:space="preserve"> [ ] </w:t>
            </w:r>
          </w:p>
        </w:tc>
        <w:tc>
          <w:tcPr>
            <w:tcW w:w="1750" w:type="dxa"/>
          </w:tcPr>
          <w:p w14:paraId="35B3FF93" w14:textId="77777777" w:rsidR="00060E17" w:rsidRDefault="00D61344">
            <w:pPr>
              <w:pStyle w:val="pstyleRadioTb"/>
            </w:pPr>
            <w:r>
              <w:rPr>
                <w:rStyle w:val="styleRad"/>
              </w:rPr>
              <w:t xml:space="preserve"> [x] </w:t>
            </w:r>
          </w:p>
        </w:tc>
        <w:tc>
          <w:tcPr>
            <w:tcW w:w="1750" w:type="dxa"/>
          </w:tcPr>
          <w:p w14:paraId="5560849D" w14:textId="77777777" w:rsidR="00060E17" w:rsidRDefault="00D61344">
            <w:pPr>
              <w:pStyle w:val="pstyleRadioTb"/>
            </w:pPr>
            <w:r>
              <w:rPr>
                <w:rStyle w:val="styleRad"/>
              </w:rPr>
              <w:t xml:space="preserve"> [ ] </w:t>
            </w:r>
          </w:p>
        </w:tc>
        <w:tc>
          <w:tcPr>
            <w:tcW w:w="1750" w:type="dxa"/>
          </w:tcPr>
          <w:p w14:paraId="72CC6F8C" w14:textId="77777777" w:rsidR="00060E17" w:rsidRDefault="00D61344">
            <w:pPr>
              <w:pStyle w:val="pstyleRadioTb"/>
            </w:pPr>
            <w:r>
              <w:rPr>
                <w:rStyle w:val="styleRad"/>
              </w:rPr>
              <w:t xml:space="preserve"> [ ] </w:t>
            </w:r>
          </w:p>
        </w:tc>
        <w:tc>
          <w:tcPr>
            <w:tcW w:w="1750" w:type="dxa"/>
          </w:tcPr>
          <w:p w14:paraId="27E03902" w14:textId="77777777" w:rsidR="00060E17" w:rsidRDefault="00D61344">
            <w:r>
              <w:rPr>
                <w:rStyle w:val="styleSubformtxtsp"/>
              </w:rPr>
              <w:t>14414</w:t>
            </w:r>
          </w:p>
        </w:tc>
        <w:tc>
          <w:tcPr>
            <w:tcW w:w="1750" w:type="dxa"/>
          </w:tcPr>
          <w:p w14:paraId="5FF7D1F9" w14:textId="77777777" w:rsidR="00060E17" w:rsidRDefault="00D61344">
            <w:r>
              <w:rPr>
                <w:rStyle w:val="styleSubformtxtsp"/>
              </w:rPr>
              <w:t>1981-2015</w:t>
            </w:r>
          </w:p>
        </w:tc>
        <w:tc>
          <w:tcPr>
            <w:tcW w:w="1750" w:type="dxa"/>
          </w:tcPr>
          <w:p w14:paraId="413F2BE7" w14:textId="77777777" w:rsidR="00060E17" w:rsidRDefault="00D61344">
            <w:r>
              <w:rPr>
                <w:rStyle w:val="styleSubformtxtsp"/>
              </w:rPr>
              <w:t>4.6</w:t>
            </w:r>
          </w:p>
        </w:tc>
        <w:tc>
          <w:tcPr>
            <w:tcW w:w="1750" w:type="dxa"/>
          </w:tcPr>
          <w:p w14:paraId="2F840CB8" w14:textId="77777777" w:rsidR="00060E17" w:rsidRDefault="00D61344">
            <w:r>
              <w:rPr>
                <w:rStyle w:val="styleSubformtxtsp"/>
              </w:rPr>
              <w:t xml:space="preserve">NT </w:t>
            </w:r>
          </w:p>
        </w:tc>
        <w:tc>
          <w:tcPr>
            <w:tcW w:w="1750" w:type="dxa"/>
          </w:tcPr>
          <w:p w14:paraId="77E8B37A" w14:textId="77777777" w:rsidR="00060E17" w:rsidRDefault="00D61344">
            <w:pPr>
              <w:pStyle w:val="pstyleRadioTb"/>
            </w:pPr>
            <w:r>
              <w:rPr>
                <w:rStyle w:val="styleRad"/>
              </w:rPr>
              <w:t xml:space="preserve"> [ ] </w:t>
            </w:r>
          </w:p>
        </w:tc>
        <w:tc>
          <w:tcPr>
            <w:tcW w:w="1750" w:type="dxa"/>
          </w:tcPr>
          <w:p w14:paraId="353A37D9" w14:textId="77777777" w:rsidR="00060E17" w:rsidRDefault="00D61344">
            <w:pPr>
              <w:pStyle w:val="pstyleRadioTb"/>
            </w:pPr>
            <w:r>
              <w:rPr>
                <w:rStyle w:val="styleRad"/>
              </w:rPr>
              <w:t xml:space="preserve"> [ ] </w:t>
            </w:r>
          </w:p>
        </w:tc>
        <w:tc>
          <w:tcPr>
            <w:tcW w:w="1750" w:type="dxa"/>
          </w:tcPr>
          <w:p w14:paraId="157D424C" w14:textId="77777777" w:rsidR="00060E17" w:rsidRDefault="00060E17"/>
        </w:tc>
        <w:tc>
          <w:tcPr>
            <w:tcW w:w="1750" w:type="dxa"/>
          </w:tcPr>
          <w:p w14:paraId="01651583" w14:textId="77777777" w:rsidR="00060E17" w:rsidRDefault="00D61344">
            <w:r>
              <w:rPr>
                <w:rStyle w:val="styleSubformtxtsp"/>
              </w:rPr>
              <w:t>Foraging and roosting for international migrant within EAAF. Supports &gt;4% of NE Siberia (bre) biogeographic population</w:t>
            </w:r>
          </w:p>
        </w:tc>
      </w:tr>
      <w:tr w:rsidR="00060E17" w14:paraId="35C1BC2A" w14:textId="77777777" w:rsidTr="00060E17">
        <w:trPr>
          <w:trHeight w:val="100"/>
        </w:trPr>
        <w:tc>
          <w:tcPr>
            <w:tcW w:w="1750" w:type="dxa"/>
          </w:tcPr>
          <w:p w14:paraId="23709CB3" w14:textId="77777777" w:rsidR="00060E17" w:rsidRDefault="00D61344">
            <w:r>
              <w:rPr>
                <w:rStyle w:val="styleSubformtxtUP"/>
              </w:rPr>
              <w:t>Chordata/Aves</w:t>
            </w:r>
          </w:p>
        </w:tc>
        <w:tc>
          <w:tcPr>
            <w:tcW w:w="1750" w:type="dxa"/>
          </w:tcPr>
          <w:p w14:paraId="3238487F" w14:textId="77777777" w:rsidR="00060E17" w:rsidRDefault="00D61344">
            <w:r>
              <w:rPr>
                <w:rStyle w:val="styleSubformtxtIblue700"/>
              </w:rPr>
              <w:t>Calidris tenuirostris</w:t>
            </w:r>
          </w:p>
        </w:tc>
        <w:tc>
          <w:tcPr>
            <w:tcW w:w="1750" w:type="dxa"/>
          </w:tcPr>
          <w:p w14:paraId="3441FA94" w14:textId="77777777" w:rsidR="00060E17" w:rsidRDefault="00D61344">
            <w:r>
              <w:rPr>
                <w:rStyle w:val="styleSubformtxtsp"/>
              </w:rPr>
              <w:t>Great Knot</w:t>
            </w:r>
          </w:p>
        </w:tc>
        <w:tc>
          <w:tcPr>
            <w:tcW w:w="1750" w:type="dxa"/>
          </w:tcPr>
          <w:p w14:paraId="6236D811" w14:textId="77777777" w:rsidR="00060E17" w:rsidRDefault="00D61344">
            <w:pPr>
              <w:pStyle w:val="pstyleRadioTb"/>
            </w:pPr>
            <w:r>
              <w:rPr>
                <w:rStyle w:val="styleRad"/>
              </w:rPr>
              <w:t xml:space="preserve"> [x] </w:t>
            </w:r>
          </w:p>
        </w:tc>
        <w:tc>
          <w:tcPr>
            <w:tcW w:w="1750" w:type="dxa"/>
          </w:tcPr>
          <w:p w14:paraId="6D0BF3A1" w14:textId="77777777" w:rsidR="00060E17" w:rsidRDefault="00D61344">
            <w:pPr>
              <w:pStyle w:val="pstyleRadioTb"/>
            </w:pPr>
            <w:r>
              <w:rPr>
                <w:rStyle w:val="styleRad"/>
              </w:rPr>
              <w:t xml:space="preserve"> [x] </w:t>
            </w:r>
          </w:p>
        </w:tc>
        <w:tc>
          <w:tcPr>
            <w:tcW w:w="1750" w:type="dxa"/>
          </w:tcPr>
          <w:p w14:paraId="7E8E5BC6" w14:textId="77777777" w:rsidR="00060E17" w:rsidRDefault="00D61344">
            <w:pPr>
              <w:pStyle w:val="pstyleRadioTb"/>
            </w:pPr>
            <w:r>
              <w:rPr>
                <w:rStyle w:val="styleRad"/>
              </w:rPr>
              <w:t xml:space="preserve"> [ ] </w:t>
            </w:r>
          </w:p>
        </w:tc>
        <w:tc>
          <w:tcPr>
            <w:tcW w:w="1750" w:type="dxa"/>
          </w:tcPr>
          <w:p w14:paraId="3663B789" w14:textId="77777777" w:rsidR="00060E17" w:rsidRDefault="00D61344">
            <w:pPr>
              <w:pStyle w:val="pstyleRadioTb"/>
            </w:pPr>
            <w:r>
              <w:rPr>
                <w:rStyle w:val="styleRad"/>
              </w:rPr>
              <w:t xml:space="preserve"> [ ] </w:t>
            </w:r>
          </w:p>
        </w:tc>
        <w:tc>
          <w:tcPr>
            <w:tcW w:w="1750" w:type="dxa"/>
          </w:tcPr>
          <w:p w14:paraId="2A84DF4F" w14:textId="77777777" w:rsidR="00060E17" w:rsidRDefault="00D61344">
            <w:pPr>
              <w:pStyle w:val="pstyleRadioTb"/>
            </w:pPr>
            <w:r>
              <w:rPr>
                <w:rStyle w:val="styleRad"/>
              </w:rPr>
              <w:t xml:space="preserve"> [ ] </w:t>
            </w:r>
          </w:p>
        </w:tc>
        <w:tc>
          <w:tcPr>
            <w:tcW w:w="1750" w:type="dxa"/>
          </w:tcPr>
          <w:p w14:paraId="467799B0" w14:textId="77777777" w:rsidR="00060E17" w:rsidRDefault="00D61344">
            <w:pPr>
              <w:pStyle w:val="pstyleRadioTb"/>
            </w:pPr>
            <w:r>
              <w:rPr>
                <w:rStyle w:val="styleRad"/>
              </w:rPr>
              <w:t xml:space="preserve"> [x] </w:t>
            </w:r>
          </w:p>
        </w:tc>
        <w:tc>
          <w:tcPr>
            <w:tcW w:w="1750" w:type="dxa"/>
          </w:tcPr>
          <w:p w14:paraId="754FD36B" w14:textId="77777777" w:rsidR="00060E17" w:rsidRDefault="00D61344">
            <w:pPr>
              <w:pStyle w:val="pstyleRadioTb"/>
            </w:pPr>
            <w:r>
              <w:rPr>
                <w:rStyle w:val="styleRad"/>
              </w:rPr>
              <w:t xml:space="preserve"> [ ] </w:t>
            </w:r>
          </w:p>
        </w:tc>
        <w:tc>
          <w:tcPr>
            <w:tcW w:w="1750" w:type="dxa"/>
          </w:tcPr>
          <w:p w14:paraId="126EB1F3" w14:textId="77777777" w:rsidR="00060E17" w:rsidRDefault="00D61344">
            <w:pPr>
              <w:pStyle w:val="pstyleRadioTb"/>
            </w:pPr>
            <w:r>
              <w:rPr>
                <w:rStyle w:val="styleRad"/>
              </w:rPr>
              <w:t xml:space="preserve"> [ ] </w:t>
            </w:r>
          </w:p>
        </w:tc>
        <w:tc>
          <w:tcPr>
            <w:tcW w:w="1750" w:type="dxa"/>
          </w:tcPr>
          <w:p w14:paraId="3BAD7757" w14:textId="77777777" w:rsidR="00060E17" w:rsidRDefault="00D61344">
            <w:r>
              <w:rPr>
                <w:rStyle w:val="styleSubformtxtsp"/>
              </w:rPr>
              <w:t xml:space="preserve"> </w:t>
            </w:r>
          </w:p>
        </w:tc>
        <w:tc>
          <w:tcPr>
            <w:tcW w:w="1750" w:type="dxa"/>
          </w:tcPr>
          <w:p w14:paraId="08C82A10" w14:textId="77777777" w:rsidR="00060E17" w:rsidRDefault="00060E17"/>
        </w:tc>
        <w:tc>
          <w:tcPr>
            <w:tcW w:w="1750" w:type="dxa"/>
          </w:tcPr>
          <w:p w14:paraId="0202590B" w14:textId="77777777" w:rsidR="00060E17" w:rsidRDefault="00D61344">
            <w:r>
              <w:rPr>
                <w:rStyle w:val="styleSubformtxtsp"/>
              </w:rPr>
              <w:t xml:space="preserve"> </w:t>
            </w:r>
          </w:p>
        </w:tc>
        <w:tc>
          <w:tcPr>
            <w:tcW w:w="1750" w:type="dxa"/>
          </w:tcPr>
          <w:p w14:paraId="2F1EBB70" w14:textId="77777777" w:rsidR="00060E17" w:rsidRDefault="00D61344">
            <w:r>
              <w:rPr>
                <w:rStyle w:val="styleSubformtxtsp"/>
              </w:rPr>
              <w:t xml:space="preserve">EN </w:t>
            </w:r>
          </w:p>
        </w:tc>
        <w:tc>
          <w:tcPr>
            <w:tcW w:w="1750" w:type="dxa"/>
          </w:tcPr>
          <w:p w14:paraId="49097342" w14:textId="77777777" w:rsidR="00060E17" w:rsidRDefault="00D61344">
            <w:pPr>
              <w:pStyle w:val="pstyleRadioTb"/>
            </w:pPr>
            <w:r>
              <w:rPr>
                <w:rStyle w:val="styleRad"/>
              </w:rPr>
              <w:t xml:space="preserve"> [ ] </w:t>
            </w:r>
          </w:p>
        </w:tc>
        <w:tc>
          <w:tcPr>
            <w:tcW w:w="1750" w:type="dxa"/>
          </w:tcPr>
          <w:p w14:paraId="0A9784F8" w14:textId="77777777" w:rsidR="00060E17" w:rsidRDefault="00D61344">
            <w:pPr>
              <w:pStyle w:val="pstyleRadioTb"/>
            </w:pPr>
            <w:r>
              <w:rPr>
                <w:rStyle w:val="styleRad"/>
              </w:rPr>
              <w:t xml:space="preserve"> [ ] </w:t>
            </w:r>
          </w:p>
        </w:tc>
        <w:tc>
          <w:tcPr>
            <w:tcW w:w="1750" w:type="dxa"/>
          </w:tcPr>
          <w:p w14:paraId="71D4D756" w14:textId="77777777" w:rsidR="00060E17" w:rsidRDefault="00D61344">
            <w:r>
              <w:rPr>
                <w:rStyle w:val="styleSubformtxtsp"/>
              </w:rPr>
              <w:t>National (EPBC) - Critically endangered</w:t>
            </w:r>
          </w:p>
        </w:tc>
        <w:tc>
          <w:tcPr>
            <w:tcW w:w="1750" w:type="dxa"/>
          </w:tcPr>
          <w:p w14:paraId="0D55F5C2" w14:textId="77777777" w:rsidR="00060E17" w:rsidRDefault="00D61344">
            <w:r>
              <w:rPr>
                <w:rStyle w:val="styleSubformtxtsp"/>
              </w:rPr>
              <w:t>Foraging and roosting for international migrant</w:t>
            </w:r>
          </w:p>
        </w:tc>
      </w:tr>
      <w:tr w:rsidR="00060E17" w14:paraId="2FE37A60" w14:textId="77777777" w:rsidTr="00060E17">
        <w:trPr>
          <w:trHeight w:val="100"/>
        </w:trPr>
        <w:tc>
          <w:tcPr>
            <w:tcW w:w="1750" w:type="dxa"/>
          </w:tcPr>
          <w:p w14:paraId="645C62EF" w14:textId="77777777" w:rsidR="00060E17" w:rsidRDefault="00D61344">
            <w:r>
              <w:rPr>
                <w:rStyle w:val="styleSubformtxtUP"/>
              </w:rPr>
              <w:t>Chordata/Aves</w:t>
            </w:r>
          </w:p>
        </w:tc>
        <w:tc>
          <w:tcPr>
            <w:tcW w:w="1750" w:type="dxa"/>
          </w:tcPr>
          <w:p w14:paraId="474C5632" w14:textId="77777777" w:rsidR="00060E17" w:rsidRDefault="00D61344">
            <w:r>
              <w:rPr>
                <w:rStyle w:val="styleSubformtxtIblue700"/>
              </w:rPr>
              <w:t>Charadrius bicinctus</w:t>
            </w:r>
          </w:p>
        </w:tc>
        <w:tc>
          <w:tcPr>
            <w:tcW w:w="1750" w:type="dxa"/>
          </w:tcPr>
          <w:p w14:paraId="5693A12B" w14:textId="77777777" w:rsidR="00060E17" w:rsidRDefault="00D61344">
            <w:r>
              <w:rPr>
                <w:rStyle w:val="styleSubformtxtsp"/>
              </w:rPr>
              <w:t>Double-banded Plover</w:t>
            </w:r>
          </w:p>
        </w:tc>
        <w:tc>
          <w:tcPr>
            <w:tcW w:w="1750" w:type="dxa"/>
          </w:tcPr>
          <w:p w14:paraId="789AC2C3" w14:textId="77777777" w:rsidR="00060E17" w:rsidRDefault="00D61344">
            <w:pPr>
              <w:pStyle w:val="pstyleRadioTb"/>
            </w:pPr>
            <w:r>
              <w:rPr>
                <w:rStyle w:val="styleRad"/>
              </w:rPr>
              <w:t xml:space="preserve"> [ ] </w:t>
            </w:r>
          </w:p>
        </w:tc>
        <w:tc>
          <w:tcPr>
            <w:tcW w:w="1750" w:type="dxa"/>
          </w:tcPr>
          <w:p w14:paraId="642EB25E" w14:textId="77777777" w:rsidR="00060E17" w:rsidRDefault="00D61344">
            <w:pPr>
              <w:pStyle w:val="pstyleRadioTb"/>
            </w:pPr>
            <w:r>
              <w:rPr>
                <w:rStyle w:val="styleRad"/>
              </w:rPr>
              <w:t xml:space="preserve"> [x] </w:t>
            </w:r>
          </w:p>
        </w:tc>
        <w:tc>
          <w:tcPr>
            <w:tcW w:w="1750" w:type="dxa"/>
          </w:tcPr>
          <w:p w14:paraId="6E7D9FFB" w14:textId="77777777" w:rsidR="00060E17" w:rsidRDefault="00D61344">
            <w:pPr>
              <w:pStyle w:val="pstyleRadioTb"/>
            </w:pPr>
            <w:r>
              <w:rPr>
                <w:rStyle w:val="styleRad"/>
              </w:rPr>
              <w:t xml:space="preserve"> [ ] </w:t>
            </w:r>
          </w:p>
        </w:tc>
        <w:tc>
          <w:tcPr>
            <w:tcW w:w="1750" w:type="dxa"/>
          </w:tcPr>
          <w:p w14:paraId="646F463C" w14:textId="77777777" w:rsidR="00060E17" w:rsidRDefault="00D61344">
            <w:pPr>
              <w:pStyle w:val="pstyleRadioTb"/>
            </w:pPr>
            <w:r>
              <w:rPr>
                <w:rStyle w:val="styleRad"/>
              </w:rPr>
              <w:t xml:space="preserve"> [ ] </w:t>
            </w:r>
          </w:p>
        </w:tc>
        <w:tc>
          <w:tcPr>
            <w:tcW w:w="1750" w:type="dxa"/>
          </w:tcPr>
          <w:p w14:paraId="1BE654EC" w14:textId="77777777" w:rsidR="00060E17" w:rsidRDefault="00D61344">
            <w:pPr>
              <w:pStyle w:val="pstyleRadioTb"/>
            </w:pPr>
            <w:r>
              <w:rPr>
                <w:rStyle w:val="styleRad"/>
              </w:rPr>
              <w:t xml:space="preserve"> [ ] </w:t>
            </w:r>
          </w:p>
        </w:tc>
        <w:tc>
          <w:tcPr>
            <w:tcW w:w="1750" w:type="dxa"/>
          </w:tcPr>
          <w:p w14:paraId="6E54B580" w14:textId="77777777" w:rsidR="00060E17" w:rsidRDefault="00D61344">
            <w:pPr>
              <w:pStyle w:val="pstyleRadioTb"/>
            </w:pPr>
            <w:r>
              <w:rPr>
                <w:rStyle w:val="styleRad"/>
              </w:rPr>
              <w:t xml:space="preserve"> [x] </w:t>
            </w:r>
          </w:p>
        </w:tc>
        <w:tc>
          <w:tcPr>
            <w:tcW w:w="1750" w:type="dxa"/>
          </w:tcPr>
          <w:p w14:paraId="42C3F28D" w14:textId="77777777" w:rsidR="00060E17" w:rsidRDefault="00D61344">
            <w:pPr>
              <w:pStyle w:val="pstyleRadioTb"/>
            </w:pPr>
            <w:r>
              <w:rPr>
                <w:rStyle w:val="styleRad"/>
              </w:rPr>
              <w:t xml:space="preserve"> [ ] </w:t>
            </w:r>
          </w:p>
        </w:tc>
        <w:tc>
          <w:tcPr>
            <w:tcW w:w="1750" w:type="dxa"/>
          </w:tcPr>
          <w:p w14:paraId="723CD938" w14:textId="77777777" w:rsidR="00060E17" w:rsidRDefault="00D61344">
            <w:pPr>
              <w:pStyle w:val="pstyleRadioTb"/>
            </w:pPr>
            <w:r>
              <w:rPr>
                <w:rStyle w:val="styleRad"/>
              </w:rPr>
              <w:t xml:space="preserve"> [ ] </w:t>
            </w:r>
          </w:p>
        </w:tc>
        <w:tc>
          <w:tcPr>
            <w:tcW w:w="1750" w:type="dxa"/>
          </w:tcPr>
          <w:p w14:paraId="23663CEB" w14:textId="77777777" w:rsidR="00060E17" w:rsidRDefault="00D61344">
            <w:r>
              <w:rPr>
                <w:rStyle w:val="styleSubformtxtsp"/>
              </w:rPr>
              <w:t xml:space="preserve"> </w:t>
            </w:r>
          </w:p>
        </w:tc>
        <w:tc>
          <w:tcPr>
            <w:tcW w:w="1750" w:type="dxa"/>
          </w:tcPr>
          <w:p w14:paraId="243BDBB7" w14:textId="77777777" w:rsidR="00060E17" w:rsidRDefault="00060E17"/>
        </w:tc>
        <w:tc>
          <w:tcPr>
            <w:tcW w:w="1750" w:type="dxa"/>
          </w:tcPr>
          <w:p w14:paraId="2768B4E1" w14:textId="77777777" w:rsidR="00060E17" w:rsidRDefault="00D61344">
            <w:r>
              <w:rPr>
                <w:rStyle w:val="styleSubformtxtsp"/>
              </w:rPr>
              <w:t xml:space="preserve"> </w:t>
            </w:r>
          </w:p>
        </w:tc>
        <w:tc>
          <w:tcPr>
            <w:tcW w:w="1750" w:type="dxa"/>
          </w:tcPr>
          <w:p w14:paraId="76EFD475" w14:textId="77777777" w:rsidR="00060E17" w:rsidRDefault="00D61344">
            <w:r>
              <w:rPr>
                <w:rStyle w:val="styleSubformtxtsp"/>
              </w:rPr>
              <w:t xml:space="preserve">LC </w:t>
            </w:r>
          </w:p>
        </w:tc>
        <w:tc>
          <w:tcPr>
            <w:tcW w:w="1750" w:type="dxa"/>
          </w:tcPr>
          <w:p w14:paraId="69B67999" w14:textId="77777777" w:rsidR="00060E17" w:rsidRDefault="00D61344">
            <w:pPr>
              <w:pStyle w:val="pstyleRadioTb"/>
            </w:pPr>
            <w:r>
              <w:rPr>
                <w:rStyle w:val="styleRad"/>
              </w:rPr>
              <w:t xml:space="preserve"> [ ] </w:t>
            </w:r>
          </w:p>
        </w:tc>
        <w:tc>
          <w:tcPr>
            <w:tcW w:w="1750" w:type="dxa"/>
          </w:tcPr>
          <w:p w14:paraId="1863CE68" w14:textId="77777777" w:rsidR="00060E17" w:rsidRDefault="00D61344">
            <w:pPr>
              <w:pStyle w:val="pstyleRadioTb"/>
            </w:pPr>
            <w:r>
              <w:rPr>
                <w:rStyle w:val="styleRad"/>
              </w:rPr>
              <w:t xml:space="preserve"> [ ] </w:t>
            </w:r>
          </w:p>
        </w:tc>
        <w:tc>
          <w:tcPr>
            <w:tcW w:w="1750" w:type="dxa"/>
          </w:tcPr>
          <w:p w14:paraId="47F22DDE" w14:textId="77777777" w:rsidR="00060E17" w:rsidRDefault="00060E17"/>
        </w:tc>
        <w:tc>
          <w:tcPr>
            <w:tcW w:w="1750" w:type="dxa"/>
          </w:tcPr>
          <w:p w14:paraId="30D67F6E" w14:textId="77777777" w:rsidR="00060E17" w:rsidRDefault="00D61344">
            <w:r>
              <w:rPr>
                <w:rStyle w:val="styleSubformtxtsp"/>
              </w:rPr>
              <w:t>Foraging and roosting for international migrant</w:t>
            </w:r>
          </w:p>
        </w:tc>
      </w:tr>
      <w:tr w:rsidR="00060E17" w14:paraId="648B6803" w14:textId="77777777" w:rsidTr="00060E17">
        <w:trPr>
          <w:trHeight w:val="100"/>
        </w:trPr>
        <w:tc>
          <w:tcPr>
            <w:tcW w:w="1750" w:type="dxa"/>
          </w:tcPr>
          <w:p w14:paraId="44DA7F6E" w14:textId="77777777" w:rsidR="00060E17" w:rsidRDefault="00D61344">
            <w:r>
              <w:rPr>
                <w:rStyle w:val="styleSubformtxtUP"/>
              </w:rPr>
              <w:t>Chordata/Aves</w:t>
            </w:r>
          </w:p>
        </w:tc>
        <w:tc>
          <w:tcPr>
            <w:tcW w:w="1750" w:type="dxa"/>
          </w:tcPr>
          <w:p w14:paraId="0D576E8A" w14:textId="77777777" w:rsidR="00060E17" w:rsidRDefault="00D61344">
            <w:r>
              <w:rPr>
                <w:rStyle w:val="styleSubformtxtIblue700"/>
              </w:rPr>
              <w:t>Charadrius leschenaultii</w:t>
            </w:r>
          </w:p>
        </w:tc>
        <w:tc>
          <w:tcPr>
            <w:tcW w:w="1750" w:type="dxa"/>
          </w:tcPr>
          <w:p w14:paraId="6E3853DC" w14:textId="77777777" w:rsidR="00060E17" w:rsidRDefault="00D61344">
            <w:r>
              <w:rPr>
                <w:rStyle w:val="styleSubformtxtsp"/>
              </w:rPr>
              <w:t>Greater Sand Plover; Greater Sand-Plover</w:t>
            </w:r>
          </w:p>
        </w:tc>
        <w:tc>
          <w:tcPr>
            <w:tcW w:w="1750" w:type="dxa"/>
          </w:tcPr>
          <w:p w14:paraId="01F613D0" w14:textId="77777777" w:rsidR="00060E17" w:rsidRDefault="00D61344">
            <w:pPr>
              <w:pStyle w:val="pstyleRadioTb"/>
            </w:pPr>
            <w:r>
              <w:rPr>
                <w:rStyle w:val="styleRad"/>
              </w:rPr>
              <w:t xml:space="preserve"> [x] </w:t>
            </w:r>
          </w:p>
        </w:tc>
        <w:tc>
          <w:tcPr>
            <w:tcW w:w="1750" w:type="dxa"/>
          </w:tcPr>
          <w:p w14:paraId="5862D3D3" w14:textId="77777777" w:rsidR="00060E17" w:rsidRDefault="00D61344">
            <w:pPr>
              <w:pStyle w:val="pstyleRadioTb"/>
            </w:pPr>
            <w:r>
              <w:rPr>
                <w:rStyle w:val="styleRad"/>
              </w:rPr>
              <w:t xml:space="preserve"> [x] </w:t>
            </w:r>
          </w:p>
        </w:tc>
        <w:tc>
          <w:tcPr>
            <w:tcW w:w="1750" w:type="dxa"/>
          </w:tcPr>
          <w:p w14:paraId="62652782" w14:textId="77777777" w:rsidR="00060E17" w:rsidRDefault="00D61344">
            <w:pPr>
              <w:pStyle w:val="pstyleRadioTb"/>
            </w:pPr>
            <w:r>
              <w:rPr>
                <w:rStyle w:val="styleRad"/>
              </w:rPr>
              <w:t xml:space="preserve"> [ ] </w:t>
            </w:r>
          </w:p>
        </w:tc>
        <w:tc>
          <w:tcPr>
            <w:tcW w:w="1750" w:type="dxa"/>
          </w:tcPr>
          <w:p w14:paraId="5DA99F9C" w14:textId="77777777" w:rsidR="00060E17" w:rsidRDefault="00D61344">
            <w:pPr>
              <w:pStyle w:val="pstyleRadioTb"/>
            </w:pPr>
            <w:r>
              <w:rPr>
                <w:rStyle w:val="styleRad"/>
              </w:rPr>
              <w:t xml:space="preserve"> [ ] </w:t>
            </w:r>
          </w:p>
        </w:tc>
        <w:tc>
          <w:tcPr>
            <w:tcW w:w="1750" w:type="dxa"/>
          </w:tcPr>
          <w:p w14:paraId="4F5D0767" w14:textId="77777777" w:rsidR="00060E17" w:rsidRDefault="00D61344">
            <w:pPr>
              <w:pStyle w:val="pstyleRadioTb"/>
            </w:pPr>
            <w:r>
              <w:rPr>
                <w:rStyle w:val="styleRad"/>
              </w:rPr>
              <w:t xml:space="preserve"> [ ] </w:t>
            </w:r>
          </w:p>
        </w:tc>
        <w:tc>
          <w:tcPr>
            <w:tcW w:w="1750" w:type="dxa"/>
          </w:tcPr>
          <w:p w14:paraId="3EF1CB31" w14:textId="77777777" w:rsidR="00060E17" w:rsidRDefault="00D61344">
            <w:pPr>
              <w:pStyle w:val="pstyleRadioTb"/>
            </w:pPr>
            <w:r>
              <w:rPr>
                <w:rStyle w:val="styleRad"/>
              </w:rPr>
              <w:t xml:space="preserve"> [x] </w:t>
            </w:r>
          </w:p>
        </w:tc>
        <w:tc>
          <w:tcPr>
            <w:tcW w:w="1750" w:type="dxa"/>
          </w:tcPr>
          <w:p w14:paraId="5D0CE94C" w14:textId="77777777" w:rsidR="00060E17" w:rsidRDefault="00D61344">
            <w:pPr>
              <w:pStyle w:val="pstyleRadioTb"/>
            </w:pPr>
            <w:r>
              <w:rPr>
                <w:rStyle w:val="styleRad"/>
              </w:rPr>
              <w:t xml:space="preserve"> [ ] </w:t>
            </w:r>
          </w:p>
        </w:tc>
        <w:tc>
          <w:tcPr>
            <w:tcW w:w="1750" w:type="dxa"/>
          </w:tcPr>
          <w:p w14:paraId="535EE1EC" w14:textId="77777777" w:rsidR="00060E17" w:rsidRDefault="00D61344">
            <w:pPr>
              <w:pStyle w:val="pstyleRadioTb"/>
            </w:pPr>
            <w:r>
              <w:rPr>
                <w:rStyle w:val="styleRad"/>
              </w:rPr>
              <w:t xml:space="preserve"> [ ] </w:t>
            </w:r>
          </w:p>
        </w:tc>
        <w:tc>
          <w:tcPr>
            <w:tcW w:w="1750" w:type="dxa"/>
          </w:tcPr>
          <w:p w14:paraId="7A0E085A" w14:textId="77777777" w:rsidR="00060E17" w:rsidRDefault="00D61344">
            <w:r>
              <w:rPr>
                <w:rStyle w:val="styleSubformtxtsp"/>
              </w:rPr>
              <w:t xml:space="preserve"> </w:t>
            </w:r>
          </w:p>
        </w:tc>
        <w:tc>
          <w:tcPr>
            <w:tcW w:w="1750" w:type="dxa"/>
          </w:tcPr>
          <w:p w14:paraId="07635AF0" w14:textId="77777777" w:rsidR="00060E17" w:rsidRDefault="00060E17"/>
        </w:tc>
        <w:tc>
          <w:tcPr>
            <w:tcW w:w="1750" w:type="dxa"/>
          </w:tcPr>
          <w:p w14:paraId="09A44E95" w14:textId="77777777" w:rsidR="00060E17" w:rsidRDefault="00D61344">
            <w:r>
              <w:rPr>
                <w:rStyle w:val="styleSubformtxtsp"/>
              </w:rPr>
              <w:t xml:space="preserve"> </w:t>
            </w:r>
          </w:p>
        </w:tc>
        <w:tc>
          <w:tcPr>
            <w:tcW w:w="1750" w:type="dxa"/>
          </w:tcPr>
          <w:p w14:paraId="7F674FBD" w14:textId="77777777" w:rsidR="00060E17" w:rsidRDefault="00D61344">
            <w:r>
              <w:rPr>
                <w:rStyle w:val="styleSubformtxtsp"/>
              </w:rPr>
              <w:t xml:space="preserve">LC </w:t>
            </w:r>
          </w:p>
        </w:tc>
        <w:tc>
          <w:tcPr>
            <w:tcW w:w="1750" w:type="dxa"/>
          </w:tcPr>
          <w:p w14:paraId="396B0CE8" w14:textId="77777777" w:rsidR="00060E17" w:rsidRDefault="00D61344">
            <w:pPr>
              <w:pStyle w:val="pstyleRadioTb"/>
            </w:pPr>
            <w:r>
              <w:rPr>
                <w:rStyle w:val="styleRad"/>
              </w:rPr>
              <w:t xml:space="preserve"> [ ] </w:t>
            </w:r>
          </w:p>
        </w:tc>
        <w:tc>
          <w:tcPr>
            <w:tcW w:w="1750" w:type="dxa"/>
          </w:tcPr>
          <w:p w14:paraId="5ADAF4E0" w14:textId="77777777" w:rsidR="00060E17" w:rsidRDefault="00D61344">
            <w:pPr>
              <w:pStyle w:val="pstyleRadioTb"/>
            </w:pPr>
            <w:r>
              <w:rPr>
                <w:rStyle w:val="styleRad"/>
              </w:rPr>
              <w:t xml:space="preserve"> [ ] </w:t>
            </w:r>
          </w:p>
        </w:tc>
        <w:tc>
          <w:tcPr>
            <w:tcW w:w="1750" w:type="dxa"/>
          </w:tcPr>
          <w:p w14:paraId="1CF111FD" w14:textId="77777777" w:rsidR="00060E17" w:rsidRDefault="00D61344">
            <w:r>
              <w:rPr>
                <w:rStyle w:val="styleSubformtxtsp"/>
              </w:rPr>
              <w:t>National (EPBC) - Vulnerable</w:t>
            </w:r>
          </w:p>
        </w:tc>
        <w:tc>
          <w:tcPr>
            <w:tcW w:w="1750" w:type="dxa"/>
          </w:tcPr>
          <w:p w14:paraId="674BDDDD" w14:textId="77777777" w:rsidR="00060E17" w:rsidRDefault="00D61344">
            <w:r>
              <w:rPr>
                <w:rStyle w:val="styleSubformtxtsp"/>
              </w:rPr>
              <w:t>Foraging and roosting for international migrant</w:t>
            </w:r>
          </w:p>
        </w:tc>
      </w:tr>
      <w:tr w:rsidR="00060E17" w14:paraId="6FC02E92" w14:textId="77777777" w:rsidTr="00060E17">
        <w:trPr>
          <w:trHeight w:val="100"/>
        </w:trPr>
        <w:tc>
          <w:tcPr>
            <w:tcW w:w="1750" w:type="dxa"/>
          </w:tcPr>
          <w:p w14:paraId="5322172D" w14:textId="77777777" w:rsidR="00060E17" w:rsidRDefault="00D61344">
            <w:r>
              <w:rPr>
                <w:rStyle w:val="styleSubformtxtUP"/>
              </w:rPr>
              <w:t>Chordata/Aves</w:t>
            </w:r>
          </w:p>
        </w:tc>
        <w:tc>
          <w:tcPr>
            <w:tcW w:w="1750" w:type="dxa"/>
          </w:tcPr>
          <w:p w14:paraId="5DDFFC40" w14:textId="77777777" w:rsidR="00060E17" w:rsidRDefault="00D61344">
            <w:r>
              <w:rPr>
                <w:rStyle w:val="styleSubformtxtIblue700"/>
              </w:rPr>
              <w:t>Charadrius mongolus</w:t>
            </w:r>
          </w:p>
        </w:tc>
        <w:tc>
          <w:tcPr>
            <w:tcW w:w="1750" w:type="dxa"/>
          </w:tcPr>
          <w:p w14:paraId="74DD1A75" w14:textId="77777777" w:rsidR="00060E17" w:rsidRDefault="00D61344">
            <w:r>
              <w:rPr>
                <w:rStyle w:val="styleSubformtxtsp"/>
              </w:rPr>
              <w:t>Lesser Sand Plover; Lesser Sand-Plover</w:t>
            </w:r>
          </w:p>
        </w:tc>
        <w:tc>
          <w:tcPr>
            <w:tcW w:w="1750" w:type="dxa"/>
          </w:tcPr>
          <w:p w14:paraId="614CFA54" w14:textId="77777777" w:rsidR="00060E17" w:rsidRDefault="00D61344">
            <w:pPr>
              <w:pStyle w:val="pstyleRadioTb"/>
            </w:pPr>
            <w:r>
              <w:rPr>
                <w:rStyle w:val="styleRad"/>
              </w:rPr>
              <w:t xml:space="preserve"> [x] </w:t>
            </w:r>
          </w:p>
        </w:tc>
        <w:tc>
          <w:tcPr>
            <w:tcW w:w="1750" w:type="dxa"/>
          </w:tcPr>
          <w:p w14:paraId="612C6438" w14:textId="77777777" w:rsidR="00060E17" w:rsidRDefault="00D61344">
            <w:pPr>
              <w:pStyle w:val="pstyleRadioTb"/>
            </w:pPr>
            <w:r>
              <w:rPr>
                <w:rStyle w:val="styleRad"/>
              </w:rPr>
              <w:t xml:space="preserve"> [x] </w:t>
            </w:r>
          </w:p>
        </w:tc>
        <w:tc>
          <w:tcPr>
            <w:tcW w:w="1750" w:type="dxa"/>
          </w:tcPr>
          <w:p w14:paraId="7F0DB446" w14:textId="77777777" w:rsidR="00060E17" w:rsidRDefault="00D61344">
            <w:pPr>
              <w:pStyle w:val="pstyleRadioTb"/>
            </w:pPr>
            <w:r>
              <w:rPr>
                <w:rStyle w:val="styleRad"/>
              </w:rPr>
              <w:t xml:space="preserve"> [ ] </w:t>
            </w:r>
          </w:p>
        </w:tc>
        <w:tc>
          <w:tcPr>
            <w:tcW w:w="1750" w:type="dxa"/>
          </w:tcPr>
          <w:p w14:paraId="4BC9CBE7" w14:textId="77777777" w:rsidR="00060E17" w:rsidRDefault="00D61344">
            <w:pPr>
              <w:pStyle w:val="pstyleRadioTb"/>
            </w:pPr>
            <w:r>
              <w:rPr>
                <w:rStyle w:val="styleRad"/>
              </w:rPr>
              <w:t xml:space="preserve"> [ ] </w:t>
            </w:r>
          </w:p>
        </w:tc>
        <w:tc>
          <w:tcPr>
            <w:tcW w:w="1750" w:type="dxa"/>
          </w:tcPr>
          <w:p w14:paraId="17A03B1B" w14:textId="77777777" w:rsidR="00060E17" w:rsidRDefault="00D61344">
            <w:pPr>
              <w:pStyle w:val="pstyleRadioTb"/>
            </w:pPr>
            <w:r>
              <w:rPr>
                <w:rStyle w:val="styleRad"/>
              </w:rPr>
              <w:t xml:space="preserve"> [ ] </w:t>
            </w:r>
          </w:p>
        </w:tc>
        <w:tc>
          <w:tcPr>
            <w:tcW w:w="1750" w:type="dxa"/>
          </w:tcPr>
          <w:p w14:paraId="79083AA5" w14:textId="77777777" w:rsidR="00060E17" w:rsidRDefault="00D61344">
            <w:pPr>
              <w:pStyle w:val="pstyleRadioTb"/>
            </w:pPr>
            <w:r>
              <w:rPr>
                <w:rStyle w:val="styleRad"/>
              </w:rPr>
              <w:t xml:space="preserve"> [x] </w:t>
            </w:r>
          </w:p>
        </w:tc>
        <w:tc>
          <w:tcPr>
            <w:tcW w:w="1750" w:type="dxa"/>
          </w:tcPr>
          <w:p w14:paraId="4BBEC2DA" w14:textId="77777777" w:rsidR="00060E17" w:rsidRDefault="00D61344">
            <w:pPr>
              <w:pStyle w:val="pstyleRadioTb"/>
            </w:pPr>
            <w:r>
              <w:rPr>
                <w:rStyle w:val="styleRad"/>
              </w:rPr>
              <w:t xml:space="preserve"> [ ] </w:t>
            </w:r>
          </w:p>
        </w:tc>
        <w:tc>
          <w:tcPr>
            <w:tcW w:w="1750" w:type="dxa"/>
          </w:tcPr>
          <w:p w14:paraId="70460939" w14:textId="77777777" w:rsidR="00060E17" w:rsidRDefault="00D61344">
            <w:pPr>
              <w:pStyle w:val="pstyleRadioTb"/>
            </w:pPr>
            <w:r>
              <w:rPr>
                <w:rStyle w:val="styleRad"/>
              </w:rPr>
              <w:t xml:space="preserve"> [ ] </w:t>
            </w:r>
          </w:p>
        </w:tc>
        <w:tc>
          <w:tcPr>
            <w:tcW w:w="1750" w:type="dxa"/>
          </w:tcPr>
          <w:p w14:paraId="49DCBC5A" w14:textId="77777777" w:rsidR="00060E17" w:rsidRDefault="00D61344">
            <w:r>
              <w:rPr>
                <w:rStyle w:val="styleSubformtxtsp"/>
              </w:rPr>
              <w:t xml:space="preserve"> </w:t>
            </w:r>
          </w:p>
        </w:tc>
        <w:tc>
          <w:tcPr>
            <w:tcW w:w="1750" w:type="dxa"/>
          </w:tcPr>
          <w:p w14:paraId="3432B139" w14:textId="77777777" w:rsidR="00060E17" w:rsidRDefault="00060E17"/>
        </w:tc>
        <w:tc>
          <w:tcPr>
            <w:tcW w:w="1750" w:type="dxa"/>
          </w:tcPr>
          <w:p w14:paraId="17C59A19" w14:textId="77777777" w:rsidR="00060E17" w:rsidRDefault="00D61344">
            <w:r>
              <w:rPr>
                <w:rStyle w:val="styleSubformtxtsp"/>
              </w:rPr>
              <w:t xml:space="preserve"> </w:t>
            </w:r>
          </w:p>
        </w:tc>
        <w:tc>
          <w:tcPr>
            <w:tcW w:w="1750" w:type="dxa"/>
          </w:tcPr>
          <w:p w14:paraId="12B56203" w14:textId="77777777" w:rsidR="00060E17" w:rsidRDefault="00D61344">
            <w:r>
              <w:rPr>
                <w:rStyle w:val="styleSubformtxtsp"/>
              </w:rPr>
              <w:t xml:space="preserve">LC </w:t>
            </w:r>
          </w:p>
        </w:tc>
        <w:tc>
          <w:tcPr>
            <w:tcW w:w="1750" w:type="dxa"/>
          </w:tcPr>
          <w:p w14:paraId="537DD804" w14:textId="77777777" w:rsidR="00060E17" w:rsidRDefault="00D61344">
            <w:pPr>
              <w:pStyle w:val="pstyleRadioTb"/>
            </w:pPr>
            <w:r>
              <w:rPr>
                <w:rStyle w:val="styleRad"/>
              </w:rPr>
              <w:t xml:space="preserve"> [ ] </w:t>
            </w:r>
          </w:p>
        </w:tc>
        <w:tc>
          <w:tcPr>
            <w:tcW w:w="1750" w:type="dxa"/>
          </w:tcPr>
          <w:p w14:paraId="1DD503DF" w14:textId="77777777" w:rsidR="00060E17" w:rsidRDefault="00D61344">
            <w:pPr>
              <w:pStyle w:val="pstyleRadioTb"/>
            </w:pPr>
            <w:r>
              <w:rPr>
                <w:rStyle w:val="styleRad"/>
              </w:rPr>
              <w:t xml:space="preserve"> [ ] </w:t>
            </w:r>
          </w:p>
        </w:tc>
        <w:tc>
          <w:tcPr>
            <w:tcW w:w="1750" w:type="dxa"/>
          </w:tcPr>
          <w:p w14:paraId="10024381" w14:textId="77777777" w:rsidR="00060E17" w:rsidRDefault="00D61344">
            <w:r>
              <w:rPr>
                <w:rStyle w:val="styleSubformtxtsp"/>
              </w:rPr>
              <w:t>National (EPBC) - Vulnerable</w:t>
            </w:r>
          </w:p>
        </w:tc>
        <w:tc>
          <w:tcPr>
            <w:tcW w:w="1750" w:type="dxa"/>
          </w:tcPr>
          <w:p w14:paraId="41E455E6" w14:textId="77777777" w:rsidR="00060E17" w:rsidRDefault="00D61344">
            <w:r>
              <w:rPr>
                <w:rStyle w:val="styleSubformtxtsp"/>
              </w:rPr>
              <w:t xml:space="preserve">Foraging and roosting for </w:t>
            </w:r>
            <w:r>
              <w:rPr>
                <w:rStyle w:val="styleSubformtxtsp"/>
              </w:rPr>
              <w:lastRenderedPageBreak/>
              <w:t>international migrant</w:t>
            </w:r>
          </w:p>
        </w:tc>
      </w:tr>
      <w:tr w:rsidR="00060E17" w14:paraId="6B2424BD" w14:textId="77777777" w:rsidTr="00060E17">
        <w:trPr>
          <w:trHeight w:val="100"/>
        </w:trPr>
        <w:tc>
          <w:tcPr>
            <w:tcW w:w="1750" w:type="dxa"/>
          </w:tcPr>
          <w:p w14:paraId="3AC784F6" w14:textId="77777777" w:rsidR="00060E17" w:rsidRDefault="00D61344">
            <w:r>
              <w:rPr>
                <w:rStyle w:val="styleSubformtxtUP"/>
              </w:rPr>
              <w:lastRenderedPageBreak/>
              <w:t>Chordata/Aves</w:t>
            </w:r>
          </w:p>
        </w:tc>
        <w:tc>
          <w:tcPr>
            <w:tcW w:w="1750" w:type="dxa"/>
          </w:tcPr>
          <w:p w14:paraId="134496D4" w14:textId="77777777" w:rsidR="00060E17" w:rsidRDefault="00D61344">
            <w:r>
              <w:rPr>
                <w:rStyle w:val="styleSubformtxtIblue700"/>
              </w:rPr>
              <w:t>Haematopus fuliginosus</w:t>
            </w:r>
          </w:p>
        </w:tc>
        <w:tc>
          <w:tcPr>
            <w:tcW w:w="1750" w:type="dxa"/>
          </w:tcPr>
          <w:p w14:paraId="495B051A" w14:textId="77777777" w:rsidR="00060E17" w:rsidRDefault="00D61344">
            <w:r>
              <w:rPr>
                <w:rStyle w:val="styleSubformtxtsp"/>
              </w:rPr>
              <w:t>Sooty Oystercatcher</w:t>
            </w:r>
          </w:p>
        </w:tc>
        <w:tc>
          <w:tcPr>
            <w:tcW w:w="1750" w:type="dxa"/>
          </w:tcPr>
          <w:p w14:paraId="43DF983A" w14:textId="77777777" w:rsidR="00060E17" w:rsidRDefault="00D61344">
            <w:pPr>
              <w:pStyle w:val="pstyleRadioTb"/>
            </w:pPr>
            <w:r>
              <w:rPr>
                <w:rStyle w:val="styleRad"/>
              </w:rPr>
              <w:t xml:space="preserve"> [ ] </w:t>
            </w:r>
          </w:p>
        </w:tc>
        <w:tc>
          <w:tcPr>
            <w:tcW w:w="1750" w:type="dxa"/>
          </w:tcPr>
          <w:p w14:paraId="73DFC47B" w14:textId="77777777" w:rsidR="00060E17" w:rsidRDefault="00D61344">
            <w:pPr>
              <w:pStyle w:val="pstyleRadioTb"/>
            </w:pPr>
            <w:r>
              <w:rPr>
                <w:rStyle w:val="styleRad"/>
              </w:rPr>
              <w:t xml:space="preserve"> [x] </w:t>
            </w:r>
          </w:p>
        </w:tc>
        <w:tc>
          <w:tcPr>
            <w:tcW w:w="1750" w:type="dxa"/>
          </w:tcPr>
          <w:p w14:paraId="6A819399" w14:textId="77777777" w:rsidR="00060E17" w:rsidRDefault="00D61344">
            <w:pPr>
              <w:pStyle w:val="pstyleRadioTb"/>
            </w:pPr>
            <w:r>
              <w:rPr>
                <w:rStyle w:val="styleRad"/>
              </w:rPr>
              <w:t xml:space="preserve"> [x] </w:t>
            </w:r>
          </w:p>
        </w:tc>
        <w:tc>
          <w:tcPr>
            <w:tcW w:w="1750" w:type="dxa"/>
          </w:tcPr>
          <w:p w14:paraId="08084A99" w14:textId="77777777" w:rsidR="00060E17" w:rsidRDefault="00D61344">
            <w:pPr>
              <w:pStyle w:val="pstyleRadioTb"/>
            </w:pPr>
            <w:r>
              <w:rPr>
                <w:rStyle w:val="styleRad"/>
              </w:rPr>
              <w:t xml:space="preserve"> [ ] </w:t>
            </w:r>
          </w:p>
        </w:tc>
        <w:tc>
          <w:tcPr>
            <w:tcW w:w="1750" w:type="dxa"/>
          </w:tcPr>
          <w:p w14:paraId="41228648" w14:textId="77777777" w:rsidR="00060E17" w:rsidRDefault="00D61344">
            <w:pPr>
              <w:pStyle w:val="pstyleRadioTb"/>
            </w:pPr>
            <w:r>
              <w:rPr>
                <w:rStyle w:val="styleRad"/>
              </w:rPr>
              <w:t xml:space="preserve"> [ ] </w:t>
            </w:r>
          </w:p>
        </w:tc>
        <w:tc>
          <w:tcPr>
            <w:tcW w:w="1750" w:type="dxa"/>
          </w:tcPr>
          <w:p w14:paraId="6486428F" w14:textId="77777777" w:rsidR="00060E17" w:rsidRDefault="00D61344">
            <w:pPr>
              <w:pStyle w:val="pstyleRadioTb"/>
            </w:pPr>
            <w:r>
              <w:rPr>
                <w:rStyle w:val="styleRad"/>
              </w:rPr>
              <w:t xml:space="preserve"> [x] </w:t>
            </w:r>
          </w:p>
        </w:tc>
        <w:tc>
          <w:tcPr>
            <w:tcW w:w="1750" w:type="dxa"/>
          </w:tcPr>
          <w:p w14:paraId="0DB44FF4" w14:textId="77777777" w:rsidR="00060E17" w:rsidRDefault="00D61344">
            <w:pPr>
              <w:pStyle w:val="pstyleRadioTb"/>
            </w:pPr>
            <w:r>
              <w:rPr>
                <w:rStyle w:val="styleRad"/>
              </w:rPr>
              <w:t xml:space="preserve"> [ ] </w:t>
            </w:r>
          </w:p>
        </w:tc>
        <w:tc>
          <w:tcPr>
            <w:tcW w:w="1750" w:type="dxa"/>
          </w:tcPr>
          <w:p w14:paraId="596BFB9C" w14:textId="77777777" w:rsidR="00060E17" w:rsidRDefault="00D61344">
            <w:pPr>
              <w:pStyle w:val="pstyleRadioTb"/>
            </w:pPr>
            <w:r>
              <w:rPr>
                <w:rStyle w:val="styleRad"/>
              </w:rPr>
              <w:t xml:space="preserve"> [ ] </w:t>
            </w:r>
          </w:p>
        </w:tc>
        <w:tc>
          <w:tcPr>
            <w:tcW w:w="1750" w:type="dxa"/>
          </w:tcPr>
          <w:p w14:paraId="1EA083D0" w14:textId="77777777" w:rsidR="00060E17" w:rsidRDefault="00D61344">
            <w:r>
              <w:rPr>
                <w:rStyle w:val="styleSubformtxtsp"/>
              </w:rPr>
              <w:t>304</w:t>
            </w:r>
          </w:p>
        </w:tc>
        <w:tc>
          <w:tcPr>
            <w:tcW w:w="1750" w:type="dxa"/>
          </w:tcPr>
          <w:p w14:paraId="0EED8ADF" w14:textId="77777777" w:rsidR="00060E17" w:rsidRDefault="00D61344">
            <w:r>
              <w:rPr>
                <w:rStyle w:val="styleSubformtxtsp"/>
              </w:rPr>
              <w:t>1981-2015</w:t>
            </w:r>
          </w:p>
        </w:tc>
        <w:tc>
          <w:tcPr>
            <w:tcW w:w="1750" w:type="dxa"/>
          </w:tcPr>
          <w:p w14:paraId="49F54B5A" w14:textId="77777777" w:rsidR="00060E17" w:rsidRDefault="00D61344">
            <w:r>
              <w:rPr>
                <w:rStyle w:val="styleSubformtxtsp"/>
              </w:rPr>
              <w:t>7.6</w:t>
            </w:r>
          </w:p>
        </w:tc>
        <w:tc>
          <w:tcPr>
            <w:tcW w:w="1750" w:type="dxa"/>
          </w:tcPr>
          <w:p w14:paraId="62589A54" w14:textId="77777777" w:rsidR="00060E17" w:rsidRDefault="00D61344">
            <w:r>
              <w:rPr>
                <w:rStyle w:val="styleSubformtxtsp"/>
              </w:rPr>
              <w:t xml:space="preserve">LC </w:t>
            </w:r>
          </w:p>
        </w:tc>
        <w:tc>
          <w:tcPr>
            <w:tcW w:w="1750" w:type="dxa"/>
          </w:tcPr>
          <w:p w14:paraId="7C257229" w14:textId="77777777" w:rsidR="00060E17" w:rsidRDefault="00D61344">
            <w:pPr>
              <w:pStyle w:val="pstyleRadioTb"/>
            </w:pPr>
            <w:r>
              <w:rPr>
                <w:rStyle w:val="styleRad"/>
              </w:rPr>
              <w:t xml:space="preserve"> [ ] </w:t>
            </w:r>
          </w:p>
        </w:tc>
        <w:tc>
          <w:tcPr>
            <w:tcW w:w="1750" w:type="dxa"/>
          </w:tcPr>
          <w:p w14:paraId="43999371" w14:textId="77777777" w:rsidR="00060E17" w:rsidRDefault="00D61344">
            <w:pPr>
              <w:pStyle w:val="pstyleRadioTb"/>
            </w:pPr>
            <w:r>
              <w:rPr>
                <w:rStyle w:val="styleRad"/>
              </w:rPr>
              <w:t xml:space="preserve"> [ ] </w:t>
            </w:r>
          </w:p>
        </w:tc>
        <w:tc>
          <w:tcPr>
            <w:tcW w:w="1750" w:type="dxa"/>
          </w:tcPr>
          <w:p w14:paraId="75BA3C53" w14:textId="77777777" w:rsidR="00060E17" w:rsidRDefault="00060E17"/>
        </w:tc>
        <w:tc>
          <w:tcPr>
            <w:tcW w:w="1750" w:type="dxa"/>
          </w:tcPr>
          <w:p w14:paraId="04A93A09" w14:textId="77777777" w:rsidR="00060E17" w:rsidRDefault="00D61344">
            <w:r>
              <w:rPr>
                <w:rStyle w:val="styleSubformtxtsp"/>
              </w:rPr>
              <w:t>Breeds regularly in the site. Supports &gt;7% of fuliginosus biogeographic population (S Australia)</w:t>
            </w:r>
          </w:p>
        </w:tc>
      </w:tr>
      <w:tr w:rsidR="00060E17" w14:paraId="4822050E" w14:textId="77777777" w:rsidTr="00060E17">
        <w:trPr>
          <w:trHeight w:val="100"/>
        </w:trPr>
        <w:tc>
          <w:tcPr>
            <w:tcW w:w="1750" w:type="dxa"/>
          </w:tcPr>
          <w:p w14:paraId="64A24CB6" w14:textId="77777777" w:rsidR="00060E17" w:rsidRDefault="00D61344">
            <w:r>
              <w:rPr>
                <w:rStyle w:val="styleSubformtxtUP"/>
              </w:rPr>
              <w:t>Chordata/Aves</w:t>
            </w:r>
          </w:p>
        </w:tc>
        <w:tc>
          <w:tcPr>
            <w:tcW w:w="1750" w:type="dxa"/>
          </w:tcPr>
          <w:p w14:paraId="4165CB3E" w14:textId="77777777" w:rsidR="00060E17" w:rsidRDefault="00D61344">
            <w:r>
              <w:rPr>
                <w:rStyle w:val="styleSubformtxtIblue700"/>
              </w:rPr>
              <w:t>Haematopus longirostris</w:t>
            </w:r>
          </w:p>
        </w:tc>
        <w:tc>
          <w:tcPr>
            <w:tcW w:w="1750" w:type="dxa"/>
          </w:tcPr>
          <w:p w14:paraId="7932DD4A" w14:textId="77777777" w:rsidR="00060E17" w:rsidRDefault="00D61344">
            <w:r>
              <w:rPr>
                <w:rStyle w:val="styleSubformtxtsp"/>
              </w:rPr>
              <w:t>Pied Oystercatcher</w:t>
            </w:r>
          </w:p>
        </w:tc>
        <w:tc>
          <w:tcPr>
            <w:tcW w:w="1750" w:type="dxa"/>
          </w:tcPr>
          <w:p w14:paraId="2F6062EF" w14:textId="77777777" w:rsidR="00060E17" w:rsidRDefault="00D61344">
            <w:pPr>
              <w:pStyle w:val="pstyleRadioTb"/>
            </w:pPr>
            <w:r>
              <w:rPr>
                <w:rStyle w:val="styleRad"/>
              </w:rPr>
              <w:t xml:space="preserve"> [ ] </w:t>
            </w:r>
          </w:p>
        </w:tc>
        <w:tc>
          <w:tcPr>
            <w:tcW w:w="1750" w:type="dxa"/>
          </w:tcPr>
          <w:p w14:paraId="1FC038D4" w14:textId="77777777" w:rsidR="00060E17" w:rsidRDefault="00D61344">
            <w:pPr>
              <w:pStyle w:val="pstyleRadioTb"/>
            </w:pPr>
            <w:r>
              <w:rPr>
                <w:rStyle w:val="styleRad"/>
              </w:rPr>
              <w:t xml:space="preserve"> [x] </w:t>
            </w:r>
          </w:p>
        </w:tc>
        <w:tc>
          <w:tcPr>
            <w:tcW w:w="1750" w:type="dxa"/>
          </w:tcPr>
          <w:p w14:paraId="2C50D3DD" w14:textId="77777777" w:rsidR="00060E17" w:rsidRDefault="00D61344">
            <w:pPr>
              <w:pStyle w:val="pstyleRadioTb"/>
            </w:pPr>
            <w:r>
              <w:rPr>
                <w:rStyle w:val="styleRad"/>
              </w:rPr>
              <w:t xml:space="preserve"> [x] </w:t>
            </w:r>
          </w:p>
        </w:tc>
        <w:tc>
          <w:tcPr>
            <w:tcW w:w="1750" w:type="dxa"/>
          </w:tcPr>
          <w:p w14:paraId="33DC9DA0" w14:textId="77777777" w:rsidR="00060E17" w:rsidRDefault="00D61344">
            <w:pPr>
              <w:pStyle w:val="pstyleRadioTb"/>
            </w:pPr>
            <w:r>
              <w:rPr>
                <w:rStyle w:val="styleRad"/>
              </w:rPr>
              <w:t xml:space="preserve"> [ ] </w:t>
            </w:r>
          </w:p>
        </w:tc>
        <w:tc>
          <w:tcPr>
            <w:tcW w:w="1750" w:type="dxa"/>
          </w:tcPr>
          <w:p w14:paraId="3197E2E2" w14:textId="77777777" w:rsidR="00060E17" w:rsidRDefault="00D61344">
            <w:pPr>
              <w:pStyle w:val="pstyleRadioTb"/>
            </w:pPr>
            <w:r>
              <w:rPr>
                <w:rStyle w:val="styleRad"/>
              </w:rPr>
              <w:t xml:space="preserve"> [ ] </w:t>
            </w:r>
          </w:p>
        </w:tc>
        <w:tc>
          <w:tcPr>
            <w:tcW w:w="1750" w:type="dxa"/>
          </w:tcPr>
          <w:p w14:paraId="2AE7D730" w14:textId="77777777" w:rsidR="00060E17" w:rsidRDefault="00D61344">
            <w:pPr>
              <w:pStyle w:val="pstyleRadioTb"/>
            </w:pPr>
            <w:r>
              <w:rPr>
                <w:rStyle w:val="styleRad"/>
              </w:rPr>
              <w:t xml:space="preserve"> [x] </w:t>
            </w:r>
          </w:p>
        </w:tc>
        <w:tc>
          <w:tcPr>
            <w:tcW w:w="1750" w:type="dxa"/>
          </w:tcPr>
          <w:p w14:paraId="1B37132C" w14:textId="77777777" w:rsidR="00060E17" w:rsidRDefault="00D61344">
            <w:pPr>
              <w:pStyle w:val="pstyleRadioTb"/>
            </w:pPr>
            <w:r>
              <w:rPr>
                <w:rStyle w:val="styleRad"/>
              </w:rPr>
              <w:t xml:space="preserve"> [ ] </w:t>
            </w:r>
          </w:p>
        </w:tc>
        <w:tc>
          <w:tcPr>
            <w:tcW w:w="1750" w:type="dxa"/>
          </w:tcPr>
          <w:p w14:paraId="2AE74472" w14:textId="77777777" w:rsidR="00060E17" w:rsidRDefault="00D61344">
            <w:pPr>
              <w:pStyle w:val="pstyleRadioTb"/>
            </w:pPr>
            <w:r>
              <w:rPr>
                <w:rStyle w:val="styleRad"/>
              </w:rPr>
              <w:t xml:space="preserve"> [ ] </w:t>
            </w:r>
          </w:p>
        </w:tc>
        <w:tc>
          <w:tcPr>
            <w:tcW w:w="1750" w:type="dxa"/>
          </w:tcPr>
          <w:p w14:paraId="05398B81" w14:textId="77777777" w:rsidR="00060E17" w:rsidRDefault="00D61344">
            <w:r>
              <w:rPr>
                <w:rStyle w:val="styleSubformtxtsp"/>
              </w:rPr>
              <w:t>939</w:t>
            </w:r>
          </w:p>
        </w:tc>
        <w:tc>
          <w:tcPr>
            <w:tcW w:w="1750" w:type="dxa"/>
          </w:tcPr>
          <w:p w14:paraId="0BA98F49" w14:textId="77777777" w:rsidR="00060E17" w:rsidRDefault="00D61344">
            <w:r>
              <w:rPr>
                <w:rStyle w:val="styleSubformtxtsp"/>
              </w:rPr>
              <w:t>1981-2015</w:t>
            </w:r>
          </w:p>
        </w:tc>
        <w:tc>
          <w:tcPr>
            <w:tcW w:w="1750" w:type="dxa"/>
          </w:tcPr>
          <w:p w14:paraId="02EA9893" w14:textId="77777777" w:rsidR="00060E17" w:rsidRDefault="00D61344">
            <w:r>
              <w:rPr>
                <w:rStyle w:val="styleSubformtxtsp"/>
              </w:rPr>
              <w:t>8.5</w:t>
            </w:r>
          </w:p>
        </w:tc>
        <w:tc>
          <w:tcPr>
            <w:tcW w:w="1750" w:type="dxa"/>
          </w:tcPr>
          <w:p w14:paraId="7CEBE397" w14:textId="77777777" w:rsidR="00060E17" w:rsidRDefault="00D61344">
            <w:r>
              <w:rPr>
                <w:rStyle w:val="styleSubformtxtsp"/>
              </w:rPr>
              <w:t xml:space="preserve">LC </w:t>
            </w:r>
          </w:p>
        </w:tc>
        <w:tc>
          <w:tcPr>
            <w:tcW w:w="1750" w:type="dxa"/>
          </w:tcPr>
          <w:p w14:paraId="00870DCD" w14:textId="77777777" w:rsidR="00060E17" w:rsidRDefault="00D61344">
            <w:pPr>
              <w:pStyle w:val="pstyleRadioTb"/>
            </w:pPr>
            <w:r>
              <w:rPr>
                <w:rStyle w:val="styleRad"/>
              </w:rPr>
              <w:t xml:space="preserve"> [ ] </w:t>
            </w:r>
          </w:p>
        </w:tc>
        <w:tc>
          <w:tcPr>
            <w:tcW w:w="1750" w:type="dxa"/>
          </w:tcPr>
          <w:p w14:paraId="582911EA" w14:textId="77777777" w:rsidR="00060E17" w:rsidRDefault="00D61344">
            <w:pPr>
              <w:pStyle w:val="pstyleRadioTb"/>
            </w:pPr>
            <w:r>
              <w:rPr>
                <w:rStyle w:val="styleRad"/>
              </w:rPr>
              <w:t xml:space="preserve"> [ ] </w:t>
            </w:r>
          </w:p>
        </w:tc>
        <w:tc>
          <w:tcPr>
            <w:tcW w:w="1750" w:type="dxa"/>
          </w:tcPr>
          <w:p w14:paraId="3AA130CD" w14:textId="77777777" w:rsidR="00060E17" w:rsidRDefault="00060E17"/>
        </w:tc>
        <w:tc>
          <w:tcPr>
            <w:tcW w:w="1750" w:type="dxa"/>
          </w:tcPr>
          <w:p w14:paraId="54D9F1E7" w14:textId="77777777" w:rsidR="00060E17" w:rsidRDefault="00D61344">
            <w:r>
              <w:rPr>
                <w:rStyle w:val="styleSubformtxtsp"/>
              </w:rPr>
              <w:t xml:space="preserve">Breeds regularly in the site.Supports &gt;8% of Australia, S New Guinea, Aru Is biogeographic population </w:t>
            </w:r>
          </w:p>
        </w:tc>
      </w:tr>
      <w:tr w:rsidR="00060E17" w14:paraId="4F30B686" w14:textId="77777777" w:rsidTr="00060E17">
        <w:trPr>
          <w:trHeight w:val="100"/>
        </w:trPr>
        <w:tc>
          <w:tcPr>
            <w:tcW w:w="1750" w:type="dxa"/>
          </w:tcPr>
          <w:p w14:paraId="5C28D7A1" w14:textId="77777777" w:rsidR="00060E17" w:rsidRDefault="00D61344">
            <w:r>
              <w:rPr>
                <w:rStyle w:val="styleSubformtxtUP"/>
              </w:rPr>
              <w:t>Chordata/Aves</w:t>
            </w:r>
          </w:p>
        </w:tc>
        <w:tc>
          <w:tcPr>
            <w:tcW w:w="1750" w:type="dxa"/>
          </w:tcPr>
          <w:p w14:paraId="25E52AC2" w14:textId="77777777" w:rsidR="00060E17" w:rsidRDefault="00D61344">
            <w:r>
              <w:rPr>
                <w:rStyle w:val="styleSubformtxtIblue700"/>
              </w:rPr>
              <w:t>Hydroprogne caspia</w:t>
            </w:r>
          </w:p>
        </w:tc>
        <w:tc>
          <w:tcPr>
            <w:tcW w:w="1750" w:type="dxa"/>
          </w:tcPr>
          <w:p w14:paraId="63A62433" w14:textId="77777777" w:rsidR="00060E17" w:rsidRDefault="00D61344">
            <w:r>
              <w:rPr>
                <w:rStyle w:val="styleSubformtxtsp"/>
              </w:rPr>
              <w:t>Caspian Tern</w:t>
            </w:r>
          </w:p>
        </w:tc>
        <w:tc>
          <w:tcPr>
            <w:tcW w:w="1750" w:type="dxa"/>
          </w:tcPr>
          <w:p w14:paraId="77C79C8E" w14:textId="77777777" w:rsidR="00060E17" w:rsidRDefault="00D61344">
            <w:pPr>
              <w:pStyle w:val="pstyleRadioTb"/>
            </w:pPr>
            <w:r>
              <w:rPr>
                <w:rStyle w:val="styleRad"/>
              </w:rPr>
              <w:t xml:space="preserve"> [ ] </w:t>
            </w:r>
          </w:p>
        </w:tc>
        <w:tc>
          <w:tcPr>
            <w:tcW w:w="1750" w:type="dxa"/>
          </w:tcPr>
          <w:p w14:paraId="3FCDE03B" w14:textId="77777777" w:rsidR="00060E17" w:rsidRDefault="00D61344">
            <w:pPr>
              <w:pStyle w:val="pstyleRadioTb"/>
            </w:pPr>
            <w:r>
              <w:rPr>
                <w:rStyle w:val="styleRad"/>
              </w:rPr>
              <w:t xml:space="preserve"> [x] </w:t>
            </w:r>
          </w:p>
        </w:tc>
        <w:tc>
          <w:tcPr>
            <w:tcW w:w="1750" w:type="dxa"/>
          </w:tcPr>
          <w:p w14:paraId="58201FF5" w14:textId="77777777" w:rsidR="00060E17" w:rsidRDefault="00D61344">
            <w:pPr>
              <w:pStyle w:val="pstyleRadioTb"/>
            </w:pPr>
            <w:r>
              <w:rPr>
                <w:rStyle w:val="styleRad"/>
              </w:rPr>
              <w:t xml:space="preserve"> [ ] </w:t>
            </w:r>
          </w:p>
        </w:tc>
        <w:tc>
          <w:tcPr>
            <w:tcW w:w="1750" w:type="dxa"/>
          </w:tcPr>
          <w:p w14:paraId="6376E2C0" w14:textId="77777777" w:rsidR="00060E17" w:rsidRDefault="00D61344">
            <w:pPr>
              <w:pStyle w:val="pstyleRadioTb"/>
            </w:pPr>
            <w:r>
              <w:rPr>
                <w:rStyle w:val="styleRad"/>
              </w:rPr>
              <w:t xml:space="preserve"> [ ] </w:t>
            </w:r>
          </w:p>
        </w:tc>
        <w:tc>
          <w:tcPr>
            <w:tcW w:w="1750" w:type="dxa"/>
          </w:tcPr>
          <w:p w14:paraId="62E5DD67" w14:textId="77777777" w:rsidR="00060E17" w:rsidRDefault="00D61344">
            <w:pPr>
              <w:pStyle w:val="pstyleRadioTb"/>
            </w:pPr>
            <w:r>
              <w:rPr>
                <w:rStyle w:val="styleRad"/>
              </w:rPr>
              <w:t xml:space="preserve"> [ ] </w:t>
            </w:r>
          </w:p>
        </w:tc>
        <w:tc>
          <w:tcPr>
            <w:tcW w:w="1750" w:type="dxa"/>
          </w:tcPr>
          <w:p w14:paraId="276BA9B6" w14:textId="77777777" w:rsidR="00060E17" w:rsidRDefault="00D61344">
            <w:pPr>
              <w:pStyle w:val="pstyleRadioTb"/>
            </w:pPr>
            <w:r>
              <w:rPr>
                <w:rStyle w:val="styleRad"/>
              </w:rPr>
              <w:t xml:space="preserve"> [x] </w:t>
            </w:r>
          </w:p>
        </w:tc>
        <w:tc>
          <w:tcPr>
            <w:tcW w:w="1750" w:type="dxa"/>
          </w:tcPr>
          <w:p w14:paraId="685A772B" w14:textId="77777777" w:rsidR="00060E17" w:rsidRDefault="00D61344">
            <w:pPr>
              <w:pStyle w:val="pstyleRadioTb"/>
            </w:pPr>
            <w:r>
              <w:rPr>
                <w:rStyle w:val="styleRad"/>
              </w:rPr>
              <w:t xml:space="preserve"> [ ] </w:t>
            </w:r>
          </w:p>
        </w:tc>
        <w:tc>
          <w:tcPr>
            <w:tcW w:w="1750" w:type="dxa"/>
          </w:tcPr>
          <w:p w14:paraId="719A9478" w14:textId="77777777" w:rsidR="00060E17" w:rsidRDefault="00D61344">
            <w:pPr>
              <w:pStyle w:val="pstyleRadioTb"/>
            </w:pPr>
            <w:r>
              <w:rPr>
                <w:rStyle w:val="styleRad"/>
              </w:rPr>
              <w:t xml:space="preserve"> [ ] </w:t>
            </w:r>
          </w:p>
        </w:tc>
        <w:tc>
          <w:tcPr>
            <w:tcW w:w="1750" w:type="dxa"/>
          </w:tcPr>
          <w:p w14:paraId="523EB65B" w14:textId="77777777" w:rsidR="00060E17" w:rsidRDefault="00D61344">
            <w:r>
              <w:rPr>
                <w:rStyle w:val="styleSubformtxtsp"/>
              </w:rPr>
              <w:t xml:space="preserve"> </w:t>
            </w:r>
          </w:p>
        </w:tc>
        <w:tc>
          <w:tcPr>
            <w:tcW w:w="1750" w:type="dxa"/>
          </w:tcPr>
          <w:p w14:paraId="4AE69727" w14:textId="77777777" w:rsidR="00060E17" w:rsidRDefault="00060E17"/>
        </w:tc>
        <w:tc>
          <w:tcPr>
            <w:tcW w:w="1750" w:type="dxa"/>
          </w:tcPr>
          <w:p w14:paraId="0B4181B2" w14:textId="77777777" w:rsidR="00060E17" w:rsidRDefault="00D61344">
            <w:r>
              <w:rPr>
                <w:rStyle w:val="styleSubformtxtsp"/>
              </w:rPr>
              <w:t xml:space="preserve"> </w:t>
            </w:r>
          </w:p>
        </w:tc>
        <w:tc>
          <w:tcPr>
            <w:tcW w:w="1750" w:type="dxa"/>
          </w:tcPr>
          <w:p w14:paraId="6B194AED" w14:textId="77777777" w:rsidR="00060E17" w:rsidRDefault="00D61344">
            <w:r>
              <w:rPr>
                <w:rStyle w:val="styleSubformtxtsp"/>
              </w:rPr>
              <w:t xml:space="preserve">LC </w:t>
            </w:r>
          </w:p>
        </w:tc>
        <w:tc>
          <w:tcPr>
            <w:tcW w:w="1750" w:type="dxa"/>
          </w:tcPr>
          <w:p w14:paraId="445C47F4" w14:textId="77777777" w:rsidR="00060E17" w:rsidRDefault="00D61344">
            <w:pPr>
              <w:pStyle w:val="pstyleRadioTb"/>
            </w:pPr>
            <w:r>
              <w:rPr>
                <w:rStyle w:val="styleRad"/>
              </w:rPr>
              <w:t xml:space="preserve"> [ ] </w:t>
            </w:r>
          </w:p>
        </w:tc>
        <w:tc>
          <w:tcPr>
            <w:tcW w:w="1750" w:type="dxa"/>
          </w:tcPr>
          <w:p w14:paraId="23413E2C" w14:textId="77777777" w:rsidR="00060E17" w:rsidRDefault="00D61344">
            <w:pPr>
              <w:pStyle w:val="pstyleRadioTb"/>
            </w:pPr>
            <w:r>
              <w:rPr>
                <w:rStyle w:val="styleRad"/>
              </w:rPr>
              <w:t xml:space="preserve"> [ ] </w:t>
            </w:r>
          </w:p>
        </w:tc>
        <w:tc>
          <w:tcPr>
            <w:tcW w:w="1750" w:type="dxa"/>
          </w:tcPr>
          <w:p w14:paraId="18FAF25B" w14:textId="77777777" w:rsidR="00060E17" w:rsidRDefault="00060E17"/>
        </w:tc>
        <w:tc>
          <w:tcPr>
            <w:tcW w:w="1750" w:type="dxa"/>
          </w:tcPr>
          <w:p w14:paraId="6E3054C3" w14:textId="77777777" w:rsidR="00060E17" w:rsidRDefault="00D61344">
            <w:r>
              <w:rPr>
                <w:rStyle w:val="styleSubformtxtsp"/>
              </w:rPr>
              <w:t>Breeds regularly in the site</w:t>
            </w:r>
          </w:p>
        </w:tc>
      </w:tr>
      <w:tr w:rsidR="00060E17" w14:paraId="26EFC03D" w14:textId="77777777" w:rsidTr="00060E17">
        <w:trPr>
          <w:trHeight w:val="100"/>
        </w:trPr>
        <w:tc>
          <w:tcPr>
            <w:tcW w:w="1750" w:type="dxa"/>
          </w:tcPr>
          <w:p w14:paraId="1AD70BEC" w14:textId="77777777" w:rsidR="00060E17" w:rsidRDefault="00D61344">
            <w:r>
              <w:rPr>
                <w:rStyle w:val="styleSubformtxtUP"/>
              </w:rPr>
              <w:t>Chordata/Aves</w:t>
            </w:r>
          </w:p>
        </w:tc>
        <w:tc>
          <w:tcPr>
            <w:tcW w:w="1750" w:type="dxa"/>
          </w:tcPr>
          <w:p w14:paraId="46F11D06" w14:textId="77777777" w:rsidR="00060E17" w:rsidRDefault="00D61344">
            <w:r>
              <w:rPr>
                <w:rStyle w:val="styleSubformtxtIblue700"/>
              </w:rPr>
              <w:t>Limosa lapponica</w:t>
            </w:r>
          </w:p>
        </w:tc>
        <w:tc>
          <w:tcPr>
            <w:tcW w:w="1750" w:type="dxa"/>
          </w:tcPr>
          <w:p w14:paraId="2AF3432D" w14:textId="77777777" w:rsidR="00060E17" w:rsidRDefault="00D61344">
            <w:r>
              <w:rPr>
                <w:rStyle w:val="styleSubformtxtsp"/>
              </w:rPr>
              <w:t>Bar-tailed Godwit</w:t>
            </w:r>
          </w:p>
        </w:tc>
        <w:tc>
          <w:tcPr>
            <w:tcW w:w="1750" w:type="dxa"/>
          </w:tcPr>
          <w:p w14:paraId="5164E093" w14:textId="77777777" w:rsidR="00060E17" w:rsidRDefault="00D61344">
            <w:pPr>
              <w:pStyle w:val="pstyleRadioTb"/>
            </w:pPr>
            <w:r>
              <w:rPr>
                <w:rStyle w:val="styleRad"/>
              </w:rPr>
              <w:t xml:space="preserve"> [x] </w:t>
            </w:r>
          </w:p>
        </w:tc>
        <w:tc>
          <w:tcPr>
            <w:tcW w:w="1750" w:type="dxa"/>
          </w:tcPr>
          <w:p w14:paraId="26084F54" w14:textId="77777777" w:rsidR="00060E17" w:rsidRDefault="00D61344">
            <w:pPr>
              <w:pStyle w:val="pstyleRadioTb"/>
            </w:pPr>
            <w:r>
              <w:rPr>
                <w:rStyle w:val="styleRad"/>
              </w:rPr>
              <w:t xml:space="preserve"> [x] </w:t>
            </w:r>
          </w:p>
        </w:tc>
        <w:tc>
          <w:tcPr>
            <w:tcW w:w="1750" w:type="dxa"/>
          </w:tcPr>
          <w:p w14:paraId="27D820E2" w14:textId="77777777" w:rsidR="00060E17" w:rsidRDefault="00D61344">
            <w:pPr>
              <w:pStyle w:val="pstyleRadioTb"/>
            </w:pPr>
            <w:r>
              <w:rPr>
                <w:rStyle w:val="styleRad"/>
              </w:rPr>
              <w:t xml:space="preserve"> [x] </w:t>
            </w:r>
          </w:p>
        </w:tc>
        <w:tc>
          <w:tcPr>
            <w:tcW w:w="1750" w:type="dxa"/>
          </w:tcPr>
          <w:p w14:paraId="29725000" w14:textId="77777777" w:rsidR="00060E17" w:rsidRDefault="00D61344">
            <w:pPr>
              <w:pStyle w:val="pstyleRadioTb"/>
            </w:pPr>
            <w:r>
              <w:rPr>
                <w:rStyle w:val="styleRad"/>
              </w:rPr>
              <w:t xml:space="preserve"> [ ] </w:t>
            </w:r>
          </w:p>
        </w:tc>
        <w:tc>
          <w:tcPr>
            <w:tcW w:w="1750" w:type="dxa"/>
          </w:tcPr>
          <w:p w14:paraId="2173D7EF" w14:textId="77777777" w:rsidR="00060E17" w:rsidRDefault="00D61344">
            <w:pPr>
              <w:pStyle w:val="pstyleRadioTb"/>
            </w:pPr>
            <w:r>
              <w:rPr>
                <w:rStyle w:val="styleRad"/>
              </w:rPr>
              <w:t xml:space="preserve"> [ ] </w:t>
            </w:r>
          </w:p>
        </w:tc>
        <w:tc>
          <w:tcPr>
            <w:tcW w:w="1750" w:type="dxa"/>
          </w:tcPr>
          <w:p w14:paraId="742FADAF" w14:textId="77777777" w:rsidR="00060E17" w:rsidRDefault="00D61344">
            <w:pPr>
              <w:pStyle w:val="pstyleRadioTb"/>
            </w:pPr>
            <w:r>
              <w:rPr>
                <w:rStyle w:val="styleRad"/>
              </w:rPr>
              <w:t xml:space="preserve"> [x] </w:t>
            </w:r>
          </w:p>
        </w:tc>
        <w:tc>
          <w:tcPr>
            <w:tcW w:w="1750" w:type="dxa"/>
          </w:tcPr>
          <w:p w14:paraId="642705D0" w14:textId="77777777" w:rsidR="00060E17" w:rsidRDefault="00D61344">
            <w:pPr>
              <w:pStyle w:val="pstyleRadioTb"/>
            </w:pPr>
            <w:r>
              <w:rPr>
                <w:rStyle w:val="styleRad"/>
              </w:rPr>
              <w:t xml:space="preserve"> [ ] </w:t>
            </w:r>
          </w:p>
        </w:tc>
        <w:tc>
          <w:tcPr>
            <w:tcW w:w="1750" w:type="dxa"/>
          </w:tcPr>
          <w:p w14:paraId="4816E47D" w14:textId="77777777" w:rsidR="00060E17" w:rsidRDefault="00D61344">
            <w:pPr>
              <w:pStyle w:val="pstyleRadioTb"/>
            </w:pPr>
            <w:r>
              <w:rPr>
                <w:rStyle w:val="styleRad"/>
              </w:rPr>
              <w:t xml:space="preserve"> [ ] </w:t>
            </w:r>
          </w:p>
        </w:tc>
        <w:tc>
          <w:tcPr>
            <w:tcW w:w="1750" w:type="dxa"/>
          </w:tcPr>
          <w:p w14:paraId="314866C7" w14:textId="77777777" w:rsidR="00060E17" w:rsidRDefault="00D61344">
            <w:r>
              <w:rPr>
                <w:rStyle w:val="styleSubformtxtsp"/>
              </w:rPr>
              <w:t>10346</w:t>
            </w:r>
          </w:p>
        </w:tc>
        <w:tc>
          <w:tcPr>
            <w:tcW w:w="1750" w:type="dxa"/>
          </w:tcPr>
          <w:p w14:paraId="419BB231" w14:textId="77777777" w:rsidR="00060E17" w:rsidRDefault="00D61344">
            <w:r>
              <w:rPr>
                <w:rStyle w:val="styleSubformtxtsp"/>
              </w:rPr>
              <w:t>1981-2015</w:t>
            </w:r>
          </w:p>
        </w:tc>
        <w:tc>
          <w:tcPr>
            <w:tcW w:w="1750" w:type="dxa"/>
          </w:tcPr>
          <w:p w14:paraId="0D0FC9BC" w14:textId="77777777" w:rsidR="00060E17" w:rsidRDefault="00D61344">
            <w:r>
              <w:rPr>
                <w:rStyle w:val="styleSubformtxtsp"/>
              </w:rPr>
              <w:t>3.7</w:t>
            </w:r>
          </w:p>
        </w:tc>
        <w:tc>
          <w:tcPr>
            <w:tcW w:w="1750" w:type="dxa"/>
          </w:tcPr>
          <w:p w14:paraId="31BAF329" w14:textId="77777777" w:rsidR="00060E17" w:rsidRDefault="00D61344">
            <w:r>
              <w:rPr>
                <w:rStyle w:val="styleSubformtxtsp"/>
              </w:rPr>
              <w:t xml:space="preserve">NT </w:t>
            </w:r>
          </w:p>
        </w:tc>
        <w:tc>
          <w:tcPr>
            <w:tcW w:w="1750" w:type="dxa"/>
          </w:tcPr>
          <w:p w14:paraId="6C0F38C5" w14:textId="77777777" w:rsidR="00060E17" w:rsidRDefault="00D61344">
            <w:pPr>
              <w:pStyle w:val="pstyleRadioTb"/>
            </w:pPr>
            <w:r>
              <w:rPr>
                <w:rStyle w:val="styleRad"/>
              </w:rPr>
              <w:t xml:space="preserve"> [ ] </w:t>
            </w:r>
          </w:p>
        </w:tc>
        <w:tc>
          <w:tcPr>
            <w:tcW w:w="1750" w:type="dxa"/>
          </w:tcPr>
          <w:p w14:paraId="1F01C558" w14:textId="77777777" w:rsidR="00060E17" w:rsidRDefault="00D61344">
            <w:pPr>
              <w:pStyle w:val="pstyleRadioTb"/>
            </w:pPr>
            <w:r>
              <w:rPr>
                <w:rStyle w:val="styleRad"/>
              </w:rPr>
              <w:t xml:space="preserve"> [ ] </w:t>
            </w:r>
          </w:p>
        </w:tc>
        <w:tc>
          <w:tcPr>
            <w:tcW w:w="1750" w:type="dxa"/>
          </w:tcPr>
          <w:p w14:paraId="21FC8A7A" w14:textId="77777777" w:rsidR="00060E17" w:rsidRDefault="00D61344">
            <w:r>
              <w:rPr>
                <w:rStyle w:val="styleSubformtxtsp"/>
              </w:rPr>
              <w:t>National (EPBC) - Vulnerable</w:t>
            </w:r>
          </w:p>
        </w:tc>
        <w:tc>
          <w:tcPr>
            <w:tcW w:w="1750" w:type="dxa"/>
          </w:tcPr>
          <w:p w14:paraId="70592510" w14:textId="77777777" w:rsidR="00060E17" w:rsidRDefault="00D61344">
            <w:r>
              <w:rPr>
                <w:rStyle w:val="styleSubformtxtsp"/>
              </w:rPr>
              <w:t>Foraging and roosting for international migrant along EAAF. Supports &gt;3% of menzbieri &amp; (anadyrensis) and bauera biogeographic populations.</w:t>
            </w:r>
          </w:p>
        </w:tc>
      </w:tr>
      <w:tr w:rsidR="00060E17" w14:paraId="0C11179D" w14:textId="77777777" w:rsidTr="00060E17">
        <w:trPr>
          <w:trHeight w:val="100"/>
        </w:trPr>
        <w:tc>
          <w:tcPr>
            <w:tcW w:w="1750" w:type="dxa"/>
          </w:tcPr>
          <w:p w14:paraId="56AEAD84" w14:textId="77777777" w:rsidR="00060E17" w:rsidRDefault="00D61344">
            <w:r>
              <w:rPr>
                <w:rStyle w:val="styleSubformtxtUP"/>
              </w:rPr>
              <w:t>Chordata/Aves</w:t>
            </w:r>
          </w:p>
        </w:tc>
        <w:tc>
          <w:tcPr>
            <w:tcW w:w="1750" w:type="dxa"/>
          </w:tcPr>
          <w:p w14:paraId="06437421" w14:textId="77777777" w:rsidR="00060E17" w:rsidRDefault="00D61344">
            <w:r>
              <w:rPr>
                <w:rStyle w:val="styleSubformtxtIblue700"/>
              </w:rPr>
              <w:t>Numenius madagascariensis</w:t>
            </w:r>
          </w:p>
        </w:tc>
        <w:tc>
          <w:tcPr>
            <w:tcW w:w="1750" w:type="dxa"/>
          </w:tcPr>
          <w:p w14:paraId="64CABAED" w14:textId="77777777" w:rsidR="00060E17" w:rsidRDefault="00D61344">
            <w:r>
              <w:rPr>
                <w:rStyle w:val="styleSubformtxtsp"/>
              </w:rPr>
              <w:t>Eastern Curlew; Far Eastern Curlew</w:t>
            </w:r>
          </w:p>
        </w:tc>
        <w:tc>
          <w:tcPr>
            <w:tcW w:w="1750" w:type="dxa"/>
          </w:tcPr>
          <w:p w14:paraId="507204FE" w14:textId="77777777" w:rsidR="00060E17" w:rsidRDefault="00D61344">
            <w:pPr>
              <w:pStyle w:val="pstyleRadioTb"/>
            </w:pPr>
            <w:r>
              <w:rPr>
                <w:rStyle w:val="styleRad"/>
              </w:rPr>
              <w:t xml:space="preserve"> [x] </w:t>
            </w:r>
          </w:p>
        </w:tc>
        <w:tc>
          <w:tcPr>
            <w:tcW w:w="1750" w:type="dxa"/>
          </w:tcPr>
          <w:p w14:paraId="41365785" w14:textId="77777777" w:rsidR="00060E17" w:rsidRDefault="00D61344">
            <w:pPr>
              <w:pStyle w:val="pstyleRadioTb"/>
            </w:pPr>
            <w:r>
              <w:rPr>
                <w:rStyle w:val="styleRad"/>
              </w:rPr>
              <w:t xml:space="preserve"> [x] </w:t>
            </w:r>
          </w:p>
        </w:tc>
        <w:tc>
          <w:tcPr>
            <w:tcW w:w="1750" w:type="dxa"/>
          </w:tcPr>
          <w:p w14:paraId="5CC85B96" w14:textId="77777777" w:rsidR="00060E17" w:rsidRDefault="00D61344">
            <w:pPr>
              <w:pStyle w:val="pstyleRadioTb"/>
            </w:pPr>
            <w:r>
              <w:rPr>
                <w:rStyle w:val="styleRad"/>
              </w:rPr>
              <w:t xml:space="preserve"> [x] </w:t>
            </w:r>
          </w:p>
        </w:tc>
        <w:tc>
          <w:tcPr>
            <w:tcW w:w="1750" w:type="dxa"/>
          </w:tcPr>
          <w:p w14:paraId="0D6E7445" w14:textId="77777777" w:rsidR="00060E17" w:rsidRDefault="00D61344">
            <w:pPr>
              <w:pStyle w:val="pstyleRadioTb"/>
            </w:pPr>
            <w:r>
              <w:rPr>
                <w:rStyle w:val="styleRad"/>
              </w:rPr>
              <w:t xml:space="preserve"> [ ] </w:t>
            </w:r>
          </w:p>
        </w:tc>
        <w:tc>
          <w:tcPr>
            <w:tcW w:w="1750" w:type="dxa"/>
          </w:tcPr>
          <w:p w14:paraId="616F2852" w14:textId="77777777" w:rsidR="00060E17" w:rsidRDefault="00D61344">
            <w:pPr>
              <w:pStyle w:val="pstyleRadioTb"/>
            </w:pPr>
            <w:r>
              <w:rPr>
                <w:rStyle w:val="styleRad"/>
              </w:rPr>
              <w:t xml:space="preserve"> [ ] </w:t>
            </w:r>
          </w:p>
        </w:tc>
        <w:tc>
          <w:tcPr>
            <w:tcW w:w="1750" w:type="dxa"/>
          </w:tcPr>
          <w:p w14:paraId="006AC6E8" w14:textId="77777777" w:rsidR="00060E17" w:rsidRDefault="00D61344">
            <w:pPr>
              <w:pStyle w:val="pstyleRadioTb"/>
            </w:pPr>
            <w:r>
              <w:rPr>
                <w:rStyle w:val="styleRad"/>
              </w:rPr>
              <w:t xml:space="preserve"> [x] </w:t>
            </w:r>
          </w:p>
        </w:tc>
        <w:tc>
          <w:tcPr>
            <w:tcW w:w="1750" w:type="dxa"/>
          </w:tcPr>
          <w:p w14:paraId="1B5D6217" w14:textId="77777777" w:rsidR="00060E17" w:rsidRDefault="00D61344">
            <w:pPr>
              <w:pStyle w:val="pstyleRadioTb"/>
            </w:pPr>
            <w:r>
              <w:rPr>
                <w:rStyle w:val="styleRad"/>
              </w:rPr>
              <w:t xml:space="preserve"> [ ] </w:t>
            </w:r>
          </w:p>
        </w:tc>
        <w:tc>
          <w:tcPr>
            <w:tcW w:w="1750" w:type="dxa"/>
          </w:tcPr>
          <w:p w14:paraId="6888BB7C" w14:textId="77777777" w:rsidR="00060E17" w:rsidRDefault="00D61344">
            <w:pPr>
              <w:pStyle w:val="pstyleRadioTb"/>
            </w:pPr>
            <w:r>
              <w:rPr>
                <w:rStyle w:val="styleRad"/>
              </w:rPr>
              <w:t xml:space="preserve"> [ ] </w:t>
            </w:r>
          </w:p>
        </w:tc>
        <w:tc>
          <w:tcPr>
            <w:tcW w:w="1750" w:type="dxa"/>
          </w:tcPr>
          <w:p w14:paraId="608D730D" w14:textId="77777777" w:rsidR="00060E17" w:rsidRDefault="00D61344">
            <w:r>
              <w:rPr>
                <w:rStyle w:val="styleSubformtxtsp"/>
              </w:rPr>
              <w:t>1128</w:t>
            </w:r>
          </w:p>
        </w:tc>
        <w:tc>
          <w:tcPr>
            <w:tcW w:w="1750" w:type="dxa"/>
          </w:tcPr>
          <w:p w14:paraId="2D83AA91" w14:textId="77777777" w:rsidR="00060E17" w:rsidRDefault="00D61344">
            <w:r>
              <w:rPr>
                <w:rStyle w:val="styleSubformtxtsp"/>
              </w:rPr>
              <w:t>1981-2015</w:t>
            </w:r>
          </w:p>
        </w:tc>
        <w:tc>
          <w:tcPr>
            <w:tcW w:w="1750" w:type="dxa"/>
          </w:tcPr>
          <w:p w14:paraId="2F334548" w14:textId="77777777" w:rsidR="00060E17" w:rsidRDefault="00D61344">
            <w:r>
              <w:rPr>
                <w:rStyle w:val="styleSubformtxtsp"/>
              </w:rPr>
              <w:t>3.5</w:t>
            </w:r>
          </w:p>
        </w:tc>
        <w:tc>
          <w:tcPr>
            <w:tcW w:w="1750" w:type="dxa"/>
          </w:tcPr>
          <w:p w14:paraId="5CF5B55E" w14:textId="77777777" w:rsidR="00060E17" w:rsidRDefault="00D61344">
            <w:r>
              <w:rPr>
                <w:rStyle w:val="styleSubformtxtsp"/>
              </w:rPr>
              <w:t xml:space="preserve">EN </w:t>
            </w:r>
          </w:p>
        </w:tc>
        <w:tc>
          <w:tcPr>
            <w:tcW w:w="1750" w:type="dxa"/>
          </w:tcPr>
          <w:p w14:paraId="593BCBA9" w14:textId="77777777" w:rsidR="00060E17" w:rsidRDefault="00D61344">
            <w:pPr>
              <w:pStyle w:val="pstyleRadioTb"/>
            </w:pPr>
            <w:r>
              <w:rPr>
                <w:rStyle w:val="styleRad"/>
              </w:rPr>
              <w:t xml:space="preserve"> [ ] </w:t>
            </w:r>
          </w:p>
        </w:tc>
        <w:tc>
          <w:tcPr>
            <w:tcW w:w="1750" w:type="dxa"/>
          </w:tcPr>
          <w:p w14:paraId="6600FD8A" w14:textId="77777777" w:rsidR="00060E17" w:rsidRDefault="00D61344">
            <w:pPr>
              <w:pStyle w:val="pstyleRadioTb"/>
            </w:pPr>
            <w:r>
              <w:rPr>
                <w:rStyle w:val="styleRad"/>
              </w:rPr>
              <w:t xml:space="preserve"> [x] </w:t>
            </w:r>
          </w:p>
        </w:tc>
        <w:tc>
          <w:tcPr>
            <w:tcW w:w="1750" w:type="dxa"/>
          </w:tcPr>
          <w:p w14:paraId="4F0B8D98" w14:textId="77777777" w:rsidR="00060E17" w:rsidRDefault="00D61344">
            <w:r>
              <w:rPr>
                <w:rStyle w:val="styleSubformtxtsp"/>
              </w:rPr>
              <w:t>National (EPBC) - Critically endangered</w:t>
            </w:r>
          </w:p>
        </w:tc>
        <w:tc>
          <w:tcPr>
            <w:tcW w:w="1750" w:type="dxa"/>
          </w:tcPr>
          <w:p w14:paraId="0943E0BB" w14:textId="77777777" w:rsidR="00060E17" w:rsidRDefault="00D61344">
            <w:r>
              <w:rPr>
                <w:rStyle w:val="styleSubformtxtsp"/>
              </w:rPr>
              <w:t>Foraging and roosting for international migrant along EEAF.  Supports &gt;3% of C &amp; E Asia (bre) biogeographic population.</w:t>
            </w:r>
          </w:p>
        </w:tc>
      </w:tr>
      <w:tr w:rsidR="00060E17" w14:paraId="144F061C" w14:textId="77777777" w:rsidTr="00060E17">
        <w:trPr>
          <w:trHeight w:val="100"/>
        </w:trPr>
        <w:tc>
          <w:tcPr>
            <w:tcW w:w="1750" w:type="dxa"/>
          </w:tcPr>
          <w:p w14:paraId="06C3A5ED" w14:textId="77777777" w:rsidR="00060E17" w:rsidRDefault="00D61344">
            <w:r>
              <w:rPr>
                <w:rStyle w:val="styleSubformtxtUP"/>
              </w:rPr>
              <w:lastRenderedPageBreak/>
              <w:t>Chordata/Aves</w:t>
            </w:r>
          </w:p>
        </w:tc>
        <w:tc>
          <w:tcPr>
            <w:tcW w:w="1750" w:type="dxa"/>
          </w:tcPr>
          <w:p w14:paraId="1AC117F1" w14:textId="77777777" w:rsidR="00060E17" w:rsidRDefault="00D61344">
            <w:r>
              <w:rPr>
                <w:rStyle w:val="styleSubformtxtIblue700"/>
              </w:rPr>
              <w:t>Numenius phaeopus</w:t>
            </w:r>
          </w:p>
        </w:tc>
        <w:tc>
          <w:tcPr>
            <w:tcW w:w="1750" w:type="dxa"/>
          </w:tcPr>
          <w:p w14:paraId="7CC03DC8" w14:textId="77777777" w:rsidR="00060E17" w:rsidRDefault="00D61344">
            <w:r>
              <w:rPr>
                <w:rStyle w:val="styleSubformtxtsp"/>
              </w:rPr>
              <w:t>Whimbrel</w:t>
            </w:r>
          </w:p>
        </w:tc>
        <w:tc>
          <w:tcPr>
            <w:tcW w:w="1750" w:type="dxa"/>
          </w:tcPr>
          <w:p w14:paraId="760F1B90" w14:textId="77777777" w:rsidR="00060E17" w:rsidRDefault="00D61344">
            <w:pPr>
              <w:pStyle w:val="pstyleRadioTb"/>
            </w:pPr>
            <w:r>
              <w:rPr>
                <w:rStyle w:val="styleRad"/>
              </w:rPr>
              <w:t xml:space="preserve"> [ ] </w:t>
            </w:r>
          </w:p>
        </w:tc>
        <w:tc>
          <w:tcPr>
            <w:tcW w:w="1750" w:type="dxa"/>
          </w:tcPr>
          <w:p w14:paraId="3CA15188" w14:textId="77777777" w:rsidR="00060E17" w:rsidRDefault="00D61344">
            <w:pPr>
              <w:pStyle w:val="pstyleRadioTb"/>
            </w:pPr>
            <w:r>
              <w:rPr>
                <w:rStyle w:val="styleRad"/>
              </w:rPr>
              <w:t xml:space="preserve"> [x] </w:t>
            </w:r>
          </w:p>
        </w:tc>
        <w:tc>
          <w:tcPr>
            <w:tcW w:w="1750" w:type="dxa"/>
          </w:tcPr>
          <w:p w14:paraId="13C1AFBE" w14:textId="77777777" w:rsidR="00060E17" w:rsidRDefault="00D61344">
            <w:pPr>
              <w:pStyle w:val="pstyleRadioTb"/>
            </w:pPr>
            <w:r>
              <w:rPr>
                <w:rStyle w:val="styleRad"/>
              </w:rPr>
              <w:t xml:space="preserve"> [ ] </w:t>
            </w:r>
          </w:p>
        </w:tc>
        <w:tc>
          <w:tcPr>
            <w:tcW w:w="1750" w:type="dxa"/>
          </w:tcPr>
          <w:p w14:paraId="087FBDA1" w14:textId="77777777" w:rsidR="00060E17" w:rsidRDefault="00D61344">
            <w:pPr>
              <w:pStyle w:val="pstyleRadioTb"/>
            </w:pPr>
            <w:r>
              <w:rPr>
                <w:rStyle w:val="styleRad"/>
              </w:rPr>
              <w:t xml:space="preserve"> [ ] </w:t>
            </w:r>
          </w:p>
        </w:tc>
        <w:tc>
          <w:tcPr>
            <w:tcW w:w="1750" w:type="dxa"/>
          </w:tcPr>
          <w:p w14:paraId="279A8668" w14:textId="77777777" w:rsidR="00060E17" w:rsidRDefault="00D61344">
            <w:pPr>
              <w:pStyle w:val="pstyleRadioTb"/>
            </w:pPr>
            <w:r>
              <w:rPr>
                <w:rStyle w:val="styleRad"/>
              </w:rPr>
              <w:t xml:space="preserve"> [ ] </w:t>
            </w:r>
          </w:p>
        </w:tc>
        <w:tc>
          <w:tcPr>
            <w:tcW w:w="1750" w:type="dxa"/>
          </w:tcPr>
          <w:p w14:paraId="6E23111B" w14:textId="77777777" w:rsidR="00060E17" w:rsidRDefault="00D61344">
            <w:pPr>
              <w:pStyle w:val="pstyleRadioTb"/>
            </w:pPr>
            <w:r>
              <w:rPr>
                <w:rStyle w:val="styleRad"/>
              </w:rPr>
              <w:t xml:space="preserve"> [ ] </w:t>
            </w:r>
          </w:p>
        </w:tc>
        <w:tc>
          <w:tcPr>
            <w:tcW w:w="1750" w:type="dxa"/>
          </w:tcPr>
          <w:p w14:paraId="52542408" w14:textId="77777777" w:rsidR="00060E17" w:rsidRDefault="00D61344">
            <w:pPr>
              <w:pStyle w:val="pstyleRadioTb"/>
            </w:pPr>
            <w:r>
              <w:rPr>
                <w:rStyle w:val="styleRad"/>
              </w:rPr>
              <w:t xml:space="preserve"> [ ] </w:t>
            </w:r>
          </w:p>
        </w:tc>
        <w:tc>
          <w:tcPr>
            <w:tcW w:w="1750" w:type="dxa"/>
          </w:tcPr>
          <w:p w14:paraId="00F71E0D" w14:textId="77777777" w:rsidR="00060E17" w:rsidRDefault="00D61344">
            <w:pPr>
              <w:pStyle w:val="pstyleRadioTb"/>
            </w:pPr>
            <w:r>
              <w:rPr>
                <w:rStyle w:val="styleRad"/>
              </w:rPr>
              <w:t xml:space="preserve"> [ ] </w:t>
            </w:r>
          </w:p>
        </w:tc>
        <w:tc>
          <w:tcPr>
            <w:tcW w:w="1750" w:type="dxa"/>
          </w:tcPr>
          <w:p w14:paraId="234895B7" w14:textId="77777777" w:rsidR="00060E17" w:rsidRDefault="00D61344">
            <w:r>
              <w:rPr>
                <w:rStyle w:val="styleSubformtxtsp"/>
              </w:rPr>
              <w:t xml:space="preserve"> </w:t>
            </w:r>
          </w:p>
        </w:tc>
        <w:tc>
          <w:tcPr>
            <w:tcW w:w="1750" w:type="dxa"/>
          </w:tcPr>
          <w:p w14:paraId="32A461C7" w14:textId="77777777" w:rsidR="00060E17" w:rsidRDefault="00060E17"/>
        </w:tc>
        <w:tc>
          <w:tcPr>
            <w:tcW w:w="1750" w:type="dxa"/>
          </w:tcPr>
          <w:p w14:paraId="6747DB88" w14:textId="77777777" w:rsidR="00060E17" w:rsidRDefault="00D61344">
            <w:r>
              <w:rPr>
                <w:rStyle w:val="styleSubformtxtsp"/>
              </w:rPr>
              <w:t xml:space="preserve"> </w:t>
            </w:r>
          </w:p>
        </w:tc>
        <w:tc>
          <w:tcPr>
            <w:tcW w:w="1750" w:type="dxa"/>
          </w:tcPr>
          <w:p w14:paraId="4ABDD67F" w14:textId="77777777" w:rsidR="00060E17" w:rsidRDefault="00D61344">
            <w:r>
              <w:rPr>
                <w:rStyle w:val="styleSubformtxtsp"/>
              </w:rPr>
              <w:t xml:space="preserve">LC </w:t>
            </w:r>
          </w:p>
        </w:tc>
        <w:tc>
          <w:tcPr>
            <w:tcW w:w="1750" w:type="dxa"/>
          </w:tcPr>
          <w:p w14:paraId="6FDA9F73" w14:textId="77777777" w:rsidR="00060E17" w:rsidRDefault="00D61344">
            <w:pPr>
              <w:pStyle w:val="pstyleRadioTb"/>
            </w:pPr>
            <w:r>
              <w:rPr>
                <w:rStyle w:val="styleRad"/>
              </w:rPr>
              <w:t xml:space="preserve"> [ ] </w:t>
            </w:r>
          </w:p>
        </w:tc>
        <w:tc>
          <w:tcPr>
            <w:tcW w:w="1750" w:type="dxa"/>
          </w:tcPr>
          <w:p w14:paraId="3123EC66" w14:textId="77777777" w:rsidR="00060E17" w:rsidRDefault="00D61344">
            <w:pPr>
              <w:pStyle w:val="pstyleRadioTb"/>
            </w:pPr>
            <w:r>
              <w:rPr>
                <w:rStyle w:val="styleRad"/>
              </w:rPr>
              <w:t xml:space="preserve"> [ ] </w:t>
            </w:r>
          </w:p>
        </w:tc>
        <w:tc>
          <w:tcPr>
            <w:tcW w:w="1750" w:type="dxa"/>
          </w:tcPr>
          <w:p w14:paraId="4A30D501" w14:textId="77777777" w:rsidR="00060E17" w:rsidRDefault="00060E17"/>
        </w:tc>
        <w:tc>
          <w:tcPr>
            <w:tcW w:w="1750" w:type="dxa"/>
          </w:tcPr>
          <w:p w14:paraId="4E6859EF" w14:textId="77777777" w:rsidR="00060E17" w:rsidRDefault="00D61344">
            <w:r>
              <w:rPr>
                <w:rStyle w:val="styleSubformtxtsp"/>
              </w:rPr>
              <w:t>Foraging and roosting for international migrant</w:t>
            </w:r>
          </w:p>
        </w:tc>
      </w:tr>
      <w:tr w:rsidR="00060E17" w14:paraId="7168A440" w14:textId="77777777" w:rsidTr="00060E17">
        <w:trPr>
          <w:trHeight w:val="100"/>
        </w:trPr>
        <w:tc>
          <w:tcPr>
            <w:tcW w:w="1750" w:type="dxa"/>
          </w:tcPr>
          <w:p w14:paraId="36AA234F" w14:textId="77777777" w:rsidR="00060E17" w:rsidRDefault="00D61344">
            <w:r>
              <w:rPr>
                <w:rStyle w:val="styleSubformtxtUP"/>
              </w:rPr>
              <w:t>Chordata/Aves</w:t>
            </w:r>
          </w:p>
        </w:tc>
        <w:tc>
          <w:tcPr>
            <w:tcW w:w="1750" w:type="dxa"/>
          </w:tcPr>
          <w:p w14:paraId="38195DF3" w14:textId="77777777" w:rsidR="00060E17" w:rsidRDefault="00D61344">
            <w:r>
              <w:rPr>
                <w:rStyle w:val="styleSubformtxtIblue700"/>
              </w:rPr>
              <w:t>Philomachus pugnax</w:t>
            </w:r>
          </w:p>
        </w:tc>
        <w:tc>
          <w:tcPr>
            <w:tcW w:w="1750" w:type="dxa"/>
          </w:tcPr>
          <w:p w14:paraId="4035FB5C" w14:textId="77777777" w:rsidR="00060E17" w:rsidRDefault="00D61344">
            <w:r>
              <w:rPr>
                <w:rStyle w:val="styleSubformtxtsp"/>
              </w:rPr>
              <w:t>Ruff</w:t>
            </w:r>
          </w:p>
        </w:tc>
        <w:tc>
          <w:tcPr>
            <w:tcW w:w="1750" w:type="dxa"/>
          </w:tcPr>
          <w:p w14:paraId="71F8C838" w14:textId="77777777" w:rsidR="00060E17" w:rsidRDefault="00D61344">
            <w:pPr>
              <w:pStyle w:val="pstyleRadioTb"/>
            </w:pPr>
            <w:r>
              <w:rPr>
                <w:rStyle w:val="styleRad"/>
              </w:rPr>
              <w:t xml:space="preserve"> [ ] </w:t>
            </w:r>
          </w:p>
        </w:tc>
        <w:tc>
          <w:tcPr>
            <w:tcW w:w="1750" w:type="dxa"/>
          </w:tcPr>
          <w:p w14:paraId="7025F757" w14:textId="77777777" w:rsidR="00060E17" w:rsidRDefault="00D61344">
            <w:pPr>
              <w:pStyle w:val="pstyleRadioTb"/>
            </w:pPr>
            <w:r>
              <w:rPr>
                <w:rStyle w:val="styleRad"/>
              </w:rPr>
              <w:t xml:space="preserve"> [x] </w:t>
            </w:r>
          </w:p>
        </w:tc>
        <w:tc>
          <w:tcPr>
            <w:tcW w:w="1750" w:type="dxa"/>
          </w:tcPr>
          <w:p w14:paraId="7B8EAD21" w14:textId="77777777" w:rsidR="00060E17" w:rsidRDefault="00D61344">
            <w:pPr>
              <w:pStyle w:val="pstyleRadioTb"/>
            </w:pPr>
            <w:r>
              <w:rPr>
                <w:rStyle w:val="styleRad"/>
              </w:rPr>
              <w:t xml:space="preserve"> [ ] </w:t>
            </w:r>
          </w:p>
        </w:tc>
        <w:tc>
          <w:tcPr>
            <w:tcW w:w="1750" w:type="dxa"/>
          </w:tcPr>
          <w:p w14:paraId="2B94B3D1" w14:textId="77777777" w:rsidR="00060E17" w:rsidRDefault="00D61344">
            <w:pPr>
              <w:pStyle w:val="pstyleRadioTb"/>
            </w:pPr>
            <w:r>
              <w:rPr>
                <w:rStyle w:val="styleRad"/>
              </w:rPr>
              <w:t xml:space="preserve"> [ ] </w:t>
            </w:r>
          </w:p>
        </w:tc>
        <w:tc>
          <w:tcPr>
            <w:tcW w:w="1750" w:type="dxa"/>
          </w:tcPr>
          <w:p w14:paraId="02C310E7" w14:textId="77777777" w:rsidR="00060E17" w:rsidRDefault="00D61344">
            <w:pPr>
              <w:pStyle w:val="pstyleRadioTb"/>
            </w:pPr>
            <w:r>
              <w:rPr>
                <w:rStyle w:val="styleRad"/>
              </w:rPr>
              <w:t xml:space="preserve"> [ ] </w:t>
            </w:r>
          </w:p>
        </w:tc>
        <w:tc>
          <w:tcPr>
            <w:tcW w:w="1750" w:type="dxa"/>
          </w:tcPr>
          <w:p w14:paraId="106C1555" w14:textId="77777777" w:rsidR="00060E17" w:rsidRDefault="00D61344">
            <w:pPr>
              <w:pStyle w:val="pstyleRadioTb"/>
            </w:pPr>
            <w:r>
              <w:rPr>
                <w:rStyle w:val="styleRad"/>
              </w:rPr>
              <w:t xml:space="preserve"> [ ] </w:t>
            </w:r>
          </w:p>
        </w:tc>
        <w:tc>
          <w:tcPr>
            <w:tcW w:w="1750" w:type="dxa"/>
          </w:tcPr>
          <w:p w14:paraId="1D7B2631" w14:textId="77777777" w:rsidR="00060E17" w:rsidRDefault="00D61344">
            <w:pPr>
              <w:pStyle w:val="pstyleRadioTb"/>
            </w:pPr>
            <w:r>
              <w:rPr>
                <w:rStyle w:val="styleRad"/>
              </w:rPr>
              <w:t xml:space="preserve"> [ ] </w:t>
            </w:r>
          </w:p>
        </w:tc>
        <w:tc>
          <w:tcPr>
            <w:tcW w:w="1750" w:type="dxa"/>
          </w:tcPr>
          <w:p w14:paraId="1874D4C9" w14:textId="77777777" w:rsidR="00060E17" w:rsidRDefault="00D61344">
            <w:pPr>
              <w:pStyle w:val="pstyleRadioTb"/>
            </w:pPr>
            <w:r>
              <w:rPr>
                <w:rStyle w:val="styleRad"/>
              </w:rPr>
              <w:t xml:space="preserve"> [ ] </w:t>
            </w:r>
          </w:p>
        </w:tc>
        <w:tc>
          <w:tcPr>
            <w:tcW w:w="1750" w:type="dxa"/>
          </w:tcPr>
          <w:p w14:paraId="5513D239" w14:textId="77777777" w:rsidR="00060E17" w:rsidRDefault="00D61344">
            <w:r>
              <w:rPr>
                <w:rStyle w:val="styleSubformtxtsp"/>
              </w:rPr>
              <w:t xml:space="preserve"> </w:t>
            </w:r>
          </w:p>
        </w:tc>
        <w:tc>
          <w:tcPr>
            <w:tcW w:w="1750" w:type="dxa"/>
          </w:tcPr>
          <w:p w14:paraId="7474BF2D" w14:textId="77777777" w:rsidR="00060E17" w:rsidRDefault="00060E17"/>
        </w:tc>
        <w:tc>
          <w:tcPr>
            <w:tcW w:w="1750" w:type="dxa"/>
          </w:tcPr>
          <w:p w14:paraId="3DD725D2" w14:textId="77777777" w:rsidR="00060E17" w:rsidRDefault="00D61344">
            <w:r>
              <w:rPr>
                <w:rStyle w:val="styleSubformtxtsp"/>
              </w:rPr>
              <w:t xml:space="preserve"> </w:t>
            </w:r>
          </w:p>
        </w:tc>
        <w:tc>
          <w:tcPr>
            <w:tcW w:w="1750" w:type="dxa"/>
          </w:tcPr>
          <w:p w14:paraId="01D2C887" w14:textId="77777777" w:rsidR="00060E17" w:rsidRDefault="00060E17"/>
        </w:tc>
        <w:tc>
          <w:tcPr>
            <w:tcW w:w="1750" w:type="dxa"/>
          </w:tcPr>
          <w:p w14:paraId="0E63915A" w14:textId="77777777" w:rsidR="00060E17" w:rsidRDefault="00D61344">
            <w:pPr>
              <w:pStyle w:val="pstyleRadioTb"/>
            </w:pPr>
            <w:r>
              <w:rPr>
                <w:rStyle w:val="styleRad"/>
              </w:rPr>
              <w:t xml:space="preserve"> [ ] </w:t>
            </w:r>
          </w:p>
        </w:tc>
        <w:tc>
          <w:tcPr>
            <w:tcW w:w="1750" w:type="dxa"/>
          </w:tcPr>
          <w:p w14:paraId="1CCBE6EB" w14:textId="77777777" w:rsidR="00060E17" w:rsidRDefault="00D61344">
            <w:pPr>
              <w:pStyle w:val="pstyleRadioTb"/>
            </w:pPr>
            <w:r>
              <w:rPr>
                <w:rStyle w:val="styleRad"/>
              </w:rPr>
              <w:t xml:space="preserve"> [ ] </w:t>
            </w:r>
          </w:p>
        </w:tc>
        <w:tc>
          <w:tcPr>
            <w:tcW w:w="1750" w:type="dxa"/>
          </w:tcPr>
          <w:p w14:paraId="556678D9" w14:textId="77777777" w:rsidR="00060E17" w:rsidRDefault="00060E17"/>
        </w:tc>
        <w:tc>
          <w:tcPr>
            <w:tcW w:w="1750" w:type="dxa"/>
          </w:tcPr>
          <w:p w14:paraId="5736EE81" w14:textId="77777777" w:rsidR="00060E17" w:rsidRDefault="00D61344">
            <w:r>
              <w:rPr>
                <w:rStyle w:val="styleSubformtxtsp"/>
              </w:rPr>
              <w:t>Foraging and roosting for international migrant</w:t>
            </w:r>
          </w:p>
        </w:tc>
      </w:tr>
      <w:tr w:rsidR="00060E17" w14:paraId="04CD4E96" w14:textId="77777777" w:rsidTr="00060E17">
        <w:trPr>
          <w:trHeight w:val="100"/>
        </w:trPr>
        <w:tc>
          <w:tcPr>
            <w:tcW w:w="1750" w:type="dxa"/>
          </w:tcPr>
          <w:p w14:paraId="56721FD6" w14:textId="77777777" w:rsidR="00060E17" w:rsidRDefault="00D61344">
            <w:r>
              <w:rPr>
                <w:rStyle w:val="styleSubformtxtUP"/>
              </w:rPr>
              <w:t>Chordata/Aves</w:t>
            </w:r>
          </w:p>
        </w:tc>
        <w:tc>
          <w:tcPr>
            <w:tcW w:w="1750" w:type="dxa"/>
          </w:tcPr>
          <w:p w14:paraId="733C46DB" w14:textId="77777777" w:rsidR="00060E17" w:rsidRDefault="00D61344">
            <w:r>
              <w:rPr>
                <w:rStyle w:val="styleSubformtxtIblue700"/>
              </w:rPr>
              <w:t>Sternula nereis nereis</w:t>
            </w:r>
          </w:p>
        </w:tc>
        <w:tc>
          <w:tcPr>
            <w:tcW w:w="1750" w:type="dxa"/>
          </w:tcPr>
          <w:p w14:paraId="6A7731E6" w14:textId="77777777" w:rsidR="00060E17" w:rsidRDefault="00D61344">
            <w:r>
              <w:rPr>
                <w:rStyle w:val="styleSubformtxtsp"/>
              </w:rPr>
              <w:t>Australian fairy tern</w:t>
            </w:r>
          </w:p>
        </w:tc>
        <w:tc>
          <w:tcPr>
            <w:tcW w:w="1750" w:type="dxa"/>
          </w:tcPr>
          <w:p w14:paraId="79C22595" w14:textId="77777777" w:rsidR="00060E17" w:rsidRDefault="00D61344">
            <w:pPr>
              <w:pStyle w:val="pstyleRadioTb"/>
            </w:pPr>
            <w:r>
              <w:rPr>
                <w:rStyle w:val="styleRad"/>
              </w:rPr>
              <w:t xml:space="preserve"> [ ] </w:t>
            </w:r>
          </w:p>
        </w:tc>
        <w:tc>
          <w:tcPr>
            <w:tcW w:w="1750" w:type="dxa"/>
          </w:tcPr>
          <w:p w14:paraId="2828CDF3" w14:textId="77777777" w:rsidR="00060E17" w:rsidRDefault="00D61344">
            <w:pPr>
              <w:pStyle w:val="pstyleRadioTb"/>
            </w:pPr>
            <w:r>
              <w:rPr>
                <w:rStyle w:val="styleRad"/>
              </w:rPr>
              <w:t xml:space="preserve"> [x] </w:t>
            </w:r>
          </w:p>
        </w:tc>
        <w:tc>
          <w:tcPr>
            <w:tcW w:w="1750" w:type="dxa"/>
          </w:tcPr>
          <w:p w14:paraId="4071B0D4" w14:textId="77777777" w:rsidR="00060E17" w:rsidRDefault="00D61344">
            <w:pPr>
              <w:pStyle w:val="pstyleRadioTb"/>
            </w:pPr>
            <w:r>
              <w:rPr>
                <w:rStyle w:val="styleRad"/>
              </w:rPr>
              <w:t xml:space="preserve"> [ ] </w:t>
            </w:r>
          </w:p>
        </w:tc>
        <w:tc>
          <w:tcPr>
            <w:tcW w:w="1750" w:type="dxa"/>
          </w:tcPr>
          <w:p w14:paraId="64998EC7" w14:textId="77777777" w:rsidR="00060E17" w:rsidRDefault="00D61344">
            <w:pPr>
              <w:pStyle w:val="pstyleRadioTb"/>
            </w:pPr>
            <w:r>
              <w:rPr>
                <w:rStyle w:val="styleRad"/>
              </w:rPr>
              <w:t xml:space="preserve"> [ ] </w:t>
            </w:r>
          </w:p>
        </w:tc>
        <w:tc>
          <w:tcPr>
            <w:tcW w:w="1750" w:type="dxa"/>
          </w:tcPr>
          <w:p w14:paraId="7207595B" w14:textId="77777777" w:rsidR="00060E17" w:rsidRDefault="00D61344">
            <w:pPr>
              <w:pStyle w:val="pstyleRadioTb"/>
            </w:pPr>
            <w:r>
              <w:rPr>
                <w:rStyle w:val="styleRad"/>
              </w:rPr>
              <w:t xml:space="preserve"> [ ] </w:t>
            </w:r>
          </w:p>
        </w:tc>
        <w:tc>
          <w:tcPr>
            <w:tcW w:w="1750" w:type="dxa"/>
          </w:tcPr>
          <w:p w14:paraId="1EFBFBEF" w14:textId="77777777" w:rsidR="00060E17" w:rsidRDefault="00D61344">
            <w:pPr>
              <w:pStyle w:val="pstyleRadioTb"/>
            </w:pPr>
            <w:r>
              <w:rPr>
                <w:rStyle w:val="styleRad"/>
              </w:rPr>
              <w:t xml:space="preserve"> [x] </w:t>
            </w:r>
          </w:p>
        </w:tc>
        <w:tc>
          <w:tcPr>
            <w:tcW w:w="1750" w:type="dxa"/>
          </w:tcPr>
          <w:p w14:paraId="43FCCDAD" w14:textId="77777777" w:rsidR="00060E17" w:rsidRDefault="00D61344">
            <w:pPr>
              <w:pStyle w:val="pstyleRadioTb"/>
            </w:pPr>
            <w:r>
              <w:rPr>
                <w:rStyle w:val="styleRad"/>
              </w:rPr>
              <w:t xml:space="preserve"> [ ] </w:t>
            </w:r>
          </w:p>
        </w:tc>
        <w:tc>
          <w:tcPr>
            <w:tcW w:w="1750" w:type="dxa"/>
          </w:tcPr>
          <w:p w14:paraId="546B351F" w14:textId="77777777" w:rsidR="00060E17" w:rsidRDefault="00D61344">
            <w:pPr>
              <w:pStyle w:val="pstyleRadioTb"/>
            </w:pPr>
            <w:r>
              <w:rPr>
                <w:rStyle w:val="styleRad"/>
              </w:rPr>
              <w:t xml:space="preserve"> [ ] </w:t>
            </w:r>
          </w:p>
        </w:tc>
        <w:tc>
          <w:tcPr>
            <w:tcW w:w="1750" w:type="dxa"/>
          </w:tcPr>
          <w:p w14:paraId="2FE1C6D8" w14:textId="77777777" w:rsidR="00060E17" w:rsidRDefault="00D61344">
            <w:r>
              <w:rPr>
                <w:rStyle w:val="styleSubformtxtsp"/>
              </w:rPr>
              <w:t xml:space="preserve"> </w:t>
            </w:r>
          </w:p>
        </w:tc>
        <w:tc>
          <w:tcPr>
            <w:tcW w:w="1750" w:type="dxa"/>
          </w:tcPr>
          <w:p w14:paraId="03962B7B" w14:textId="77777777" w:rsidR="00060E17" w:rsidRDefault="00060E17"/>
        </w:tc>
        <w:tc>
          <w:tcPr>
            <w:tcW w:w="1750" w:type="dxa"/>
          </w:tcPr>
          <w:p w14:paraId="330ECD73" w14:textId="77777777" w:rsidR="00060E17" w:rsidRDefault="00D61344">
            <w:r>
              <w:rPr>
                <w:rStyle w:val="styleSubformtxtsp"/>
              </w:rPr>
              <w:t xml:space="preserve"> </w:t>
            </w:r>
          </w:p>
        </w:tc>
        <w:tc>
          <w:tcPr>
            <w:tcW w:w="1750" w:type="dxa"/>
          </w:tcPr>
          <w:p w14:paraId="59EC7E5B" w14:textId="77777777" w:rsidR="00060E17" w:rsidRDefault="00060E17"/>
        </w:tc>
        <w:tc>
          <w:tcPr>
            <w:tcW w:w="1750" w:type="dxa"/>
          </w:tcPr>
          <w:p w14:paraId="60B85122" w14:textId="77777777" w:rsidR="00060E17" w:rsidRDefault="00D61344">
            <w:pPr>
              <w:pStyle w:val="pstyleRadioTb"/>
            </w:pPr>
            <w:r>
              <w:rPr>
                <w:rStyle w:val="styleRad"/>
              </w:rPr>
              <w:t xml:space="preserve"> [ ] </w:t>
            </w:r>
          </w:p>
        </w:tc>
        <w:tc>
          <w:tcPr>
            <w:tcW w:w="1750" w:type="dxa"/>
          </w:tcPr>
          <w:p w14:paraId="1A0D6AA8" w14:textId="77777777" w:rsidR="00060E17" w:rsidRDefault="00D61344">
            <w:pPr>
              <w:pStyle w:val="pstyleRadioTb"/>
            </w:pPr>
            <w:r>
              <w:rPr>
                <w:rStyle w:val="styleRad"/>
              </w:rPr>
              <w:t xml:space="preserve"> [ ] </w:t>
            </w:r>
          </w:p>
        </w:tc>
        <w:tc>
          <w:tcPr>
            <w:tcW w:w="1750" w:type="dxa"/>
          </w:tcPr>
          <w:p w14:paraId="0FC178B0" w14:textId="77777777" w:rsidR="00060E17" w:rsidRDefault="00D61344">
            <w:r>
              <w:rPr>
                <w:rStyle w:val="styleSubformtxtsp"/>
              </w:rPr>
              <w:t>National (EPBC) - Vulnerable</w:t>
            </w:r>
          </w:p>
        </w:tc>
        <w:tc>
          <w:tcPr>
            <w:tcW w:w="1750" w:type="dxa"/>
          </w:tcPr>
          <w:p w14:paraId="0C3FC09F" w14:textId="77777777" w:rsidR="00060E17" w:rsidRDefault="00D61344">
            <w:r>
              <w:rPr>
                <w:rStyle w:val="styleSubformtxtsp"/>
              </w:rPr>
              <w:t>Breeds regularly in the site</w:t>
            </w:r>
          </w:p>
        </w:tc>
      </w:tr>
      <w:tr w:rsidR="00060E17" w14:paraId="4B3E0B9E" w14:textId="77777777" w:rsidTr="00060E17">
        <w:trPr>
          <w:trHeight w:val="100"/>
        </w:trPr>
        <w:tc>
          <w:tcPr>
            <w:tcW w:w="1750" w:type="dxa"/>
          </w:tcPr>
          <w:p w14:paraId="534C7428" w14:textId="77777777" w:rsidR="00060E17" w:rsidRDefault="00D61344">
            <w:r>
              <w:rPr>
                <w:rStyle w:val="styleSubformtxtUP"/>
              </w:rPr>
              <w:t>Chordata/Aves</w:t>
            </w:r>
          </w:p>
        </w:tc>
        <w:tc>
          <w:tcPr>
            <w:tcW w:w="1750" w:type="dxa"/>
          </w:tcPr>
          <w:p w14:paraId="37110E0E" w14:textId="77777777" w:rsidR="00060E17" w:rsidRDefault="00D61344">
            <w:r>
              <w:rPr>
                <w:rStyle w:val="styleSubformtxtIblue700"/>
              </w:rPr>
              <w:t>Thalasseus bergii</w:t>
            </w:r>
          </w:p>
        </w:tc>
        <w:tc>
          <w:tcPr>
            <w:tcW w:w="1750" w:type="dxa"/>
          </w:tcPr>
          <w:p w14:paraId="2454FBAA" w14:textId="77777777" w:rsidR="00060E17" w:rsidRDefault="00D61344">
            <w:r>
              <w:rPr>
                <w:rStyle w:val="styleSubformtxtsp"/>
              </w:rPr>
              <w:t>Great Crested Tern; Greater Crested Tern</w:t>
            </w:r>
          </w:p>
        </w:tc>
        <w:tc>
          <w:tcPr>
            <w:tcW w:w="1750" w:type="dxa"/>
          </w:tcPr>
          <w:p w14:paraId="6B4774A8" w14:textId="77777777" w:rsidR="00060E17" w:rsidRDefault="00D61344">
            <w:pPr>
              <w:pStyle w:val="pstyleRadioTb"/>
            </w:pPr>
            <w:r>
              <w:rPr>
                <w:rStyle w:val="styleRad"/>
              </w:rPr>
              <w:t xml:space="preserve"> [ ] </w:t>
            </w:r>
          </w:p>
        </w:tc>
        <w:tc>
          <w:tcPr>
            <w:tcW w:w="1750" w:type="dxa"/>
          </w:tcPr>
          <w:p w14:paraId="2F53514F" w14:textId="77777777" w:rsidR="00060E17" w:rsidRDefault="00D61344">
            <w:pPr>
              <w:pStyle w:val="pstyleRadioTb"/>
            </w:pPr>
            <w:r>
              <w:rPr>
                <w:rStyle w:val="styleRad"/>
              </w:rPr>
              <w:t xml:space="preserve"> [x] </w:t>
            </w:r>
          </w:p>
        </w:tc>
        <w:tc>
          <w:tcPr>
            <w:tcW w:w="1750" w:type="dxa"/>
          </w:tcPr>
          <w:p w14:paraId="2A631C57" w14:textId="77777777" w:rsidR="00060E17" w:rsidRDefault="00D61344">
            <w:pPr>
              <w:pStyle w:val="pstyleRadioTb"/>
            </w:pPr>
            <w:r>
              <w:rPr>
                <w:rStyle w:val="styleRad"/>
              </w:rPr>
              <w:t xml:space="preserve"> [ ] </w:t>
            </w:r>
          </w:p>
        </w:tc>
        <w:tc>
          <w:tcPr>
            <w:tcW w:w="1750" w:type="dxa"/>
          </w:tcPr>
          <w:p w14:paraId="37430AE0" w14:textId="77777777" w:rsidR="00060E17" w:rsidRDefault="00D61344">
            <w:pPr>
              <w:pStyle w:val="pstyleRadioTb"/>
            </w:pPr>
            <w:r>
              <w:rPr>
                <w:rStyle w:val="styleRad"/>
              </w:rPr>
              <w:t xml:space="preserve"> [ ] </w:t>
            </w:r>
          </w:p>
        </w:tc>
        <w:tc>
          <w:tcPr>
            <w:tcW w:w="1750" w:type="dxa"/>
          </w:tcPr>
          <w:p w14:paraId="220501FA" w14:textId="77777777" w:rsidR="00060E17" w:rsidRDefault="00D61344">
            <w:pPr>
              <w:pStyle w:val="pstyleRadioTb"/>
            </w:pPr>
            <w:r>
              <w:rPr>
                <w:rStyle w:val="styleRad"/>
              </w:rPr>
              <w:t xml:space="preserve"> [ ] </w:t>
            </w:r>
          </w:p>
        </w:tc>
        <w:tc>
          <w:tcPr>
            <w:tcW w:w="1750" w:type="dxa"/>
          </w:tcPr>
          <w:p w14:paraId="35299C0D" w14:textId="77777777" w:rsidR="00060E17" w:rsidRDefault="00D61344">
            <w:pPr>
              <w:pStyle w:val="pstyleRadioTb"/>
            </w:pPr>
            <w:r>
              <w:rPr>
                <w:rStyle w:val="styleRad"/>
              </w:rPr>
              <w:t xml:space="preserve"> [x] </w:t>
            </w:r>
          </w:p>
        </w:tc>
        <w:tc>
          <w:tcPr>
            <w:tcW w:w="1750" w:type="dxa"/>
          </w:tcPr>
          <w:p w14:paraId="18547C76" w14:textId="77777777" w:rsidR="00060E17" w:rsidRDefault="00D61344">
            <w:pPr>
              <w:pStyle w:val="pstyleRadioTb"/>
            </w:pPr>
            <w:r>
              <w:rPr>
                <w:rStyle w:val="styleRad"/>
              </w:rPr>
              <w:t xml:space="preserve"> [ ] </w:t>
            </w:r>
          </w:p>
        </w:tc>
        <w:tc>
          <w:tcPr>
            <w:tcW w:w="1750" w:type="dxa"/>
          </w:tcPr>
          <w:p w14:paraId="7C377742" w14:textId="77777777" w:rsidR="00060E17" w:rsidRDefault="00D61344">
            <w:pPr>
              <w:pStyle w:val="pstyleRadioTb"/>
            </w:pPr>
            <w:r>
              <w:rPr>
                <w:rStyle w:val="styleRad"/>
              </w:rPr>
              <w:t xml:space="preserve"> [ ] </w:t>
            </w:r>
          </w:p>
        </w:tc>
        <w:tc>
          <w:tcPr>
            <w:tcW w:w="1750" w:type="dxa"/>
          </w:tcPr>
          <w:p w14:paraId="76E7083F" w14:textId="77777777" w:rsidR="00060E17" w:rsidRDefault="00D61344">
            <w:r>
              <w:rPr>
                <w:rStyle w:val="styleSubformtxtsp"/>
              </w:rPr>
              <w:t xml:space="preserve"> </w:t>
            </w:r>
          </w:p>
        </w:tc>
        <w:tc>
          <w:tcPr>
            <w:tcW w:w="1750" w:type="dxa"/>
          </w:tcPr>
          <w:p w14:paraId="18346109" w14:textId="77777777" w:rsidR="00060E17" w:rsidRDefault="00060E17"/>
        </w:tc>
        <w:tc>
          <w:tcPr>
            <w:tcW w:w="1750" w:type="dxa"/>
          </w:tcPr>
          <w:p w14:paraId="2C7B4B65" w14:textId="77777777" w:rsidR="00060E17" w:rsidRDefault="00D61344">
            <w:r>
              <w:rPr>
                <w:rStyle w:val="styleSubformtxtsp"/>
              </w:rPr>
              <w:t xml:space="preserve"> </w:t>
            </w:r>
          </w:p>
        </w:tc>
        <w:tc>
          <w:tcPr>
            <w:tcW w:w="1750" w:type="dxa"/>
          </w:tcPr>
          <w:p w14:paraId="11083337" w14:textId="77777777" w:rsidR="00060E17" w:rsidRDefault="00D61344">
            <w:r>
              <w:rPr>
                <w:rStyle w:val="styleSubformtxtsp"/>
              </w:rPr>
              <w:t xml:space="preserve">LC </w:t>
            </w:r>
          </w:p>
        </w:tc>
        <w:tc>
          <w:tcPr>
            <w:tcW w:w="1750" w:type="dxa"/>
          </w:tcPr>
          <w:p w14:paraId="02A19070" w14:textId="77777777" w:rsidR="00060E17" w:rsidRDefault="00D61344">
            <w:pPr>
              <w:pStyle w:val="pstyleRadioTb"/>
            </w:pPr>
            <w:r>
              <w:rPr>
                <w:rStyle w:val="styleRad"/>
              </w:rPr>
              <w:t xml:space="preserve"> [ ] </w:t>
            </w:r>
          </w:p>
        </w:tc>
        <w:tc>
          <w:tcPr>
            <w:tcW w:w="1750" w:type="dxa"/>
          </w:tcPr>
          <w:p w14:paraId="0B2EC8CC" w14:textId="77777777" w:rsidR="00060E17" w:rsidRDefault="00D61344">
            <w:pPr>
              <w:pStyle w:val="pstyleRadioTb"/>
            </w:pPr>
            <w:r>
              <w:rPr>
                <w:rStyle w:val="styleRad"/>
              </w:rPr>
              <w:t xml:space="preserve"> [ ] </w:t>
            </w:r>
          </w:p>
        </w:tc>
        <w:tc>
          <w:tcPr>
            <w:tcW w:w="1750" w:type="dxa"/>
          </w:tcPr>
          <w:p w14:paraId="1CD9DEC1" w14:textId="77777777" w:rsidR="00060E17" w:rsidRDefault="00060E17"/>
        </w:tc>
        <w:tc>
          <w:tcPr>
            <w:tcW w:w="1750" w:type="dxa"/>
          </w:tcPr>
          <w:p w14:paraId="6D4355C3" w14:textId="77777777" w:rsidR="00060E17" w:rsidRDefault="00D61344">
            <w:r>
              <w:rPr>
                <w:rStyle w:val="styleSubformtxtsp"/>
              </w:rPr>
              <w:t>Breeds regularly in the site</w:t>
            </w:r>
          </w:p>
        </w:tc>
      </w:tr>
      <w:tr w:rsidR="00060E17" w14:paraId="3B89B26E" w14:textId="77777777" w:rsidTr="00060E17">
        <w:trPr>
          <w:trHeight w:val="100"/>
        </w:trPr>
        <w:tc>
          <w:tcPr>
            <w:tcW w:w="1750" w:type="dxa"/>
          </w:tcPr>
          <w:p w14:paraId="265092AD" w14:textId="77777777" w:rsidR="00060E17" w:rsidRDefault="00D61344">
            <w:r>
              <w:rPr>
                <w:rStyle w:val="styleSubformtxtUP"/>
              </w:rPr>
              <w:t>Chordata/Aves</w:t>
            </w:r>
          </w:p>
        </w:tc>
        <w:tc>
          <w:tcPr>
            <w:tcW w:w="1750" w:type="dxa"/>
          </w:tcPr>
          <w:p w14:paraId="7C17CE5C" w14:textId="77777777" w:rsidR="00060E17" w:rsidRDefault="00D61344">
            <w:r>
              <w:rPr>
                <w:rStyle w:val="styleSubformtxtIblue700"/>
              </w:rPr>
              <w:t>Thinornis rubricollis</w:t>
            </w:r>
          </w:p>
        </w:tc>
        <w:tc>
          <w:tcPr>
            <w:tcW w:w="1750" w:type="dxa"/>
          </w:tcPr>
          <w:p w14:paraId="3854A59F" w14:textId="77777777" w:rsidR="00060E17" w:rsidRDefault="00D61344">
            <w:r>
              <w:rPr>
                <w:rStyle w:val="styleSubformtxtsp"/>
              </w:rPr>
              <w:t>Hooded Plover</w:t>
            </w:r>
          </w:p>
        </w:tc>
        <w:tc>
          <w:tcPr>
            <w:tcW w:w="1750" w:type="dxa"/>
          </w:tcPr>
          <w:p w14:paraId="22628487" w14:textId="77777777" w:rsidR="00060E17" w:rsidRDefault="00D61344">
            <w:pPr>
              <w:pStyle w:val="pstyleRadioTb"/>
            </w:pPr>
            <w:r>
              <w:rPr>
                <w:rStyle w:val="styleRad"/>
              </w:rPr>
              <w:t xml:space="preserve"> [x] </w:t>
            </w:r>
          </w:p>
        </w:tc>
        <w:tc>
          <w:tcPr>
            <w:tcW w:w="1750" w:type="dxa"/>
          </w:tcPr>
          <w:p w14:paraId="3882F8A0" w14:textId="77777777" w:rsidR="00060E17" w:rsidRDefault="00D61344">
            <w:pPr>
              <w:pStyle w:val="pstyleRadioTb"/>
            </w:pPr>
            <w:r>
              <w:rPr>
                <w:rStyle w:val="styleRad"/>
              </w:rPr>
              <w:t xml:space="preserve"> [x] </w:t>
            </w:r>
          </w:p>
        </w:tc>
        <w:tc>
          <w:tcPr>
            <w:tcW w:w="1750" w:type="dxa"/>
          </w:tcPr>
          <w:p w14:paraId="1388D3D7" w14:textId="77777777" w:rsidR="00060E17" w:rsidRDefault="00D61344">
            <w:pPr>
              <w:pStyle w:val="pstyleRadioTb"/>
            </w:pPr>
            <w:r>
              <w:rPr>
                <w:rStyle w:val="styleRad"/>
              </w:rPr>
              <w:t xml:space="preserve"> [ ] </w:t>
            </w:r>
          </w:p>
        </w:tc>
        <w:tc>
          <w:tcPr>
            <w:tcW w:w="1750" w:type="dxa"/>
          </w:tcPr>
          <w:p w14:paraId="03339E0D" w14:textId="77777777" w:rsidR="00060E17" w:rsidRDefault="00D61344">
            <w:pPr>
              <w:pStyle w:val="pstyleRadioTb"/>
            </w:pPr>
            <w:r>
              <w:rPr>
                <w:rStyle w:val="styleRad"/>
              </w:rPr>
              <w:t xml:space="preserve"> [ ] </w:t>
            </w:r>
          </w:p>
        </w:tc>
        <w:tc>
          <w:tcPr>
            <w:tcW w:w="1750" w:type="dxa"/>
          </w:tcPr>
          <w:p w14:paraId="6E42FC03" w14:textId="77777777" w:rsidR="00060E17" w:rsidRDefault="00D61344">
            <w:pPr>
              <w:pStyle w:val="pstyleRadioTb"/>
            </w:pPr>
            <w:r>
              <w:rPr>
                <w:rStyle w:val="styleRad"/>
              </w:rPr>
              <w:t xml:space="preserve"> [ ] </w:t>
            </w:r>
          </w:p>
        </w:tc>
        <w:tc>
          <w:tcPr>
            <w:tcW w:w="1750" w:type="dxa"/>
          </w:tcPr>
          <w:p w14:paraId="1ACAEE23" w14:textId="77777777" w:rsidR="00060E17" w:rsidRDefault="00D61344">
            <w:pPr>
              <w:pStyle w:val="pstyleRadioTb"/>
            </w:pPr>
            <w:r>
              <w:rPr>
                <w:rStyle w:val="styleRad"/>
              </w:rPr>
              <w:t xml:space="preserve"> [x] </w:t>
            </w:r>
          </w:p>
        </w:tc>
        <w:tc>
          <w:tcPr>
            <w:tcW w:w="1750" w:type="dxa"/>
          </w:tcPr>
          <w:p w14:paraId="761E869C" w14:textId="77777777" w:rsidR="00060E17" w:rsidRDefault="00D61344">
            <w:pPr>
              <w:pStyle w:val="pstyleRadioTb"/>
            </w:pPr>
            <w:r>
              <w:rPr>
                <w:rStyle w:val="styleRad"/>
              </w:rPr>
              <w:t xml:space="preserve"> [ ] </w:t>
            </w:r>
          </w:p>
        </w:tc>
        <w:tc>
          <w:tcPr>
            <w:tcW w:w="1750" w:type="dxa"/>
          </w:tcPr>
          <w:p w14:paraId="0C1EFCF8" w14:textId="77777777" w:rsidR="00060E17" w:rsidRDefault="00D61344">
            <w:pPr>
              <w:pStyle w:val="pstyleRadioTb"/>
            </w:pPr>
            <w:r>
              <w:rPr>
                <w:rStyle w:val="styleRad"/>
              </w:rPr>
              <w:t xml:space="preserve"> [ ] </w:t>
            </w:r>
          </w:p>
        </w:tc>
        <w:tc>
          <w:tcPr>
            <w:tcW w:w="1750" w:type="dxa"/>
          </w:tcPr>
          <w:p w14:paraId="1BDB77F5" w14:textId="77777777" w:rsidR="00060E17" w:rsidRDefault="00D61344">
            <w:r>
              <w:rPr>
                <w:rStyle w:val="styleSubformtxtsp"/>
              </w:rPr>
              <w:t xml:space="preserve"> </w:t>
            </w:r>
          </w:p>
        </w:tc>
        <w:tc>
          <w:tcPr>
            <w:tcW w:w="1750" w:type="dxa"/>
          </w:tcPr>
          <w:p w14:paraId="4D95BEE1" w14:textId="77777777" w:rsidR="00060E17" w:rsidRDefault="00060E17"/>
        </w:tc>
        <w:tc>
          <w:tcPr>
            <w:tcW w:w="1750" w:type="dxa"/>
          </w:tcPr>
          <w:p w14:paraId="04C8A585" w14:textId="77777777" w:rsidR="00060E17" w:rsidRDefault="00D61344">
            <w:r>
              <w:rPr>
                <w:rStyle w:val="styleSubformtxtsp"/>
              </w:rPr>
              <w:t xml:space="preserve"> </w:t>
            </w:r>
          </w:p>
        </w:tc>
        <w:tc>
          <w:tcPr>
            <w:tcW w:w="1750" w:type="dxa"/>
          </w:tcPr>
          <w:p w14:paraId="20828263" w14:textId="77777777" w:rsidR="00060E17" w:rsidRDefault="00060E17"/>
        </w:tc>
        <w:tc>
          <w:tcPr>
            <w:tcW w:w="1750" w:type="dxa"/>
          </w:tcPr>
          <w:p w14:paraId="49D0C3BD" w14:textId="77777777" w:rsidR="00060E17" w:rsidRDefault="00D61344">
            <w:pPr>
              <w:pStyle w:val="pstyleRadioTb"/>
            </w:pPr>
            <w:r>
              <w:rPr>
                <w:rStyle w:val="styleRad"/>
              </w:rPr>
              <w:t xml:space="preserve"> [ ] </w:t>
            </w:r>
          </w:p>
        </w:tc>
        <w:tc>
          <w:tcPr>
            <w:tcW w:w="1750" w:type="dxa"/>
          </w:tcPr>
          <w:p w14:paraId="68F21734" w14:textId="77777777" w:rsidR="00060E17" w:rsidRDefault="00D61344">
            <w:pPr>
              <w:pStyle w:val="pstyleRadioTb"/>
            </w:pPr>
            <w:r>
              <w:rPr>
                <w:rStyle w:val="styleRad"/>
              </w:rPr>
              <w:t xml:space="preserve"> [ ] </w:t>
            </w:r>
          </w:p>
        </w:tc>
        <w:tc>
          <w:tcPr>
            <w:tcW w:w="1750" w:type="dxa"/>
          </w:tcPr>
          <w:p w14:paraId="2A711529" w14:textId="77777777" w:rsidR="00060E17" w:rsidRDefault="00D61344">
            <w:r>
              <w:rPr>
                <w:rStyle w:val="styleSubformtxtsp"/>
              </w:rPr>
              <w:t>National (EPBC) - Vulnerable</w:t>
            </w:r>
          </w:p>
        </w:tc>
        <w:tc>
          <w:tcPr>
            <w:tcW w:w="1750" w:type="dxa"/>
          </w:tcPr>
          <w:p w14:paraId="4F45959E" w14:textId="77777777" w:rsidR="00060E17" w:rsidRDefault="00D61344">
            <w:r>
              <w:rPr>
                <w:rStyle w:val="styleSubformtxtsp"/>
              </w:rPr>
              <w:t>Breeds regularly in the site</w:t>
            </w:r>
          </w:p>
        </w:tc>
      </w:tr>
      <w:tr w:rsidR="00060E17" w14:paraId="5E053002" w14:textId="77777777" w:rsidTr="00060E17">
        <w:trPr>
          <w:trHeight w:val="100"/>
        </w:trPr>
        <w:tc>
          <w:tcPr>
            <w:tcW w:w="1750" w:type="dxa"/>
          </w:tcPr>
          <w:p w14:paraId="2C8EEC3F" w14:textId="77777777" w:rsidR="00060E17" w:rsidRDefault="00D61344">
            <w:r>
              <w:rPr>
                <w:rStyle w:val="styleSubformtxtUP"/>
              </w:rPr>
              <w:t>Chordata/Aves</w:t>
            </w:r>
          </w:p>
        </w:tc>
        <w:tc>
          <w:tcPr>
            <w:tcW w:w="1750" w:type="dxa"/>
          </w:tcPr>
          <w:p w14:paraId="0209EEE7" w14:textId="77777777" w:rsidR="00060E17" w:rsidRDefault="00D61344">
            <w:r>
              <w:rPr>
                <w:rStyle w:val="styleSubformtxtIblue700"/>
              </w:rPr>
              <w:t>Tringa nebularia</w:t>
            </w:r>
          </w:p>
        </w:tc>
        <w:tc>
          <w:tcPr>
            <w:tcW w:w="1750" w:type="dxa"/>
          </w:tcPr>
          <w:p w14:paraId="521EC85E" w14:textId="77777777" w:rsidR="00060E17" w:rsidRDefault="00D61344">
            <w:r>
              <w:rPr>
                <w:rStyle w:val="styleSubformtxtsp"/>
              </w:rPr>
              <w:t>Common Greenshank</w:t>
            </w:r>
          </w:p>
        </w:tc>
        <w:tc>
          <w:tcPr>
            <w:tcW w:w="1750" w:type="dxa"/>
          </w:tcPr>
          <w:p w14:paraId="01F99DB0" w14:textId="77777777" w:rsidR="00060E17" w:rsidRDefault="00D61344">
            <w:pPr>
              <w:pStyle w:val="pstyleRadioTb"/>
            </w:pPr>
            <w:r>
              <w:rPr>
                <w:rStyle w:val="styleRad"/>
              </w:rPr>
              <w:t xml:space="preserve"> [ ] </w:t>
            </w:r>
          </w:p>
        </w:tc>
        <w:tc>
          <w:tcPr>
            <w:tcW w:w="1750" w:type="dxa"/>
          </w:tcPr>
          <w:p w14:paraId="602323C1" w14:textId="77777777" w:rsidR="00060E17" w:rsidRDefault="00D61344">
            <w:pPr>
              <w:pStyle w:val="pstyleRadioTb"/>
            </w:pPr>
            <w:r>
              <w:rPr>
                <w:rStyle w:val="styleRad"/>
              </w:rPr>
              <w:t xml:space="preserve"> [x] </w:t>
            </w:r>
          </w:p>
        </w:tc>
        <w:tc>
          <w:tcPr>
            <w:tcW w:w="1750" w:type="dxa"/>
          </w:tcPr>
          <w:p w14:paraId="3F1F9382" w14:textId="77777777" w:rsidR="00060E17" w:rsidRDefault="00D61344">
            <w:pPr>
              <w:pStyle w:val="pstyleRadioTb"/>
            </w:pPr>
            <w:r>
              <w:rPr>
                <w:rStyle w:val="styleRad"/>
              </w:rPr>
              <w:t xml:space="preserve"> [ ] </w:t>
            </w:r>
          </w:p>
        </w:tc>
        <w:tc>
          <w:tcPr>
            <w:tcW w:w="1750" w:type="dxa"/>
          </w:tcPr>
          <w:p w14:paraId="396ABE64" w14:textId="77777777" w:rsidR="00060E17" w:rsidRDefault="00D61344">
            <w:pPr>
              <w:pStyle w:val="pstyleRadioTb"/>
            </w:pPr>
            <w:r>
              <w:rPr>
                <w:rStyle w:val="styleRad"/>
              </w:rPr>
              <w:t xml:space="preserve"> [ ] </w:t>
            </w:r>
          </w:p>
        </w:tc>
        <w:tc>
          <w:tcPr>
            <w:tcW w:w="1750" w:type="dxa"/>
          </w:tcPr>
          <w:p w14:paraId="4F16C5D7" w14:textId="77777777" w:rsidR="00060E17" w:rsidRDefault="00D61344">
            <w:pPr>
              <w:pStyle w:val="pstyleRadioTb"/>
            </w:pPr>
            <w:r>
              <w:rPr>
                <w:rStyle w:val="styleRad"/>
              </w:rPr>
              <w:t xml:space="preserve"> [ ] </w:t>
            </w:r>
          </w:p>
        </w:tc>
        <w:tc>
          <w:tcPr>
            <w:tcW w:w="1750" w:type="dxa"/>
          </w:tcPr>
          <w:p w14:paraId="37B095D5" w14:textId="77777777" w:rsidR="00060E17" w:rsidRDefault="00D61344">
            <w:pPr>
              <w:pStyle w:val="pstyleRadioTb"/>
            </w:pPr>
            <w:r>
              <w:rPr>
                <w:rStyle w:val="styleRad"/>
              </w:rPr>
              <w:t xml:space="preserve"> [x] </w:t>
            </w:r>
          </w:p>
        </w:tc>
        <w:tc>
          <w:tcPr>
            <w:tcW w:w="1750" w:type="dxa"/>
          </w:tcPr>
          <w:p w14:paraId="0C70E639" w14:textId="77777777" w:rsidR="00060E17" w:rsidRDefault="00D61344">
            <w:pPr>
              <w:pStyle w:val="pstyleRadioTb"/>
            </w:pPr>
            <w:r>
              <w:rPr>
                <w:rStyle w:val="styleRad"/>
              </w:rPr>
              <w:t xml:space="preserve"> [ ] </w:t>
            </w:r>
          </w:p>
        </w:tc>
        <w:tc>
          <w:tcPr>
            <w:tcW w:w="1750" w:type="dxa"/>
          </w:tcPr>
          <w:p w14:paraId="623CC404" w14:textId="77777777" w:rsidR="00060E17" w:rsidRDefault="00D61344">
            <w:pPr>
              <w:pStyle w:val="pstyleRadioTb"/>
            </w:pPr>
            <w:r>
              <w:rPr>
                <w:rStyle w:val="styleRad"/>
              </w:rPr>
              <w:t xml:space="preserve"> [ ] </w:t>
            </w:r>
          </w:p>
        </w:tc>
        <w:tc>
          <w:tcPr>
            <w:tcW w:w="1750" w:type="dxa"/>
          </w:tcPr>
          <w:p w14:paraId="5038A6D8" w14:textId="77777777" w:rsidR="00060E17" w:rsidRDefault="00D61344">
            <w:r>
              <w:rPr>
                <w:rStyle w:val="styleSubformtxtsp"/>
              </w:rPr>
              <w:t xml:space="preserve"> </w:t>
            </w:r>
          </w:p>
        </w:tc>
        <w:tc>
          <w:tcPr>
            <w:tcW w:w="1750" w:type="dxa"/>
          </w:tcPr>
          <w:p w14:paraId="28657AB2" w14:textId="77777777" w:rsidR="00060E17" w:rsidRDefault="00060E17"/>
        </w:tc>
        <w:tc>
          <w:tcPr>
            <w:tcW w:w="1750" w:type="dxa"/>
          </w:tcPr>
          <w:p w14:paraId="5820CA6A" w14:textId="77777777" w:rsidR="00060E17" w:rsidRDefault="00D61344">
            <w:r>
              <w:rPr>
                <w:rStyle w:val="styleSubformtxtsp"/>
              </w:rPr>
              <w:t xml:space="preserve"> </w:t>
            </w:r>
          </w:p>
        </w:tc>
        <w:tc>
          <w:tcPr>
            <w:tcW w:w="1750" w:type="dxa"/>
          </w:tcPr>
          <w:p w14:paraId="7D0236D8" w14:textId="77777777" w:rsidR="00060E17" w:rsidRDefault="00D61344">
            <w:r>
              <w:rPr>
                <w:rStyle w:val="styleSubformtxtsp"/>
              </w:rPr>
              <w:t xml:space="preserve">LC </w:t>
            </w:r>
          </w:p>
        </w:tc>
        <w:tc>
          <w:tcPr>
            <w:tcW w:w="1750" w:type="dxa"/>
          </w:tcPr>
          <w:p w14:paraId="58FF03B7" w14:textId="77777777" w:rsidR="00060E17" w:rsidRDefault="00D61344">
            <w:pPr>
              <w:pStyle w:val="pstyleRadioTb"/>
            </w:pPr>
            <w:r>
              <w:rPr>
                <w:rStyle w:val="styleRad"/>
              </w:rPr>
              <w:t xml:space="preserve"> [ ] </w:t>
            </w:r>
          </w:p>
        </w:tc>
        <w:tc>
          <w:tcPr>
            <w:tcW w:w="1750" w:type="dxa"/>
          </w:tcPr>
          <w:p w14:paraId="4A3E5813" w14:textId="77777777" w:rsidR="00060E17" w:rsidRDefault="00D61344">
            <w:pPr>
              <w:pStyle w:val="pstyleRadioTb"/>
            </w:pPr>
            <w:r>
              <w:rPr>
                <w:rStyle w:val="styleRad"/>
              </w:rPr>
              <w:t xml:space="preserve"> [ ] </w:t>
            </w:r>
          </w:p>
        </w:tc>
        <w:tc>
          <w:tcPr>
            <w:tcW w:w="1750" w:type="dxa"/>
          </w:tcPr>
          <w:p w14:paraId="54C5AD83" w14:textId="77777777" w:rsidR="00060E17" w:rsidRDefault="00060E17"/>
        </w:tc>
        <w:tc>
          <w:tcPr>
            <w:tcW w:w="1750" w:type="dxa"/>
          </w:tcPr>
          <w:p w14:paraId="3E9E67E9" w14:textId="77777777" w:rsidR="00060E17" w:rsidRDefault="00D61344">
            <w:r>
              <w:rPr>
                <w:rStyle w:val="styleSubformtxtsp"/>
              </w:rPr>
              <w:t>Foraging and roosting for international migrant</w:t>
            </w:r>
          </w:p>
        </w:tc>
      </w:tr>
      <w:tr w:rsidR="00060E17" w14:paraId="59664677" w14:textId="77777777" w:rsidTr="00060E17">
        <w:trPr>
          <w:trHeight w:val="100"/>
        </w:trPr>
        <w:tc>
          <w:tcPr>
            <w:tcW w:w="1750" w:type="dxa"/>
            <w:gridSpan w:val="19"/>
            <w:vAlign w:val="center"/>
          </w:tcPr>
          <w:p w14:paraId="080F98D1" w14:textId="77777777" w:rsidR="00060E17" w:rsidRDefault="00D61344">
            <w:pPr>
              <w:pStyle w:val="pstyleContent"/>
            </w:pPr>
            <w:r>
              <w:rPr>
                <w:rStyle w:val="styleSubformTitletxt"/>
              </w:rPr>
              <w:t>Fish, Mollusc and Crustacea</w:t>
            </w:r>
          </w:p>
        </w:tc>
      </w:tr>
      <w:tr w:rsidR="00060E17" w14:paraId="77FF4C94" w14:textId="77777777" w:rsidTr="00060E17">
        <w:trPr>
          <w:trHeight w:val="100"/>
        </w:trPr>
        <w:tc>
          <w:tcPr>
            <w:tcW w:w="1750" w:type="dxa"/>
          </w:tcPr>
          <w:p w14:paraId="43AA3A71" w14:textId="77777777" w:rsidR="00060E17" w:rsidRDefault="00D61344">
            <w:r>
              <w:rPr>
                <w:rStyle w:val="styleSubformtxtUP"/>
              </w:rPr>
              <w:t>Chordata/Actinopterygii</w:t>
            </w:r>
          </w:p>
        </w:tc>
        <w:tc>
          <w:tcPr>
            <w:tcW w:w="1750" w:type="dxa"/>
          </w:tcPr>
          <w:p w14:paraId="7490DA83" w14:textId="77777777" w:rsidR="00060E17" w:rsidRDefault="00D61344">
            <w:r>
              <w:rPr>
                <w:rStyle w:val="styleSubformtxtIblue700"/>
              </w:rPr>
              <w:t>Acanthopagrus butcheri</w:t>
            </w:r>
          </w:p>
        </w:tc>
        <w:tc>
          <w:tcPr>
            <w:tcW w:w="1750" w:type="dxa"/>
          </w:tcPr>
          <w:p w14:paraId="741BCF25" w14:textId="77777777" w:rsidR="00060E17" w:rsidRDefault="00D61344">
            <w:r>
              <w:rPr>
                <w:rStyle w:val="styleSubformtxtsp"/>
              </w:rPr>
              <w:t>Black bream; Bream; Silver bream; Blue nose bream; Southern yellowfin bream; Southern bream; Southern black bream; Golden bream; Gippsland bream</w:t>
            </w:r>
          </w:p>
        </w:tc>
        <w:tc>
          <w:tcPr>
            <w:tcW w:w="1750" w:type="dxa"/>
          </w:tcPr>
          <w:p w14:paraId="69E6AC82" w14:textId="77777777" w:rsidR="00060E17" w:rsidRDefault="00D61344">
            <w:pPr>
              <w:pStyle w:val="pstyleRadioTb"/>
            </w:pPr>
            <w:r>
              <w:rPr>
                <w:rStyle w:val="styleRad"/>
              </w:rPr>
              <w:t xml:space="preserve"> [ ] </w:t>
            </w:r>
          </w:p>
        </w:tc>
        <w:tc>
          <w:tcPr>
            <w:tcW w:w="1750" w:type="dxa"/>
          </w:tcPr>
          <w:p w14:paraId="5174F0FC" w14:textId="77777777" w:rsidR="00060E17" w:rsidRDefault="00D61344">
            <w:pPr>
              <w:pStyle w:val="pstyleRadioTb"/>
            </w:pPr>
            <w:r>
              <w:rPr>
                <w:rStyle w:val="styleRad"/>
              </w:rPr>
              <w:t xml:space="preserve"> [ ] </w:t>
            </w:r>
          </w:p>
        </w:tc>
        <w:tc>
          <w:tcPr>
            <w:tcW w:w="1750" w:type="dxa"/>
          </w:tcPr>
          <w:p w14:paraId="0E4DD3C2" w14:textId="77777777" w:rsidR="00060E17" w:rsidRDefault="00D61344">
            <w:pPr>
              <w:pStyle w:val="pstyleRadioTb"/>
            </w:pPr>
            <w:r>
              <w:rPr>
                <w:rStyle w:val="styleRad"/>
              </w:rPr>
              <w:t xml:space="preserve"> [ ] </w:t>
            </w:r>
          </w:p>
        </w:tc>
        <w:tc>
          <w:tcPr>
            <w:tcW w:w="1750" w:type="dxa"/>
          </w:tcPr>
          <w:p w14:paraId="5AC175A5" w14:textId="77777777" w:rsidR="00060E17" w:rsidRDefault="00D61344">
            <w:pPr>
              <w:pStyle w:val="pstyleRadioTb"/>
            </w:pPr>
            <w:r>
              <w:rPr>
                <w:rStyle w:val="styleRad"/>
              </w:rPr>
              <w:t xml:space="preserve"> [ ] </w:t>
            </w:r>
          </w:p>
        </w:tc>
        <w:tc>
          <w:tcPr>
            <w:tcW w:w="1750" w:type="dxa"/>
          </w:tcPr>
          <w:p w14:paraId="4ACB0F4F" w14:textId="77777777" w:rsidR="00060E17" w:rsidRDefault="00D61344">
            <w:pPr>
              <w:pStyle w:val="pstyleRadioTb"/>
            </w:pPr>
            <w:r>
              <w:rPr>
                <w:rStyle w:val="styleRad"/>
              </w:rPr>
              <w:t xml:space="preserve"> [ ] </w:t>
            </w:r>
          </w:p>
        </w:tc>
        <w:tc>
          <w:tcPr>
            <w:tcW w:w="1750" w:type="dxa"/>
          </w:tcPr>
          <w:p w14:paraId="6B1737C4" w14:textId="77777777" w:rsidR="00060E17" w:rsidRDefault="00D61344">
            <w:pPr>
              <w:pStyle w:val="pstyleRadioTb"/>
            </w:pPr>
            <w:r>
              <w:rPr>
                <w:rStyle w:val="styleRad"/>
              </w:rPr>
              <w:t xml:space="preserve"> [ ] </w:t>
            </w:r>
          </w:p>
        </w:tc>
        <w:tc>
          <w:tcPr>
            <w:tcW w:w="1750" w:type="dxa"/>
          </w:tcPr>
          <w:p w14:paraId="74C353E2" w14:textId="77777777" w:rsidR="00060E17" w:rsidRDefault="00D61344">
            <w:pPr>
              <w:pStyle w:val="pstyleRadioTb"/>
            </w:pPr>
            <w:r>
              <w:rPr>
                <w:rStyle w:val="styleRad"/>
              </w:rPr>
              <w:t xml:space="preserve"> [ ] </w:t>
            </w:r>
          </w:p>
        </w:tc>
        <w:tc>
          <w:tcPr>
            <w:tcW w:w="1750" w:type="dxa"/>
          </w:tcPr>
          <w:p w14:paraId="047604B5" w14:textId="77777777" w:rsidR="00060E17" w:rsidRDefault="00D61344">
            <w:pPr>
              <w:pStyle w:val="pstyleRadioTb"/>
            </w:pPr>
            <w:r>
              <w:rPr>
                <w:rStyle w:val="styleRad"/>
              </w:rPr>
              <w:t xml:space="preserve"> [x] </w:t>
            </w:r>
          </w:p>
        </w:tc>
        <w:tc>
          <w:tcPr>
            <w:tcW w:w="1750" w:type="dxa"/>
          </w:tcPr>
          <w:p w14:paraId="3E9F541E" w14:textId="77777777" w:rsidR="00060E17" w:rsidRDefault="00D61344">
            <w:r>
              <w:rPr>
                <w:rStyle w:val="styleSubformtxtsp"/>
              </w:rPr>
              <w:t xml:space="preserve"> </w:t>
            </w:r>
          </w:p>
        </w:tc>
        <w:tc>
          <w:tcPr>
            <w:tcW w:w="1750" w:type="dxa"/>
          </w:tcPr>
          <w:p w14:paraId="016ADDDE" w14:textId="77777777" w:rsidR="00060E17" w:rsidRDefault="00060E17"/>
        </w:tc>
        <w:tc>
          <w:tcPr>
            <w:tcW w:w="1750" w:type="dxa"/>
          </w:tcPr>
          <w:p w14:paraId="7BCE2E64" w14:textId="77777777" w:rsidR="00060E17" w:rsidRDefault="00D61344">
            <w:r>
              <w:rPr>
                <w:rStyle w:val="styleSubformtxtsp"/>
              </w:rPr>
              <w:t xml:space="preserve"> </w:t>
            </w:r>
          </w:p>
        </w:tc>
        <w:tc>
          <w:tcPr>
            <w:tcW w:w="1750" w:type="dxa"/>
          </w:tcPr>
          <w:p w14:paraId="2FD69AA1" w14:textId="77777777" w:rsidR="00060E17" w:rsidRDefault="00D61344">
            <w:r>
              <w:rPr>
                <w:rStyle w:val="styleSubformtxtsp"/>
              </w:rPr>
              <w:t xml:space="preserve">LC </w:t>
            </w:r>
          </w:p>
        </w:tc>
        <w:tc>
          <w:tcPr>
            <w:tcW w:w="1750" w:type="dxa"/>
          </w:tcPr>
          <w:p w14:paraId="56F6F1DF" w14:textId="77777777" w:rsidR="00060E17" w:rsidRDefault="00D61344">
            <w:pPr>
              <w:pStyle w:val="pstyleRadioTb"/>
            </w:pPr>
            <w:r>
              <w:rPr>
                <w:rStyle w:val="styleRad"/>
              </w:rPr>
              <w:t xml:space="preserve"> [ ] </w:t>
            </w:r>
          </w:p>
        </w:tc>
        <w:tc>
          <w:tcPr>
            <w:tcW w:w="1750" w:type="dxa"/>
          </w:tcPr>
          <w:p w14:paraId="5AA9DA9E" w14:textId="77777777" w:rsidR="00060E17" w:rsidRDefault="00D61344">
            <w:pPr>
              <w:pStyle w:val="pstyleRadioTb"/>
            </w:pPr>
            <w:r>
              <w:rPr>
                <w:rStyle w:val="styleRad"/>
              </w:rPr>
              <w:t xml:space="preserve"> [ ] </w:t>
            </w:r>
          </w:p>
        </w:tc>
        <w:tc>
          <w:tcPr>
            <w:tcW w:w="1750" w:type="dxa"/>
          </w:tcPr>
          <w:p w14:paraId="4134BABC" w14:textId="77777777" w:rsidR="00060E17" w:rsidRDefault="00060E17"/>
        </w:tc>
        <w:tc>
          <w:tcPr>
            <w:tcW w:w="1750" w:type="dxa"/>
          </w:tcPr>
          <w:p w14:paraId="1EECA83F" w14:textId="77777777" w:rsidR="00060E17" w:rsidRDefault="00D61344">
            <w:r>
              <w:rPr>
                <w:rStyle w:val="styleSubformtxtsp"/>
              </w:rPr>
              <w:t>Nursery habitat for juvenile fish</w:t>
            </w:r>
          </w:p>
        </w:tc>
      </w:tr>
      <w:tr w:rsidR="00060E17" w14:paraId="226E527A" w14:textId="77777777" w:rsidTr="00060E17">
        <w:trPr>
          <w:trHeight w:val="100"/>
        </w:trPr>
        <w:tc>
          <w:tcPr>
            <w:tcW w:w="1750" w:type="dxa"/>
          </w:tcPr>
          <w:p w14:paraId="1829C5DA" w14:textId="77777777" w:rsidR="00060E17" w:rsidRDefault="00D61344">
            <w:r>
              <w:rPr>
                <w:rStyle w:val="styleSubformtxtUP"/>
              </w:rPr>
              <w:t>Chordata/Actinopterygii</w:t>
            </w:r>
          </w:p>
        </w:tc>
        <w:tc>
          <w:tcPr>
            <w:tcW w:w="1750" w:type="dxa"/>
          </w:tcPr>
          <w:p w14:paraId="1597E7E2" w14:textId="77777777" w:rsidR="00060E17" w:rsidRDefault="00D61344">
            <w:r>
              <w:rPr>
                <w:rStyle w:val="styleSubformtxtIblue700"/>
              </w:rPr>
              <w:t>Platycephalus fuscus</w:t>
            </w:r>
          </w:p>
        </w:tc>
        <w:tc>
          <w:tcPr>
            <w:tcW w:w="1750" w:type="dxa"/>
          </w:tcPr>
          <w:p w14:paraId="7FA7789A" w14:textId="77777777" w:rsidR="00060E17" w:rsidRDefault="00D61344">
            <w:r>
              <w:rPr>
                <w:rStyle w:val="styleSubformtxtsp"/>
              </w:rPr>
              <w:t xml:space="preserve">Black flathead; Mud flathead; Lizard; Frog; Flattie; Riv er </w:t>
            </w:r>
            <w:r>
              <w:rPr>
                <w:rStyle w:val="styleSubformtxtsp"/>
              </w:rPr>
              <w:lastRenderedPageBreak/>
              <w:t>flathead; Estuary flathead; Dusky flathead; Dusky</w:t>
            </w:r>
          </w:p>
        </w:tc>
        <w:tc>
          <w:tcPr>
            <w:tcW w:w="1750" w:type="dxa"/>
          </w:tcPr>
          <w:p w14:paraId="56CAB24A" w14:textId="77777777" w:rsidR="00060E17" w:rsidRDefault="00D61344">
            <w:pPr>
              <w:pStyle w:val="pstyleRadioTb"/>
            </w:pPr>
            <w:r>
              <w:rPr>
                <w:rStyle w:val="styleRad"/>
              </w:rPr>
              <w:lastRenderedPageBreak/>
              <w:t xml:space="preserve"> [ ] </w:t>
            </w:r>
          </w:p>
        </w:tc>
        <w:tc>
          <w:tcPr>
            <w:tcW w:w="1750" w:type="dxa"/>
          </w:tcPr>
          <w:p w14:paraId="3926B4F3" w14:textId="77777777" w:rsidR="00060E17" w:rsidRDefault="00D61344">
            <w:pPr>
              <w:pStyle w:val="pstyleRadioTb"/>
            </w:pPr>
            <w:r>
              <w:rPr>
                <w:rStyle w:val="styleRad"/>
              </w:rPr>
              <w:t xml:space="preserve"> [ ] </w:t>
            </w:r>
          </w:p>
        </w:tc>
        <w:tc>
          <w:tcPr>
            <w:tcW w:w="1750" w:type="dxa"/>
          </w:tcPr>
          <w:p w14:paraId="1CF88F9E" w14:textId="77777777" w:rsidR="00060E17" w:rsidRDefault="00D61344">
            <w:pPr>
              <w:pStyle w:val="pstyleRadioTb"/>
            </w:pPr>
            <w:r>
              <w:rPr>
                <w:rStyle w:val="styleRad"/>
              </w:rPr>
              <w:t xml:space="preserve"> [ ] </w:t>
            </w:r>
          </w:p>
        </w:tc>
        <w:tc>
          <w:tcPr>
            <w:tcW w:w="1750" w:type="dxa"/>
          </w:tcPr>
          <w:p w14:paraId="06AA62DD" w14:textId="77777777" w:rsidR="00060E17" w:rsidRDefault="00D61344">
            <w:pPr>
              <w:pStyle w:val="pstyleRadioTb"/>
            </w:pPr>
            <w:r>
              <w:rPr>
                <w:rStyle w:val="styleRad"/>
              </w:rPr>
              <w:t xml:space="preserve"> [ ] </w:t>
            </w:r>
          </w:p>
        </w:tc>
        <w:tc>
          <w:tcPr>
            <w:tcW w:w="1750" w:type="dxa"/>
          </w:tcPr>
          <w:p w14:paraId="519F702E" w14:textId="77777777" w:rsidR="00060E17" w:rsidRDefault="00D61344">
            <w:pPr>
              <w:pStyle w:val="pstyleRadioTb"/>
            </w:pPr>
            <w:r>
              <w:rPr>
                <w:rStyle w:val="styleRad"/>
              </w:rPr>
              <w:t xml:space="preserve"> [ ] </w:t>
            </w:r>
          </w:p>
        </w:tc>
        <w:tc>
          <w:tcPr>
            <w:tcW w:w="1750" w:type="dxa"/>
          </w:tcPr>
          <w:p w14:paraId="6C9F81E1" w14:textId="77777777" w:rsidR="00060E17" w:rsidRDefault="00D61344">
            <w:pPr>
              <w:pStyle w:val="pstyleRadioTb"/>
            </w:pPr>
            <w:r>
              <w:rPr>
                <w:rStyle w:val="styleRad"/>
              </w:rPr>
              <w:t xml:space="preserve"> [ ] </w:t>
            </w:r>
          </w:p>
        </w:tc>
        <w:tc>
          <w:tcPr>
            <w:tcW w:w="1750" w:type="dxa"/>
          </w:tcPr>
          <w:p w14:paraId="3E468787" w14:textId="77777777" w:rsidR="00060E17" w:rsidRDefault="00D61344">
            <w:pPr>
              <w:pStyle w:val="pstyleRadioTb"/>
            </w:pPr>
            <w:r>
              <w:rPr>
                <w:rStyle w:val="styleRad"/>
              </w:rPr>
              <w:t xml:space="preserve"> [ ] </w:t>
            </w:r>
          </w:p>
        </w:tc>
        <w:tc>
          <w:tcPr>
            <w:tcW w:w="1750" w:type="dxa"/>
          </w:tcPr>
          <w:p w14:paraId="32CA2A60" w14:textId="77777777" w:rsidR="00060E17" w:rsidRDefault="00D61344">
            <w:pPr>
              <w:pStyle w:val="pstyleRadioTb"/>
            </w:pPr>
            <w:r>
              <w:rPr>
                <w:rStyle w:val="styleRad"/>
              </w:rPr>
              <w:t xml:space="preserve"> [x] </w:t>
            </w:r>
          </w:p>
        </w:tc>
        <w:tc>
          <w:tcPr>
            <w:tcW w:w="1750" w:type="dxa"/>
          </w:tcPr>
          <w:p w14:paraId="10C860AC" w14:textId="77777777" w:rsidR="00060E17" w:rsidRDefault="00D61344">
            <w:r>
              <w:rPr>
                <w:rStyle w:val="styleSubformtxtsp"/>
              </w:rPr>
              <w:t xml:space="preserve"> </w:t>
            </w:r>
          </w:p>
        </w:tc>
        <w:tc>
          <w:tcPr>
            <w:tcW w:w="1750" w:type="dxa"/>
          </w:tcPr>
          <w:p w14:paraId="72315802" w14:textId="77777777" w:rsidR="00060E17" w:rsidRDefault="00060E17"/>
        </w:tc>
        <w:tc>
          <w:tcPr>
            <w:tcW w:w="1750" w:type="dxa"/>
          </w:tcPr>
          <w:p w14:paraId="6A0A4766" w14:textId="77777777" w:rsidR="00060E17" w:rsidRDefault="00D61344">
            <w:r>
              <w:rPr>
                <w:rStyle w:val="styleSubformtxtsp"/>
              </w:rPr>
              <w:t xml:space="preserve"> </w:t>
            </w:r>
          </w:p>
        </w:tc>
        <w:tc>
          <w:tcPr>
            <w:tcW w:w="1750" w:type="dxa"/>
          </w:tcPr>
          <w:p w14:paraId="27620BDE" w14:textId="77777777" w:rsidR="00060E17" w:rsidRDefault="00060E17"/>
        </w:tc>
        <w:tc>
          <w:tcPr>
            <w:tcW w:w="1750" w:type="dxa"/>
          </w:tcPr>
          <w:p w14:paraId="776E0821" w14:textId="77777777" w:rsidR="00060E17" w:rsidRDefault="00D61344">
            <w:pPr>
              <w:pStyle w:val="pstyleRadioTb"/>
            </w:pPr>
            <w:r>
              <w:rPr>
                <w:rStyle w:val="styleRad"/>
              </w:rPr>
              <w:t xml:space="preserve"> [ ] </w:t>
            </w:r>
          </w:p>
        </w:tc>
        <w:tc>
          <w:tcPr>
            <w:tcW w:w="1750" w:type="dxa"/>
          </w:tcPr>
          <w:p w14:paraId="533ADAF0" w14:textId="77777777" w:rsidR="00060E17" w:rsidRDefault="00D61344">
            <w:pPr>
              <w:pStyle w:val="pstyleRadioTb"/>
            </w:pPr>
            <w:r>
              <w:rPr>
                <w:rStyle w:val="styleRad"/>
              </w:rPr>
              <w:t xml:space="preserve"> [ ] </w:t>
            </w:r>
          </w:p>
        </w:tc>
        <w:tc>
          <w:tcPr>
            <w:tcW w:w="1750" w:type="dxa"/>
          </w:tcPr>
          <w:p w14:paraId="13EE1A42" w14:textId="77777777" w:rsidR="00060E17" w:rsidRDefault="00060E17"/>
        </w:tc>
        <w:tc>
          <w:tcPr>
            <w:tcW w:w="1750" w:type="dxa"/>
          </w:tcPr>
          <w:p w14:paraId="30720D20" w14:textId="77777777" w:rsidR="00060E17" w:rsidRDefault="00D61344">
            <w:r>
              <w:rPr>
                <w:rStyle w:val="styleSubformtxtsp"/>
              </w:rPr>
              <w:t xml:space="preserve">Supports breeding, nursery and </w:t>
            </w:r>
            <w:r>
              <w:rPr>
                <w:rStyle w:val="styleSubformtxtsp"/>
              </w:rPr>
              <w:lastRenderedPageBreak/>
              <w:t>adult life-stages</w:t>
            </w:r>
          </w:p>
        </w:tc>
      </w:tr>
      <w:tr w:rsidR="00060E17" w14:paraId="0B2E1736" w14:textId="77777777" w:rsidTr="00060E17">
        <w:trPr>
          <w:trHeight w:val="100"/>
        </w:trPr>
        <w:tc>
          <w:tcPr>
            <w:tcW w:w="1750" w:type="dxa"/>
          </w:tcPr>
          <w:p w14:paraId="7D5EE197" w14:textId="77777777" w:rsidR="00060E17" w:rsidRDefault="00D61344">
            <w:r>
              <w:rPr>
                <w:rStyle w:val="styleSubformtxtUP"/>
              </w:rPr>
              <w:lastRenderedPageBreak/>
              <w:t>Chordata/Actinopterygii</w:t>
            </w:r>
          </w:p>
        </w:tc>
        <w:tc>
          <w:tcPr>
            <w:tcW w:w="1750" w:type="dxa"/>
          </w:tcPr>
          <w:p w14:paraId="3C0164CD" w14:textId="77777777" w:rsidR="00060E17" w:rsidRDefault="00D61344">
            <w:r>
              <w:rPr>
                <w:rStyle w:val="styleSubformtxtIblue700"/>
              </w:rPr>
              <w:t>Prototroctes maraena</w:t>
            </w:r>
          </w:p>
        </w:tc>
        <w:tc>
          <w:tcPr>
            <w:tcW w:w="1750" w:type="dxa"/>
          </w:tcPr>
          <w:p w14:paraId="1C84EB8F" w14:textId="77777777" w:rsidR="00060E17" w:rsidRDefault="00D61344">
            <w:r>
              <w:rPr>
                <w:rStyle w:val="styleSubformtxtsp"/>
              </w:rPr>
              <w:t>Australian Grayling</w:t>
            </w:r>
          </w:p>
        </w:tc>
        <w:tc>
          <w:tcPr>
            <w:tcW w:w="1750" w:type="dxa"/>
          </w:tcPr>
          <w:p w14:paraId="324D93AF" w14:textId="77777777" w:rsidR="00060E17" w:rsidRDefault="00D61344">
            <w:pPr>
              <w:pStyle w:val="pstyleRadioTb"/>
            </w:pPr>
            <w:r>
              <w:rPr>
                <w:rStyle w:val="styleRad"/>
              </w:rPr>
              <w:t xml:space="preserve"> [x] </w:t>
            </w:r>
          </w:p>
        </w:tc>
        <w:tc>
          <w:tcPr>
            <w:tcW w:w="1750" w:type="dxa"/>
          </w:tcPr>
          <w:p w14:paraId="65276608" w14:textId="77777777" w:rsidR="00060E17" w:rsidRDefault="00D61344">
            <w:pPr>
              <w:pStyle w:val="pstyleRadioTb"/>
            </w:pPr>
            <w:r>
              <w:rPr>
                <w:rStyle w:val="styleRad"/>
              </w:rPr>
              <w:t xml:space="preserve"> [ ] </w:t>
            </w:r>
          </w:p>
        </w:tc>
        <w:tc>
          <w:tcPr>
            <w:tcW w:w="1750" w:type="dxa"/>
          </w:tcPr>
          <w:p w14:paraId="3382295B" w14:textId="77777777" w:rsidR="00060E17" w:rsidRDefault="00D61344">
            <w:pPr>
              <w:pStyle w:val="pstyleRadioTb"/>
            </w:pPr>
            <w:r>
              <w:rPr>
                <w:rStyle w:val="styleRad"/>
              </w:rPr>
              <w:t xml:space="preserve"> [ ] </w:t>
            </w:r>
          </w:p>
        </w:tc>
        <w:tc>
          <w:tcPr>
            <w:tcW w:w="1750" w:type="dxa"/>
          </w:tcPr>
          <w:p w14:paraId="237969D8" w14:textId="77777777" w:rsidR="00060E17" w:rsidRDefault="00D61344">
            <w:pPr>
              <w:pStyle w:val="pstyleRadioTb"/>
            </w:pPr>
            <w:r>
              <w:rPr>
                <w:rStyle w:val="styleRad"/>
              </w:rPr>
              <w:t xml:space="preserve"> [ ] </w:t>
            </w:r>
          </w:p>
        </w:tc>
        <w:tc>
          <w:tcPr>
            <w:tcW w:w="1750" w:type="dxa"/>
          </w:tcPr>
          <w:p w14:paraId="03DE3886" w14:textId="77777777" w:rsidR="00060E17" w:rsidRDefault="00D61344">
            <w:pPr>
              <w:pStyle w:val="pstyleRadioTb"/>
            </w:pPr>
            <w:r>
              <w:rPr>
                <w:rStyle w:val="styleRad"/>
              </w:rPr>
              <w:t xml:space="preserve"> [ ] </w:t>
            </w:r>
          </w:p>
        </w:tc>
        <w:tc>
          <w:tcPr>
            <w:tcW w:w="1750" w:type="dxa"/>
          </w:tcPr>
          <w:p w14:paraId="7F2B10DE" w14:textId="77777777" w:rsidR="00060E17" w:rsidRDefault="00D61344">
            <w:pPr>
              <w:pStyle w:val="pstyleRadioTb"/>
            </w:pPr>
            <w:r>
              <w:rPr>
                <w:rStyle w:val="styleRad"/>
              </w:rPr>
              <w:t xml:space="preserve"> [ ] </w:t>
            </w:r>
          </w:p>
        </w:tc>
        <w:tc>
          <w:tcPr>
            <w:tcW w:w="1750" w:type="dxa"/>
          </w:tcPr>
          <w:p w14:paraId="32330A96" w14:textId="77777777" w:rsidR="00060E17" w:rsidRDefault="00D61344">
            <w:pPr>
              <w:pStyle w:val="pstyleRadioTb"/>
            </w:pPr>
            <w:r>
              <w:rPr>
                <w:rStyle w:val="styleRad"/>
              </w:rPr>
              <w:t xml:space="preserve"> [ ] </w:t>
            </w:r>
          </w:p>
        </w:tc>
        <w:tc>
          <w:tcPr>
            <w:tcW w:w="1750" w:type="dxa"/>
          </w:tcPr>
          <w:p w14:paraId="6B29F2BB" w14:textId="77777777" w:rsidR="00060E17" w:rsidRDefault="00D61344">
            <w:pPr>
              <w:pStyle w:val="pstyleRadioTb"/>
            </w:pPr>
            <w:r>
              <w:rPr>
                <w:rStyle w:val="styleRad"/>
              </w:rPr>
              <w:t xml:space="preserve"> [x] </w:t>
            </w:r>
          </w:p>
        </w:tc>
        <w:tc>
          <w:tcPr>
            <w:tcW w:w="1750" w:type="dxa"/>
          </w:tcPr>
          <w:p w14:paraId="4351F2C2" w14:textId="77777777" w:rsidR="00060E17" w:rsidRDefault="00D61344">
            <w:r>
              <w:rPr>
                <w:rStyle w:val="styleSubformtxtsp"/>
              </w:rPr>
              <w:t xml:space="preserve"> </w:t>
            </w:r>
          </w:p>
        </w:tc>
        <w:tc>
          <w:tcPr>
            <w:tcW w:w="1750" w:type="dxa"/>
          </w:tcPr>
          <w:p w14:paraId="39DADC03" w14:textId="77777777" w:rsidR="00060E17" w:rsidRDefault="00060E17"/>
        </w:tc>
        <w:tc>
          <w:tcPr>
            <w:tcW w:w="1750" w:type="dxa"/>
          </w:tcPr>
          <w:p w14:paraId="1C372945" w14:textId="77777777" w:rsidR="00060E17" w:rsidRDefault="00D61344">
            <w:r>
              <w:rPr>
                <w:rStyle w:val="styleSubformtxtsp"/>
              </w:rPr>
              <w:t xml:space="preserve"> </w:t>
            </w:r>
          </w:p>
        </w:tc>
        <w:tc>
          <w:tcPr>
            <w:tcW w:w="1750" w:type="dxa"/>
          </w:tcPr>
          <w:p w14:paraId="0B370F2A" w14:textId="77777777" w:rsidR="00060E17" w:rsidRDefault="00D61344">
            <w:r>
              <w:rPr>
                <w:rStyle w:val="styleSubformtxtsp"/>
              </w:rPr>
              <w:t xml:space="preserve">NT </w:t>
            </w:r>
          </w:p>
        </w:tc>
        <w:tc>
          <w:tcPr>
            <w:tcW w:w="1750" w:type="dxa"/>
          </w:tcPr>
          <w:p w14:paraId="5A4D8297" w14:textId="77777777" w:rsidR="00060E17" w:rsidRDefault="00D61344">
            <w:pPr>
              <w:pStyle w:val="pstyleRadioTb"/>
            </w:pPr>
            <w:r>
              <w:rPr>
                <w:rStyle w:val="styleRad"/>
              </w:rPr>
              <w:t xml:space="preserve"> [ ] </w:t>
            </w:r>
          </w:p>
        </w:tc>
        <w:tc>
          <w:tcPr>
            <w:tcW w:w="1750" w:type="dxa"/>
          </w:tcPr>
          <w:p w14:paraId="6A97CDDE" w14:textId="77777777" w:rsidR="00060E17" w:rsidRDefault="00D61344">
            <w:pPr>
              <w:pStyle w:val="pstyleRadioTb"/>
            </w:pPr>
            <w:r>
              <w:rPr>
                <w:rStyle w:val="styleRad"/>
              </w:rPr>
              <w:t xml:space="preserve"> [ ] </w:t>
            </w:r>
          </w:p>
        </w:tc>
        <w:tc>
          <w:tcPr>
            <w:tcW w:w="1750" w:type="dxa"/>
          </w:tcPr>
          <w:p w14:paraId="5CC1B6E2" w14:textId="77777777" w:rsidR="00060E17" w:rsidRDefault="00D61344">
            <w:r>
              <w:rPr>
                <w:rStyle w:val="styleSubformtxtsp"/>
              </w:rPr>
              <w:t>National (EPBC) - Vulnerable</w:t>
            </w:r>
          </w:p>
        </w:tc>
        <w:tc>
          <w:tcPr>
            <w:tcW w:w="1750" w:type="dxa"/>
          </w:tcPr>
          <w:p w14:paraId="0E91D1E6" w14:textId="77777777" w:rsidR="00060E17" w:rsidRDefault="00D61344">
            <w:r>
              <w:rPr>
                <w:rStyle w:val="styleSubformtxtsp"/>
              </w:rPr>
              <w:t>Fish migration for reproduction</w:t>
            </w:r>
          </w:p>
        </w:tc>
      </w:tr>
      <w:tr w:rsidR="00060E17" w14:paraId="0257CD0B" w14:textId="77777777" w:rsidTr="00060E17">
        <w:trPr>
          <w:trHeight w:val="100"/>
        </w:trPr>
        <w:tc>
          <w:tcPr>
            <w:tcW w:w="1750" w:type="dxa"/>
          </w:tcPr>
          <w:p w14:paraId="023D1E01" w14:textId="77777777" w:rsidR="00060E17" w:rsidRDefault="00060E17"/>
        </w:tc>
        <w:tc>
          <w:tcPr>
            <w:tcW w:w="1750" w:type="dxa"/>
          </w:tcPr>
          <w:p w14:paraId="7DB4C65B" w14:textId="77777777" w:rsidR="00060E17" w:rsidRDefault="00060E17"/>
        </w:tc>
        <w:tc>
          <w:tcPr>
            <w:tcW w:w="1750" w:type="dxa"/>
          </w:tcPr>
          <w:p w14:paraId="1B2A8188" w14:textId="77777777" w:rsidR="00060E17" w:rsidRDefault="00060E17"/>
        </w:tc>
        <w:tc>
          <w:tcPr>
            <w:tcW w:w="1750" w:type="dxa"/>
          </w:tcPr>
          <w:p w14:paraId="48B7FB2C" w14:textId="77777777" w:rsidR="00060E17" w:rsidRDefault="00060E17"/>
        </w:tc>
        <w:tc>
          <w:tcPr>
            <w:tcW w:w="1750" w:type="dxa"/>
          </w:tcPr>
          <w:p w14:paraId="552BACBC" w14:textId="77777777" w:rsidR="00060E17" w:rsidRDefault="00060E17"/>
        </w:tc>
        <w:tc>
          <w:tcPr>
            <w:tcW w:w="1750" w:type="dxa"/>
          </w:tcPr>
          <w:p w14:paraId="078E9BC4" w14:textId="77777777" w:rsidR="00060E17" w:rsidRDefault="00060E17"/>
        </w:tc>
        <w:tc>
          <w:tcPr>
            <w:tcW w:w="1750" w:type="dxa"/>
          </w:tcPr>
          <w:p w14:paraId="04FA5E29" w14:textId="77777777" w:rsidR="00060E17" w:rsidRDefault="00060E17"/>
        </w:tc>
        <w:tc>
          <w:tcPr>
            <w:tcW w:w="1750" w:type="dxa"/>
          </w:tcPr>
          <w:p w14:paraId="13FB07F7" w14:textId="77777777" w:rsidR="00060E17" w:rsidRDefault="00060E17"/>
        </w:tc>
        <w:tc>
          <w:tcPr>
            <w:tcW w:w="1750" w:type="dxa"/>
          </w:tcPr>
          <w:p w14:paraId="206D43A2" w14:textId="77777777" w:rsidR="00060E17" w:rsidRDefault="00060E17"/>
        </w:tc>
        <w:tc>
          <w:tcPr>
            <w:tcW w:w="1750" w:type="dxa"/>
          </w:tcPr>
          <w:p w14:paraId="1AC85A79" w14:textId="77777777" w:rsidR="00060E17" w:rsidRDefault="00060E17"/>
        </w:tc>
        <w:tc>
          <w:tcPr>
            <w:tcW w:w="1750" w:type="dxa"/>
          </w:tcPr>
          <w:p w14:paraId="1343856A" w14:textId="77777777" w:rsidR="00060E17" w:rsidRDefault="00060E17"/>
        </w:tc>
        <w:tc>
          <w:tcPr>
            <w:tcW w:w="1750" w:type="dxa"/>
          </w:tcPr>
          <w:p w14:paraId="2061E27D" w14:textId="77777777" w:rsidR="00060E17" w:rsidRDefault="00060E17"/>
        </w:tc>
        <w:tc>
          <w:tcPr>
            <w:tcW w:w="1750" w:type="dxa"/>
          </w:tcPr>
          <w:p w14:paraId="663AAAFA" w14:textId="77777777" w:rsidR="00060E17" w:rsidRDefault="00060E17"/>
        </w:tc>
        <w:tc>
          <w:tcPr>
            <w:tcW w:w="1750" w:type="dxa"/>
          </w:tcPr>
          <w:p w14:paraId="73BE234A" w14:textId="77777777" w:rsidR="00060E17" w:rsidRDefault="00060E17"/>
        </w:tc>
        <w:tc>
          <w:tcPr>
            <w:tcW w:w="1750" w:type="dxa"/>
          </w:tcPr>
          <w:p w14:paraId="605CD25B" w14:textId="77777777" w:rsidR="00060E17" w:rsidRDefault="00060E17"/>
        </w:tc>
        <w:tc>
          <w:tcPr>
            <w:tcW w:w="1750" w:type="dxa"/>
          </w:tcPr>
          <w:p w14:paraId="63FECC4A" w14:textId="77777777" w:rsidR="00060E17" w:rsidRDefault="00060E17"/>
        </w:tc>
        <w:tc>
          <w:tcPr>
            <w:tcW w:w="1750" w:type="dxa"/>
          </w:tcPr>
          <w:p w14:paraId="40F02DEA" w14:textId="77777777" w:rsidR="00060E17" w:rsidRDefault="00060E17"/>
        </w:tc>
        <w:tc>
          <w:tcPr>
            <w:tcW w:w="1750" w:type="dxa"/>
          </w:tcPr>
          <w:p w14:paraId="591E4D96" w14:textId="77777777" w:rsidR="00060E17" w:rsidRDefault="00060E17"/>
        </w:tc>
        <w:tc>
          <w:tcPr>
            <w:tcW w:w="1750" w:type="dxa"/>
          </w:tcPr>
          <w:p w14:paraId="7A935CB0" w14:textId="77777777" w:rsidR="00060E17" w:rsidRDefault="00060E17"/>
        </w:tc>
      </w:tr>
    </w:tbl>
    <w:p w14:paraId="7D61D145" w14:textId="77777777" w:rsidR="00060E17" w:rsidRDefault="00D61344">
      <w:r>
        <w:br w:type="page"/>
      </w:r>
    </w:p>
    <w:p w14:paraId="2CA63FB4" w14:textId="77777777" w:rsidR="00060E17" w:rsidRDefault="00060E17"/>
    <w:p w14:paraId="00E69BB6" w14:textId="77777777" w:rsidR="00060E17" w:rsidRDefault="00D61344">
      <w:pPr>
        <w:pStyle w:val="pstyleComments"/>
      </w:pPr>
      <w:r>
        <w:rPr>
          <w:rStyle w:val="styleC3comment"/>
        </w:rPr>
        <w:t>Optional text box to provide further information on animal species of international importance:</w:t>
      </w:r>
    </w:p>
    <w:p w14:paraId="29F034E3" w14:textId="77777777" w:rsidR="00060E17" w:rsidRDefault="00D61344">
      <w:pPr>
        <w:pStyle w:val="pstyleLabels"/>
      </w:pP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210"/>
        <w:gridCol w:w="9500"/>
      </w:tblGrid>
      <w:tr w:rsidR="00060E17" w14:paraId="74303D6D"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F29C2E7" w14:textId="77777777" w:rsidR="00060E17" w:rsidRDefault="00060E17"/>
        </w:tc>
        <w:tc>
          <w:tcPr>
            <w:tcW w:w="9500" w:type="dxa"/>
          </w:tcPr>
          <w:p w14:paraId="0027067B" w14:textId="77777777" w:rsidR="00060E17" w:rsidRDefault="00D61344">
            <w:pPr>
              <w:spacing w:before="30" w:after="25" w:line="240" w:lineRule="auto"/>
              <w:ind w:left="57"/>
            </w:pPr>
            <w:r>
              <w:rPr>
                <w:rStyle w:val="styleDatatxt"/>
              </w:rPr>
              <w:t>The Corner Inlet Ramsar Site regularly supports 16 species of migratory shorebird listed under international migratory bird treaties (BirdLife Australia unpublished data).</w:t>
            </w:r>
          </w:p>
        </w:tc>
      </w:tr>
    </w:tbl>
    <w:p w14:paraId="79B166E5" w14:textId="77777777" w:rsidR="00060E17" w:rsidRDefault="00060E17">
      <w:pPr>
        <w:sectPr w:rsidR="00060E17">
          <w:pgSz w:w="16837" w:h="11905" w:orient="landscape"/>
          <w:pgMar w:top="1440" w:right="1440" w:bottom="1440" w:left="1440" w:header="720" w:footer="720" w:gutter="0"/>
          <w:cols w:space="720"/>
        </w:sectPr>
      </w:pPr>
    </w:p>
    <w:p w14:paraId="25C567CA" w14:textId="77777777" w:rsidR="00060E17" w:rsidRDefault="00D61344">
      <w:pPr>
        <w:pStyle w:val="pstyleSectionL1"/>
      </w:pPr>
      <w:r>
        <w:rPr>
          <w:rStyle w:val="styleL1"/>
        </w:rPr>
        <w:lastRenderedPageBreak/>
        <w:t>3.4 Ecological communities whose presence relates to the international importance of the site</w:t>
      </w:r>
    </w:p>
    <w:p w14:paraId="212B68F5" w14:textId="77777777" w:rsidR="00060E17" w:rsidRDefault="00D61344">
      <w:pPr>
        <w:pStyle w:val="pstyleSection"/>
      </w:pPr>
      <w:r>
        <w:rPr>
          <w:rStyle w:val="styleL2"/>
        </w:rPr>
        <w:t xml:space="preserve"> </w:t>
      </w:r>
    </w:p>
    <w:p w14:paraId="196637CD" w14:textId="77777777" w:rsidR="00060E17" w:rsidRDefault="00060E17">
      <w:pPr>
        <w:pStyle w:val="pstyleLabels"/>
      </w:pPr>
    </w:p>
    <w:tbl>
      <w:tblPr>
        <w:tblStyle w:val="FancyTable"/>
        <w:tblW w:w="0" w:type="auto"/>
        <w:tblInd w:w="-8" w:type="dxa"/>
        <w:tblLook w:val="04A0" w:firstRow="1" w:lastRow="0" w:firstColumn="1" w:lastColumn="0" w:noHBand="0" w:noVBand="1"/>
      </w:tblPr>
      <w:tblGrid>
        <w:gridCol w:w="1750"/>
        <w:gridCol w:w="1750"/>
        <w:gridCol w:w="1750"/>
        <w:gridCol w:w="1750"/>
      </w:tblGrid>
      <w:tr w:rsidR="00060E17" w14:paraId="0EB95F86"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0177812D" w14:textId="77777777" w:rsidR="00060E17" w:rsidRDefault="00D61344">
            <w:pPr>
              <w:spacing w:after="0" w:line="240" w:lineRule="auto"/>
              <w:jc w:val="center"/>
            </w:pPr>
            <w:r>
              <w:rPr>
                <w:b/>
                <w:bCs/>
                <w:sz w:val="18"/>
                <w:szCs w:val="18"/>
              </w:rPr>
              <w:t>Name of ecological community</w:t>
            </w:r>
          </w:p>
        </w:tc>
        <w:tc>
          <w:tcPr>
            <w:tcW w:w="1750" w:type="dxa"/>
          </w:tcPr>
          <w:p w14:paraId="60A35CAF" w14:textId="77777777" w:rsidR="00060E17" w:rsidRDefault="00D61344">
            <w:pPr>
              <w:spacing w:after="0" w:line="240" w:lineRule="auto"/>
              <w:jc w:val="center"/>
            </w:pPr>
            <w:r>
              <w:rPr>
                <w:b/>
                <w:bCs/>
                <w:sz w:val="18"/>
                <w:szCs w:val="18"/>
              </w:rPr>
              <w:t>Community qualifies under Criterion 2?</w:t>
            </w:r>
          </w:p>
        </w:tc>
        <w:tc>
          <w:tcPr>
            <w:tcW w:w="1750" w:type="dxa"/>
          </w:tcPr>
          <w:p w14:paraId="76278E66" w14:textId="77777777" w:rsidR="00060E17" w:rsidRDefault="00D61344">
            <w:pPr>
              <w:spacing w:after="0" w:line="240" w:lineRule="auto"/>
              <w:jc w:val="center"/>
            </w:pPr>
            <w:r>
              <w:rPr>
                <w:b/>
                <w:bCs/>
                <w:sz w:val="18"/>
                <w:szCs w:val="18"/>
              </w:rPr>
              <w:t>Description</w:t>
            </w:r>
          </w:p>
        </w:tc>
        <w:tc>
          <w:tcPr>
            <w:tcW w:w="1750" w:type="dxa"/>
          </w:tcPr>
          <w:p w14:paraId="668EC8C7" w14:textId="77777777" w:rsidR="00060E17" w:rsidRDefault="00D61344">
            <w:pPr>
              <w:spacing w:after="0" w:line="240" w:lineRule="auto"/>
              <w:jc w:val="center"/>
            </w:pPr>
            <w:r>
              <w:rPr>
                <w:b/>
                <w:bCs/>
                <w:sz w:val="18"/>
                <w:szCs w:val="18"/>
              </w:rPr>
              <w:t>Justification</w:t>
            </w:r>
          </w:p>
        </w:tc>
      </w:tr>
      <w:tr w:rsidR="00060E17" w14:paraId="54D1F426" w14:textId="77777777" w:rsidTr="00060E17">
        <w:trPr>
          <w:trHeight w:val="200"/>
        </w:trPr>
        <w:tc>
          <w:tcPr>
            <w:tcW w:w="1750" w:type="dxa"/>
          </w:tcPr>
          <w:p w14:paraId="78925A5D" w14:textId="77777777" w:rsidR="00060E17" w:rsidRDefault="00D61344">
            <w:r>
              <w:rPr>
                <w:rStyle w:val="styleSubformtxt"/>
              </w:rPr>
              <w:t>Subtropical and Temperate Coastal Saltmarsh</w:t>
            </w:r>
          </w:p>
        </w:tc>
        <w:tc>
          <w:tcPr>
            <w:tcW w:w="1750" w:type="dxa"/>
          </w:tcPr>
          <w:p w14:paraId="21A194F4" w14:textId="77777777" w:rsidR="00060E17" w:rsidRDefault="00D61344">
            <w:pPr>
              <w:pStyle w:val="pstyleRadioTb"/>
            </w:pPr>
            <w:r>
              <w:rPr>
                <w:rStyle w:val="styleRad"/>
              </w:rPr>
              <w:t xml:space="preserve"> [x] </w:t>
            </w:r>
          </w:p>
        </w:tc>
        <w:tc>
          <w:tcPr>
            <w:tcW w:w="1750" w:type="dxa"/>
          </w:tcPr>
          <w:p w14:paraId="4EDC0F29" w14:textId="77777777" w:rsidR="00060E17" w:rsidRDefault="00D61344">
            <w:r>
              <w:rPr>
                <w:rStyle w:val="styleSubformtxt"/>
              </w:rPr>
              <w:t> The Coastal Saltmarsh ecological community consists mainly of salt-tolerant vegetation (halophytes) including: grasses, herbs, sedges, rushes and shrubs. Succulent herbs, shrubs and grasses generally dominate.</w:t>
            </w:r>
          </w:p>
        </w:tc>
        <w:tc>
          <w:tcPr>
            <w:tcW w:w="1750" w:type="dxa"/>
          </w:tcPr>
          <w:p w14:paraId="6B3E6C69" w14:textId="77777777" w:rsidR="00060E17" w:rsidRDefault="00D61344">
            <w:r>
              <w:rPr>
                <w:rStyle w:val="styleSubformtxt"/>
              </w:rPr>
              <w:t> Community is listed as vulnerable under the EPBC Act.</w:t>
            </w:r>
          </w:p>
        </w:tc>
      </w:tr>
      <w:tr w:rsidR="00060E17" w14:paraId="2BE07002" w14:textId="77777777" w:rsidTr="00060E17">
        <w:trPr>
          <w:trHeight w:val="200"/>
        </w:trPr>
        <w:tc>
          <w:tcPr>
            <w:tcW w:w="1750" w:type="dxa"/>
          </w:tcPr>
          <w:p w14:paraId="15904753" w14:textId="77777777" w:rsidR="00060E17" w:rsidRDefault="00060E17"/>
        </w:tc>
        <w:tc>
          <w:tcPr>
            <w:tcW w:w="1750" w:type="dxa"/>
          </w:tcPr>
          <w:p w14:paraId="5B0CF5BF" w14:textId="77777777" w:rsidR="00060E17" w:rsidRDefault="00060E17"/>
        </w:tc>
        <w:tc>
          <w:tcPr>
            <w:tcW w:w="1750" w:type="dxa"/>
          </w:tcPr>
          <w:p w14:paraId="1B3C7BE0" w14:textId="77777777" w:rsidR="00060E17" w:rsidRDefault="00060E17"/>
        </w:tc>
        <w:tc>
          <w:tcPr>
            <w:tcW w:w="1750" w:type="dxa"/>
          </w:tcPr>
          <w:p w14:paraId="7A6911E5" w14:textId="77777777" w:rsidR="00060E17" w:rsidRDefault="00060E17"/>
        </w:tc>
      </w:tr>
    </w:tbl>
    <w:p w14:paraId="5C35D344" w14:textId="77777777" w:rsidR="00060E17" w:rsidRDefault="00060E17"/>
    <w:p w14:paraId="17F6D00A" w14:textId="77777777" w:rsidR="00060E17" w:rsidRDefault="00D61344">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833"/>
      </w:tblGrid>
      <w:tr w:rsidR="00060E17" w14:paraId="225FCDC3"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297DE88" w14:textId="77777777" w:rsidR="00060E17" w:rsidRDefault="00060E17"/>
        </w:tc>
        <w:tc>
          <w:tcPr>
            <w:tcW w:w="9500" w:type="dxa"/>
          </w:tcPr>
          <w:p w14:paraId="4740EB83" w14:textId="77777777" w:rsidR="00060E17" w:rsidRDefault="00060E17">
            <w:pPr>
              <w:pStyle w:val="pStyle"/>
              <w:rPr>
                <w:rStyle w:val="almostEmpty"/>
              </w:rPr>
            </w:pPr>
          </w:p>
          <w:p w14:paraId="2097CDD8" w14:textId="77777777" w:rsidR="00060E17" w:rsidRDefault="00D61344">
            <w:pPr>
              <w:spacing w:after="0" w:line="240" w:lineRule="auto"/>
              <w:ind w:left="57"/>
            </w:pPr>
            <w:r>
              <w:rPr>
                <w:rStyle w:val="styleDatatxt"/>
              </w:rPr>
              <w:t xml:space="preserve">Saltmarsh  typically  occurs in  the  upper - intertidal  zone  as  a band  along  the  landward  edge  of  the  mangrove  zone. In  particular,  saltmarsh  communities  are notable  along  the  northern  mainland  shore  of  Ramsar  site,  and  on  most  of  the  islands  including Franklin  Island  and  Snake  Island. </w:t>
            </w:r>
          </w:p>
          <w:p w14:paraId="7AC0955B" w14:textId="77777777" w:rsidR="00060E17" w:rsidRDefault="00060E17">
            <w:pPr>
              <w:pStyle w:val="pStyle"/>
              <w:rPr>
                <w:rStyle w:val="almostEmpty"/>
              </w:rPr>
            </w:pPr>
          </w:p>
          <w:p w14:paraId="492EC59C" w14:textId="77777777" w:rsidR="00060E17" w:rsidRDefault="00060E17">
            <w:pPr>
              <w:spacing w:after="0" w:line="240" w:lineRule="auto"/>
              <w:ind w:left="57"/>
            </w:pPr>
          </w:p>
        </w:tc>
      </w:tr>
    </w:tbl>
    <w:p w14:paraId="50656E62" w14:textId="77777777" w:rsidR="00060E17" w:rsidRDefault="00060E17">
      <w:pPr>
        <w:sectPr w:rsidR="00060E17">
          <w:pgSz w:w="11905" w:h="16837"/>
          <w:pgMar w:top="1440" w:right="1440" w:bottom="1440" w:left="1440" w:header="720" w:footer="720" w:gutter="0"/>
          <w:cols w:space="720"/>
        </w:sectPr>
      </w:pPr>
    </w:p>
    <w:p w14:paraId="5E487673" w14:textId="77777777" w:rsidR="00060E17" w:rsidRDefault="00D61344">
      <w:pPr>
        <w:pStyle w:val="pstyleSectionL0"/>
      </w:pPr>
      <w:r>
        <w:rPr>
          <w:rStyle w:val="styleL0"/>
        </w:rPr>
        <w:lastRenderedPageBreak/>
        <w:t>What is the Site like?</w:t>
      </w:r>
    </w:p>
    <w:p w14:paraId="1CF4F33F" w14:textId="5AA75410" w:rsidR="00060E17" w:rsidRDefault="00D61344">
      <w:r>
        <w:rPr>
          <w:noProof/>
          <w:lang w:val="en-AU"/>
        </w:rPr>
        <mc:AlternateContent>
          <mc:Choice Requires="wps">
            <w:drawing>
              <wp:inline distT="0" distB="0" distL="0" distR="0" wp14:anchorId="5BCFFAC5" wp14:editId="2B1EE0EB">
                <wp:extent cx="7620000" cy="635"/>
                <wp:effectExtent l="9525" t="9525" r="9525" b="9525"/>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88D09AA" id="AutoShape 4" o:spid="_x0000_s1026" type="#_x0000_t32" style="width:60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" strokeweight="1pt">
                <w10:anchorlock/>
              </v:shape>
            </w:pict>
          </mc:Fallback>
        </mc:AlternateContent>
      </w:r>
    </w:p>
    <w:p w14:paraId="7C2466B7" w14:textId="77777777" w:rsidR="00060E17" w:rsidRDefault="00D61344">
      <w:pPr>
        <w:pStyle w:val="pstyleSectionL1"/>
      </w:pPr>
      <w:r>
        <w:rPr>
          <w:rStyle w:val="styleL1"/>
        </w:rPr>
        <w:t>4.1 Ecological character</w:t>
      </w:r>
    </w:p>
    <w:p w14:paraId="1B85687A" w14:textId="77777777" w:rsidR="00060E17" w:rsidRDefault="00D61344">
      <w:pPr>
        <w:pStyle w:val="pstyleSection"/>
      </w:pPr>
      <w:r>
        <w:rPr>
          <w:rStyle w:val="styleL2"/>
        </w:rPr>
        <w:t xml:space="preserve"> </w:t>
      </w:r>
    </w:p>
    <w:p w14:paraId="6805DCAC" w14:textId="77777777" w:rsidR="00060E17" w:rsidRDefault="00D61344">
      <w:pPr>
        <w:pStyle w:val="pstyleComments"/>
      </w:pPr>
      <w:r>
        <w:rPr>
          <w:rStyle w:val="styleC3comment"/>
        </w:rPr>
        <w:t>Please summarize the ecological components, processes and services which are critical to determining the ecological character of the site. Please also summarize any natural variability in the ecological character of the site, and any known past or current change</w:t>
      </w:r>
    </w:p>
    <w:p w14:paraId="43EF8FD8" w14:textId="77777777" w:rsidR="00060E17" w:rsidRDefault="00D61344">
      <w:pPr>
        <w:pStyle w:val="pstyleLabels"/>
      </w:pPr>
      <w:r>
        <w:rPr>
          <w:rStyle w:val="styleHint1txt"/>
        </w:rPr>
        <w:t xml:space="preserve"> (This field is limited to 4000 characters) </w:t>
      </w:r>
    </w:p>
    <w:tbl>
      <w:tblPr>
        <w:tblStyle w:val="myFieldTableStyle"/>
        <w:tblW w:w="0" w:type="auto"/>
        <w:tblInd w:w="-8" w:type="dxa"/>
        <w:tblLook w:val="04A0" w:firstRow="1" w:lastRow="0" w:firstColumn="1" w:lastColumn="0" w:noHBand="0" w:noVBand="1"/>
      </w:tblPr>
      <w:tblGrid>
        <w:gridCol w:w="194"/>
        <w:gridCol w:w="8834"/>
      </w:tblGrid>
      <w:tr w:rsidR="00060E17" w14:paraId="732F50D4"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586E37BF" w14:textId="77777777" w:rsidR="00060E17" w:rsidRDefault="00060E17"/>
        </w:tc>
        <w:tc>
          <w:tcPr>
            <w:tcW w:w="9500" w:type="dxa"/>
          </w:tcPr>
          <w:p w14:paraId="175D71E8" w14:textId="77777777" w:rsidR="00060E17" w:rsidRDefault="00060E17">
            <w:pPr>
              <w:pStyle w:val="pStyle"/>
              <w:rPr>
                <w:rStyle w:val="almostEmpty"/>
              </w:rPr>
            </w:pPr>
          </w:p>
          <w:p w14:paraId="76E78AC0" w14:textId="77777777" w:rsidR="00060E17" w:rsidRDefault="00D61344">
            <w:pPr>
              <w:spacing w:after="0" w:line="240" w:lineRule="auto"/>
              <w:ind w:left="57"/>
            </w:pPr>
            <w:r>
              <w:rPr>
                <w:rStyle w:val="styleDatatxt"/>
              </w:rPr>
              <w:t xml:space="preserve">The Corner Inlet Ramsar site supports a diversity of ecological features, including 14 wetland types. Mangroves and saltmarsh are present along the tidal flats, embayments and creeks within the site, while vegetation communities on the sand islands include dune grass, scrub and woodland. The wetland habitats support a variety of fauna species, with the diversity and abundance of waterbirds particularly notable. </w:t>
            </w:r>
          </w:p>
          <w:p w14:paraId="2BC2CDCE" w14:textId="77777777" w:rsidR="00060E17" w:rsidRDefault="00060E17">
            <w:pPr>
              <w:pStyle w:val="pStyle"/>
              <w:rPr>
                <w:rStyle w:val="almostEmpty"/>
              </w:rPr>
            </w:pPr>
          </w:p>
          <w:p w14:paraId="6B5E1A98" w14:textId="77777777" w:rsidR="00060E17" w:rsidRDefault="00D61344">
            <w:pPr>
              <w:spacing w:after="0" w:line="240" w:lineRule="auto"/>
              <w:ind w:left="57"/>
            </w:pPr>
            <w:r>
              <w:rPr>
                <w:rStyle w:val="styleDatatxt"/>
              </w:rPr>
              <w:t xml:space="preserve">Two components, a process and two services are critical to the ecological character of the Ramsar site (BMT WBM 2011).  </w:t>
            </w:r>
          </w:p>
          <w:p w14:paraId="142F335B" w14:textId="77777777" w:rsidR="00060E17" w:rsidRDefault="00060E17">
            <w:pPr>
              <w:pStyle w:val="pStyle"/>
              <w:rPr>
                <w:rStyle w:val="almostEmpty"/>
              </w:rPr>
            </w:pPr>
          </w:p>
          <w:p w14:paraId="71D1E087" w14:textId="77777777" w:rsidR="00060E17" w:rsidRDefault="00D61344">
            <w:pPr>
              <w:spacing w:after="0" w:line="240" w:lineRule="auto"/>
              <w:ind w:left="57"/>
            </w:pPr>
            <w:r>
              <w:rPr>
                <w:rStyle w:val="styleDatatxt"/>
              </w:rPr>
              <w:t xml:space="preserve">1. Marine and Estuarine Wetland Habitats (critical component) including: </w:t>
            </w:r>
          </w:p>
          <w:p w14:paraId="1B9F9D45" w14:textId="77777777" w:rsidR="00060E17" w:rsidRDefault="00060E17">
            <w:pPr>
              <w:pStyle w:val="pStyle"/>
              <w:rPr>
                <w:rStyle w:val="almostEmpty"/>
              </w:rPr>
            </w:pPr>
          </w:p>
          <w:p w14:paraId="55612E37" w14:textId="77777777" w:rsidR="00060E17" w:rsidRDefault="00D61344">
            <w:pPr>
              <w:spacing w:after="0" w:line="240" w:lineRule="auto"/>
              <w:ind w:left="57"/>
            </w:pPr>
            <w:r>
              <w:rPr>
                <w:rStyle w:val="styleDatatxt"/>
              </w:rPr>
              <w:t xml:space="preserve">- Seagrass beds which provide the basis of benthic food webs at the site, important nursery habitat for stocks of fish, regulatory services through stabilization of coastal sediments and are responsible for a significant portion of critical processes, e.g., primary production, sediment stabilization, nutrient, carbon and energy cycling. </w:t>
            </w:r>
          </w:p>
          <w:p w14:paraId="0C36DF22" w14:textId="77777777" w:rsidR="00060E17" w:rsidRDefault="00060E17">
            <w:pPr>
              <w:pStyle w:val="pStyle"/>
              <w:rPr>
                <w:rStyle w:val="almostEmpty"/>
              </w:rPr>
            </w:pPr>
          </w:p>
          <w:p w14:paraId="301AC517" w14:textId="77777777" w:rsidR="00060E17" w:rsidRDefault="00D61344">
            <w:pPr>
              <w:spacing w:after="0" w:line="240" w:lineRule="auto"/>
              <w:ind w:left="57"/>
            </w:pPr>
            <w:r>
              <w:rPr>
                <w:rStyle w:val="styleDatatxt"/>
              </w:rPr>
              <w:t xml:space="preserve">- Saltmarsh which forms an important linkage between terrestrial and marine-based ecosystems </w:t>
            </w:r>
          </w:p>
          <w:p w14:paraId="0E07BD81" w14:textId="77777777" w:rsidR="00060E17" w:rsidRDefault="00060E17">
            <w:pPr>
              <w:pStyle w:val="pStyle"/>
              <w:rPr>
                <w:rStyle w:val="almostEmpty"/>
              </w:rPr>
            </w:pPr>
          </w:p>
          <w:p w14:paraId="59FDAF8A" w14:textId="77777777" w:rsidR="00060E17" w:rsidRDefault="00D61344">
            <w:pPr>
              <w:spacing w:after="0" w:line="240" w:lineRule="auto"/>
              <w:ind w:left="57"/>
            </w:pPr>
            <w:r>
              <w:rPr>
                <w:rStyle w:val="styleDatatxt"/>
              </w:rPr>
              <w:t xml:space="preserve">- Mangroves which provide habitat for juvenile fish and other marine organisms and protecting the shoreline from erosion </w:t>
            </w:r>
          </w:p>
          <w:p w14:paraId="74442B61" w14:textId="77777777" w:rsidR="00060E17" w:rsidRDefault="00060E17">
            <w:pPr>
              <w:pStyle w:val="pStyle"/>
              <w:rPr>
                <w:rStyle w:val="almostEmpty"/>
              </w:rPr>
            </w:pPr>
          </w:p>
          <w:p w14:paraId="764117CE" w14:textId="77777777" w:rsidR="00060E17" w:rsidRDefault="00D61344">
            <w:pPr>
              <w:spacing w:after="0" w:line="240" w:lineRule="auto"/>
              <w:ind w:left="57"/>
            </w:pPr>
            <w:r>
              <w:rPr>
                <w:rStyle w:val="styleDatatxt"/>
              </w:rPr>
              <w:t xml:space="preserve">- Permanent shallow marine waters which supports invertebrate activity important for benthic foodwebs and nutrient cycling </w:t>
            </w:r>
          </w:p>
          <w:p w14:paraId="3A3B2582" w14:textId="77777777" w:rsidR="00060E17" w:rsidRDefault="00060E17">
            <w:pPr>
              <w:pStyle w:val="pStyle"/>
              <w:rPr>
                <w:rStyle w:val="almostEmpty"/>
              </w:rPr>
            </w:pPr>
          </w:p>
          <w:p w14:paraId="0A1AC6D2" w14:textId="77777777" w:rsidR="00060E17" w:rsidRDefault="00D61344">
            <w:pPr>
              <w:spacing w:after="0" w:line="240" w:lineRule="auto"/>
              <w:ind w:left="57"/>
            </w:pPr>
            <w:r>
              <w:rPr>
                <w:rStyle w:val="styleDatatxt"/>
              </w:rPr>
              <w:t xml:space="preserve">- Intertidal flats are important for supporting microphytobenthos (a key driver of foodwebs), macroinvetebrates (prey resources for fish and waders and important for nutrient cycling). </w:t>
            </w:r>
          </w:p>
          <w:p w14:paraId="404A0A8E" w14:textId="77777777" w:rsidR="00060E17" w:rsidRDefault="00060E17">
            <w:pPr>
              <w:pStyle w:val="pStyle"/>
              <w:rPr>
                <w:rStyle w:val="almostEmpty"/>
              </w:rPr>
            </w:pPr>
          </w:p>
          <w:p w14:paraId="7383C020" w14:textId="77777777" w:rsidR="00060E17" w:rsidRDefault="00D61344">
            <w:pPr>
              <w:spacing w:after="0" w:line="240" w:lineRule="auto"/>
              <w:ind w:left="57"/>
            </w:pPr>
            <w:r>
              <w:rPr>
                <w:rStyle w:val="styleDatatxt"/>
              </w:rPr>
              <w:t xml:space="preserve">2. Waterbird abundance and diversity (critical component) with 95 species recorded, including 26 species of palaearctic migratory shorebirds and a mean maximum count of 36,000 shorebirds in 2011-2015. </w:t>
            </w:r>
          </w:p>
          <w:p w14:paraId="206E83F6" w14:textId="77777777" w:rsidR="00060E17" w:rsidRDefault="00060E17">
            <w:pPr>
              <w:pStyle w:val="pStyle"/>
              <w:rPr>
                <w:rStyle w:val="almostEmpty"/>
              </w:rPr>
            </w:pPr>
          </w:p>
          <w:p w14:paraId="4AC9436B" w14:textId="77777777" w:rsidR="00060E17" w:rsidRDefault="00D61344">
            <w:pPr>
              <w:spacing w:after="0" w:line="240" w:lineRule="auto"/>
              <w:ind w:left="57"/>
            </w:pPr>
            <w:r>
              <w:rPr>
                <w:rStyle w:val="styleDatatxt"/>
              </w:rPr>
              <w:t xml:space="preserve">3. Waterbird breeding (critical process), notably of five beach nesting species </w:t>
            </w:r>
          </w:p>
          <w:p w14:paraId="262C2B8D" w14:textId="77777777" w:rsidR="00060E17" w:rsidRDefault="00060E17">
            <w:pPr>
              <w:pStyle w:val="pStyle"/>
              <w:rPr>
                <w:rStyle w:val="almostEmpty"/>
              </w:rPr>
            </w:pPr>
          </w:p>
          <w:p w14:paraId="078F853C" w14:textId="77777777" w:rsidR="00060E17" w:rsidRDefault="00D61344">
            <w:pPr>
              <w:spacing w:after="0" w:line="240" w:lineRule="auto"/>
              <w:ind w:left="57"/>
            </w:pPr>
            <w:r>
              <w:rPr>
                <w:rStyle w:val="styleDatatxt"/>
              </w:rPr>
              <w:t xml:space="preserve">4. Threatened species (critical service) which include 8 species of Palaearctic migratory shorebird and the Australian grayling (Prototroctes maraena). </w:t>
            </w:r>
          </w:p>
          <w:p w14:paraId="27F70D70" w14:textId="77777777" w:rsidR="00060E17" w:rsidRDefault="00060E17">
            <w:pPr>
              <w:pStyle w:val="pStyle"/>
              <w:rPr>
                <w:rStyle w:val="almostEmpty"/>
              </w:rPr>
            </w:pPr>
          </w:p>
          <w:p w14:paraId="4BCB55D5" w14:textId="77777777" w:rsidR="00060E17" w:rsidRDefault="00D61344">
            <w:pPr>
              <w:spacing w:after="0" w:line="240" w:lineRule="auto"/>
              <w:ind w:left="57"/>
            </w:pPr>
            <w:r>
              <w:rPr>
                <w:rStyle w:val="styleDatatxt"/>
              </w:rPr>
              <w:t xml:space="preserve">5. Fisheries resource values (critical service) ) - important habitats, feeding areas, dispersal and migratory pathways, and spawning sites for numerous fish species of direct and indirect fisheries significance. </w:t>
            </w:r>
          </w:p>
          <w:p w14:paraId="52A8A58B" w14:textId="77777777" w:rsidR="00060E17" w:rsidRDefault="00060E17">
            <w:pPr>
              <w:pStyle w:val="pStyle"/>
              <w:rPr>
                <w:rStyle w:val="almostEmpty"/>
              </w:rPr>
            </w:pPr>
          </w:p>
          <w:p w14:paraId="2AE3A52E" w14:textId="77777777" w:rsidR="00060E17" w:rsidRDefault="00D61344">
            <w:pPr>
              <w:spacing w:after="0" w:line="240" w:lineRule="auto"/>
              <w:ind w:left="57"/>
            </w:pPr>
            <w:r>
              <w:rPr>
                <w:rStyle w:val="styleDatatxt"/>
              </w:rPr>
              <w:t xml:space="preserve"> </w:t>
            </w:r>
          </w:p>
          <w:p w14:paraId="7A44ADD3" w14:textId="77777777" w:rsidR="00060E17" w:rsidRDefault="00060E17">
            <w:pPr>
              <w:pStyle w:val="pStyle"/>
              <w:rPr>
                <w:rStyle w:val="almostEmpty"/>
              </w:rPr>
            </w:pPr>
          </w:p>
          <w:p w14:paraId="37CD68DF" w14:textId="77777777" w:rsidR="00060E17" w:rsidRDefault="00D61344">
            <w:pPr>
              <w:spacing w:after="0" w:line="240" w:lineRule="auto"/>
              <w:ind w:left="57"/>
            </w:pPr>
            <w:r>
              <w:rPr>
                <w:rStyle w:val="styleDatatxt"/>
              </w:rPr>
              <w:t xml:space="preserve">The limit of natural variability, where known, are reflected in limits of acceptable change for each of these critical components, processes and services (BMT WBM, 2011 and Hale, in prep.) </w:t>
            </w:r>
          </w:p>
          <w:p w14:paraId="5E3CF82B" w14:textId="77777777" w:rsidR="00060E17" w:rsidRDefault="00060E17">
            <w:pPr>
              <w:pStyle w:val="pStyle"/>
              <w:rPr>
                <w:rStyle w:val="almostEmpty"/>
              </w:rPr>
            </w:pPr>
          </w:p>
          <w:p w14:paraId="64097C8F" w14:textId="77777777" w:rsidR="00060E17" w:rsidRDefault="00D61344">
            <w:pPr>
              <w:spacing w:after="0" w:line="240" w:lineRule="auto"/>
              <w:ind w:left="57"/>
            </w:pPr>
            <w:r>
              <w:rPr>
                <w:rStyle w:val="styleDatatxt"/>
              </w:rPr>
              <w:t xml:space="preserve">In the 2011-2015 period, the counts of curlew sandpiper, eastern curlew and red knot recorded in the Ramsar site declined by more than 50%.  The populations of these three species are known to be in decline in the East Asian-Australasian Flyway, with speculation that this is a result of habitat loss in staging areas (MacKinnon et al. 2012, Murray et al. 2015, Hua et al. 2015). The decline is not related to conditions in the Corner Inlet Ramsar Site and is not considered to be a potential change in character. </w:t>
            </w:r>
          </w:p>
          <w:p w14:paraId="5AFC6C37" w14:textId="77777777" w:rsidR="00060E17" w:rsidRDefault="00060E17">
            <w:pPr>
              <w:pStyle w:val="pStyle"/>
              <w:rPr>
                <w:rStyle w:val="almostEmpty"/>
              </w:rPr>
            </w:pPr>
          </w:p>
          <w:p w14:paraId="20D053E6" w14:textId="77777777" w:rsidR="00060E17" w:rsidRDefault="00060E17">
            <w:pPr>
              <w:spacing w:after="0" w:line="240" w:lineRule="auto"/>
              <w:ind w:left="57"/>
            </w:pPr>
          </w:p>
        </w:tc>
      </w:tr>
    </w:tbl>
    <w:p w14:paraId="793CD0A5" w14:textId="77777777" w:rsidR="00060E17" w:rsidRDefault="00060E17">
      <w:pPr>
        <w:sectPr w:rsidR="00060E17">
          <w:pgSz w:w="11905" w:h="16837"/>
          <w:pgMar w:top="1440" w:right="1440" w:bottom="1440" w:left="1440" w:header="720" w:footer="720" w:gutter="0"/>
          <w:cols w:space="720"/>
        </w:sectPr>
      </w:pPr>
    </w:p>
    <w:p w14:paraId="2D1D3F0E" w14:textId="77777777" w:rsidR="00060E17" w:rsidRDefault="00D61344">
      <w:pPr>
        <w:pStyle w:val="pstyleSectionL1"/>
      </w:pPr>
      <w:r>
        <w:rPr>
          <w:rStyle w:val="styleL1"/>
        </w:rPr>
        <w:lastRenderedPageBreak/>
        <w:t>4.2 What wetland type(s) are in the site?</w:t>
      </w:r>
    </w:p>
    <w:p w14:paraId="5608D254" w14:textId="77777777" w:rsidR="00060E17" w:rsidRDefault="00D61344">
      <w:pPr>
        <w:pStyle w:val="pstyleSection"/>
      </w:pPr>
      <w:r>
        <w:rPr>
          <w:rStyle w:val="styleL2"/>
        </w:rPr>
        <w:t xml:space="preserve"> </w:t>
      </w:r>
    </w:p>
    <w:p w14:paraId="2B79BCFB" w14:textId="77777777" w:rsidR="00060E17" w:rsidRDefault="00D61344">
      <w:pPr>
        <w:pStyle w:val="pstyleComments"/>
      </w:pPr>
      <w:r>
        <w:rPr>
          <w:rStyle w:val="styleC3comment"/>
        </w:rPr>
        <w:t>Please list all wetland types which occur on the site, and for each of them: - rank the four most abundant types by area from 1 (greatest extent) to 4 (least extent) in the third column,  - if the information exists, provide the area (in ha) in the fourth column - if this wetland type is used for justifying the application of Criterion 1, indicate if it is representative, rare or unique in the last column - you can give the local name of the wetland type if different from the Ramsar classification system in the second column</w:t>
      </w:r>
    </w:p>
    <w:p w14:paraId="7853A233" w14:textId="77777777" w:rsidR="00060E17" w:rsidRDefault="00D61344">
      <w:pPr>
        <w:pStyle w:val="pstyleLabels"/>
      </w:pPr>
      <w:r>
        <w:rPr>
          <w:rStyle w:val="styleC3"/>
        </w:rPr>
        <w:t>Marine or coastal wetlands</w:t>
      </w:r>
    </w:p>
    <w:tbl>
      <w:tblPr>
        <w:tblStyle w:val="FancyTable"/>
        <w:tblW w:w="0" w:type="auto"/>
        <w:tblInd w:w="-8" w:type="dxa"/>
        <w:tblLook w:val="04A0" w:firstRow="1" w:lastRow="0" w:firstColumn="1" w:lastColumn="0" w:noHBand="0" w:noVBand="1"/>
      </w:tblPr>
      <w:tblGrid>
        <w:gridCol w:w="1750"/>
        <w:gridCol w:w="1750"/>
        <w:gridCol w:w="1750"/>
        <w:gridCol w:w="1750"/>
        <w:gridCol w:w="1750"/>
      </w:tblGrid>
      <w:tr w:rsidR="00060E17" w14:paraId="7F133BAD"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3B82877F" w14:textId="77777777" w:rsidR="00060E17" w:rsidRDefault="00D61344">
            <w:pPr>
              <w:spacing w:after="0" w:line="240" w:lineRule="auto"/>
              <w:jc w:val="center"/>
            </w:pPr>
            <w:r>
              <w:rPr>
                <w:b/>
                <w:bCs/>
                <w:sz w:val="18"/>
                <w:szCs w:val="18"/>
              </w:rPr>
              <w:t>Wetland types (code and name)</w:t>
            </w:r>
          </w:p>
        </w:tc>
        <w:tc>
          <w:tcPr>
            <w:tcW w:w="1750" w:type="dxa"/>
          </w:tcPr>
          <w:p w14:paraId="1994EE7A" w14:textId="77777777" w:rsidR="00060E17" w:rsidRDefault="00D61344">
            <w:pPr>
              <w:spacing w:after="0" w:line="240" w:lineRule="auto"/>
              <w:jc w:val="center"/>
            </w:pPr>
            <w:r>
              <w:rPr>
                <w:b/>
                <w:bCs/>
                <w:sz w:val="18"/>
                <w:szCs w:val="18"/>
              </w:rPr>
              <w:t>Local name</w:t>
            </w:r>
          </w:p>
        </w:tc>
        <w:tc>
          <w:tcPr>
            <w:tcW w:w="1750" w:type="dxa"/>
          </w:tcPr>
          <w:p w14:paraId="018D81E9" w14:textId="77777777" w:rsidR="00060E17" w:rsidRDefault="00D61344">
            <w:pPr>
              <w:spacing w:after="0" w:line="240" w:lineRule="auto"/>
              <w:jc w:val="center"/>
            </w:pPr>
            <w:r>
              <w:rPr>
                <w:b/>
                <w:bCs/>
                <w:sz w:val="18"/>
                <w:szCs w:val="18"/>
              </w:rPr>
              <w:t>Ranking of extent (1: greatest - 4: least)</w:t>
            </w:r>
          </w:p>
        </w:tc>
        <w:tc>
          <w:tcPr>
            <w:tcW w:w="1750" w:type="dxa"/>
          </w:tcPr>
          <w:p w14:paraId="2CBD74FA" w14:textId="77777777" w:rsidR="00060E17" w:rsidRDefault="00D61344">
            <w:pPr>
              <w:spacing w:after="0" w:line="240" w:lineRule="auto"/>
              <w:jc w:val="center"/>
            </w:pPr>
            <w:r>
              <w:rPr>
                <w:b/>
                <w:bCs/>
                <w:sz w:val="18"/>
                <w:szCs w:val="18"/>
              </w:rPr>
              <w:t>Area (ha) of wetland type</w:t>
            </w:r>
          </w:p>
        </w:tc>
        <w:tc>
          <w:tcPr>
            <w:tcW w:w="1750" w:type="dxa"/>
          </w:tcPr>
          <w:p w14:paraId="7B3D7089" w14:textId="77777777" w:rsidR="00060E17" w:rsidRDefault="00D61344">
            <w:pPr>
              <w:spacing w:after="0" w:line="240" w:lineRule="auto"/>
              <w:jc w:val="center"/>
            </w:pPr>
            <w:r>
              <w:rPr>
                <w:b/>
                <w:bCs/>
                <w:sz w:val="18"/>
                <w:szCs w:val="18"/>
              </w:rPr>
              <w:t>Justification of Criterion 1</w:t>
            </w:r>
          </w:p>
        </w:tc>
      </w:tr>
      <w:tr w:rsidR="00060E17" w14:paraId="724832EF" w14:textId="77777777" w:rsidTr="00060E17">
        <w:trPr>
          <w:trHeight w:val="200"/>
        </w:trPr>
        <w:tc>
          <w:tcPr>
            <w:tcW w:w="1750" w:type="dxa"/>
          </w:tcPr>
          <w:p w14:paraId="1FE566D8" w14:textId="77777777" w:rsidR="00060E17" w:rsidRDefault="00D61344">
            <w:r>
              <w:rPr>
                <w:rStyle w:val="styleSubformtxt"/>
              </w:rPr>
              <w:t>A: Permanent shallow marine waters</w:t>
            </w:r>
          </w:p>
        </w:tc>
        <w:tc>
          <w:tcPr>
            <w:tcW w:w="1750" w:type="dxa"/>
          </w:tcPr>
          <w:p w14:paraId="3EA71DD9" w14:textId="77777777" w:rsidR="00060E17" w:rsidRDefault="00060E17"/>
        </w:tc>
        <w:tc>
          <w:tcPr>
            <w:tcW w:w="1750" w:type="dxa"/>
          </w:tcPr>
          <w:p w14:paraId="2C30DC35" w14:textId="77777777" w:rsidR="00060E17" w:rsidRDefault="00D61344">
            <w:r>
              <w:rPr>
                <w:rStyle w:val="styleSubformtxt"/>
              </w:rPr>
              <w:t>3</w:t>
            </w:r>
          </w:p>
        </w:tc>
        <w:tc>
          <w:tcPr>
            <w:tcW w:w="1750" w:type="dxa"/>
          </w:tcPr>
          <w:p w14:paraId="697CB6F1" w14:textId="77777777" w:rsidR="00060E17" w:rsidRDefault="00D61344">
            <w:r>
              <w:rPr>
                <w:rStyle w:val="styleSubformtxt"/>
              </w:rPr>
              <w:t>10520</w:t>
            </w:r>
          </w:p>
        </w:tc>
        <w:tc>
          <w:tcPr>
            <w:tcW w:w="1750" w:type="dxa"/>
          </w:tcPr>
          <w:p w14:paraId="708325A6" w14:textId="77777777" w:rsidR="00060E17" w:rsidRDefault="00060E17"/>
        </w:tc>
      </w:tr>
      <w:tr w:rsidR="00060E17" w14:paraId="2D9B7933" w14:textId="77777777" w:rsidTr="00060E17">
        <w:trPr>
          <w:trHeight w:val="200"/>
        </w:trPr>
        <w:tc>
          <w:tcPr>
            <w:tcW w:w="1750" w:type="dxa"/>
          </w:tcPr>
          <w:p w14:paraId="56D6EEBD" w14:textId="77777777" w:rsidR="00060E17" w:rsidRDefault="00D61344">
            <w:r>
              <w:rPr>
                <w:rStyle w:val="styleSubformtxt"/>
              </w:rPr>
              <w:t>B: Marine subtidal aquatic beds (Underwater vegetation)</w:t>
            </w:r>
          </w:p>
        </w:tc>
        <w:tc>
          <w:tcPr>
            <w:tcW w:w="1750" w:type="dxa"/>
          </w:tcPr>
          <w:p w14:paraId="0E91A281" w14:textId="77777777" w:rsidR="00060E17" w:rsidRDefault="00060E17"/>
        </w:tc>
        <w:tc>
          <w:tcPr>
            <w:tcW w:w="1750" w:type="dxa"/>
          </w:tcPr>
          <w:p w14:paraId="0413DA2D" w14:textId="77777777" w:rsidR="00060E17" w:rsidRDefault="00D61344">
            <w:r>
              <w:rPr>
                <w:rStyle w:val="styleSubformtxt"/>
              </w:rPr>
              <w:t>2</w:t>
            </w:r>
          </w:p>
        </w:tc>
        <w:tc>
          <w:tcPr>
            <w:tcW w:w="1750" w:type="dxa"/>
          </w:tcPr>
          <w:p w14:paraId="08A5A361" w14:textId="77777777" w:rsidR="00060E17" w:rsidRDefault="00D61344">
            <w:r>
              <w:rPr>
                <w:rStyle w:val="styleSubformtxt"/>
              </w:rPr>
              <w:t>14810</w:t>
            </w:r>
          </w:p>
        </w:tc>
        <w:tc>
          <w:tcPr>
            <w:tcW w:w="1750" w:type="dxa"/>
          </w:tcPr>
          <w:p w14:paraId="55796819" w14:textId="77777777" w:rsidR="00060E17" w:rsidRDefault="00D61344">
            <w:r>
              <w:rPr>
                <w:rStyle w:val="styleSubformtxt"/>
              </w:rPr>
              <w:t>Representative</w:t>
            </w:r>
          </w:p>
        </w:tc>
      </w:tr>
      <w:tr w:rsidR="00060E17" w14:paraId="0F9E717D" w14:textId="77777777" w:rsidTr="00060E17">
        <w:trPr>
          <w:trHeight w:val="200"/>
        </w:trPr>
        <w:tc>
          <w:tcPr>
            <w:tcW w:w="1750" w:type="dxa"/>
          </w:tcPr>
          <w:p w14:paraId="40856581" w14:textId="77777777" w:rsidR="00060E17" w:rsidRDefault="00D61344">
            <w:r>
              <w:rPr>
                <w:rStyle w:val="styleSubformtxt"/>
              </w:rPr>
              <w:t>D: Rocky marine shores</w:t>
            </w:r>
          </w:p>
        </w:tc>
        <w:tc>
          <w:tcPr>
            <w:tcW w:w="1750" w:type="dxa"/>
          </w:tcPr>
          <w:p w14:paraId="5893E6BF" w14:textId="77777777" w:rsidR="00060E17" w:rsidRDefault="00060E17"/>
        </w:tc>
        <w:tc>
          <w:tcPr>
            <w:tcW w:w="1750" w:type="dxa"/>
          </w:tcPr>
          <w:p w14:paraId="3D0801E8" w14:textId="77777777" w:rsidR="00060E17" w:rsidRDefault="00D61344">
            <w:r>
              <w:rPr>
                <w:rStyle w:val="styleSubformtxt"/>
              </w:rPr>
              <w:t>0</w:t>
            </w:r>
          </w:p>
        </w:tc>
        <w:tc>
          <w:tcPr>
            <w:tcW w:w="1750" w:type="dxa"/>
          </w:tcPr>
          <w:p w14:paraId="773DF6EC" w14:textId="77777777" w:rsidR="00060E17" w:rsidRDefault="00D61344">
            <w:r>
              <w:rPr>
                <w:rStyle w:val="styleSubformtxt"/>
              </w:rPr>
              <w:t>0.002</w:t>
            </w:r>
          </w:p>
        </w:tc>
        <w:tc>
          <w:tcPr>
            <w:tcW w:w="1750" w:type="dxa"/>
          </w:tcPr>
          <w:p w14:paraId="1F36AD2E" w14:textId="77777777" w:rsidR="00060E17" w:rsidRDefault="00060E17"/>
        </w:tc>
      </w:tr>
      <w:tr w:rsidR="00060E17" w14:paraId="688616B3" w14:textId="77777777" w:rsidTr="00060E17">
        <w:trPr>
          <w:trHeight w:val="200"/>
        </w:trPr>
        <w:tc>
          <w:tcPr>
            <w:tcW w:w="1750" w:type="dxa"/>
          </w:tcPr>
          <w:p w14:paraId="4C748F97" w14:textId="77777777" w:rsidR="00060E17" w:rsidRDefault="00D61344">
            <w:r>
              <w:rPr>
                <w:rStyle w:val="styleSubformtxt"/>
              </w:rPr>
              <w:t>E: Sand, shingle or pebble shores</w:t>
            </w:r>
          </w:p>
        </w:tc>
        <w:tc>
          <w:tcPr>
            <w:tcW w:w="1750" w:type="dxa"/>
          </w:tcPr>
          <w:p w14:paraId="2EB58320" w14:textId="77777777" w:rsidR="00060E17" w:rsidRDefault="00060E17"/>
        </w:tc>
        <w:tc>
          <w:tcPr>
            <w:tcW w:w="1750" w:type="dxa"/>
          </w:tcPr>
          <w:p w14:paraId="0474325A" w14:textId="77777777" w:rsidR="00060E17" w:rsidRDefault="00D61344">
            <w:r>
              <w:rPr>
                <w:rStyle w:val="styleSubformtxt"/>
              </w:rPr>
              <w:t>0</w:t>
            </w:r>
          </w:p>
        </w:tc>
        <w:tc>
          <w:tcPr>
            <w:tcW w:w="1750" w:type="dxa"/>
          </w:tcPr>
          <w:p w14:paraId="78BC645C" w14:textId="77777777" w:rsidR="00060E17" w:rsidRDefault="00060E17"/>
        </w:tc>
        <w:tc>
          <w:tcPr>
            <w:tcW w:w="1750" w:type="dxa"/>
          </w:tcPr>
          <w:p w14:paraId="6E630A11" w14:textId="77777777" w:rsidR="00060E17" w:rsidRDefault="00060E17"/>
        </w:tc>
      </w:tr>
      <w:tr w:rsidR="00060E17" w14:paraId="2C631239" w14:textId="77777777" w:rsidTr="00060E17">
        <w:trPr>
          <w:trHeight w:val="200"/>
        </w:trPr>
        <w:tc>
          <w:tcPr>
            <w:tcW w:w="1750" w:type="dxa"/>
          </w:tcPr>
          <w:p w14:paraId="7B21B9D9" w14:textId="77777777" w:rsidR="00060E17" w:rsidRDefault="00D61344">
            <w:r>
              <w:rPr>
                <w:rStyle w:val="styleSubformtxt"/>
              </w:rPr>
              <w:t>F: Estuarine waters</w:t>
            </w:r>
          </w:p>
        </w:tc>
        <w:tc>
          <w:tcPr>
            <w:tcW w:w="1750" w:type="dxa"/>
          </w:tcPr>
          <w:p w14:paraId="57E3BE74" w14:textId="77777777" w:rsidR="00060E17" w:rsidRDefault="00060E17"/>
        </w:tc>
        <w:tc>
          <w:tcPr>
            <w:tcW w:w="1750" w:type="dxa"/>
          </w:tcPr>
          <w:p w14:paraId="570E5576" w14:textId="77777777" w:rsidR="00060E17" w:rsidRDefault="00D61344">
            <w:r>
              <w:rPr>
                <w:rStyle w:val="styleSubformtxt"/>
              </w:rPr>
              <w:t>0</w:t>
            </w:r>
          </w:p>
        </w:tc>
        <w:tc>
          <w:tcPr>
            <w:tcW w:w="1750" w:type="dxa"/>
          </w:tcPr>
          <w:p w14:paraId="5BF16A3B" w14:textId="77777777" w:rsidR="00060E17" w:rsidRDefault="00D61344">
            <w:r>
              <w:rPr>
                <w:rStyle w:val="styleSubformtxt"/>
              </w:rPr>
              <w:t>1090</w:t>
            </w:r>
          </w:p>
        </w:tc>
        <w:tc>
          <w:tcPr>
            <w:tcW w:w="1750" w:type="dxa"/>
          </w:tcPr>
          <w:p w14:paraId="57853585" w14:textId="77777777" w:rsidR="00060E17" w:rsidRDefault="00060E17"/>
        </w:tc>
      </w:tr>
      <w:tr w:rsidR="00060E17" w14:paraId="4E1EE03F" w14:textId="77777777" w:rsidTr="00060E17">
        <w:trPr>
          <w:trHeight w:val="200"/>
        </w:trPr>
        <w:tc>
          <w:tcPr>
            <w:tcW w:w="1750" w:type="dxa"/>
          </w:tcPr>
          <w:p w14:paraId="6FBEE58D" w14:textId="77777777" w:rsidR="00060E17" w:rsidRDefault="00D61344">
            <w:r>
              <w:rPr>
                <w:rStyle w:val="styleSubformtxt"/>
              </w:rPr>
              <w:t>G: Intertidal mud, sand or salt flats</w:t>
            </w:r>
          </w:p>
        </w:tc>
        <w:tc>
          <w:tcPr>
            <w:tcW w:w="1750" w:type="dxa"/>
          </w:tcPr>
          <w:p w14:paraId="0979520E" w14:textId="77777777" w:rsidR="00060E17" w:rsidRDefault="00060E17"/>
        </w:tc>
        <w:tc>
          <w:tcPr>
            <w:tcW w:w="1750" w:type="dxa"/>
          </w:tcPr>
          <w:p w14:paraId="0E4D9212" w14:textId="77777777" w:rsidR="00060E17" w:rsidRDefault="00D61344">
            <w:r>
              <w:rPr>
                <w:rStyle w:val="styleSubformtxt"/>
              </w:rPr>
              <w:t>1</w:t>
            </w:r>
          </w:p>
        </w:tc>
        <w:tc>
          <w:tcPr>
            <w:tcW w:w="1750" w:type="dxa"/>
          </w:tcPr>
          <w:p w14:paraId="50E96BBE" w14:textId="77777777" w:rsidR="00060E17" w:rsidRDefault="00D61344">
            <w:r>
              <w:rPr>
                <w:rStyle w:val="styleSubformtxt"/>
              </w:rPr>
              <w:t>24950</w:t>
            </w:r>
          </w:p>
        </w:tc>
        <w:tc>
          <w:tcPr>
            <w:tcW w:w="1750" w:type="dxa"/>
          </w:tcPr>
          <w:p w14:paraId="25D74280" w14:textId="77777777" w:rsidR="00060E17" w:rsidRDefault="00D61344">
            <w:r>
              <w:rPr>
                <w:rStyle w:val="styleSubformtxt"/>
              </w:rPr>
              <w:t>Representative</w:t>
            </w:r>
          </w:p>
        </w:tc>
      </w:tr>
      <w:tr w:rsidR="00060E17" w14:paraId="48126C77" w14:textId="77777777" w:rsidTr="00060E17">
        <w:trPr>
          <w:trHeight w:val="200"/>
        </w:trPr>
        <w:tc>
          <w:tcPr>
            <w:tcW w:w="1750" w:type="dxa"/>
          </w:tcPr>
          <w:p w14:paraId="118DB020" w14:textId="77777777" w:rsidR="00060E17" w:rsidRDefault="00D61344">
            <w:r>
              <w:rPr>
                <w:rStyle w:val="styleSubformtxt"/>
              </w:rPr>
              <w:t>H: Intertidal marshes</w:t>
            </w:r>
          </w:p>
        </w:tc>
        <w:tc>
          <w:tcPr>
            <w:tcW w:w="1750" w:type="dxa"/>
          </w:tcPr>
          <w:p w14:paraId="03AA69EF" w14:textId="77777777" w:rsidR="00060E17" w:rsidRDefault="00060E17"/>
        </w:tc>
        <w:tc>
          <w:tcPr>
            <w:tcW w:w="1750" w:type="dxa"/>
          </w:tcPr>
          <w:p w14:paraId="3BAEB30B" w14:textId="77777777" w:rsidR="00060E17" w:rsidRDefault="00D61344">
            <w:r>
              <w:rPr>
                <w:rStyle w:val="styleSubformtxt"/>
              </w:rPr>
              <w:t>4</w:t>
            </w:r>
          </w:p>
        </w:tc>
        <w:tc>
          <w:tcPr>
            <w:tcW w:w="1750" w:type="dxa"/>
          </w:tcPr>
          <w:p w14:paraId="38176FD5" w14:textId="77777777" w:rsidR="00060E17" w:rsidRDefault="00D61344">
            <w:r>
              <w:rPr>
                <w:rStyle w:val="styleSubformtxt"/>
              </w:rPr>
              <w:t>3860</w:t>
            </w:r>
          </w:p>
        </w:tc>
        <w:tc>
          <w:tcPr>
            <w:tcW w:w="1750" w:type="dxa"/>
          </w:tcPr>
          <w:p w14:paraId="762A191D" w14:textId="77777777" w:rsidR="00060E17" w:rsidRDefault="00D61344">
            <w:r>
              <w:rPr>
                <w:rStyle w:val="styleSubformtxt"/>
              </w:rPr>
              <w:t>Representative</w:t>
            </w:r>
          </w:p>
        </w:tc>
      </w:tr>
      <w:tr w:rsidR="00060E17" w14:paraId="326612E4" w14:textId="77777777" w:rsidTr="00060E17">
        <w:trPr>
          <w:trHeight w:val="200"/>
        </w:trPr>
        <w:tc>
          <w:tcPr>
            <w:tcW w:w="1750" w:type="dxa"/>
          </w:tcPr>
          <w:p w14:paraId="05D7DFAF" w14:textId="77777777" w:rsidR="00060E17" w:rsidRDefault="00D61344">
            <w:r>
              <w:rPr>
                <w:rStyle w:val="styleSubformtxt"/>
              </w:rPr>
              <w:t>I: Intertidal forested wetlands</w:t>
            </w:r>
          </w:p>
        </w:tc>
        <w:tc>
          <w:tcPr>
            <w:tcW w:w="1750" w:type="dxa"/>
          </w:tcPr>
          <w:p w14:paraId="45ACF6DE" w14:textId="77777777" w:rsidR="00060E17" w:rsidRDefault="00060E17"/>
        </w:tc>
        <w:tc>
          <w:tcPr>
            <w:tcW w:w="1750" w:type="dxa"/>
          </w:tcPr>
          <w:p w14:paraId="178788A1" w14:textId="77777777" w:rsidR="00060E17" w:rsidRDefault="00D61344">
            <w:r>
              <w:rPr>
                <w:rStyle w:val="styleSubformtxt"/>
              </w:rPr>
              <w:t>3</w:t>
            </w:r>
          </w:p>
        </w:tc>
        <w:tc>
          <w:tcPr>
            <w:tcW w:w="1750" w:type="dxa"/>
          </w:tcPr>
          <w:p w14:paraId="45914422" w14:textId="77777777" w:rsidR="00060E17" w:rsidRDefault="00D61344">
            <w:r>
              <w:rPr>
                <w:rStyle w:val="styleSubformtxt"/>
              </w:rPr>
              <w:t>3000</w:t>
            </w:r>
          </w:p>
        </w:tc>
        <w:tc>
          <w:tcPr>
            <w:tcW w:w="1750" w:type="dxa"/>
          </w:tcPr>
          <w:p w14:paraId="70EF964E" w14:textId="77777777" w:rsidR="00060E17" w:rsidRDefault="00D61344">
            <w:r>
              <w:rPr>
                <w:rStyle w:val="styleSubformtxt"/>
              </w:rPr>
              <w:t>Representative</w:t>
            </w:r>
          </w:p>
        </w:tc>
      </w:tr>
      <w:tr w:rsidR="00060E17" w14:paraId="6B33408A" w14:textId="77777777" w:rsidTr="00060E17">
        <w:trPr>
          <w:trHeight w:val="200"/>
        </w:trPr>
        <w:tc>
          <w:tcPr>
            <w:tcW w:w="1750" w:type="dxa"/>
          </w:tcPr>
          <w:p w14:paraId="10EF85AE" w14:textId="77777777" w:rsidR="00060E17" w:rsidRDefault="00060E17"/>
        </w:tc>
        <w:tc>
          <w:tcPr>
            <w:tcW w:w="1750" w:type="dxa"/>
          </w:tcPr>
          <w:p w14:paraId="4FE81750" w14:textId="77777777" w:rsidR="00060E17" w:rsidRDefault="00060E17"/>
        </w:tc>
        <w:tc>
          <w:tcPr>
            <w:tcW w:w="1750" w:type="dxa"/>
          </w:tcPr>
          <w:p w14:paraId="15D32D42" w14:textId="77777777" w:rsidR="00060E17" w:rsidRDefault="00060E17"/>
        </w:tc>
        <w:tc>
          <w:tcPr>
            <w:tcW w:w="1750" w:type="dxa"/>
          </w:tcPr>
          <w:p w14:paraId="617C049B" w14:textId="77777777" w:rsidR="00060E17" w:rsidRDefault="00060E17"/>
        </w:tc>
        <w:tc>
          <w:tcPr>
            <w:tcW w:w="1750" w:type="dxa"/>
          </w:tcPr>
          <w:p w14:paraId="6DC9A105" w14:textId="77777777" w:rsidR="00060E17" w:rsidRDefault="00060E17"/>
        </w:tc>
      </w:tr>
    </w:tbl>
    <w:p w14:paraId="283FD490" w14:textId="77777777" w:rsidR="00060E17" w:rsidRDefault="00060E17"/>
    <w:p w14:paraId="33CA577A" w14:textId="77777777" w:rsidR="00060E17" w:rsidRDefault="00D61344">
      <w:pPr>
        <w:pStyle w:val="pstyleLabels"/>
      </w:pPr>
      <w:r>
        <w:rPr>
          <w:rStyle w:val="styleC3"/>
        </w:rPr>
        <w:t>Inland wetlands</w:t>
      </w:r>
    </w:p>
    <w:tbl>
      <w:tblPr>
        <w:tblStyle w:val="FancyTable"/>
        <w:tblW w:w="0" w:type="auto"/>
        <w:tblInd w:w="-8" w:type="dxa"/>
        <w:tblLook w:val="04A0" w:firstRow="1" w:lastRow="0" w:firstColumn="1" w:lastColumn="0" w:noHBand="0" w:noVBand="1"/>
      </w:tblPr>
      <w:tblGrid>
        <w:gridCol w:w="1750"/>
        <w:gridCol w:w="1750"/>
        <w:gridCol w:w="1750"/>
        <w:gridCol w:w="1750"/>
        <w:gridCol w:w="1750"/>
      </w:tblGrid>
      <w:tr w:rsidR="00060E17" w14:paraId="740BF744"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748AC1E0" w14:textId="77777777" w:rsidR="00060E17" w:rsidRDefault="00D61344">
            <w:pPr>
              <w:spacing w:after="0" w:line="240" w:lineRule="auto"/>
              <w:jc w:val="center"/>
            </w:pPr>
            <w:r>
              <w:rPr>
                <w:b/>
                <w:bCs/>
                <w:sz w:val="18"/>
                <w:szCs w:val="18"/>
              </w:rPr>
              <w:t>Wetland types (code and name)</w:t>
            </w:r>
          </w:p>
        </w:tc>
        <w:tc>
          <w:tcPr>
            <w:tcW w:w="1750" w:type="dxa"/>
          </w:tcPr>
          <w:p w14:paraId="0A3CB76C" w14:textId="77777777" w:rsidR="00060E17" w:rsidRDefault="00D61344">
            <w:pPr>
              <w:spacing w:after="0" w:line="240" w:lineRule="auto"/>
              <w:jc w:val="center"/>
            </w:pPr>
            <w:r>
              <w:rPr>
                <w:b/>
                <w:bCs/>
                <w:sz w:val="18"/>
                <w:szCs w:val="18"/>
              </w:rPr>
              <w:t>Local name</w:t>
            </w:r>
          </w:p>
        </w:tc>
        <w:tc>
          <w:tcPr>
            <w:tcW w:w="1750" w:type="dxa"/>
          </w:tcPr>
          <w:p w14:paraId="56556640" w14:textId="77777777" w:rsidR="00060E17" w:rsidRDefault="00D61344">
            <w:pPr>
              <w:spacing w:after="0" w:line="240" w:lineRule="auto"/>
              <w:jc w:val="center"/>
            </w:pPr>
            <w:r>
              <w:rPr>
                <w:b/>
                <w:bCs/>
                <w:sz w:val="18"/>
                <w:szCs w:val="18"/>
              </w:rPr>
              <w:t>Ranking of extent (1: greatest - 4: least)</w:t>
            </w:r>
          </w:p>
        </w:tc>
        <w:tc>
          <w:tcPr>
            <w:tcW w:w="1750" w:type="dxa"/>
          </w:tcPr>
          <w:p w14:paraId="2540920C" w14:textId="77777777" w:rsidR="00060E17" w:rsidRDefault="00D61344">
            <w:pPr>
              <w:spacing w:after="0" w:line="240" w:lineRule="auto"/>
              <w:jc w:val="center"/>
            </w:pPr>
            <w:r>
              <w:rPr>
                <w:b/>
                <w:bCs/>
                <w:sz w:val="18"/>
                <w:szCs w:val="18"/>
              </w:rPr>
              <w:t>Area (ha) of wetland type</w:t>
            </w:r>
          </w:p>
        </w:tc>
        <w:tc>
          <w:tcPr>
            <w:tcW w:w="1750" w:type="dxa"/>
          </w:tcPr>
          <w:p w14:paraId="392FA64F" w14:textId="77777777" w:rsidR="00060E17" w:rsidRDefault="00D61344">
            <w:pPr>
              <w:spacing w:after="0" w:line="240" w:lineRule="auto"/>
              <w:jc w:val="center"/>
            </w:pPr>
            <w:r>
              <w:rPr>
                <w:b/>
                <w:bCs/>
                <w:sz w:val="18"/>
                <w:szCs w:val="18"/>
              </w:rPr>
              <w:t>Justification of Criterion 1</w:t>
            </w:r>
          </w:p>
        </w:tc>
      </w:tr>
      <w:tr w:rsidR="00060E17" w14:paraId="5947EBFA" w14:textId="77777777" w:rsidTr="00060E17">
        <w:trPr>
          <w:trHeight w:val="200"/>
        </w:trPr>
        <w:tc>
          <w:tcPr>
            <w:tcW w:w="1750" w:type="dxa"/>
          </w:tcPr>
          <w:p w14:paraId="0A19F25A" w14:textId="77777777" w:rsidR="00060E17" w:rsidRDefault="00D61344">
            <w:r>
              <w:rPr>
                <w:rStyle w:val="styleSubformtxt"/>
              </w:rPr>
              <w:t>Fresh water &gt; Flowing water &gt;&gt; N: Seasonal/ intermittent/ irregular rivers/ streams/ creeks</w:t>
            </w:r>
          </w:p>
        </w:tc>
        <w:tc>
          <w:tcPr>
            <w:tcW w:w="1750" w:type="dxa"/>
          </w:tcPr>
          <w:p w14:paraId="207329E9" w14:textId="77777777" w:rsidR="00060E17" w:rsidRDefault="00060E17"/>
        </w:tc>
        <w:tc>
          <w:tcPr>
            <w:tcW w:w="1750" w:type="dxa"/>
          </w:tcPr>
          <w:p w14:paraId="7D1B807F" w14:textId="77777777" w:rsidR="00060E17" w:rsidRDefault="00D61344">
            <w:r>
              <w:rPr>
                <w:rStyle w:val="styleSubformtxt"/>
              </w:rPr>
              <w:t>2</w:t>
            </w:r>
          </w:p>
        </w:tc>
        <w:tc>
          <w:tcPr>
            <w:tcW w:w="1750" w:type="dxa"/>
          </w:tcPr>
          <w:p w14:paraId="231D7276" w14:textId="77777777" w:rsidR="00060E17" w:rsidRDefault="00060E17"/>
        </w:tc>
        <w:tc>
          <w:tcPr>
            <w:tcW w:w="1750" w:type="dxa"/>
          </w:tcPr>
          <w:p w14:paraId="3BBCE91E" w14:textId="77777777" w:rsidR="00060E17" w:rsidRDefault="00060E17"/>
        </w:tc>
      </w:tr>
      <w:tr w:rsidR="00060E17" w14:paraId="4D45E4FD" w14:textId="77777777" w:rsidTr="00060E17">
        <w:trPr>
          <w:trHeight w:val="200"/>
        </w:trPr>
        <w:tc>
          <w:tcPr>
            <w:tcW w:w="1750" w:type="dxa"/>
          </w:tcPr>
          <w:p w14:paraId="3734CBFC" w14:textId="77777777" w:rsidR="00060E17" w:rsidRDefault="00D61344">
            <w:r>
              <w:rPr>
                <w:rStyle w:val="styleSubformtxt"/>
              </w:rPr>
              <w:t xml:space="preserve">Fresh water &gt; Marshes on inorganic soils &gt;&gt; Ts: Seasonal/ intermittent freshwater marshes/ </w:t>
            </w:r>
            <w:r>
              <w:rPr>
                <w:rStyle w:val="styleSubformtxt"/>
              </w:rPr>
              <w:lastRenderedPageBreak/>
              <w:t>pools on inorganic soils</w:t>
            </w:r>
          </w:p>
        </w:tc>
        <w:tc>
          <w:tcPr>
            <w:tcW w:w="1750" w:type="dxa"/>
          </w:tcPr>
          <w:p w14:paraId="7F82472D" w14:textId="77777777" w:rsidR="00060E17" w:rsidRDefault="00060E17"/>
        </w:tc>
        <w:tc>
          <w:tcPr>
            <w:tcW w:w="1750" w:type="dxa"/>
          </w:tcPr>
          <w:p w14:paraId="43F1983C" w14:textId="77777777" w:rsidR="00060E17" w:rsidRDefault="00D61344">
            <w:r>
              <w:rPr>
                <w:rStyle w:val="styleSubformtxt"/>
              </w:rPr>
              <w:t>1</w:t>
            </w:r>
          </w:p>
        </w:tc>
        <w:tc>
          <w:tcPr>
            <w:tcW w:w="1750" w:type="dxa"/>
          </w:tcPr>
          <w:p w14:paraId="266A1EA0" w14:textId="77777777" w:rsidR="00060E17" w:rsidRDefault="00D61344">
            <w:r>
              <w:rPr>
                <w:rStyle w:val="styleSubformtxt"/>
              </w:rPr>
              <w:t>160</w:t>
            </w:r>
          </w:p>
        </w:tc>
        <w:tc>
          <w:tcPr>
            <w:tcW w:w="1750" w:type="dxa"/>
          </w:tcPr>
          <w:p w14:paraId="50259805" w14:textId="77777777" w:rsidR="00060E17" w:rsidRDefault="00060E17"/>
        </w:tc>
      </w:tr>
      <w:tr w:rsidR="00060E17" w14:paraId="492EA980" w14:textId="77777777" w:rsidTr="00060E17">
        <w:trPr>
          <w:trHeight w:val="200"/>
        </w:trPr>
        <w:tc>
          <w:tcPr>
            <w:tcW w:w="1750" w:type="dxa"/>
          </w:tcPr>
          <w:p w14:paraId="0D6E8A57" w14:textId="77777777" w:rsidR="00060E17" w:rsidRDefault="00060E17"/>
        </w:tc>
        <w:tc>
          <w:tcPr>
            <w:tcW w:w="1750" w:type="dxa"/>
          </w:tcPr>
          <w:p w14:paraId="64BDE992" w14:textId="77777777" w:rsidR="00060E17" w:rsidRDefault="00060E17"/>
        </w:tc>
        <w:tc>
          <w:tcPr>
            <w:tcW w:w="1750" w:type="dxa"/>
          </w:tcPr>
          <w:p w14:paraId="64B66831" w14:textId="77777777" w:rsidR="00060E17" w:rsidRDefault="00060E17"/>
        </w:tc>
        <w:tc>
          <w:tcPr>
            <w:tcW w:w="1750" w:type="dxa"/>
          </w:tcPr>
          <w:p w14:paraId="44C81E0E" w14:textId="77777777" w:rsidR="00060E17" w:rsidRDefault="00060E17"/>
        </w:tc>
        <w:tc>
          <w:tcPr>
            <w:tcW w:w="1750" w:type="dxa"/>
          </w:tcPr>
          <w:p w14:paraId="4C35DB66" w14:textId="77777777" w:rsidR="00060E17" w:rsidRDefault="00060E17"/>
        </w:tc>
      </w:tr>
    </w:tbl>
    <w:p w14:paraId="1E297E5A" w14:textId="77777777" w:rsidR="00060E17" w:rsidRDefault="00060E17"/>
    <w:p w14:paraId="38E0F6EC" w14:textId="77777777" w:rsidR="00060E17" w:rsidRDefault="00D61344">
      <w:pPr>
        <w:pStyle w:val="pstyleLabels"/>
      </w:pPr>
      <w:r>
        <w:rPr>
          <w:rStyle w:val="styleC3"/>
        </w:rPr>
        <w:t>Human-made wetlands</w:t>
      </w:r>
    </w:p>
    <w:tbl>
      <w:tblPr>
        <w:tblStyle w:val="FancyTable"/>
        <w:tblW w:w="0" w:type="auto"/>
        <w:tblInd w:w="-8" w:type="dxa"/>
        <w:tblLook w:val="04A0" w:firstRow="1" w:lastRow="0" w:firstColumn="1" w:lastColumn="0" w:noHBand="0" w:noVBand="1"/>
      </w:tblPr>
      <w:tblGrid>
        <w:gridCol w:w="1750"/>
        <w:gridCol w:w="1750"/>
        <w:gridCol w:w="1750"/>
        <w:gridCol w:w="1750"/>
        <w:gridCol w:w="1750"/>
      </w:tblGrid>
      <w:tr w:rsidR="00060E17" w14:paraId="457A5416"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296D865D" w14:textId="77777777" w:rsidR="00060E17" w:rsidRDefault="00D61344">
            <w:pPr>
              <w:spacing w:after="0" w:line="240" w:lineRule="auto"/>
              <w:jc w:val="center"/>
            </w:pPr>
            <w:r>
              <w:rPr>
                <w:b/>
                <w:bCs/>
                <w:sz w:val="18"/>
                <w:szCs w:val="18"/>
              </w:rPr>
              <w:t>Wetland types (code and name)</w:t>
            </w:r>
          </w:p>
        </w:tc>
        <w:tc>
          <w:tcPr>
            <w:tcW w:w="1750" w:type="dxa"/>
          </w:tcPr>
          <w:p w14:paraId="69C87453" w14:textId="77777777" w:rsidR="00060E17" w:rsidRDefault="00D61344">
            <w:pPr>
              <w:spacing w:after="0" w:line="240" w:lineRule="auto"/>
              <w:jc w:val="center"/>
            </w:pPr>
            <w:r>
              <w:rPr>
                <w:b/>
                <w:bCs/>
                <w:sz w:val="18"/>
                <w:szCs w:val="18"/>
              </w:rPr>
              <w:t>Local name</w:t>
            </w:r>
          </w:p>
        </w:tc>
        <w:tc>
          <w:tcPr>
            <w:tcW w:w="1750" w:type="dxa"/>
          </w:tcPr>
          <w:p w14:paraId="4A238C7D" w14:textId="77777777" w:rsidR="00060E17" w:rsidRDefault="00D61344">
            <w:pPr>
              <w:spacing w:after="0" w:line="240" w:lineRule="auto"/>
              <w:jc w:val="center"/>
            </w:pPr>
            <w:r>
              <w:rPr>
                <w:b/>
                <w:bCs/>
                <w:sz w:val="18"/>
                <w:szCs w:val="18"/>
              </w:rPr>
              <w:t>Ranking of extent (1: greatest - 4: least)</w:t>
            </w:r>
          </w:p>
        </w:tc>
        <w:tc>
          <w:tcPr>
            <w:tcW w:w="1750" w:type="dxa"/>
          </w:tcPr>
          <w:p w14:paraId="50D1664F" w14:textId="77777777" w:rsidR="00060E17" w:rsidRDefault="00D61344">
            <w:pPr>
              <w:spacing w:after="0" w:line="240" w:lineRule="auto"/>
              <w:jc w:val="center"/>
            </w:pPr>
            <w:r>
              <w:rPr>
                <w:b/>
                <w:bCs/>
                <w:sz w:val="18"/>
                <w:szCs w:val="18"/>
              </w:rPr>
              <w:t>Area (ha) of wetland type</w:t>
            </w:r>
          </w:p>
        </w:tc>
        <w:tc>
          <w:tcPr>
            <w:tcW w:w="1750" w:type="dxa"/>
          </w:tcPr>
          <w:p w14:paraId="0C4EC8CF" w14:textId="77777777" w:rsidR="00060E17" w:rsidRDefault="00D61344">
            <w:pPr>
              <w:spacing w:after="0" w:line="240" w:lineRule="auto"/>
              <w:jc w:val="center"/>
            </w:pPr>
            <w:r>
              <w:rPr>
                <w:b/>
                <w:bCs/>
                <w:sz w:val="18"/>
                <w:szCs w:val="18"/>
              </w:rPr>
              <w:t>Justification of Criterion 1</w:t>
            </w:r>
          </w:p>
        </w:tc>
      </w:tr>
      <w:tr w:rsidR="00060E17" w14:paraId="1BAB3877" w14:textId="77777777" w:rsidTr="00060E17">
        <w:trPr>
          <w:trHeight w:val="200"/>
        </w:trPr>
        <w:tc>
          <w:tcPr>
            <w:tcW w:w="1750" w:type="dxa"/>
          </w:tcPr>
          <w:p w14:paraId="00F8B440" w14:textId="77777777" w:rsidR="00060E17" w:rsidRDefault="00060E17"/>
        </w:tc>
        <w:tc>
          <w:tcPr>
            <w:tcW w:w="1750" w:type="dxa"/>
          </w:tcPr>
          <w:p w14:paraId="6027B013" w14:textId="77777777" w:rsidR="00060E17" w:rsidRDefault="00060E17"/>
        </w:tc>
        <w:tc>
          <w:tcPr>
            <w:tcW w:w="1750" w:type="dxa"/>
          </w:tcPr>
          <w:p w14:paraId="6D9AA4EA" w14:textId="77777777" w:rsidR="00060E17" w:rsidRDefault="00060E17"/>
        </w:tc>
        <w:tc>
          <w:tcPr>
            <w:tcW w:w="1750" w:type="dxa"/>
          </w:tcPr>
          <w:p w14:paraId="60B58C68" w14:textId="77777777" w:rsidR="00060E17" w:rsidRDefault="00060E17"/>
        </w:tc>
        <w:tc>
          <w:tcPr>
            <w:tcW w:w="1750" w:type="dxa"/>
          </w:tcPr>
          <w:p w14:paraId="2FD86519" w14:textId="77777777" w:rsidR="00060E17" w:rsidRDefault="00060E17"/>
        </w:tc>
      </w:tr>
    </w:tbl>
    <w:p w14:paraId="12A1F28B" w14:textId="77777777" w:rsidR="00060E17" w:rsidRDefault="00060E17"/>
    <w:p w14:paraId="69E272A5" w14:textId="77777777" w:rsidR="00060E17" w:rsidRDefault="00D61344">
      <w:pPr>
        <w:pStyle w:val="pstyleComments"/>
      </w:pPr>
      <w:r>
        <w:rPr>
          <w:rStyle w:val="styleC3comment"/>
        </w:rPr>
        <w:t>What non-wetland habitats are within the site?</w:t>
      </w:r>
    </w:p>
    <w:p w14:paraId="2F550DF7" w14:textId="77777777" w:rsidR="00060E17" w:rsidRDefault="00D61344">
      <w:pPr>
        <w:pStyle w:val="pstyleLabels"/>
      </w:pPr>
      <w:r>
        <w:rPr>
          <w:rStyle w:val="styleC3"/>
        </w:rPr>
        <w:t>Other non-wetland habitat</w:t>
      </w:r>
    </w:p>
    <w:tbl>
      <w:tblPr>
        <w:tblStyle w:val="FancyTable"/>
        <w:tblW w:w="0" w:type="auto"/>
        <w:tblInd w:w="-8" w:type="dxa"/>
        <w:tblLook w:val="04A0" w:firstRow="1" w:lastRow="0" w:firstColumn="1" w:lastColumn="0" w:noHBand="0" w:noVBand="1"/>
      </w:tblPr>
      <w:tblGrid>
        <w:gridCol w:w="1750"/>
        <w:gridCol w:w="1750"/>
      </w:tblGrid>
      <w:tr w:rsidR="00060E17" w14:paraId="7D561C60"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6D059764" w14:textId="77777777" w:rsidR="00060E17" w:rsidRDefault="00D61344">
            <w:pPr>
              <w:spacing w:after="0" w:line="240" w:lineRule="auto"/>
              <w:jc w:val="center"/>
            </w:pPr>
            <w:r>
              <w:rPr>
                <w:b/>
                <w:bCs/>
                <w:sz w:val="18"/>
                <w:szCs w:val="18"/>
              </w:rPr>
              <w:t>Other non-wetland habitats within the site</w:t>
            </w:r>
          </w:p>
        </w:tc>
        <w:tc>
          <w:tcPr>
            <w:tcW w:w="1750" w:type="dxa"/>
          </w:tcPr>
          <w:p w14:paraId="0A8DCF4B" w14:textId="77777777" w:rsidR="00060E17" w:rsidRDefault="00D61344">
            <w:pPr>
              <w:spacing w:after="0" w:line="240" w:lineRule="auto"/>
              <w:jc w:val="center"/>
            </w:pPr>
            <w:r>
              <w:rPr>
                <w:b/>
                <w:bCs/>
                <w:sz w:val="18"/>
                <w:szCs w:val="18"/>
              </w:rPr>
              <w:t>Area (ha) if known</w:t>
            </w:r>
          </w:p>
        </w:tc>
      </w:tr>
      <w:tr w:rsidR="00060E17" w14:paraId="6F08C26A" w14:textId="77777777" w:rsidTr="00060E17">
        <w:trPr>
          <w:trHeight w:val="200"/>
        </w:trPr>
        <w:tc>
          <w:tcPr>
            <w:tcW w:w="1750" w:type="dxa"/>
          </w:tcPr>
          <w:p w14:paraId="6B8B8E8D" w14:textId="77777777" w:rsidR="00060E17" w:rsidRDefault="00D61344">
            <w:r>
              <w:rPr>
                <w:rStyle w:val="styleSubformtxt"/>
              </w:rPr>
              <w:t>Coastal woodland, scrub and grassland. Some small areas of exotic vegetation</w:t>
            </w:r>
          </w:p>
        </w:tc>
        <w:tc>
          <w:tcPr>
            <w:tcW w:w="1750" w:type="dxa"/>
          </w:tcPr>
          <w:p w14:paraId="63E8A4D7" w14:textId="77777777" w:rsidR="00060E17" w:rsidRDefault="00D61344">
            <w:r>
              <w:rPr>
                <w:rStyle w:val="styleSubformtxt"/>
              </w:rPr>
              <w:t>7480</w:t>
            </w:r>
          </w:p>
        </w:tc>
      </w:tr>
      <w:tr w:rsidR="00060E17" w14:paraId="46C0561F" w14:textId="77777777" w:rsidTr="00060E17">
        <w:trPr>
          <w:trHeight w:val="200"/>
        </w:trPr>
        <w:tc>
          <w:tcPr>
            <w:tcW w:w="1750" w:type="dxa"/>
          </w:tcPr>
          <w:p w14:paraId="3E175571" w14:textId="77777777" w:rsidR="00060E17" w:rsidRDefault="00060E17"/>
        </w:tc>
        <w:tc>
          <w:tcPr>
            <w:tcW w:w="1750" w:type="dxa"/>
          </w:tcPr>
          <w:p w14:paraId="2035B07C" w14:textId="77777777" w:rsidR="00060E17" w:rsidRDefault="00060E17"/>
        </w:tc>
      </w:tr>
    </w:tbl>
    <w:p w14:paraId="5BB4AB44" w14:textId="77777777" w:rsidR="00060E17" w:rsidRDefault="00060E17"/>
    <w:p w14:paraId="3D1B3EE6" w14:textId="77777777" w:rsidR="00060E17" w:rsidRDefault="00D61344">
      <w:pPr>
        <w:spacing w:before="80" w:after="20" w:line="244" w:lineRule="auto"/>
        <w:ind w:left="216"/>
      </w:pPr>
      <w:r>
        <w:rPr>
          <w:rStyle w:val="styleC3ecd"/>
        </w:rPr>
        <w:t>Habitat connectivity</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833"/>
      </w:tblGrid>
      <w:tr w:rsidR="00060E17" w14:paraId="2DAFED1B"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948C64F" w14:textId="77777777" w:rsidR="00060E17" w:rsidRDefault="00060E17">
            <w:pPr>
              <w:spacing w:after="0" w:line="240" w:lineRule="auto"/>
              <w:ind w:left="216"/>
            </w:pPr>
          </w:p>
        </w:tc>
        <w:tc>
          <w:tcPr>
            <w:tcW w:w="9500" w:type="dxa"/>
          </w:tcPr>
          <w:p w14:paraId="57ECACD9" w14:textId="77777777" w:rsidR="00060E17" w:rsidRDefault="00D61344">
            <w:pPr>
              <w:spacing w:before="5" w:after="2" w:line="240" w:lineRule="auto"/>
              <w:ind w:left="72"/>
            </w:pPr>
            <w:r>
              <w:rPr>
                <w:rStyle w:val="styleDatatxt"/>
              </w:rPr>
              <w:t>Saltmarsh and mangroves form a link between terrestrial and marine-based ecosystems.  Connectivity between various sub-tidal habitats, estuarine waters and inflowing streams is important for fish which use different habitats at different life stages</w:t>
            </w:r>
          </w:p>
        </w:tc>
      </w:tr>
    </w:tbl>
    <w:p w14:paraId="5127EA57" w14:textId="77777777" w:rsidR="00060E17" w:rsidRDefault="00060E17">
      <w:pPr>
        <w:sectPr w:rsidR="00060E17">
          <w:pgSz w:w="11905" w:h="16837"/>
          <w:pgMar w:top="1440" w:right="1440" w:bottom="1440" w:left="1440" w:header="720" w:footer="720" w:gutter="0"/>
          <w:cols w:space="720"/>
        </w:sectPr>
      </w:pPr>
    </w:p>
    <w:p w14:paraId="0355FB07" w14:textId="77777777" w:rsidR="00060E17" w:rsidRDefault="00D61344">
      <w:pPr>
        <w:pStyle w:val="pstyleSectionL1"/>
      </w:pPr>
      <w:r>
        <w:rPr>
          <w:rStyle w:val="styleL1"/>
        </w:rPr>
        <w:lastRenderedPageBreak/>
        <w:t>4.3 Biological components</w:t>
      </w:r>
    </w:p>
    <w:p w14:paraId="148BF2D8" w14:textId="77777777" w:rsidR="00060E17" w:rsidRDefault="00D61344">
      <w:pPr>
        <w:pStyle w:val="pstyleSection"/>
      </w:pPr>
      <w:r>
        <w:rPr>
          <w:rStyle w:val="styleL2"/>
        </w:rPr>
        <w:t>4.3.1 Plant species</w:t>
      </w:r>
    </w:p>
    <w:p w14:paraId="57EFFDE4" w14:textId="77777777" w:rsidR="00060E17" w:rsidRDefault="00D61344">
      <w:pPr>
        <w:pStyle w:val="pstyleLabels"/>
      </w:pPr>
      <w:r>
        <w:rPr>
          <w:rStyle w:val="styleC3"/>
        </w:rPr>
        <w:t>Other noteworthy plant species</w:t>
      </w:r>
    </w:p>
    <w:tbl>
      <w:tblPr>
        <w:tblStyle w:val="FancyTable"/>
        <w:tblW w:w="0" w:type="auto"/>
        <w:tblInd w:w="-8" w:type="dxa"/>
        <w:tblLook w:val="04A0" w:firstRow="1" w:lastRow="0" w:firstColumn="1" w:lastColumn="0" w:noHBand="0" w:noVBand="1"/>
      </w:tblPr>
      <w:tblGrid>
        <w:gridCol w:w="1750"/>
        <w:gridCol w:w="1750"/>
        <w:gridCol w:w="1750"/>
      </w:tblGrid>
      <w:tr w:rsidR="00060E17" w14:paraId="4D353D03"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2CEC013A" w14:textId="77777777" w:rsidR="00060E17" w:rsidRDefault="00D61344">
            <w:pPr>
              <w:spacing w:after="0" w:line="240" w:lineRule="auto"/>
              <w:jc w:val="center"/>
            </w:pPr>
            <w:r>
              <w:rPr>
                <w:b/>
                <w:bCs/>
                <w:sz w:val="18"/>
                <w:szCs w:val="18"/>
              </w:rPr>
              <w:t>Scientific name</w:t>
            </w:r>
          </w:p>
        </w:tc>
        <w:tc>
          <w:tcPr>
            <w:tcW w:w="1750" w:type="dxa"/>
          </w:tcPr>
          <w:p w14:paraId="74F7C909" w14:textId="77777777" w:rsidR="00060E17" w:rsidRDefault="00D61344">
            <w:pPr>
              <w:spacing w:after="0" w:line="240" w:lineRule="auto"/>
              <w:jc w:val="center"/>
            </w:pPr>
            <w:r>
              <w:rPr>
                <w:b/>
                <w:bCs/>
                <w:sz w:val="18"/>
                <w:szCs w:val="18"/>
              </w:rPr>
              <w:t>Common name</w:t>
            </w:r>
            <w:r>
              <w:rPr>
                <w:vertAlign w:val="superscript"/>
              </w:rPr>
              <w:t xml:space="preserve"> (optional)</w:t>
            </w:r>
          </w:p>
        </w:tc>
        <w:tc>
          <w:tcPr>
            <w:tcW w:w="1750" w:type="dxa"/>
          </w:tcPr>
          <w:p w14:paraId="60E85C99" w14:textId="77777777" w:rsidR="00060E17" w:rsidRDefault="00D61344">
            <w:pPr>
              <w:spacing w:after="0" w:line="240" w:lineRule="auto"/>
              <w:jc w:val="center"/>
            </w:pPr>
            <w:r>
              <w:rPr>
                <w:b/>
                <w:bCs/>
                <w:sz w:val="18"/>
                <w:szCs w:val="18"/>
              </w:rPr>
              <w:t>Position in range / endemism / other</w:t>
            </w:r>
            <w:r>
              <w:rPr>
                <w:vertAlign w:val="superscript"/>
              </w:rPr>
              <w:t xml:space="preserve"> (optional)</w:t>
            </w:r>
          </w:p>
        </w:tc>
      </w:tr>
      <w:tr w:rsidR="00060E17" w14:paraId="245F6D1A" w14:textId="77777777" w:rsidTr="00060E17">
        <w:trPr>
          <w:trHeight w:val="200"/>
        </w:trPr>
        <w:tc>
          <w:tcPr>
            <w:tcW w:w="1750" w:type="dxa"/>
          </w:tcPr>
          <w:p w14:paraId="0E72775B" w14:textId="77777777" w:rsidR="00060E17" w:rsidRDefault="00D61344">
            <w:r>
              <w:rPr>
                <w:rStyle w:val="styleSubformtxtIblue"/>
              </w:rPr>
              <w:t>Adriana quadripartita</w:t>
            </w:r>
          </w:p>
        </w:tc>
        <w:tc>
          <w:tcPr>
            <w:tcW w:w="1750" w:type="dxa"/>
          </w:tcPr>
          <w:p w14:paraId="58599AAD" w14:textId="77777777" w:rsidR="00060E17" w:rsidRDefault="00D61344">
            <w:r>
              <w:rPr>
                <w:rStyle w:val="styleSubformtxt"/>
              </w:rPr>
              <w:t>bitterbush</w:t>
            </w:r>
          </w:p>
        </w:tc>
        <w:tc>
          <w:tcPr>
            <w:tcW w:w="1750" w:type="dxa"/>
          </w:tcPr>
          <w:p w14:paraId="008FB6AB" w14:textId="77777777" w:rsidR="00060E17" w:rsidRDefault="00D61344">
            <w:r>
              <w:rPr>
                <w:rStyle w:val="styleSubformtxt"/>
              </w:rPr>
              <w:t>endangered in Victoria</w:t>
            </w:r>
          </w:p>
        </w:tc>
      </w:tr>
      <w:tr w:rsidR="00060E17" w14:paraId="221EEF7E" w14:textId="77777777" w:rsidTr="00060E17">
        <w:trPr>
          <w:trHeight w:val="200"/>
        </w:trPr>
        <w:tc>
          <w:tcPr>
            <w:tcW w:w="1750" w:type="dxa"/>
          </w:tcPr>
          <w:p w14:paraId="7BE95403" w14:textId="77777777" w:rsidR="00060E17" w:rsidRDefault="00D61344">
            <w:r>
              <w:rPr>
                <w:rStyle w:val="styleSubformtxtIblue"/>
              </w:rPr>
              <w:t>Asplenium obtusatum</w:t>
            </w:r>
          </w:p>
        </w:tc>
        <w:tc>
          <w:tcPr>
            <w:tcW w:w="1750" w:type="dxa"/>
          </w:tcPr>
          <w:p w14:paraId="4148ED11" w14:textId="77777777" w:rsidR="00060E17" w:rsidRDefault="00D61344">
            <w:r>
              <w:rPr>
                <w:rStyle w:val="styleSubformtxt"/>
              </w:rPr>
              <w:t>shore spleenwort</w:t>
            </w:r>
          </w:p>
        </w:tc>
        <w:tc>
          <w:tcPr>
            <w:tcW w:w="1750" w:type="dxa"/>
          </w:tcPr>
          <w:p w14:paraId="25BB6BAF" w14:textId="77777777" w:rsidR="00060E17" w:rsidRDefault="00D61344">
            <w:r>
              <w:rPr>
                <w:rStyle w:val="styleSubformtxt"/>
              </w:rPr>
              <w:t>vulnerable in Victoria</w:t>
            </w:r>
          </w:p>
        </w:tc>
      </w:tr>
      <w:tr w:rsidR="00060E17" w14:paraId="5EE00DD8" w14:textId="77777777" w:rsidTr="00060E17">
        <w:trPr>
          <w:trHeight w:val="200"/>
        </w:trPr>
        <w:tc>
          <w:tcPr>
            <w:tcW w:w="1750" w:type="dxa"/>
          </w:tcPr>
          <w:p w14:paraId="17D6833A" w14:textId="77777777" w:rsidR="00060E17" w:rsidRDefault="00D61344">
            <w:r>
              <w:rPr>
                <w:rStyle w:val="styleSubformtxtIblue"/>
              </w:rPr>
              <w:t>Avicennia marina</w:t>
            </w:r>
          </w:p>
        </w:tc>
        <w:tc>
          <w:tcPr>
            <w:tcW w:w="1750" w:type="dxa"/>
          </w:tcPr>
          <w:p w14:paraId="1B75025E" w14:textId="77777777" w:rsidR="00060E17" w:rsidRDefault="00D61344">
            <w:r>
              <w:rPr>
                <w:rStyle w:val="styleSubformtxt"/>
              </w:rPr>
              <w:t>white mangrove</w:t>
            </w:r>
          </w:p>
        </w:tc>
        <w:tc>
          <w:tcPr>
            <w:tcW w:w="1750" w:type="dxa"/>
          </w:tcPr>
          <w:p w14:paraId="72E88FC3" w14:textId="77777777" w:rsidR="00060E17" w:rsidRDefault="00D61344">
            <w:r>
              <w:rPr>
                <w:rStyle w:val="styleSubformtxt"/>
              </w:rPr>
              <w:t>most southerly occurrence</w:t>
            </w:r>
          </w:p>
        </w:tc>
      </w:tr>
      <w:tr w:rsidR="00060E17" w14:paraId="66BDA6F9" w14:textId="77777777" w:rsidTr="00060E17">
        <w:trPr>
          <w:trHeight w:val="200"/>
        </w:trPr>
        <w:tc>
          <w:tcPr>
            <w:tcW w:w="1750" w:type="dxa"/>
          </w:tcPr>
          <w:p w14:paraId="548007C9" w14:textId="77777777" w:rsidR="00060E17" w:rsidRDefault="00D61344">
            <w:r>
              <w:rPr>
                <w:rStyle w:val="styleSubformtxtIblue"/>
              </w:rPr>
              <w:t>Eucalyptus kitsoniana</w:t>
            </w:r>
          </w:p>
        </w:tc>
        <w:tc>
          <w:tcPr>
            <w:tcW w:w="1750" w:type="dxa"/>
          </w:tcPr>
          <w:p w14:paraId="4EB78E93" w14:textId="77777777" w:rsidR="00060E17" w:rsidRDefault="00D61344">
            <w:r>
              <w:rPr>
                <w:rStyle w:val="styleSubformtxt"/>
              </w:rPr>
              <w:t>Bog gum</w:t>
            </w:r>
          </w:p>
        </w:tc>
        <w:tc>
          <w:tcPr>
            <w:tcW w:w="1750" w:type="dxa"/>
          </w:tcPr>
          <w:p w14:paraId="72E56E19" w14:textId="77777777" w:rsidR="00060E17" w:rsidRDefault="00D61344">
            <w:r>
              <w:rPr>
                <w:rStyle w:val="styleSubformtxt"/>
              </w:rPr>
              <w:t>near threatened in Victoria</w:t>
            </w:r>
          </w:p>
        </w:tc>
      </w:tr>
      <w:tr w:rsidR="00060E17" w14:paraId="08C4FEE5" w14:textId="77777777" w:rsidTr="00060E17">
        <w:trPr>
          <w:trHeight w:val="200"/>
        </w:trPr>
        <w:tc>
          <w:tcPr>
            <w:tcW w:w="1750" w:type="dxa"/>
          </w:tcPr>
          <w:p w14:paraId="14BB7BE5" w14:textId="77777777" w:rsidR="00060E17" w:rsidRDefault="00D61344">
            <w:r>
              <w:rPr>
                <w:rStyle w:val="styleSubformtxtIblue"/>
              </w:rPr>
              <w:t>Lepidium desvauxii</w:t>
            </w:r>
          </w:p>
        </w:tc>
        <w:tc>
          <w:tcPr>
            <w:tcW w:w="1750" w:type="dxa"/>
          </w:tcPr>
          <w:p w14:paraId="778CC712" w14:textId="77777777" w:rsidR="00060E17" w:rsidRDefault="00D61344">
            <w:r>
              <w:rPr>
                <w:rStyle w:val="styleSubformtxt"/>
              </w:rPr>
              <w:t>Bushy Pepper cress</w:t>
            </w:r>
          </w:p>
        </w:tc>
        <w:tc>
          <w:tcPr>
            <w:tcW w:w="1750" w:type="dxa"/>
          </w:tcPr>
          <w:p w14:paraId="6EBDF74C" w14:textId="77777777" w:rsidR="00060E17" w:rsidRDefault="00D61344">
            <w:r>
              <w:rPr>
                <w:rStyle w:val="styleSubformtxt"/>
              </w:rPr>
              <w:t>rare in Victoria</w:t>
            </w:r>
          </w:p>
        </w:tc>
      </w:tr>
      <w:tr w:rsidR="00060E17" w14:paraId="564E1385" w14:textId="77777777" w:rsidTr="00060E17">
        <w:trPr>
          <w:trHeight w:val="200"/>
        </w:trPr>
        <w:tc>
          <w:tcPr>
            <w:tcW w:w="1750" w:type="dxa"/>
          </w:tcPr>
          <w:p w14:paraId="08735A68" w14:textId="77777777" w:rsidR="00060E17" w:rsidRDefault="00D61344">
            <w:r>
              <w:rPr>
                <w:rStyle w:val="styleSubformtxtIblue"/>
              </w:rPr>
              <w:t>Posidonia australis</w:t>
            </w:r>
          </w:p>
        </w:tc>
        <w:tc>
          <w:tcPr>
            <w:tcW w:w="1750" w:type="dxa"/>
          </w:tcPr>
          <w:p w14:paraId="4C5FF8A2" w14:textId="77777777" w:rsidR="00060E17" w:rsidRDefault="00060E17"/>
        </w:tc>
        <w:tc>
          <w:tcPr>
            <w:tcW w:w="1750" w:type="dxa"/>
          </w:tcPr>
          <w:p w14:paraId="18D2492D" w14:textId="77777777" w:rsidR="00060E17" w:rsidRDefault="00D61344">
            <w:r>
              <w:rPr>
                <w:rStyle w:val="styleSubformtxt"/>
              </w:rPr>
              <w:t>Southerly extreme</w:t>
            </w:r>
          </w:p>
        </w:tc>
      </w:tr>
      <w:tr w:rsidR="00060E17" w14:paraId="6ACBEC48" w14:textId="77777777" w:rsidTr="00060E17">
        <w:trPr>
          <w:trHeight w:val="200"/>
        </w:trPr>
        <w:tc>
          <w:tcPr>
            <w:tcW w:w="1750" w:type="dxa"/>
          </w:tcPr>
          <w:p w14:paraId="0C4FBCCC" w14:textId="77777777" w:rsidR="00060E17" w:rsidRDefault="00D61344">
            <w:r>
              <w:rPr>
                <w:rStyle w:val="styleSubformtxtIblue"/>
              </w:rPr>
              <w:t>Pterostylis grandiflora</w:t>
            </w:r>
          </w:p>
        </w:tc>
        <w:tc>
          <w:tcPr>
            <w:tcW w:w="1750" w:type="dxa"/>
          </w:tcPr>
          <w:p w14:paraId="6A0A8BAA" w14:textId="77777777" w:rsidR="00060E17" w:rsidRDefault="00D61344">
            <w:r>
              <w:rPr>
                <w:rStyle w:val="styleSubformtxt"/>
              </w:rPr>
              <w:t>Cobra greenhood</w:t>
            </w:r>
          </w:p>
        </w:tc>
        <w:tc>
          <w:tcPr>
            <w:tcW w:w="1750" w:type="dxa"/>
          </w:tcPr>
          <w:p w14:paraId="319CE362" w14:textId="77777777" w:rsidR="00060E17" w:rsidRDefault="00D61344">
            <w:r>
              <w:rPr>
                <w:rStyle w:val="styleSubformtxt"/>
              </w:rPr>
              <w:t>rare in Victoria</w:t>
            </w:r>
          </w:p>
        </w:tc>
      </w:tr>
      <w:tr w:rsidR="00060E17" w14:paraId="3AF23D95" w14:textId="77777777" w:rsidTr="00060E17">
        <w:trPr>
          <w:trHeight w:val="200"/>
        </w:trPr>
        <w:tc>
          <w:tcPr>
            <w:tcW w:w="1750" w:type="dxa"/>
          </w:tcPr>
          <w:p w14:paraId="2C348383" w14:textId="77777777" w:rsidR="00060E17" w:rsidRDefault="00D61344">
            <w:r>
              <w:rPr>
                <w:rStyle w:val="styleSubformtxtIblue"/>
              </w:rPr>
              <w:t>Triglochin minutissima</w:t>
            </w:r>
          </w:p>
        </w:tc>
        <w:tc>
          <w:tcPr>
            <w:tcW w:w="1750" w:type="dxa"/>
          </w:tcPr>
          <w:p w14:paraId="75A60E14" w14:textId="77777777" w:rsidR="00060E17" w:rsidRDefault="00D61344">
            <w:r>
              <w:rPr>
                <w:rStyle w:val="styleSubformtxt"/>
              </w:rPr>
              <w:t>tiny arrow grass</w:t>
            </w:r>
          </w:p>
        </w:tc>
        <w:tc>
          <w:tcPr>
            <w:tcW w:w="1750" w:type="dxa"/>
          </w:tcPr>
          <w:p w14:paraId="7E771F21" w14:textId="77777777" w:rsidR="00060E17" w:rsidRDefault="00D61344">
            <w:r>
              <w:rPr>
                <w:rStyle w:val="styleSubformtxt"/>
              </w:rPr>
              <w:t>near threatened in Victoria</w:t>
            </w:r>
          </w:p>
        </w:tc>
      </w:tr>
      <w:tr w:rsidR="00060E17" w14:paraId="73C8BBF8" w14:textId="77777777" w:rsidTr="00060E17">
        <w:trPr>
          <w:trHeight w:val="200"/>
        </w:trPr>
        <w:tc>
          <w:tcPr>
            <w:tcW w:w="1750" w:type="dxa"/>
          </w:tcPr>
          <w:p w14:paraId="7A315C0F" w14:textId="77777777" w:rsidR="00060E17" w:rsidRDefault="00060E17"/>
        </w:tc>
        <w:tc>
          <w:tcPr>
            <w:tcW w:w="1750" w:type="dxa"/>
          </w:tcPr>
          <w:p w14:paraId="52A5B0F8" w14:textId="77777777" w:rsidR="00060E17" w:rsidRDefault="00060E17"/>
        </w:tc>
        <w:tc>
          <w:tcPr>
            <w:tcW w:w="1750" w:type="dxa"/>
          </w:tcPr>
          <w:p w14:paraId="39830E4F" w14:textId="77777777" w:rsidR="00060E17" w:rsidRDefault="00060E17"/>
        </w:tc>
      </w:tr>
    </w:tbl>
    <w:p w14:paraId="76E02009" w14:textId="77777777" w:rsidR="00060E17" w:rsidRDefault="00060E17"/>
    <w:p w14:paraId="0F39FEB8" w14:textId="77777777" w:rsidR="00060E17" w:rsidRDefault="00D61344">
      <w:pPr>
        <w:pStyle w:val="pstyleLabels"/>
      </w:pPr>
      <w:r>
        <w:rPr>
          <w:rStyle w:val="styleC3"/>
        </w:rPr>
        <w:t>Invasive alien plant species</w:t>
      </w:r>
    </w:p>
    <w:tbl>
      <w:tblPr>
        <w:tblStyle w:val="FancyTable"/>
        <w:tblW w:w="0" w:type="auto"/>
        <w:tblInd w:w="-8" w:type="dxa"/>
        <w:tblLook w:val="04A0" w:firstRow="1" w:lastRow="0" w:firstColumn="1" w:lastColumn="0" w:noHBand="0" w:noVBand="1"/>
      </w:tblPr>
      <w:tblGrid>
        <w:gridCol w:w="1750"/>
        <w:gridCol w:w="1750"/>
        <w:gridCol w:w="1750"/>
        <w:gridCol w:w="1750"/>
      </w:tblGrid>
      <w:tr w:rsidR="00060E17" w14:paraId="2511E8D9"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3EED9FA7" w14:textId="77777777" w:rsidR="00060E17" w:rsidRDefault="00D61344">
            <w:pPr>
              <w:spacing w:after="0" w:line="240" w:lineRule="auto"/>
              <w:jc w:val="center"/>
            </w:pPr>
            <w:r>
              <w:rPr>
                <w:b/>
                <w:bCs/>
                <w:sz w:val="18"/>
                <w:szCs w:val="18"/>
              </w:rPr>
              <w:t>Scientific name</w:t>
            </w:r>
          </w:p>
        </w:tc>
        <w:tc>
          <w:tcPr>
            <w:tcW w:w="1750" w:type="dxa"/>
          </w:tcPr>
          <w:p w14:paraId="3D129618" w14:textId="77777777" w:rsidR="00060E17" w:rsidRDefault="00D61344">
            <w:pPr>
              <w:spacing w:after="0" w:line="240" w:lineRule="auto"/>
              <w:jc w:val="center"/>
            </w:pPr>
            <w:r>
              <w:rPr>
                <w:b/>
                <w:bCs/>
                <w:sz w:val="18"/>
                <w:szCs w:val="18"/>
              </w:rPr>
              <w:t>Common name</w:t>
            </w:r>
          </w:p>
        </w:tc>
        <w:tc>
          <w:tcPr>
            <w:tcW w:w="1750" w:type="dxa"/>
          </w:tcPr>
          <w:p w14:paraId="0D14FB0D" w14:textId="77777777" w:rsidR="00060E17" w:rsidRDefault="00D61344">
            <w:pPr>
              <w:spacing w:after="0" w:line="240" w:lineRule="auto"/>
              <w:jc w:val="center"/>
            </w:pPr>
            <w:r>
              <w:rPr>
                <w:b/>
                <w:bCs/>
                <w:sz w:val="18"/>
                <w:szCs w:val="18"/>
              </w:rPr>
              <w:t>Impacts</w:t>
            </w:r>
          </w:p>
        </w:tc>
        <w:tc>
          <w:tcPr>
            <w:tcW w:w="1750" w:type="dxa"/>
          </w:tcPr>
          <w:p w14:paraId="78EFDD83" w14:textId="77777777" w:rsidR="00060E17" w:rsidRDefault="00D61344">
            <w:pPr>
              <w:spacing w:after="0" w:line="240" w:lineRule="auto"/>
              <w:jc w:val="center"/>
            </w:pPr>
            <w:r>
              <w:rPr>
                <w:b/>
                <w:bCs/>
                <w:sz w:val="18"/>
                <w:szCs w:val="18"/>
              </w:rPr>
              <w:t>Changes at RIS update</w:t>
            </w:r>
          </w:p>
        </w:tc>
      </w:tr>
      <w:tr w:rsidR="00060E17" w14:paraId="249772BE" w14:textId="77777777" w:rsidTr="00060E17">
        <w:trPr>
          <w:trHeight w:val="200"/>
        </w:trPr>
        <w:tc>
          <w:tcPr>
            <w:tcW w:w="1750" w:type="dxa"/>
          </w:tcPr>
          <w:p w14:paraId="3B1E82DB" w14:textId="77777777" w:rsidR="00060E17" w:rsidRDefault="00D61344">
            <w:r>
              <w:rPr>
                <w:rStyle w:val="styleSubformtxtIblue"/>
              </w:rPr>
              <w:t>Euphorbia paralias</w:t>
            </w:r>
          </w:p>
        </w:tc>
        <w:tc>
          <w:tcPr>
            <w:tcW w:w="1750" w:type="dxa"/>
          </w:tcPr>
          <w:p w14:paraId="1C8EE3FA" w14:textId="77777777" w:rsidR="00060E17" w:rsidRDefault="00060E17"/>
        </w:tc>
        <w:tc>
          <w:tcPr>
            <w:tcW w:w="1750" w:type="dxa"/>
          </w:tcPr>
          <w:p w14:paraId="30CCAE2F" w14:textId="77777777" w:rsidR="00060E17" w:rsidRDefault="00D61344">
            <w:r>
              <w:rPr>
                <w:rStyle w:val="styleSubformtxt"/>
              </w:rPr>
              <w:t>Potentially</w:t>
            </w:r>
          </w:p>
        </w:tc>
        <w:tc>
          <w:tcPr>
            <w:tcW w:w="1750" w:type="dxa"/>
          </w:tcPr>
          <w:p w14:paraId="37431C0A" w14:textId="77777777" w:rsidR="00060E17" w:rsidRDefault="00D61344">
            <w:r>
              <w:rPr>
                <w:rStyle w:val="styleSubformtxt"/>
              </w:rPr>
              <w:t>No change</w:t>
            </w:r>
          </w:p>
        </w:tc>
      </w:tr>
      <w:tr w:rsidR="00060E17" w14:paraId="41080B6A" w14:textId="77777777" w:rsidTr="00060E17">
        <w:trPr>
          <w:trHeight w:val="200"/>
        </w:trPr>
        <w:tc>
          <w:tcPr>
            <w:tcW w:w="1750" w:type="dxa"/>
          </w:tcPr>
          <w:p w14:paraId="6119A4F5" w14:textId="77777777" w:rsidR="00060E17" w:rsidRDefault="00D61344">
            <w:r>
              <w:rPr>
                <w:rStyle w:val="styleSubformtxtIblue"/>
              </w:rPr>
              <w:t>Spartina anglica</w:t>
            </w:r>
          </w:p>
        </w:tc>
        <w:tc>
          <w:tcPr>
            <w:tcW w:w="1750" w:type="dxa"/>
          </w:tcPr>
          <w:p w14:paraId="2FDA4537" w14:textId="77777777" w:rsidR="00060E17" w:rsidRDefault="00D61344">
            <w:r>
              <w:rPr>
                <w:rStyle w:val="styleSubformtxt"/>
              </w:rPr>
              <w:t>Cord grass</w:t>
            </w:r>
          </w:p>
        </w:tc>
        <w:tc>
          <w:tcPr>
            <w:tcW w:w="1750" w:type="dxa"/>
          </w:tcPr>
          <w:p w14:paraId="639E0C45" w14:textId="77777777" w:rsidR="00060E17" w:rsidRDefault="00D61344">
            <w:r>
              <w:rPr>
                <w:rStyle w:val="styleSubformtxt"/>
              </w:rPr>
              <w:t>Actually (minor impacts)</w:t>
            </w:r>
          </w:p>
        </w:tc>
        <w:tc>
          <w:tcPr>
            <w:tcW w:w="1750" w:type="dxa"/>
          </w:tcPr>
          <w:p w14:paraId="4149A33C" w14:textId="77777777" w:rsidR="00060E17" w:rsidRDefault="00D61344">
            <w:r>
              <w:rPr>
                <w:rStyle w:val="styleSubformtxt"/>
              </w:rPr>
              <w:t>No change</w:t>
            </w:r>
          </w:p>
        </w:tc>
      </w:tr>
      <w:tr w:rsidR="00060E17" w14:paraId="05BDAC96" w14:textId="77777777" w:rsidTr="00060E17">
        <w:trPr>
          <w:trHeight w:val="200"/>
        </w:trPr>
        <w:tc>
          <w:tcPr>
            <w:tcW w:w="1750" w:type="dxa"/>
          </w:tcPr>
          <w:p w14:paraId="6CAABA72" w14:textId="77777777" w:rsidR="00060E17" w:rsidRDefault="00060E17"/>
        </w:tc>
        <w:tc>
          <w:tcPr>
            <w:tcW w:w="1750" w:type="dxa"/>
          </w:tcPr>
          <w:p w14:paraId="6CBF988E" w14:textId="77777777" w:rsidR="00060E17" w:rsidRDefault="00060E17"/>
        </w:tc>
        <w:tc>
          <w:tcPr>
            <w:tcW w:w="1750" w:type="dxa"/>
          </w:tcPr>
          <w:p w14:paraId="0D4C6438" w14:textId="77777777" w:rsidR="00060E17" w:rsidRDefault="00060E17"/>
        </w:tc>
        <w:tc>
          <w:tcPr>
            <w:tcW w:w="1750" w:type="dxa"/>
          </w:tcPr>
          <w:p w14:paraId="46AD69B9" w14:textId="77777777" w:rsidR="00060E17" w:rsidRDefault="00060E17"/>
        </w:tc>
      </w:tr>
    </w:tbl>
    <w:p w14:paraId="5892A9D1" w14:textId="77777777" w:rsidR="00060E17" w:rsidRDefault="00060E17"/>
    <w:p w14:paraId="0D89A107" w14:textId="77777777" w:rsidR="00060E17" w:rsidRDefault="00D61344">
      <w:pPr>
        <w:pStyle w:val="pstyleLabels"/>
      </w:pPr>
      <w:r>
        <w:rPr>
          <w:rStyle w:val="styleC3"/>
        </w:rPr>
        <w:t>Optional text box to provide further information</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5"/>
        <w:gridCol w:w="8833"/>
      </w:tblGrid>
      <w:tr w:rsidR="00060E17" w14:paraId="2EB85A2A"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3F344CF" w14:textId="77777777" w:rsidR="00060E17" w:rsidRDefault="00060E17"/>
        </w:tc>
        <w:tc>
          <w:tcPr>
            <w:tcW w:w="9500" w:type="dxa"/>
          </w:tcPr>
          <w:p w14:paraId="56A3AD0A" w14:textId="77777777" w:rsidR="00060E17" w:rsidRDefault="00060E17">
            <w:pPr>
              <w:pStyle w:val="pStyle"/>
              <w:rPr>
                <w:rStyle w:val="almostEmpty"/>
              </w:rPr>
            </w:pPr>
          </w:p>
          <w:p w14:paraId="60322B94" w14:textId="77777777" w:rsidR="00060E17" w:rsidRDefault="00D61344">
            <w:pPr>
              <w:spacing w:after="0" w:line="240" w:lineRule="auto"/>
              <w:ind w:left="57"/>
            </w:pPr>
            <w:r>
              <w:rPr>
                <w:rStyle w:val="styleDatatxt"/>
              </w:rPr>
              <w:t xml:space="preserve">The  most  notable  weed  threatening  the  Ramsar  site  is spartina (Spartina  angelica as  well  as  the  hybrid Spartina x townsendii). Spartina  was widespread in the Ramsar site, but a control program has been successful in reducing infestations. </w:t>
            </w:r>
          </w:p>
          <w:p w14:paraId="7FBEA986" w14:textId="77777777" w:rsidR="00060E17" w:rsidRDefault="00060E17">
            <w:pPr>
              <w:pStyle w:val="pStyle"/>
              <w:rPr>
                <w:rStyle w:val="almostEmpty"/>
              </w:rPr>
            </w:pPr>
          </w:p>
          <w:p w14:paraId="507A74F0" w14:textId="77777777" w:rsidR="00060E17" w:rsidRDefault="00D61344">
            <w:pPr>
              <w:spacing w:after="0" w:line="240" w:lineRule="auto"/>
              <w:ind w:left="57"/>
            </w:pPr>
            <w:r>
              <w:rPr>
                <w:rStyle w:val="styleDatatxt"/>
              </w:rPr>
              <w:t xml:space="preserve">The  green  macroalga (Codium fragile ssp tomentosoides) was first discovered in Corner Inlet in March 1995. It has reportedly formed dense populations in Corner Inlet and other locations in Victoria. </w:t>
            </w:r>
          </w:p>
          <w:p w14:paraId="04E4ED63" w14:textId="77777777" w:rsidR="00060E17" w:rsidRDefault="00060E17">
            <w:pPr>
              <w:pStyle w:val="pStyle"/>
              <w:rPr>
                <w:rStyle w:val="almostEmpty"/>
              </w:rPr>
            </w:pPr>
          </w:p>
          <w:p w14:paraId="5D73AC68" w14:textId="77777777" w:rsidR="00060E17" w:rsidRDefault="00D61344">
            <w:pPr>
              <w:spacing w:after="0" w:line="240" w:lineRule="auto"/>
              <w:ind w:left="57"/>
            </w:pPr>
            <w:r>
              <w:rPr>
                <w:rStyle w:val="styleDatatxt"/>
              </w:rPr>
              <w:t xml:space="preserve"> </w:t>
            </w:r>
          </w:p>
          <w:p w14:paraId="39A9E986" w14:textId="77777777" w:rsidR="00060E17" w:rsidRDefault="00060E17">
            <w:pPr>
              <w:pStyle w:val="pStyle"/>
              <w:rPr>
                <w:rStyle w:val="almostEmpty"/>
              </w:rPr>
            </w:pPr>
          </w:p>
          <w:p w14:paraId="4670880E" w14:textId="77777777" w:rsidR="00060E17" w:rsidRDefault="00D61344">
            <w:pPr>
              <w:spacing w:after="0" w:line="240" w:lineRule="auto"/>
              <w:ind w:left="57"/>
            </w:pPr>
            <w:r>
              <w:rPr>
                <w:rStyle w:val="styleDatatxt"/>
              </w:rPr>
              <w:t xml:space="preserve">Other noteworthy flora (not found in database): </w:t>
            </w:r>
          </w:p>
          <w:p w14:paraId="66205AC6" w14:textId="77777777" w:rsidR="00060E17" w:rsidRDefault="00060E17">
            <w:pPr>
              <w:pStyle w:val="pStyle"/>
              <w:rPr>
                <w:rStyle w:val="almostEmpty"/>
              </w:rPr>
            </w:pPr>
          </w:p>
          <w:p w14:paraId="02474808" w14:textId="77777777" w:rsidR="00060E17" w:rsidRDefault="00D61344">
            <w:pPr>
              <w:spacing w:after="0" w:line="240" w:lineRule="auto"/>
              <w:ind w:left="57"/>
            </w:pPr>
            <w:r>
              <w:rPr>
                <w:rStyle w:val="styleDatatxt"/>
              </w:rPr>
              <w:t xml:space="preserve">Austrofestuca littoralis (Coast Fescue) - vulnerable in Victoria </w:t>
            </w:r>
          </w:p>
          <w:p w14:paraId="03A3162E" w14:textId="77777777" w:rsidR="00060E17" w:rsidRDefault="00060E17">
            <w:pPr>
              <w:pStyle w:val="pStyle"/>
              <w:rPr>
                <w:rStyle w:val="almostEmpty"/>
              </w:rPr>
            </w:pPr>
          </w:p>
          <w:p w14:paraId="229689D4" w14:textId="77777777" w:rsidR="00060E17" w:rsidRDefault="00D61344">
            <w:pPr>
              <w:spacing w:after="0" w:line="240" w:lineRule="auto"/>
              <w:ind w:left="57"/>
            </w:pPr>
            <w:r>
              <w:rPr>
                <w:rStyle w:val="styleDatatxt"/>
              </w:rPr>
              <w:t xml:space="preserve">Cyathodes juniperinum (Crimson Berry) - vulnerable in Victoria </w:t>
            </w:r>
          </w:p>
          <w:p w14:paraId="04324D72" w14:textId="77777777" w:rsidR="00060E17" w:rsidRDefault="00060E17">
            <w:pPr>
              <w:pStyle w:val="pStyle"/>
              <w:rPr>
                <w:rStyle w:val="almostEmpty"/>
              </w:rPr>
            </w:pPr>
          </w:p>
          <w:p w14:paraId="18D1C4ED" w14:textId="77777777" w:rsidR="00060E17" w:rsidRDefault="00D61344">
            <w:pPr>
              <w:spacing w:after="0" w:line="240" w:lineRule="auto"/>
              <w:ind w:left="57"/>
            </w:pPr>
            <w:r>
              <w:rPr>
                <w:rStyle w:val="styleDatatxt"/>
              </w:rPr>
              <w:t xml:space="preserve">Exocarpus syrticola (Coast Ballart) - rare in Victoria </w:t>
            </w:r>
          </w:p>
          <w:p w14:paraId="427C8443" w14:textId="77777777" w:rsidR="00060E17" w:rsidRDefault="00060E17">
            <w:pPr>
              <w:pStyle w:val="pStyle"/>
              <w:rPr>
                <w:rStyle w:val="almostEmpty"/>
              </w:rPr>
            </w:pPr>
          </w:p>
          <w:p w14:paraId="3DEADD76" w14:textId="77777777" w:rsidR="00060E17" w:rsidRDefault="00D61344">
            <w:pPr>
              <w:spacing w:after="0" w:line="240" w:lineRule="auto"/>
              <w:ind w:left="57"/>
            </w:pPr>
            <w:r>
              <w:rPr>
                <w:rStyle w:val="styleDatatxt"/>
              </w:rPr>
              <w:t xml:space="preserve">Prasophyllum paruifloum (Slender Leek-orchid) - vulnerable in Victoria </w:t>
            </w:r>
          </w:p>
          <w:p w14:paraId="763ED53A" w14:textId="77777777" w:rsidR="00060E17" w:rsidRDefault="00060E17">
            <w:pPr>
              <w:pStyle w:val="pStyle"/>
              <w:rPr>
                <w:rStyle w:val="almostEmpty"/>
              </w:rPr>
            </w:pPr>
          </w:p>
          <w:p w14:paraId="6386F858" w14:textId="77777777" w:rsidR="00060E17" w:rsidRDefault="00D61344">
            <w:pPr>
              <w:spacing w:after="0" w:line="240" w:lineRule="auto"/>
              <w:ind w:left="57"/>
            </w:pPr>
            <w:r>
              <w:rPr>
                <w:rStyle w:val="styleDatatxt"/>
              </w:rPr>
              <w:t xml:space="preserve">Pterostylis aciculiforris (Slender Ruddyhood) - insufficiently known in Victoria </w:t>
            </w:r>
          </w:p>
          <w:p w14:paraId="4BF245EC" w14:textId="77777777" w:rsidR="00060E17" w:rsidRDefault="00060E17">
            <w:pPr>
              <w:pStyle w:val="pStyle"/>
              <w:rPr>
                <w:rStyle w:val="almostEmpty"/>
              </w:rPr>
            </w:pPr>
          </w:p>
          <w:p w14:paraId="2871558A" w14:textId="77777777" w:rsidR="00060E17" w:rsidRDefault="00D61344">
            <w:pPr>
              <w:spacing w:after="0" w:line="240" w:lineRule="auto"/>
              <w:ind w:left="57"/>
            </w:pPr>
            <w:r>
              <w:rPr>
                <w:rStyle w:val="styleDatatxt"/>
              </w:rPr>
              <w:t xml:space="preserve">Senecio diagchides (Erect Groundsel) - rare in Victoria </w:t>
            </w:r>
          </w:p>
          <w:p w14:paraId="1EEB4AB4" w14:textId="77777777" w:rsidR="00060E17" w:rsidRDefault="00060E17">
            <w:pPr>
              <w:pStyle w:val="pStyle"/>
              <w:rPr>
                <w:rStyle w:val="almostEmpty"/>
              </w:rPr>
            </w:pPr>
          </w:p>
          <w:p w14:paraId="439D9E60" w14:textId="77777777" w:rsidR="00060E17" w:rsidRDefault="00D61344">
            <w:pPr>
              <w:spacing w:after="0" w:line="240" w:lineRule="auto"/>
              <w:ind w:left="57"/>
            </w:pPr>
            <w:r>
              <w:rPr>
                <w:rStyle w:val="styleDatatxt"/>
              </w:rPr>
              <w:t xml:space="preserve">Helichrysum dealbatum (Silver Everlasting) - rare in Victoria </w:t>
            </w:r>
          </w:p>
          <w:p w14:paraId="10D1B18E" w14:textId="77777777" w:rsidR="00060E17" w:rsidRDefault="00060E17">
            <w:pPr>
              <w:pStyle w:val="pStyle"/>
              <w:rPr>
                <w:rStyle w:val="almostEmpty"/>
              </w:rPr>
            </w:pPr>
          </w:p>
          <w:p w14:paraId="57953E8B" w14:textId="77777777" w:rsidR="00060E17" w:rsidRDefault="00D61344">
            <w:pPr>
              <w:spacing w:after="0" w:line="240" w:lineRule="auto"/>
              <w:ind w:left="57"/>
            </w:pPr>
            <w:r>
              <w:rPr>
                <w:rStyle w:val="styleDatatxt"/>
              </w:rPr>
              <w:t xml:space="preserve"> </w:t>
            </w:r>
          </w:p>
          <w:p w14:paraId="138D4FE9" w14:textId="77777777" w:rsidR="00060E17" w:rsidRDefault="00060E17">
            <w:pPr>
              <w:pStyle w:val="pStyle"/>
              <w:rPr>
                <w:rStyle w:val="almostEmpty"/>
              </w:rPr>
            </w:pPr>
          </w:p>
          <w:p w14:paraId="2F3F6953" w14:textId="77777777" w:rsidR="00060E17" w:rsidRDefault="00D61344">
            <w:pPr>
              <w:spacing w:after="0" w:line="240" w:lineRule="auto"/>
              <w:ind w:left="57"/>
            </w:pPr>
            <w:r>
              <w:rPr>
                <w:rStyle w:val="styleDatatxt"/>
              </w:rPr>
              <w:t>The most southerly occurrence of Avicennia marina (White Mangrove) is at Corner Inlet.</w:t>
            </w:r>
          </w:p>
        </w:tc>
      </w:tr>
    </w:tbl>
    <w:p w14:paraId="7167BBE5" w14:textId="77777777" w:rsidR="00060E17" w:rsidRDefault="00060E17">
      <w:pPr>
        <w:pStyle w:val="pstyleComments"/>
      </w:pPr>
    </w:p>
    <w:p w14:paraId="33A03AB3" w14:textId="77777777" w:rsidR="00060E17" w:rsidRDefault="00060E17"/>
    <w:p w14:paraId="24F8BE45" w14:textId="77777777" w:rsidR="00060E17" w:rsidRDefault="00D61344">
      <w:pPr>
        <w:pStyle w:val="pstyleSection"/>
      </w:pPr>
      <w:r>
        <w:rPr>
          <w:rStyle w:val="styleL2"/>
        </w:rPr>
        <w:t>4.3.2 Animal species</w:t>
      </w:r>
    </w:p>
    <w:p w14:paraId="75A81D5A" w14:textId="77777777" w:rsidR="00060E17" w:rsidRDefault="00D61344">
      <w:pPr>
        <w:pStyle w:val="pstyleLabels"/>
      </w:pPr>
      <w:r>
        <w:rPr>
          <w:rStyle w:val="styleC3"/>
        </w:rPr>
        <w:t>Other noteworthy animal species</w:t>
      </w:r>
    </w:p>
    <w:tbl>
      <w:tblPr>
        <w:tblStyle w:val="FancyTable"/>
        <w:tblW w:w="0" w:type="auto"/>
        <w:tblInd w:w="-8" w:type="dxa"/>
        <w:tblLook w:val="04A0" w:firstRow="1" w:lastRow="0" w:firstColumn="1" w:lastColumn="0" w:noHBand="0" w:noVBand="1"/>
      </w:tblPr>
      <w:tblGrid>
        <w:gridCol w:w="1196"/>
        <w:gridCol w:w="1277"/>
        <w:gridCol w:w="1266"/>
        <w:gridCol w:w="1136"/>
        <w:gridCol w:w="1147"/>
        <w:gridCol w:w="1370"/>
        <w:gridCol w:w="1625"/>
      </w:tblGrid>
      <w:tr w:rsidR="00060E17" w14:paraId="05ABE1AE"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4D7B000D" w14:textId="77777777" w:rsidR="00060E17" w:rsidRDefault="00D61344">
            <w:pPr>
              <w:spacing w:after="0" w:line="240" w:lineRule="auto"/>
              <w:jc w:val="center"/>
            </w:pPr>
            <w:r>
              <w:rPr>
                <w:b/>
                <w:bCs/>
                <w:sz w:val="18"/>
                <w:szCs w:val="18"/>
              </w:rPr>
              <w:t>Phylum</w:t>
            </w:r>
          </w:p>
        </w:tc>
        <w:tc>
          <w:tcPr>
            <w:tcW w:w="1750" w:type="dxa"/>
          </w:tcPr>
          <w:p w14:paraId="02BDE465" w14:textId="77777777" w:rsidR="00060E17" w:rsidRDefault="00D61344">
            <w:pPr>
              <w:spacing w:after="0" w:line="240" w:lineRule="auto"/>
              <w:jc w:val="center"/>
            </w:pPr>
            <w:r>
              <w:rPr>
                <w:b/>
                <w:bCs/>
                <w:sz w:val="18"/>
                <w:szCs w:val="18"/>
              </w:rPr>
              <w:t>Scientific name</w:t>
            </w:r>
          </w:p>
        </w:tc>
        <w:tc>
          <w:tcPr>
            <w:tcW w:w="1750" w:type="dxa"/>
          </w:tcPr>
          <w:p w14:paraId="49EF98DC" w14:textId="77777777" w:rsidR="00060E17" w:rsidRDefault="00D61344">
            <w:pPr>
              <w:spacing w:after="0" w:line="240" w:lineRule="auto"/>
              <w:jc w:val="center"/>
            </w:pPr>
            <w:r>
              <w:rPr>
                <w:b/>
                <w:bCs/>
                <w:sz w:val="18"/>
                <w:szCs w:val="18"/>
              </w:rPr>
              <w:t>Common name</w:t>
            </w:r>
          </w:p>
        </w:tc>
        <w:tc>
          <w:tcPr>
            <w:tcW w:w="1750" w:type="dxa"/>
          </w:tcPr>
          <w:p w14:paraId="07C8032C" w14:textId="77777777" w:rsidR="00060E17" w:rsidRDefault="00D61344">
            <w:pPr>
              <w:spacing w:after="0" w:line="240" w:lineRule="auto"/>
              <w:jc w:val="center"/>
            </w:pPr>
            <w:r>
              <w:rPr>
                <w:b/>
                <w:bCs/>
                <w:sz w:val="18"/>
                <w:szCs w:val="18"/>
              </w:rPr>
              <w:t>Pop. size</w:t>
            </w:r>
            <w:r>
              <w:rPr>
                <w:vertAlign w:val="superscript"/>
              </w:rPr>
              <w:t xml:space="preserve"> (optional)</w:t>
            </w:r>
          </w:p>
        </w:tc>
        <w:tc>
          <w:tcPr>
            <w:tcW w:w="1750" w:type="dxa"/>
          </w:tcPr>
          <w:p w14:paraId="1F2E71E6" w14:textId="77777777" w:rsidR="00060E17" w:rsidRDefault="00D61344">
            <w:pPr>
              <w:spacing w:after="0" w:line="240" w:lineRule="auto"/>
              <w:jc w:val="center"/>
            </w:pPr>
            <w:r>
              <w:rPr>
                <w:b/>
                <w:bCs/>
                <w:sz w:val="18"/>
                <w:szCs w:val="18"/>
              </w:rPr>
              <w:t>Period of pop. est.</w:t>
            </w:r>
            <w:r>
              <w:rPr>
                <w:vertAlign w:val="superscript"/>
              </w:rPr>
              <w:t xml:space="preserve"> (optional)</w:t>
            </w:r>
          </w:p>
        </w:tc>
        <w:tc>
          <w:tcPr>
            <w:tcW w:w="1750" w:type="dxa"/>
          </w:tcPr>
          <w:p w14:paraId="53D43FE6" w14:textId="77777777" w:rsidR="00060E17" w:rsidRDefault="00D61344">
            <w:pPr>
              <w:spacing w:after="0" w:line="240" w:lineRule="auto"/>
              <w:jc w:val="center"/>
            </w:pPr>
            <w:r>
              <w:rPr>
                <w:b/>
                <w:bCs/>
                <w:sz w:val="18"/>
                <w:szCs w:val="18"/>
              </w:rPr>
              <w:t>% occurrence</w:t>
            </w:r>
            <w:r>
              <w:rPr>
                <w:vertAlign w:val="superscript"/>
              </w:rPr>
              <w:t xml:space="preserve"> (optional)</w:t>
            </w:r>
          </w:p>
        </w:tc>
        <w:tc>
          <w:tcPr>
            <w:tcW w:w="1750" w:type="dxa"/>
          </w:tcPr>
          <w:p w14:paraId="10A42F01" w14:textId="77777777" w:rsidR="00060E17" w:rsidRDefault="00D61344">
            <w:pPr>
              <w:spacing w:after="0" w:line="240" w:lineRule="auto"/>
              <w:jc w:val="center"/>
            </w:pPr>
            <w:r>
              <w:rPr>
                <w:b/>
                <w:bCs/>
                <w:sz w:val="18"/>
                <w:szCs w:val="18"/>
              </w:rPr>
              <w:t>Position in range /endemism/other</w:t>
            </w:r>
            <w:r>
              <w:rPr>
                <w:vertAlign w:val="superscript"/>
              </w:rPr>
              <w:t xml:space="preserve"> (optional)</w:t>
            </w:r>
          </w:p>
        </w:tc>
      </w:tr>
      <w:tr w:rsidR="00060E17" w14:paraId="474E3722" w14:textId="77777777" w:rsidTr="00060E17">
        <w:trPr>
          <w:trHeight w:val="200"/>
        </w:trPr>
        <w:tc>
          <w:tcPr>
            <w:tcW w:w="1750" w:type="dxa"/>
          </w:tcPr>
          <w:p w14:paraId="2DFD790C" w14:textId="77777777" w:rsidR="00060E17" w:rsidRDefault="00060E17"/>
        </w:tc>
        <w:tc>
          <w:tcPr>
            <w:tcW w:w="1750" w:type="dxa"/>
          </w:tcPr>
          <w:p w14:paraId="70199AF9" w14:textId="77777777" w:rsidR="00060E17" w:rsidRDefault="00060E17"/>
        </w:tc>
        <w:tc>
          <w:tcPr>
            <w:tcW w:w="1750" w:type="dxa"/>
          </w:tcPr>
          <w:p w14:paraId="215B2597" w14:textId="77777777" w:rsidR="00060E17" w:rsidRDefault="00060E17"/>
        </w:tc>
        <w:tc>
          <w:tcPr>
            <w:tcW w:w="1750" w:type="dxa"/>
          </w:tcPr>
          <w:p w14:paraId="40BDD152" w14:textId="77777777" w:rsidR="00060E17" w:rsidRDefault="00060E17"/>
        </w:tc>
        <w:tc>
          <w:tcPr>
            <w:tcW w:w="1750" w:type="dxa"/>
          </w:tcPr>
          <w:p w14:paraId="4D140ADC" w14:textId="77777777" w:rsidR="00060E17" w:rsidRDefault="00060E17"/>
        </w:tc>
        <w:tc>
          <w:tcPr>
            <w:tcW w:w="1750" w:type="dxa"/>
          </w:tcPr>
          <w:p w14:paraId="14F16C1F" w14:textId="77777777" w:rsidR="00060E17" w:rsidRDefault="00060E17"/>
        </w:tc>
        <w:tc>
          <w:tcPr>
            <w:tcW w:w="1750" w:type="dxa"/>
          </w:tcPr>
          <w:p w14:paraId="0CCD9EB5" w14:textId="77777777" w:rsidR="00060E17" w:rsidRDefault="00060E17"/>
        </w:tc>
      </w:tr>
    </w:tbl>
    <w:p w14:paraId="1EA5E1BB" w14:textId="77777777" w:rsidR="00060E17" w:rsidRDefault="00060E17"/>
    <w:p w14:paraId="5CD17642" w14:textId="77777777" w:rsidR="00060E17" w:rsidRDefault="00D61344">
      <w:pPr>
        <w:pStyle w:val="pstyleLabels"/>
      </w:pPr>
      <w:r>
        <w:rPr>
          <w:rStyle w:val="styleC3"/>
        </w:rPr>
        <w:t>Invasive alien animal species</w:t>
      </w:r>
    </w:p>
    <w:tbl>
      <w:tblPr>
        <w:tblStyle w:val="FancyTable"/>
        <w:tblW w:w="0" w:type="auto"/>
        <w:tblInd w:w="-8" w:type="dxa"/>
        <w:tblLook w:val="04A0" w:firstRow="1" w:lastRow="0" w:firstColumn="1" w:lastColumn="0" w:noHBand="0" w:noVBand="1"/>
      </w:tblPr>
      <w:tblGrid>
        <w:gridCol w:w="2266"/>
        <w:gridCol w:w="1685"/>
        <w:gridCol w:w="1727"/>
        <w:gridCol w:w="1673"/>
        <w:gridCol w:w="1666"/>
      </w:tblGrid>
      <w:tr w:rsidR="00060E17" w14:paraId="26E06831"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6AB2AC13" w14:textId="77777777" w:rsidR="00060E17" w:rsidRDefault="00D61344">
            <w:pPr>
              <w:spacing w:after="0" w:line="240" w:lineRule="auto"/>
              <w:jc w:val="center"/>
            </w:pPr>
            <w:r>
              <w:rPr>
                <w:b/>
                <w:bCs/>
                <w:sz w:val="18"/>
                <w:szCs w:val="18"/>
              </w:rPr>
              <w:t>Phylum</w:t>
            </w:r>
          </w:p>
        </w:tc>
        <w:tc>
          <w:tcPr>
            <w:tcW w:w="1750" w:type="dxa"/>
          </w:tcPr>
          <w:p w14:paraId="63803688" w14:textId="77777777" w:rsidR="00060E17" w:rsidRDefault="00D61344">
            <w:pPr>
              <w:spacing w:after="0" w:line="240" w:lineRule="auto"/>
              <w:jc w:val="center"/>
            </w:pPr>
            <w:r>
              <w:rPr>
                <w:b/>
                <w:bCs/>
                <w:sz w:val="18"/>
                <w:szCs w:val="18"/>
              </w:rPr>
              <w:t>Scientific name</w:t>
            </w:r>
          </w:p>
        </w:tc>
        <w:tc>
          <w:tcPr>
            <w:tcW w:w="1750" w:type="dxa"/>
          </w:tcPr>
          <w:p w14:paraId="48B8F33F" w14:textId="77777777" w:rsidR="00060E17" w:rsidRDefault="00D61344">
            <w:pPr>
              <w:spacing w:after="0" w:line="240" w:lineRule="auto"/>
              <w:jc w:val="center"/>
            </w:pPr>
            <w:r>
              <w:rPr>
                <w:b/>
                <w:bCs/>
                <w:sz w:val="18"/>
                <w:szCs w:val="18"/>
              </w:rPr>
              <w:t>Common name</w:t>
            </w:r>
          </w:p>
        </w:tc>
        <w:tc>
          <w:tcPr>
            <w:tcW w:w="1750" w:type="dxa"/>
          </w:tcPr>
          <w:p w14:paraId="7A588AAE" w14:textId="77777777" w:rsidR="00060E17" w:rsidRDefault="00D61344">
            <w:pPr>
              <w:spacing w:after="0" w:line="240" w:lineRule="auto"/>
              <w:jc w:val="center"/>
            </w:pPr>
            <w:r>
              <w:rPr>
                <w:b/>
                <w:bCs/>
                <w:sz w:val="18"/>
                <w:szCs w:val="18"/>
              </w:rPr>
              <w:t>Impacts</w:t>
            </w:r>
          </w:p>
        </w:tc>
        <w:tc>
          <w:tcPr>
            <w:tcW w:w="1750" w:type="dxa"/>
          </w:tcPr>
          <w:p w14:paraId="31CD2A66" w14:textId="77777777" w:rsidR="00060E17" w:rsidRDefault="00D61344">
            <w:pPr>
              <w:spacing w:after="0" w:line="240" w:lineRule="auto"/>
              <w:jc w:val="center"/>
            </w:pPr>
            <w:r>
              <w:rPr>
                <w:b/>
                <w:bCs/>
                <w:sz w:val="18"/>
                <w:szCs w:val="18"/>
              </w:rPr>
              <w:t>Changes at RIS update</w:t>
            </w:r>
          </w:p>
        </w:tc>
      </w:tr>
      <w:tr w:rsidR="00060E17" w14:paraId="5840F967" w14:textId="77777777" w:rsidTr="00060E17">
        <w:trPr>
          <w:trHeight w:val="200"/>
        </w:trPr>
        <w:tc>
          <w:tcPr>
            <w:tcW w:w="1750" w:type="dxa"/>
          </w:tcPr>
          <w:p w14:paraId="0A09F12D" w14:textId="77777777" w:rsidR="00060E17" w:rsidRDefault="00D61344">
            <w:r>
              <w:rPr>
                <w:rStyle w:val="styleSubformtxtUP"/>
              </w:rPr>
              <w:t>Echinodermata/Asteroidea</w:t>
            </w:r>
          </w:p>
        </w:tc>
        <w:tc>
          <w:tcPr>
            <w:tcW w:w="1750" w:type="dxa"/>
          </w:tcPr>
          <w:p w14:paraId="3A7608DD" w14:textId="77777777" w:rsidR="00060E17" w:rsidRDefault="00D61344">
            <w:r>
              <w:rPr>
                <w:rStyle w:val="styleSubformtxtIblue"/>
              </w:rPr>
              <w:t>Asterias amurensis</w:t>
            </w:r>
          </w:p>
        </w:tc>
        <w:tc>
          <w:tcPr>
            <w:tcW w:w="1750" w:type="dxa"/>
          </w:tcPr>
          <w:p w14:paraId="5D3EE4FE" w14:textId="77777777" w:rsidR="00060E17" w:rsidRDefault="00D61344">
            <w:r>
              <w:rPr>
                <w:rStyle w:val="styleSubformtxt"/>
              </w:rPr>
              <w:t>Northern Pacific seastar;Japanese common starfish</w:t>
            </w:r>
          </w:p>
        </w:tc>
        <w:tc>
          <w:tcPr>
            <w:tcW w:w="1750" w:type="dxa"/>
          </w:tcPr>
          <w:p w14:paraId="50E3D4E4" w14:textId="77777777" w:rsidR="00060E17" w:rsidRDefault="00D61344">
            <w:r>
              <w:rPr>
                <w:rStyle w:val="styleSubformtxt"/>
              </w:rPr>
              <w:t>Potentially</w:t>
            </w:r>
          </w:p>
        </w:tc>
        <w:tc>
          <w:tcPr>
            <w:tcW w:w="1750" w:type="dxa"/>
          </w:tcPr>
          <w:p w14:paraId="4F6B08E4" w14:textId="77777777" w:rsidR="00060E17" w:rsidRDefault="00D61344">
            <w:r>
              <w:rPr>
                <w:rStyle w:val="styleSubformtxt"/>
              </w:rPr>
              <w:t>No change</w:t>
            </w:r>
          </w:p>
        </w:tc>
      </w:tr>
      <w:tr w:rsidR="00060E17" w14:paraId="7F13AF33" w14:textId="77777777" w:rsidTr="00060E17">
        <w:trPr>
          <w:trHeight w:val="200"/>
        </w:trPr>
        <w:tc>
          <w:tcPr>
            <w:tcW w:w="1750" w:type="dxa"/>
          </w:tcPr>
          <w:p w14:paraId="4FACD7CF" w14:textId="77777777" w:rsidR="00060E17" w:rsidRDefault="00D61344">
            <w:r>
              <w:rPr>
                <w:rStyle w:val="styleSubformtxtUP"/>
              </w:rPr>
              <w:t>Arthropoda/Malacostraca</w:t>
            </w:r>
          </w:p>
        </w:tc>
        <w:tc>
          <w:tcPr>
            <w:tcW w:w="1750" w:type="dxa"/>
          </w:tcPr>
          <w:p w14:paraId="34DFEF8D" w14:textId="77777777" w:rsidR="00060E17" w:rsidRDefault="00D61344">
            <w:r>
              <w:rPr>
                <w:rStyle w:val="styleSubformtxtIblue"/>
              </w:rPr>
              <w:t>Carcinus maenas</w:t>
            </w:r>
          </w:p>
        </w:tc>
        <w:tc>
          <w:tcPr>
            <w:tcW w:w="1750" w:type="dxa"/>
          </w:tcPr>
          <w:p w14:paraId="0DF5B56A" w14:textId="77777777" w:rsidR="00060E17" w:rsidRDefault="00D61344">
            <w:r>
              <w:rPr>
                <w:rStyle w:val="styleSubformtxt"/>
              </w:rPr>
              <w:t>green shore crab;shore crab;common shore crab;green crab;European shore-crab</w:t>
            </w:r>
          </w:p>
        </w:tc>
        <w:tc>
          <w:tcPr>
            <w:tcW w:w="1750" w:type="dxa"/>
          </w:tcPr>
          <w:p w14:paraId="263D5809" w14:textId="77777777" w:rsidR="00060E17" w:rsidRDefault="00D61344">
            <w:r>
              <w:rPr>
                <w:rStyle w:val="styleSubformtxt"/>
              </w:rPr>
              <w:t>Actually (minor impacts)</w:t>
            </w:r>
          </w:p>
        </w:tc>
        <w:tc>
          <w:tcPr>
            <w:tcW w:w="1750" w:type="dxa"/>
          </w:tcPr>
          <w:p w14:paraId="1A671169" w14:textId="77777777" w:rsidR="00060E17" w:rsidRDefault="00D61344">
            <w:r>
              <w:rPr>
                <w:rStyle w:val="styleSubformtxt"/>
              </w:rPr>
              <w:t>No change</w:t>
            </w:r>
          </w:p>
        </w:tc>
      </w:tr>
      <w:tr w:rsidR="00060E17" w14:paraId="5FF558D1" w14:textId="77777777" w:rsidTr="00060E17">
        <w:trPr>
          <w:trHeight w:val="200"/>
        </w:trPr>
        <w:tc>
          <w:tcPr>
            <w:tcW w:w="1750" w:type="dxa"/>
          </w:tcPr>
          <w:p w14:paraId="3135315D" w14:textId="77777777" w:rsidR="00060E17" w:rsidRDefault="00D61344">
            <w:r>
              <w:rPr>
                <w:rStyle w:val="styleSubformtxtUP"/>
              </w:rPr>
              <w:t>Chordata/Mammalia</w:t>
            </w:r>
          </w:p>
        </w:tc>
        <w:tc>
          <w:tcPr>
            <w:tcW w:w="1750" w:type="dxa"/>
          </w:tcPr>
          <w:p w14:paraId="60B37DBF" w14:textId="77777777" w:rsidR="00060E17" w:rsidRDefault="00D61344">
            <w:r>
              <w:rPr>
                <w:rStyle w:val="styleSubformtxtIblue"/>
              </w:rPr>
              <w:t>Oryctolagus cuniculus</w:t>
            </w:r>
          </w:p>
        </w:tc>
        <w:tc>
          <w:tcPr>
            <w:tcW w:w="1750" w:type="dxa"/>
          </w:tcPr>
          <w:p w14:paraId="60EBF4BB" w14:textId="77777777" w:rsidR="00060E17" w:rsidRDefault="00D61344">
            <w:r>
              <w:rPr>
                <w:rStyle w:val="styleSubformtxt"/>
              </w:rPr>
              <w:t>European Rabbit</w:t>
            </w:r>
          </w:p>
        </w:tc>
        <w:tc>
          <w:tcPr>
            <w:tcW w:w="1750" w:type="dxa"/>
          </w:tcPr>
          <w:p w14:paraId="57189CCC" w14:textId="77777777" w:rsidR="00060E17" w:rsidRDefault="00D61344">
            <w:r>
              <w:rPr>
                <w:rStyle w:val="styleSubformtxt"/>
              </w:rPr>
              <w:t>Actually (minor impacts)</w:t>
            </w:r>
          </w:p>
        </w:tc>
        <w:tc>
          <w:tcPr>
            <w:tcW w:w="1750" w:type="dxa"/>
          </w:tcPr>
          <w:p w14:paraId="66442968" w14:textId="77777777" w:rsidR="00060E17" w:rsidRDefault="00D61344">
            <w:r>
              <w:rPr>
                <w:rStyle w:val="styleSubformtxt"/>
              </w:rPr>
              <w:t>No change</w:t>
            </w:r>
          </w:p>
        </w:tc>
      </w:tr>
      <w:tr w:rsidR="00060E17" w14:paraId="76AE8492" w14:textId="77777777" w:rsidTr="00060E17">
        <w:trPr>
          <w:trHeight w:val="200"/>
        </w:trPr>
        <w:tc>
          <w:tcPr>
            <w:tcW w:w="1750" w:type="dxa"/>
          </w:tcPr>
          <w:p w14:paraId="625D2231" w14:textId="77777777" w:rsidR="00060E17" w:rsidRDefault="00D61344">
            <w:r>
              <w:rPr>
                <w:rStyle w:val="styleSubformtxtUP"/>
              </w:rPr>
              <w:t>Chordata/Mammalia</w:t>
            </w:r>
          </w:p>
        </w:tc>
        <w:tc>
          <w:tcPr>
            <w:tcW w:w="1750" w:type="dxa"/>
          </w:tcPr>
          <w:p w14:paraId="29F58A98" w14:textId="77777777" w:rsidR="00060E17" w:rsidRDefault="00D61344">
            <w:r>
              <w:rPr>
                <w:rStyle w:val="styleSubformtxtIblue"/>
              </w:rPr>
              <w:t>Rattus rattus</w:t>
            </w:r>
          </w:p>
        </w:tc>
        <w:tc>
          <w:tcPr>
            <w:tcW w:w="1750" w:type="dxa"/>
          </w:tcPr>
          <w:p w14:paraId="4BD2A60F" w14:textId="77777777" w:rsidR="00060E17" w:rsidRDefault="00D61344">
            <w:r>
              <w:rPr>
                <w:rStyle w:val="styleSubformtxt"/>
              </w:rPr>
              <w:t>black rat</w:t>
            </w:r>
          </w:p>
        </w:tc>
        <w:tc>
          <w:tcPr>
            <w:tcW w:w="1750" w:type="dxa"/>
          </w:tcPr>
          <w:p w14:paraId="6B397A2B" w14:textId="77777777" w:rsidR="00060E17" w:rsidRDefault="00D61344">
            <w:r>
              <w:rPr>
                <w:rStyle w:val="styleSubformtxt"/>
              </w:rPr>
              <w:t>Actually (minor impacts)</w:t>
            </w:r>
          </w:p>
        </w:tc>
        <w:tc>
          <w:tcPr>
            <w:tcW w:w="1750" w:type="dxa"/>
          </w:tcPr>
          <w:p w14:paraId="1710B2F8" w14:textId="77777777" w:rsidR="00060E17" w:rsidRDefault="00D61344">
            <w:r>
              <w:rPr>
                <w:rStyle w:val="styleSubformtxt"/>
              </w:rPr>
              <w:t>No change</w:t>
            </w:r>
          </w:p>
        </w:tc>
      </w:tr>
      <w:tr w:rsidR="00060E17" w14:paraId="29E28E11" w14:textId="77777777" w:rsidTr="00060E17">
        <w:trPr>
          <w:trHeight w:val="200"/>
        </w:trPr>
        <w:tc>
          <w:tcPr>
            <w:tcW w:w="1750" w:type="dxa"/>
          </w:tcPr>
          <w:p w14:paraId="2020C2E3" w14:textId="77777777" w:rsidR="00060E17" w:rsidRDefault="00D61344">
            <w:r>
              <w:rPr>
                <w:rStyle w:val="styleSubformtxtUP"/>
              </w:rPr>
              <w:t>Annelida/Polychaeta</w:t>
            </w:r>
          </w:p>
        </w:tc>
        <w:tc>
          <w:tcPr>
            <w:tcW w:w="1750" w:type="dxa"/>
          </w:tcPr>
          <w:p w14:paraId="23E13D08" w14:textId="77777777" w:rsidR="00060E17" w:rsidRDefault="00D61344">
            <w:r>
              <w:rPr>
                <w:rStyle w:val="styleSubformtxtIblue"/>
              </w:rPr>
              <w:t>Sabella spallanzanii</w:t>
            </w:r>
          </w:p>
        </w:tc>
        <w:tc>
          <w:tcPr>
            <w:tcW w:w="1750" w:type="dxa"/>
          </w:tcPr>
          <w:p w14:paraId="12EF2916" w14:textId="77777777" w:rsidR="00060E17" w:rsidRDefault="00D61344">
            <w:r>
              <w:rPr>
                <w:rStyle w:val="styleSubformtxt"/>
              </w:rPr>
              <w:t>Mediterranean fanworm;feather duster worm;European fan worm</w:t>
            </w:r>
          </w:p>
        </w:tc>
        <w:tc>
          <w:tcPr>
            <w:tcW w:w="1750" w:type="dxa"/>
          </w:tcPr>
          <w:p w14:paraId="7C07E7E9" w14:textId="77777777" w:rsidR="00060E17" w:rsidRDefault="00D61344">
            <w:r>
              <w:rPr>
                <w:rStyle w:val="styleSubformtxt"/>
              </w:rPr>
              <w:t>Potentially</w:t>
            </w:r>
          </w:p>
        </w:tc>
        <w:tc>
          <w:tcPr>
            <w:tcW w:w="1750" w:type="dxa"/>
          </w:tcPr>
          <w:p w14:paraId="5658DB51" w14:textId="77777777" w:rsidR="00060E17" w:rsidRDefault="00D61344">
            <w:r>
              <w:rPr>
                <w:rStyle w:val="styleSubformtxt"/>
              </w:rPr>
              <w:t>No change</w:t>
            </w:r>
          </w:p>
        </w:tc>
      </w:tr>
      <w:tr w:rsidR="00060E17" w14:paraId="717C4ECB" w14:textId="77777777" w:rsidTr="00060E17">
        <w:trPr>
          <w:trHeight w:val="200"/>
        </w:trPr>
        <w:tc>
          <w:tcPr>
            <w:tcW w:w="1750" w:type="dxa"/>
          </w:tcPr>
          <w:p w14:paraId="7370DB45" w14:textId="77777777" w:rsidR="00060E17" w:rsidRDefault="00D61344">
            <w:r>
              <w:rPr>
                <w:rStyle w:val="styleSubformtxtUP"/>
              </w:rPr>
              <w:t>Chordata/Mammalia</w:t>
            </w:r>
          </w:p>
        </w:tc>
        <w:tc>
          <w:tcPr>
            <w:tcW w:w="1750" w:type="dxa"/>
          </w:tcPr>
          <w:p w14:paraId="4B98CFA4" w14:textId="77777777" w:rsidR="00060E17" w:rsidRDefault="00D61344">
            <w:r>
              <w:rPr>
                <w:rStyle w:val="styleSubformtxtIblue"/>
              </w:rPr>
              <w:t>Vulpes vulpes</w:t>
            </w:r>
          </w:p>
        </w:tc>
        <w:tc>
          <w:tcPr>
            <w:tcW w:w="1750" w:type="dxa"/>
          </w:tcPr>
          <w:p w14:paraId="40629DDF" w14:textId="77777777" w:rsidR="00060E17" w:rsidRDefault="00D61344">
            <w:r>
              <w:rPr>
                <w:rStyle w:val="styleSubformtxt"/>
              </w:rPr>
              <w:t>Red Fox</w:t>
            </w:r>
          </w:p>
        </w:tc>
        <w:tc>
          <w:tcPr>
            <w:tcW w:w="1750" w:type="dxa"/>
          </w:tcPr>
          <w:p w14:paraId="224F3EF1" w14:textId="77777777" w:rsidR="00060E17" w:rsidRDefault="00D61344">
            <w:r>
              <w:rPr>
                <w:rStyle w:val="styleSubformtxt"/>
              </w:rPr>
              <w:t>Actually (minor impacts)</w:t>
            </w:r>
          </w:p>
        </w:tc>
        <w:tc>
          <w:tcPr>
            <w:tcW w:w="1750" w:type="dxa"/>
          </w:tcPr>
          <w:p w14:paraId="552E6F9A" w14:textId="77777777" w:rsidR="00060E17" w:rsidRDefault="00D61344">
            <w:r>
              <w:rPr>
                <w:rStyle w:val="styleSubformtxt"/>
              </w:rPr>
              <w:t>No change</w:t>
            </w:r>
          </w:p>
        </w:tc>
      </w:tr>
      <w:tr w:rsidR="00060E17" w14:paraId="78CEE020" w14:textId="77777777" w:rsidTr="00060E17">
        <w:trPr>
          <w:trHeight w:val="200"/>
        </w:trPr>
        <w:tc>
          <w:tcPr>
            <w:tcW w:w="1750" w:type="dxa"/>
          </w:tcPr>
          <w:p w14:paraId="48E7B882" w14:textId="77777777" w:rsidR="00060E17" w:rsidRDefault="00060E17"/>
        </w:tc>
        <w:tc>
          <w:tcPr>
            <w:tcW w:w="1750" w:type="dxa"/>
          </w:tcPr>
          <w:p w14:paraId="7C9E2951" w14:textId="77777777" w:rsidR="00060E17" w:rsidRDefault="00060E17"/>
        </w:tc>
        <w:tc>
          <w:tcPr>
            <w:tcW w:w="1750" w:type="dxa"/>
          </w:tcPr>
          <w:p w14:paraId="5AA3FD50" w14:textId="77777777" w:rsidR="00060E17" w:rsidRDefault="00060E17"/>
        </w:tc>
        <w:tc>
          <w:tcPr>
            <w:tcW w:w="1750" w:type="dxa"/>
          </w:tcPr>
          <w:p w14:paraId="6039CDB0" w14:textId="77777777" w:rsidR="00060E17" w:rsidRDefault="00060E17"/>
        </w:tc>
        <w:tc>
          <w:tcPr>
            <w:tcW w:w="1750" w:type="dxa"/>
          </w:tcPr>
          <w:p w14:paraId="2494BACC" w14:textId="77777777" w:rsidR="00060E17" w:rsidRDefault="00060E17"/>
        </w:tc>
      </w:tr>
    </w:tbl>
    <w:p w14:paraId="3379186C" w14:textId="77777777" w:rsidR="00060E17" w:rsidRDefault="00060E17"/>
    <w:p w14:paraId="47AAB72F" w14:textId="77777777" w:rsidR="00060E17" w:rsidRDefault="00D61344">
      <w:pPr>
        <w:pStyle w:val="pstyleLabels"/>
      </w:pPr>
      <w:r>
        <w:rPr>
          <w:rStyle w:val="styleC3"/>
        </w:rPr>
        <w:t>Optional text box to provide further information</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5"/>
        <w:gridCol w:w="8833"/>
      </w:tblGrid>
      <w:tr w:rsidR="00060E17" w14:paraId="23CF4CBE"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B4258A4" w14:textId="77777777" w:rsidR="00060E17" w:rsidRDefault="00060E17"/>
        </w:tc>
        <w:tc>
          <w:tcPr>
            <w:tcW w:w="9500" w:type="dxa"/>
          </w:tcPr>
          <w:p w14:paraId="3B4F923A" w14:textId="77777777" w:rsidR="00060E17" w:rsidRDefault="00060E17">
            <w:pPr>
              <w:pStyle w:val="pStyle"/>
              <w:rPr>
                <w:rStyle w:val="almostEmpty"/>
              </w:rPr>
            </w:pPr>
          </w:p>
          <w:p w14:paraId="76A97E47" w14:textId="77777777" w:rsidR="00060E17" w:rsidRDefault="00D61344">
            <w:pPr>
              <w:spacing w:after="0" w:line="240" w:lineRule="auto"/>
              <w:ind w:left="57"/>
            </w:pPr>
            <w:r>
              <w:rPr>
                <w:rStyle w:val="styleDatatxt"/>
              </w:rPr>
              <w:t xml:space="preserve">Foxes cause disturbance to birds on  their feeding  grounds, roosts and breeding sites, and prey on birds, their chicks and eggs. </w:t>
            </w:r>
          </w:p>
          <w:p w14:paraId="5F5E675F" w14:textId="77777777" w:rsidR="00060E17" w:rsidRDefault="00060E17">
            <w:pPr>
              <w:pStyle w:val="pStyle"/>
              <w:rPr>
                <w:rStyle w:val="almostEmpty"/>
              </w:rPr>
            </w:pPr>
          </w:p>
          <w:p w14:paraId="43B091D6" w14:textId="77777777" w:rsidR="00060E17" w:rsidRDefault="00D61344">
            <w:pPr>
              <w:spacing w:after="0" w:line="240" w:lineRule="auto"/>
              <w:ind w:left="57"/>
            </w:pPr>
            <w:r>
              <w:rPr>
                <w:rStyle w:val="styleDatatxt"/>
              </w:rPr>
              <w:t xml:space="preserve">Northern Pacific seastar (Asterias  amurensis) represents an invasion risk to Corner Inlet. </w:t>
            </w:r>
          </w:p>
          <w:p w14:paraId="67D78EEA" w14:textId="77777777" w:rsidR="00060E17" w:rsidRDefault="00060E17">
            <w:pPr>
              <w:pStyle w:val="pStyle"/>
              <w:rPr>
                <w:rStyle w:val="almostEmpty"/>
              </w:rPr>
            </w:pPr>
          </w:p>
          <w:p w14:paraId="53928E7C" w14:textId="77777777" w:rsidR="00060E17" w:rsidRDefault="00D61344">
            <w:pPr>
              <w:spacing w:after="0" w:line="240" w:lineRule="auto"/>
              <w:ind w:left="57"/>
            </w:pPr>
            <w:r>
              <w:rPr>
                <w:rStyle w:val="styleDatatxt"/>
              </w:rPr>
              <w:t xml:space="preserve">European shorecrab (Carcinus maenas) has been present at Corner Inlet since the late 19th century. It is an extremely tolerant and hardy species and a voracious predator.  Its effects in Corner Inlet are unknown. </w:t>
            </w:r>
          </w:p>
          <w:p w14:paraId="3870FEF8" w14:textId="77777777" w:rsidR="00060E17" w:rsidRDefault="00060E17">
            <w:pPr>
              <w:pStyle w:val="pStyle"/>
              <w:rPr>
                <w:rStyle w:val="almostEmpty"/>
              </w:rPr>
            </w:pPr>
          </w:p>
          <w:p w14:paraId="61F2345A" w14:textId="77777777" w:rsidR="00060E17" w:rsidRDefault="00D61344">
            <w:pPr>
              <w:spacing w:after="0" w:line="240" w:lineRule="auto"/>
              <w:ind w:left="57"/>
            </w:pPr>
            <w:r>
              <w:rPr>
                <w:rStyle w:val="styleDatatxt"/>
              </w:rPr>
              <w:t>Mediterranean fanworm (Sabella spallanzanii) presents a potential invasion risk to Corner Inlet.</w:t>
            </w:r>
          </w:p>
        </w:tc>
      </w:tr>
    </w:tbl>
    <w:p w14:paraId="62BFEC03" w14:textId="77777777" w:rsidR="00060E17" w:rsidRDefault="00060E17">
      <w:pPr>
        <w:sectPr w:rsidR="00060E17">
          <w:pgSz w:w="11905" w:h="16837"/>
          <w:pgMar w:top="1440" w:right="1440" w:bottom="1440" w:left="1440" w:header="720" w:footer="720" w:gutter="0"/>
          <w:cols w:space="720"/>
        </w:sectPr>
      </w:pPr>
    </w:p>
    <w:p w14:paraId="77CE2ADE" w14:textId="77777777" w:rsidR="00060E17" w:rsidRDefault="00D61344">
      <w:pPr>
        <w:pStyle w:val="pstyleSectionL1"/>
      </w:pPr>
      <w:r>
        <w:rPr>
          <w:rStyle w:val="styleL1"/>
        </w:rPr>
        <w:lastRenderedPageBreak/>
        <w:t>4.4 Physical components</w:t>
      </w:r>
    </w:p>
    <w:p w14:paraId="3B4F898C" w14:textId="77777777" w:rsidR="00060E17" w:rsidRDefault="00D61344">
      <w:pPr>
        <w:pStyle w:val="pstyleSection"/>
      </w:pPr>
      <w:r>
        <w:rPr>
          <w:rStyle w:val="styleL2"/>
        </w:rPr>
        <w:t>4.4.1 Climate</w:t>
      </w:r>
    </w:p>
    <w:p w14:paraId="755CA649" w14:textId="77777777" w:rsidR="00060E17" w:rsidRDefault="00D61344">
      <w:pPr>
        <w:pStyle w:val="pstyleComments"/>
      </w:pPr>
      <w:r>
        <w:rPr>
          <w:rStyle w:val="styleC3comment"/>
        </w:rPr>
        <w:t>Please indicate the prevailing climate type(s) by selecting below the climatic region(s) and subregion(s), using the Köppen-Gieger Climate Classification System.</w:t>
      </w:r>
    </w:p>
    <w:p w14:paraId="7E6423F8" w14:textId="77777777" w:rsidR="00060E17" w:rsidRDefault="00060E17">
      <w:pPr>
        <w:pStyle w:val="pstyleLabels"/>
      </w:pPr>
    </w:p>
    <w:tbl>
      <w:tblPr>
        <w:tblStyle w:val="FancyTable"/>
        <w:tblW w:w="0" w:type="auto"/>
        <w:tblInd w:w="-8" w:type="dxa"/>
        <w:tblLook w:val="04A0" w:firstRow="1" w:lastRow="0" w:firstColumn="1" w:lastColumn="0" w:noHBand="0" w:noVBand="1"/>
      </w:tblPr>
      <w:tblGrid>
        <w:gridCol w:w="1750"/>
        <w:gridCol w:w="1750"/>
      </w:tblGrid>
      <w:tr w:rsidR="00060E17" w14:paraId="40C1D87A"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62C4DF32" w14:textId="77777777" w:rsidR="00060E17" w:rsidRDefault="00D61344">
            <w:pPr>
              <w:spacing w:after="0" w:line="240" w:lineRule="auto"/>
              <w:jc w:val="center"/>
            </w:pPr>
            <w:r>
              <w:rPr>
                <w:b/>
                <w:bCs/>
                <w:sz w:val="18"/>
                <w:szCs w:val="18"/>
              </w:rPr>
              <w:t>Climatic region</w:t>
            </w:r>
          </w:p>
        </w:tc>
        <w:tc>
          <w:tcPr>
            <w:tcW w:w="1750" w:type="dxa"/>
          </w:tcPr>
          <w:p w14:paraId="35B375FA" w14:textId="77777777" w:rsidR="00060E17" w:rsidRDefault="00D61344">
            <w:pPr>
              <w:spacing w:after="0" w:line="240" w:lineRule="auto"/>
              <w:jc w:val="center"/>
            </w:pPr>
            <w:r>
              <w:rPr>
                <w:b/>
                <w:bCs/>
                <w:sz w:val="18"/>
                <w:szCs w:val="18"/>
              </w:rPr>
              <w:t>Subregion</w:t>
            </w:r>
          </w:p>
        </w:tc>
      </w:tr>
      <w:tr w:rsidR="00060E17" w14:paraId="6C2DDE5A" w14:textId="77777777" w:rsidTr="00060E17">
        <w:trPr>
          <w:trHeight w:val="200"/>
        </w:trPr>
        <w:tc>
          <w:tcPr>
            <w:tcW w:w="1750" w:type="dxa"/>
          </w:tcPr>
          <w:p w14:paraId="679AA64C" w14:textId="77777777" w:rsidR="00060E17" w:rsidRDefault="00D61344">
            <w:r>
              <w:rPr>
                <w:rStyle w:val="styleSubformtxt"/>
              </w:rPr>
              <w:t>C: Moist Mid-Latitude climate with mild winters</w:t>
            </w:r>
          </w:p>
        </w:tc>
        <w:tc>
          <w:tcPr>
            <w:tcW w:w="1750" w:type="dxa"/>
          </w:tcPr>
          <w:p w14:paraId="32EA939E" w14:textId="77777777" w:rsidR="00060E17" w:rsidRDefault="00D61344">
            <w:r>
              <w:rPr>
                <w:rStyle w:val="styleSubformtxt"/>
              </w:rPr>
              <w:t>Csb: Mediterranean  (Mild with dry, warm summer)</w:t>
            </w:r>
          </w:p>
        </w:tc>
      </w:tr>
      <w:tr w:rsidR="00060E17" w14:paraId="524CDF8C" w14:textId="77777777" w:rsidTr="00060E17">
        <w:trPr>
          <w:trHeight w:val="200"/>
        </w:trPr>
        <w:tc>
          <w:tcPr>
            <w:tcW w:w="1750" w:type="dxa"/>
          </w:tcPr>
          <w:p w14:paraId="36B80740" w14:textId="77777777" w:rsidR="00060E17" w:rsidRDefault="00060E17"/>
        </w:tc>
        <w:tc>
          <w:tcPr>
            <w:tcW w:w="1750" w:type="dxa"/>
          </w:tcPr>
          <w:p w14:paraId="4CFAF319" w14:textId="77777777" w:rsidR="00060E17" w:rsidRDefault="00060E17"/>
        </w:tc>
      </w:tr>
    </w:tbl>
    <w:p w14:paraId="6A28D30D" w14:textId="77777777" w:rsidR="00060E17" w:rsidRDefault="00060E17"/>
    <w:p w14:paraId="3B3587B8" w14:textId="77777777" w:rsidR="00060E17" w:rsidRDefault="00D61344">
      <w:pPr>
        <w:pStyle w:val="pstyleComments"/>
      </w:pPr>
      <w:r>
        <w:rPr>
          <w:rStyle w:val="styleC3comment"/>
        </w:rPr>
        <w:t>If changing climatic conditions are affecting the site, please indicate the nature of these changes:</w:t>
      </w:r>
    </w:p>
    <w:p w14:paraId="0FA46A33" w14:textId="77777777" w:rsidR="00060E17" w:rsidRDefault="00D61344">
      <w:pPr>
        <w:pStyle w:val="pstyleLabels"/>
      </w:pP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85"/>
        <w:gridCol w:w="8843"/>
      </w:tblGrid>
      <w:tr w:rsidR="00060E17" w14:paraId="233996AF"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18ADD87" w14:textId="77777777" w:rsidR="00060E17" w:rsidRDefault="00060E17"/>
        </w:tc>
        <w:tc>
          <w:tcPr>
            <w:tcW w:w="9500" w:type="dxa"/>
          </w:tcPr>
          <w:p w14:paraId="376143F5" w14:textId="77777777" w:rsidR="00060E17" w:rsidRDefault="00060E17">
            <w:pPr>
              <w:pStyle w:val="pStyle"/>
              <w:rPr>
                <w:rStyle w:val="almostEmpty"/>
              </w:rPr>
            </w:pPr>
          </w:p>
          <w:p w14:paraId="2978E586" w14:textId="77777777" w:rsidR="00060E17" w:rsidRDefault="00D61344">
            <w:pPr>
              <w:spacing w:after="0" w:line="240" w:lineRule="auto"/>
              <w:ind w:left="57"/>
            </w:pPr>
            <w:r>
              <w:rPr>
                <w:rStyle w:val="styleDatatxt"/>
              </w:rPr>
              <w:t xml:space="preserve">Corner Inlet is in the Southern Slopes (Victoria East) sub-cluster (https://www.climatechangeinaustralia.gov.au/en/climate-projections/future-climate/regional-climate-change-explorer/super-clusters/). </w:t>
            </w:r>
          </w:p>
          <w:p w14:paraId="1E09FF27" w14:textId="77777777" w:rsidR="00060E17" w:rsidRDefault="00060E17">
            <w:pPr>
              <w:pStyle w:val="pStyle"/>
              <w:rPr>
                <w:rStyle w:val="almostEmpty"/>
              </w:rPr>
            </w:pPr>
          </w:p>
          <w:p w14:paraId="008E3ADC" w14:textId="77777777" w:rsidR="00060E17" w:rsidRDefault="00D61344">
            <w:pPr>
              <w:spacing w:after="0" w:line="240" w:lineRule="auto"/>
              <w:ind w:left="57"/>
            </w:pPr>
            <w:r>
              <w:rPr>
                <w:rStyle w:val="styleDatatxt"/>
              </w:rPr>
              <w:t xml:space="preserve">- Average temperatures will continue to increase in all seasons  </w:t>
            </w:r>
          </w:p>
          <w:p w14:paraId="6B74CC88" w14:textId="77777777" w:rsidR="00060E17" w:rsidRDefault="00060E17">
            <w:pPr>
              <w:pStyle w:val="pStyle"/>
              <w:rPr>
                <w:rStyle w:val="almostEmpty"/>
              </w:rPr>
            </w:pPr>
          </w:p>
          <w:p w14:paraId="7AD7699A" w14:textId="77777777" w:rsidR="00060E17" w:rsidRDefault="00D61344">
            <w:pPr>
              <w:spacing w:after="0" w:line="240" w:lineRule="auto"/>
              <w:ind w:left="57"/>
            </w:pPr>
            <w:r>
              <w:rPr>
                <w:rStyle w:val="styleDatatxt"/>
              </w:rPr>
              <w:t xml:space="preserve">- More hot days and warm spells are projected. Fewer frosts are projected. </w:t>
            </w:r>
          </w:p>
          <w:p w14:paraId="34FB296A" w14:textId="77777777" w:rsidR="00060E17" w:rsidRDefault="00060E17">
            <w:pPr>
              <w:pStyle w:val="pStyle"/>
              <w:rPr>
                <w:rStyle w:val="almostEmpty"/>
              </w:rPr>
            </w:pPr>
          </w:p>
          <w:p w14:paraId="227093B6" w14:textId="77777777" w:rsidR="00060E17" w:rsidRDefault="00D61344">
            <w:pPr>
              <w:spacing w:after="0" w:line="240" w:lineRule="auto"/>
              <w:ind w:left="57"/>
            </w:pPr>
            <w:r>
              <w:rPr>
                <w:rStyle w:val="styleDatatxt"/>
              </w:rPr>
              <w:t xml:space="preserve">- Generally less rainfall in the cool season is projected. Changes to summer and autumn rainfall are possible but less clear. For the near future, natural variability is projected to dominate any projected changes. </w:t>
            </w:r>
          </w:p>
          <w:p w14:paraId="53DF7C8A" w14:textId="77777777" w:rsidR="00060E17" w:rsidRDefault="00060E17">
            <w:pPr>
              <w:pStyle w:val="pStyle"/>
              <w:rPr>
                <w:rStyle w:val="almostEmpty"/>
              </w:rPr>
            </w:pPr>
          </w:p>
          <w:p w14:paraId="3FB9A8A7" w14:textId="77777777" w:rsidR="00060E17" w:rsidRDefault="00D61344">
            <w:pPr>
              <w:spacing w:after="0" w:line="240" w:lineRule="auto"/>
              <w:ind w:left="57"/>
            </w:pPr>
            <w:r>
              <w:rPr>
                <w:rStyle w:val="styleDatatxt"/>
              </w:rPr>
              <w:t xml:space="preserve">- Increased intensity of extreme rainfall events is projected. </w:t>
            </w:r>
          </w:p>
          <w:p w14:paraId="5087E56F" w14:textId="77777777" w:rsidR="00060E17" w:rsidRDefault="00060E17">
            <w:pPr>
              <w:pStyle w:val="pStyle"/>
              <w:rPr>
                <w:rStyle w:val="almostEmpty"/>
              </w:rPr>
            </w:pPr>
          </w:p>
          <w:p w14:paraId="0879BA34" w14:textId="77777777" w:rsidR="00060E17" w:rsidRDefault="00D61344">
            <w:pPr>
              <w:spacing w:after="0" w:line="240" w:lineRule="auto"/>
              <w:ind w:left="57"/>
            </w:pPr>
            <w:r>
              <w:rPr>
                <w:rStyle w:val="styleDatatxt"/>
              </w:rPr>
              <w:t xml:space="preserve">- Mean sea level will continue to rise and height of extreme sea-level events will also increase. </w:t>
            </w:r>
          </w:p>
          <w:p w14:paraId="40E91F6D" w14:textId="77777777" w:rsidR="00060E17" w:rsidRDefault="00060E17">
            <w:pPr>
              <w:pStyle w:val="pStyle"/>
              <w:rPr>
                <w:rStyle w:val="almostEmpty"/>
              </w:rPr>
            </w:pPr>
          </w:p>
          <w:p w14:paraId="4A677DD3" w14:textId="77777777" w:rsidR="00060E17" w:rsidRDefault="00D61344">
            <w:pPr>
              <w:spacing w:after="0" w:line="240" w:lineRule="auto"/>
              <w:ind w:left="57"/>
            </w:pPr>
            <w:r>
              <w:rPr>
                <w:rStyle w:val="styleDatatxt"/>
              </w:rPr>
              <w:t xml:space="preserve">- A harsher fire-weather climate in the future (high confidence). </w:t>
            </w:r>
          </w:p>
          <w:p w14:paraId="7F52F0B3" w14:textId="77777777" w:rsidR="00060E17" w:rsidRDefault="00060E17">
            <w:pPr>
              <w:pStyle w:val="pStyle"/>
              <w:rPr>
                <w:rStyle w:val="almostEmpty"/>
              </w:rPr>
            </w:pPr>
          </w:p>
          <w:p w14:paraId="2BE8F632" w14:textId="77777777" w:rsidR="00060E17" w:rsidRDefault="00D61344">
            <w:pPr>
              <w:spacing w:after="0" w:line="240" w:lineRule="auto"/>
              <w:ind w:left="57"/>
            </w:pPr>
            <w:r>
              <w:rPr>
                <w:rStyle w:val="styleDatatxt"/>
              </w:rPr>
              <w:t>- On an annual and decadal basis, natural variability in the climate system can act to either mask or enhance any long-term human induced trend, particularly in the next 20 years and for rainfall.</w:t>
            </w:r>
          </w:p>
        </w:tc>
      </w:tr>
    </w:tbl>
    <w:p w14:paraId="73568C17" w14:textId="77777777" w:rsidR="00060E17" w:rsidRDefault="00060E17"/>
    <w:p w14:paraId="5A494A5C" w14:textId="77777777" w:rsidR="00060E17" w:rsidRDefault="00D61344">
      <w:pPr>
        <w:pStyle w:val="pstyleSection"/>
      </w:pPr>
      <w:r>
        <w:rPr>
          <w:rStyle w:val="styleL2"/>
        </w:rPr>
        <w:t>4.4.2 Geomorphic setting</w:t>
      </w:r>
    </w:p>
    <w:p w14:paraId="48B69CF0" w14:textId="77777777" w:rsidR="00060E17" w:rsidRDefault="00D61344">
      <w:pPr>
        <w:pStyle w:val="pstyleLabels"/>
      </w:pPr>
      <w:r>
        <w:rPr>
          <w:rStyle w:val="styleC3"/>
        </w:rPr>
        <w:t>a) Minimum elevation above sea level (in metres)</w:t>
      </w:r>
      <w:r>
        <w:rPr>
          <w:rStyle w:val="styleHint1txt"/>
        </w:rPr>
        <w:t xml:space="preserve"> (The online RIS only accepts numeric values) </w:t>
      </w:r>
    </w:p>
    <w:tbl>
      <w:tblPr>
        <w:tblStyle w:val="myFieldTableStyle2"/>
        <w:tblW w:w="0" w:type="auto"/>
        <w:tblInd w:w="-8" w:type="dxa"/>
        <w:tblLook w:val="04A0" w:firstRow="1" w:lastRow="0" w:firstColumn="1" w:lastColumn="0" w:noHBand="0" w:noVBand="1"/>
      </w:tblPr>
      <w:tblGrid>
        <w:gridCol w:w="196"/>
        <w:gridCol w:w="8831"/>
      </w:tblGrid>
      <w:tr w:rsidR="00060E17" w14:paraId="66462DFB"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0AF8426" w14:textId="77777777" w:rsidR="00060E17" w:rsidRDefault="00060E17">
            <w:pPr>
              <w:spacing w:after="0" w:line="240" w:lineRule="auto"/>
              <w:ind w:left="216"/>
            </w:pPr>
          </w:p>
        </w:tc>
        <w:tc>
          <w:tcPr>
            <w:tcW w:w="9500" w:type="dxa"/>
          </w:tcPr>
          <w:p w14:paraId="086D5AEF" w14:textId="77777777" w:rsidR="00060E17" w:rsidRDefault="00D61344">
            <w:pPr>
              <w:spacing w:before="5" w:after="2" w:line="240" w:lineRule="auto"/>
              <w:ind w:left="72"/>
            </w:pPr>
            <w:r>
              <w:rPr>
                <w:rStyle w:val="styleDatatxt"/>
              </w:rPr>
              <w:t>0</w:t>
            </w:r>
          </w:p>
        </w:tc>
      </w:tr>
    </w:tbl>
    <w:p w14:paraId="2D5EE800" w14:textId="77777777" w:rsidR="00060E17" w:rsidRDefault="00D61344">
      <w:pPr>
        <w:pStyle w:val="pstyleLabels"/>
      </w:pPr>
      <w:r>
        <w:rPr>
          <w:rStyle w:val="styleC3"/>
        </w:rPr>
        <w:t>a) Maximum elevation above sea level (in metres)</w:t>
      </w:r>
      <w:r>
        <w:rPr>
          <w:rStyle w:val="styleHint1txt"/>
        </w:rPr>
        <w:t xml:space="preserve"> (The online RIS only accepts numeric values) </w:t>
      </w:r>
    </w:p>
    <w:tbl>
      <w:tblPr>
        <w:tblStyle w:val="myFieldTableStyle2"/>
        <w:tblW w:w="0" w:type="auto"/>
        <w:tblInd w:w="-8" w:type="dxa"/>
        <w:tblLook w:val="04A0" w:firstRow="1" w:lastRow="0" w:firstColumn="1" w:lastColumn="0" w:noHBand="0" w:noVBand="1"/>
      </w:tblPr>
      <w:tblGrid>
        <w:gridCol w:w="196"/>
        <w:gridCol w:w="8831"/>
      </w:tblGrid>
      <w:tr w:rsidR="00060E17" w14:paraId="27E23C9B"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CF71E78" w14:textId="77777777" w:rsidR="00060E17" w:rsidRDefault="00060E17">
            <w:pPr>
              <w:spacing w:after="0" w:line="240" w:lineRule="auto"/>
              <w:ind w:left="216"/>
            </w:pPr>
          </w:p>
        </w:tc>
        <w:tc>
          <w:tcPr>
            <w:tcW w:w="9500" w:type="dxa"/>
          </w:tcPr>
          <w:p w14:paraId="1F58AC99" w14:textId="77777777" w:rsidR="00060E17" w:rsidRDefault="00D61344">
            <w:pPr>
              <w:spacing w:before="5" w:after="2" w:line="240" w:lineRule="auto"/>
              <w:ind w:left="72"/>
            </w:pPr>
            <w:r>
              <w:rPr>
                <w:rStyle w:val="styleDatatxt"/>
              </w:rPr>
              <w:t>20</w:t>
            </w:r>
          </w:p>
        </w:tc>
      </w:tr>
    </w:tbl>
    <w:p w14:paraId="2D3BC3AD" w14:textId="77777777" w:rsidR="00060E17" w:rsidRDefault="00D61344">
      <w:pPr>
        <w:pStyle w:val="pstyleComments"/>
      </w:pPr>
      <w:r>
        <w:rPr>
          <w:rStyle w:val="styleC3comment"/>
        </w:rPr>
        <w:t>b) Position in landscape/river basin:</w:t>
      </w:r>
    </w:p>
    <w:p w14:paraId="68CE949E" w14:textId="77777777" w:rsidR="00060E17" w:rsidRDefault="00D61344">
      <w:pPr>
        <w:spacing w:after="0" w:line="240" w:lineRule="auto"/>
        <w:ind w:left="216"/>
      </w:pPr>
      <w:r>
        <w:rPr>
          <w:rStyle w:val="styleC3"/>
        </w:rPr>
        <w:tab/>
      </w:r>
      <w:r>
        <w:rPr>
          <w:rStyle w:val="styleRad"/>
        </w:rPr>
        <w:t xml:space="preserve"> [  ] </w:t>
      </w:r>
      <w:r>
        <w:rPr>
          <w:rStyle w:val="styleC3"/>
        </w:rPr>
        <w:t xml:space="preserve"> Entire river basin</w:t>
      </w:r>
    </w:p>
    <w:p w14:paraId="58286A42" w14:textId="77777777" w:rsidR="00060E17" w:rsidRDefault="00D61344">
      <w:pPr>
        <w:spacing w:after="0" w:line="240" w:lineRule="auto"/>
        <w:ind w:left="216"/>
      </w:pPr>
      <w:r>
        <w:rPr>
          <w:rStyle w:val="styleC3"/>
        </w:rPr>
        <w:tab/>
      </w:r>
      <w:r>
        <w:rPr>
          <w:rStyle w:val="styleRad"/>
        </w:rPr>
        <w:t xml:space="preserve"> [  ] </w:t>
      </w:r>
      <w:r>
        <w:rPr>
          <w:rStyle w:val="styleC3"/>
        </w:rPr>
        <w:t xml:space="preserve"> Upper part of river basin</w:t>
      </w:r>
    </w:p>
    <w:p w14:paraId="21813F4B" w14:textId="77777777" w:rsidR="00060E17" w:rsidRDefault="00D61344">
      <w:pPr>
        <w:spacing w:after="0" w:line="240" w:lineRule="auto"/>
        <w:ind w:left="216"/>
      </w:pPr>
      <w:r>
        <w:rPr>
          <w:rStyle w:val="styleC3"/>
        </w:rPr>
        <w:tab/>
      </w:r>
      <w:r>
        <w:rPr>
          <w:rStyle w:val="styleRad"/>
        </w:rPr>
        <w:t xml:space="preserve"> [  ] </w:t>
      </w:r>
      <w:r>
        <w:rPr>
          <w:rStyle w:val="styleC3"/>
        </w:rPr>
        <w:t xml:space="preserve"> Middle part of river basin</w:t>
      </w:r>
    </w:p>
    <w:p w14:paraId="7665E780" w14:textId="77777777" w:rsidR="00060E17" w:rsidRDefault="00D61344">
      <w:pPr>
        <w:spacing w:after="0" w:line="240" w:lineRule="auto"/>
        <w:ind w:left="216"/>
      </w:pPr>
      <w:r>
        <w:rPr>
          <w:rStyle w:val="styleC3"/>
        </w:rPr>
        <w:tab/>
      </w:r>
      <w:r>
        <w:rPr>
          <w:rStyle w:val="styleRad"/>
        </w:rPr>
        <w:t xml:space="preserve"> [  ] </w:t>
      </w:r>
      <w:r>
        <w:rPr>
          <w:rStyle w:val="styleC3"/>
        </w:rPr>
        <w:t xml:space="preserve"> Lower part of river basin</w:t>
      </w:r>
    </w:p>
    <w:p w14:paraId="3E6F0FBD" w14:textId="77777777" w:rsidR="00060E17" w:rsidRDefault="00D61344">
      <w:pPr>
        <w:spacing w:after="0" w:line="240" w:lineRule="auto"/>
        <w:ind w:left="216"/>
      </w:pPr>
      <w:r>
        <w:rPr>
          <w:rStyle w:val="styleC3"/>
        </w:rPr>
        <w:tab/>
      </w:r>
      <w:r>
        <w:rPr>
          <w:rStyle w:val="styleRad"/>
        </w:rPr>
        <w:t xml:space="preserve"> [  ] </w:t>
      </w:r>
      <w:r>
        <w:rPr>
          <w:rStyle w:val="styleC3"/>
        </w:rPr>
        <w:t xml:space="preserve"> More than one river basin</w:t>
      </w:r>
    </w:p>
    <w:p w14:paraId="45BB916A" w14:textId="77777777" w:rsidR="00060E17" w:rsidRDefault="00D61344">
      <w:pPr>
        <w:spacing w:after="0" w:line="240" w:lineRule="auto"/>
        <w:ind w:left="216"/>
      </w:pPr>
      <w:r>
        <w:rPr>
          <w:rStyle w:val="styleC3"/>
        </w:rPr>
        <w:tab/>
      </w:r>
      <w:r>
        <w:rPr>
          <w:rStyle w:val="styleRad"/>
        </w:rPr>
        <w:t xml:space="preserve"> [x] </w:t>
      </w:r>
      <w:r>
        <w:rPr>
          <w:rStyle w:val="styleC3"/>
        </w:rPr>
        <w:t xml:space="preserve"> Not in river basin</w:t>
      </w:r>
    </w:p>
    <w:p w14:paraId="47C65B7C" w14:textId="77777777" w:rsidR="00060E17" w:rsidRDefault="00D61344">
      <w:pPr>
        <w:spacing w:after="0" w:line="240" w:lineRule="auto"/>
        <w:ind w:left="216"/>
      </w:pPr>
      <w:r>
        <w:rPr>
          <w:rStyle w:val="styleC3"/>
        </w:rPr>
        <w:tab/>
      </w:r>
      <w:r>
        <w:rPr>
          <w:rStyle w:val="styleRad"/>
        </w:rPr>
        <w:t xml:space="preserve"> [x] </w:t>
      </w:r>
      <w:r>
        <w:rPr>
          <w:rStyle w:val="styleC3"/>
        </w:rPr>
        <w:t xml:space="preserve"> Coastal</w:t>
      </w:r>
    </w:p>
    <w:p w14:paraId="1FB084EE" w14:textId="77777777" w:rsidR="00060E17" w:rsidRDefault="00D61344">
      <w:pPr>
        <w:pStyle w:val="pstyleLabels"/>
      </w:pPr>
      <w:r>
        <w:rPr>
          <w:rStyle w:val="styleC3"/>
        </w:rPr>
        <w:t xml:space="preserve">Please name the river basin or basins. If the site lies in a sub-basin, please also name the larger river basin. For a  coastal/marine site, please name the sea or ocean. </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6"/>
        <w:gridCol w:w="8832"/>
      </w:tblGrid>
      <w:tr w:rsidR="00060E17" w14:paraId="73177C17"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51E872FB" w14:textId="77777777" w:rsidR="00060E17" w:rsidRDefault="00060E17"/>
        </w:tc>
        <w:tc>
          <w:tcPr>
            <w:tcW w:w="9500" w:type="dxa"/>
          </w:tcPr>
          <w:p w14:paraId="5D8FDCD3" w14:textId="77777777" w:rsidR="00060E17" w:rsidRDefault="00D61344">
            <w:pPr>
              <w:spacing w:before="30" w:after="25" w:line="240" w:lineRule="auto"/>
              <w:ind w:left="57"/>
            </w:pPr>
            <w:r>
              <w:rPr>
                <w:rStyle w:val="styleDatatxt"/>
              </w:rPr>
              <w:t xml:space="preserve">An embayment connected to the Southern Ocean. The main streams in the catchment that enter Corner Inlet are the Franklin and Agnes Rivers to the west, and the Albert and Tarra Rivers and Bruthen Creek which drain into the eastern side of the inlet. </w:t>
            </w:r>
          </w:p>
        </w:tc>
      </w:tr>
    </w:tbl>
    <w:p w14:paraId="67007EB5" w14:textId="77777777" w:rsidR="00060E17" w:rsidRDefault="00060E17"/>
    <w:p w14:paraId="1909C571" w14:textId="77777777" w:rsidR="00060E17" w:rsidRDefault="00D61344">
      <w:pPr>
        <w:pStyle w:val="pstyleSection"/>
      </w:pPr>
      <w:r>
        <w:rPr>
          <w:rStyle w:val="styleL2"/>
        </w:rPr>
        <w:t>4.4.3 Soil</w:t>
      </w:r>
    </w:p>
    <w:p w14:paraId="26E831CE" w14:textId="77777777" w:rsidR="00060E17" w:rsidRDefault="00D61344">
      <w:pPr>
        <w:spacing w:after="0" w:line="240" w:lineRule="auto"/>
        <w:ind w:left="216"/>
      </w:pPr>
      <w:r>
        <w:rPr>
          <w:rStyle w:val="styleC3"/>
        </w:rPr>
        <w:tab/>
      </w:r>
      <w:r>
        <w:rPr>
          <w:rStyle w:val="styleRad"/>
        </w:rPr>
        <w:t xml:space="preserve"> [x] </w:t>
      </w:r>
      <w:r>
        <w:rPr>
          <w:rStyle w:val="styleC3"/>
        </w:rPr>
        <w:t xml:space="preserve"> Mineral</w:t>
      </w:r>
    </w:p>
    <w:p w14:paraId="34CB76B1" w14:textId="77777777" w:rsidR="00060E17" w:rsidRDefault="00D61344">
      <w:pPr>
        <w:spacing w:before="80" w:after="20" w:line="244" w:lineRule="auto"/>
        <w:ind w:left="216"/>
      </w:pPr>
      <w:r>
        <w:rPr>
          <w:rStyle w:val="styleC3update"/>
        </w:rPr>
        <w:t>Changes at RIS update</w:t>
      </w:r>
      <w:r>
        <w:rPr>
          <w:rStyle w:val="styleBracket"/>
        </w:rPr>
        <w:t xml:space="preserve"> (Update) </w:t>
      </w:r>
    </w:p>
    <w:p w14:paraId="7C952962" w14:textId="77777777" w:rsidR="00060E17" w:rsidRDefault="00D61344">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01618094" w14:textId="77777777" w:rsidR="00060E17" w:rsidRDefault="00D61344">
      <w:pPr>
        <w:spacing w:after="0" w:line="240" w:lineRule="auto"/>
      </w:pPr>
      <w:r>
        <w:rPr>
          <w:rStyle w:val="almostEmpty"/>
        </w:rPr>
        <w:t>.</w:t>
      </w:r>
    </w:p>
    <w:p w14:paraId="148E5781" w14:textId="77777777" w:rsidR="00060E17" w:rsidRDefault="00D61344">
      <w:pPr>
        <w:spacing w:after="0" w:line="240" w:lineRule="auto"/>
      </w:pPr>
      <w:r>
        <w:rPr>
          <w:rStyle w:val="almostEmpty"/>
        </w:rPr>
        <w:t>.</w:t>
      </w:r>
    </w:p>
    <w:p w14:paraId="33BFAA03" w14:textId="77777777" w:rsidR="00060E17" w:rsidRDefault="00D61344">
      <w:pPr>
        <w:spacing w:after="0" w:line="240" w:lineRule="auto"/>
      </w:pPr>
      <w:r>
        <w:rPr>
          <w:rStyle w:val="almostEmpty"/>
        </w:rPr>
        <w:t>.</w:t>
      </w:r>
    </w:p>
    <w:p w14:paraId="5AE9F244" w14:textId="77777777" w:rsidR="00060E17" w:rsidRDefault="00D61344">
      <w:pPr>
        <w:spacing w:after="0" w:line="240" w:lineRule="auto"/>
        <w:ind w:left="216"/>
      </w:pPr>
      <w:r>
        <w:rPr>
          <w:rStyle w:val="styleC3"/>
        </w:rPr>
        <w:tab/>
      </w:r>
      <w:r>
        <w:rPr>
          <w:rStyle w:val="styleRad"/>
        </w:rPr>
        <w:t xml:space="preserve"> [x] </w:t>
      </w:r>
      <w:r>
        <w:rPr>
          <w:rStyle w:val="styleC3"/>
        </w:rPr>
        <w:t xml:space="preserve"> Organic</w:t>
      </w:r>
    </w:p>
    <w:p w14:paraId="5C001399" w14:textId="77777777" w:rsidR="00060E17" w:rsidRDefault="00D61344">
      <w:pPr>
        <w:spacing w:before="80" w:after="20" w:line="244" w:lineRule="auto"/>
        <w:ind w:left="216"/>
      </w:pPr>
      <w:r>
        <w:rPr>
          <w:rStyle w:val="styleC3update"/>
        </w:rPr>
        <w:t>Changes at RIS update</w:t>
      </w:r>
      <w:r>
        <w:rPr>
          <w:rStyle w:val="styleBracket"/>
        </w:rPr>
        <w:t xml:space="preserve"> (Update) </w:t>
      </w:r>
    </w:p>
    <w:p w14:paraId="09FCC487" w14:textId="77777777" w:rsidR="00060E17" w:rsidRDefault="00D61344">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410C30C1" w14:textId="77777777" w:rsidR="00060E17" w:rsidRDefault="00D61344">
      <w:pPr>
        <w:spacing w:after="0" w:line="240" w:lineRule="auto"/>
      </w:pPr>
      <w:r>
        <w:rPr>
          <w:rStyle w:val="almostEmpty"/>
        </w:rPr>
        <w:t>.</w:t>
      </w:r>
    </w:p>
    <w:p w14:paraId="0BB7416B" w14:textId="77777777" w:rsidR="00060E17" w:rsidRDefault="00D61344">
      <w:pPr>
        <w:spacing w:after="0" w:line="240" w:lineRule="auto"/>
      </w:pPr>
      <w:r>
        <w:rPr>
          <w:rStyle w:val="almostEmpty"/>
        </w:rPr>
        <w:lastRenderedPageBreak/>
        <w:t>.</w:t>
      </w:r>
    </w:p>
    <w:p w14:paraId="10556F87" w14:textId="77777777" w:rsidR="00060E17" w:rsidRDefault="00D61344">
      <w:pPr>
        <w:spacing w:after="0" w:line="240" w:lineRule="auto"/>
      </w:pPr>
      <w:r>
        <w:rPr>
          <w:rStyle w:val="almostEmpty"/>
        </w:rPr>
        <w:t>.</w:t>
      </w:r>
    </w:p>
    <w:p w14:paraId="38A456B9" w14:textId="77777777" w:rsidR="00060E17" w:rsidRDefault="00D61344">
      <w:pPr>
        <w:spacing w:after="0" w:line="240" w:lineRule="auto"/>
        <w:ind w:left="216"/>
      </w:pPr>
      <w:r>
        <w:rPr>
          <w:rStyle w:val="styleC3"/>
        </w:rPr>
        <w:tab/>
      </w:r>
      <w:r>
        <w:rPr>
          <w:rStyle w:val="styleRad"/>
        </w:rPr>
        <w:t xml:space="preserve"> [  ] </w:t>
      </w:r>
      <w:r>
        <w:rPr>
          <w:rStyle w:val="styleC3"/>
        </w:rPr>
        <w:t xml:space="preserve"> No available information</w:t>
      </w:r>
    </w:p>
    <w:p w14:paraId="139FD864" w14:textId="77777777" w:rsidR="00060E17" w:rsidRDefault="00D61344">
      <w:pPr>
        <w:pStyle w:val="pstyleLabels"/>
      </w:pPr>
      <w:r>
        <w:rPr>
          <w:rStyle w:val="styleC3"/>
        </w:rPr>
        <w:t>Are soil types subject to change as a result of changing hydrological conditions (e.g., increased salinity or acidification)?</w:t>
      </w:r>
    </w:p>
    <w:p w14:paraId="763D3E5B" w14:textId="77777777" w:rsidR="00060E17" w:rsidRDefault="00D61344">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268E1495" w14:textId="77777777" w:rsidR="00060E17" w:rsidRDefault="00D61344">
      <w:pPr>
        <w:spacing w:after="0" w:line="240" w:lineRule="auto"/>
      </w:pPr>
      <w:r>
        <w:rPr>
          <w:rStyle w:val="almostEmpty"/>
        </w:rPr>
        <w:t>.</w:t>
      </w:r>
    </w:p>
    <w:p w14:paraId="33B864C8" w14:textId="77777777" w:rsidR="00060E17" w:rsidRDefault="00D61344">
      <w:pPr>
        <w:pStyle w:val="pstyleLabels"/>
      </w:pPr>
      <w:r>
        <w:rPr>
          <w:rStyle w:val="styleC3"/>
        </w:rPr>
        <w:t>Please provide further information on the soil (optional)</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5"/>
        <w:gridCol w:w="8833"/>
      </w:tblGrid>
      <w:tr w:rsidR="00060E17" w14:paraId="3CC211C2"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3FF1F87" w14:textId="77777777" w:rsidR="00060E17" w:rsidRDefault="00060E17"/>
        </w:tc>
        <w:tc>
          <w:tcPr>
            <w:tcW w:w="9500" w:type="dxa"/>
          </w:tcPr>
          <w:p w14:paraId="2D6953D6" w14:textId="77777777" w:rsidR="00060E17" w:rsidRDefault="00D61344">
            <w:pPr>
              <w:spacing w:before="30" w:after="25" w:line="240" w:lineRule="auto"/>
              <w:ind w:left="57"/>
            </w:pPr>
            <w:r>
              <w:rPr>
                <w:rStyle w:val="styleDatatxt"/>
              </w:rPr>
              <w:t>Corner Inlet is a large submerged plain covered by sand or mud flats, some of which are exposed at low tide, and others which remain permanently covered.</w:t>
            </w:r>
          </w:p>
        </w:tc>
      </w:tr>
    </w:tbl>
    <w:p w14:paraId="7C301138" w14:textId="77777777" w:rsidR="00060E17" w:rsidRDefault="00060E17"/>
    <w:p w14:paraId="5B119810" w14:textId="77777777" w:rsidR="00060E17" w:rsidRDefault="00D61344">
      <w:pPr>
        <w:pStyle w:val="pstyleSection"/>
      </w:pPr>
      <w:r>
        <w:rPr>
          <w:rStyle w:val="styleL2"/>
        </w:rPr>
        <w:t>4.4.4 Water regime</w:t>
      </w:r>
    </w:p>
    <w:p w14:paraId="4D038E6E" w14:textId="77777777" w:rsidR="00060E17" w:rsidRDefault="00D61344">
      <w:pPr>
        <w:pStyle w:val="pstyleLabels"/>
      </w:pPr>
      <w:r>
        <w:rPr>
          <w:rStyle w:val="styleC3"/>
        </w:rPr>
        <w:t>Water permanence</w:t>
      </w:r>
    </w:p>
    <w:tbl>
      <w:tblPr>
        <w:tblStyle w:val="FancyTable"/>
        <w:tblW w:w="0" w:type="auto"/>
        <w:tblInd w:w="-8" w:type="dxa"/>
        <w:tblLook w:val="04A0" w:firstRow="1" w:lastRow="0" w:firstColumn="1" w:lastColumn="0" w:noHBand="0" w:noVBand="1"/>
      </w:tblPr>
      <w:tblGrid>
        <w:gridCol w:w="1750"/>
        <w:gridCol w:w="1750"/>
      </w:tblGrid>
      <w:tr w:rsidR="00060E17" w14:paraId="69FD4780"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1C7BEC07" w14:textId="77777777" w:rsidR="00060E17" w:rsidRDefault="00D61344">
            <w:pPr>
              <w:spacing w:after="0" w:line="240" w:lineRule="auto"/>
              <w:jc w:val="center"/>
            </w:pPr>
            <w:r>
              <w:rPr>
                <w:b/>
                <w:bCs/>
                <w:sz w:val="18"/>
                <w:szCs w:val="18"/>
              </w:rPr>
              <w:t>Presence?</w:t>
            </w:r>
          </w:p>
        </w:tc>
        <w:tc>
          <w:tcPr>
            <w:tcW w:w="1750" w:type="dxa"/>
          </w:tcPr>
          <w:p w14:paraId="591A88C1" w14:textId="77777777" w:rsidR="00060E17" w:rsidRDefault="00D61344">
            <w:pPr>
              <w:spacing w:after="0" w:line="240" w:lineRule="auto"/>
              <w:jc w:val="center"/>
            </w:pPr>
            <w:r>
              <w:rPr>
                <w:b/>
                <w:bCs/>
                <w:sz w:val="18"/>
                <w:szCs w:val="18"/>
              </w:rPr>
              <w:t>Changes at RIS update</w:t>
            </w:r>
          </w:p>
        </w:tc>
      </w:tr>
      <w:tr w:rsidR="00060E17" w14:paraId="68C89682" w14:textId="77777777" w:rsidTr="00060E17">
        <w:trPr>
          <w:trHeight w:val="200"/>
        </w:trPr>
        <w:tc>
          <w:tcPr>
            <w:tcW w:w="1750" w:type="dxa"/>
          </w:tcPr>
          <w:p w14:paraId="34ACEF37" w14:textId="77777777" w:rsidR="00060E17" w:rsidRDefault="00D61344">
            <w:r>
              <w:rPr>
                <w:rStyle w:val="styleSubformtxt"/>
              </w:rPr>
              <w:t>Usually permanent water present</w:t>
            </w:r>
          </w:p>
        </w:tc>
        <w:tc>
          <w:tcPr>
            <w:tcW w:w="1750" w:type="dxa"/>
          </w:tcPr>
          <w:p w14:paraId="6961D22A" w14:textId="77777777" w:rsidR="00060E17" w:rsidRDefault="00060E17"/>
        </w:tc>
      </w:tr>
      <w:tr w:rsidR="00060E17" w14:paraId="7D4AB9D1" w14:textId="77777777" w:rsidTr="00060E17">
        <w:trPr>
          <w:trHeight w:val="200"/>
        </w:trPr>
        <w:tc>
          <w:tcPr>
            <w:tcW w:w="1750" w:type="dxa"/>
          </w:tcPr>
          <w:p w14:paraId="7242DFBA" w14:textId="77777777" w:rsidR="00060E17" w:rsidRDefault="00060E17"/>
        </w:tc>
        <w:tc>
          <w:tcPr>
            <w:tcW w:w="1750" w:type="dxa"/>
          </w:tcPr>
          <w:p w14:paraId="0A8DCEFF" w14:textId="77777777" w:rsidR="00060E17" w:rsidRDefault="00060E17"/>
        </w:tc>
      </w:tr>
    </w:tbl>
    <w:p w14:paraId="36C77512" w14:textId="77777777" w:rsidR="00060E17" w:rsidRDefault="00060E17"/>
    <w:p w14:paraId="1CE30DFB" w14:textId="77777777" w:rsidR="00060E17" w:rsidRDefault="00D61344">
      <w:pPr>
        <w:pStyle w:val="pstyleLabels"/>
      </w:pPr>
      <w:r>
        <w:rPr>
          <w:rStyle w:val="styleC3"/>
        </w:rPr>
        <w:t>Source of water that maintains character of the site</w:t>
      </w:r>
    </w:p>
    <w:tbl>
      <w:tblPr>
        <w:tblStyle w:val="FancyTable"/>
        <w:tblW w:w="0" w:type="auto"/>
        <w:tblInd w:w="-8" w:type="dxa"/>
        <w:tblLook w:val="04A0" w:firstRow="1" w:lastRow="0" w:firstColumn="1" w:lastColumn="0" w:noHBand="0" w:noVBand="1"/>
      </w:tblPr>
      <w:tblGrid>
        <w:gridCol w:w="1750"/>
        <w:gridCol w:w="1750"/>
        <w:gridCol w:w="1750"/>
      </w:tblGrid>
      <w:tr w:rsidR="00060E17" w14:paraId="39BAFCD8"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4D9C12E0" w14:textId="77777777" w:rsidR="00060E17" w:rsidRDefault="00D61344">
            <w:pPr>
              <w:spacing w:after="0" w:line="240" w:lineRule="auto"/>
              <w:jc w:val="center"/>
            </w:pPr>
            <w:r>
              <w:rPr>
                <w:b/>
                <w:bCs/>
                <w:sz w:val="18"/>
                <w:szCs w:val="18"/>
              </w:rPr>
              <w:t>Presence?</w:t>
            </w:r>
          </w:p>
        </w:tc>
        <w:tc>
          <w:tcPr>
            <w:tcW w:w="1750" w:type="dxa"/>
          </w:tcPr>
          <w:p w14:paraId="778CFA28" w14:textId="77777777" w:rsidR="00060E17" w:rsidRDefault="00D61344">
            <w:pPr>
              <w:spacing w:after="0" w:line="240" w:lineRule="auto"/>
              <w:jc w:val="center"/>
            </w:pPr>
            <w:r>
              <w:rPr>
                <w:b/>
                <w:bCs/>
                <w:sz w:val="18"/>
                <w:szCs w:val="18"/>
              </w:rPr>
              <w:t>Predominant water source</w:t>
            </w:r>
          </w:p>
        </w:tc>
        <w:tc>
          <w:tcPr>
            <w:tcW w:w="1750" w:type="dxa"/>
          </w:tcPr>
          <w:p w14:paraId="7665C81D" w14:textId="77777777" w:rsidR="00060E17" w:rsidRDefault="00D61344">
            <w:pPr>
              <w:spacing w:after="0" w:line="240" w:lineRule="auto"/>
              <w:jc w:val="center"/>
            </w:pPr>
            <w:r>
              <w:rPr>
                <w:b/>
                <w:bCs/>
                <w:sz w:val="18"/>
                <w:szCs w:val="18"/>
              </w:rPr>
              <w:t>Changes at RIS update</w:t>
            </w:r>
          </w:p>
        </w:tc>
      </w:tr>
      <w:tr w:rsidR="00060E17" w14:paraId="580C8503" w14:textId="77777777" w:rsidTr="00060E17">
        <w:trPr>
          <w:trHeight w:val="200"/>
        </w:trPr>
        <w:tc>
          <w:tcPr>
            <w:tcW w:w="1750" w:type="dxa"/>
          </w:tcPr>
          <w:p w14:paraId="5582AB22" w14:textId="77777777" w:rsidR="00060E17" w:rsidRDefault="00D61344">
            <w:r>
              <w:rPr>
                <w:rStyle w:val="styleSubformtxt"/>
              </w:rPr>
              <w:t>Marine water</w:t>
            </w:r>
          </w:p>
        </w:tc>
        <w:tc>
          <w:tcPr>
            <w:tcW w:w="1750" w:type="dxa"/>
          </w:tcPr>
          <w:p w14:paraId="10EC07D4" w14:textId="77777777" w:rsidR="00060E17" w:rsidRDefault="00D61344">
            <w:pPr>
              <w:pStyle w:val="pstyleRadioTb"/>
            </w:pPr>
            <w:r>
              <w:rPr>
                <w:rStyle w:val="styleRad"/>
              </w:rPr>
              <w:t xml:space="preserve"> [x] </w:t>
            </w:r>
          </w:p>
        </w:tc>
        <w:tc>
          <w:tcPr>
            <w:tcW w:w="1750" w:type="dxa"/>
          </w:tcPr>
          <w:p w14:paraId="49F506A3" w14:textId="77777777" w:rsidR="00060E17" w:rsidRDefault="00D61344">
            <w:r>
              <w:rPr>
                <w:rStyle w:val="styleSubformtxt"/>
              </w:rPr>
              <w:t>No change</w:t>
            </w:r>
          </w:p>
        </w:tc>
      </w:tr>
      <w:tr w:rsidR="00060E17" w14:paraId="02317278" w14:textId="77777777" w:rsidTr="00060E17">
        <w:trPr>
          <w:trHeight w:val="200"/>
        </w:trPr>
        <w:tc>
          <w:tcPr>
            <w:tcW w:w="1750" w:type="dxa"/>
          </w:tcPr>
          <w:p w14:paraId="7357B035" w14:textId="77777777" w:rsidR="00060E17" w:rsidRDefault="00D61344">
            <w:r>
              <w:rPr>
                <w:rStyle w:val="styleSubformtxt"/>
              </w:rPr>
              <w:t>Water inputs from surface water</w:t>
            </w:r>
          </w:p>
        </w:tc>
        <w:tc>
          <w:tcPr>
            <w:tcW w:w="1750" w:type="dxa"/>
          </w:tcPr>
          <w:p w14:paraId="060FE595" w14:textId="77777777" w:rsidR="00060E17" w:rsidRDefault="00D61344">
            <w:pPr>
              <w:pStyle w:val="pstyleRadioTb"/>
            </w:pPr>
            <w:r>
              <w:rPr>
                <w:rStyle w:val="styleRad"/>
              </w:rPr>
              <w:t xml:space="preserve"> [ ] </w:t>
            </w:r>
          </w:p>
        </w:tc>
        <w:tc>
          <w:tcPr>
            <w:tcW w:w="1750" w:type="dxa"/>
          </w:tcPr>
          <w:p w14:paraId="2AE73037" w14:textId="77777777" w:rsidR="00060E17" w:rsidRDefault="00D61344">
            <w:r>
              <w:rPr>
                <w:rStyle w:val="styleSubformtxt"/>
              </w:rPr>
              <w:t>No change</w:t>
            </w:r>
          </w:p>
        </w:tc>
      </w:tr>
      <w:tr w:rsidR="00060E17" w14:paraId="0E0C6348" w14:textId="77777777" w:rsidTr="00060E17">
        <w:trPr>
          <w:trHeight w:val="200"/>
        </w:trPr>
        <w:tc>
          <w:tcPr>
            <w:tcW w:w="1750" w:type="dxa"/>
          </w:tcPr>
          <w:p w14:paraId="3E0119D2" w14:textId="77777777" w:rsidR="00060E17" w:rsidRDefault="00D61344">
            <w:r>
              <w:rPr>
                <w:rStyle w:val="styleSubformtxt"/>
              </w:rPr>
              <w:t>Water inputs from groundwater</w:t>
            </w:r>
          </w:p>
        </w:tc>
        <w:tc>
          <w:tcPr>
            <w:tcW w:w="1750" w:type="dxa"/>
          </w:tcPr>
          <w:p w14:paraId="4B4857EB" w14:textId="77777777" w:rsidR="00060E17" w:rsidRDefault="00D61344">
            <w:pPr>
              <w:pStyle w:val="pstyleRadioTb"/>
            </w:pPr>
            <w:r>
              <w:rPr>
                <w:rStyle w:val="styleRad"/>
              </w:rPr>
              <w:t xml:space="preserve"> [ ] </w:t>
            </w:r>
          </w:p>
        </w:tc>
        <w:tc>
          <w:tcPr>
            <w:tcW w:w="1750" w:type="dxa"/>
          </w:tcPr>
          <w:p w14:paraId="3161BFEB" w14:textId="77777777" w:rsidR="00060E17" w:rsidRDefault="00D61344">
            <w:r>
              <w:rPr>
                <w:rStyle w:val="styleSubformtxt"/>
              </w:rPr>
              <w:t>No change</w:t>
            </w:r>
          </w:p>
        </w:tc>
      </w:tr>
      <w:tr w:rsidR="00060E17" w14:paraId="7302C78A" w14:textId="77777777" w:rsidTr="00060E17">
        <w:trPr>
          <w:trHeight w:val="200"/>
        </w:trPr>
        <w:tc>
          <w:tcPr>
            <w:tcW w:w="1750" w:type="dxa"/>
          </w:tcPr>
          <w:p w14:paraId="0C496A85" w14:textId="77777777" w:rsidR="00060E17" w:rsidRDefault="00060E17"/>
        </w:tc>
        <w:tc>
          <w:tcPr>
            <w:tcW w:w="1750" w:type="dxa"/>
          </w:tcPr>
          <w:p w14:paraId="77882DFB" w14:textId="77777777" w:rsidR="00060E17" w:rsidRDefault="00060E17"/>
        </w:tc>
        <w:tc>
          <w:tcPr>
            <w:tcW w:w="1750" w:type="dxa"/>
          </w:tcPr>
          <w:p w14:paraId="3E58E2D4" w14:textId="77777777" w:rsidR="00060E17" w:rsidRDefault="00060E17"/>
        </w:tc>
      </w:tr>
    </w:tbl>
    <w:p w14:paraId="4CADE1E2" w14:textId="77777777" w:rsidR="00060E17" w:rsidRDefault="00060E17"/>
    <w:p w14:paraId="45BF728B" w14:textId="77777777" w:rsidR="00060E17" w:rsidRDefault="00D61344">
      <w:pPr>
        <w:pStyle w:val="pstyleLabels"/>
      </w:pPr>
      <w:r>
        <w:rPr>
          <w:rStyle w:val="styleC3"/>
        </w:rPr>
        <w:t>Water destination</w:t>
      </w:r>
    </w:p>
    <w:tbl>
      <w:tblPr>
        <w:tblStyle w:val="FancyTable"/>
        <w:tblW w:w="0" w:type="auto"/>
        <w:tblInd w:w="-8" w:type="dxa"/>
        <w:tblLook w:val="04A0" w:firstRow="1" w:lastRow="0" w:firstColumn="1" w:lastColumn="0" w:noHBand="0" w:noVBand="1"/>
      </w:tblPr>
      <w:tblGrid>
        <w:gridCol w:w="1750"/>
        <w:gridCol w:w="1750"/>
      </w:tblGrid>
      <w:tr w:rsidR="00060E17" w14:paraId="0B5FC5D2"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5C9A175C" w14:textId="77777777" w:rsidR="00060E17" w:rsidRDefault="00D61344">
            <w:pPr>
              <w:spacing w:after="0" w:line="240" w:lineRule="auto"/>
              <w:jc w:val="center"/>
            </w:pPr>
            <w:r>
              <w:rPr>
                <w:b/>
                <w:bCs/>
                <w:sz w:val="18"/>
                <w:szCs w:val="18"/>
              </w:rPr>
              <w:t>Presence?</w:t>
            </w:r>
          </w:p>
        </w:tc>
        <w:tc>
          <w:tcPr>
            <w:tcW w:w="1750" w:type="dxa"/>
          </w:tcPr>
          <w:p w14:paraId="1E7F0E99" w14:textId="77777777" w:rsidR="00060E17" w:rsidRDefault="00D61344">
            <w:pPr>
              <w:spacing w:after="0" w:line="240" w:lineRule="auto"/>
              <w:jc w:val="center"/>
            </w:pPr>
            <w:r>
              <w:rPr>
                <w:b/>
                <w:bCs/>
                <w:sz w:val="18"/>
                <w:szCs w:val="18"/>
              </w:rPr>
              <w:t>Changes at RIS update</w:t>
            </w:r>
          </w:p>
        </w:tc>
      </w:tr>
      <w:tr w:rsidR="00060E17" w14:paraId="75263EFC" w14:textId="77777777" w:rsidTr="00060E17">
        <w:trPr>
          <w:trHeight w:val="200"/>
        </w:trPr>
        <w:tc>
          <w:tcPr>
            <w:tcW w:w="1750" w:type="dxa"/>
          </w:tcPr>
          <w:p w14:paraId="7434D2A4" w14:textId="77777777" w:rsidR="00060E17" w:rsidRDefault="00D61344">
            <w:r>
              <w:rPr>
                <w:rStyle w:val="styleSubformtxt"/>
              </w:rPr>
              <w:t>Marine</w:t>
            </w:r>
          </w:p>
        </w:tc>
        <w:tc>
          <w:tcPr>
            <w:tcW w:w="1750" w:type="dxa"/>
          </w:tcPr>
          <w:p w14:paraId="2981D71D" w14:textId="77777777" w:rsidR="00060E17" w:rsidRDefault="00D61344">
            <w:r>
              <w:rPr>
                <w:rStyle w:val="styleSubformtxt"/>
              </w:rPr>
              <w:t>No change</w:t>
            </w:r>
          </w:p>
        </w:tc>
      </w:tr>
      <w:tr w:rsidR="00060E17" w14:paraId="59495749" w14:textId="77777777" w:rsidTr="00060E17">
        <w:trPr>
          <w:trHeight w:val="200"/>
        </w:trPr>
        <w:tc>
          <w:tcPr>
            <w:tcW w:w="1750" w:type="dxa"/>
          </w:tcPr>
          <w:p w14:paraId="574B4660" w14:textId="77777777" w:rsidR="00060E17" w:rsidRDefault="00060E17"/>
        </w:tc>
        <w:tc>
          <w:tcPr>
            <w:tcW w:w="1750" w:type="dxa"/>
          </w:tcPr>
          <w:p w14:paraId="7DD7C263" w14:textId="77777777" w:rsidR="00060E17" w:rsidRDefault="00060E17"/>
        </w:tc>
      </w:tr>
    </w:tbl>
    <w:p w14:paraId="6DA66728" w14:textId="77777777" w:rsidR="00060E17" w:rsidRDefault="00060E17"/>
    <w:p w14:paraId="23D048FE" w14:textId="77777777" w:rsidR="00060E17" w:rsidRDefault="00D61344">
      <w:pPr>
        <w:pStyle w:val="pstyleLabels"/>
      </w:pPr>
      <w:r>
        <w:rPr>
          <w:rStyle w:val="styleC3"/>
        </w:rPr>
        <w:t>Stability of water regime</w:t>
      </w:r>
    </w:p>
    <w:tbl>
      <w:tblPr>
        <w:tblStyle w:val="FancyTable"/>
        <w:tblW w:w="0" w:type="auto"/>
        <w:tblInd w:w="-8" w:type="dxa"/>
        <w:tblLook w:val="04A0" w:firstRow="1" w:lastRow="0" w:firstColumn="1" w:lastColumn="0" w:noHBand="0" w:noVBand="1"/>
      </w:tblPr>
      <w:tblGrid>
        <w:gridCol w:w="1750"/>
        <w:gridCol w:w="1750"/>
      </w:tblGrid>
      <w:tr w:rsidR="00060E17" w14:paraId="0D161773"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088CFBA3" w14:textId="77777777" w:rsidR="00060E17" w:rsidRDefault="00D61344">
            <w:pPr>
              <w:spacing w:after="0" w:line="240" w:lineRule="auto"/>
              <w:jc w:val="center"/>
            </w:pPr>
            <w:r>
              <w:rPr>
                <w:b/>
                <w:bCs/>
                <w:sz w:val="18"/>
                <w:szCs w:val="18"/>
              </w:rPr>
              <w:t>Presence?</w:t>
            </w:r>
          </w:p>
        </w:tc>
        <w:tc>
          <w:tcPr>
            <w:tcW w:w="1750" w:type="dxa"/>
          </w:tcPr>
          <w:p w14:paraId="239E5B02" w14:textId="77777777" w:rsidR="00060E17" w:rsidRDefault="00D61344">
            <w:pPr>
              <w:spacing w:after="0" w:line="240" w:lineRule="auto"/>
              <w:jc w:val="center"/>
            </w:pPr>
            <w:r>
              <w:rPr>
                <w:b/>
                <w:bCs/>
                <w:sz w:val="18"/>
                <w:szCs w:val="18"/>
              </w:rPr>
              <w:t>Changes at RIS update</w:t>
            </w:r>
          </w:p>
        </w:tc>
      </w:tr>
      <w:tr w:rsidR="00060E17" w14:paraId="36229DEC" w14:textId="77777777" w:rsidTr="00060E17">
        <w:trPr>
          <w:trHeight w:val="200"/>
        </w:trPr>
        <w:tc>
          <w:tcPr>
            <w:tcW w:w="1750" w:type="dxa"/>
          </w:tcPr>
          <w:p w14:paraId="238E4157" w14:textId="77777777" w:rsidR="00060E17" w:rsidRDefault="00D61344">
            <w:r>
              <w:rPr>
                <w:rStyle w:val="styleSubformtxt"/>
              </w:rPr>
              <w:t>Water levels fluctuating (including tidal)</w:t>
            </w:r>
          </w:p>
        </w:tc>
        <w:tc>
          <w:tcPr>
            <w:tcW w:w="1750" w:type="dxa"/>
          </w:tcPr>
          <w:p w14:paraId="236D60AD" w14:textId="77777777" w:rsidR="00060E17" w:rsidRDefault="00D61344">
            <w:r>
              <w:rPr>
                <w:rStyle w:val="styleSubformtxt"/>
              </w:rPr>
              <w:t>No change</w:t>
            </w:r>
          </w:p>
        </w:tc>
      </w:tr>
      <w:tr w:rsidR="00060E17" w14:paraId="18435551" w14:textId="77777777" w:rsidTr="00060E17">
        <w:trPr>
          <w:trHeight w:val="200"/>
        </w:trPr>
        <w:tc>
          <w:tcPr>
            <w:tcW w:w="1750" w:type="dxa"/>
          </w:tcPr>
          <w:p w14:paraId="69112EBD" w14:textId="77777777" w:rsidR="00060E17" w:rsidRDefault="00060E17"/>
        </w:tc>
        <w:tc>
          <w:tcPr>
            <w:tcW w:w="1750" w:type="dxa"/>
          </w:tcPr>
          <w:p w14:paraId="533AF7DA" w14:textId="77777777" w:rsidR="00060E17" w:rsidRDefault="00060E17"/>
        </w:tc>
      </w:tr>
    </w:tbl>
    <w:p w14:paraId="6A2CC636" w14:textId="77777777" w:rsidR="00060E17" w:rsidRDefault="00060E17"/>
    <w:p w14:paraId="52BCF1E3" w14:textId="77777777" w:rsidR="00060E17" w:rsidRDefault="00D61344">
      <w:pPr>
        <w:pStyle w:val="pstyleLabels"/>
      </w:pPr>
      <w:r>
        <w:rPr>
          <w:rStyle w:val="styleC3"/>
        </w:rPr>
        <w:t>Please add any comments on the water regime and its determinants (if relevant). Use this box to explain sites with complex hydrology:</w:t>
      </w:r>
      <w:r>
        <w:rPr>
          <w:rStyle w:val="styleHint1txt"/>
        </w:rPr>
        <w:t xml:space="preserve"> (This field is limited to 2000 characters) </w:t>
      </w:r>
    </w:p>
    <w:tbl>
      <w:tblPr>
        <w:tblStyle w:val="myFieldTableStyle"/>
        <w:tblW w:w="0" w:type="auto"/>
        <w:tblInd w:w="-8" w:type="dxa"/>
        <w:tblLook w:val="04A0" w:firstRow="1" w:lastRow="0" w:firstColumn="1" w:lastColumn="0" w:noHBand="0" w:noVBand="1"/>
      </w:tblPr>
      <w:tblGrid>
        <w:gridCol w:w="196"/>
        <w:gridCol w:w="8832"/>
      </w:tblGrid>
      <w:tr w:rsidR="00060E17" w14:paraId="573512C4"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5987D5D" w14:textId="77777777" w:rsidR="00060E17" w:rsidRDefault="00060E17"/>
        </w:tc>
        <w:tc>
          <w:tcPr>
            <w:tcW w:w="9500" w:type="dxa"/>
          </w:tcPr>
          <w:p w14:paraId="360E21D7" w14:textId="77777777" w:rsidR="00060E17" w:rsidRDefault="00D61344">
            <w:pPr>
              <w:spacing w:before="30" w:after="25" w:line="240" w:lineRule="auto"/>
              <w:ind w:left="57"/>
            </w:pPr>
            <w:r>
              <w:rPr>
                <w:rStyle w:val="styleDatatxt"/>
              </w:rPr>
              <w:t>Corner Inlet is a tide dominated estuary. Two high tides occur each day, generally reaching a tidal range of 2.0m which may rise to 2.5m during the equinoxes. During a typical low tide, more than 40% of the inlet is exposed (~220km2). Flow speeds in the channels of Corner Inlet are relatively high (&gt; 1 m/s), facilitating a large exchange of water; however, most of the area drains and fills slowly due to the shallow water and large number of banks.</w:t>
            </w:r>
          </w:p>
        </w:tc>
      </w:tr>
    </w:tbl>
    <w:p w14:paraId="2A1DC4FE" w14:textId="77777777" w:rsidR="00060E17" w:rsidRDefault="00D61344">
      <w:pPr>
        <w:spacing w:before="80" w:after="20" w:line="244" w:lineRule="auto"/>
        <w:ind w:left="216"/>
      </w:pPr>
      <w:r>
        <w:rPr>
          <w:rStyle w:val="styleC3ecd"/>
        </w:rPr>
        <w:t>Connectivity of surface waters and of groundwater</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833"/>
      </w:tblGrid>
      <w:tr w:rsidR="00060E17" w14:paraId="04F3C817"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31B0B4E" w14:textId="77777777" w:rsidR="00060E17" w:rsidRDefault="00060E17">
            <w:pPr>
              <w:spacing w:after="0" w:line="240" w:lineRule="auto"/>
              <w:ind w:left="216"/>
            </w:pPr>
          </w:p>
        </w:tc>
        <w:tc>
          <w:tcPr>
            <w:tcW w:w="9500" w:type="dxa"/>
          </w:tcPr>
          <w:p w14:paraId="4F8D90AB" w14:textId="77777777" w:rsidR="00060E17" w:rsidRDefault="00D61344">
            <w:pPr>
              <w:spacing w:before="5" w:after="2" w:line="240" w:lineRule="auto"/>
              <w:ind w:left="72"/>
            </w:pPr>
            <w:r>
              <w:rPr>
                <w:rStyle w:val="styleDatatxt"/>
              </w:rPr>
              <w:t>Groundwater may contribute flows to the Ramsar site either directly as a groundwater discharge into the marine embayment or indirectly via discharge to inflowing streams. (WG CMA 2013)</w:t>
            </w:r>
          </w:p>
        </w:tc>
      </w:tr>
    </w:tbl>
    <w:p w14:paraId="174FD746" w14:textId="77777777" w:rsidR="00060E17" w:rsidRDefault="00D61344">
      <w:pPr>
        <w:spacing w:before="80" w:after="20" w:line="244" w:lineRule="auto"/>
        <w:ind w:left="216"/>
      </w:pPr>
      <w:r>
        <w:rPr>
          <w:rStyle w:val="styleC3ecd"/>
        </w:rPr>
        <w:t>Stratification and mixing regime</w:t>
      </w:r>
      <w:r>
        <w:rPr>
          <w:rStyle w:val="styleBracket"/>
        </w:rPr>
        <w:t xml:space="preserve"> (ECD) </w:t>
      </w:r>
    </w:p>
    <w:tbl>
      <w:tblPr>
        <w:tblStyle w:val="myFieldTableStyle2"/>
        <w:tblW w:w="0" w:type="auto"/>
        <w:tblInd w:w="-8" w:type="dxa"/>
        <w:tblLook w:val="04A0" w:firstRow="1" w:lastRow="0" w:firstColumn="1" w:lastColumn="0" w:noHBand="0" w:noVBand="1"/>
      </w:tblPr>
      <w:tblGrid>
        <w:gridCol w:w="195"/>
        <w:gridCol w:w="8832"/>
      </w:tblGrid>
      <w:tr w:rsidR="00060E17" w14:paraId="65A92262"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D0265C1" w14:textId="77777777" w:rsidR="00060E17" w:rsidRDefault="00060E17">
            <w:pPr>
              <w:spacing w:after="0" w:line="240" w:lineRule="auto"/>
              <w:ind w:left="216"/>
            </w:pPr>
          </w:p>
        </w:tc>
        <w:tc>
          <w:tcPr>
            <w:tcW w:w="9500" w:type="dxa"/>
          </w:tcPr>
          <w:p w14:paraId="10068857" w14:textId="77777777" w:rsidR="00060E17" w:rsidRDefault="00D61344">
            <w:pPr>
              <w:spacing w:before="5" w:after="2" w:line="240" w:lineRule="auto"/>
              <w:ind w:left="72"/>
            </w:pPr>
            <w:r>
              <w:rPr>
                <w:rStyle w:val="styleDatatxt"/>
              </w:rPr>
              <w:t>No current data available on this aspect of the character of the site</w:t>
            </w:r>
          </w:p>
        </w:tc>
      </w:tr>
    </w:tbl>
    <w:p w14:paraId="2498ECF5" w14:textId="77777777" w:rsidR="00060E17" w:rsidRDefault="00060E17"/>
    <w:p w14:paraId="19C7474D" w14:textId="77777777" w:rsidR="00060E17" w:rsidRDefault="00D61344">
      <w:pPr>
        <w:pStyle w:val="pstyleSection"/>
      </w:pPr>
      <w:r>
        <w:rPr>
          <w:rStyle w:val="styleL2"/>
        </w:rPr>
        <w:t>4.4.5 Sediment regime</w:t>
      </w:r>
    </w:p>
    <w:p w14:paraId="0D0715B7" w14:textId="77777777" w:rsidR="00060E17" w:rsidRDefault="00D61344">
      <w:pPr>
        <w:spacing w:after="0" w:line="240" w:lineRule="auto"/>
        <w:ind w:left="216"/>
      </w:pPr>
      <w:r>
        <w:rPr>
          <w:rStyle w:val="styleC3"/>
        </w:rPr>
        <w:tab/>
      </w:r>
      <w:r>
        <w:rPr>
          <w:rStyle w:val="styleRad"/>
        </w:rPr>
        <w:t xml:space="preserve"> [  ] </w:t>
      </w:r>
      <w:r>
        <w:rPr>
          <w:rStyle w:val="styleC3"/>
        </w:rPr>
        <w:t xml:space="preserve"> Significant erosion of sediments occurs on the site</w:t>
      </w:r>
    </w:p>
    <w:p w14:paraId="63D8BE8F" w14:textId="77777777" w:rsidR="00060E17" w:rsidRDefault="00D61344">
      <w:pPr>
        <w:spacing w:before="80" w:after="20" w:line="244" w:lineRule="auto"/>
        <w:ind w:left="216"/>
      </w:pPr>
      <w:r>
        <w:rPr>
          <w:rStyle w:val="styleC3update"/>
        </w:rPr>
        <w:t>Changes at RIS update</w:t>
      </w:r>
      <w:r>
        <w:rPr>
          <w:rStyle w:val="styleBracket"/>
        </w:rPr>
        <w:t xml:space="preserve"> (Update) </w:t>
      </w:r>
    </w:p>
    <w:p w14:paraId="0D134CD1" w14:textId="77777777" w:rsidR="00060E17" w:rsidRDefault="00D61344">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3876B1BD" w14:textId="77777777" w:rsidR="00060E17" w:rsidRDefault="00D61344">
      <w:pPr>
        <w:spacing w:after="0" w:line="240" w:lineRule="auto"/>
      </w:pPr>
      <w:r>
        <w:rPr>
          <w:rStyle w:val="almostEmpty"/>
        </w:rPr>
        <w:t>.</w:t>
      </w:r>
    </w:p>
    <w:p w14:paraId="3C8D61E6" w14:textId="77777777" w:rsidR="00060E17" w:rsidRDefault="00D61344">
      <w:pPr>
        <w:spacing w:after="0" w:line="240" w:lineRule="auto"/>
      </w:pPr>
      <w:r>
        <w:rPr>
          <w:rStyle w:val="almostEmpty"/>
        </w:rPr>
        <w:t>.</w:t>
      </w:r>
    </w:p>
    <w:p w14:paraId="16F17DEA" w14:textId="77777777" w:rsidR="00060E17" w:rsidRDefault="00D61344">
      <w:pPr>
        <w:spacing w:after="0" w:line="240" w:lineRule="auto"/>
      </w:pPr>
      <w:r>
        <w:rPr>
          <w:rStyle w:val="almostEmpty"/>
        </w:rPr>
        <w:t>.</w:t>
      </w:r>
    </w:p>
    <w:p w14:paraId="497826D1" w14:textId="77777777" w:rsidR="00060E17" w:rsidRDefault="00D61344">
      <w:pPr>
        <w:spacing w:after="0" w:line="240" w:lineRule="auto"/>
        <w:ind w:left="216"/>
      </w:pPr>
      <w:r>
        <w:rPr>
          <w:rStyle w:val="styleC3"/>
        </w:rPr>
        <w:tab/>
      </w:r>
      <w:r>
        <w:rPr>
          <w:rStyle w:val="styleRad"/>
        </w:rPr>
        <w:t xml:space="preserve"> [  ] </w:t>
      </w:r>
      <w:r>
        <w:rPr>
          <w:rStyle w:val="styleC3"/>
        </w:rPr>
        <w:t xml:space="preserve"> Significant accretion or deposition of sediments occurs on the site</w:t>
      </w:r>
    </w:p>
    <w:p w14:paraId="2175EB3B" w14:textId="77777777" w:rsidR="00060E17" w:rsidRDefault="00D61344">
      <w:pPr>
        <w:spacing w:before="80" w:after="20" w:line="244" w:lineRule="auto"/>
        <w:ind w:left="216"/>
      </w:pPr>
      <w:r>
        <w:rPr>
          <w:rStyle w:val="styleC3update"/>
        </w:rPr>
        <w:t>Changes at RIS update</w:t>
      </w:r>
      <w:r>
        <w:rPr>
          <w:rStyle w:val="styleBracket"/>
        </w:rPr>
        <w:t xml:space="preserve"> (Update) </w:t>
      </w:r>
    </w:p>
    <w:p w14:paraId="43CDFEF7" w14:textId="77777777" w:rsidR="00060E17" w:rsidRDefault="00D61344">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50BB1CFA" w14:textId="77777777" w:rsidR="00060E17" w:rsidRDefault="00D61344">
      <w:pPr>
        <w:spacing w:after="0" w:line="240" w:lineRule="auto"/>
      </w:pPr>
      <w:r>
        <w:rPr>
          <w:rStyle w:val="almostEmpty"/>
        </w:rPr>
        <w:t>.</w:t>
      </w:r>
    </w:p>
    <w:p w14:paraId="35537518" w14:textId="77777777" w:rsidR="00060E17" w:rsidRDefault="00D61344">
      <w:pPr>
        <w:spacing w:after="0" w:line="240" w:lineRule="auto"/>
      </w:pPr>
      <w:r>
        <w:rPr>
          <w:rStyle w:val="almostEmpty"/>
        </w:rPr>
        <w:t>.</w:t>
      </w:r>
    </w:p>
    <w:p w14:paraId="5DBFDE20" w14:textId="77777777" w:rsidR="00060E17" w:rsidRDefault="00D61344">
      <w:pPr>
        <w:spacing w:after="0" w:line="240" w:lineRule="auto"/>
      </w:pPr>
      <w:r>
        <w:rPr>
          <w:rStyle w:val="almostEmpty"/>
        </w:rPr>
        <w:t>.</w:t>
      </w:r>
    </w:p>
    <w:p w14:paraId="24B96B9C" w14:textId="77777777" w:rsidR="00060E17" w:rsidRDefault="00D61344">
      <w:pPr>
        <w:spacing w:after="0" w:line="240" w:lineRule="auto"/>
        <w:ind w:left="216"/>
      </w:pPr>
      <w:r>
        <w:rPr>
          <w:rStyle w:val="styleC3"/>
        </w:rPr>
        <w:tab/>
      </w:r>
      <w:r>
        <w:rPr>
          <w:rStyle w:val="styleRad"/>
        </w:rPr>
        <w:t xml:space="preserve"> [  ] </w:t>
      </w:r>
      <w:r>
        <w:rPr>
          <w:rStyle w:val="styleC3"/>
        </w:rPr>
        <w:t xml:space="preserve"> Significant transportation of sediments occurs on or through the site</w:t>
      </w:r>
    </w:p>
    <w:p w14:paraId="78620E6B" w14:textId="77777777" w:rsidR="00060E17" w:rsidRDefault="00D61344">
      <w:pPr>
        <w:spacing w:before="80" w:after="20" w:line="244" w:lineRule="auto"/>
        <w:ind w:left="216"/>
      </w:pPr>
      <w:r>
        <w:rPr>
          <w:rStyle w:val="styleC3update"/>
        </w:rPr>
        <w:t>Changes at RIS update</w:t>
      </w:r>
      <w:r>
        <w:rPr>
          <w:rStyle w:val="styleBracket"/>
        </w:rPr>
        <w:t xml:space="preserve"> (Update) </w:t>
      </w:r>
    </w:p>
    <w:p w14:paraId="64D01B66" w14:textId="77777777" w:rsidR="00060E17" w:rsidRDefault="00D61344">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1EB81410" w14:textId="77777777" w:rsidR="00060E17" w:rsidRDefault="00D61344">
      <w:pPr>
        <w:spacing w:after="0" w:line="240" w:lineRule="auto"/>
      </w:pPr>
      <w:r>
        <w:rPr>
          <w:rStyle w:val="almostEmpty"/>
        </w:rPr>
        <w:t>.</w:t>
      </w:r>
    </w:p>
    <w:p w14:paraId="16E674E5" w14:textId="77777777" w:rsidR="00060E17" w:rsidRDefault="00D61344">
      <w:pPr>
        <w:spacing w:after="0" w:line="240" w:lineRule="auto"/>
      </w:pPr>
      <w:r>
        <w:rPr>
          <w:rStyle w:val="almostEmpty"/>
        </w:rPr>
        <w:t>.</w:t>
      </w:r>
    </w:p>
    <w:p w14:paraId="221F28D2" w14:textId="77777777" w:rsidR="00060E17" w:rsidRDefault="00D61344">
      <w:pPr>
        <w:spacing w:after="0" w:line="240" w:lineRule="auto"/>
      </w:pPr>
      <w:r>
        <w:rPr>
          <w:rStyle w:val="almostEmpty"/>
        </w:rPr>
        <w:t>.</w:t>
      </w:r>
    </w:p>
    <w:p w14:paraId="206DB989" w14:textId="77777777" w:rsidR="00060E17" w:rsidRDefault="00D61344">
      <w:pPr>
        <w:spacing w:after="0" w:line="240" w:lineRule="auto"/>
        <w:ind w:left="216"/>
      </w:pPr>
      <w:r>
        <w:rPr>
          <w:rStyle w:val="styleC3"/>
        </w:rPr>
        <w:tab/>
      </w:r>
      <w:r>
        <w:rPr>
          <w:rStyle w:val="styleRad"/>
        </w:rPr>
        <w:t xml:space="preserve"> [  ] </w:t>
      </w:r>
      <w:r>
        <w:rPr>
          <w:rStyle w:val="styleC3"/>
        </w:rPr>
        <w:t xml:space="preserve"> Sediment regime is highly variable, either seasonally or inter-annually</w:t>
      </w:r>
    </w:p>
    <w:p w14:paraId="2C738DEB" w14:textId="77777777" w:rsidR="00060E17" w:rsidRDefault="00D61344">
      <w:pPr>
        <w:spacing w:before="80" w:after="20" w:line="244" w:lineRule="auto"/>
        <w:ind w:left="216"/>
      </w:pPr>
      <w:r>
        <w:rPr>
          <w:rStyle w:val="styleC3update"/>
        </w:rPr>
        <w:t>Changes at RIS update</w:t>
      </w:r>
      <w:r>
        <w:rPr>
          <w:rStyle w:val="styleBracket"/>
        </w:rPr>
        <w:t xml:space="preserve"> (Update) </w:t>
      </w:r>
    </w:p>
    <w:p w14:paraId="68183F58" w14:textId="77777777" w:rsidR="00060E17" w:rsidRDefault="00D61344">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0542FE0C" w14:textId="77777777" w:rsidR="00060E17" w:rsidRDefault="00D61344">
      <w:pPr>
        <w:spacing w:after="0" w:line="240" w:lineRule="auto"/>
      </w:pPr>
      <w:r>
        <w:rPr>
          <w:rStyle w:val="almostEmpty"/>
        </w:rPr>
        <w:t>.</w:t>
      </w:r>
    </w:p>
    <w:p w14:paraId="7618B520" w14:textId="77777777" w:rsidR="00060E17" w:rsidRDefault="00D61344">
      <w:pPr>
        <w:spacing w:after="0" w:line="240" w:lineRule="auto"/>
      </w:pPr>
      <w:r>
        <w:rPr>
          <w:rStyle w:val="almostEmpty"/>
        </w:rPr>
        <w:t>.</w:t>
      </w:r>
    </w:p>
    <w:p w14:paraId="2CE97141" w14:textId="77777777" w:rsidR="00060E17" w:rsidRDefault="00D61344">
      <w:pPr>
        <w:spacing w:after="0" w:line="240" w:lineRule="auto"/>
      </w:pPr>
      <w:r>
        <w:rPr>
          <w:rStyle w:val="almostEmpty"/>
        </w:rPr>
        <w:t>.</w:t>
      </w:r>
    </w:p>
    <w:p w14:paraId="12AAA25B" w14:textId="77777777" w:rsidR="00060E17" w:rsidRDefault="00D61344">
      <w:pPr>
        <w:spacing w:after="0" w:line="240" w:lineRule="auto"/>
        <w:ind w:left="216"/>
      </w:pPr>
      <w:r>
        <w:rPr>
          <w:rStyle w:val="styleC3"/>
        </w:rPr>
        <w:tab/>
      </w:r>
      <w:r>
        <w:rPr>
          <w:rStyle w:val="styleRad"/>
        </w:rPr>
        <w:t xml:space="preserve"> [  ] </w:t>
      </w:r>
      <w:r>
        <w:rPr>
          <w:rStyle w:val="styleC3"/>
        </w:rPr>
        <w:t xml:space="preserve"> Sediment regime unknown</w:t>
      </w:r>
    </w:p>
    <w:p w14:paraId="37234B6F" w14:textId="77777777" w:rsidR="00060E17" w:rsidRDefault="00D61344">
      <w:pPr>
        <w:pStyle w:val="pstyleLabels"/>
      </w:pPr>
      <w:r>
        <w:rPr>
          <w:rStyle w:val="styleC3"/>
        </w:rPr>
        <w:t>Please provide further information on sediment (optional):</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5"/>
        <w:gridCol w:w="8833"/>
      </w:tblGrid>
      <w:tr w:rsidR="00060E17" w14:paraId="26B54EEE"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011BB03" w14:textId="77777777" w:rsidR="00060E17" w:rsidRDefault="00060E17"/>
        </w:tc>
        <w:tc>
          <w:tcPr>
            <w:tcW w:w="9500" w:type="dxa"/>
          </w:tcPr>
          <w:p w14:paraId="23404C31" w14:textId="77777777" w:rsidR="00060E17" w:rsidRDefault="00060E17">
            <w:pPr>
              <w:pStyle w:val="pStyle"/>
              <w:rPr>
                <w:rStyle w:val="almostEmpty"/>
              </w:rPr>
            </w:pPr>
          </w:p>
          <w:p w14:paraId="74B7AF11" w14:textId="77777777" w:rsidR="00060E17" w:rsidRDefault="00D61344">
            <w:pPr>
              <w:spacing w:after="0" w:line="240" w:lineRule="auto"/>
              <w:ind w:left="57"/>
            </w:pPr>
            <w:r>
              <w:rPr>
                <w:rStyle w:val="styleDatatxt"/>
              </w:rPr>
              <w:t xml:space="preserve">Corner Inlet receives input of sediments from several inflowing streams. Loads are generally  higher during wetter periods with production forests contributing the highest sediment loads from the catchment. </w:t>
            </w:r>
          </w:p>
          <w:p w14:paraId="45C41304" w14:textId="77777777" w:rsidR="00060E17" w:rsidRDefault="00060E17">
            <w:pPr>
              <w:pStyle w:val="pStyle"/>
              <w:rPr>
                <w:rStyle w:val="almostEmpty"/>
              </w:rPr>
            </w:pPr>
          </w:p>
          <w:p w14:paraId="0E1A5367" w14:textId="77777777" w:rsidR="00060E17" w:rsidRDefault="00D61344">
            <w:pPr>
              <w:spacing w:after="0" w:line="240" w:lineRule="auto"/>
              <w:ind w:left="57"/>
            </w:pPr>
            <w:r>
              <w:rPr>
                <w:rStyle w:val="styleDatatxt"/>
              </w:rPr>
              <w:t xml:space="preserve"> </w:t>
            </w:r>
          </w:p>
          <w:p w14:paraId="22FE4CD1" w14:textId="77777777" w:rsidR="00060E17" w:rsidRDefault="00060E17">
            <w:pPr>
              <w:pStyle w:val="pStyle"/>
              <w:rPr>
                <w:rStyle w:val="almostEmpty"/>
              </w:rPr>
            </w:pPr>
          </w:p>
          <w:p w14:paraId="10D5C2D3" w14:textId="77777777" w:rsidR="00060E17" w:rsidRDefault="00D61344">
            <w:pPr>
              <w:spacing w:after="0" w:line="240" w:lineRule="auto"/>
              <w:ind w:left="57"/>
            </w:pPr>
            <w:r>
              <w:rPr>
                <w:rStyle w:val="styleDatatxt"/>
              </w:rPr>
              <w:t xml:space="preserve">The high rates of flushing in the inlet are a key determinant of the physio-chemical properties of waters and sediments within the site. </w:t>
            </w:r>
          </w:p>
          <w:p w14:paraId="739FC468" w14:textId="77777777" w:rsidR="00060E17" w:rsidRDefault="00060E17">
            <w:pPr>
              <w:pStyle w:val="pStyle"/>
              <w:rPr>
                <w:rStyle w:val="almostEmpty"/>
              </w:rPr>
            </w:pPr>
          </w:p>
          <w:p w14:paraId="533ECCFB" w14:textId="77777777" w:rsidR="00060E17" w:rsidRDefault="00D61344">
            <w:pPr>
              <w:spacing w:after="0" w:line="240" w:lineRule="auto"/>
              <w:ind w:left="57"/>
            </w:pPr>
            <w:r>
              <w:rPr>
                <w:rStyle w:val="styleDatatxt"/>
              </w:rPr>
              <w:t xml:space="preserve"> </w:t>
            </w:r>
          </w:p>
          <w:p w14:paraId="2B4A951F" w14:textId="77777777" w:rsidR="00060E17" w:rsidRDefault="00060E17">
            <w:pPr>
              <w:pStyle w:val="pStyle"/>
              <w:rPr>
                <w:rStyle w:val="almostEmpty"/>
              </w:rPr>
            </w:pPr>
          </w:p>
          <w:p w14:paraId="67479B3A" w14:textId="77777777" w:rsidR="00060E17" w:rsidRDefault="00D61344">
            <w:pPr>
              <w:spacing w:after="0" w:line="240" w:lineRule="auto"/>
              <w:ind w:left="57"/>
            </w:pPr>
            <w:r>
              <w:rPr>
                <w:rStyle w:val="styleDatatxt"/>
              </w:rPr>
              <w:t xml:space="preserve">The Nooramunga barrier islands and sandy dune systems are highly susceptible to erosion and impacts associated with climate change related increases to sea level and increased wave energy. There  is currently no data describing sediment movements and long-term shoreline changes to identify climate change impacts. </w:t>
            </w:r>
          </w:p>
          <w:p w14:paraId="411AFF86" w14:textId="77777777" w:rsidR="00060E17" w:rsidRDefault="00060E17">
            <w:pPr>
              <w:pStyle w:val="pStyle"/>
              <w:rPr>
                <w:rStyle w:val="almostEmpty"/>
              </w:rPr>
            </w:pPr>
          </w:p>
          <w:p w14:paraId="43C99065" w14:textId="77777777" w:rsidR="00060E17" w:rsidRDefault="00060E17">
            <w:pPr>
              <w:spacing w:after="0" w:line="240" w:lineRule="auto"/>
              <w:ind w:left="57"/>
            </w:pPr>
          </w:p>
        </w:tc>
      </w:tr>
    </w:tbl>
    <w:p w14:paraId="14A1CAF1" w14:textId="77777777" w:rsidR="00060E17" w:rsidRDefault="00D61344">
      <w:pPr>
        <w:spacing w:before="80" w:after="20" w:line="244" w:lineRule="auto"/>
        <w:ind w:left="216"/>
      </w:pPr>
      <w:r>
        <w:rPr>
          <w:rStyle w:val="styleC3ecd"/>
        </w:rPr>
        <w:t>Water turbidity and colour</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833"/>
      </w:tblGrid>
      <w:tr w:rsidR="00060E17" w14:paraId="153D6D8A"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DF34829" w14:textId="77777777" w:rsidR="00060E17" w:rsidRDefault="00060E17">
            <w:pPr>
              <w:spacing w:after="0" w:line="240" w:lineRule="auto"/>
              <w:ind w:left="216"/>
            </w:pPr>
          </w:p>
        </w:tc>
        <w:tc>
          <w:tcPr>
            <w:tcW w:w="9500" w:type="dxa"/>
          </w:tcPr>
          <w:p w14:paraId="192400BF" w14:textId="77777777" w:rsidR="00060E17" w:rsidRDefault="00D61344">
            <w:pPr>
              <w:spacing w:before="5" w:after="2" w:line="240" w:lineRule="auto"/>
              <w:ind w:left="72"/>
            </w:pPr>
            <w:r>
              <w:rPr>
                <w:rStyle w:val="styleDatatxt"/>
              </w:rPr>
              <w:t>Limited data: Turbidity elevated in nearshore area in NW of Corner Inlet, low in Nooramunga except at Bruthen Ck estuary</w:t>
            </w:r>
          </w:p>
        </w:tc>
      </w:tr>
    </w:tbl>
    <w:p w14:paraId="70A00BEA" w14:textId="77777777" w:rsidR="00060E17" w:rsidRDefault="00D61344">
      <w:pPr>
        <w:spacing w:before="80" w:after="20" w:line="244" w:lineRule="auto"/>
        <w:ind w:left="216"/>
      </w:pPr>
      <w:r>
        <w:rPr>
          <w:rStyle w:val="styleC3ecd"/>
        </w:rPr>
        <w:t>Light - reaching wetland</w:t>
      </w:r>
      <w:r>
        <w:rPr>
          <w:rStyle w:val="styleBracket"/>
        </w:rPr>
        <w:t xml:space="preserve"> (ECD) </w:t>
      </w:r>
    </w:p>
    <w:tbl>
      <w:tblPr>
        <w:tblStyle w:val="myFieldTableStyle2"/>
        <w:tblW w:w="0" w:type="auto"/>
        <w:tblInd w:w="-8" w:type="dxa"/>
        <w:tblLook w:val="04A0" w:firstRow="1" w:lastRow="0" w:firstColumn="1" w:lastColumn="0" w:noHBand="0" w:noVBand="1"/>
      </w:tblPr>
      <w:tblGrid>
        <w:gridCol w:w="195"/>
        <w:gridCol w:w="8832"/>
      </w:tblGrid>
      <w:tr w:rsidR="00060E17" w14:paraId="5D8A3F5B"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6F60678" w14:textId="77777777" w:rsidR="00060E17" w:rsidRDefault="00060E17">
            <w:pPr>
              <w:spacing w:after="0" w:line="240" w:lineRule="auto"/>
              <w:ind w:left="216"/>
            </w:pPr>
          </w:p>
        </w:tc>
        <w:tc>
          <w:tcPr>
            <w:tcW w:w="9500" w:type="dxa"/>
          </w:tcPr>
          <w:p w14:paraId="67630A2D" w14:textId="77777777" w:rsidR="00060E17" w:rsidRDefault="00D61344">
            <w:pPr>
              <w:spacing w:before="5" w:after="2" w:line="240" w:lineRule="auto"/>
              <w:ind w:left="72"/>
            </w:pPr>
            <w:r>
              <w:rPr>
                <w:rStyle w:val="styleDatatxt"/>
              </w:rPr>
              <w:t>No current data available on this aspect of the character of the site</w:t>
            </w:r>
          </w:p>
        </w:tc>
      </w:tr>
    </w:tbl>
    <w:p w14:paraId="1BAD6C30" w14:textId="77777777" w:rsidR="00060E17" w:rsidRDefault="00D61344">
      <w:pPr>
        <w:spacing w:before="80" w:after="20" w:line="244" w:lineRule="auto"/>
        <w:ind w:left="216"/>
      </w:pPr>
      <w:r>
        <w:rPr>
          <w:rStyle w:val="styleC3ecd"/>
        </w:rPr>
        <w:t>Water temperature</w:t>
      </w:r>
      <w:r>
        <w:rPr>
          <w:rStyle w:val="styleBracket"/>
        </w:rPr>
        <w:t xml:space="preserve"> (ECD) </w:t>
      </w:r>
    </w:p>
    <w:tbl>
      <w:tblPr>
        <w:tblStyle w:val="myFieldTableStyle2"/>
        <w:tblW w:w="0" w:type="auto"/>
        <w:tblInd w:w="-8" w:type="dxa"/>
        <w:tblLook w:val="04A0" w:firstRow="1" w:lastRow="0" w:firstColumn="1" w:lastColumn="0" w:noHBand="0" w:noVBand="1"/>
      </w:tblPr>
      <w:tblGrid>
        <w:gridCol w:w="195"/>
        <w:gridCol w:w="8832"/>
      </w:tblGrid>
      <w:tr w:rsidR="00060E17" w14:paraId="42F12C59"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71C3704" w14:textId="77777777" w:rsidR="00060E17" w:rsidRDefault="00060E17">
            <w:pPr>
              <w:spacing w:after="0" w:line="240" w:lineRule="auto"/>
              <w:ind w:left="216"/>
            </w:pPr>
          </w:p>
        </w:tc>
        <w:tc>
          <w:tcPr>
            <w:tcW w:w="9500" w:type="dxa"/>
          </w:tcPr>
          <w:p w14:paraId="40777C87" w14:textId="77777777" w:rsidR="00060E17" w:rsidRDefault="00D61344">
            <w:pPr>
              <w:spacing w:before="5" w:after="2" w:line="240" w:lineRule="auto"/>
              <w:ind w:left="72"/>
            </w:pPr>
            <w:r>
              <w:rPr>
                <w:rStyle w:val="styleDatatxt"/>
              </w:rPr>
              <w:t>No current data available on this aspect of the character of the site</w:t>
            </w:r>
          </w:p>
        </w:tc>
      </w:tr>
    </w:tbl>
    <w:p w14:paraId="393F1BFD" w14:textId="77777777" w:rsidR="00060E17" w:rsidRDefault="00060E17"/>
    <w:p w14:paraId="45218197" w14:textId="77777777" w:rsidR="00060E17" w:rsidRDefault="00D61344">
      <w:pPr>
        <w:pStyle w:val="pstyleSection"/>
      </w:pPr>
      <w:r>
        <w:rPr>
          <w:rStyle w:val="styleL2"/>
        </w:rPr>
        <w:t>4.4.6 Water pH</w:t>
      </w:r>
    </w:p>
    <w:p w14:paraId="31755F0A" w14:textId="77777777" w:rsidR="00060E17" w:rsidRDefault="00D61344">
      <w:pPr>
        <w:spacing w:after="0" w:line="240" w:lineRule="auto"/>
        <w:ind w:left="216"/>
      </w:pPr>
      <w:r>
        <w:rPr>
          <w:rStyle w:val="styleC3"/>
        </w:rPr>
        <w:tab/>
      </w:r>
      <w:r>
        <w:rPr>
          <w:rStyle w:val="styleRad"/>
        </w:rPr>
        <w:t xml:space="preserve"> [  ] </w:t>
      </w:r>
      <w:r>
        <w:rPr>
          <w:rStyle w:val="styleC3"/>
        </w:rPr>
        <w:t xml:space="preserve"> Acid (pH&lt;5.5)</w:t>
      </w:r>
    </w:p>
    <w:p w14:paraId="7ECBCCA9" w14:textId="77777777" w:rsidR="00060E17" w:rsidRDefault="00D61344">
      <w:pPr>
        <w:spacing w:before="80" w:after="20" w:line="244" w:lineRule="auto"/>
        <w:ind w:left="216"/>
      </w:pPr>
      <w:r>
        <w:rPr>
          <w:rStyle w:val="styleC3update"/>
        </w:rPr>
        <w:t>Changes at RIS update</w:t>
      </w:r>
      <w:r>
        <w:rPr>
          <w:rStyle w:val="styleBracket"/>
        </w:rPr>
        <w:t xml:space="preserve"> (Update) </w:t>
      </w:r>
    </w:p>
    <w:p w14:paraId="6B775AEA" w14:textId="77777777" w:rsidR="00060E17" w:rsidRDefault="00D61344">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5CE7B605" w14:textId="77777777" w:rsidR="00060E17" w:rsidRDefault="00D61344">
      <w:pPr>
        <w:spacing w:after="0" w:line="240" w:lineRule="auto"/>
      </w:pPr>
      <w:r>
        <w:rPr>
          <w:rStyle w:val="almostEmpty"/>
        </w:rPr>
        <w:t>.</w:t>
      </w:r>
    </w:p>
    <w:p w14:paraId="403ED720" w14:textId="77777777" w:rsidR="00060E17" w:rsidRDefault="00D61344">
      <w:pPr>
        <w:spacing w:after="0" w:line="240" w:lineRule="auto"/>
      </w:pPr>
      <w:r>
        <w:rPr>
          <w:rStyle w:val="almostEmpty"/>
        </w:rPr>
        <w:t>.</w:t>
      </w:r>
    </w:p>
    <w:p w14:paraId="45CFC363" w14:textId="77777777" w:rsidR="00060E17" w:rsidRDefault="00D61344">
      <w:pPr>
        <w:spacing w:after="0" w:line="240" w:lineRule="auto"/>
      </w:pPr>
      <w:r>
        <w:rPr>
          <w:rStyle w:val="almostEmpty"/>
        </w:rPr>
        <w:t>.</w:t>
      </w:r>
    </w:p>
    <w:p w14:paraId="4E8781DC" w14:textId="77777777" w:rsidR="00060E17" w:rsidRDefault="00D61344">
      <w:pPr>
        <w:spacing w:after="0" w:line="240" w:lineRule="auto"/>
        <w:ind w:left="216"/>
      </w:pPr>
      <w:r>
        <w:rPr>
          <w:rStyle w:val="styleC3"/>
        </w:rPr>
        <w:tab/>
      </w:r>
      <w:r>
        <w:rPr>
          <w:rStyle w:val="styleRad"/>
        </w:rPr>
        <w:t xml:space="preserve"> [x] </w:t>
      </w:r>
      <w:r>
        <w:rPr>
          <w:rStyle w:val="styleC3"/>
        </w:rPr>
        <w:t xml:space="preserve"> Circumneutral (pH: 5.5-7.4 )</w:t>
      </w:r>
    </w:p>
    <w:p w14:paraId="3F8DA70B" w14:textId="77777777" w:rsidR="00060E17" w:rsidRDefault="00D61344">
      <w:pPr>
        <w:spacing w:before="80" w:after="20" w:line="244" w:lineRule="auto"/>
        <w:ind w:left="216"/>
      </w:pPr>
      <w:r>
        <w:rPr>
          <w:rStyle w:val="styleC3update"/>
        </w:rPr>
        <w:t>Changes at RIS update</w:t>
      </w:r>
      <w:r>
        <w:rPr>
          <w:rStyle w:val="styleBracket"/>
        </w:rPr>
        <w:t xml:space="preserve"> (Update) </w:t>
      </w:r>
    </w:p>
    <w:p w14:paraId="384E2DD5" w14:textId="77777777" w:rsidR="00060E17" w:rsidRDefault="00D61344">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2A41203E" w14:textId="77777777" w:rsidR="00060E17" w:rsidRDefault="00D61344">
      <w:pPr>
        <w:spacing w:after="0" w:line="240" w:lineRule="auto"/>
      </w:pPr>
      <w:r>
        <w:rPr>
          <w:rStyle w:val="almostEmpty"/>
        </w:rPr>
        <w:t>.</w:t>
      </w:r>
    </w:p>
    <w:p w14:paraId="1F7EB887" w14:textId="77777777" w:rsidR="00060E17" w:rsidRDefault="00D61344">
      <w:pPr>
        <w:spacing w:after="0" w:line="240" w:lineRule="auto"/>
      </w:pPr>
      <w:r>
        <w:rPr>
          <w:rStyle w:val="almostEmpty"/>
        </w:rPr>
        <w:t>.</w:t>
      </w:r>
    </w:p>
    <w:p w14:paraId="5B79C9E4" w14:textId="77777777" w:rsidR="00060E17" w:rsidRDefault="00D61344">
      <w:pPr>
        <w:spacing w:after="0" w:line="240" w:lineRule="auto"/>
      </w:pPr>
      <w:r>
        <w:rPr>
          <w:rStyle w:val="almostEmpty"/>
        </w:rPr>
        <w:t>.</w:t>
      </w:r>
    </w:p>
    <w:p w14:paraId="6A43082B" w14:textId="77777777" w:rsidR="00060E17" w:rsidRDefault="00D61344">
      <w:pPr>
        <w:spacing w:after="0" w:line="240" w:lineRule="auto"/>
        <w:ind w:left="216"/>
      </w:pPr>
      <w:r>
        <w:rPr>
          <w:rStyle w:val="styleC3"/>
        </w:rPr>
        <w:tab/>
      </w:r>
      <w:r>
        <w:rPr>
          <w:rStyle w:val="styleRad"/>
        </w:rPr>
        <w:t xml:space="preserve"> [  ] </w:t>
      </w:r>
      <w:r>
        <w:rPr>
          <w:rStyle w:val="styleC3"/>
        </w:rPr>
        <w:t xml:space="preserve"> Alkaline (pH&gt;7.4)</w:t>
      </w:r>
    </w:p>
    <w:p w14:paraId="289D3962" w14:textId="77777777" w:rsidR="00060E17" w:rsidRDefault="00D61344">
      <w:pPr>
        <w:spacing w:before="80" w:after="20" w:line="244" w:lineRule="auto"/>
        <w:ind w:left="216"/>
      </w:pPr>
      <w:r>
        <w:rPr>
          <w:rStyle w:val="styleC3update"/>
        </w:rPr>
        <w:t>Changes at RIS update</w:t>
      </w:r>
      <w:r>
        <w:rPr>
          <w:rStyle w:val="styleBracket"/>
        </w:rPr>
        <w:t xml:space="preserve"> (Update) </w:t>
      </w:r>
    </w:p>
    <w:p w14:paraId="32AF1D53" w14:textId="77777777" w:rsidR="00060E17" w:rsidRDefault="00D61344">
      <w:pPr>
        <w:pStyle w:val="pStyle"/>
      </w:pPr>
      <w:r>
        <w:rPr>
          <w:rStyle w:val="styleRad"/>
        </w:rPr>
        <w:lastRenderedPageBreak/>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0304BFE4" w14:textId="77777777" w:rsidR="00060E17" w:rsidRDefault="00D61344">
      <w:pPr>
        <w:spacing w:after="0" w:line="240" w:lineRule="auto"/>
      </w:pPr>
      <w:r>
        <w:rPr>
          <w:rStyle w:val="almostEmpty"/>
        </w:rPr>
        <w:t>.</w:t>
      </w:r>
    </w:p>
    <w:p w14:paraId="68422CEC" w14:textId="77777777" w:rsidR="00060E17" w:rsidRDefault="00D61344">
      <w:pPr>
        <w:spacing w:after="0" w:line="240" w:lineRule="auto"/>
      </w:pPr>
      <w:r>
        <w:rPr>
          <w:rStyle w:val="almostEmpty"/>
        </w:rPr>
        <w:t>.</w:t>
      </w:r>
    </w:p>
    <w:p w14:paraId="4DC24230" w14:textId="77777777" w:rsidR="00060E17" w:rsidRDefault="00D61344">
      <w:pPr>
        <w:spacing w:after="0" w:line="240" w:lineRule="auto"/>
      </w:pPr>
      <w:r>
        <w:rPr>
          <w:rStyle w:val="almostEmpty"/>
        </w:rPr>
        <w:t>.</w:t>
      </w:r>
    </w:p>
    <w:p w14:paraId="3071FDDC" w14:textId="77777777" w:rsidR="00060E17" w:rsidRDefault="00D61344">
      <w:pPr>
        <w:spacing w:after="0" w:line="240" w:lineRule="auto"/>
        <w:ind w:left="216"/>
      </w:pPr>
      <w:r>
        <w:rPr>
          <w:rStyle w:val="styleC3"/>
        </w:rPr>
        <w:tab/>
      </w:r>
      <w:r>
        <w:rPr>
          <w:rStyle w:val="styleRad"/>
        </w:rPr>
        <w:t xml:space="preserve"> [  ] </w:t>
      </w:r>
      <w:r>
        <w:rPr>
          <w:rStyle w:val="styleC3"/>
        </w:rPr>
        <w:t xml:space="preserve"> Unknown</w:t>
      </w:r>
    </w:p>
    <w:p w14:paraId="2024B345" w14:textId="77777777" w:rsidR="00060E17" w:rsidRDefault="00D61344">
      <w:pPr>
        <w:pStyle w:val="pstyleLabels"/>
      </w:pPr>
      <w:r>
        <w:rPr>
          <w:rStyle w:val="styleC3"/>
        </w:rPr>
        <w:t>Please provide further information on pH (optional):</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7"/>
        <w:gridCol w:w="8831"/>
      </w:tblGrid>
      <w:tr w:rsidR="00060E17" w14:paraId="71B6E521"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AFE2972" w14:textId="77777777" w:rsidR="00060E17" w:rsidRDefault="00060E17"/>
        </w:tc>
        <w:tc>
          <w:tcPr>
            <w:tcW w:w="9500" w:type="dxa"/>
          </w:tcPr>
          <w:p w14:paraId="4388C9EA" w14:textId="77777777" w:rsidR="00060E17" w:rsidRDefault="00060E17">
            <w:pPr>
              <w:spacing w:before="30" w:after="25" w:line="240" w:lineRule="auto"/>
              <w:ind w:left="57"/>
            </w:pPr>
          </w:p>
        </w:tc>
      </w:tr>
    </w:tbl>
    <w:p w14:paraId="10811C00" w14:textId="77777777" w:rsidR="00060E17" w:rsidRDefault="00060E17"/>
    <w:p w14:paraId="441BECF7" w14:textId="77777777" w:rsidR="00060E17" w:rsidRDefault="00D61344">
      <w:pPr>
        <w:pStyle w:val="pstyleSection"/>
      </w:pPr>
      <w:r>
        <w:rPr>
          <w:rStyle w:val="styleL2"/>
        </w:rPr>
        <w:t>4.4.7 Water salinity</w:t>
      </w:r>
    </w:p>
    <w:p w14:paraId="7E5E85B6" w14:textId="77777777" w:rsidR="00060E17" w:rsidRDefault="00D61344">
      <w:pPr>
        <w:spacing w:after="0" w:line="240" w:lineRule="auto"/>
        <w:ind w:left="216"/>
      </w:pPr>
      <w:r>
        <w:rPr>
          <w:rStyle w:val="styleC3"/>
        </w:rPr>
        <w:tab/>
      </w:r>
      <w:r>
        <w:rPr>
          <w:rStyle w:val="styleRad"/>
        </w:rPr>
        <w:t xml:space="preserve"> [  ] </w:t>
      </w:r>
      <w:r>
        <w:rPr>
          <w:rStyle w:val="styleC3"/>
        </w:rPr>
        <w:t xml:space="preserve"> Fresh (&lt;0.5 g/l)</w:t>
      </w:r>
    </w:p>
    <w:p w14:paraId="0B3C89FC" w14:textId="77777777" w:rsidR="00060E17" w:rsidRDefault="00D61344">
      <w:pPr>
        <w:spacing w:before="80" w:after="20" w:line="244" w:lineRule="auto"/>
        <w:ind w:left="216"/>
      </w:pPr>
      <w:r>
        <w:rPr>
          <w:rStyle w:val="styleC3update"/>
        </w:rPr>
        <w:t>Changes at RIS update</w:t>
      </w:r>
      <w:r>
        <w:rPr>
          <w:rStyle w:val="styleBracket"/>
        </w:rPr>
        <w:t xml:space="preserve"> (Update) </w:t>
      </w:r>
    </w:p>
    <w:p w14:paraId="2C864D8F" w14:textId="77777777" w:rsidR="00060E17" w:rsidRDefault="00D61344">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375A2597" w14:textId="77777777" w:rsidR="00060E17" w:rsidRDefault="00D61344">
      <w:pPr>
        <w:spacing w:after="0" w:line="240" w:lineRule="auto"/>
      </w:pPr>
      <w:r>
        <w:rPr>
          <w:rStyle w:val="almostEmpty"/>
        </w:rPr>
        <w:t>.</w:t>
      </w:r>
    </w:p>
    <w:p w14:paraId="1860E601" w14:textId="77777777" w:rsidR="00060E17" w:rsidRDefault="00D61344">
      <w:pPr>
        <w:spacing w:after="0" w:line="240" w:lineRule="auto"/>
      </w:pPr>
      <w:r>
        <w:rPr>
          <w:rStyle w:val="almostEmpty"/>
        </w:rPr>
        <w:t>.</w:t>
      </w:r>
    </w:p>
    <w:p w14:paraId="5864672A" w14:textId="77777777" w:rsidR="00060E17" w:rsidRDefault="00D61344">
      <w:pPr>
        <w:spacing w:after="0" w:line="240" w:lineRule="auto"/>
      </w:pPr>
      <w:r>
        <w:rPr>
          <w:rStyle w:val="almostEmpty"/>
        </w:rPr>
        <w:t>.</w:t>
      </w:r>
    </w:p>
    <w:p w14:paraId="1ED695F2" w14:textId="77777777" w:rsidR="00060E17" w:rsidRDefault="00D61344">
      <w:pPr>
        <w:spacing w:after="0" w:line="240" w:lineRule="auto"/>
        <w:ind w:left="216"/>
      </w:pPr>
      <w:r>
        <w:rPr>
          <w:rStyle w:val="styleC3"/>
        </w:rPr>
        <w:tab/>
      </w:r>
      <w:r>
        <w:rPr>
          <w:rStyle w:val="styleRad"/>
        </w:rPr>
        <w:t xml:space="preserve"> [  ] </w:t>
      </w:r>
      <w:r>
        <w:rPr>
          <w:rStyle w:val="styleC3"/>
        </w:rPr>
        <w:t xml:space="preserve"> Mixohaline (brackish)/Mixosaline (0.5-30 g/l)</w:t>
      </w:r>
    </w:p>
    <w:p w14:paraId="294316AB" w14:textId="77777777" w:rsidR="00060E17" w:rsidRDefault="00D61344">
      <w:pPr>
        <w:spacing w:before="80" w:after="20" w:line="244" w:lineRule="auto"/>
        <w:ind w:left="216"/>
      </w:pPr>
      <w:r>
        <w:rPr>
          <w:rStyle w:val="styleC3update"/>
        </w:rPr>
        <w:t>Changes at RIS update</w:t>
      </w:r>
      <w:r>
        <w:rPr>
          <w:rStyle w:val="styleBracket"/>
        </w:rPr>
        <w:t xml:space="preserve"> (Update) </w:t>
      </w:r>
    </w:p>
    <w:p w14:paraId="0DC968FA" w14:textId="77777777" w:rsidR="00060E17" w:rsidRDefault="00D61344">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02CD03E9" w14:textId="77777777" w:rsidR="00060E17" w:rsidRDefault="00D61344">
      <w:pPr>
        <w:spacing w:after="0" w:line="240" w:lineRule="auto"/>
      </w:pPr>
      <w:r>
        <w:rPr>
          <w:rStyle w:val="almostEmpty"/>
        </w:rPr>
        <w:t>.</w:t>
      </w:r>
    </w:p>
    <w:p w14:paraId="0E1BA0E5" w14:textId="77777777" w:rsidR="00060E17" w:rsidRDefault="00D61344">
      <w:pPr>
        <w:spacing w:after="0" w:line="240" w:lineRule="auto"/>
      </w:pPr>
      <w:r>
        <w:rPr>
          <w:rStyle w:val="almostEmpty"/>
        </w:rPr>
        <w:t>.</w:t>
      </w:r>
    </w:p>
    <w:p w14:paraId="54F81ADA" w14:textId="77777777" w:rsidR="00060E17" w:rsidRDefault="00D61344">
      <w:pPr>
        <w:spacing w:after="0" w:line="240" w:lineRule="auto"/>
      </w:pPr>
      <w:r>
        <w:rPr>
          <w:rStyle w:val="almostEmpty"/>
        </w:rPr>
        <w:t>.</w:t>
      </w:r>
    </w:p>
    <w:p w14:paraId="4D2B0DBD" w14:textId="77777777" w:rsidR="00060E17" w:rsidRDefault="00D61344">
      <w:pPr>
        <w:spacing w:after="0" w:line="240" w:lineRule="auto"/>
        <w:ind w:left="216"/>
      </w:pPr>
      <w:r>
        <w:rPr>
          <w:rStyle w:val="styleC3"/>
        </w:rPr>
        <w:tab/>
      </w:r>
      <w:r>
        <w:rPr>
          <w:rStyle w:val="styleRad"/>
        </w:rPr>
        <w:t xml:space="preserve"> [x] </w:t>
      </w:r>
      <w:r>
        <w:rPr>
          <w:rStyle w:val="styleC3"/>
        </w:rPr>
        <w:t xml:space="preserve"> Euhaline/Eusaline (30-40 g/l)</w:t>
      </w:r>
    </w:p>
    <w:p w14:paraId="07BADEC2" w14:textId="77777777" w:rsidR="00060E17" w:rsidRDefault="00D61344">
      <w:pPr>
        <w:spacing w:before="80" w:after="20" w:line="244" w:lineRule="auto"/>
        <w:ind w:left="216"/>
      </w:pPr>
      <w:r>
        <w:rPr>
          <w:rStyle w:val="styleC3update"/>
        </w:rPr>
        <w:t>Changes at RIS update</w:t>
      </w:r>
      <w:r>
        <w:rPr>
          <w:rStyle w:val="styleBracket"/>
        </w:rPr>
        <w:t xml:space="preserve"> (Update) </w:t>
      </w:r>
    </w:p>
    <w:p w14:paraId="27007CD0" w14:textId="77777777" w:rsidR="00060E17" w:rsidRDefault="00D61344">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58C10437" w14:textId="77777777" w:rsidR="00060E17" w:rsidRDefault="00D61344">
      <w:pPr>
        <w:spacing w:after="0" w:line="240" w:lineRule="auto"/>
      </w:pPr>
      <w:r>
        <w:rPr>
          <w:rStyle w:val="almostEmpty"/>
        </w:rPr>
        <w:t>.</w:t>
      </w:r>
    </w:p>
    <w:p w14:paraId="7FCB84D9" w14:textId="77777777" w:rsidR="00060E17" w:rsidRDefault="00D61344">
      <w:pPr>
        <w:spacing w:after="0" w:line="240" w:lineRule="auto"/>
      </w:pPr>
      <w:r>
        <w:rPr>
          <w:rStyle w:val="almostEmpty"/>
        </w:rPr>
        <w:t>.</w:t>
      </w:r>
    </w:p>
    <w:p w14:paraId="3DB474FD" w14:textId="77777777" w:rsidR="00060E17" w:rsidRDefault="00D61344">
      <w:pPr>
        <w:spacing w:after="0" w:line="240" w:lineRule="auto"/>
      </w:pPr>
      <w:r>
        <w:rPr>
          <w:rStyle w:val="almostEmpty"/>
        </w:rPr>
        <w:t>.</w:t>
      </w:r>
    </w:p>
    <w:p w14:paraId="4EF8E700" w14:textId="77777777" w:rsidR="00060E17" w:rsidRDefault="00D61344">
      <w:pPr>
        <w:spacing w:after="0" w:line="240" w:lineRule="auto"/>
        <w:ind w:left="216"/>
      </w:pPr>
      <w:r>
        <w:rPr>
          <w:rStyle w:val="styleC3"/>
        </w:rPr>
        <w:tab/>
      </w:r>
      <w:r>
        <w:rPr>
          <w:rStyle w:val="styleRad"/>
        </w:rPr>
        <w:t xml:space="preserve"> [  ] </w:t>
      </w:r>
      <w:r>
        <w:rPr>
          <w:rStyle w:val="styleC3"/>
        </w:rPr>
        <w:t xml:space="preserve"> Hyperhaline/Hypersaline (&gt;40 g/l)</w:t>
      </w:r>
    </w:p>
    <w:p w14:paraId="3DC2C3B7" w14:textId="77777777" w:rsidR="00060E17" w:rsidRDefault="00D61344">
      <w:pPr>
        <w:spacing w:before="80" w:after="20" w:line="244" w:lineRule="auto"/>
        <w:ind w:left="216"/>
      </w:pPr>
      <w:r>
        <w:rPr>
          <w:rStyle w:val="styleC3update"/>
        </w:rPr>
        <w:t>Changes at RIS update</w:t>
      </w:r>
      <w:r>
        <w:rPr>
          <w:rStyle w:val="styleBracket"/>
        </w:rPr>
        <w:t xml:space="preserve"> (Update) </w:t>
      </w:r>
    </w:p>
    <w:p w14:paraId="73DB1FB7" w14:textId="77777777" w:rsidR="00060E17" w:rsidRDefault="00D61344">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385CA053" w14:textId="77777777" w:rsidR="00060E17" w:rsidRDefault="00D61344">
      <w:pPr>
        <w:spacing w:after="0" w:line="240" w:lineRule="auto"/>
      </w:pPr>
      <w:r>
        <w:rPr>
          <w:rStyle w:val="almostEmpty"/>
        </w:rPr>
        <w:t>.</w:t>
      </w:r>
    </w:p>
    <w:p w14:paraId="547F58E8" w14:textId="77777777" w:rsidR="00060E17" w:rsidRDefault="00D61344">
      <w:pPr>
        <w:spacing w:after="0" w:line="240" w:lineRule="auto"/>
      </w:pPr>
      <w:r>
        <w:rPr>
          <w:rStyle w:val="almostEmpty"/>
        </w:rPr>
        <w:t>.</w:t>
      </w:r>
    </w:p>
    <w:p w14:paraId="3482A46F" w14:textId="77777777" w:rsidR="00060E17" w:rsidRDefault="00D61344">
      <w:pPr>
        <w:spacing w:after="0" w:line="240" w:lineRule="auto"/>
      </w:pPr>
      <w:r>
        <w:rPr>
          <w:rStyle w:val="almostEmpty"/>
        </w:rPr>
        <w:t>.</w:t>
      </w:r>
    </w:p>
    <w:p w14:paraId="12EAFC3C" w14:textId="77777777" w:rsidR="00060E17" w:rsidRDefault="00D61344">
      <w:pPr>
        <w:spacing w:after="0" w:line="240" w:lineRule="auto"/>
        <w:ind w:left="216"/>
      </w:pPr>
      <w:r>
        <w:rPr>
          <w:rStyle w:val="styleC3"/>
        </w:rPr>
        <w:tab/>
      </w:r>
      <w:r>
        <w:rPr>
          <w:rStyle w:val="styleRad"/>
        </w:rPr>
        <w:t xml:space="preserve"> [  ] </w:t>
      </w:r>
      <w:r>
        <w:rPr>
          <w:rStyle w:val="styleC3"/>
        </w:rPr>
        <w:t xml:space="preserve"> Unknown</w:t>
      </w:r>
    </w:p>
    <w:p w14:paraId="5BDB4F54" w14:textId="77777777" w:rsidR="00060E17" w:rsidRDefault="00D61344">
      <w:pPr>
        <w:pStyle w:val="pstyleLabels"/>
      </w:pPr>
      <w:r>
        <w:rPr>
          <w:rStyle w:val="styleC3"/>
        </w:rPr>
        <w:t>Please provide further information on salinity (optional):</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5"/>
        <w:gridCol w:w="8833"/>
      </w:tblGrid>
      <w:tr w:rsidR="00060E17" w14:paraId="4CDD9ED5"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77F38F0" w14:textId="77777777" w:rsidR="00060E17" w:rsidRDefault="00060E17"/>
        </w:tc>
        <w:tc>
          <w:tcPr>
            <w:tcW w:w="9500" w:type="dxa"/>
          </w:tcPr>
          <w:p w14:paraId="36B8067C" w14:textId="77777777" w:rsidR="00060E17" w:rsidRDefault="00D61344">
            <w:pPr>
              <w:spacing w:before="30" w:after="25" w:line="240" w:lineRule="auto"/>
              <w:ind w:left="57"/>
            </w:pPr>
            <w:r>
              <w:rPr>
                <w:rStyle w:val="styleDatatxt"/>
              </w:rPr>
              <w:t>The surface waters within the embayment of Corner Inlet and Nooramunga are usually of ocean water salinity, except for short periods in summer when evaporation can cause salinities to slightly exceed those of sea water.</w:t>
            </w:r>
          </w:p>
        </w:tc>
      </w:tr>
    </w:tbl>
    <w:p w14:paraId="6D233EC6" w14:textId="77777777" w:rsidR="00060E17" w:rsidRDefault="00D61344">
      <w:pPr>
        <w:spacing w:before="80" w:after="20" w:line="244" w:lineRule="auto"/>
        <w:ind w:left="216"/>
      </w:pPr>
      <w:r>
        <w:rPr>
          <w:rStyle w:val="styleC3ecd"/>
        </w:rPr>
        <w:t>Dissolved gases in water</w:t>
      </w:r>
      <w:r>
        <w:rPr>
          <w:rStyle w:val="styleBracket"/>
        </w:rPr>
        <w:t xml:space="preserve"> (ECD) </w:t>
      </w:r>
    </w:p>
    <w:tbl>
      <w:tblPr>
        <w:tblStyle w:val="myFieldTableStyle"/>
        <w:tblW w:w="0" w:type="auto"/>
        <w:tblInd w:w="-8" w:type="dxa"/>
        <w:tblLook w:val="04A0" w:firstRow="1" w:lastRow="0" w:firstColumn="1" w:lastColumn="0" w:noHBand="0" w:noVBand="1"/>
      </w:tblPr>
      <w:tblGrid>
        <w:gridCol w:w="195"/>
        <w:gridCol w:w="8833"/>
      </w:tblGrid>
      <w:tr w:rsidR="00060E17" w14:paraId="26497EF1"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C2C1342" w14:textId="77777777" w:rsidR="00060E17" w:rsidRDefault="00060E17"/>
        </w:tc>
        <w:tc>
          <w:tcPr>
            <w:tcW w:w="9500" w:type="dxa"/>
          </w:tcPr>
          <w:p w14:paraId="41EBC961" w14:textId="77777777" w:rsidR="00060E17" w:rsidRDefault="00060E17">
            <w:pPr>
              <w:pStyle w:val="pStyle"/>
              <w:rPr>
                <w:rStyle w:val="almostEmpty"/>
              </w:rPr>
            </w:pPr>
          </w:p>
          <w:p w14:paraId="0D997891" w14:textId="77777777" w:rsidR="00060E17" w:rsidRDefault="00D61344">
            <w:pPr>
              <w:spacing w:after="0" w:line="240" w:lineRule="auto"/>
              <w:ind w:left="57"/>
            </w:pPr>
            <w:r>
              <w:rPr>
                <w:rStyle w:val="styleDatatxt"/>
              </w:rPr>
              <w:t xml:space="preserve">Dissolved oxygen levels were well in excess of saturation during summer, indicating significant oxygen production through algae and seagrass photosynthesis. </w:t>
            </w:r>
          </w:p>
          <w:p w14:paraId="53B2FC7C" w14:textId="77777777" w:rsidR="00060E17" w:rsidRDefault="00060E17">
            <w:pPr>
              <w:pStyle w:val="pStyle"/>
              <w:rPr>
                <w:rStyle w:val="almostEmpty"/>
              </w:rPr>
            </w:pPr>
          </w:p>
          <w:p w14:paraId="148D0887" w14:textId="77777777" w:rsidR="00060E17" w:rsidRDefault="00D61344">
            <w:pPr>
              <w:spacing w:after="0" w:line="240" w:lineRule="auto"/>
              <w:ind w:left="57"/>
            </w:pPr>
            <w:r>
              <w:rPr>
                <w:rStyle w:val="styleDatatxt"/>
              </w:rPr>
              <w:t xml:space="preserve">A significant overnight oxygen sag was hypothesized due to respiration of algae and seagrass. </w:t>
            </w:r>
          </w:p>
          <w:p w14:paraId="018CD09A" w14:textId="77777777" w:rsidR="00060E17" w:rsidRDefault="00060E17">
            <w:pPr>
              <w:pStyle w:val="pStyle"/>
              <w:rPr>
                <w:rStyle w:val="almostEmpty"/>
              </w:rPr>
            </w:pPr>
          </w:p>
          <w:p w14:paraId="122B6835" w14:textId="77777777" w:rsidR="00060E17" w:rsidRDefault="00D61344">
            <w:pPr>
              <w:spacing w:after="0" w:line="240" w:lineRule="auto"/>
              <w:ind w:left="57"/>
            </w:pPr>
            <w:r>
              <w:rPr>
                <w:rStyle w:val="styleDatatxt"/>
              </w:rPr>
              <w:t xml:space="preserve">(Hindell et al. 2007) </w:t>
            </w:r>
          </w:p>
        </w:tc>
      </w:tr>
    </w:tbl>
    <w:p w14:paraId="6C979FAE" w14:textId="77777777" w:rsidR="00060E17" w:rsidRDefault="00060E17"/>
    <w:p w14:paraId="0FD5BA48" w14:textId="77777777" w:rsidR="00060E17" w:rsidRDefault="00D61344">
      <w:pPr>
        <w:pStyle w:val="pstyleSection"/>
      </w:pPr>
      <w:r>
        <w:rPr>
          <w:rStyle w:val="styleL2"/>
        </w:rPr>
        <w:t>4.4.8 Dissolved or suspended nutrients in water</w:t>
      </w:r>
    </w:p>
    <w:p w14:paraId="155812C8" w14:textId="77777777" w:rsidR="00060E17" w:rsidRDefault="00D61344">
      <w:pPr>
        <w:spacing w:after="0" w:line="240" w:lineRule="auto"/>
        <w:ind w:left="216"/>
      </w:pPr>
      <w:r>
        <w:rPr>
          <w:rStyle w:val="styleC3"/>
        </w:rPr>
        <w:tab/>
      </w:r>
      <w:r>
        <w:rPr>
          <w:rStyle w:val="styleRad"/>
        </w:rPr>
        <w:t xml:space="preserve"> [  ] </w:t>
      </w:r>
      <w:r>
        <w:rPr>
          <w:rStyle w:val="styleC3"/>
        </w:rPr>
        <w:t xml:space="preserve"> Eutrophic</w:t>
      </w:r>
    </w:p>
    <w:p w14:paraId="6ED54617" w14:textId="77777777" w:rsidR="00060E17" w:rsidRDefault="00D61344">
      <w:pPr>
        <w:spacing w:before="80" w:after="20" w:line="244" w:lineRule="auto"/>
        <w:ind w:left="216"/>
      </w:pPr>
      <w:r>
        <w:rPr>
          <w:rStyle w:val="styleC3update"/>
        </w:rPr>
        <w:t>Changes at RIS update</w:t>
      </w:r>
      <w:r>
        <w:rPr>
          <w:rStyle w:val="styleBracket"/>
        </w:rPr>
        <w:t xml:space="preserve"> (Update) </w:t>
      </w:r>
    </w:p>
    <w:p w14:paraId="06EECC7B" w14:textId="77777777" w:rsidR="00060E17" w:rsidRDefault="00D61344">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1227425C" w14:textId="77777777" w:rsidR="00060E17" w:rsidRDefault="00D61344">
      <w:pPr>
        <w:spacing w:after="0" w:line="240" w:lineRule="auto"/>
      </w:pPr>
      <w:r>
        <w:rPr>
          <w:rStyle w:val="almostEmpty"/>
        </w:rPr>
        <w:t>.</w:t>
      </w:r>
    </w:p>
    <w:p w14:paraId="07297554" w14:textId="77777777" w:rsidR="00060E17" w:rsidRDefault="00D61344">
      <w:pPr>
        <w:spacing w:after="0" w:line="240" w:lineRule="auto"/>
      </w:pPr>
      <w:r>
        <w:rPr>
          <w:rStyle w:val="almostEmpty"/>
        </w:rPr>
        <w:t>.</w:t>
      </w:r>
    </w:p>
    <w:p w14:paraId="5C86C9F1" w14:textId="77777777" w:rsidR="00060E17" w:rsidRDefault="00D61344">
      <w:pPr>
        <w:spacing w:after="0" w:line="240" w:lineRule="auto"/>
      </w:pPr>
      <w:r>
        <w:rPr>
          <w:rStyle w:val="almostEmpty"/>
        </w:rPr>
        <w:t>.</w:t>
      </w:r>
    </w:p>
    <w:p w14:paraId="39FE05C2" w14:textId="77777777" w:rsidR="00060E17" w:rsidRDefault="00D61344">
      <w:pPr>
        <w:spacing w:after="0" w:line="240" w:lineRule="auto"/>
        <w:ind w:left="216"/>
      </w:pPr>
      <w:r>
        <w:rPr>
          <w:rStyle w:val="styleC3"/>
        </w:rPr>
        <w:tab/>
      </w:r>
      <w:r>
        <w:rPr>
          <w:rStyle w:val="styleRad"/>
        </w:rPr>
        <w:t xml:space="preserve"> [  ] </w:t>
      </w:r>
      <w:r>
        <w:rPr>
          <w:rStyle w:val="styleC3"/>
        </w:rPr>
        <w:t xml:space="preserve"> Mesotrophic</w:t>
      </w:r>
    </w:p>
    <w:p w14:paraId="612FA9D5" w14:textId="77777777" w:rsidR="00060E17" w:rsidRDefault="00D61344">
      <w:pPr>
        <w:spacing w:before="80" w:after="20" w:line="244" w:lineRule="auto"/>
        <w:ind w:left="216"/>
      </w:pPr>
      <w:r>
        <w:rPr>
          <w:rStyle w:val="styleC3update"/>
        </w:rPr>
        <w:t>Changes at RIS update</w:t>
      </w:r>
      <w:r>
        <w:rPr>
          <w:rStyle w:val="styleBracket"/>
        </w:rPr>
        <w:t xml:space="preserve"> (Update) </w:t>
      </w:r>
    </w:p>
    <w:p w14:paraId="7C933FB8" w14:textId="77777777" w:rsidR="00060E17" w:rsidRDefault="00D61344">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380072E6" w14:textId="77777777" w:rsidR="00060E17" w:rsidRDefault="00D61344">
      <w:pPr>
        <w:spacing w:after="0" w:line="240" w:lineRule="auto"/>
      </w:pPr>
      <w:r>
        <w:rPr>
          <w:rStyle w:val="almostEmpty"/>
        </w:rPr>
        <w:t>.</w:t>
      </w:r>
    </w:p>
    <w:p w14:paraId="0444C18B" w14:textId="77777777" w:rsidR="00060E17" w:rsidRDefault="00D61344">
      <w:pPr>
        <w:spacing w:after="0" w:line="240" w:lineRule="auto"/>
      </w:pPr>
      <w:r>
        <w:rPr>
          <w:rStyle w:val="almostEmpty"/>
        </w:rPr>
        <w:t>.</w:t>
      </w:r>
    </w:p>
    <w:p w14:paraId="5CC198C2" w14:textId="77777777" w:rsidR="00060E17" w:rsidRDefault="00D61344">
      <w:pPr>
        <w:spacing w:after="0" w:line="240" w:lineRule="auto"/>
      </w:pPr>
      <w:r>
        <w:rPr>
          <w:rStyle w:val="almostEmpty"/>
        </w:rPr>
        <w:t>.</w:t>
      </w:r>
    </w:p>
    <w:p w14:paraId="0A0E2B36" w14:textId="77777777" w:rsidR="00060E17" w:rsidRDefault="00D61344">
      <w:pPr>
        <w:spacing w:after="0" w:line="240" w:lineRule="auto"/>
        <w:ind w:left="216"/>
      </w:pPr>
      <w:r>
        <w:rPr>
          <w:rStyle w:val="styleC3"/>
        </w:rPr>
        <w:tab/>
      </w:r>
      <w:r>
        <w:rPr>
          <w:rStyle w:val="styleRad"/>
        </w:rPr>
        <w:t xml:space="preserve"> [  ] </w:t>
      </w:r>
      <w:r>
        <w:rPr>
          <w:rStyle w:val="styleC3"/>
        </w:rPr>
        <w:t xml:space="preserve"> Oligotrophic</w:t>
      </w:r>
    </w:p>
    <w:p w14:paraId="5C9C7D33" w14:textId="77777777" w:rsidR="00060E17" w:rsidRDefault="00D61344">
      <w:pPr>
        <w:spacing w:before="80" w:after="20" w:line="244" w:lineRule="auto"/>
        <w:ind w:left="216"/>
      </w:pPr>
      <w:r>
        <w:rPr>
          <w:rStyle w:val="styleC3update"/>
        </w:rPr>
        <w:t>Changes at RIS update</w:t>
      </w:r>
      <w:r>
        <w:rPr>
          <w:rStyle w:val="styleBracket"/>
        </w:rPr>
        <w:t xml:space="preserve"> (Update) </w:t>
      </w:r>
    </w:p>
    <w:p w14:paraId="7A7BEB69" w14:textId="77777777" w:rsidR="00060E17" w:rsidRDefault="00D61344">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7F030BD5" w14:textId="77777777" w:rsidR="00060E17" w:rsidRDefault="00D61344">
      <w:pPr>
        <w:spacing w:after="0" w:line="240" w:lineRule="auto"/>
      </w:pPr>
      <w:r>
        <w:rPr>
          <w:rStyle w:val="almostEmpty"/>
        </w:rPr>
        <w:t>.</w:t>
      </w:r>
    </w:p>
    <w:p w14:paraId="32E9F1C7" w14:textId="77777777" w:rsidR="00060E17" w:rsidRDefault="00D61344">
      <w:pPr>
        <w:spacing w:after="0" w:line="240" w:lineRule="auto"/>
      </w:pPr>
      <w:r>
        <w:rPr>
          <w:rStyle w:val="almostEmpty"/>
        </w:rPr>
        <w:t>.</w:t>
      </w:r>
    </w:p>
    <w:p w14:paraId="53ED1B76" w14:textId="77777777" w:rsidR="00060E17" w:rsidRDefault="00D61344">
      <w:pPr>
        <w:spacing w:after="0" w:line="240" w:lineRule="auto"/>
      </w:pPr>
      <w:r>
        <w:rPr>
          <w:rStyle w:val="almostEmpty"/>
        </w:rPr>
        <w:t>.</w:t>
      </w:r>
    </w:p>
    <w:p w14:paraId="4A43523C" w14:textId="77777777" w:rsidR="00060E17" w:rsidRDefault="00D61344">
      <w:pPr>
        <w:spacing w:after="0" w:line="240" w:lineRule="auto"/>
        <w:ind w:left="216"/>
      </w:pPr>
      <w:r>
        <w:rPr>
          <w:rStyle w:val="styleC3"/>
        </w:rPr>
        <w:tab/>
      </w:r>
      <w:r>
        <w:rPr>
          <w:rStyle w:val="styleRad"/>
        </w:rPr>
        <w:t xml:space="preserve"> [  ] </w:t>
      </w:r>
      <w:r>
        <w:rPr>
          <w:rStyle w:val="styleC3"/>
        </w:rPr>
        <w:t xml:space="preserve"> Dystrophic</w:t>
      </w:r>
    </w:p>
    <w:p w14:paraId="13B6B5DF" w14:textId="77777777" w:rsidR="00060E17" w:rsidRDefault="00D61344">
      <w:pPr>
        <w:spacing w:before="80" w:after="20" w:line="244" w:lineRule="auto"/>
        <w:ind w:left="216"/>
      </w:pPr>
      <w:r>
        <w:rPr>
          <w:rStyle w:val="styleC3update"/>
        </w:rPr>
        <w:t>Changes at RIS update</w:t>
      </w:r>
      <w:r>
        <w:rPr>
          <w:rStyle w:val="styleBracket"/>
        </w:rPr>
        <w:t xml:space="preserve"> (Update) </w:t>
      </w:r>
    </w:p>
    <w:p w14:paraId="636BD8F8" w14:textId="77777777" w:rsidR="00060E17" w:rsidRDefault="00D61344">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3B6F7B55" w14:textId="77777777" w:rsidR="00060E17" w:rsidRDefault="00D61344">
      <w:pPr>
        <w:spacing w:after="0" w:line="240" w:lineRule="auto"/>
      </w:pPr>
      <w:r>
        <w:rPr>
          <w:rStyle w:val="almostEmpty"/>
        </w:rPr>
        <w:t>.</w:t>
      </w:r>
    </w:p>
    <w:p w14:paraId="3EDB5288" w14:textId="77777777" w:rsidR="00060E17" w:rsidRDefault="00D61344">
      <w:pPr>
        <w:spacing w:after="0" w:line="240" w:lineRule="auto"/>
      </w:pPr>
      <w:r>
        <w:rPr>
          <w:rStyle w:val="almostEmpty"/>
        </w:rPr>
        <w:t>.</w:t>
      </w:r>
    </w:p>
    <w:p w14:paraId="7EF9FF66" w14:textId="77777777" w:rsidR="00060E17" w:rsidRDefault="00D61344">
      <w:pPr>
        <w:spacing w:after="0" w:line="240" w:lineRule="auto"/>
      </w:pPr>
      <w:r>
        <w:rPr>
          <w:rStyle w:val="almostEmpty"/>
        </w:rPr>
        <w:t>.</w:t>
      </w:r>
    </w:p>
    <w:p w14:paraId="57C7DDA5" w14:textId="77777777" w:rsidR="00060E17" w:rsidRDefault="00D61344">
      <w:pPr>
        <w:spacing w:after="0" w:line="240" w:lineRule="auto"/>
        <w:ind w:left="216"/>
      </w:pPr>
      <w:r>
        <w:rPr>
          <w:rStyle w:val="styleC3"/>
        </w:rPr>
        <w:tab/>
      </w:r>
      <w:r>
        <w:rPr>
          <w:rStyle w:val="styleRad"/>
        </w:rPr>
        <w:t xml:space="preserve"> [x] </w:t>
      </w:r>
      <w:r>
        <w:rPr>
          <w:rStyle w:val="styleC3"/>
        </w:rPr>
        <w:t xml:space="preserve"> Unknown</w:t>
      </w:r>
    </w:p>
    <w:p w14:paraId="298EEADE" w14:textId="77777777" w:rsidR="00060E17" w:rsidRDefault="00D61344">
      <w:pPr>
        <w:pStyle w:val="pstyleLabels"/>
      </w:pPr>
      <w:r>
        <w:rPr>
          <w:rStyle w:val="styleC3"/>
        </w:rPr>
        <w:t>Please provide further information on dissolved or suspended nutrients (optional):</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7"/>
        <w:gridCol w:w="8831"/>
      </w:tblGrid>
      <w:tr w:rsidR="00060E17" w14:paraId="0756B1B5"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AD51E03" w14:textId="77777777" w:rsidR="00060E17" w:rsidRDefault="00060E17"/>
        </w:tc>
        <w:tc>
          <w:tcPr>
            <w:tcW w:w="9500" w:type="dxa"/>
          </w:tcPr>
          <w:p w14:paraId="0CED515A" w14:textId="77777777" w:rsidR="00060E17" w:rsidRDefault="00060E17">
            <w:pPr>
              <w:spacing w:before="30" w:after="25" w:line="240" w:lineRule="auto"/>
              <w:ind w:left="57"/>
            </w:pPr>
          </w:p>
        </w:tc>
      </w:tr>
    </w:tbl>
    <w:p w14:paraId="23EC0F39" w14:textId="77777777" w:rsidR="00060E17" w:rsidRDefault="00D61344">
      <w:pPr>
        <w:spacing w:before="80" w:after="20" w:line="244" w:lineRule="auto"/>
        <w:ind w:left="216"/>
      </w:pPr>
      <w:r>
        <w:rPr>
          <w:rStyle w:val="styleC3ecd"/>
        </w:rPr>
        <w:t>Dissolved organic carbon</w:t>
      </w:r>
      <w:r>
        <w:rPr>
          <w:rStyle w:val="styleBracket"/>
        </w:rPr>
        <w:t xml:space="preserve"> (ECD) </w:t>
      </w:r>
    </w:p>
    <w:tbl>
      <w:tblPr>
        <w:tblStyle w:val="myFieldTableStyle2"/>
        <w:tblW w:w="0" w:type="auto"/>
        <w:tblInd w:w="-8" w:type="dxa"/>
        <w:tblLook w:val="04A0" w:firstRow="1" w:lastRow="0" w:firstColumn="1" w:lastColumn="0" w:noHBand="0" w:noVBand="1"/>
      </w:tblPr>
      <w:tblGrid>
        <w:gridCol w:w="195"/>
        <w:gridCol w:w="8832"/>
      </w:tblGrid>
      <w:tr w:rsidR="00060E17" w14:paraId="6AEDD6B9"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210C677" w14:textId="77777777" w:rsidR="00060E17" w:rsidRDefault="00060E17">
            <w:pPr>
              <w:spacing w:after="0" w:line="240" w:lineRule="auto"/>
              <w:ind w:left="216"/>
            </w:pPr>
          </w:p>
        </w:tc>
        <w:tc>
          <w:tcPr>
            <w:tcW w:w="9500" w:type="dxa"/>
          </w:tcPr>
          <w:p w14:paraId="489A8504" w14:textId="77777777" w:rsidR="00060E17" w:rsidRDefault="00D61344">
            <w:pPr>
              <w:spacing w:before="5" w:after="2" w:line="240" w:lineRule="auto"/>
              <w:ind w:left="72"/>
            </w:pPr>
            <w:r>
              <w:rPr>
                <w:rStyle w:val="styleDatatxt"/>
              </w:rPr>
              <w:t>No current data available on this aspect of the character of the site</w:t>
            </w:r>
          </w:p>
        </w:tc>
      </w:tr>
    </w:tbl>
    <w:p w14:paraId="4153631B" w14:textId="77777777" w:rsidR="00060E17" w:rsidRDefault="00D61344">
      <w:pPr>
        <w:spacing w:before="80" w:after="20" w:line="244" w:lineRule="auto"/>
        <w:ind w:left="216"/>
      </w:pPr>
      <w:r>
        <w:rPr>
          <w:rStyle w:val="styleC3ecd"/>
        </w:rPr>
        <w:t>Redox potential of water and sediments</w:t>
      </w:r>
      <w:r>
        <w:rPr>
          <w:rStyle w:val="styleBracket"/>
        </w:rPr>
        <w:t xml:space="preserve"> (ECD) </w:t>
      </w:r>
    </w:p>
    <w:tbl>
      <w:tblPr>
        <w:tblStyle w:val="myFieldTableStyle2"/>
        <w:tblW w:w="0" w:type="auto"/>
        <w:tblInd w:w="-8" w:type="dxa"/>
        <w:tblLook w:val="04A0" w:firstRow="1" w:lastRow="0" w:firstColumn="1" w:lastColumn="0" w:noHBand="0" w:noVBand="1"/>
      </w:tblPr>
      <w:tblGrid>
        <w:gridCol w:w="195"/>
        <w:gridCol w:w="8832"/>
      </w:tblGrid>
      <w:tr w:rsidR="00060E17" w14:paraId="2BDAB1B4"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70DCBDD" w14:textId="77777777" w:rsidR="00060E17" w:rsidRDefault="00060E17">
            <w:pPr>
              <w:spacing w:after="0" w:line="240" w:lineRule="auto"/>
              <w:ind w:left="216"/>
            </w:pPr>
          </w:p>
        </w:tc>
        <w:tc>
          <w:tcPr>
            <w:tcW w:w="9500" w:type="dxa"/>
          </w:tcPr>
          <w:p w14:paraId="2752BAF3" w14:textId="77777777" w:rsidR="00060E17" w:rsidRDefault="00D61344">
            <w:pPr>
              <w:spacing w:before="5" w:after="2" w:line="240" w:lineRule="auto"/>
              <w:ind w:left="72"/>
            </w:pPr>
            <w:r>
              <w:rPr>
                <w:rStyle w:val="styleDatatxt"/>
              </w:rPr>
              <w:t>No current data available on this aspect of the character of the site</w:t>
            </w:r>
          </w:p>
        </w:tc>
      </w:tr>
    </w:tbl>
    <w:p w14:paraId="7FE00D6B" w14:textId="77777777" w:rsidR="00060E17" w:rsidRDefault="00D61344">
      <w:pPr>
        <w:spacing w:before="80" w:after="20" w:line="244" w:lineRule="auto"/>
        <w:ind w:left="216"/>
      </w:pPr>
      <w:r>
        <w:rPr>
          <w:rStyle w:val="styleC3ecd"/>
        </w:rPr>
        <w:lastRenderedPageBreak/>
        <w:t>Water conductivity</w:t>
      </w:r>
      <w:r>
        <w:rPr>
          <w:rStyle w:val="styleBracket"/>
        </w:rPr>
        <w:t xml:space="preserve"> (ECD) </w:t>
      </w:r>
    </w:p>
    <w:tbl>
      <w:tblPr>
        <w:tblStyle w:val="myFieldTableStyle2"/>
        <w:tblW w:w="0" w:type="auto"/>
        <w:tblInd w:w="-8" w:type="dxa"/>
        <w:tblLook w:val="04A0" w:firstRow="1" w:lastRow="0" w:firstColumn="1" w:lastColumn="0" w:noHBand="0" w:noVBand="1"/>
      </w:tblPr>
      <w:tblGrid>
        <w:gridCol w:w="195"/>
        <w:gridCol w:w="8832"/>
      </w:tblGrid>
      <w:tr w:rsidR="00060E17" w14:paraId="078D31BC"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16FC991" w14:textId="77777777" w:rsidR="00060E17" w:rsidRDefault="00060E17">
            <w:pPr>
              <w:spacing w:after="0" w:line="240" w:lineRule="auto"/>
              <w:ind w:left="216"/>
            </w:pPr>
          </w:p>
        </w:tc>
        <w:tc>
          <w:tcPr>
            <w:tcW w:w="9500" w:type="dxa"/>
          </w:tcPr>
          <w:p w14:paraId="489497B7" w14:textId="77777777" w:rsidR="00060E17" w:rsidRDefault="00D61344">
            <w:pPr>
              <w:spacing w:before="5" w:after="2" w:line="240" w:lineRule="auto"/>
              <w:ind w:left="72"/>
            </w:pPr>
            <w:r>
              <w:rPr>
                <w:rStyle w:val="styleDatatxt"/>
              </w:rPr>
              <w:t>No current data available on this aspect of the character of the site</w:t>
            </w:r>
          </w:p>
        </w:tc>
      </w:tr>
    </w:tbl>
    <w:p w14:paraId="4EB99C23" w14:textId="77777777" w:rsidR="00060E17" w:rsidRDefault="00060E17"/>
    <w:p w14:paraId="41A7D650" w14:textId="77777777" w:rsidR="00060E17" w:rsidRDefault="00D61344">
      <w:pPr>
        <w:pStyle w:val="pstyleSection"/>
      </w:pPr>
      <w:r>
        <w:rPr>
          <w:rStyle w:val="styleL2"/>
        </w:rPr>
        <w:t>4.4.9 Features of the surrounding area which may affect the Site</w:t>
      </w:r>
    </w:p>
    <w:p w14:paraId="5ED58E9B" w14:textId="77777777" w:rsidR="00060E17" w:rsidRDefault="00D61344">
      <w:pPr>
        <w:pStyle w:val="pstyleLabels"/>
      </w:pPr>
      <w:r>
        <w:rPr>
          <w:rStyle w:val="styleC3"/>
        </w:rPr>
        <w:t>Please describe whether, and if so how, the landscape and ecological characteristics in the area surrounding the Ramsar Site differ from the site itself:</w:t>
      </w:r>
    </w:p>
    <w:p w14:paraId="41CCBE74" w14:textId="77777777" w:rsidR="00060E17" w:rsidRDefault="00D61344">
      <w:pPr>
        <w:pStyle w:val="pStyle"/>
      </w:pPr>
      <w:r>
        <w:rPr>
          <w:rStyle w:val="styleRad"/>
        </w:rPr>
        <w:t xml:space="preserve"> [  ] </w:t>
      </w:r>
      <w:r>
        <w:rPr>
          <w:rStyle w:val="styleC3"/>
        </w:rPr>
        <w:t xml:space="preserve">i) broadly similar / </w:t>
      </w:r>
      <w:r>
        <w:rPr>
          <w:rStyle w:val="styleRad"/>
        </w:rPr>
        <w:t xml:space="preserve"> [x] </w:t>
      </w:r>
      <w:r>
        <w:rPr>
          <w:rStyle w:val="styleC3"/>
        </w:rPr>
        <w:t xml:space="preserve">ii) significantly different </w:t>
      </w:r>
    </w:p>
    <w:p w14:paraId="66B3426D" w14:textId="77777777" w:rsidR="00060E17" w:rsidRDefault="00D61344">
      <w:pPr>
        <w:spacing w:after="0" w:line="240" w:lineRule="auto"/>
      </w:pPr>
      <w:r>
        <w:rPr>
          <w:rStyle w:val="almostEmpty"/>
        </w:rPr>
        <w:t>.</w:t>
      </w:r>
    </w:p>
    <w:p w14:paraId="06084B15" w14:textId="77777777" w:rsidR="00060E17" w:rsidRDefault="00D61344">
      <w:pPr>
        <w:pStyle w:val="pstyleComments"/>
      </w:pPr>
      <w:r>
        <w:rPr>
          <w:rStyle w:val="styleC3comment"/>
        </w:rPr>
        <w:t>If the surrounding area differs from the Ramsar Site, please indicate how: (Please tick all categories that apply)</w:t>
      </w:r>
    </w:p>
    <w:p w14:paraId="0735254C" w14:textId="77777777" w:rsidR="00060E17" w:rsidRDefault="00D61344">
      <w:pPr>
        <w:spacing w:after="0" w:line="240" w:lineRule="auto"/>
        <w:ind w:left="216"/>
      </w:pPr>
      <w:r>
        <w:rPr>
          <w:rStyle w:val="styleC3"/>
        </w:rPr>
        <w:tab/>
      </w:r>
      <w:r>
        <w:rPr>
          <w:rStyle w:val="styleRad"/>
        </w:rPr>
        <w:t xml:space="preserve"> [  ] </w:t>
      </w:r>
      <w:r>
        <w:rPr>
          <w:rStyle w:val="styleC3"/>
        </w:rPr>
        <w:t xml:space="preserve"> Surrounding area has greater urbanisation or development</w:t>
      </w:r>
    </w:p>
    <w:p w14:paraId="1CE47EB9" w14:textId="77777777" w:rsidR="00060E17" w:rsidRDefault="00D61344">
      <w:pPr>
        <w:spacing w:after="0" w:line="240" w:lineRule="auto"/>
        <w:ind w:left="216"/>
      </w:pPr>
      <w:r>
        <w:rPr>
          <w:rStyle w:val="styleC3"/>
        </w:rPr>
        <w:tab/>
      </w:r>
      <w:r>
        <w:rPr>
          <w:rStyle w:val="styleRad"/>
        </w:rPr>
        <w:t xml:space="preserve"> [x] </w:t>
      </w:r>
      <w:r>
        <w:rPr>
          <w:rStyle w:val="styleC3"/>
        </w:rPr>
        <w:t xml:space="preserve"> Surrounding area has higher human population density</w:t>
      </w:r>
    </w:p>
    <w:p w14:paraId="04DE35D5" w14:textId="77777777" w:rsidR="00060E17" w:rsidRDefault="00D61344">
      <w:pPr>
        <w:spacing w:after="0" w:line="240" w:lineRule="auto"/>
        <w:ind w:left="216"/>
      </w:pPr>
      <w:r>
        <w:rPr>
          <w:rStyle w:val="styleC3"/>
        </w:rPr>
        <w:tab/>
      </w:r>
      <w:r>
        <w:rPr>
          <w:rStyle w:val="styleRad"/>
        </w:rPr>
        <w:t xml:space="preserve"> [x] </w:t>
      </w:r>
      <w:r>
        <w:rPr>
          <w:rStyle w:val="styleC3"/>
        </w:rPr>
        <w:t xml:space="preserve"> Surrounding area has more intensive agricultural use</w:t>
      </w:r>
    </w:p>
    <w:p w14:paraId="5BC3EFD0" w14:textId="77777777" w:rsidR="00060E17" w:rsidRDefault="00D61344">
      <w:pPr>
        <w:spacing w:after="0" w:line="240" w:lineRule="auto"/>
        <w:ind w:left="216"/>
      </w:pPr>
      <w:r>
        <w:rPr>
          <w:rStyle w:val="styleC3"/>
        </w:rPr>
        <w:tab/>
      </w:r>
      <w:r>
        <w:rPr>
          <w:rStyle w:val="styleRad"/>
        </w:rPr>
        <w:t xml:space="preserve"> [x] </w:t>
      </w:r>
      <w:r>
        <w:rPr>
          <w:rStyle w:val="styleC3"/>
        </w:rPr>
        <w:t xml:space="preserve"> Surrounding area has significantly different land cover or habitat types</w:t>
      </w:r>
    </w:p>
    <w:p w14:paraId="06D3EAB0" w14:textId="77777777" w:rsidR="00060E17" w:rsidRDefault="00D61344">
      <w:pPr>
        <w:pStyle w:val="pstyleLabels"/>
      </w:pPr>
      <w:r>
        <w:rPr>
          <w:rStyle w:val="styleC3"/>
        </w:rPr>
        <w:t>Please describe other ways in which the surrounding area is different:</w:t>
      </w:r>
      <w:r>
        <w:rPr>
          <w:rStyle w:val="styleHint1txt"/>
        </w:rPr>
        <w:t xml:space="preserve"> (This field is limited to 2000 characters) </w:t>
      </w:r>
    </w:p>
    <w:tbl>
      <w:tblPr>
        <w:tblStyle w:val="myFieldTableStyle"/>
        <w:tblW w:w="0" w:type="auto"/>
        <w:tblInd w:w="-8" w:type="dxa"/>
        <w:tblLook w:val="04A0" w:firstRow="1" w:lastRow="0" w:firstColumn="1" w:lastColumn="0" w:noHBand="0" w:noVBand="1"/>
      </w:tblPr>
      <w:tblGrid>
        <w:gridCol w:w="195"/>
        <w:gridCol w:w="8833"/>
      </w:tblGrid>
      <w:tr w:rsidR="00060E17" w14:paraId="4F025F16"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ADF198A" w14:textId="77777777" w:rsidR="00060E17" w:rsidRDefault="00060E17"/>
        </w:tc>
        <w:tc>
          <w:tcPr>
            <w:tcW w:w="9500" w:type="dxa"/>
          </w:tcPr>
          <w:p w14:paraId="2BE36E11" w14:textId="77777777" w:rsidR="00060E17" w:rsidRDefault="00D61344">
            <w:pPr>
              <w:spacing w:before="30" w:after="25" w:line="240" w:lineRule="auto"/>
              <w:ind w:left="57"/>
            </w:pPr>
            <w:r>
              <w:rPr>
                <w:rStyle w:val="styleDatatxt"/>
              </w:rPr>
              <w:t>Agriculture is the dominant land use activity in the catchment, constituting just over 50% of total land use. Dryland grazing (beef and sheep) comprises approximately 40% of total land use, with dairying comprising 10%. During recent times there have been two important changes to land use in the Corner Inlet catchment. The first is the consolidation of dairy farms into larger enterprises. The second is the increase in smaller scale dryland grazing and growth in lifestyle-type properties.</w:t>
            </w:r>
          </w:p>
        </w:tc>
      </w:tr>
    </w:tbl>
    <w:p w14:paraId="2906B1D3" w14:textId="77777777" w:rsidR="00060E17" w:rsidRDefault="00060E17">
      <w:pPr>
        <w:sectPr w:rsidR="00060E17">
          <w:pgSz w:w="11905" w:h="16837"/>
          <w:pgMar w:top="1440" w:right="1440" w:bottom="1440" w:left="1440" w:header="720" w:footer="720" w:gutter="0"/>
          <w:cols w:space="720"/>
        </w:sectPr>
      </w:pPr>
    </w:p>
    <w:p w14:paraId="00E0B589" w14:textId="77777777" w:rsidR="00060E17" w:rsidRDefault="00D61344">
      <w:pPr>
        <w:pStyle w:val="pstyleSectionL1"/>
      </w:pPr>
      <w:r>
        <w:rPr>
          <w:rStyle w:val="styleL1"/>
        </w:rPr>
        <w:lastRenderedPageBreak/>
        <w:t>4.5 Ecosystem services</w:t>
      </w:r>
    </w:p>
    <w:p w14:paraId="47A0FFFE" w14:textId="77777777" w:rsidR="00060E17" w:rsidRDefault="00D61344">
      <w:pPr>
        <w:pStyle w:val="pstyleSection"/>
      </w:pPr>
      <w:r>
        <w:rPr>
          <w:rStyle w:val="styleL2"/>
        </w:rPr>
        <w:t>4.5.1 Ecosystem services/benefits</w:t>
      </w:r>
    </w:p>
    <w:p w14:paraId="06898819" w14:textId="77777777" w:rsidR="00060E17" w:rsidRDefault="00D61344">
      <w:pPr>
        <w:pStyle w:val="pstyleComments"/>
      </w:pPr>
      <w:r>
        <w:rPr>
          <w:rStyle w:val="styleC3comment"/>
        </w:rPr>
        <w:t>Please select below all relevant ecosystem services/benefits currently provided by the site and indicate their relative importance in the right-hand column.</w:t>
      </w:r>
    </w:p>
    <w:p w14:paraId="6536D755" w14:textId="77777777" w:rsidR="00060E17" w:rsidRDefault="00D61344">
      <w:pPr>
        <w:pStyle w:val="pstyleLabels"/>
      </w:pPr>
      <w:r>
        <w:rPr>
          <w:rStyle w:val="styleC3"/>
        </w:rPr>
        <w:t>Provisioning Services</w:t>
      </w:r>
    </w:p>
    <w:tbl>
      <w:tblPr>
        <w:tblStyle w:val="FancyTable"/>
        <w:tblW w:w="0" w:type="auto"/>
        <w:tblInd w:w="-8" w:type="dxa"/>
        <w:tblLook w:val="04A0" w:firstRow="1" w:lastRow="0" w:firstColumn="1" w:lastColumn="0" w:noHBand="0" w:noVBand="1"/>
      </w:tblPr>
      <w:tblGrid>
        <w:gridCol w:w="1750"/>
        <w:gridCol w:w="1750"/>
        <w:gridCol w:w="2761"/>
      </w:tblGrid>
      <w:tr w:rsidR="00060E17" w14:paraId="38681994"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03EFD730" w14:textId="77777777" w:rsidR="00060E17" w:rsidRDefault="00D61344">
            <w:pPr>
              <w:spacing w:after="0" w:line="240" w:lineRule="auto"/>
              <w:jc w:val="center"/>
            </w:pPr>
            <w:r>
              <w:rPr>
                <w:b/>
                <w:bCs/>
                <w:sz w:val="18"/>
                <w:szCs w:val="18"/>
              </w:rPr>
              <w:t>Ecosystem service</w:t>
            </w:r>
          </w:p>
        </w:tc>
        <w:tc>
          <w:tcPr>
            <w:tcW w:w="1750" w:type="dxa"/>
          </w:tcPr>
          <w:p w14:paraId="231EF0DB" w14:textId="77777777" w:rsidR="00060E17" w:rsidRDefault="00D61344">
            <w:pPr>
              <w:spacing w:after="0" w:line="240" w:lineRule="auto"/>
              <w:jc w:val="center"/>
            </w:pPr>
            <w:r>
              <w:rPr>
                <w:b/>
                <w:bCs/>
                <w:sz w:val="18"/>
                <w:szCs w:val="18"/>
              </w:rPr>
              <w:t>Examples</w:t>
            </w:r>
          </w:p>
        </w:tc>
        <w:tc>
          <w:tcPr>
            <w:tcW w:w="1750" w:type="dxa"/>
          </w:tcPr>
          <w:p w14:paraId="750ABFAC" w14:textId="77777777" w:rsidR="00060E17" w:rsidRDefault="00D61344">
            <w:pPr>
              <w:spacing w:after="0" w:line="240" w:lineRule="auto"/>
              <w:jc w:val="center"/>
            </w:pPr>
            <w:r>
              <w:rPr>
                <w:b/>
                <w:bCs/>
                <w:sz w:val="18"/>
                <w:szCs w:val="18"/>
              </w:rPr>
              <w:t>Importance/Extent/Significance</w:t>
            </w:r>
          </w:p>
        </w:tc>
      </w:tr>
      <w:tr w:rsidR="00060E17" w14:paraId="130F4721" w14:textId="77777777" w:rsidTr="00060E17">
        <w:trPr>
          <w:trHeight w:val="200"/>
        </w:trPr>
        <w:tc>
          <w:tcPr>
            <w:tcW w:w="1750" w:type="dxa"/>
          </w:tcPr>
          <w:p w14:paraId="0CAA126B" w14:textId="77777777" w:rsidR="00060E17" w:rsidRDefault="00D61344">
            <w:r>
              <w:rPr>
                <w:rStyle w:val="styleSubformtxt"/>
              </w:rPr>
              <w:t>Food for humans</w:t>
            </w:r>
          </w:p>
        </w:tc>
        <w:tc>
          <w:tcPr>
            <w:tcW w:w="1750" w:type="dxa"/>
          </w:tcPr>
          <w:p w14:paraId="73914991" w14:textId="77777777" w:rsidR="00060E17" w:rsidRDefault="00D61344">
            <w:r>
              <w:rPr>
                <w:rStyle w:val="styleSubformtxt"/>
              </w:rPr>
              <w:t>Sustenance for humans (e.g., fish, molluscs, grains)</w:t>
            </w:r>
          </w:p>
        </w:tc>
        <w:tc>
          <w:tcPr>
            <w:tcW w:w="1750" w:type="dxa"/>
          </w:tcPr>
          <w:p w14:paraId="27C03072" w14:textId="77777777" w:rsidR="00060E17" w:rsidRDefault="00D61344">
            <w:r>
              <w:rPr>
                <w:rStyle w:val="styleSubformtxt"/>
              </w:rPr>
              <w:t>High</w:t>
            </w:r>
          </w:p>
        </w:tc>
      </w:tr>
      <w:tr w:rsidR="00060E17" w14:paraId="298554F3" w14:textId="77777777" w:rsidTr="00060E17">
        <w:trPr>
          <w:trHeight w:val="200"/>
        </w:trPr>
        <w:tc>
          <w:tcPr>
            <w:tcW w:w="1750" w:type="dxa"/>
          </w:tcPr>
          <w:p w14:paraId="4C287BED" w14:textId="77777777" w:rsidR="00060E17" w:rsidRDefault="00060E17"/>
        </w:tc>
        <w:tc>
          <w:tcPr>
            <w:tcW w:w="1750" w:type="dxa"/>
          </w:tcPr>
          <w:p w14:paraId="4827231E" w14:textId="77777777" w:rsidR="00060E17" w:rsidRDefault="00060E17"/>
        </w:tc>
        <w:tc>
          <w:tcPr>
            <w:tcW w:w="1750" w:type="dxa"/>
          </w:tcPr>
          <w:p w14:paraId="207AFE95" w14:textId="77777777" w:rsidR="00060E17" w:rsidRDefault="00060E17"/>
        </w:tc>
      </w:tr>
    </w:tbl>
    <w:p w14:paraId="7B18B84E" w14:textId="77777777" w:rsidR="00060E17" w:rsidRDefault="00060E17"/>
    <w:p w14:paraId="7E6373DB" w14:textId="77777777" w:rsidR="00060E17" w:rsidRDefault="00D61344">
      <w:pPr>
        <w:pStyle w:val="pstyleLabels"/>
      </w:pPr>
      <w:r>
        <w:rPr>
          <w:rStyle w:val="styleC3"/>
        </w:rPr>
        <w:t>Regulating Services</w:t>
      </w:r>
    </w:p>
    <w:tbl>
      <w:tblPr>
        <w:tblStyle w:val="FancyTable"/>
        <w:tblW w:w="0" w:type="auto"/>
        <w:tblInd w:w="-8" w:type="dxa"/>
        <w:tblLook w:val="04A0" w:firstRow="1" w:lastRow="0" w:firstColumn="1" w:lastColumn="0" w:noHBand="0" w:noVBand="1"/>
      </w:tblPr>
      <w:tblGrid>
        <w:gridCol w:w="1750"/>
        <w:gridCol w:w="1750"/>
        <w:gridCol w:w="2761"/>
      </w:tblGrid>
      <w:tr w:rsidR="00060E17" w14:paraId="6DF0D59C"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48608B93" w14:textId="77777777" w:rsidR="00060E17" w:rsidRDefault="00D61344">
            <w:pPr>
              <w:spacing w:after="0" w:line="240" w:lineRule="auto"/>
              <w:jc w:val="center"/>
            </w:pPr>
            <w:r>
              <w:rPr>
                <w:b/>
                <w:bCs/>
                <w:sz w:val="18"/>
                <w:szCs w:val="18"/>
              </w:rPr>
              <w:t>Ecosystem service</w:t>
            </w:r>
          </w:p>
        </w:tc>
        <w:tc>
          <w:tcPr>
            <w:tcW w:w="1750" w:type="dxa"/>
          </w:tcPr>
          <w:p w14:paraId="3AD75959" w14:textId="77777777" w:rsidR="00060E17" w:rsidRDefault="00D61344">
            <w:pPr>
              <w:spacing w:after="0" w:line="240" w:lineRule="auto"/>
              <w:jc w:val="center"/>
            </w:pPr>
            <w:r>
              <w:rPr>
                <w:b/>
                <w:bCs/>
                <w:sz w:val="18"/>
                <w:szCs w:val="18"/>
              </w:rPr>
              <w:t>Examples</w:t>
            </w:r>
          </w:p>
        </w:tc>
        <w:tc>
          <w:tcPr>
            <w:tcW w:w="1750" w:type="dxa"/>
          </w:tcPr>
          <w:p w14:paraId="728B8817" w14:textId="77777777" w:rsidR="00060E17" w:rsidRDefault="00D61344">
            <w:pPr>
              <w:spacing w:after="0" w:line="240" w:lineRule="auto"/>
              <w:jc w:val="center"/>
            </w:pPr>
            <w:r>
              <w:rPr>
                <w:b/>
                <w:bCs/>
                <w:sz w:val="18"/>
                <w:szCs w:val="18"/>
              </w:rPr>
              <w:t>Importance/Extent/Significance</w:t>
            </w:r>
          </w:p>
        </w:tc>
      </w:tr>
      <w:tr w:rsidR="00060E17" w14:paraId="07617A30" w14:textId="77777777" w:rsidTr="00060E17">
        <w:trPr>
          <w:trHeight w:val="200"/>
        </w:trPr>
        <w:tc>
          <w:tcPr>
            <w:tcW w:w="1750" w:type="dxa"/>
          </w:tcPr>
          <w:p w14:paraId="4B3FBA3B" w14:textId="77777777" w:rsidR="00060E17" w:rsidRDefault="00D61344">
            <w:r>
              <w:rPr>
                <w:rStyle w:val="styleSubformtxt"/>
              </w:rPr>
              <w:t>Erosion protection</w:t>
            </w:r>
          </w:p>
        </w:tc>
        <w:tc>
          <w:tcPr>
            <w:tcW w:w="1750" w:type="dxa"/>
          </w:tcPr>
          <w:p w14:paraId="66D84D50" w14:textId="77777777" w:rsidR="00060E17" w:rsidRDefault="00D61344">
            <w:r>
              <w:rPr>
                <w:rStyle w:val="styleSubformtxt"/>
              </w:rPr>
              <w:t>Soil, sediment and nutrient retention</w:t>
            </w:r>
          </w:p>
        </w:tc>
        <w:tc>
          <w:tcPr>
            <w:tcW w:w="1750" w:type="dxa"/>
          </w:tcPr>
          <w:p w14:paraId="131AD4C6" w14:textId="77777777" w:rsidR="00060E17" w:rsidRDefault="00D61344">
            <w:r>
              <w:rPr>
                <w:rStyle w:val="styleSubformtxt"/>
              </w:rPr>
              <w:t>Medium</w:t>
            </w:r>
          </w:p>
        </w:tc>
      </w:tr>
      <w:tr w:rsidR="00060E17" w14:paraId="15D50EC8" w14:textId="77777777" w:rsidTr="00060E17">
        <w:trPr>
          <w:trHeight w:val="200"/>
        </w:trPr>
        <w:tc>
          <w:tcPr>
            <w:tcW w:w="1750" w:type="dxa"/>
          </w:tcPr>
          <w:p w14:paraId="41993723" w14:textId="77777777" w:rsidR="00060E17" w:rsidRDefault="00D61344">
            <w:r>
              <w:rPr>
                <w:rStyle w:val="styleSubformtxt"/>
              </w:rPr>
              <w:t>Climate regulation</w:t>
            </w:r>
          </w:p>
        </w:tc>
        <w:tc>
          <w:tcPr>
            <w:tcW w:w="1750" w:type="dxa"/>
          </w:tcPr>
          <w:p w14:paraId="2DE5204B" w14:textId="77777777" w:rsidR="00060E17" w:rsidRDefault="00D61344">
            <w:r>
              <w:rPr>
                <w:rStyle w:val="styleSubformtxt"/>
              </w:rPr>
              <w:t>Local climate regulation/buffering of change</w:t>
            </w:r>
          </w:p>
        </w:tc>
        <w:tc>
          <w:tcPr>
            <w:tcW w:w="1750" w:type="dxa"/>
          </w:tcPr>
          <w:p w14:paraId="4A14AA46" w14:textId="77777777" w:rsidR="00060E17" w:rsidRDefault="00D61344">
            <w:r>
              <w:rPr>
                <w:rStyle w:val="styleSubformtxt"/>
              </w:rPr>
              <w:t>Low</w:t>
            </w:r>
          </w:p>
        </w:tc>
      </w:tr>
      <w:tr w:rsidR="00060E17" w14:paraId="53A2EB5F" w14:textId="77777777" w:rsidTr="00060E17">
        <w:trPr>
          <w:trHeight w:val="200"/>
        </w:trPr>
        <w:tc>
          <w:tcPr>
            <w:tcW w:w="1750" w:type="dxa"/>
          </w:tcPr>
          <w:p w14:paraId="29A4CFD8" w14:textId="77777777" w:rsidR="00060E17" w:rsidRDefault="00060E17"/>
        </w:tc>
        <w:tc>
          <w:tcPr>
            <w:tcW w:w="1750" w:type="dxa"/>
          </w:tcPr>
          <w:p w14:paraId="32C66C5C" w14:textId="77777777" w:rsidR="00060E17" w:rsidRDefault="00060E17"/>
        </w:tc>
        <w:tc>
          <w:tcPr>
            <w:tcW w:w="1750" w:type="dxa"/>
          </w:tcPr>
          <w:p w14:paraId="0137C591" w14:textId="77777777" w:rsidR="00060E17" w:rsidRDefault="00060E17"/>
        </w:tc>
      </w:tr>
    </w:tbl>
    <w:p w14:paraId="2C2C6EFC" w14:textId="77777777" w:rsidR="00060E17" w:rsidRDefault="00060E17"/>
    <w:p w14:paraId="3FAA85D3" w14:textId="77777777" w:rsidR="00060E17" w:rsidRDefault="00D61344">
      <w:pPr>
        <w:pStyle w:val="pstyleLabels"/>
      </w:pPr>
      <w:r>
        <w:rPr>
          <w:rStyle w:val="styleC3"/>
        </w:rPr>
        <w:t>Cultural Services</w:t>
      </w:r>
    </w:p>
    <w:tbl>
      <w:tblPr>
        <w:tblStyle w:val="FancyTable"/>
        <w:tblW w:w="0" w:type="auto"/>
        <w:tblInd w:w="-8" w:type="dxa"/>
        <w:tblLook w:val="04A0" w:firstRow="1" w:lastRow="0" w:firstColumn="1" w:lastColumn="0" w:noHBand="0" w:noVBand="1"/>
      </w:tblPr>
      <w:tblGrid>
        <w:gridCol w:w="1750"/>
        <w:gridCol w:w="1750"/>
        <w:gridCol w:w="2761"/>
      </w:tblGrid>
      <w:tr w:rsidR="00060E17" w14:paraId="720B31BB"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0BDCC60C" w14:textId="77777777" w:rsidR="00060E17" w:rsidRDefault="00D61344">
            <w:pPr>
              <w:spacing w:after="0" w:line="240" w:lineRule="auto"/>
              <w:jc w:val="center"/>
            </w:pPr>
            <w:r>
              <w:rPr>
                <w:b/>
                <w:bCs/>
                <w:sz w:val="18"/>
                <w:szCs w:val="18"/>
              </w:rPr>
              <w:t>Ecosystem service</w:t>
            </w:r>
          </w:p>
        </w:tc>
        <w:tc>
          <w:tcPr>
            <w:tcW w:w="1750" w:type="dxa"/>
          </w:tcPr>
          <w:p w14:paraId="2FA67E65" w14:textId="77777777" w:rsidR="00060E17" w:rsidRDefault="00D61344">
            <w:pPr>
              <w:spacing w:after="0" w:line="240" w:lineRule="auto"/>
              <w:jc w:val="center"/>
            </w:pPr>
            <w:r>
              <w:rPr>
                <w:b/>
                <w:bCs/>
                <w:sz w:val="18"/>
                <w:szCs w:val="18"/>
              </w:rPr>
              <w:t>Examples</w:t>
            </w:r>
          </w:p>
        </w:tc>
        <w:tc>
          <w:tcPr>
            <w:tcW w:w="1750" w:type="dxa"/>
          </w:tcPr>
          <w:p w14:paraId="214BBFD6" w14:textId="77777777" w:rsidR="00060E17" w:rsidRDefault="00D61344">
            <w:pPr>
              <w:spacing w:after="0" w:line="240" w:lineRule="auto"/>
              <w:jc w:val="center"/>
            </w:pPr>
            <w:r>
              <w:rPr>
                <w:b/>
                <w:bCs/>
                <w:sz w:val="18"/>
                <w:szCs w:val="18"/>
              </w:rPr>
              <w:t>Importance/Extent/Significance</w:t>
            </w:r>
          </w:p>
        </w:tc>
      </w:tr>
      <w:tr w:rsidR="00060E17" w14:paraId="53AFEE2B" w14:textId="77777777" w:rsidTr="00060E17">
        <w:trPr>
          <w:trHeight w:val="200"/>
        </w:trPr>
        <w:tc>
          <w:tcPr>
            <w:tcW w:w="1750" w:type="dxa"/>
          </w:tcPr>
          <w:p w14:paraId="327FCD98" w14:textId="77777777" w:rsidR="00060E17" w:rsidRDefault="00D61344">
            <w:r>
              <w:rPr>
                <w:rStyle w:val="styleSubformtxt"/>
              </w:rPr>
              <w:t>Recreation and tourism</w:t>
            </w:r>
          </w:p>
        </w:tc>
        <w:tc>
          <w:tcPr>
            <w:tcW w:w="1750" w:type="dxa"/>
          </w:tcPr>
          <w:p w14:paraId="6BFF0108" w14:textId="77777777" w:rsidR="00060E17" w:rsidRDefault="00D61344">
            <w:r>
              <w:rPr>
                <w:rStyle w:val="styleSubformtxt"/>
              </w:rPr>
              <w:t>Recreational hunting and fishing</w:t>
            </w:r>
          </w:p>
        </w:tc>
        <w:tc>
          <w:tcPr>
            <w:tcW w:w="1750" w:type="dxa"/>
          </w:tcPr>
          <w:p w14:paraId="30D76E51" w14:textId="77777777" w:rsidR="00060E17" w:rsidRDefault="00D61344">
            <w:r>
              <w:rPr>
                <w:rStyle w:val="styleSubformtxt"/>
              </w:rPr>
              <w:t>High</w:t>
            </w:r>
          </w:p>
        </w:tc>
      </w:tr>
      <w:tr w:rsidR="00060E17" w14:paraId="65A1101F" w14:textId="77777777" w:rsidTr="00060E17">
        <w:trPr>
          <w:trHeight w:val="200"/>
        </w:trPr>
        <w:tc>
          <w:tcPr>
            <w:tcW w:w="1750" w:type="dxa"/>
          </w:tcPr>
          <w:p w14:paraId="1F50D22C" w14:textId="77777777" w:rsidR="00060E17" w:rsidRDefault="00D61344">
            <w:r>
              <w:rPr>
                <w:rStyle w:val="styleSubformtxt"/>
              </w:rPr>
              <w:t>Recreation and tourism</w:t>
            </w:r>
          </w:p>
        </w:tc>
        <w:tc>
          <w:tcPr>
            <w:tcW w:w="1750" w:type="dxa"/>
          </w:tcPr>
          <w:p w14:paraId="7A9BA0B2" w14:textId="77777777" w:rsidR="00060E17" w:rsidRDefault="00D61344">
            <w:r>
              <w:rPr>
                <w:rStyle w:val="styleSubformtxt"/>
              </w:rPr>
              <w:t>Water sports and activities</w:t>
            </w:r>
          </w:p>
        </w:tc>
        <w:tc>
          <w:tcPr>
            <w:tcW w:w="1750" w:type="dxa"/>
          </w:tcPr>
          <w:p w14:paraId="3F70CE24" w14:textId="77777777" w:rsidR="00060E17" w:rsidRDefault="00D61344">
            <w:r>
              <w:rPr>
                <w:rStyle w:val="styleSubformtxt"/>
              </w:rPr>
              <w:t>Medium</w:t>
            </w:r>
          </w:p>
        </w:tc>
      </w:tr>
      <w:tr w:rsidR="00060E17" w14:paraId="5AEDF7CF" w14:textId="77777777" w:rsidTr="00060E17">
        <w:trPr>
          <w:trHeight w:val="200"/>
        </w:trPr>
        <w:tc>
          <w:tcPr>
            <w:tcW w:w="1750" w:type="dxa"/>
          </w:tcPr>
          <w:p w14:paraId="6EF45551" w14:textId="77777777" w:rsidR="00060E17" w:rsidRDefault="00D61344">
            <w:r>
              <w:rPr>
                <w:rStyle w:val="styleSubformtxt"/>
              </w:rPr>
              <w:t>Recreation and tourism</w:t>
            </w:r>
          </w:p>
        </w:tc>
        <w:tc>
          <w:tcPr>
            <w:tcW w:w="1750" w:type="dxa"/>
          </w:tcPr>
          <w:p w14:paraId="2E79FF62" w14:textId="77777777" w:rsidR="00060E17" w:rsidRDefault="00D61344">
            <w:r>
              <w:rPr>
                <w:rStyle w:val="styleSubformtxt"/>
              </w:rPr>
              <w:t>Picnics, outings, touring</w:t>
            </w:r>
          </w:p>
        </w:tc>
        <w:tc>
          <w:tcPr>
            <w:tcW w:w="1750" w:type="dxa"/>
          </w:tcPr>
          <w:p w14:paraId="19472F4A" w14:textId="77777777" w:rsidR="00060E17" w:rsidRDefault="00D61344">
            <w:r>
              <w:rPr>
                <w:rStyle w:val="styleSubformtxt"/>
              </w:rPr>
              <w:t>Medium</w:t>
            </w:r>
          </w:p>
        </w:tc>
      </w:tr>
      <w:tr w:rsidR="00060E17" w14:paraId="2DE4C3CE" w14:textId="77777777" w:rsidTr="00060E17">
        <w:trPr>
          <w:trHeight w:val="200"/>
        </w:trPr>
        <w:tc>
          <w:tcPr>
            <w:tcW w:w="1750" w:type="dxa"/>
          </w:tcPr>
          <w:p w14:paraId="76489670" w14:textId="77777777" w:rsidR="00060E17" w:rsidRDefault="00D61344">
            <w:r>
              <w:rPr>
                <w:rStyle w:val="styleSubformtxt"/>
              </w:rPr>
              <w:t>Recreation and tourism</w:t>
            </w:r>
          </w:p>
        </w:tc>
        <w:tc>
          <w:tcPr>
            <w:tcW w:w="1750" w:type="dxa"/>
          </w:tcPr>
          <w:p w14:paraId="59C04983" w14:textId="77777777" w:rsidR="00060E17" w:rsidRDefault="00D61344">
            <w:r>
              <w:rPr>
                <w:rStyle w:val="styleSubformtxt"/>
              </w:rPr>
              <w:t>Nature observation and nature-based tourism</w:t>
            </w:r>
          </w:p>
        </w:tc>
        <w:tc>
          <w:tcPr>
            <w:tcW w:w="1750" w:type="dxa"/>
          </w:tcPr>
          <w:p w14:paraId="40D10620" w14:textId="77777777" w:rsidR="00060E17" w:rsidRDefault="00D61344">
            <w:r>
              <w:rPr>
                <w:rStyle w:val="styleSubformtxt"/>
              </w:rPr>
              <w:t>Medium</w:t>
            </w:r>
          </w:p>
        </w:tc>
      </w:tr>
      <w:tr w:rsidR="00060E17" w14:paraId="1249FFBC" w14:textId="77777777" w:rsidTr="00060E17">
        <w:trPr>
          <w:trHeight w:val="200"/>
        </w:trPr>
        <w:tc>
          <w:tcPr>
            <w:tcW w:w="1750" w:type="dxa"/>
          </w:tcPr>
          <w:p w14:paraId="3C3888EF" w14:textId="77777777" w:rsidR="00060E17" w:rsidRDefault="00D61344">
            <w:r>
              <w:rPr>
                <w:rStyle w:val="styleSubformtxt"/>
              </w:rPr>
              <w:t>Spiritual and inspirational</w:t>
            </w:r>
          </w:p>
        </w:tc>
        <w:tc>
          <w:tcPr>
            <w:tcW w:w="1750" w:type="dxa"/>
          </w:tcPr>
          <w:p w14:paraId="5FE9FD28" w14:textId="77777777" w:rsidR="00060E17" w:rsidRDefault="00D61344">
            <w:r>
              <w:rPr>
                <w:rStyle w:val="styleSubformtxt"/>
              </w:rPr>
              <w:t>Cultural heritage (historical and archaeological)</w:t>
            </w:r>
          </w:p>
        </w:tc>
        <w:tc>
          <w:tcPr>
            <w:tcW w:w="1750" w:type="dxa"/>
          </w:tcPr>
          <w:p w14:paraId="2EA1DA8C" w14:textId="77777777" w:rsidR="00060E17" w:rsidRDefault="00D61344">
            <w:r>
              <w:rPr>
                <w:rStyle w:val="styleSubformtxt"/>
              </w:rPr>
              <w:t>High</w:t>
            </w:r>
          </w:p>
        </w:tc>
      </w:tr>
      <w:tr w:rsidR="00060E17" w14:paraId="66E78E84" w14:textId="77777777" w:rsidTr="00060E17">
        <w:trPr>
          <w:trHeight w:val="200"/>
        </w:trPr>
        <w:tc>
          <w:tcPr>
            <w:tcW w:w="1750" w:type="dxa"/>
          </w:tcPr>
          <w:p w14:paraId="3BE47EBA" w14:textId="77777777" w:rsidR="00060E17" w:rsidRDefault="00D61344">
            <w:r>
              <w:rPr>
                <w:rStyle w:val="styleSubformtxt"/>
              </w:rPr>
              <w:t>Scientific and educational</w:t>
            </w:r>
          </w:p>
        </w:tc>
        <w:tc>
          <w:tcPr>
            <w:tcW w:w="1750" w:type="dxa"/>
          </w:tcPr>
          <w:p w14:paraId="47DE7E96" w14:textId="77777777" w:rsidR="00060E17" w:rsidRDefault="00D61344">
            <w:r>
              <w:rPr>
                <w:rStyle w:val="styleSubformtxt"/>
              </w:rPr>
              <w:t>Important knowledge systems, importance for research (scientific reference area or site)</w:t>
            </w:r>
          </w:p>
        </w:tc>
        <w:tc>
          <w:tcPr>
            <w:tcW w:w="1750" w:type="dxa"/>
          </w:tcPr>
          <w:p w14:paraId="3DAB123D" w14:textId="77777777" w:rsidR="00060E17" w:rsidRDefault="00D61344">
            <w:r>
              <w:rPr>
                <w:rStyle w:val="styleSubformtxt"/>
              </w:rPr>
              <w:t>Medium</w:t>
            </w:r>
          </w:p>
        </w:tc>
      </w:tr>
      <w:tr w:rsidR="00060E17" w14:paraId="0BBB87CE" w14:textId="77777777" w:rsidTr="00060E17">
        <w:trPr>
          <w:trHeight w:val="200"/>
        </w:trPr>
        <w:tc>
          <w:tcPr>
            <w:tcW w:w="1750" w:type="dxa"/>
          </w:tcPr>
          <w:p w14:paraId="5C534E6B" w14:textId="77777777" w:rsidR="00060E17" w:rsidRDefault="00060E17"/>
        </w:tc>
        <w:tc>
          <w:tcPr>
            <w:tcW w:w="1750" w:type="dxa"/>
          </w:tcPr>
          <w:p w14:paraId="02F4515E" w14:textId="77777777" w:rsidR="00060E17" w:rsidRDefault="00060E17"/>
        </w:tc>
        <w:tc>
          <w:tcPr>
            <w:tcW w:w="1750" w:type="dxa"/>
          </w:tcPr>
          <w:p w14:paraId="71E2253D" w14:textId="77777777" w:rsidR="00060E17" w:rsidRDefault="00060E17"/>
        </w:tc>
      </w:tr>
    </w:tbl>
    <w:p w14:paraId="3455B0F2" w14:textId="77777777" w:rsidR="00060E17" w:rsidRDefault="00060E17"/>
    <w:p w14:paraId="5671F5DA" w14:textId="77777777" w:rsidR="00060E17" w:rsidRDefault="00D61344">
      <w:pPr>
        <w:pStyle w:val="pstyleLabels"/>
      </w:pPr>
      <w:r>
        <w:rPr>
          <w:rStyle w:val="styleC3"/>
        </w:rPr>
        <w:t>Supporting Services</w:t>
      </w:r>
    </w:p>
    <w:tbl>
      <w:tblPr>
        <w:tblStyle w:val="FancyTable"/>
        <w:tblW w:w="0" w:type="auto"/>
        <w:tblInd w:w="-8" w:type="dxa"/>
        <w:tblLook w:val="04A0" w:firstRow="1" w:lastRow="0" w:firstColumn="1" w:lastColumn="0" w:noHBand="0" w:noVBand="1"/>
      </w:tblPr>
      <w:tblGrid>
        <w:gridCol w:w="1750"/>
        <w:gridCol w:w="1812"/>
        <w:gridCol w:w="2761"/>
      </w:tblGrid>
      <w:tr w:rsidR="00060E17" w14:paraId="0533914D"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6CF1800A" w14:textId="77777777" w:rsidR="00060E17" w:rsidRDefault="00D61344">
            <w:pPr>
              <w:spacing w:after="0" w:line="240" w:lineRule="auto"/>
              <w:jc w:val="center"/>
            </w:pPr>
            <w:r>
              <w:rPr>
                <w:b/>
                <w:bCs/>
                <w:sz w:val="18"/>
                <w:szCs w:val="18"/>
              </w:rPr>
              <w:lastRenderedPageBreak/>
              <w:t>Ecosystem service</w:t>
            </w:r>
          </w:p>
        </w:tc>
        <w:tc>
          <w:tcPr>
            <w:tcW w:w="1750" w:type="dxa"/>
          </w:tcPr>
          <w:p w14:paraId="07C9E34B" w14:textId="77777777" w:rsidR="00060E17" w:rsidRDefault="00D61344">
            <w:pPr>
              <w:spacing w:after="0" w:line="240" w:lineRule="auto"/>
              <w:jc w:val="center"/>
            </w:pPr>
            <w:r>
              <w:rPr>
                <w:b/>
                <w:bCs/>
                <w:sz w:val="18"/>
                <w:szCs w:val="18"/>
              </w:rPr>
              <w:t>Examples</w:t>
            </w:r>
          </w:p>
        </w:tc>
        <w:tc>
          <w:tcPr>
            <w:tcW w:w="1750" w:type="dxa"/>
          </w:tcPr>
          <w:p w14:paraId="672157D6" w14:textId="77777777" w:rsidR="00060E17" w:rsidRDefault="00D61344">
            <w:pPr>
              <w:spacing w:after="0" w:line="240" w:lineRule="auto"/>
              <w:jc w:val="center"/>
            </w:pPr>
            <w:r>
              <w:rPr>
                <w:b/>
                <w:bCs/>
                <w:sz w:val="18"/>
                <w:szCs w:val="18"/>
              </w:rPr>
              <w:t>Importance/Extent/Significance</w:t>
            </w:r>
          </w:p>
        </w:tc>
      </w:tr>
      <w:tr w:rsidR="00060E17" w14:paraId="63836F1B" w14:textId="77777777" w:rsidTr="00060E17">
        <w:trPr>
          <w:trHeight w:val="200"/>
        </w:trPr>
        <w:tc>
          <w:tcPr>
            <w:tcW w:w="1750" w:type="dxa"/>
          </w:tcPr>
          <w:p w14:paraId="2659E14F" w14:textId="77777777" w:rsidR="00060E17" w:rsidRDefault="00D61344">
            <w:r>
              <w:rPr>
                <w:rStyle w:val="styleSubformtxt"/>
              </w:rPr>
              <w:t>Biodiversity</w:t>
            </w:r>
          </w:p>
        </w:tc>
        <w:tc>
          <w:tcPr>
            <w:tcW w:w="1750" w:type="dxa"/>
          </w:tcPr>
          <w:p w14:paraId="61255F3A" w14:textId="77777777" w:rsidR="00060E17" w:rsidRDefault="00D61344">
            <w:r>
              <w:rPr>
                <w:rStyle w:val="styleSubformtxt"/>
              </w:rPr>
              <w:t>Supports a variety of all life forms including plants, animals and microorganizms, the genes they contain, and the ecosystems of which they form a part</w:t>
            </w:r>
          </w:p>
        </w:tc>
        <w:tc>
          <w:tcPr>
            <w:tcW w:w="1750" w:type="dxa"/>
          </w:tcPr>
          <w:p w14:paraId="71C31181" w14:textId="77777777" w:rsidR="00060E17" w:rsidRDefault="00D61344">
            <w:r>
              <w:rPr>
                <w:rStyle w:val="styleSubformtxt"/>
              </w:rPr>
              <w:t>High</w:t>
            </w:r>
          </w:p>
        </w:tc>
      </w:tr>
      <w:tr w:rsidR="00060E17" w14:paraId="244A1DB4" w14:textId="77777777" w:rsidTr="00060E17">
        <w:trPr>
          <w:trHeight w:val="200"/>
        </w:trPr>
        <w:tc>
          <w:tcPr>
            <w:tcW w:w="1750" w:type="dxa"/>
          </w:tcPr>
          <w:p w14:paraId="444A58B8" w14:textId="77777777" w:rsidR="00060E17" w:rsidRDefault="00D61344">
            <w:r>
              <w:rPr>
                <w:rStyle w:val="styleSubformtxt"/>
              </w:rPr>
              <w:t>Nutrient cycling</w:t>
            </w:r>
          </w:p>
        </w:tc>
        <w:tc>
          <w:tcPr>
            <w:tcW w:w="1750" w:type="dxa"/>
          </w:tcPr>
          <w:p w14:paraId="733A529F" w14:textId="77777777" w:rsidR="00060E17" w:rsidRDefault="00D61344">
            <w:r>
              <w:rPr>
                <w:rStyle w:val="styleSubformtxt"/>
              </w:rPr>
              <w:t>Carbon storage/sequestration</w:t>
            </w:r>
          </w:p>
        </w:tc>
        <w:tc>
          <w:tcPr>
            <w:tcW w:w="1750" w:type="dxa"/>
          </w:tcPr>
          <w:p w14:paraId="1F809E6A" w14:textId="77777777" w:rsidR="00060E17" w:rsidRDefault="00D61344">
            <w:r>
              <w:rPr>
                <w:rStyle w:val="styleSubformtxt"/>
              </w:rPr>
              <w:t>Medium</w:t>
            </w:r>
          </w:p>
        </w:tc>
      </w:tr>
      <w:tr w:rsidR="00060E17" w14:paraId="4957FF7B" w14:textId="77777777" w:rsidTr="00060E17">
        <w:trPr>
          <w:trHeight w:val="200"/>
        </w:trPr>
        <w:tc>
          <w:tcPr>
            <w:tcW w:w="1750" w:type="dxa"/>
          </w:tcPr>
          <w:p w14:paraId="4A624A06" w14:textId="77777777" w:rsidR="00060E17" w:rsidRDefault="00060E17"/>
        </w:tc>
        <w:tc>
          <w:tcPr>
            <w:tcW w:w="1750" w:type="dxa"/>
          </w:tcPr>
          <w:p w14:paraId="37BE9488" w14:textId="77777777" w:rsidR="00060E17" w:rsidRDefault="00060E17"/>
        </w:tc>
        <w:tc>
          <w:tcPr>
            <w:tcW w:w="1750" w:type="dxa"/>
          </w:tcPr>
          <w:p w14:paraId="255502C5" w14:textId="77777777" w:rsidR="00060E17" w:rsidRDefault="00060E17"/>
        </w:tc>
      </w:tr>
    </w:tbl>
    <w:p w14:paraId="4FF0E933" w14:textId="77777777" w:rsidR="00060E17" w:rsidRDefault="00060E17"/>
    <w:p w14:paraId="682F295C" w14:textId="77777777" w:rsidR="00060E17" w:rsidRDefault="00D61344">
      <w:pPr>
        <w:pStyle w:val="pstyleLabels"/>
      </w:pPr>
      <w:r>
        <w:rPr>
          <w:rStyle w:val="styleC3"/>
        </w:rPr>
        <w:t>Optional text box to provide further information</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7"/>
        <w:gridCol w:w="8831"/>
      </w:tblGrid>
      <w:tr w:rsidR="00060E17" w14:paraId="490D6CBB"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4529479" w14:textId="77777777" w:rsidR="00060E17" w:rsidRDefault="00060E17"/>
        </w:tc>
        <w:tc>
          <w:tcPr>
            <w:tcW w:w="9500" w:type="dxa"/>
          </w:tcPr>
          <w:p w14:paraId="1F16CEEF" w14:textId="77777777" w:rsidR="00060E17" w:rsidRDefault="00060E17">
            <w:pPr>
              <w:spacing w:before="30" w:after="25" w:line="240" w:lineRule="auto"/>
              <w:ind w:left="57"/>
            </w:pPr>
          </w:p>
        </w:tc>
      </w:tr>
    </w:tbl>
    <w:p w14:paraId="23112DD5" w14:textId="77777777" w:rsidR="00060E17" w:rsidRDefault="00D61344">
      <w:pPr>
        <w:pStyle w:val="pstyleLabels"/>
      </w:pPr>
      <w:r>
        <w:rPr>
          <w:rStyle w:val="styleC3"/>
        </w:rPr>
        <w:t>Other ecosystem service(s) not included above:</w:t>
      </w:r>
      <w:r>
        <w:rPr>
          <w:rStyle w:val="styleHint1txt"/>
        </w:rPr>
        <w:t xml:space="preserve"> (This field is limited to 2000 characters) </w:t>
      </w:r>
    </w:p>
    <w:tbl>
      <w:tblPr>
        <w:tblStyle w:val="myFieldTableStyle"/>
        <w:tblW w:w="0" w:type="auto"/>
        <w:tblInd w:w="-8" w:type="dxa"/>
        <w:tblLook w:val="04A0" w:firstRow="1" w:lastRow="0" w:firstColumn="1" w:lastColumn="0" w:noHBand="0" w:noVBand="1"/>
      </w:tblPr>
      <w:tblGrid>
        <w:gridCol w:w="196"/>
        <w:gridCol w:w="8832"/>
      </w:tblGrid>
      <w:tr w:rsidR="00060E17" w14:paraId="2A3EF756"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5180D6F" w14:textId="77777777" w:rsidR="00060E17" w:rsidRDefault="00060E17"/>
        </w:tc>
        <w:tc>
          <w:tcPr>
            <w:tcW w:w="9500" w:type="dxa"/>
          </w:tcPr>
          <w:p w14:paraId="66C838FC" w14:textId="77777777" w:rsidR="00060E17" w:rsidRDefault="00D61344">
            <w:pPr>
              <w:spacing w:before="30" w:after="25" w:line="240" w:lineRule="auto"/>
              <w:ind w:left="57"/>
            </w:pPr>
            <w:r>
              <w:rPr>
                <w:rStyle w:val="styleDatatxt"/>
              </w:rPr>
              <w:t>No other services apply</w:t>
            </w:r>
          </w:p>
        </w:tc>
      </w:tr>
    </w:tbl>
    <w:p w14:paraId="4CA36546" w14:textId="77777777" w:rsidR="00060E17" w:rsidRDefault="00D61344">
      <w:pPr>
        <w:pStyle w:val="pstyleComments"/>
      </w:pPr>
      <w:r>
        <w:rPr>
          <w:rStyle w:val="styleC3comment"/>
        </w:rPr>
        <w:t>Please make a rough estimate of the approximate number of people who directly benefit from the ecological services provided by this site (estimate at least in orders of magnitude: 10s, 100s, 1000s, 10 000s etc.):</w:t>
      </w:r>
    </w:p>
    <w:p w14:paraId="33710FC3" w14:textId="77777777" w:rsidR="00060E17" w:rsidRDefault="00D61344">
      <w:pPr>
        <w:pStyle w:val="pstyleLabels"/>
      </w:pPr>
      <w:r>
        <w:rPr>
          <w:rStyle w:val="styleC3"/>
        </w:rPr>
        <w:t>Within the site:</w:t>
      </w:r>
    </w:p>
    <w:tbl>
      <w:tblPr>
        <w:tblStyle w:val="myFieldTableStyle2"/>
        <w:tblW w:w="0" w:type="auto"/>
        <w:tblInd w:w="-8" w:type="dxa"/>
        <w:tblLook w:val="04A0" w:firstRow="1" w:lastRow="0" w:firstColumn="1" w:lastColumn="0" w:noHBand="0" w:noVBand="1"/>
      </w:tblPr>
      <w:tblGrid>
        <w:gridCol w:w="195"/>
        <w:gridCol w:w="8832"/>
      </w:tblGrid>
      <w:tr w:rsidR="00060E17" w14:paraId="7C86A139"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37683CF" w14:textId="77777777" w:rsidR="00060E17" w:rsidRDefault="00060E17">
            <w:pPr>
              <w:spacing w:after="0" w:line="240" w:lineRule="auto"/>
              <w:ind w:left="216"/>
            </w:pPr>
          </w:p>
        </w:tc>
        <w:tc>
          <w:tcPr>
            <w:tcW w:w="9500" w:type="dxa"/>
          </w:tcPr>
          <w:p w14:paraId="44AB591E" w14:textId="77777777" w:rsidR="00060E17" w:rsidRDefault="00D61344">
            <w:pPr>
              <w:spacing w:before="5" w:after="2" w:line="240" w:lineRule="auto"/>
              <w:ind w:left="72"/>
            </w:pPr>
            <w:r>
              <w:rPr>
                <w:rStyle w:val="styleDatatxt"/>
              </w:rPr>
              <w:t>100s</w:t>
            </w:r>
          </w:p>
        </w:tc>
      </w:tr>
    </w:tbl>
    <w:p w14:paraId="53E3F2EE" w14:textId="77777777" w:rsidR="00060E17" w:rsidRDefault="00D61344">
      <w:pPr>
        <w:pStyle w:val="pstyleLabels"/>
      </w:pPr>
      <w:r>
        <w:rPr>
          <w:rStyle w:val="styleC3"/>
        </w:rPr>
        <w:t>Outside the site:</w:t>
      </w:r>
    </w:p>
    <w:tbl>
      <w:tblPr>
        <w:tblStyle w:val="myFieldTableStyle2"/>
        <w:tblW w:w="0" w:type="auto"/>
        <w:tblInd w:w="-8" w:type="dxa"/>
        <w:tblLook w:val="04A0" w:firstRow="1" w:lastRow="0" w:firstColumn="1" w:lastColumn="0" w:noHBand="0" w:noVBand="1"/>
      </w:tblPr>
      <w:tblGrid>
        <w:gridCol w:w="195"/>
        <w:gridCol w:w="8832"/>
      </w:tblGrid>
      <w:tr w:rsidR="00060E17" w14:paraId="63A91C6A"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AEB6B9A" w14:textId="77777777" w:rsidR="00060E17" w:rsidRDefault="00060E17">
            <w:pPr>
              <w:spacing w:after="0" w:line="240" w:lineRule="auto"/>
              <w:ind w:left="216"/>
            </w:pPr>
          </w:p>
        </w:tc>
        <w:tc>
          <w:tcPr>
            <w:tcW w:w="9500" w:type="dxa"/>
          </w:tcPr>
          <w:p w14:paraId="648BD64C" w14:textId="77777777" w:rsidR="00060E17" w:rsidRDefault="00D61344">
            <w:pPr>
              <w:spacing w:before="5" w:after="2" w:line="240" w:lineRule="auto"/>
              <w:ind w:left="72"/>
            </w:pPr>
            <w:r>
              <w:rPr>
                <w:rStyle w:val="styleDatatxt"/>
              </w:rPr>
              <w:t>10000s</w:t>
            </w:r>
          </w:p>
        </w:tc>
      </w:tr>
    </w:tbl>
    <w:p w14:paraId="69B4038B" w14:textId="77777777" w:rsidR="00060E17" w:rsidRDefault="00D61344">
      <w:pPr>
        <w:pStyle w:val="pstyleLabels"/>
      </w:pPr>
      <w:r>
        <w:rPr>
          <w:rStyle w:val="styleC3"/>
        </w:rPr>
        <w:t>Have studies or assessments been made of the economic valuation of ecosystem services provided by this Ramsar Site?</w:t>
      </w:r>
    </w:p>
    <w:p w14:paraId="39F8E10F" w14:textId="77777777" w:rsidR="00060E17" w:rsidRDefault="00D61344">
      <w:pPr>
        <w:pStyle w:val="pStyle"/>
      </w:pPr>
      <w:r>
        <w:rPr>
          <w:rStyle w:val="styleRad"/>
        </w:rPr>
        <w:t xml:space="preserve"> [x] </w:t>
      </w:r>
      <w:r>
        <w:rPr>
          <w:rStyle w:val="styleC3"/>
        </w:rPr>
        <w:t xml:space="preserve">Yes / </w:t>
      </w:r>
      <w:r>
        <w:rPr>
          <w:rStyle w:val="styleRad"/>
        </w:rPr>
        <w:t xml:space="preserve"> [  ] </w:t>
      </w:r>
      <w:r>
        <w:rPr>
          <w:rStyle w:val="styleC3"/>
        </w:rPr>
        <w:t xml:space="preserve">No  / </w:t>
      </w:r>
      <w:r>
        <w:rPr>
          <w:rStyle w:val="styleRad"/>
        </w:rPr>
        <w:t xml:space="preserve"> [  ] </w:t>
      </w:r>
      <w:r>
        <w:rPr>
          <w:rStyle w:val="styleC3"/>
        </w:rPr>
        <w:t xml:space="preserve">Unknown </w:t>
      </w:r>
    </w:p>
    <w:p w14:paraId="1BDED611" w14:textId="77777777" w:rsidR="00060E17" w:rsidRDefault="00D61344">
      <w:pPr>
        <w:spacing w:after="0" w:line="240" w:lineRule="auto"/>
      </w:pPr>
      <w:r>
        <w:rPr>
          <w:rStyle w:val="almostEmpty"/>
        </w:rPr>
        <w:t>.</w:t>
      </w:r>
    </w:p>
    <w:p w14:paraId="4EC706F1" w14:textId="77777777" w:rsidR="00060E17" w:rsidRDefault="00D61344">
      <w:pPr>
        <w:spacing w:after="0" w:line="240" w:lineRule="auto"/>
      </w:pPr>
      <w:r>
        <w:rPr>
          <w:rStyle w:val="almostEmpty"/>
        </w:rPr>
        <w:t>.</w:t>
      </w:r>
    </w:p>
    <w:p w14:paraId="4462314E" w14:textId="77777777" w:rsidR="00060E17" w:rsidRDefault="00D61344">
      <w:pPr>
        <w:pStyle w:val="pstyleLabels"/>
      </w:pPr>
      <w:r>
        <w:rPr>
          <w:rStyle w:val="styleC3"/>
        </w:rPr>
        <w:t>Where economic studies or assessments of economic valuation have been undertaken at the site, it would be helpful to provide information on where the results of such studies may be located (e.g. website links, citation of published literature):</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5"/>
        <w:gridCol w:w="8833"/>
      </w:tblGrid>
      <w:tr w:rsidR="00060E17" w14:paraId="671FE6CB"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60A4A71" w14:textId="77777777" w:rsidR="00060E17" w:rsidRDefault="00060E17"/>
        </w:tc>
        <w:tc>
          <w:tcPr>
            <w:tcW w:w="9500" w:type="dxa"/>
          </w:tcPr>
          <w:p w14:paraId="53D68101" w14:textId="77777777" w:rsidR="00060E17" w:rsidRDefault="00D61344">
            <w:pPr>
              <w:spacing w:before="30" w:after="25" w:line="240" w:lineRule="auto"/>
              <w:ind w:left="57"/>
            </w:pPr>
            <w:r>
              <w:rPr>
                <w:rStyle w:val="styleDatatxt"/>
              </w:rPr>
              <w:t xml:space="preserve">There are few economic evaluations of the Corner Inlet Ramsar site. Tourism at the site was estimated at $22.5 million annually (WG CMA 2013) and commercial fishing at over $2 million annually (Department of Primary Industries 2012). The extensive seagrass, saltmarsh and mangrove beds would have a substantial blue carbon value, but this is yet to be assessed. </w:t>
            </w:r>
          </w:p>
        </w:tc>
      </w:tr>
    </w:tbl>
    <w:p w14:paraId="4DE5D502" w14:textId="77777777" w:rsidR="00060E17" w:rsidRDefault="00060E17"/>
    <w:p w14:paraId="052990B6" w14:textId="77777777" w:rsidR="00060E17" w:rsidRDefault="00D61344">
      <w:pPr>
        <w:pStyle w:val="pstyleSection"/>
      </w:pPr>
      <w:r>
        <w:rPr>
          <w:rStyle w:val="styleL2"/>
        </w:rPr>
        <w:t>4.5.2 Social and cultural values</w:t>
      </w:r>
    </w:p>
    <w:p w14:paraId="26A14792" w14:textId="77777777" w:rsidR="00060E17" w:rsidRDefault="00D61344">
      <w:pPr>
        <w:pStyle w:val="pstyleComments"/>
      </w:pPr>
      <w:r>
        <w:rPr>
          <w:rStyle w:val="styleC3comment"/>
        </w:rPr>
        <w:t>Is the site considered internationally important for holding, in addition to relevant ecological values, examples of significant cultural values, whether material or non-material, linked to its origin, conservation and/or ecological functioning? If so, please describe this importance under one or more of the four following categories. You should not list here any values derived from non-sustainable exploitation or which result in detrimental ecological changes.</w:t>
      </w:r>
    </w:p>
    <w:p w14:paraId="14438163" w14:textId="77777777" w:rsidR="00060E17" w:rsidRDefault="00D61344">
      <w:pPr>
        <w:spacing w:after="0" w:line="240" w:lineRule="auto"/>
        <w:ind w:left="216"/>
      </w:pPr>
      <w:r>
        <w:rPr>
          <w:rStyle w:val="styleC3"/>
        </w:rPr>
        <w:tab/>
      </w:r>
      <w:r>
        <w:rPr>
          <w:rStyle w:val="styleRad"/>
        </w:rPr>
        <w:t xml:space="preserve"> [  ] </w:t>
      </w:r>
      <w:r>
        <w:rPr>
          <w:rStyle w:val="styleC3"/>
        </w:rPr>
        <w:t xml:space="preserve"> i) the site provides a model of wetland wise use, demonstrating the application of traditional knowledge and methods of management and use that maintain the ecological character of the wetland</w:t>
      </w:r>
    </w:p>
    <w:p w14:paraId="7CC7622B" w14:textId="77777777" w:rsidR="00060E17" w:rsidRDefault="00D61344">
      <w:pPr>
        <w:pStyle w:val="pstyleLabels"/>
      </w:pPr>
      <w:r>
        <w:rPr>
          <w:rStyle w:val="styleC3"/>
        </w:rPr>
        <w:t>Description if applicable</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7"/>
        <w:gridCol w:w="8831"/>
      </w:tblGrid>
      <w:tr w:rsidR="00060E17" w14:paraId="0D428820"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80DF619" w14:textId="77777777" w:rsidR="00060E17" w:rsidRDefault="00060E17"/>
        </w:tc>
        <w:tc>
          <w:tcPr>
            <w:tcW w:w="9500" w:type="dxa"/>
          </w:tcPr>
          <w:p w14:paraId="1AA6D4E8" w14:textId="77777777" w:rsidR="00060E17" w:rsidRDefault="00060E17">
            <w:pPr>
              <w:spacing w:before="30" w:after="25" w:line="240" w:lineRule="auto"/>
              <w:ind w:left="57"/>
            </w:pPr>
          </w:p>
        </w:tc>
      </w:tr>
    </w:tbl>
    <w:p w14:paraId="4C6CDDCF" w14:textId="77777777" w:rsidR="00060E17" w:rsidRDefault="00D61344">
      <w:pPr>
        <w:spacing w:after="0" w:line="240" w:lineRule="auto"/>
        <w:ind w:left="216"/>
      </w:pPr>
      <w:r>
        <w:rPr>
          <w:rStyle w:val="styleC3"/>
        </w:rPr>
        <w:tab/>
      </w:r>
      <w:r>
        <w:rPr>
          <w:rStyle w:val="styleRad"/>
        </w:rPr>
        <w:t xml:space="preserve"> [  ] </w:t>
      </w:r>
      <w:r>
        <w:rPr>
          <w:rStyle w:val="styleC3"/>
        </w:rPr>
        <w:t xml:space="preserve"> ii) the site has exceptional cultural traditions or records of former civilizations that have influenced the ecological character of the wetland</w:t>
      </w:r>
    </w:p>
    <w:p w14:paraId="07863228" w14:textId="77777777" w:rsidR="00060E17" w:rsidRDefault="00D61344">
      <w:pPr>
        <w:pStyle w:val="pstyleLabels"/>
      </w:pPr>
      <w:r>
        <w:rPr>
          <w:rStyle w:val="styleC3"/>
        </w:rPr>
        <w:t>Description if applicable</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7"/>
        <w:gridCol w:w="8831"/>
      </w:tblGrid>
      <w:tr w:rsidR="00060E17" w14:paraId="00901F2C"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23EE7D9" w14:textId="77777777" w:rsidR="00060E17" w:rsidRDefault="00060E17"/>
        </w:tc>
        <w:tc>
          <w:tcPr>
            <w:tcW w:w="9500" w:type="dxa"/>
          </w:tcPr>
          <w:p w14:paraId="025135F8" w14:textId="77777777" w:rsidR="00060E17" w:rsidRDefault="00060E17">
            <w:pPr>
              <w:spacing w:before="30" w:after="25" w:line="240" w:lineRule="auto"/>
              <w:ind w:left="57"/>
            </w:pPr>
          </w:p>
        </w:tc>
      </w:tr>
    </w:tbl>
    <w:p w14:paraId="340897AE" w14:textId="77777777" w:rsidR="00060E17" w:rsidRDefault="00D61344">
      <w:pPr>
        <w:spacing w:after="0" w:line="240" w:lineRule="auto"/>
        <w:ind w:left="216"/>
      </w:pPr>
      <w:r>
        <w:rPr>
          <w:rStyle w:val="styleC3"/>
        </w:rPr>
        <w:lastRenderedPageBreak/>
        <w:tab/>
      </w:r>
      <w:r>
        <w:rPr>
          <w:rStyle w:val="styleRad"/>
        </w:rPr>
        <w:t xml:space="preserve"> [  ] </w:t>
      </w:r>
      <w:r>
        <w:rPr>
          <w:rStyle w:val="styleC3"/>
        </w:rPr>
        <w:t xml:space="preserve"> iii) the ecological character of the wetland depends on its interaction with local communities or indigenous peoples</w:t>
      </w:r>
    </w:p>
    <w:p w14:paraId="48AFBDA1" w14:textId="77777777" w:rsidR="00060E17" w:rsidRDefault="00D61344">
      <w:pPr>
        <w:pStyle w:val="pstyleLabels"/>
      </w:pPr>
      <w:r>
        <w:rPr>
          <w:rStyle w:val="styleC3"/>
        </w:rPr>
        <w:t>Description if applicable</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7"/>
        <w:gridCol w:w="8831"/>
      </w:tblGrid>
      <w:tr w:rsidR="00060E17" w14:paraId="2E11D8A7"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90AA4DE" w14:textId="77777777" w:rsidR="00060E17" w:rsidRDefault="00060E17"/>
        </w:tc>
        <w:tc>
          <w:tcPr>
            <w:tcW w:w="9500" w:type="dxa"/>
          </w:tcPr>
          <w:p w14:paraId="48638C80" w14:textId="77777777" w:rsidR="00060E17" w:rsidRDefault="00060E17">
            <w:pPr>
              <w:spacing w:before="30" w:after="25" w:line="240" w:lineRule="auto"/>
              <w:ind w:left="57"/>
            </w:pPr>
          </w:p>
        </w:tc>
      </w:tr>
    </w:tbl>
    <w:p w14:paraId="7DB14373" w14:textId="77777777" w:rsidR="00060E17" w:rsidRDefault="00D61344">
      <w:pPr>
        <w:spacing w:after="0" w:line="240" w:lineRule="auto"/>
        <w:ind w:left="216"/>
      </w:pPr>
      <w:r>
        <w:rPr>
          <w:rStyle w:val="styleC3"/>
        </w:rPr>
        <w:tab/>
      </w:r>
      <w:r>
        <w:rPr>
          <w:rStyle w:val="styleRad"/>
        </w:rPr>
        <w:t xml:space="preserve"> [  ] </w:t>
      </w:r>
      <w:r>
        <w:rPr>
          <w:rStyle w:val="styleC3"/>
        </w:rPr>
        <w:t xml:space="preserve"> iv) relevant non-material values such as sacred sites are present and their existence is strongly linked with the maintenance of the ecological character of the wetland</w:t>
      </w:r>
    </w:p>
    <w:p w14:paraId="1475893E" w14:textId="77777777" w:rsidR="00060E17" w:rsidRDefault="00D61344">
      <w:pPr>
        <w:pStyle w:val="pstyleLabels"/>
      </w:pPr>
      <w:r>
        <w:rPr>
          <w:rStyle w:val="styleC3"/>
        </w:rPr>
        <w:t>Description if applicable</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7"/>
        <w:gridCol w:w="8831"/>
      </w:tblGrid>
      <w:tr w:rsidR="00060E17" w14:paraId="41B3E209"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C1EC9BD" w14:textId="77777777" w:rsidR="00060E17" w:rsidRDefault="00060E17"/>
        </w:tc>
        <w:tc>
          <w:tcPr>
            <w:tcW w:w="9500" w:type="dxa"/>
          </w:tcPr>
          <w:p w14:paraId="442E5D08" w14:textId="77777777" w:rsidR="00060E17" w:rsidRDefault="00060E17">
            <w:pPr>
              <w:spacing w:before="30" w:after="25" w:line="240" w:lineRule="auto"/>
              <w:ind w:left="57"/>
            </w:pPr>
          </w:p>
        </w:tc>
      </w:tr>
    </w:tbl>
    <w:p w14:paraId="2CF33CDA" w14:textId="77777777" w:rsidR="00060E17" w:rsidRDefault="00060E17">
      <w:pPr>
        <w:sectPr w:rsidR="00060E17">
          <w:pgSz w:w="11905" w:h="16837"/>
          <w:pgMar w:top="1440" w:right="1440" w:bottom="1440" w:left="1440" w:header="720" w:footer="720" w:gutter="0"/>
          <w:cols w:space="720"/>
        </w:sectPr>
      </w:pPr>
    </w:p>
    <w:p w14:paraId="0A7238E9" w14:textId="77777777" w:rsidR="00060E17" w:rsidRDefault="00D61344">
      <w:pPr>
        <w:pStyle w:val="pstyleSectionL1"/>
      </w:pPr>
      <w:r>
        <w:rPr>
          <w:rStyle w:val="styleL1"/>
        </w:rPr>
        <w:lastRenderedPageBreak/>
        <w:t>4.6 Ecological processes</w:t>
      </w:r>
    </w:p>
    <w:p w14:paraId="5AFE0195" w14:textId="77777777" w:rsidR="00060E17" w:rsidRDefault="00D61344">
      <w:pPr>
        <w:pStyle w:val="pstyleSection"/>
      </w:pPr>
      <w:r>
        <w:rPr>
          <w:rStyle w:val="styleL2"/>
        </w:rPr>
        <w:t xml:space="preserve"> </w:t>
      </w:r>
    </w:p>
    <w:p w14:paraId="5D8FA125" w14:textId="77777777" w:rsidR="00060E17" w:rsidRDefault="00D61344">
      <w:pPr>
        <w:pStyle w:val="pstyleComments"/>
      </w:pPr>
      <w:r>
        <w:rPr>
          <w:rStyle w:val="styleC3comment"/>
        </w:rPr>
        <w:t>This section is not intended for completion as part of a standard RIS, but is included for completeness as part of the agreed format of a ‘full’ Ecological Character Description (ECD) outlined by Resolution X.15</w:t>
      </w:r>
    </w:p>
    <w:p w14:paraId="6A25F77C" w14:textId="77777777" w:rsidR="00060E17" w:rsidRDefault="00D61344">
      <w:pPr>
        <w:spacing w:before="80" w:after="20" w:line="244" w:lineRule="auto"/>
        <w:ind w:left="216"/>
      </w:pPr>
      <w:r>
        <w:rPr>
          <w:rStyle w:val="styleC3ecd"/>
        </w:rPr>
        <w:t>Primary production</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833"/>
      </w:tblGrid>
      <w:tr w:rsidR="00060E17" w14:paraId="08679065"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D94313A" w14:textId="77777777" w:rsidR="00060E17" w:rsidRDefault="00060E17">
            <w:pPr>
              <w:spacing w:after="0" w:line="240" w:lineRule="auto"/>
              <w:ind w:left="216"/>
            </w:pPr>
          </w:p>
        </w:tc>
        <w:tc>
          <w:tcPr>
            <w:tcW w:w="9500" w:type="dxa"/>
          </w:tcPr>
          <w:p w14:paraId="49316E76" w14:textId="77777777" w:rsidR="00060E17" w:rsidRDefault="00D61344">
            <w:pPr>
              <w:spacing w:before="5" w:after="2" w:line="240" w:lineRule="auto"/>
              <w:ind w:left="72"/>
            </w:pPr>
            <w:r>
              <w:rPr>
                <w:rStyle w:val="styleDatatxt"/>
              </w:rPr>
              <w:t>Microalgae, marshes and seagrasses are mainly responsible for primary productivity. Saltmarsh and mangroves are also highly productive but cover less area.</w:t>
            </w:r>
          </w:p>
        </w:tc>
      </w:tr>
    </w:tbl>
    <w:p w14:paraId="081B18E9" w14:textId="77777777" w:rsidR="00060E17" w:rsidRDefault="00D61344">
      <w:pPr>
        <w:spacing w:before="80" w:after="20" w:line="244" w:lineRule="auto"/>
        <w:ind w:left="216"/>
      </w:pPr>
      <w:r>
        <w:rPr>
          <w:rStyle w:val="styleC3ecd"/>
        </w:rPr>
        <w:t>Nutrient cycling</w:t>
      </w:r>
      <w:r>
        <w:rPr>
          <w:rStyle w:val="styleBracket"/>
        </w:rPr>
        <w:t xml:space="preserve"> (ECD) </w:t>
      </w:r>
    </w:p>
    <w:tbl>
      <w:tblPr>
        <w:tblStyle w:val="myFieldTableStyle2"/>
        <w:tblW w:w="0" w:type="auto"/>
        <w:tblInd w:w="-8" w:type="dxa"/>
        <w:tblLook w:val="04A0" w:firstRow="1" w:lastRow="0" w:firstColumn="1" w:lastColumn="0" w:noHBand="0" w:noVBand="1"/>
      </w:tblPr>
      <w:tblGrid>
        <w:gridCol w:w="193"/>
        <w:gridCol w:w="8834"/>
      </w:tblGrid>
      <w:tr w:rsidR="00060E17" w14:paraId="66341E8C"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2974830" w14:textId="77777777" w:rsidR="00060E17" w:rsidRDefault="00060E17">
            <w:pPr>
              <w:spacing w:after="0" w:line="240" w:lineRule="auto"/>
              <w:ind w:left="216"/>
            </w:pPr>
          </w:p>
        </w:tc>
        <w:tc>
          <w:tcPr>
            <w:tcW w:w="9500" w:type="dxa"/>
          </w:tcPr>
          <w:p w14:paraId="50B90CFD" w14:textId="77777777" w:rsidR="00060E17" w:rsidRDefault="00D61344">
            <w:pPr>
              <w:spacing w:before="5" w:after="2" w:line="240" w:lineRule="auto"/>
              <w:ind w:left="72"/>
            </w:pPr>
            <w:r>
              <w:rPr>
                <w:rStyle w:val="styleDatatxt"/>
              </w:rPr>
              <w:t>Seagrasses and microphytobenthos in permanent shallow marine waters and intertidal flats play a key role in nutrient cycling.</w:t>
            </w:r>
          </w:p>
        </w:tc>
      </w:tr>
    </w:tbl>
    <w:p w14:paraId="7884DC7D" w14:textId="77777777" w:rsidR="00060E17" w:rsidRDefault="00D61344">
      <w:pPr>
        <w:spacing w:before="80" w:after="20" w:line="244" w:lineRule="auto"/>
        <w:ind w:left="216"/>
      </w:pPr>
      <w:r>
        <w:rPr>
          <w:rStyle w:val="styleC3ecd"/>
        </w:rPr>
        <w:t>Carbon cycling</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833"/>
      </w:tblGrid>
      <w:tr w:rsidR="00060E17" w14:paraId="779DE469"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C0B9C60" w14:textId="77777777" w:rsidR="00060E17" w:rsidRDefault="00060E17">
            <w:pPr>
              <w:spacing w:after="0" w:line="240" w:lineRule="auto"/>
              <w:ind w:left="216"/>
            </w:pPr>
          </w:p>
        </w:tc>
        <w:tc>
          <w:tcPr>
            <w:tcW w:w="9500" w:type="dxa"/>
          </w:tcPr>
          <w:p w14:paraId="047AD72F" w14:textId="77777777" w:rsidR="00060E17" w:rsidRDefault="00D61344">
            <w:pPr>
              <w:spacing w:before="5" w:after="2" w:line="240" w:lineRule="auto"/>
              <w:ind w:left="72"/>
            </w:pPr>
            <w:r>
              <w:rPr>
                <w:rStyle w:val="styleDatatxt"/>
              </w:rPr>
              <w:t>Seagrasses are responsible for a significant portion of carbon cycling.</w:t>
            </w:r>
          </w:p>
        </w:tc>
      </w:tr>
    </w:tbl>
    <w:p w14:paraId="7F509524" w14:textId="77777777" w:rsidR="00060E17" w:rsidRDefault="00D61344">
      <w:pPr>
        <w:spacing w:before="80" w:after="20" w:line="244" w:lineRule="auto"/>
        <w:ind w:left="216"/>
      </w:pPr>
      <w:r>
        <w:rPr>
          <w:rStyle w:val="styleC3ecd"/>
        </w:rPr>
        <w:t>Animal reproductive productivity</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833"/>
      </w:tblGrid>
      <w:tr w:rsidR="00060E17" w14:paraId="2A3DEC14"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1766FCD" w14:textId="77777777" w:rsidR="00060E17" w:rsidRDefault="00060E17">
            <w:pPr>
              <w:spacing w:after="0" w:line="240" w:lineRule="auto"/>
              <w:ind w:left="216"/>
            </w:pPr>
          </w:p>
        </w:tc>
        <w:tc>
          <w:tcPr>
            <w:tcW w:w="9500" w:type="dxa"/>
          </w:tcPr>
          <w:p w14:paraId="47ABF0B3" w14:textId="77777777" w:rsidR="00060E17" w:rsidRDefault="00D61344">
            <w:pPr>
              <w:spacing w:before="5" w:after="2" w:line="240" w:lineRule="auto"/>
              <w:ind w:left="72"/>
            </w:pPr>
            <w:r>
              <w:rPr>
                <w:rStyle w:val="styleDatatxt"/>
              </w:rPr>
              <w:t>The site is specifically important for beach-nesting species: Australian pied oystercatcher, Australian fairy tern, Caspian tern, crested tern and hooded plover.</w:t>
            </w:r>
          </w:p>
        </w:tc>
      </w:tr>
    </w:tbl>
    <w:p w14:paraId="24968812" w14:textId="77777777" w:rsidR="00060E17" w:rsidRDefault="00D61344">
      <w:pPr>
        <w:spacing w:before="80" w:after="20" w:line="244" w:lineRule="auto"/>
        <w:ind w:left="216"/>
      </w:pPr>
      <w:r>
        <w:rPr>
          <w:rStyle w:val="styleC3ecd"/>
        </w:rPr>
        <w:t>Vegetational productivity, pollination, regeneration processes, succession, role of fire, etc.</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833"/>
      </w:tblGrid>
      <w:tr w:rsidR="00060E17" w14:paraId="1CFDB9D9"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DEED4FC" w14:textId="77777777" w:rsidR="00060E17" w:rsidRDefault="00060E17">
            <w:pPr>
              <w:spacing w:after="0" w:line="240" w:lineRule="auto"/>
              <w:ind w:left="216"/>
            </w:pPr>
          </w:p>
        </w:tc>
        <w:tc>
          <w:tcPr>
            <w:tcW w:w="9500" w:type="dxa"/>
          </w:tcPr>
          <w:p w14:paraId="0E6D951A" w14:textId="77777777" w:rsidR="00060E17" w:rsidRDefault="00D61344">
            <w:pPr>
              <w:spacing w:before="5" w:after="2" w:line="240" w:lineRule="auto"/>
              <w:ind w:left="72"/>
            </w:pPr>
            <w:r>
              <w:rPr>
                <w:rStyle w:val="styleDatatxt"/>
              </w:rPr>
              <w:t>Variability occurs in the distribution and extent of seagrass meadows over time with periods of decline and regeneration.</w:t>
            </w:r>
          </w:p>
        </w:tc>
      </w:tr>
    </w:tbl>
    <w:p w14:paraId="4CCF8489" w14:textId="77777777" w:rsidR="00060E17" w:rsidRDefault="00D61344">
      <w:pPr>
        <w:spacing w:before="80" w:after="20" w:line="244" w:lineRule="auto"/>
        <w:ind w:left="216"/>
      </w:pPr>
      <w:r>
        <w:rPr>
          <w:rStyle w:val="styleC3ecd"/>
        </w:rPr>
        <w:t>Notable species interactions, including grazing, predation, competition, diseases and pathogens</w:t>
      </w:r>
      <w:r>
        <w:rPr>
          <w:rStyle w:val="styleBracket"/>
        </w:rPr>
        <w:t xml:space="preserve"> (ECD) </w:t>
      </w:r>
    </w:p>
    <w:tbl>
      <w:tblPr>
        <w:tblStyle w:val="myFieldTableStyle2"/>
        <w:tblW w:w="0" w:type="auto"/>
        <w:tblInd w:w="-8" w:type="dxa"/>
        <w:tblLook w:val="04A0" w:firstRow="1" w:lastRow="0" w:firstColumn="1" w:lastColumn="0" w:noHBand="0" w:noVBand="1"/>
      </w:tblPr>
      <w:tblGrid>
        <w:gridCol w:w="196"/>
        <w:gridCol w:w="8831"/>
      </w:tblGrid>
      <w:tr w:rsidR="00060E17" w14:paraId="2E263501"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01C5948" w14:textId="77777777" w:rsidR="00060E17" w:rsidRDefault="00060E17">
            <w:pPr>
              <w:spacing w:after="0" w:line="240" w:lineRule="auto"/>
              <w:ind w:left="216"/>
            </w:pPr>
          </w:p>
        </w:tc>
        <w:tc>
          <w:tcPr>
            <w:tcW w:w="9500" w:type="dxa"/>
          </w:tcPr>
          <w:p w14:paraId="6A99ED01" w14:textId="77777777" w:rsidR="00060E17" w:rsidRDefault="00060E17">
            <w:pPr>
              <w:spacing w:before="5" w:after="2" w:line="240" w:lineRule="auto"/>
              <w:ind w:left="72"/>
            </w:pPr>
          </w:p>
        </w:tc>
      </w:tr>
    </w:tbl>
    <w:p w14:paraId="0ACC2196" w14:textId="77777777" w:rsidR="00060E17" w:rsidRDefault="00D61344">
      <w:pPr>
        <w:spacing w:before="80" w:after="20" w:line="244" w:lineRule="auto"/>
        <w:ind w:left="216"/>
      </w:pPr>
      <w:r>
        <w:rPr>
          <w:rStyle w:val="styleC3ecd"/>
        </w:rPr>
        <w:t>Notable aspects concerning animal and plant dispersal</w:t>
      </w:r>
      <w:r>
        <w:rPr>
          <w:rStyle w:val="styleBracket"/>
        </w:rPr>
        <w:t xml:space="preserve"> (ECD) </w:t>
      </w:r>
    </w:p>
    <w:tbl>
      <w:tblPr>
        <w:tblStyle w:val="myFieldTableStyle2"/>
        <w:tblW w:w="0" w:type="auto"/>
        <w:tblInd w:w="-8" w:type="dxa"/>
        <w:tblLook w:val="04A0" w:firstRow="1" w:lastRow="0" w:firstColumn="1" w:lastColumn="0" w:noHBand="0" w:noVBand="1"/>
      </w:tblPr>
      <w:tblGrid>
        <w:gridCol w:w="196"/>
        <w:gridCol w:w="8831"/>
      </w:tblGrid>
      <w:tr w:rsidR="00060E17" w14:paraId="5D2AEC0C"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4313023" w14:textId="77777777" w:rsidR="00060E17" w:rsidRDefault="00060E17">
            <w:pPr>
              <w:spacing w:after="0" w:line="240" w:lineRule="auto"/>
              <w:ind w:left="216"/>
            </w:pPr>
          </w:p>
        </w:tc>
        <w:tc>
          <w:tcPr>
            <w:tcW w:w="9500" w:type="dxa"/>
          </w:tcPr>
          <w:p w14:paraId="7E1094D7" w14:textId="77777777" w:rsidR="00060E17" w:rsidRDefault="00060E17">
            <w:pPr>
              <w:spacing w:before="5" w:after="2" w:line="240" w:lineRule="auto"/>
              <w:ind w:left="72"/>
            </w:pPr>
          </w:p>
        </w:tc>
      </w:tr>
    </w:tbl>
    <w:p w14:paraId="52AE7095" w14:textId="77777777" w:rsidR="00060E17" w:rsidRDefault="00D61344">
      <w:pPr>
        <w:spacing w:before="80" w:after="20" w:line="244" w:lineRule="auto"/>
        <w:ind w:left="216"/>
      </w:pPr>
      <w:r>
        <w:rPr>
          <w:rStyle w:val="styleC3ecd"/>
        </w:rPr>
        <w:t>Notable aspects concerning migration</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833"/>
      </w:tblGrid>
      <w:tr w:rsidR="00060E17" w14:paraId="7D922586"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921F75F" w14:textId="77777777" w:rsidR="00060E17" w:rsidRDefault="00060E17">
            <w:pPr>
              <w:spacing w:after="0" w:line="240" w:lineRule="auto"/>
              <w:ind w:left="216"/>
            </w:pPr>
          </w:p>
        </w:tc>
        <w:tc>
          <w:tcPr>
            <w:tcW w:w="9500" w:type="dxa"/>
          </w:tcPr>
          <w:p w14:paraId="771BB8EC" w14:textId="77777777" w:rsidR="00060E17" w:rsidRDefault="00D61344">
            <w:pPr>
              <w:spacing w:before="5" w:after="2" w:line="240" w:lineRule="auto"/>
              <w:ind w:left="72"/>
            </w:pPr>
            <w:r>
              <w:rPr>
                <w:rStyle w:val="styleDatatxt"/>
              </w:rPr>
              <w:t>There are 16 species of international migratory shorebirds that are regularly supported by the Corner Inlet Ramsar site.</w:t>
            </w:r>
          </w:p>
        </w:tc>
      </w:tr>
    </w:tbl>
    <w:p w14:paraId="6AB6862E" w14:textId="77777777" w:rsidR="00060E17" w:rsidRDefault="00D61344">
      <w:pPr>
        <w:spacing w:before="80" w:after="20" w:line="244" w:lineRule="auto"/>
        <w:ind w:left="216"/>
      </w:pPr>
      <w:r>
        <w:rPr>
          <w:rStyle w:val="styleC3ecd"/>
        </w:rPr>
        <w:t>Pressures and trends concerning any of the above, and/or concerning ecosystem integrity</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833"/>
      </w:tblGrid>
      <w:tr w:rsidR="00060E17" w14:paraId="711413DD"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77468054" w14:textId="77777777" w:rsidR="00060E17" w:rsidRDefault="00060E17">
            <w:pPr>
              <w:spacing w:after="0" w:line="240" w:lineRule="auto"/>
              <w:ind w:left="216"/>
            </w:pPr>
          </w:p>
        </w:tc>
        <w:tc>
          <w:tcPr>
            <w:tcW w:w="9500" w:type="dxa"/>
          </w:tcPr>
          <w:p w14:paraId="66B60CC0" w14:textId="77777777" w:rsidR="00060E17" w:rsidRDefault="00D61344">
            <w:pPr>
              <w:spacing w:before="5" w:after="2" w:line="240" w:lineRule="auto"/>
              <w:ind w:left="72"/>
            </w:pPr>
            <w:r>
              <w:rPr>
                <w:rStyle w:val="styleDatatxt"/>
              </w:rPr>
              <w:t xml:space="preserve">The populations of some migratory shorebird species are known to be in decline, with speculation that this is a result of habitat loss in staging areas in the East Asian-Australasian Flyway. </w:t>
            </w:r>
          </w:p>
        </w:tc>
      </w:tr>
    </w:tbl>
    <w:p w14:paraId="2A4AF7A1" w14:textId="77777777" w:rsidR="00060E17" w:rsidRDefault="00060E17">
      <w:pPr>
        <w:sectPr w:rsidR="00060E17">
          <w:pgSz w:w="11905" w:h="16837"/>
          <w:pgMar w:top="1440" w:right="1440" w:bottom="1440" w:left="1440" w:header="720" w:footer="720" w:gutter="0"/>
          <w:cols w:space="720"/>
        </w:sectPr>
      </w:pPr>
    </w:p>
    <w:p w14:paraId="190A9629" w14:textId="77777777" w:rsidR="00060E17" w:rsidRDefault="00D61344">
      <w:pPr>
        <w:pStyle w:val="pstyleSectionL0"/>
      </w:pPr>
      <w:r>
        <w:rPr>
          <w:rStyle w:val="styleL0"/>
        </w:rPr>
        <w:lastRenderedPageBreak/>
        <w:t>How is the Site managed?</w:t>
      </w:r>
    </w:p>
    <w:p w14:paraId="462F5EFD" w14:textId="7E20716E" w:rsidR="00060E17" w:rsidRDefault="00D61344">
      <w:r>
        <w:rPr>
          <w:noProof/>
          <w:lang w:val="en-AU"/>
        </w:rPr>
        <mc:AlternateContent>
          <mc:Choice Requires="wps">
            <w:drawing>
              <wp:inline distT="0" distB="0" distL="0" distR="0" wp14:anchorId="6E8EB0E3" wp14:editId="46FD4A83">
                <wp:extent cx="7620000" cy="635"/>
                <wp:effectExtent l="9525" t="9525" r="9525" b="9525"/>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75D0977" id="AutoShape 3" o:spid="_x0000_s1026" type="#_x0000_t32" style="width:60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" strokeweight="1pt">
                <w10:anchorlock/>
              </v:shape>
            </w:pict>
          </mc:Fallback>
        </mc:AlternateContent>
      </w:r>
    </w:p>
    <w:p w14:paraId="225BDD50" w14:textId="77777777" w:rsidR="00060E17" w:rsidRDefault="00D61344">
      <w:pPr>
        <w:pStyle w:val="pstyleSectionL1"/>
      </w:pPr>
      <w:r>
        <w:rPr>
          <w:rStyle w:val="styleL1"/>
        </w:rPr>
        <w:t>5.1 Land tenure and responsibilities (Managers)</w:t>
      </w:r>
    </w:p>
    <w:p w14:paraId="394611E4" w14:textId="77777777" w:rsidR="00060E17" w:rsidRDefault="00D61344">
      <w:pPr>
        <w:pStyle w:val="pstyleSection"/>
      </w:pPr>
      <w:r>
        <w:rPr>
          <w:rStyle w:val="styleL2"/>
        </w:rPr>
        <w:t>5.1.1 Land tenure/ownership</w:t>
      </w:r>
    </w:p>
    <w:p w14:paraId="50292AC6" w14:textId="77777777" w:rsidR="00060E17" w:rsidRDefault="00D61344">
      <w:pPr>
        <w:pStyle w:val="pstyleComments"/>
      </w:pPr>
      <w:r>
        <w:rPr>
          <w:rStyle w:val="styleC3comment"/>
        </w:rPr>
        <w:t>Please specify if this category applies to the Ramsar Site, to the surrounding area or to both, by ticking the relevant option(s).</w:t>
      </w:r>
    </w:p>
    <w:p w14:paraId="565ACAB1" w14:textId="77777777" w:rsidR="00060E17" w:rsidRDefault="00D61344">
      <w:pPr>
        <w:pStyle w:val="pstyleLabels"/>
      </w:pPr>
      <w:r>
        <w:rPr>
          <w:rStyle w:val="styleC3"/>
        </w:rPr>
        <w:t>Public ownership</w:t>
      </w:r>
    </w:p>
    <w:tbl>
      <w:tblPr>
        <w:tblStyle w:val="FancyTable"/>
        <w:tblW w:w="0" w:type="auto"/>
        <w:tblInd w:w="-8" w:type="dxa"/>
        <w:tblLook w:val="04A0" w:firstRow="1" w:lastRow="0" w:firstColumn="1" w:lastColumn="0" w:noHBand="0" w:noVBand="1"/>
      </w:tblPr>
      <w:tblGrid>
        <w:gridCol w:w="1851"/>
        <w:gridCol w:w="1750"/>
        <w:gridCol w:w="1750"/>
      </w:tblGrid>
      <w:tr w:rsidR="00060E17" w14:paraId="7C7278EB"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741EBD31" w14:textId="77777777" w:rsidR="00060E17" w:rsidRDefault="00D61344">
            <w:pPr>
              <w:spacing w:after="0" w:line="240" w:lineRule="auto"/>
              <w:jc w:val="center"/>
            </w:pPr>
            <w:r>
              <w:rPr>
                <w:b/>
                <w:bCs/>
                <w:sz w:val="18"/>
                <w:szCs w:val="18"/>
              </w:rPr>
              <w:t>Category</w:t>
            </w:r>
          </w:p>
        </w:tc>
        <w:tc>
          <w:tcPr>
            <w:tcW w:w="1750" w:type="dxa"/>
          </w:tcPr>
          <w:p w14:paraId="5A4CF949" w14:textId="77777777" w:rsidR="00060E17" w:rsidRDefault="00D61344">
            <w:pPr>
              <w:spacing w:after="0" w:line="240" w:lineRule="auto"/>
              <w:jc w:val="center"/>
            </w:pPr>
            <w:r>
              <w:rPr>
                <w:b/>
                <w:bCs/>
                <w:sz w:val="18"/>
                <w:szCs w:val="18"/>
              </w:rPr>
              <w:t>Within the Ramsar Site</w:t>
            </w:r>
          </w:p>
        </w:tc>
        <w:tc>
          <w:tcPr>
            <w:tcW w:w="1750" w:type="dxa"/>
          </w:tcPr>
          <w:p w14:paraId="5604425B" w14:textId="77777777" w:rsidR="00060E17" w:rsidRDefault="00D61344">
            <w:pPr>
              <w:spacing w:after="0" w:line="240" w:lineRule="auto"/>
              <w:jc w:val="center"/>
            </w:pPr>
            <w:r>
              <w:rPr>
                <w:b/>
                <w:bCs/>
                <w:sz w:val="18"/>
                <w:szCs w:val="18"/>
              </w:rPr>
              <w:t>In the surrounding area</w:t>
            </w:r>
          </w:p>
        </w:tc>
      </w:tr>
      <w:tr w:rsidR="00060E17" w14:paraId="489B0B53" w14:textId="77777777" w:rsidTr="00060E17">
        <w:trPr>
          <w:trHeight w:val="200"/>
        </w:trPr>
        <w:tc>
          <w:tcPr>
            <w:tcW w:w="1750" w:type="dxa"/>
          </w:tcPr>
          <w:p w14:paraId="4E95C3BC" w14:textId="77777777" w:rsidR="00060E17" w:rsidRDefault="00D61344">
            <w:r>
              <w:rPr>
                <w:rStyle w:val="styleSubformtxt"/>
              </w:rPr>
              <w:t>Provincial/region/state government</w:t>
            </w:r>
          </w:p>
        </w:tc>
        <w:tc>
          <w:tcPr>
            <w:tcW w:w="1750" w:type="dxa"/>
          </w:tcPr>
          <w:p w14:paraId="6282E095" w14:textId="77777777" w:rsidR="00060E17" w:rsidRDefault="00D61344">
            <w:pPr>
              <w:pStyle w:val="pstyleRadioTb"/>
            </w:pPr>
            <w:r>
              <w:rPr>
                <w:rStyle w:val="styleRad"/>
              </w:rPr>
              <w:t xml:space="preserve"> [x] </w:t>
            </w:r>
          </w:p>
        </w:tc>
        <w:tc>
          <w:tcPr>
            <w:tcW w:w="1750" w:type="dxa"/>
          </w:tcPr>
          <w:p w14:paraId="51EE9370" w14:textId="77777777" w:rsidR="00060E17" w:rsidRDefault="00D61344">
            <w:pPr>
              <w:pStyle w:val="pstyleRadioTb"/>
            </w:pPr>
            <w:r>
              <w:rPr>
                <w:rStyle w:val="styleRad"/>
              </w:rPr>
              <w:t xml:space="preserve"> [x] </w:t>
            </w:r>
          </w:p>
        </w:tc>
      </w:tr>
      <w:tr w:rsidR="00060E17" w14:paraId="033377A5" w14:textId="77777777" w:rsidTr="00060E17">
        <w:trPr>
          <w:trHeight w:val="200"/>
        </w:trPr>
        <w:tc>
          <w:tcPr>
            <w:tcW w:w="1750" w:type="dxa"/>
          </w:tcPr>
          <w:p w14:paraId="7F0E4E9C" w14:textId="77777777" w:rsidR="00060E17" w:rsidRDefault="00060E17"/>
        </w:tc>
        <w:tc>
          <w:tcPr>
            <w:tcW w:w="1750" w:type="dxa"/>
          </w:tcPr>
          <w:p w14:paraId="62EAA03E" w14:textId="77777777" w:rsidR="00060E17" w:rsidRDefault="00060E17"/>
        </w:tc>
        <w:tc>
          <w:tcPr>
            <w:tcW w:w="1750" w:type="dxa"/>
          </w:tcPr>
          <w:p w14:paraId="5E12682D" w14:textId="77777777" w:rsidR="00060E17" w:rsidRDefault="00060E17"/>
        </w:tc>
      </w:tr>
    </w:tbl>
    <w:p w14:paraId="68819AA1" w14:textId="77777777" w:rsidR="00060E17" w:rsidRDefault="00060E17"/>
    <w:p w14:paraId="4F15FA57" w14:textId="77777777" w:rsidR="00060E17" w:rsidRDefault="00D61344">
      <w:pPr>
        <w:pStyle w:val="pstyleLabels"/>
      </w:pPr>
      <w:r>
        <w:rPr>
          <w:rStyle w:val="styleC3"/>
        </w:rPr>
        <w:t>Private ownership</w:t>
      </w:r>
    </w:p>
    <w:tbl>
      <w:tblPr>
        <w:tblStyle w:val="FancyTable"/>
        <w:tblW w:w="0" w:type="auto"/>
        <w:tblInd w:w="-8" w:type="dxa"/>
        <w:tblLook w:val="04A0" w:firstRow="1" w:lastRow="0" w:firstColumn="1" w:lastColumn="0" w:noHBand="0" w:noVBand="1"/>
      </w:tblPr>
      <w:tblGrid>
        <w:gridCol w:w="1750"/>
        <w:gridCol w:w="1750"/>
        <w:gridCol w:w="1750"/>
      </w:tblGrid>
      <w:tr w:rsidR="00060E17" w14:paraId="63D18B87"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1931C302" w14:textId="77777777" w:rsidR="00060E17" w:rsidRDefault="00D61344">
            <w:pPr>
              <w:spacing w:after="0" w:line="240" w:lineRule="auto"/>
              <w:jc w:val="center"/>
            </w:pPr>
            <w:r>
              <w:rPr>
                <w:b/>
                <w:bCs/>
                <w:sz w:val="18"/>
                <w:szCs w:val="18"/>
              </w:rPr>
              <w:t>Category</w:t>
            </w:r>
          </w:p>
        </w:tc>
        <w:tc>
          <w:tcPr>
            <w:tcW w:w="1750" w:type="dxa"/>
          </w:tcPr>
          <w:p w14:paraId="2512F0AE" w14:textId="77777777" w:rsidR="00060E17" w:rsidRDefault="00D61344">
            <w:pPr>
              <w:spacing w:after="0" w:line="240" w:lineRule="auto"/>
              <w:jc w:val="center"/>
            </w:pPr>
            <w:r>
              <w:rPr>
                <w:b/>
                <w:bCs/>
                <w:sz w:val="18"/>
                <w:szCs w:val="18"/>
              </w:rPr>
              <w:t>Within the Ramsar Site</w:t>
            </w:r>
          </w:p>
        </w:tc>
        <w:tc>
          <w:tcPr>
            <w:tcW w:w="1750" w:type="dxa"/>
          </w:tcPr>
          <w:p w14:paraId="62A80B97" w14:textId="77777777" w:rsidR="00060E17" w:rsidRDefault="00D61344">
            <w:pPr>
              <w:spacing w:after="0" w:line="240" w:lineRule="auto"/>
              <w:jc w:val="center"/>
            </w:pPr>
            <w:r>
              <w:rPr>
                <w:b/>
                <w:bCs/>
                <w:sz w:val="18"/>
                <w:szCs w:val="18"/>
              </w:rPr>
              <w:t>In the surrounding area</w:t>
            </w:r>
          </w:p>
        </w:tc>
      </w:tr>
      <w:tr w:rsidR="00060E17" w14:paraId="4F1A60B6" w14:textId="77777777" w:rsidTr="00060E17">
        <w:trPr>
          <w:trHeight w:val="200"/>
        </w:trPr>
        <w:tc>
          <w:tcPr>
            <w:tcW w:w="1750" w:type="dxa"/>
          </w:tcPr>
          <w:p w14:paraId="78E2948E" w14:textId="77777777" w:rsidR="00060E17" w:rsidRDefault="00D61344">
            <w:r>
              <w:rPr>
                <w:rStyle w:val="styleSubformtxt"/>
              </w:rPr>
              <w:t>Other types of private/individual owner(s)</w:t>
            </w:r>
          </w:p>
        </w:tc>
        <w:tc>
          <w:tcPr>
            <w:tcW w:w="1750" w:type="dxa"/>
          </w:tcPr>
          <w:p w14:paraId="2769F59C" w14:textId="77777777" w:rsidR="00060E17" w:rsidRDefault="00D61344">
            <w:pPr>
              <w:pStyle w:val="pstyleRadioTb"/>
            </w:pPr>
            <w:r>
              <w:rPr>
                <w:rStyle w:val="styleRad"/>
              </w:rPr>
              <w:t xml:space="preserve"> [x] </w:t>
            </w:r>
          </w:p>
        </w:tc>
        <w:tc>
          <w:tcPr>
            <w:tcW w:w="1750" w:type="dxa"/>
          </w:tcPr>
          <w:p w14:paraId="27003C69" w14:textId="77777777" w:rsidR="00060E17" w:rsidRDefault="00D61344">
            <w:pPr>
              <w:pStyle w:val="pstyleRadioTb"/>
            </w:pPr>
            <w:r>
              <w:rPr>
                <w:rStyle w:val="styleRad"/>
              </w:rPr>
              <w:t xml:space="preserve"> [x] </w:t>
            </w:r>
          </w:p>
        </w:tc>
      </w:tr>
      <w:tr w:rsidR="00060E17" w14:paraId="3F1C6429" w14:textId="77777777" w:rsidTr="00060E17">
        <w:trPr>
          <w:trHeight w:val="200"/>
        </w:trPr>
        <w:tc>
          <w:tcPr>
            <w:tcW w:w="1750" w:type="dxa"/>
          </w:tcPr>
          <w:p w14:paraId="41FCF46B" w14:textId="77777777" w:rsidR="00060E17" w:rsidRDefault="00060E17"/>
        </w:tc>
        <w:tc>
          <w:tcPr>
            <w:tcW w:w="1750" w:type="dxa"/>
          </w:tcPr>
          <w:p w14:paraId="20397F98" w14:textId="77777777" w:rsidR="00060E17" w:rsidRDefault="00060E17"/>
        </w:tc>
        <w:tc>
          <w:tcPr>
            <w:tcW w:w="1750" w:type="dxa"/>
          </w:tcPr>
          <w:p w14:paraId="58E0B213" w14:textId="77777777" w:rsidR="00060E17" w:rsidRDefault="00060E17"/>
        </w:tc>
      </w:tr>
    </w:tbl>
    <w:p w14:paraId="3F3B49E4" w14:textId="77777777" w:rsidR="00060E17" w:rsidRDefault="00060E17"/>
    <w:p w14:paraId="608E973A" w14:textId="77777777" w:rsidR="00060E17" w:rsidRDefault="00D61344">
      <w:pPr>
        <w:pStyle w:val="pstyleLabels"/>
      </w:pPr>
      <w:r>
        <w:rPr>
          <w:rStyle w:val="styleC3"/>
        </w:rPr>
        <w:t>Other</w:t>
      </w:r>
    </w:p>
    <w:tbl>
      <w:tblPr>
        <w:tblStyle w:val="FancyTable"/>
        <w:tblW w:w="0" w:type="auto"/>
        <w:tblInd w:w="-8" w:type="dxa"/>
        <w:tblLook w:val="04A0" w:firstRow="1" w:lastRow="0" w:firstColumn="1" w:lastColumn="0" w:noHBand="0" w:noVBand="1"/>
      </w:tblPr>
      <w:tblGrid>
        <w:gridCol w:w="1750"/>
        <w:gridCol w:w="1750"/>
        <w:gridCol w:w="1750"/>
      </w:tblGrid>
      <w:tr w:rsidR="00060E17" w14:paraId="10AEC618"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594C7F62" w14:textId="77777777" w:rsidR="00060E17" w:rsidRDefault="00D61344">
            <w:pPr>
              <w:spacing w:after="0" w:line="240" w:lineRule="auto"/>
              <w:jc w:val="center"/>
            </w:pPr>
            <w:r>
              <w:rPr>
                <w:b/>
                <w:bCs/>
                <w:sz w:val="18"/>
                <w:szCs w:val="18"/>
              </w:rPr>
              <w:t>Category</w:t>
            </w:r>
          </w:p>
        </w:tc>
        <w:tc>
          <w:tcPr>
            <w:tcW w:w="1750" w:type="dxa"/>
          </w:tcPr>
          <w:p w14:paraId="66BFC158" w14:textId="77777777" w:rsidR="00060E17" w:rsidRDefault="00D61344">
            <w:pPr>
              <w:spacing w:after="0" w:line="240" w:lineRule="auto"/>
              <w:jc w:val="center"/>
            </w:pPr>
            <w:r>
              <w:rPr>
                <w:b/>
                <w:bCs/>
                <w:sz w:val="18"/>
                <w:szCs w:val="18"/>
              </w:rPr>
              <w:t>Within the Ramsar Site</w:t>
            </w:r>
          </w:p>
        </w:tc>
        <w:tc>
          <w:tcPr>
            <w:tcW w:w="1750" w:type="dxa"/>
          </w:tcPr>
          <w:p w14:paraId="656938A4" w14:textId="77777777" w:rsidR="00060E17" w:rsidRDefault="00D61344">
            <w:pPr>
              <w:spacing w:after="0" w:line="240" w:lineRule="auto"/>
              <w:jc w:val="center"/>
            </w:pPr>
            <w:r>
              <w:rPr>
                <w:b/>
                <w:bCs/>
                <w:sz w:val="18"/>
                <w:szCs w:val="18"/>
              </w:rPr>
              <w:t>In the surrounding area</w:t>
            </w:r>
          </w:p>
        </w:tc>
      </w:tr>
      <w:tr w:rsidR="00060E17" w14:paraId="36F91A60" w14:textId="77777777" w:rsidTr="00060E17">
        <w:trPr>
          <w:trHeight w:val="200"/>
        </w:trPr>
        <w:tc>
          <w:tcPr>
            <w:tcW w:w="1750" w:type="dxa"/>
          </w:tcPr>
          <w:p w14:paraId="1BF24A62" w14:textId="77777777" w:rsidR="00060E17" w:rsidRDefault="00060E17"/>
        </w:tc>
        <w:tc>
          <w:tcPr>
            <w:tcW w:w="1750" w:type="dxa"/>
          </w:tcPr>
          <w:p w14:paraId="391C45E7" w14:textId="77777777" w:rsidR="00060E17" w:rsidRDefault="00060E17"/>
        </w:tc>
        <w:tc>
          <w:tcPr>
            <w:tcW w:w="1750" w:type="dxa"/>
          </w:tcPr>
          <w:p w14:paraId="0CB28085" w14:textId="77777777" w:rsidR="00060E17" w:rsidRDefault="00060E17"/>
        </w:tc>
      </w:tr>
    </w:tbl>
    <w:p w14:paraId="0D75A739" w14:textId="77777777" w:rsidR="00060E17" w:rsidRDefault="00060E17"/>
    <w:p w14:paraId="759D0115" w14:textId="77777777" w:rsidR="00060E17" w:rsidRDefault="00D61344">
      <w:pPr>
        <w:pStyle w:val="pstyleLabels"/>
      </w:pPr>
      <w:r>
        <w:rPr>
          <w:rStyle w:val="styleC3"/>
        </w:rPr>
        <w:t>Provide further information on the land tenure / ownership regime (optional):</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5"/>
        <w:gridCol w:w="8833"/>
      </w:tblGrid>
      <w:tr w:rsidR="00060E17" w14:paraId="2483467A"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33F787E" w14:textId="77777777" w:rsidR="00060E17" w:rsidRDefault="00060E17"/>
        </w:tc>
        <w:tc>
          <w:tcPr>
            <w:tcW w:w="9500" w:type="dxa"/>
          </w:tcPr>
          <w:p w14:paraId="54FE48F9" w14:textId="77777777" w:rsidR="00060E17" w:rsidRDefault="00060E17">
            <w:pPr>
              <w:pStyle w:val="pStyle"/>
              <w:rPr>
                <w:rStyle w:val="almostEmpty"/>
              </w:rPr>
            </w:pPr>
          </w:p>
          <w:p w14:paraId="3A425212" w14:textId="77777777" w:rsidR="00060E17" w:rsidRDefault="00D61344">
            <w:pPr>
              <w:spacing w:after="0" w:line="240" w:lineRule="auto"/>
              <w:ind w:left="57"/>
            </w:pPr>
            <w:r>
              <w:rPr>
                <w:rStyle w:val="styleDatatxt"/>
              </w:rPr>
              <w:t xml:space="preserve">While the Corner Inlet Ramsar site has a complex tenure arrangement, most land and waters within the site (89% of the site area) are reserved as public land. </w:t>
            </w:r>
          </w:p>
          <w:p w14:paraId="1D535FAC" w14:textId="77777777" w:rsidR="00060E17" w:rsidRDefault="00060E17">
            <w:pPr>
              <w:pStyle w:val="pStyle"/>
              <w:rPr>
                <w:rStyle w:val="almostEmpty"/>
              </w:rPr>
            </w:pPr>
          </w:p>
          <w:p w14:paraId="228A08E0" w14:textId="77777777" w:rsidR="00060E17" w:rsidRDefault="00D61344">
            <w:pPr>
              <w:spacing w:after="0" w:line="240" w:lineRule="auto"/>
              <w:ind w:left="57"/>
            </w:pPr>
            <w:r>
              <w:rPr>
                <w:rStyle w:val="styleDatatxt"/>
              </w:rPr>
              <w:t xml:space="preserve">The Corner Inlet Ramsar site consists of the following areas reserved under the National Parks Act 1975 (Victoria): Corner Inlet Marine and Coastal Park, Corner Inlet Marine National Park and Nooramunga Marine and Coastal Park in addition to other public land and small areas of private land. </w:t>
            </w:r>
          </w:p>
        </w:tc>
      </w:tr>
    </w:tbl>
    <w:p w14:paraId="5B338CA3" w14:textId="77777777" w:rsidR="00060E17" w:rsidRDefault="00060E17"/>
    <w:p w14:paraId="63A72CA5" w14:textId="77777777" w:rsidR="00060E17" w:rsidRDefault="00D61344">
      <w:pPr>
        <w:pStyle w:val="pstyleSection"/>
      </w:pPr>
      <w:r>
        <w:rPr>
          <w:rStyle w:val="styleL2"/>
        </w:rPr>
        <w:t>5.1.2 Management authority</w:t>
      </w:r>
    </w:p>
    <w:p w14:paraId="1F689135" w14:textId="77777777" w:rsidR="00060E17" w:rsidRDefault="00D61344">
      <w:pPr>
        <w:pStyle w:val="pstyleLabels"/>
      </w:pPr>
      <w:r>
        <w:rPr>
          <w:rStyle w:val="styleC3"/>
        </w:rPr>
        <w:t>Please list the local office / offices of any agency or organization responsible for managing the site:</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6"/>
        <w:gridCol w:w="8832"/>
      </w:tblGrid>
      <w:tr w:rsidR="00060E17" w14:paraId="59D16941"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9975AE0" w14:textId="77777777" w:rsidR="00060E17" w:rsidRDefault="00060E17"/>
        </w:tc>
        <w:tc>
          <w:tcPr>
            <w:tcW w:w="9500" w:type="dxa"/>
          </w:tcPr>
          <w:p w14:paraId="0E85F4D5" w14:textId="77777777" w:rsidR="00060E17" w:rsidRDefault="00060E17">
            <w:pPr>
              <w:pStyle w:val="pStyle"/>
              <w:rPr>
                <w:rStyle w:val="almostEmpty"/>
              </w:rPr>
            </w:pPr>
          </w:p>
          <w:p w14:paraId="440E3E5C" w14:textId="77777777" w:rsidR="00060E17" w:rsidRDefault="00D61344">
            <w:pPr>
              <w:spacing w:after="0" w:line="240" w:lineRule="auto"/>
              <w:ind w:left="57"/>
            </w:pPr>
            <w:r>
              <w:rPr>
                <w:rStyle w:val="styleDatatxt"/>
              </w:rPr>
              <w:t xml:space="preserve">Parks Victoria </w:t>
            </w:r>
          </w:p>
          <w:p w14:paraId="717B24FD" w14:textId="77777777" w:rsidR="00060E17" w:rsidRDefault="00060E17">
            <w:pPr>
              <w:pStyle w:val="pStyle"/>
              <w:rPr>
                <w:rStyle w:val="almostEmpty"/>
              </w:rPr>
            </w:pPr>
          </w:p>
          <w:p w14:paraId="1C46E863" w14:textId="77777777" w:rsidR="00060E17" w:rsidRDefault="00D61344">
            <w:pPr>
              <w:spacing w:after="0" w:line="240" w:lineRule="auto"/>
              <w:ind w:left="57"/>
            </w:pPr>
            <w:r>
              <w:rPr>
                <w:rStyle w:val="styleDatatxt"/>
              </w:rPr>
              <w:t xml:space="preserve">Level 10/535 Bourke Street Melbourne. 3000. VIC </w:t>
            </w:r>
          </w:p>
          <w:p w14:paraId="674DD5C9" w14:textId="77777777" w:rsidR="00060E17" w:rsidRDefault="00060E17">
            <w:pPr>
              <w:pStyle w:val="pStyle"/>
              <w:rPr>
                <w:rStyle w:val="almostEmpty"/>
              </w:rPr>
            </w:pPr>
          </w:p>
          <w:p w14:paraId="300F6639" w14:textId="77777777" w:rsidR="00060E17" w:rsidRDefault="00060E17">
            <w:pPr>
              <w:spacing w:after="0" w:line="240" w:lineRule="auto"/>
              <w:ind w:left="57"/>
            </w:pPr>
          </w:p>
        </w:tc>
      </w:tr>
    </w:tbl>
    <w:p w14:paraId="51BFC691" w14:textId="77777777" w:rsidR="00060E17" w:rsidRDefault="00D61344">
      <w:pPr>
        <w:pStyle w:val="pstyleLabels"/>
      </w:pPr>
      <w:r>
        <w:rPr>
          <w:rStyle w:val="styleC3"/>
        </w:rPr>
        <w:t>Provide the name and title of the person or people with responsibility for the wetland:</w:t>
      </w:r>
    </w:p>
    <w:tbl>
      <w:tblPr>
        <w:tblStyle w:val="myFieldTableStyle2"/>
        <w:tblW w:w="0" w:type="auto"/>
        <w:tblInd w:w="-8" w:type="dxa"/>
        <w:tblLook w:val="04A0" w:firstRow="1" w:lastRow="0" w:firstColumn="1" w:lastColumn="0" w:noHBand="0" w:noVBand="1"/>
      </w:tblPr>
      <w:tblGrid>
        <w:gridCol w:w="194"/>
        <w:gridCol w:w="8833"/>
      </w:tblGrid>
      <w:tr w:rsidR="00060E17" w14:paraId="3B00D53D"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5318E5A" w14:textId="77777777" w:rsidR="00060E17" w:rsidRDefault="00060E17">
            <w:pPr>
              <w:spacing w:after="0" w:line="240" w:lineRule="auto"/>
              <w:ind w:left="216"/>
            </w:pPr>
          </w:p>
        </w:tc>
        <w:tc>
          <w:tcPr>
            <w:tcW w:w="9500" w:type="dxa"/>
          </w:tcPr>
          <w:p w14:paraId="192EFF32" w14:textId="77777777" w:rsidR="00060E17" w:rsidRDefault="00D61344">
            <w:pPr>
              <w:spacing w:before="5" w:after="2" w:line="240" w:lineRule="auto"/>
              <w:ind w:left="72"/>
            </w:pPr>
            <w:r>
              <w:rPr>
                <w:rStyle w:val="styleDatatxt"/>
              </w:rPr>
              <w:t>Peter Kemp, Environmental Programs Manager</w:t>
            </w:r>
          </w:p>
        </w:tc>
      </w:tr>
    </w:tbl>
    <w:p w14:paraId="2A016838" w14:textId="77777777" w:rsidR="00060E17" w:rsidRDefault="00D61344">
      <w:pPr>
        <w:pStyle w:val="pstyleLabels"/>
      </w:pPr>
      <w:r>
        <w:rPr>
          <w:rStyle w:val="styleC3"/>
        </w:rPr>
        <w:t>Postal address:</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6"/>
        <w:gridCol w:w="8832"/>
      </w:tblGrid>
      <w:tr w:rsidR="00060E17" w14:paraId="3CB1EC8F"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307E4C5" w14:textId="77777777" w:rsidR="00060E17" w:rsidRDefault="00060E17"/>
        </w:tc>
        <w:tc>
          <w:tcPr>
            <w:tcW w:w="9500" w:type="dxa"/>
          </w:tcPr>
          <w:p w14:paraId="30E0046D" w14:textId="77777777" w:rsidR="00060E17" w:rsidRDefault="00060E17">
            <w:pPr>
              <w:pStyle w:val="pStyle"/>
              <w:rPr>
                <w:rStyle w:val="almostEmpty"/>
              </w:rPr>
            </w:pPr>
          </w:p>
          <w:p w14:paraId="1D169F8B" w14:textId="77777777" w:rsidR="00060E17" w:rsidRDefault="00D61344">
            <w:pPr>
              <w:spacing w:after="0" w:line="240" w:lineRule="auto"/>
              <w:ind w:left="57"/>
            </w:pPr>
            <w:r>
              <w:rPr>
                <w:rStyle w:val="styleDatatxt"/>
              </w:rPr>
              <w:t xml:space="preserve">Parks Victoria </w:t>
            </w:r>
          </w:p>
          <w:p w14:paraId="07F35817" w14:textId="77777777" w:rsidR="00060E17" w:rsidRDefault="00060E17">
            <w:pPr>
              <w:pStyle w:val="pStyle"/>
              <w:rPr>
                <w:rStyle w:val="almostEmpty"/>
              </w:rPr>
            </w:pPr>
          </w:p>
          <w:p w14:paraId="1D870D80" w14:textId="77777777" w:rsidR="00060E17" w:rsidRDefault="00D61344">
            <w:pPr>
              <w:spacing w:after="0" w:line="240" w:lineRule="auto"/>
              <w:ind w:left="57"/>
            </w:pPr>
            <w:r>
              <w:rPr>
                <w:rStyle w:val="styleDatatxt"/>
              </w:rPr>
              <w:t xml:space="preserve">Level 10/535 Bourke Street Melbourne. 3000. VIC </w:t>
            </w:r>
          </w:p>
          <w:p w14:paraId="611DA23E" w14:textId="77777777" w:rsidR="00060E17" w:rsidRDefault="00060E17">
            <w:pPr>
              <w:pStyle w:val="pStyle"/>
              <w:rPr>
                <w:rStyle w:val="almostEmpty"/>
              </w:rPr>
            </w:pPr>
          </w:p>
          <w:p w14:paraId="48E60DF3" w14:textId="77777777" w:rsidR="00060E17" w:rsidRDefault="00060E17">
            <w:pPr>
              <w:spacing w:after="0" w:line="240" w:lineRule="auto"/>
              <w:ind w:left="57"/>
            </w:pPr>
          </w:p>
        </w:tc>
      </w:tr>
    </w:tbl>
    <w:p w14:paraId="10CCF628" w14:textId="77777777" w:rsidR="00060E17" w:rsidRDefault="00D61344">
      <w:pPr>
        <w:pStyle w:val="pstyleLabels"/>
      </w:pPr>
      <w:r>
        <w:rPr>
          <w:rStyle w:val="styleC3"/>
        </w:rPr>
        <w:lastRenderedPageBreak/>
        <w:t>E-mail address:</w:t>
      </w:r>
      <w:r>
        <w:rPr>
          <w:rStyle w:val="styleHint1txt"/>
        </w:rPr>
        <w:t xml:space="preserve"> (The online RIS only accepts valid e-mail addresses, e.g. example@mail.com ) </w:t>
      </w:r>
    </w:p>
    <w:tbl>
      <w:tblPr>
        <w:tblStyle w:val="myFieldTableStyle2"/>
        <w:tblW w:w="0" w:type="auto"/>
        <w:tblInd w:w="-8" w:type="dxa"/>
        <w:tblLook w:val="04A0" w:firstRow="1" w:lastRow="0" w:firstColumn="1" w:lastColumn="0" w:noHBand="0" w:noVBand="1"/>
      </w:tblPr>
      <w:tblGrid>
        <w:gridCol w:w="191"/>
        <w:gridCol w:w="8836"/>
      </w:tblGrid>
      <w:tr w:rsidR="00060E17" w14:paraId="146119A5"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20C0598" w14:textId="77777777" w:rsidR="00060E17" w:rsidRDefault="00060E17">
            <w:pPr>
              <w:spacing w:after="0" w:line="240" w:lineRule="auto"/>
              <w:ind w:left="216"/>
            </w:pPr>
          </w:p>
        </w:tc>
        <w:tc>
          <w:tcPr>
            <w:tcW w:w="9500" w:type="dxa"/>
          </w:tcPr>
          <w:p w14:paraId="423F6060" w14:textId="77777777" w:rsidR="00060E17" w:rsidRDefault="00D61344">
            <w:pPr>
              <w:spacing w:before="5" w:after="2" w:line="240" w:lineRule="auto"/>
              <w:ind w:left="72"/>
            </w:pPr>
            <w:r>
              <w:rPr>
                <w:rStyle w:val="styleDatatxt"/>
              </w:rPr>
              <w:t>peter.kemp@parks.vic.gov.au</w:t>
            </w:r>
          </w:p>
        </w:tc>
      </w:tr>
    </w:tbl>
    <w:p w14:paraId="6C218F74" w14:textId="77777777" w:rsidR="00060E17" w:rsidRDefault="00060E17">
      <w:pPr>
        <w:sectPr w:rsidR="00060E17">
          <w:pgSz w:w="11905" w:h="16837"/>
          <w:pgMar w:top="1440" w:right="1440" w:bottom="1440" w:left="1440" w:header="720" w:footer="720" w:gutter="0"/>
          <w:cols w:space="720"/>
        </w:sectPr>
      </w:pPr>
    </w:p>
    <w:p w14:paraId="5E893E0A" w14:textId="77777777" w:rsidR="00060E17" w:rsidRDefault="00D61344">
      <w:pPr>
        <w:pStyle w:val="pstyleSectionL1"/>
      </w:pPr>
      <w:r>
        <w:rPr>
          <w:rStyle w:val="styleL1"/>
        </w:rPr>
        <w:lastRenderedPageBreak/>
        <w:t>5.2 Ecological character threats and responses (Management)</w:t>
      </w:r>
    </w:p>
    <w:p w14:paraId="521DEADC" w14:textId="77777777" w:rsidR="00060E17" w:rsidRDefault="00D61344">
      <w:pPr>
        <w:pStyle w:val="pstyleSection"/>
      </w:pPr>
      <w:r>
        <w:rPr>
          <w:rStyle w:val="styleL2"/>
        </w:rPr>
        <w:t>5.2.1 Factors (actual or likely) adversely affecting the Site’s ecological character</w:t>
      </w:r>
    </w:p>
    <w:p w14:paraId="60C7E2F8" w14:textId="77777777" w:rsidR="00060E17" w:rsidRDefault="00D61344">
      <w:pPr>
        <w:pStyle w:val="pstyleComments"/>
      </w:pPr>
      <w:r>
        <w:rPr>
          <w:rStyle w:val="styleC3comment"/>
        </w:rPr>
        <w:t>Please specify if this category applies to the Ramsar Site, to the surrounding area or to both, by ticking the relevant option(s).</w:t>
      </w:r>
    </w:p>
    <w:p w14:paraId="6F5B3742" w14:textId="77777777" w:rsidR="00060E17" w:rsidRDefault="00D61344">
      <w:pPr>
        <w:pStyle w:val="pstyleLabels"/>
      </w:pPr>
      <w:r>
        <w:rPr>
          <w:rStyle w:val="styleC3"/>
        </w:rPr>
        <w:t>Human settlements (non agricultural)</w:t>
      </w:r>
    </w:p>
    <w:tbl>
      <w:tblPr>
        <w:tblStyle w:val="FancyTable"/>
        <w:tblW w:w="0" w:type="auto"/>
        <w:tblInd w:w="-8" w:type="dxa"/>
        <w:tblLook w:val="04A0" w:firstRow="1" w:lastRow="0" w:firstColumn="1" w:lastColumn="0" w:noHBand="0" w:noVBand="1"/>
      </w:tblPr>
      <w:tblGrid>
        <w:gridCol w:w="1326"/>
        <w:gridCol w:w="1186"/>
        <w:gridCol w:w="1292"/>
        <w:gridCol w:w="1186"/>
        <w:gridCol w:w="1292"/>
        <w:gridCol w:w="1443"/>
        <w:gridCol w:w="1292"/>
      </w:tblGrid>
      <w:tr w:rsidR="00060E17" w14:paraId="5EA4F79A"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1963BFC9" w14:textId="77777777" w:rsidR="00060E17" w:rsidRDefault="00D61344">
            <w:pPr>
              <w:spacing w:after="0" w:line="240" w:lineRule="auto"/>
              <w:jc w:val="center"/>
            </w:pPr>
            <w:r>
              <w:rPr>
                <w:b/>
                <w:bCs/>
                <w:sz w:val="18"/>
                <w:szCs w:val="18"/>
              </w:rPr>
              <w:t>Factors adversely affecting site</w:t>
            </w:r>
          </w:p>
        </w:tc>
        <w:tc>
          <w:tcPr>
            <w:tcW w:w="1750" w:type="dxa"/>
          </w:tcPr>
          <w:p w14:paraId="22C14F93" w14:textId="77777777" w:rsidR="00060E17" w:rsidRDefault="00D61344">
            <w:pPr>
              <w:spacing w:after="0" w:line="240" w:lineRule="auto"/>
              <w:jc w:val="center"/>
            </w:pPr>
            <w:r>
              <w:rPr>
                <w:b/>
                <w:bCs/>
                <w:sz w:val="18"/>
                <w:szCs w:val="18"/>
              </w:rPr>
              <w:t>Actual threat</w:t>
            </w:r>
          </w:p>
        </w:tc>
        <w:tc>
          <w:tcPr>
            <w:tcW w:w="1750" w:type="dxa"/>
          </w:tcPr>
          <w:p w14:paraId="6D166DCD" w14:textId="77777777" w:rsidR="00060E17" w:rsidRDefault="00D61344">
            <w:pPr>
              <w:spacing w:after="0" w:line="240" w:lineRule="auto"/>
              <w:jc w:val="center"/>
            </w:pPr>
            <w:r>
              <w:rPr>
                <w:b/>
                <w:bCs/>
                <w:sz w:val="18"/>
                <w:szCs w:val="18"/>
              </w:rPr>
              <w:t>Potential threat</w:t>
            </w:r>
          </w:p>
        </w:tc>
        <w:tc>
          <w:tcPr>
            <w:tcW w:w="1750" w:type="dxa"/>
          </w:tcPr>
          <w:p w14:paraId="107F428B" w14:textId="77777777" w:rsidR="00060E17" w:rsidRDefault="00D61344">
            <w:pPr>
              <w:spacing w:after="0" w:line="240" w:lineRule="auto"/>
              <w:jc w:val="center"/>
            </w:pPr>
            <w:r>
              <w:rPr>
                <w:b/>
                <w:bCs/>
                <w:sz w:val="18"/>
                <w:szCs w:val="18"/>
              </w:rPr>
              <w:t>Within the site</w:t>
            </w:r>
          </w:p>
        </w:tc>
        <w:tc>
          <w:tcPr>
            <w:tcW w:w="1750" w:type="dxa"/>
          </w:tcPr>
          <w:p w14:paraId="7D2885B7" w14:textId="77777777" w:rsidR="00060E17" w:rsidRDefault="00D61344">
            <w:pPr>
              <w:spacing w:after="0" w:line="240" w:lineRule="auto"/>
              <w:jc w:val="center"/>
            </w:pPr>
            <w:r>
              <w:rPr>
                <w:b/>
                <w:bCs/>
                <w:sz w:val="18"/>
                <w:szCs w:val="18"/>
              </w:rPr>
              <w:t>Changes</w:t>
            </w:r>
          </w:p>
        </w:tc>
        <w:tc>
          <w:tcPr>
            <w:tcW w:w="1750" w:type="dxa"/>
          </w:tcPr>
          <w:p w14:paraId="169EB8AA" w14:textId="77777777" w:rsidR="00060E17" w:rsidRDefault="00D61344">
            <w:pPr>
              <w:spacing w:after="0" w:line="240" w:lineRule="auto"/>
              <w:jc w:val="center"/>
            </w:pPr>
            <w:r>
              <w:rPr>
                <w:b/>
                <w:bCs/>
                <w:sz w:val="18"/>
                <w:szCs w:val="18"/>
              </w:rPr>
              <w:t>In the surrounding area</w:t>
            </w:r>
          </w:p>
        </w:tc>
        <w:tc>
          <w:tcPr>
            <w:tcW w:w="1750" w:type="dxa"/>
          </w:tcPr>
          <w:p w14:paraId="621F1CE9" w14:textId="77777777" w:rsidR="00060E17" w:rsidRDefault="00D61344">
            <w:pPr>
              <w:spacing w:after="0" w:line="240" w:lineRule="auto"/>
              <w:jc w:val="center"/>
            </w:pPr>
            <w:r>
              <w:rPr>
                <w:b/>
                <w:bCs/>
                <w:sz w:val="18"/>
                <w:szCs w:val="18"/>
              </w:rPr>
              <w:t xml:space="preserve"> Changes</w:t>
            </w:r>
          </w:p>
        </w:tc>
      </w:tr>
      <w:tr w:rsidR="00060E17" w14:paraId="4843E934" w14:textId="77777777" w:rsidTr="00060E17">
        <w:trPr>
          <w:trHeight w:val="200"/>
        </w:trPr>
        <w:tc>
          <w:tcPr>
            <w:tcW w:w="1750" w:type="dxa"/>
          </w:tcPr>
          <w:p w14:paraId="79BBAA6E" w14:textId="77777777" w:rsidR="00060E17" w:rsidRDefault="00060E17"/>
        </w:tc>
        <w:tc>
          <w:tcPr>
            <w:tcW w:w="1750" w:type="dxa"/>
          </w:tcPr>
          <w:p w14:paraId="2F8635D9" w14:textId="77777777" w:rsidR="00060E17" w:rsidRDefault="00060E17"/>
        </w:tc>
        <w:tc>
          <w:tcPr>
            <w:tcW w:w="1750" w:type="dxa"/>
          </w:tcPr>
          <w:p w14:paraId="4ACC9149" w14:textId="77777777" w:rsidR="00060E17" w:rsidRDefault="00060E17"/>
        </w:tc>
        <w:tc>
          <w:tcPr>
            <w:tcW w:w="1750" w:type="dxa"/>
          </w:tcPr>
          <w:p w14:paraId="24EE73FD" w14:textId="77777777" w:rsidR="00060E17" w:rsidRDefault="00060E17"/>
        </w:tc>
        <w:tc>
          <w:tcPr>
            <w:tcW w:w="1750" w:type="dxa"/>
          </w:tcPr>
          <w:p w14:paraId="6AE47BE9" w14:textId="77777777" w:rsidR="00060E17" w:rsidRDefault="00060E17"/>
        </w:tc>
        <w:tc>
          <w:tcPr>
            <w:tcW w:w="1750" w:type="dxa"/>
          </w:tcPr>
          <w:p w14:paraId="5A729307" w14:textId="77777777" w:rsidR="00060E17" w:rsidRDefault="00060E17"/>
        </w:tc>
        <w:tc>
          <w:tcPr>
            <w:tcW w:w="1750" w:type="dxa"/>
          </w:tcPr>
          <w:p w14:paraId="787F5745" w14:textId="77777777" w:rsidR="00060E17" w:rsidRDefault="00060E17"/>
        </w:tc>
      </w:tr>
    </w:tbl>
    <w:p w14:paraId="70564289" w14:textId="77777777" w:rsidR="00060E17" w:rsidRDefault="00060E17"/>
    <w:p w14:paraId="38436906" w14:textId="77777777" w:rsidR="00060E17" w:rsidRDefault="00D61344">
      <w:pPr>
        <w:pStyle w:val="pstyleLabels"/>
      </w:pPr>
      <w:r>
        <w:rPr>
          <w:rStyle w:val="styleC3"/>
        </w:rPr>
        <w:t>Water regulation</w:t>
      </w:r>
    </w:p>
    <w:tbl>
      <w:tblPr>
        <w:tblStyle w:val="FancyTable"/>
        <w:tblW w:w="0" w:type="auto"/>
        <w:tblInd w:w="-8" w:type="dxa"/>
        <w:tblLook w:val="04A0" w:firstRow="1" w:lastRow="0" w:firstColumn="1" w:lastColumn="0" w:noHBand="0" w:noVBand="1"/>
      </w:tblPr>
      <w:tblGrid>
        <w:gridCol w:w="1326"/>
        <w:gridCol w:w="1186"/>
        <w:gridCol w:w="1292"/>
        <w:gridCol w:w="1186"/>
        <w:gridCol w:w="1292"/>
        <w:gridCol w:w="1443"/>
        <w:gridCol w:w="1292"/>
      </w:tblGrid>
      <w:tr w:rsidR="00060E17" w14:paraId="0208C903"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0D20CA59" w14:textId="77777777" w:rsidR="00060E17" w:rsidRDefault="00D61344">
            <w:pPr>
              <w:spacing w:after="0" w:line="240" w:lineRule="auto"/>
              <w:jc w:val="center"/>
            </w:pPr>
            <w:r>
              <w:rPr>
                <w:b/>
                <w:bCs/>
                <w:sz w:val="18"/>
                <w:szCs w:val="18"/>
              </w:rPr>
              <w:t>Factors adversely affecting site</w:t>
            </w:r>
          </w:p>
        </w:tc>
        <w:tc>
          <w:tcPr>
            <w:tcW w:w="1750" w:type="dxa"/>
          </w:tcPr>
          <w:p w14:paraId="3DFF7087" w14:textId="77777777" w:rsidR="00060E17" w:rsidRDefault="00D61344">
            <w:pPr>
              <w:spacing w:after="0" w:line="240" w:lineRule="auto"/>
              <w:jc w:val="center"/>
            </w:pPr>
            <w:r>
              <w:rPr>
                <w:b/>
                <w:bCs/>
                <w:sz w:val="18"/>
                <w:szCs w:val="18"/>
              </w:rPr>
              <w:t>Actual threat</w:t>
            </w:r>
          </w:p>
        </w:tc>
        <w:tc>
          <w:tcPr>
            <w:tcW w:w="1750" w:type="dxa"/>
          </w:tcPr>
          <w:p w14:paraId="0B8CCDBA" w14:textId="77777777" w:rsidR="00060E17" w:rsidRDefault="00D61344">
            <w:pPr>
              <w:spacing w:after="0" w:line="240" w:lineRule="auto"/>
              <w:jc w:val="center"/>
            </w:pPr>
            <w:r>
              <w:rPr>
                <w:b/>
                <w:bCs/>
                <w:sz w:val="18"/>
                <w:szCs w:val="18"/>
              </w:rPr>
              <w:t>Potential threat</w:t>
            </w:r>
          </w:p>
        </w:tc>
        <w:tc>
          <w:tcPr>
            <w:tcW w:w="1750" w:type="dxa"/>
          </w:tcPr>
          <w:p w14:paraId="33BD1484" w14:textId="77777777" w:rsidR="00060E17" w:rsidRDefault="00D61344">
            <w:pPr>
              <w:spacing w:after="0" w:line="240" w:lineRule="auto"/>
              <w:jc w:val="center"/>
            </w:pPr>
            <w:r>
              <w:rPr>
                <w:b/>
                <w:bCs/>
                <w:sz w:val="18"/>
                <w:szCs w:val="18"/>
              </w:rPr>
              <w:t>Within the site</w:t>
            </w:r>
          </w:p>
        </w:tc>
        <w:tc>
          <w:tcPr>
            <w:tcW w:w="1750" w:type="dxa"/>
          </w:tcPr>
          <w:p w14:paraId="77C8CB6A" w14:textId="77777777" w:rsidR="00060E17" w:rsidRDefault="00D61344">
            <w:pPr>
              <w:spacing w:after="0" w:line="240" w:lineRule="auto"/>
              <w:jc w:val="center"/>
            </w:pPr>
            <w:r>
              <w:rPr>
                <w:b/>
                <w:bCs/>
                <w:sz w:val="18"/>
                <w:szCs w:val="18"/>
              </w:rPr>
              <w:t>Changes</w:t>
            </w:r>
          </w:p>
        </w:tc>
        <w:tc>
          <w:tcPr>
            <w:tcW w:w="1750" w:type="dxa"/>
          </w:tcPr>
          <w:p w14:paraId="6D309BF0" w14:textId="77777777" w:rsidR="00060E17" w:rsidRDefault="00D61344">
            <w:pPr>
              <w:spacing w:after="0" w:line="240" w:lineRule="auto"/>
              <w:jc w:val="center"/>
            </w:pPr>
            <w:r>
              <w:rPr>
                <w:b/>
                <w:bCs/>
                <w:sz w:val="18"/>
                <w:szCs w:val="18"/>
              </w:rPr>
              <w:t>In the surrounding area</w:t>
            </w:r>
          </w:p>
        </w:tc>
        <w:tc>
          <w:tcPr>
            <w:tcW w:w="1750" w:type="dxa"/>
          </w:tcPr>
          <w:p w14:paraId="7CDB3EE5" w14:textId="77777777" w:rsidR="00060E17" w:rsidRDefault="00D61344">
            <w:pPr>
              <w:spacing w:after="0" w:line="240" w:lineRule="auto"/>
              <w:jc w:val="center"/>
            </w:pPr>
            <w:r>
              <w:rPr>
                <w:b/>
                <w:bCs/>
                <w:sz w:val="18"/>
                <w:szCs w:val="18"/>
              </w:rPr>
              <w:t xml:space="preserve"> Changes</w:t>
            </w:r>
          </w:p>
        </w:tc>
      </w:tr>
      <w:tr w:rsidR="00060E17" w14:paraId="4D316949" w14:textId="77777777" w:rsidTr="00060E17">
        <w:trPr>
          <w:trHeight w:val="200"/>
        </w:trPr>
        <w:tc>
          <w:tcPr>
            <w:tcW w:w="1750" w:type="dxa"/>
          </w:tcPr>
          <w:p w14:paraId="26142845" w14:textId="77777777" w:rsidR="00060E17" w:rsidRDefault="00060E17"/>
        </w:tc>
        <w:tc>
          <w:tcPr>
            <w:tcW w:w="1750" w:type="dxa"/>
          </w:tcPr>
          <w:p w14:paraId="6E59B10A" w14:textId="77777777" w:rsidR="00060E17" w:rsidRDefault="00060E17"/>
        </w:tc>
        <w:tc>
          <w:tcPr>
            <w:tcW w:w="1750" w:type="dxa"/>
          </w:tcPr>
          <w:p w14:paraId="01E9B28A" w14:textId="77777777" w:rsidR="00060E17" w:rsidRDefault="00060E17"/>
        </w:tc>
        <w:tc>
          <w:tcPr>
            <w:tcW w:w="1750" w:type="dxa"/>
          </w:tcPr>
          <w:p w14:paraId="7D730CCE" w14:textId="77777777" w:rsidR="00060E17" w:rsidRDefault="00060E17"/>
        </w:tc>
        <w:tc>
          <w:tcPr>
            <w:tcW w:w="1750" w:type="dxa"/>
          </w:tcPr>
          <w:p w14:paraId="41BF2F47" w14:textId="77777777" w:rsidR="00060E17" w:rsidRDefault="00060E17"/>
        </w:tc>
        <w:tc>
          <w:tcPr>
            <w:tcW w:w="1750" w:type="dxa"/>
          </w:tcPr>
          <w:p w14:paraId="5E858BAF" w14:textId="77777777" w:rsidR="00060E17" w:rsidRDefault="00060E17"/>
        </w:tc>
        <w:tc>
          <w:tcPr>
            <w:tcW w:w="1750" w:type="dxa"/>
          </w:tcPr>
          <w:p w14:paraId="444CB10F" w14:textId="77777777" w:rsidR="00060E17" w:rsidRDefault="00060E17"/>
        </w:tc>
      </w:tr>
    </w:tbl>
    <w:p w14:paraId="7BA0F161" w14:textId="77777777" w:rsidR="00060E17" w:rsidRDefault="00060E17"/>
    <w:p w14:paraId="68590A9A" w14:textId="77777777" w:rsidR="00060E17" w:rsidRDefault="00D61344">
      <w:pPr>
        <w:pStyle w:val="pstyleLabels"/>
      </w:pPr>
      <w:r>
        <w:rPr>
          <w:rStyle w:val="styleC3"/>
        </w:rPr>
        <w:t>Agriculture and aquaculture</w:t>
      </w:r>
    </w:p>
    <w:tbl>
      <w:tblPr>
        <w:tblStyle w:val="FancyTable"/>
        <w:tblW w:w="0" w:type="auto"/>
        <w:tblInd w:w="-8" w:type="dxa"/>
        <w:tblLook w:val="04A0" w:firstRow="1" w:lastRow="0" w:firstColumn="1" w:lastColumn="0" w:noHBand="0" w:noVBand="1"/>
      </w:tblPr>
      <w:tblGrid>
        <w:gridCol w:w="1340"/>
        <w:gridCol w:w="1221"/>
        <w:gridCol w:w="1282"/>
        <w:gridCol w:w="1174"/>
        <w:gridCol w:w="1282"/>
        <w:gridCol w:w="1436"/>
        <w:gridCol w:w="1282"/>
      </w:tblGrid>
      <w:tr w:rsidR="00060E17" w14:paraId="7DA4E9B9"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3AF8933B" w14:textId="77777777" w:rsidR="00060E17" w:rsidRDefault="00D61344">
            <w:pPr>
              <w:spacing w:after="0" w:line="240" w:lineRule="auto"/>
              <w:jc w:val="center"/>
            </w:pPr>
            <w:r>
              <w:rPr>
                <w:b/>
                <w:bCs/>
                <w:sz w:val="18"/>
                <w:szCs w:val="18"/>
              </w:rPr>
              <w:t>Factors adversely affecting site</w:t>
            </w:r>
          </w:p>
        </w:tc>
        <w:tc>
          <w:tcPr>
            <w:tcW w:w="1750" w:type="dxa"/>
          </w:tcPr>
          <w:p w14:paraId="6D351DBD" w14:textId="77777777" w:rsidR="00060E17" w:rsidRDefault="00D61344">
            <w:pPr>
              <w:spacing w:after="0" w:line="240" w:lineRule="auto"/>
              <w:jc w:val="center"/>
            </w:pPr>
            <w:r>
              <w:rPr>
                <w:b/>
                <w:bCs/>
                <w:sz w:val="18"/>
                <w:szCs w:val="18"/>
              </w:rPr>
              <w:t>Actual threat</w:t>
            </w:r>
          </w:p>
        </w:tc>
        <w:tc>
          <w:tcPr>
            <w:tcW w:w="1750" w:type="dxa"/>
          </w:tcPr>
          <w:p w14:paraId="29C2DDAA" w14:textId="77777777" w:rsidR="00060E17" w:rsidRDefault="00D61344">
            <w:pPr>
              <w:spacing w:after="0" w:line="240" w:lineRule="auto"/>
              <w:jc w:val="center"/>
            </w:pPr>
            <w:r>
              <w:rPr>
                <w:b/>
                <w:bCs/>
                <w:sz w:val="18"/>
                <w:szCs w:val="18"/>
              </w:rPr>
              <w:t>Potential threat</w:t>
            </w:r>
          </w:p>
        </w:tc>
        <w:tc>
          <w:tcPr>
            <w:tcW w:w="1750" w:type="dxa"/>
          </w:tcPr>
          <w:p w14:paraId="33BE7BEE" w14:textId="77777777" w:rsidR="00060E17" w:rsidRDefault="00D61344">
            <w:pPr>
              <w:spacing w:after="0" w:line="240" w:lineRule="auto"/>
              <w:jc w:val="center"/>
            </w:pPr>
            <w:r>
              <w:rPr>
                <w:b/>
                <w:bCs/>
                <w:sz w:val="18"/>
                <w:szCs w:val="18"/>
              </w:rPr>
              <w:t>Within the site</w:t>
            </w:r>
          </w:p>
        </w:tc>
        <w:tc>
          <w:tcPr>
            <w:tcW w:w="1750" w:type="dxa"/>
          </w:tcPr>
          <w:p w14:paraId="2DA523A4" w14:textId="77777777" w:rsidR="00060E17" w:rsidRDefault="00D61344">
            <w:pPr>
              <w:spacing w:after="0" w:line="240" w:lineRule="auto"/>
              <w:jc w:val="center"/>
            </w:pPr>
            <w:r>
              <w:rPr>
                <w:b/>
                <w:bCs/>
                <w:sz w:val="18"/>
                <w:szCs w:val="18"/>
              </w:rPr>
              <w:t>Changes</w:t>
            </w:r>
          </w:p>
        </w:tc>
        <w:tc>
          <w:tcPr>
            <w:tcW w:w="1750" w:type="dxa"/>
          </w:tcPr>
          <w:p w14:paraId="33551DAD" w14:textId="77777777" w:rsidR="00060E17" w:rsidRDefault="00D61344">
            <w:pPr>
              <w:spacing w:after="0" w:line="240" w:lineRule="auto"/>
              <w:jc w:val="center"/>
            </w:pPr>
            <w:r>
              <w:rPr>
                <w:b/>
                <w:bCs/>
                <w:sz w:val="18"/>
                <w:szCs w:val="18"/>
              </w:rPr>
              <w:t>In the surrounding area</w:t>
            </w:r>
          </w:p>
        </w:tc>
        <w:tc>
          <w:tcPr>
            <w:tcW w:w="1750" w:type="dxa"/>
          </w:tcPr>
          <w:p w14:paraId="63603A2E" w14:textId="77777777" w:rsidR="00060E17" w:rsidRDefault="00D61344">
            <w:pPr>
              <w:spacing w:after="0" w:line="240" w:lineRule="auto"/>
              <w:jc w:val="center"/>
            </w:pPr>
            <w:r>
              <w:rPr>
                <w:b/>
                <w:bCs/>
                <w:sz w:val="18"/>
                <w:szCs w:val="18"/>
              </w:rPr>
              <w:t xml:space="preserve"> Changes</w:t>
            </w:r>
          </w:p>
        </w:tc>
      </w:tr>
      <w:tr w:rsidR="00060E17" w14:paraId="06C5017C" w14:textId="77777777" w:rsidTr="00060E17">
        <w:trPr>
          <w:trHeight w:val="200"/>
        </w:trPr>
        <w:tc>
          <w:tcPr>
            <w:tcW w:w="1750" w:type="dxa"/>
          </w:tcPr>
          <w:p w14:paraId="3AA75771" w14:textId="77777777" w:rsidR="00060E17" w:rsidRDefault="00D61344">
            <w:r>
              <w:rPr>
                <w:rStyle w:val="styleSubformtxt"/>
              </w:rPr>
              <w:t>Livestock farming and ranching</w:t>
            </w:r>
          </w:p>
        </w:tc>
        <w:tc>
          <w:tcPr>
            <w:tcW w:w="1750" w:type="dxa"/>
          </w:tcPr>
          <w:p w14:paraId="40D25FFE" w14:textId="77777777" w:rsidR="00060E17" w:rsidRDefault="00D61344">
            <w:r>
              <w:rPr>
                <w:rStyle w:val="styleSubformtxt"/>
              </w:rPr>
              <w:t>Medium impact</w:t>
            </w:r>
          </w:p>
        </w:tc>
        <w:tc>
          <w:tcPr>
            <w:tcW w:w="1750" w:type="dxa"/>
          </w:tcPr>
          <w:p w14:paraId="61B97A39" w14:textId="77777777" w:rsidR="00060E17" w:rsidRDefault="00D61344">
            <w:r>
              <w:rPr>
                <w:rStyle w:val="styleSubformtxt"/>
              </w:rPr>
              <w:t>High impact</w:t>
            </w:r>
          </w:p>
        </w:tc>
        <w:tc>
          <w:tcPr>
            <w:tcW w:w="1750" w:type="dxa"/>
          </w:tcPr>
          <w:p w14:paraId="2392CC94" w14:textId="77777777" w:rsidR="00060E17" w:rsidRDefault="00D61344">
            <w:pPr>
              <w:pStyle w:val="pstyleRadioTb"/>
            </w:pPr>
            <w:r>
              <w:rPr>
                <w:rStyle w:val="styleRad"/>
              </w:rPr>
              <w:t xml:space="preserve"> [ ] </w:t>
            </w:r>
          </w:p>
        </w:tc>
        <w:tc>
          <w:tcPr>
            <w:tcW w:w="1750" w:type="dxa"/>
          </w:tcPr>
          <w:p w14:paraId="51BF0482" w14:textId="77777777" w:rsidR="00060E17" w:rsidRDefault="00D61344">
            <w:r>
              <w:rPr>
                <w:rStyle w:val="styleSubformtxt"/>
              </w:rPr>
              <w:t>No change</w:t>
            </w:r>
          </w:p>
        </w:tc>
        <w:tc>
          <w:tcPr>
            <w:tcW w:w="1750" w:type="dxa"/>
          </w:tcPr>
          <w:p w14:paraId="281CD8A7" w14:textId="77777777" w:rsidR="00060E17" w:rsidRDefault="00D61344">
            <w:pPr>
              <w:pStyle w:val="pstyleRadioTb"/>
            </w:pPr>
            <w:r>
              <w:rPr>
                <w:rStyle w:val="styleRad"/>
              </w:rPr>
              <w:t xml:space="preserve"> [x] </w:t>
            </w:r>
          </w:p>
        </w:tc>
        <w:tc>
          <w:tcPr>
            <w:tcW w:w="1750" w:type="dxa"/>
          </w:tcPr>
          <w:p w14:paraId="75B047F2" w14:textId="77777777" w:rsidR="00060E17" w:rsidRDefault="00D61344">
            <w:r>
              <w:rPr>
                <w:rStyle w:val="styleSubformtxt"/>
              </w:rPr>
              <w:t>unknown</w:t>
            </w:r>
          </w:p>
        </w:tc>
      </w:tr>
      <w:tr w:rsidR="00060E17" w14:paraId="3F734DE7" w14:textId="77777777" w:rsidTr="00060E17">
        <w:trPr>
          <w:trHeight w:val="200"/>
        </w:trPr>
        <w:tc>
          <w:tcPr>
            <w:tcW w:w="1750" w:type="dxa"/>
          </w:tcPr>
          <w:p w14:paraId="4ED69B2F" w14:textId="77777777" w:rsidR="00060E17" w:rsidRDefault="00D61344">
            <w:r>
              <w:rPr>
                <w:rStyle w:val="styleSubformtxt"/>
              </w:rPr>
              <w:t>Wood and pulp plantations</w:t>
            </w:r>
          </w:p>
        </w:tc>
        <w:tc>
          <w:tcPr>
            <w:tcW w:w="1750" w:type="dxa"/>
          </w:tcPr>
          <w:p w14:paraId="1A0C2933" w14:textId="77777777" w:rsidR="00060E17" w:rsidRDefault="00D61344">
            <w:r>
              <w:rPr>
                <w:rStyle w:val="styleSubformtxt"/>
              </w:rPr>
              <w:t>Medium impact</w:t>
            </w:r>
          </w:p>
        </w:tc>
        <w:tc>
          <w:tcPr>
            <w:tcW w:w="1750" w:type="dxa"/>
          </w:tcPr>
          <w:p w14:paraId="5F955C2C" w14:textId="77777777" w:rsidR="00060E17" w:rsidRDefault="00D61344">
            <w:r>
              <w:rPr>
                <w:rStyle w:val="styleSubformtxt"/>
              </w:rPr>
              <w:t>Medium impact</w:t>
            </w:r>
          </w:p>
        </w:tc>
        <w:tc>
          <w:tcPr>
            <w:tcW w:w="1750" w:type="dxa"/>
          </w:tcPr>
          <w:p w14:paraId="7FFDEB3B" w14:textId="77777777" w:rsidR="00060E17" w:rsidRDefault="00D61344">
            <w:pPr>
              <w:pStyle w:val="pstyleRadioTb"/>
            </w:pPr>
            <w:r>
              <w:rPr>
                <w:rStyle w:val="styleRad"/>
              </w:rPr>
              <w:t xml:space="preserve"> [ ] </w:t>
            </w:r>
          </w:p>
        </w:tc>
        <w:tc>
          <w:tcPr>
            <w:tcW w:w="1750" w:type="dxa"/>
          </w:tcPr>
          <w:p w14:paraId="4B36422D" w14:textId="77777777" w:rsidR="00060E17" w:rsidRDefault="00D61344">
            <w:r>
              <w:rPr>
                <w:rStyle w:val="styleSubformtxt"/>
              </w:rPr>
              <w:t>No change</w:t>
            </w:r>
          </w:p>
        </w:tc>
        <w:tc>
          <w:tcPr>
            <w:tcW w:w="1750" w:type="dxa"/>
          </w:tcPr>
          <w:p w14:paraId="7B95890B" w14:textId="77777777" w:rsidR="00060E17" w:rsidRDefault="00D61344">
            <w:pPr>
              <w:pStyle w:val="pstyleRadioTb"/>
            </w:pPr>
            <w:r>
              <w:rPr>
                <w:rStyle w:val="styleRad"/>
              </w:rPr>
              <w:t xml:space="preserve"> [x] </w:t>
            </w:r>
          </w:p>
        </w:tc>
        <w:tc>
          <w:tcPr>
            <w:tcW w:w="1750" w:type="dxa"/>
          </w:tcPr>
          <w:p w14:paraId="32B75CE3" w14:textId="77777777" w:rsidR="00060E17" w:rsidRDefault="00D61344">
            <w:r>
              <w:rPr>
                <w:rStyle w:val="styleSubformtxt"/>
              </w:rPr>
              <w:t>No change</w:t>
            </w:r>
          </w:p>
        </w:tc>
      </w:tr>
      <w:tr w:rsidR="00060E17" w14:paraId="74C765C6" w14:textId="77777777" w:rsidTr="00060E17">
        <w:trPr>
          <w:trHeight w:val="200"/>
        </w:trPr>
        <w:tc>
          <w:tcPr>
            <w:tcW w:w="1750" w:type="dxa"/>
          </w:tcPr>
          <w:p w14:paraId="45805DCD" w14:textId="77777777" w:rsidR="00060E17" w:rsidRDefault="00060E17"/>
        </w:tc>
        <w:tc>
          <w:tcPr>
            <w:tcW w:w="1750" w:type="dxa"/>
          </w:tcPr>
          <w:p w14:paraId="689B54DE" w14:textId="77777777" w:rsidR="00060E17" w:rsidRDefault="00060E17"/>
        </w:tc>
        <w:tc>
          <w:tcPr>
            <w:tcW w:w="1750" w:type="dxa"/>
          </w:tcPr>
          <w:p w14:paraId="2A13A8DC" w14:textId="77777777" w:rsidR="00060E17" w:rsidRDefault="00060E17"/>
        </w:tc>
        <w:tc>
          <w:tcPr>
            <w:tcW w:w="1750" w:type="dxa"/>
          </w:tcPr>
          <w:p w14:paraId="4F41BC17" w14:textId="77777777" w:rsidR="00060E17" w:rsidRDefault="00060E17"/>
        </w:tc>
        <w:tc>
          <w:tcPr>
            <w:tcW w:w="1750" w:type="dxa"/>
          </w:tcPr>
          <w:p w14:paraId="27D992BA" w14:textId="77777777" w:rsidR="00060E17" w:rsidRDefault="00060E17"/>
        </w:tc>
        <w:tc>
          <w:tcPr>
            <w:tcW w:w="1750" w:type="dxa"/>
          </w:tcPr>
          <w:p w14:paraId="60DEB146" w14:textId="77777777" w:rsidR="00060E17" w:rsidRDefault="00060E17"/>
        </w:tc>
        <w:tc>
          <w:tcPr>
            <w:tcW w:w="1750" w:type="dxa"/>
          </w:tcPr>
          <w:p w14:paraId="5A43C41D" w14:textId="77777777" w:rsidR="00060E17" w:rsidRDefault="00060E17"/>
        </w:tc>
      </w:tr>
    </w:tbl>
    <w:p w14:paraId="20984395" w14:textId="77777777" w:rsidR="00060E17" w:rsidRDefault="00060E17"/>
    <w:p w14:paraId="0C657F47" w14:textId="77777777" w:rsidR="00060E17" w:rsidRDefault="00D61344">
      <w:pPr>
        <w:pStyle w:val="pstyleLabels"/>
      </w:pPr>
      <w:r>
        <w:rPr>
          <w:rStyle w:val="styleC3"/>
        </w:rPr>
        <w:t>Energy production and mining</w:t>
      </w:r>
    </w:p>
    <w:tbl>
      <w:tblPr>
        <w:tblStyle w:val="FancyTable"/>
        <w:tblW w:w="0" w:type="auto"/>
        <w:tblInd w:w="-8" w:type="dxa"/>
        <w:tblLook w:val="04A0" w:firstRow="1" w:lastRow="0" w:firstColumn="1" w:lastColumn="0" w:noHBand="0" w:noVBand="1"/>
      </w:tblPr>
      <w:tblGrid>
        <w:gridCol w:w="1326"/>
        <w:gridCol w:w="1186"/>
        <w:gridCol w:w="1292"/>
        <w:gridCol w:w="1186"/>
        <w:gridCol w:w="1292"/>
        <w:gridCol w:w="1443"/>
        <w:gridCol w:w="1292"/>
      </w:tblGrid>
      <w:tr w:rsidR="00060E17" w14:paraId="45453F8A"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2CD07999" w14:textId="77777777" w:rsidR="00060E17" w:rsidRDefault="00D61344">
            <w:pPr>
              <w:spacing w:after="0" w:line="240" w:lineRule="auto"/>
              <w:jc w:val="center"/>
            </w:pPr>
            <w:r>
              <w:rPr>
                <w:b/>
                <w:bCs/>
                <w:sz w:val="18"/>
                <w:szCs w:val="18"/>
              </w:rPr>
              <w:t>Factors adversely affecting site</w:t>
            </w:r>
          </w:p>
        </w:tc>
        <w:tc>
          <w:tcPr>
            <w:tcW w:w="1750" w:type="dxa"/>
          </w:tcPr>
          <w:p w14:paraId="54D59BE7" w14:textId="77777777" w:rsidR="00060E17" w:rsidRDefault="00D61344">
            <w:pPr>
              <w:spacing w:after="0" w:line="240" w:lineRule="auto"/>
              <w:jc w:val="center"/>
            </w:pPr>
            <w:r>
              <w:rPr>
                <w:b/>
                <w:bCs/>
                <w:sz w:val="18"/>
                <w:szCs w:val="18"/>
              </w:rPr>
              <w:t>Actual threat</w:t>
            </w:r>
          </w:p>
        </w:tc>
        <w:tc>
          <w:tcPr>
            <w:tcW w:w="1750" w:type="dxa"/>
          </w:tcPr>
          <w:p w14:paraId="21CAC509" w14:textId="77777777" w:rsidR="00060E17" w:rsidRDefault="00D61344">
            <w:pPr>
              <w:spacing w:after="0" w:line="240" w:lineRule="auto"/>
              <w:jc w:val="center"/>
            </w:pPr>
            <w:r>
              <w:rPr>
                <w:b/>
                <w:bCs/>
                <w:sz w:val="18"/>
                <w:szCs w:val="18"/>
              </w:rPr>
              <w:t>Potential threat</w:t>
            </w:r>
          </w:p>
        </w:tc>
        <w:tc>
          <w:tcPr>
            <w:tcW w:w="1750" w:type="dxa"/>
          </w:tcPr>
          <w:p w14:paraId="7AF5B51F" w14:textId="77777777" w:rsidR="00060E17" w:rsidRDefault="00D61344">
            <w:pPr>
              <w:spacing w:after="0" w:line="240" w:lineRule="auto"/>
              <w:jc w:val="center"/>
            </w:pPr>
            <w:r>
              <w:rPr>
                <w:b/>
                <w:bCs/>
                <w:sz w:val="18"/>
                <w:szCs w:val="18"/>
              </w:rPr>
              <w:t>Within the site</w:t>
            </w:r>
          </w:p>
        </w:tc>
        <w:tc>
          <w:tcPr>
            <w:tcW w:w="1750" w:type="dxa"/>
          </w:tcPr>
          <w:p w14:paraId="3F3251B6" w14:textId="77777777" w:rsidR="00060E17" w:rsidRDefault="00D61344">
            <w:pPr>
              <w:spacing w:after="0" w:line="240" w:lineRule="auto"/>
              <w:jc w:val="center"/>
            </w:pPr>
            <w:r>
              <w:rPr>
                <w:b/>
                <w:bCs/>
                <w:sz w:val="18"/>
                <w:szCs w:val="18"/>
              </w:rPr>
              <w:t>Changes</w:t>
            </w:r>
          </w:p>
        </w:tc>
        <w:tc>
          <w:tcPr>
            <w:tcW w:w="1750" w:type="dxa"/>
          </w:tcPr>
          <w:p w14:paraId="087578E1" w14:textId="77777777" w:rsidR="00060E17" w:rsidRDefault="00D61344">
            <w:pPr>
              <w:spacing w:after="0" w:line="240" w:lineRule="auto"/>
              <w:jc w:val="center"/>
            </w:pPr>
            <w:r>
              <w:rPr>
                <w:b/>
                <w:bCs/>
                <w:sz w:val="18"/>
                <w:szCs w:val="18"/>
              </w:rPr>
              <w:t>In the surrounding area</w:t>
            </w:r>
          </w:p>
        </w:tc>
        <w:tc>
          <w:tcPr>
            <w:tcW w:w="1750" w:type="dxa"/>
          </w:tcPr>
          <w:p w14:paraId="1DAB0756" w14:textId="77777777" w:rsidR="00060E17" w:rsidRDefault="00D61344">
            <w:pPr>
              <w:spacing w:after="0" w:line="240" w:lineRule="auto"/>
              <w:jc w:val="center"/>
            </w:pPr>
            <w:r>
              <w:rPr>
                <w:b/>
                <w:bCs/>
                <w:sz w:val="18"/>
                <w:szCs w:val="18"/>
              </w:rPr>
              <w:t xml:space="preserve"> Changes</w:t>
            </w:r>
          </w:p>
        </w:tc>
      </w:tr>
      <w:tr w:rsidR="00060E17" w14:paraId="41A20B5D" w14:textId="77777777" w:rsidTr="00060E17">
        <w:trPr>
          <w:trHeight w:val="200"/>
        </w:trPr>
        <w:tc>
          <w:tcPr>
            <w:tcW w:w="1750" w:type="dxa"/>
          </w:tcPr>
          <w:p w14:paraId="0CA36E0C" w14:textId="77777777" w:rsidR="00060E17" w:rsidRDefault="00060E17"/>
        </w:tc>
        <w:tc>
          <w:tcPr>
            <w:tcW w:w="1750" w:type="dxa"/>
          </w:tcPr>
          <w:p w14:paraId="74C17ED3" w14:textId="77777777" w:rsidR="00060E17" w:rsidRDefault="00060E17"/>
        </w:tc>
        <w:tc>
          <w:tcPr>
            <w:tcW w:w="1750" w:type="dxa"/>
          </w:tcPr>
          <w:p w14:paraId="3E2B54E5" w14:textId="77777777" w:rsidR="00060E17" w:rsidRDefault="00060E17"/>
        </w:tc>
        <w:tc>
          <w:tcPr>
            <w:tcW w:w="1750" w:type="dxa"/>
          </w:tcPr>
          <w:p w14:paraId="1F64B2EE" w14:textId="77777777" w:rsidR="00060E17" w:rsidRDefault="00060E17"/>
        </w:tc>
        <w:tc>
          <w:tcPr>
            <w:tcW w:w="1750" w:type="dxa"/>
          </w:tcPr>
          <w:p w14:paraId="753110DA" w14:textId="77777777" w:rsidR="00060E17" w:rsidRDefault="00060E17"/>
        </w:tc>
        <w:tc>
          <w:tcPr>
            <w:tcW w:w="1750" w:type="dxa"/>
          </w:tcPr>
          <w:p w14:paraId="76606477" w14:textId="77777777" w:rsidR="00060E17" w:rsidRDefault="00060E17"/>
        </w:tc>
        <w:tc>
          <w:tcPr>
            <w:tcW w:w="1750" w:type="dxa"/>
          </w:tcPr>
          <w:p w14:paraId="6AFB315F" w14:textId="77777777" w:rsidR="00060E17" w:rsidRDefault="00060E17"/>
        </w:tc>
      </w:tr>
    </w:tbl>
    <w:p w14:paraId="009AC063" w14:textId="77777777" w:rsidR="00060E17" w:rsidRDefault="00060E17"/>
    <w:p w14:paraId="4BD34206" w14:textId="77777777" w:rsidR="00060E17" w:rsidRDefault="00D61344">
      <w:pPr>
        <w:pStyle w:val="pstyleLabels"/>
      </w:pPr>
      <w:r>
        <w:rPr>
          <w:rStyle w:val="styleC3"/>
        </w:rPr>
        <w:t>Transportation and service corridors</w:t>
      </w:r>
    </w:p>
    <w:tbl>
      <w:tblPr>
        <w:tblStyle w:val="FancyTable"/>
        <w:tblW w:w="0" w:type="auto"/>
        <w:tblInd w:w="-8" w:type="dxa"/>
        <w:tblLook w:val="04A0" w:firstRow="1" w:lastRow="0" w:firstColumn="1" w:lastColumn="0" w:noHBand="0" w:noVBand="1"/>
      </w:tblPr>
      <w:tblGrid>
        <w:gridCol w:w="1326"/>
        <w:gridCol w:w="1186"/>
        <w:gridCol w:w="1292"/>
        <w:gridCol w:w="1186"/>
        <w:gridCol w:w="1292"/>
        <w:gridCol w:w="1443"/>
        <w:gridCol w:w="1292"/>
      </w:tblGrid>
      <w:tr w:rsidR="00060E17" w14:paraId="31888C6C"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0298B288" w14:textId="77777777" w:rsidR="00060E17" w:rsidRDefault="00D61344">
            <w:pPr>
              <w:spacing w:after="0" w:line="240" w:lineRule="auto"/>
              <w:jc w:val="center"/>
            </w:pPr>
            <w:r>
              <w:rPr>
                <w:b/>
                <w:bCs/>
                <w:sz w:val="18"/>
                <w:szCs w:val="18"/>
              </w:rPr>
              <w:t>Factors adversely affecting site</w:t>
            </w:r>
          </w:p>
        </w:tc>
        <w:tc>
          <w:tcPr>
            <w:tcW w:w="1750" w:type="dxa"/>
          </w:tcPr>
          <w:p w14:paraId="3705BBE3" w14:textId="77777777" w:rsidR="00060E17" w:rsidRDefault="00D61344">
            <w:pPr>
              <w:spacing w:after="0" w:line="240" w:lineRule="auto"/>
              <w:jc w:val="center"/>
            </w:pPr>
            <w:r>
              <w:rPr>
                <w:b/>
                <w:bCs/>
                <w:sz w:val="18"/>
                <w:szCs w:val="18"/>
              </w:rPr>
              <w:t>Actual threat</w:t>
            </w:r>
          </w:p>
        </w:tc>
        <w:tc>
          <w:tcPr>
            <w:tcW w:w="1750" w:type="dxa"/>
          </w:tcPr>
          <w:p w14:paraId="7205BAF2" w14:textId="77777777" w:rsidR="00060E17" w:rsidRDefault="00D61344">
            <w:pPr>
              <w:spacing w:after="0" w:line="240" w:lineRule="auto"/>
              <w:jc w:val="center"/>
            </w:pPr>
            <w:r>
              <w:rPr>
                <w:b/>
                <w:bCs/>
                <w:sz w:val="18"/>
                <w:szCs w:val="18"/>
              </w:rPr>
              <w:t>Potential threat</w:t>
            </w:r>
          </w:p>
        </w:tc>
        <w:tc>
          <w:tcPr>
            <w:tcW w:w="1750" w:type="dxa"/>
          </w:tcPr>
          <w:p w14:paraId="60E1D1B2" w14:textId="77777777" w:rsidR="00060E17" w:rsidRDefault="00D61344">
            <w:pPr>
              <w:spacing w:after="0" w:line="240" w:lineRule="auto"/>
              <w:jc w:val="center"/>
            </w:pPr>
            <w:r>
              <w:rPr>
                <w:b/>
                <w:bCs/>
                <w:sz w:val="18"/>
                <w:szCs w:val="18"/>
              </w:rPr>
              <w:t>Within the site</w:t>
            </w:r>
          </w:p>
        </w:tc>
        <w:tc>
          <w:tcPr>
            <w:tcW w:w="1750" w:type="dxa"/>
          </w:tcPr>
          <w:p w14:paraId="52367633" w14:textId="77777777" w:rsidR="00060E17" w:rsidRDefault="00D61344">
            <w:pPr>
              <w:spacing w:after="0" w:line="240" w:lineRule="auto"/>
              <w:jc w:val="center"/>
            </w:pPr>
            <w:r>
              <w:rPr>
                <w:b/>
                <w:bCs/>
                <w:sz w:val="18"/>
                <w:szCs w:val="18"/>
              </w:rPr>
              <w:t>Changes</w:t>
            </w:r>
          </w:p>
        </w:tc>
        <w:tc>
          <w:tcPr>
            <w:tcW w:w="1750" w:type="dxa"/>
          </w:tcPr>
          <w:p w14:paraId="0E6168E2" w14:textId="77777777" w:rsidR="00060E17" w:rsidRDefault="00D61344">
            <w:pPr>
              <w:spacing w:after="0" w:line="240" w:lineRule="auto"/>
              <w:jc w:val="center"/>
            </w:pPr>
            <w:r>
              <w:rPr>
                <w:b/>
                <w:bCs/>
                <w:sz w:val="18"/>
                <w:szCs w:val="18"/>
              </w:rPr>
              <w:t>In the surrounding area</w:t>
            </w:r>
          </w:p>
        </w:tc>
        <w:tc>
          <w:tcPr>
            <w:tcW w:w="1750" w:type="dxa"/>
          </w:tcPr>
          <w:p w14:paraId="4A015E39" w14:textId="77777777" w:rsidR="00060E17" w:rsidRDefault="00D61344">
            <w:pPr>
              <w:spacing w:after="0" w:line="240" w:lineRule="auto"/>
              <w:jc w:val="center"/>
            </w:pPr>
            <w:r>
              <w:rPr>
                <w:b/>
                <w:bCs/>
                <w:sz w:val="18"/>
                <w:szCs w:val="18"/>
              </w:rPr>
              <w:t xml:space="preserve"> Changes</w:t>
            </w:r>
          </w:p>
        </w:tc>
      </w:tr>
      <w:tr w:rsidR="00060E17" w14:paraId="498E776B" w14:textId="77777777" w:rsidTr="00060E17">
        <w:trPr>
          <w:trHeight w:val="200"/>
        </w:trPr>
        <w:tc>
          <w:tcPr>
            <w:tcW w:w="1750" w:type="dxa"/>
          </w:tcPr>
          <w:p w14:paraId="5E7FCB4C" w14:textId="77777777" w:rsidR="00060E17" w:rsidRDefault="00060E17"/>
        </w:tc>
        <w:tc>
          <w:tcPr>
            <w:tcW w:w="1750" w:type="dxa"/>
          </w:tcPr>
          <w:p w14:paraId="67A7080F" w14:textId="77777777" w:rsidR="00060E17" w:rsidRDefault="00060E17"/>
        </w:tc>
        <w:tc>
          <w:tcPr>
            <w:tcW w:w="1750" w:type="dxa"/>
          </w:tcPr>
          <w:p w14:paraId="0DED2568" w14:textId="77777777" w:rsidR="00060E17" w:rsidRDefault="00060E17"/>
        </w:tc>
        <w:tc>
          <w:tcPr>
            <w:tcW w:w="1750" w:type="dxa"/>
          </w:tcPr>
          <w:p w14:paraId="5DC0C738" w14:textId="77777777" w:rsidR="00060E17" w:rsidRDefault="00060E17"/>
        </w:tc>
        <w:tc>
          <w:tcPr>
            <w:tcW w:w="1750" w:type="dxa"/>
          </w:tcPr>
          <w:p w14:paraId="47A79146" w14:textId="77777777" w:rsidR="00060E17" w:rsidRDefault="00060E17"/>
        </w:tc>
        <w:tc>
          <w:tcPr>
            <w:tcW w:w="1750" w:type="dxa"/>
          </w:tcPr>
          <w:p w14:paraId="027D13C8" w14:textId="77777777" w:rsidR="00060E17" w:rsidRDefault="00060E17"/>
        </w:tc>
        <w:tc>
          <w:tcPr>
            <w:tcW w:w="1750" w:type="dxa"/>
          </w:tcPr>
          <w:p w14:paraId="136CA1F9" w14:textId="77777777" w:rsidR="00060E17" w:rsidRDefault="00060E17"/>
        </w:tc>
      </w:tr>
    </w:tbl>
    <w:p w14:paraId="798829EC" w14:textId="77777777" w:rsidR="00060E17" w:rsidRDefault="00060E17"/>
    <w:p w14:paraId="77BD2BB5" w14:textId="77777777" w:rsidR="00060E17" w:rsidRDefault="00D61344">
      <w:pPr>
        <w:pStyle w:val="pstyleLabels"/>
      </w:pPr>
      <w:r>
        <w:rPr>
          <w:rStyle w:val="styleC3"/>
        </w:rPr>
        <w:t>Biological resource use</w:t>
      </w:r>
    </w:p>
    <w:tbl>
      <w:tblPr>
        <w:tblStyle w:val="FancyTable"/>
        <w:tblW w:w="0" w:type="auto"/>
        <w:tblInd w:w="-8" w:type="dxa"/>
        <w:tblLook w:val="04A0" w:firstRow="1" w:lastRow="0" w:firstColumn="1" w:lastColumn="0" w:noHBand="0" w:noVBand="1"/>
      </w:tblPr>
      <w:tblGrid>
        <w:gridCol w:w="1326"/>
        <w:gridCol w:w="1186"/>
        <w:gridCol w:w="1292"/>
        <w:gridCol w:w="1186"/>
        <w:gridCol w:w="1292"/>
        <w:gridCol w:w="1443"/>
        <w:gridCol w:w="1292"/>
      </w:tblGrid>
      <w:tr w:rsidR="00060E17" w14:paraId="07A29C32"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2F42AB07" w14:textId="77777777" w:rsidR="00060E17" w:rsidRDefault="00D61344">
            <w:pPr>
              <w:spacing w:after="0" w:line="240" w:lineRule="auto"/>
              <w:jc w:val="center"/>
            </w:pPr>
            <w:r>
              <w:rPr>
                <w:b/>
                <w:bCs/>
                <w:sz w:val="18"/>
                <w:szCs w:val="18"/>
              </w:rPr>
              <w:t>Factors adversely affecting site</w:t>
            </w:r>
          </w:p>
        </w:tc>
        <w:tc>
          <w:tcPr>
            <w:tcW w:w="1750" w:type="dxa"/>
          </w:tcPr>
          <w:p w14:paraId="2BA7F127" w14:textId="77777777" w:rsidR="00060E17" w:rsidRDefault="00D61344">
            <w:pPr>
              <w:spacing w:after="0" w:line="240" w:lineRule="auto"/>
              <w:jc w:val="center"/>
            </w:pPr>
            <w:r>
              <w:rPr>
                <w:b/>
                <w:bCs/>
                <w:sz w:val="18"/>
                <w:szCs w:val="18"/>
              </w:rPr>
              <w:t>Actual threat</w:t>
            </w:r>
          </w:p>
        </w:tc>
        <w:tc>
          <w:tcPr>
            <w:tcW w:w="1750" w:type="dxa"/>
          </w:tcPr>
          <w:p w14:paraId="64DB3531" w14:textId="77777777" w:rsidR="00060E17" w:rsidRDefault="00D61344">
            <w:pPr>
              <w:spacing w:after="0" w:line="240" w:lineRule="auto"/>
              <w:jc w:val="center"/>
            </w:pPr>
            <w:r>
              <w:rPr>
                <w:b/>
                <w:bCs/>
                <w:sz w:val="18"/>
                <w:szCs w:val="18"/>
              </w:rPr>
              <w:t>Potential threat</w:t>
            </w:r>
          </w:p>
        </w:tc>
        <w:tc>
          <w:tcPr>
            <w:tcW w:w="1750" w:type="dxa"/>
          </w:tcPr>
          <w:p w14:paraId="48947257" w14:textId="77777777" w:rsidR="00060E17" w:rsidRDefault="00D61344">
            <w:pPr>
              <w:spacing w:after="0" w:line="240" w:lineRule="auto"/>
              <w:jc w:val="center"/>
            </w:pPr>
            <w:r>
              <w:rPr>
                <w:b/>
                <w:bCs/>
                <w:sz w:val="18"/>
                <w:szCs w:val="18"/>
              </w:rPr>
              <w:t>Within the site</w:t>
            </w:r>
          </w:p>
        </w:tc>
        <w:tc>
          <w:tcPr>
            <w:tcW w:w="1750" w:type="dxa"/>
          </w:tcPr>
          <w:p w14:paraId="01F34FC5" w14:textId="77777777" w:rsidR="00060E17" w:rsidRDefault="00D61344">
            <w:pPr>
              <w:spacing w:after="0" w:line="240" w:lineRule="auto"/>
              <w:jc w:val="center"/>
            </w:pPr>
            <w:r>
              <w:rPr>
                <w:b/>
                <w:bCs/>
                <w:sz w:val="18"/>
                <w:szCs w:val="18"/>
              </w:rPr>
              <w:t>Changes</w:t>
            </w:r>
          </w:p>
        </w:tc>
        <w:tc>
          <w:tcPr>
            <w:tcW w:w="1750" w:type="dxa"/>
          </w:tcPr>
          <w:p w14:paraId="6E47FC13" w14:textId="77777777" w:rsidR="00060E17" w:rsidRDefault="00D61344">
            <w:pPr>
              <w:spacing w:after="0" w:line="240" w:lineRule="auto"/>
              <w:jc w:val="center"/>
            </w:pPr>
            <w:r>
              <w:rPr>
                <w:b/>
                <w:bCs/>
                <w:sz w:val="18"/>
                <w:szCs w:val="18"/>
              </w:rPr>
              <w:t>In the surrounding area</w:t>
            </w:r>
          </w:p>
        </w:tc>
        <w:tc>
          <w:tcPr>
            <w:tcW w:w="1750" w:type="dxa"/>
          </w:tcPr>
          <w:p w14:paraId="5A9E57FE" w14:textId="77777777" w:rsidR="00060E17" w:rsidRDefault="00D61344">
            <w:pPr>
              <w:spacing w:after="0" w:line="240" w:lineRule="auto"/>
              <w:jc w:val="center"/>
            </w:pPr>
            <w:r>
              <w:rPr>
                <w:b/>
                <w:bCs/>
                <w:sz w:val="18"/>
                <w:szCs w:val="18"/>
              </w:rPr>
              <w:t xml:space="preserve"> Changes</w:t>
            </w:r>
          </w:p>
        </w:tc>
      </w:tr>
      <w:tr w:rsidR="00060E17" w14:paraId="78B6BD98" w14:textId="77777777" w:rsidTr="00060E17">
        <w:trPr>
          <w:trHeight w:val="200"/>
        </w:trPr>
        <w:tc>
          <w:tcPr>
            <w:tcW w:w="1750" w:type="dxa"/>
          </w:tcPr>
          <w:p w14:paraId="044ED361" w14:textId="77777777" w:rsidR="00060E17" w:rsidRDefault="00060E17"/>
        </w:tc>
        <w:tc>
          <w:tcPr>
            <w:tcW w:w="1750" w:type="dxa"/>
          </w:tcPr>
          <w:p w14:paraId="5F0FDFF7" w14:textId="77777777" w:rsidR="00060E17" w:rsidRDefault="00060E17"/>
        </w:tc>
        <w:tc>
          <w:tcPr>
            <w:tcW w:w="1750" w:type="dxa"/>
          </w:tcPr>
          <w:p w14:paraId="7F0FFB9D" w14:textId="77777777" w:rsidR="00060E17" w:rsidRDefault="00060E17"/>
        </w:tc>
        <w:tc>
          <w:tcPr>
            <w:tcW w:w="1750" w:type="dxa"/>
          </w:tcPr>
          <w:p w14:paraId="2334C407" w14:textId="77777777" w:rsidR="00060E17" w:rsidRDefault="00060E17"/>
        </w:tc>
        <w:tc>
          <w:tcPr>
            <w:tcW w:w="1750" w:type="dxa"/>
          </w:tcPr>
          <w:p w14:paraId="3A50FC1D" w14:textId="77777777" w:rsidR="00060E17" w:rsidRDefault="00060E17"/>
        </w:tc>
        <w:tc>
          <w:tcPr>
            <w:tcW w:w="1750" w:type="dxa"/>
          </w:tcPr>
          <w:p w14:paraId="4FE4A785" w14:textId="77777777" w:rsidR="00060E17" w:rsidRDefault="00060E17"/>
        </w:tc>
        <w:tc>
          <w:tcPr>
            <w:tcW w:w="1750" w:type="dxa"/>
          </w:tcPr>
          <w:p w14:paraId="11FB81FF" w14:textId="77777777" w:rsidR="00060E17" w:rsidRDefault="00060E17"/>
        </w:tc>
      </w:tr>
    </w:tbl>
    <w:p w14:paraId="159465A2" w14:textId="77777777" w:rsidR="00060E17" w:rsidRDefault="00060E17"/>
    <w:p w14:paraId="790BC39A" w14:textId="77777777" w:rsidR="00060E17" w:rsidRDefault="00D61344">
      <w:pPr>
        <w:pStyle w:val="pstyleLabels"/>
      </w:pPr>
      <w:r>
        <w:rPr>
          <w:rStyle w:val="styleC3"/>
        </w:rPr>
        <w:lastRenderedPageBreak/>
        <w:t>Human intrusions and disturbance</w:t>
      </w:r>
    </w:p>
    <w:tbl>
      <w:tblPr>
        <w:tblStyle w:val="FancyTable"/>
        <w:tblW w:w="0" w:type="auto"/>
        <w:tblInd w:w="-8" w:type="dxa"/>
        <w:tblLook w:val="04A0" w:firstRow="1" w:lastRow="0" w:firstColumn="1" w:lastColumn="0" w:noHBand="0" w:noVBand="1"/>
      </w:tblPr>
      <w:tblGrid>
        <w:gridCol w:w="1407"/>
        <w:gridCol w:w="1170"/>
        <w:gridCol w:w="1279"/>
        <w:gridCol w:w="1169"/>
        <w:gridCol w:w="1279"/>
        <w:gridCol w:w="1434"/>
        <w:gridCol w:w="1279"/>
      </w:tblGrid>
      <w:tr w:rsidR="00060E17" w14:paraId="6EE39AED"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535BDD49" w14:textId="77777777" w:rsidR="00060E17" w:rsidRDefault="00D61344">
            <w:pPr>
              <w:spacing w:after="0" w:line="240" w:lineRule="auto"/>
              <w:jc w:val="center"/>
            </w:pPr>
            <w:r>
              <w:rPr>
                <w:b/>
                <w:bCs/>
                <w:sz w:val="18"/>
                <w:szCs w:val="18"/>
              </w:rPr>
              <w:t>Factors adversely affecting site</w:t>
            </w:r>
          </w:p>
        </w:tc>
        <w:tc>
          <w:tcPr>
            <w:tcW w:w="1750" w:type="dxa"/>
          </w:tcPr>
          <w:p w14:paraId="06451A8E" w14:textId="77777777" w:rsidR="00060E17" w:rsidRDefault="00D61344">
            <w:pPr>
              <w:spacing w:after="0" w:line="240" w:lineRule="auto"/>
              <w:jc w:val="center"/>
            </w:pPr>
            <w:r>
              <w:rPr>
                <w:b/>
                <w:bCs/>
                <w:sz w:val="18"/>
                <w:szCs w:val="18"/>
              </w:rPr>
              <w:t>Actual threat</w:t>
            </w:r>
          </w:p>
        </w:tc>
        <w:tc>
          <w:tcPr>
            <w:tcW w:w="1750" w:type="dxa"/>
          </w:tcPr>
          <w:p w14:paraId="241875AE" w14:textId="77777777" w:rsidR="00060E17" w:rsidRDefault="00D61344">
            <w:pPr>
              <w:spacing w:after="0" w:line="240" w:lineRule="auto"/>
              <w:jc w:val="center"/>
            </w:pPr>
            <w:r>
              <w:rPr>
                <w:b/>
                <w:bCs/>
                <w:sz w:val="18"/>
                <w:szCs w:val="18"/>
              </w:rPr>
              <w:t>Potential threat</w:t>
            </w:r>
          </w:p>
        </w:tc>
        <w:tc>
          <w:tcPr>
            <w:tcW w:w="1750" w:type="dxa"/>
          </w:tcPr>
          <w:p w14:paraId="5967619C" w14:textId="77777777" w:rsidR="00060E17" w:rsidRDefault="00D61344">
            <w:pPr>
              <w:spacing w:after="0" w:line="240" w:lineRule="auto"/>
              <w:jc w:val="center"/>
            </w:pPr>
            <w:r>
              <w:rPr>
                <w:b/>
                <w:bCs/>
                <w:sz w:val="18"/>
                <w:szCs w:val="18"/>
              </w:rPr>
              <w:t>Within the site</w:t>
            </w:r>
          </w:p>
        </w:tc>
        <w:tc>
          <w:tcPr>
            <w:tcW w:w="1750" w:type="dxa"/>
          </w:tcPr>
          <w:p w14:paraId="6E188FDC" w14:textId="77777777" w:rsidR="00060E17" w:rsidRDefault="00D61344">
            <w:pPr>
              <w:spacing w:after="0" w:line="240" w:lineRule="auto"/>
              <w:jc w:val="center"/>
            </w:pPr>
            <w:r>
              <w:rPr>
                <w:b/>
                <w:bCs/>
                <w:sz w:val="18"/>
                <w:szCs w:val="18"/>
              </w:rPr>
              <w:t>Changes</w:t>
            </w:r>
          </w:p>
        </w:tc>
        <w:tc>
          <w:tcPr>
            <w:tcW w:w="1750" w:type="dxa"/>
          </w:tcPr>
          <w:p w14:paraId="3F53E43B" w14:textId="77777777" w:rsidR="00060E17" w:rsidRDefault="00D61344">
            <w:pPr>
              <w:spacing w:after="0" w:line="240" w:lineRule="auto"/>
              <w:jc w:val="center"/>
            </w:pPr>
            <w:r>
              <w:rPr>
                <w:b/>
                <w:bCs/>
                <w:sz w:val="18"/>
                <w:szCs w:val="18"/>
              </w:rPr>
              <w:t>In the surrounding area</w:t>
            </w:r>
          </w:p>
        </w:tc>
        <w:tc>
          <w:tcPr>
            <w:tcW w:w="1750" w:type="dxa"/>
          </w:tcPr>
          <w:p w14:paraId="10678846" w14:textId="77777777" w:rsidR="00060E17" w:rsidRDefault="00D61344">
            <w:pPr>
              <w:spacing w:after="0" w:line="240" w:lineRule="auto"/>
              <w:jc w:val="center"/>
            </w:pPr>
            <w:r>
              <w:rPr>
                <w:b/>
                <w:bCs/>
                <w:sz w:val="18"/>
                <w:szCs w:val="18"/>
              </w:rPr>
              <w:t xml:space="preserve"> Changes</w:t>
            </w:r>
          </w:p>
        </w:tc>
      </w:tr>
      <w:tr w:rsidR="00060E17" w14:paraId="01BAAB08" w14:textId="77777777" w:rsidTr="00060E17">
        <w:trPr>
          <w:trHeight w:val="200"/>
        </w:trPr>
        <w:tc>
          <w:tcPr>
            <w:tcW w:w="1750" w:type="dxa"/>
          </w:tcPr>
          <w:p w14:paraId="2CBB6A76" w14:textId="77777777" w:rsidR="00060E17" w:rsidRDefault="00D61344">
            <w:r>
              <w:rPr>
                <w:rStyle w:val="styleSubformtxt"/>
              </w:rPr>
              <w:t>Recreational and tourism activities</w:t>
            </w:r>
          </w:p>
        </w:tc>
        <w:tc>
          <w:tcPr>
            <w:tcW w:w="1750" w:type="dxa"/>
          </w:tcPr>
          <w:p w14:paraId="2CF00E28" w14:textId="77777777" w:rsidR="00060E17" w:rsidRDefault="00D61344">
            <w:r>
              <w:rPr>
                <w:rStyle w:val="styleSubformtxt"/>
              </w:rPr>
              <w:t>Low impact</w:t>
            </w:r>
          </w:p>
        </w:tc>
        <w:tc>
          <w:tcPr>
            <w:tcW w:w="1750" w:type="dxa"/>
          </w:tcPr>
          <w:p w14:paraId="105BCD7B" w14:textId="77777777" w:rsidR="00060E17" w:rsidRDefault="00D61344">
            <w:r>
              <w:rPr>
                <w:rStyle w:val="styleSubformtxt"/>
              </w:rPr>
              <w:t>High impact</w:t>
            </w:r>
          </w:p>
        </w:tc>
        <w:tc>
          <w:tcPr>
            <w:tcW w:w="1750" w:type="dxa"/>
          </w:tcPr>
          <w:p w14:paraId="2CE69CF6" w14:textId="77777777" w:rsidR="00060E17" w:rsidRDefault="00D61344">
            <w:pPr>
              <w:pStyle w:val="pstyleRadioTb"/>
            </w:pPr>
            <w:r>
              <w:rPr>
                <w:rStyle w:val="styleRad"/>
              </w:rPr>
              <w:t xml:space="preserve"> [x] </w:t>
            </w:r>
          </w:p>
        </w:tc>
        <w:tc>
          <w:tcPr>
            <w:tcW w:w="1750" w:type="dxa"/>
          </w:tcPr>
          <w:p w14:paraId="26204277" w14:textId="77777777" w:rsidR="00060E17" w:rsidRDefault="00D61344">
            <w:r>
              <w:rPr>
                <w:rStyle w:val="styleSubformtxt"/>
              </w:rPr>
              <w:t>increase</w:t>
            </w:r>
          </w:p>
        </w:tc>
        <w:tc>
          <w:tcPr>
            <w:tcW w:w="1750" w:type="dxa"/>
          </w:tcPr>
          <w:p w14:paraId="3EA29271" w14:textId="77777777" w:rsidR="00060E17" w:rsidRDefault="00D61344">
            <w:pPr>
              <w:pStyle w:val="pstyleRadioTb"/>
            </w:pPr>
            <w:r>
              <w:rPr>
                <w:rStyle w:val="styleRad"/>
              </w:rPr>
              <w:t xml:space="preserve"> [x] </w:t>
            </w:r>
          </w:p>
        </w:tc>
        <w:tc>
          <w:tcPr>
            <w:tcW w:w="1750" w:type="dxa"/>
          </w:tcPr>
          <w:p w14:paraId="7DD8D044" w14:textId="77777777" w:rsidR="00060E17" w:rsidRDefault="00D61344">
            <w:r>
              <w:rPr>
                <w:rStyle w:val="styleSubformtxt"/>
              </w:rPr>
              <w:t>No change</w:t>
            </w:r>
          </w:p>
        </w:tc>
      </w:tr>
      <w:tr w:rsidR="00060E17" w14:paraId="4A524F5D" w14:textId="77777777" w:rsidTr="00060E17">
        <w:trPr>
          <w:trHeight w:val="200"/>
        </w:trPr>
        <w:tc>
          <w:tcPr>
            <w:tcW w:w="1750" w:type="dxa"/>
          </w:tcPr>
          <w:p w14:paraId="713FFBCA" w14:textId="77777777" w:rsidR="00060E17" w:rsidRDefault="00060E17"/>
        </w:tc>
        <w:tc>
          <w:tcPr>
            <w:tcW w:w="1750" w:type="dxa"/>
          </w:tcPr>
          <w:p w14:paraId="3EAB62D4" w14:textId="77777777" w:rsidR="00060E17" w:rsidRDefault="00060E17"/>
        </w:tc>
        <w:tc>
          <w:tcPr>
            <w:tcW w:w="1750" w:type="dxa"/>
          </w:tcPr>
          <w:p w14:paraId="4FFB45E4" w14:textId="77777777" w:rsidR="00060E17" w:rsidRDefault="00060E17"/>
        </w:tc>
        <w:tc>
          <w:tcPr>
            <w:tcW w:w="1750" w:type="dxa"/>
          </w:tcPr>
          <w:p w14:paraId="75B524BA" w14:textId="77777777" w:rsidR="00060E17" w:rsidRDefault="00060E17"/>
        </w:tc>
        <w:tc>
          <w:tcPr>
            <w:tcW w:w="1750" w:type="dxa"/>
          </w:tcPr>
          <w:p w14:paraId="414ED8CC" w14:textId="77777777" w:rsidR="00060E17" w:rsidRDefault="00060E17"/>
        </w:tc>
        <w:tc>
          <w:tcPr>
            <w:tcW w:w="1750" w:type="dxa"/>
          </w:tcPr>
          <w:p w14:paraId="08DFF33D" w14:textId="77777777" w:rsidR="00060E17" w:rsidRDefault="00060E17"/>
        </w:tc>
        <w:tc>
          <w:tcPr>
            <w:tcW w:w="1750" w:type="dxa"/>
          </w:tcPr>
          <w:p w14:paraId="12831892" w14:textId="77777777" w:rsidR="00060E17" w:rsidRDefault="00060E17"/>
        </w:tc>
      </w:tr>
    </w:tbl>
    <w:p w14:paraId="52BB70B6" w14:textId="77777777" w:rsidR="00060E17" w:rsidRDefault="00060E17"/>
    <w:p w14:paraId="7BDFCC5B" w14:textId="77777777" w:rsidR="00060E17" w:rsidRDefault="00D61344">
      <w:pPr>
        <w:pStyle w:val="pstyleLabels"/>
      </w:pPr>
      <w:r>
        <w:rPr>
          <w:rStyle w:val="styleC3"/>
        </w:rPr>
        <w:t>Natural system modifications</w:t>
      </w:r>
    </w:p>
    <w:tbl>
      <w:tblPr>
        <w:tblStyle w:val="FancyTable"/>
        <w:tblW w:w="0" w:type="auto"/>
        <w:tblInd w:w="-8" w:type="dxa"/>
        <w:tblLook w:val="04A0" w:firstRow="1" w:lastRow="0" w:firstColumn="1" w:lastColumn="0" w:noHBand="0" w:noVBand="1"/>
      </w:tblPr>
      <w:tblGrid>
        <w:gridCol w:w="1592"/>
        <w:gridCol w:w="1210"/>
        <w:gridCol w:w="1233"/>
        <w:gridCol w:w="1113"/>
        <w:gridCol w:w="1233"/>
        <w:gridCol w:w="1403"/>
        <w:gridCol w:w="1233"/>
      </w:tblGrid>
      <w:tr w:rsidR="00060E17" w14:paraId="092EAF86"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53AFC1E2" w14:textId="77777777" w:rsidR="00060E17" w:rsidRDefault="00D61344">
            <w:pPr>
              <w:spacing w:after="0" w:line="240" w:lineRule="auto"/>
              <w:jc w:val="center"/>
            </w:pPr>
            <w:r>
              <w:rPr>
                <w:b/>
                <w:bCs/>
                <w:sz w:val="18"/>
                <w:szCs w:val="18"/>
              </w:rPr>
              <w:t>Factors adversely affecting site</w:t>
            </w:r>
          </w:p>
        </w:tc>
        <w:tc>
          <w:tcPr>
            <w:tcW w:w="1750" w:type="dxa"/>
          </w:tcPr>
          <w:p w14:paraId="18ADDAA3" w14:textId="77777777" w:rsidR="00060E17" w:rsidRDefault="00D61344">
            <w:pPr>
              <w:spacing w:after="0" w:line="240" w:lineRule="auto"/>
              <w:jc w:val="center"/>
            </w:pPr>
            <w:r>
              <w:rPr>
                <w:b/>
                <w:bCs/>
                <w:sz w:val="18"/>
                <w:szCs w:val="18"/>
              </w:rPr>
              <w:t>Actual threat</w:t>
            </w:r>
          </w:p>
        </w:tc>
        <w:tc>
          <w:tcPr>
            <w:tcW w:w="1750" w:type="dxa"/>
          </w:tcPr>
          <w:p w14:paraId="60A96964" w14:textId="77777777" w:rsidR="00060E17" w:rsidRDefault="00D61344">
            <w:pPr>
              <w:spacing w:after="0" w:line="240" w:lineRule="auto"/>
              <w:jc w:val="center"/>
            </w:pPr>
            <w:r>
              <w:rPr>
                <w:b/>
                <w:bCs/>
                <w:sz w:val="18"/>
                <w:szCs w:val="18"/>
              </w:rPr>
              <w:t>Potential threat</w:t>
            </w:r>
          </w:p>
        </w:tc>
        <w:tc>
          <w:tcPr>
            <w:tcW w:w="1750" w:type="dxa"/>
          </w:tcPr>
          <w:p w14:paraId="5E3D1AC9" w14:textId="77777777" w:rsidR="00060E17" w:rsidRDefault="00D61344">
            <w:pPr>
              <w:spacing w:after="0" w:line="240" w:lineRule="auto"/>
              <w:jc w:val="center"/>
            </w:pPr>
            <w:r>
              <w:rPr>
                <w:b/>
                <w:bCs/>
                <w:sz w:val="18"/>
                <w:szCs w:val="18"/>
              </w:rPr>
              <w:t>Within the site</w:t>
            </w:r>
          </w:p>
        </w:tc>
        <w:tc>
          <w:tcPr>
            <w:tcW w:w="1750" w:type="dxa"/>
          </w:tcPr>
          <w:p w14:paraId="69397BB7" w14:textId="77777777" w:rsidR="00060E17" w:rsidRDefault="00D61344">
            <w:pPr>
              <w:spacing w:after="0" w:line="240" w:lineRule="auto"/>
              <w:jc w:val="center"/>
            </w:pPr>
            <w:r>
              <w:rPr>
                <w:b/>
                <w:bCs/>
                <w:sz w:val="18"/>
                <w:szCs w:val="18"/>
              </w:rPr>
              <w:t>Changes</w:t>
            </w:r>
          </w:p>
        </w:tc>
        <w:tc>
          <w:tcPr>
            <w:tcW w:w="1750" w:type="dxa"/>
          </w:tcPr>
          <w:p w14:paraId="5D4C0E7E" w14:textId="77777777" w:rsidR="00060E17" w:rsidRDefault="00D61344">
            <w:pPr>
              <w:spacing w:after="0" w:line="240" w:lineRule="auto"/>
              <w:jc w:val="center"/>
            </w:pPr>
            <w:r>
              <w:rPr>
                <w:b/>
                <w:bCs/>
                <w:sz w:val="18"/>
                <w:szCs w:val="18"/>
              </w:rPr>
              <w:t>In the surrounding area</w:t>
            </w:r>
          </w:p>
        </w:tc>
        <w:tc>
          <w:tcPr>
            <w:tcW w:w="1750" w:type="dxa"/>
          </w:tcPr>
          <w:p w14:paraId="49D4F102" w14:textId="77777777" w:rsidR="00060E17" w:rsidRDefault="00D61344">
            <w:pPr>
              <w:spacing w:after="0" w:line="240" w:lineRule="auto"/>
              <w:jc w:val="center"/>
            </w:pPr>
            <w:r>
              <w:rPr>
                <w:b/>
                <w:bCs/>
                <w:sz w:val="18"/>
                <w:szCs w:val="18"/>
              </w:rPr>
              <w:t xml:space="preserve"> Changes</w:t>
            </w:r>
          </w:p>
        </w:tc>
      </w:tr>
      <w:tr w:rsidR="00060E17" w14:paraId="74BC9188" w14:textId="77777777" w:rsidTr="00060E17">
        <w:trPr>
          <w:trHeight w:val="200"/>
        </w:trPr>
        <w:tc>
          <w:tcPr>
            <w:tcW w:w="1750" w:type="dxa"/>
          </w:tcPr>
          <w:p w14:paraId="5F105A54" w14:textId="77777777" w:rsidR="00060E17" w:rsidRDefault="00D61344">
            <w:r>
              <w:rPr>
                <w:rStyle w:val="styleSubformtxt"/>
              </w:rPr>
              <w:t>Dams and water management/use</w:t>
            </w:r>
          </w:p>
        </w:tc>
        <w:tc>
          <w:tcPr>
            <w:tcW w:w="1750" w:type="dxa"/>
          </w:tcPr>
          <w:p w14:paraId="116640A1" w14:textId="77777777" w:rsidR="00060E17" w:rsidRDefault="00D61344">
            <w:r>
              <w:rPr>
                <w:rStyle w:val="styleSubformtxt"/>
              </w:rPr>
              <w:t>unknown impact</w:t>
            </w:r>
          </w:p>
        </w:tc>
        <w:tc>
          <w:tcPr>
            <w:tcW w:w="1750" w:type="dxa"/>
          </w:tcPr>
          <w:p w14:paraId="1ACA1A7C" w14:textId="77777777" w:rsidR="00060E17" w:rsidRDefault="00D61344">
            <w:r>
              <w:rPr>
                <w:rStyle w:val="styleSubformtxt"/>
              </w:rPr>
              <w:t>Medium impact</w:t>
            </w:r>
          </w:p>
        </w:tc>
        <w:tc>
          <w:tcPr>
            <w:tcW w:w="1750" w:type="dxa"/>
          </w:tcPr>
          <w:p w14:paraId="5666D126" w14:textId="77777777" w:rsidR="00060E17" w:rsidRDefault="00D61344">
            <w:pPr>
              <w:pStyle w:val="pstyleRadioTb"/>
            </w:pPr>
            <w:r>
              <w:rPr>
                <w:rStyle w:val="styleRad"/>
              </w:rPr>
              <w:t xml:space="preserve"> [ ] </w:t>
            </w:r>
          </w:p>
        </w:tc>
        <w:tc>
          <w:tcPr>
            <w:tcW w:w="1750" w:type="dxa"/>
          </w:tcPr>
          <w:p w14:paraId="4172914C" w14:textId="77777777" w:rsidR="00060E17" w:rsidRDefault="00D61344">
            <w:r>
              <w:rPr>
                <w:rStyle w:val="styleSubformtxt"/>
              </w:rPr>
              <w:t>No change</w:t>
            </w:r>
          </w:p>
        </w:tc>
        <w:tc>
          <w:tcPr>
            <w:tcW w:w="1750" w:type="dxa"/>
          </w:tcPr>
          <w:p w14:paraId="633CD910" w14:textId="77777777" w:rsidR="00060E17" w:rsidRDefault="00D61344">
            <w:pPr>
              <w:pStyle w:val="pstyleRadioTb"/>
            </w:pPr>
            <w:r>
              <w:rPr>
                <w:rStyle w:val="styleRad"/>
              </w:rPr>
              <w:t xml:space="preserve"> [x] </w:t>
            </w:r>
          </w:p>
        </w:tc>
        <w:tc>
          <w:tcPr>
            <w:tcW w:w="1750" w:type="dxa"/>
          </w:tcPr>
          <w:p w14:paraId="30602D74" w14:textId="77777777" w:rsidR="00060E17" w:rsidRDefault="00D61344">
            <w:r>
              <w:rPr>
                <w:rStyle w:val="styleSubformtxt"/>
              </w:rPr>
              <w:t>No change</w:t>
            </w:r>
          </w:p>
        </w:tc>
      </w:tr>
      <w:tr w:rsidR="00060E17" w14:paraId="42AB8268" w14:textId="77777777" w:rsidTr="00060E17">
        <w:trPr>
          <w:trHeight w:val="200"/>
        </w:trPr>
        <w:tc>
          <w:tcPr>
            <w:tcW w:w="1750" w:type="dxa"/>
          </w:tcPr>
          <w:p w14:paraId="0127F8CF" w14:textId="77777777" w:rsidR="00060E17" w:rsidRDefault="00060E17"/>
        </w:tc>
        <w:tc>
          <w:tcPr>
            <w:tcW w:w="1750" w:type="dxa"/>
          </w:tcPr>
          <w:p w14:paraId="7580CDF9" w14:textId="77777777" w:rsidR="00060E17" w:rsidRDefault="00060E17"/>
        </w:tc>
        <w:tc>
          <w:tcPr>
            <w:tcW w:w="1750" w:type="dxa"/>
          </w:tcPr>
          <w:p w14:paraId="696AD32D" w14:textId="77777777" w:rsidR="00060E17" w:rsidRDefault="00060E17"/>
        </w:tc>
        <w:tc>
          <w:tcPr>
            <w:tcW w:w="1750" w:type="dxa"/>
          </w:tcPr>
          <w:p w14:paraId="4234452E" w14:textId="77777777" w:rsidR="00060E17" w:rsidRDefault="00060E17"/>
        </w:tc>
        <w:tc>
          <w:tcPr>
            <w:tcW w:w="1750" w:type="dxa"/>
          </w:tcPr>
          <w:p w14:paraId="6A4EDBC3" w14:textId="77777777" w:rsidR="00060E17" w:rsidRDefault="00060E17"/>
        </w:tc>
        <w:tc>
          <w:tcPr>
            <w:tcW w:w="1750" w:type="dxa"/>
          </w:tcPr>
          <w:p w14:paraId="6E51B0D0" w14:textId="77777777" w:rsidR="00060E17" w:rsidRDefault="00060E17"/>
        </w:tc>
        <w:tc>
          <w:tcPr>
            <w:tcW w:w="1750" w:type="dxa"/>
          </w:tcPr>
          <w:p w14:paraId="4EF907C2" w14:textId="77777777" w:rsidR="00060E17" w:rsidRDefault="00060E17"/>
        </w:tc>
      </w:tr>
    </w:tbl>
    <w:p w14:paraId="48B69CF5" w14:textId="77777777" w:rsidR="00060E17" w:rsidRDefault="00060E17"/>
    <w:p w14:paraId="20B0404B" w14:textId="77777777" w:rsidR="00060E17" w:rsidRDefault="00D61344">
      <w:pPr>
        <w:pStyle w:val="pstyleLabels"/>
      </w:pPr>
      <w:r>
        <w:rPr>
          <w:rStyle w:val="styleC3"/>
        </w:rPr>
        <w:t>Invasive and other problematic species and genes</w:t>
      </w:r>
    </w:p>
    <w:tbl>
      <w:tblPr>
        <w:tblStyle w:val="FancyTable"/>
        <w:tblW w:w="0" w:type="auto"/>
        <w:tblInd w:w="-8" w:type="dxa"/>
        <w:tblLook w:val="04A0" w:firstRow="1" w:lastRow="0" w:firstColumn="1" w:lastColumn="0" w:noHBand="0" w:noVBand="1"/>
      </w:tblPr>
      <w:tblGrid>
        <w:gridCol w:w="1322"/>
        <w:gridCol w:w="1224"/>
        <w:gridCol w:w="1285"/>
        <w:gridCol w:w="1178"/>
        <w:gridCol w:w="1285"/>
        <w:gridCol w:w="1438"/>
        <w:gridCol w:w="1285"/>
      </w:tblGrid>
      <w:tr w:rsidR="00060E17" w14:paraId="600092F7"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249F3632" w14:textId="77777777" w:rsidR="00060E17" w:rsidRDefault="00D61344">
            <w:pPr>
              <w:spacing w:after="0" w:line="240" w:lineRule="auto"/>
              <w:jc w:val="center"/>
            </w:pPr>
            <w:r>
              <w:rPr>
                <w:b/>
                <w:bCs/>
                <w:sz w:val="18"/>
                <w:szCs w:val="18"/>
              </w:rPr>
              <w:t>Factors adversely affecting site</w:t>
            </w:r>
          </w:p>
        </w:tc>
        <w:tc>
          <w:tcPr>
            <w:tcW w:w="1750" w:type="dxa"/>
          </w:tcPr>
          <w:p w14:paraId="0AEED171" w14:textId="77777777" w:rsidR="00060E17" w:rsidRDefault="00D61344">
            <w:pPr>
              <w:spacing w:after="0" w:line="240" w:lineRule="auto"/>
              <w:jc w:val="center"/>
            </w:pPr>
            <w:r>
              <w:rPr>
                <w:b/>
                <w:bCs/>
                <w:sz w:val="18"/>
                <w:szCs w:val="18"/>
              </w:rPr>
              <w:t>Actual threat</w:t>
            </w:r>
          </w:p>
        </w:tc>
        <w:tc>
          <w:tcPr>
            <w:tcW w:w="1750" w:type="dxa"/>
          </w:tcPr>
          <w:p w14:paraId="06E59526" w14:textId="77777777" w:rsidR="00060E17" w:rsidRDefault="00D61344">
            <w:pPr>
              <w:spacing w:after="0" w:line="240" w:lineRule="auto"/>
              <w:jc w:val="center"/>
            </w:pPr>
            <w:r>
              <w:rPr>
                <w:b/>
                <w:bCs/>
                <w:sz w:val="18"/>
                <w:szCs w:val="18"/>
              </w:rPr>
              <w:t>Potential threat</w:t>
            </w:r>
          </w:p>
        </w:tc>
        <w:tc>
          <w:tcPr>
            <w:tcW w:w="1750" w:type="dxa"/>
          </w:tcPr>
          <w:p w14:paraId="30979604" w14:textId="77777777" w:rsidR="00060E17" w:rsidRDefault="00D61344">
            <w:pPr>
              <w:spacing w:after="0" w:line="240" w:lineRule="auto"/>
              <w:jc w:val="center"/>
            </w:pPr>
            <w:r>
              <w:rPr>
                <w:b/>
                <w:bCs/>
                <w:sz w:val="18"/>
                <w:szCs w:val="18"/>
              </w:rPr>
              <w:t>Within the site</w:t>
            </w:r>
          </w:p>
        </w:tc>
        <w:tc>
          <w:tcPr>
            <w:tcW w:w="1750" w:type="dxa"/>
          </w:tcPr>
          <w:p w14:paraId="4262EEAB" w14:textId="77777777" w:rsidR="00060E17" w:rsidRDefault="00D61344">
            <w:pPr>
              <w:spacing w:after="0" w:line="240" w:lineRule="auto"/>
              <w:jc w:val="center"/>
            </w:pPr>
            <w:r>
              <w:rPr>
                <w:b/>
                <w:bCs/>
                <w:sz w:val="18"/>
                <w:szCs w:val="18"/>
              </w:rPr>
              <w:t>Changes</w:t>
            </w:r>
          </w:p>
        </w:tc>
        <w:tc>
          <w:tcPr>
            <w:tcW w:w="1750" w:type="dxa"/>
          </w:tcPr>
          <w:p w14:paraId="686B0071" w14:textId="77777777" w:rsidR="00060E17" w:rsidRDefault="00D61344">
            <w:pPr>
              <w:spacing w:after="0" w:line="240" w:lineRule="auto"/>
              <w:jc w:val="center"/>
            </w:pPr>
            <w:r>
              <w:rPr>
                <w:b/>
                <w:bCs/>
                <w:sz w:val="18"/>
                <w:szCs w:val="18"/>
              </w:rPr>
              <w:t>In the surrounding area</w:t>
            </w:r>
          </w:p>
        </w:tc>
        <w:tc>
          <w:tcPr>
            <w:tcW w:w="1750" w:type="dxa"/>
          </w:tcPr>
          <w:p w14:paraId="6BFCE596" w14:textId="77777777" w:rsidR="00060E17" w:rsidRDefault="00D61344">
            <w:pPr>
              <w:spacing w:after="0" w:line="240" w:lineRule="auto"/>
              <w:jc w:val="center"/>
            </w:pPr>
            <w:r>
              <w:rPr>
                <w:b/>
                <w:bCs/>
                <w:sz w:val="18"/>
                <w:szCs w:val="18"/>
              </w:rPr>
              <w:t xml:space="preserve"> Changes</w:t>
            </w:r>
          </w:p>
        </w:tc>
      </w:tr>
      <w:tr w:rsidR="00060E17" w14:paraId="01866303" w14:textId="77777777" w:rsidTr="00060E17">
        <w:trPr>
          <w:trHeight w:val="200"/>
        </w:trPr>
        <w:tc>
          <w:tcPr>
            <w:tcW w:w="1750" w:type="dxa"/>
          </w:tcPr>
          <w:p w14:paraId="11130817" w14:textId="77777777" w:rsidR="00060E17" w:rsidRDefault="00D61344">
            <w:r>
              <w:rPr>
                <w:rStyle w:val="styleSubformtxt"/>
              </w:rPr>
              <w:t>Invasive non-native/ alien species</w:t>
            </w:r>
          </w:p>
        </w:tc>
        <w:tc>
          <w:tcPr>
            <w:tcW w:w="1750" w:type="dxa"/>
          </w:tcPr>
          <w:p w14:paraId="222A2596" w14:textId="77777777" w:rsidR="00060E17" w:rsidRDefault="00D61344">
            <w:r>
              <w:rPr>
                <w:rStyle w:val="styleSubformtxt"/>
              </w:rPr>
              <w:t>Medium impact</w:t>
            </w:r>
          </w:p>
        </w:tc>
        <w:tc>
          <w:tcPr>
            <w:tcW w:w="1750" w:type="dxa"/>
          </w:tcPr>
          <w:p w14:paraId="45F0AD0E" w14:textId="77777777" w:rsidR="00060E17" w:rsidRDefault="00D61344">
            <w:r>
              <w:rPr>
                <w:rStyle w:val="styleSubformtxt"/>
              </w:rPr>
              <w:t>High impact</w:t>
            </w:r>
          </w:p>
        </w:tc>
        <w:tc>
          <w:tcPr>
            <w:tcW w:w="1750" w:type="dxa"/>
          </w:tcPr>
          <w:p w14:paraId="3D2BC974" w14:textId="77777777" w:rsidR="00060E17" w:rsidRDefault="00D61344">
            <w:pPr>
              <w:pStyle w:val="pstyleRadioTb"/>
            </w:pPr>
            <w:r>
              <w:rPr>
                <w:rStyle w:val="styleRad"/>
              </w:rPr>
              <w:t xml:space="preserve"> [x] </w:t>
            </w:r>
          </w:p>
        </w:tc>
        <w:tc>
          <w:tcPr>
            <w:tcW w:w="1750" w:type="dxa"/>
          </w:tcPr>
          <w:p w14:paraId="53DC3909" w14:textId="77777777" w:rsidR="00060E17" w:rsidRDefault="00D61344">
            <w:r>
              <w:rPr>
                <w:rStyle w:val="styleSubformtxt"/>
              </w:rPr>
              <w:t>No change</w:t>
            </w:r>
          </w:p>
        </w:tc>
        <w:tc>
          <w:tcPr>
            <w:tcW w:w="1750" w:type="dxa"/>
          </w:tcPr>
          <w:p w14:paraId="4284FC90" w14:textId="77777777" w:rsidR="00060E17" w:rsidRDefault="00D61344">
            <w:pPr>
              <w:pStyle w:val="pstyleRadioTb"/>
            </w:pPr>
            <w:r>
              <w:rPr>
                <w:rStyle w:val="styleRad"/>
              </w:rPr>
              <w:t xml:space="preserve"> [ ] </w:t>
            </w:r>
          </w:p>
        </w:tc>
        <w:tc>
          <w:tcPr>
            <w:tcW w:w="1750" w:type="dxa"/>
          </w:tcPr>
          <w:p w14:paraId="02DA088B" w14:textId="77777777" w:rsidR="00060E17" w:rsidRDefault="00D61344">
            <w:r>
              <w:rPr>
                <w:rStyle w:val="styleSubformtxt"/>
              </w:rPr>
              <w:t>No change</w:t>
            </w:r>
          </w:p>
        </w:tc>
      </w:tr>
      <w:tr w:rsidR="00060E17" w14:paraId="7B2665C9" w14:textId="77777777" w:rsidTr="00060E17">
        <w:trPr>
          <w:trHeight w:val="200"/>
        </w:trPr>
        <w:tc>
          <w:tcPr>
            <w:tcW w:w="1750" w:type="dxa"/>
          </w:tcPr>
          <w:p w14:paraId="1B912B82" w14:textId="77777777" w:rsidR="00060E17" w:rsidRDefault="00060E17"/>
        </w:tc>
        <w:tc>
          <w:tcPr>
            <w:tcW w:w="1750" w:type="dxa"/>
          </w:tcPr>
          <w:p w14:paraId="2B3ED44B" w14:textId="77777777" w:rsidR="00060E17" w:rsidRDefault="00060E17"/>
        </w:tc>
        <w:tc>
          <w:tcPr>
            <w:tcW w:w="1750" w:type="dxa"/>
          </w:tcPr>
          <w:p w14:paraId="2462FF2D" w14:textId="77777777" w:rsidR="00060E17" w:rsidRDefault="00060E17"/>
        </w:tc>
        <w:tc>
          <w:tcPr>
            <w:tcW w:w="1750" w:type="dxa"/>
          </w:tcPr>
          <w:p w14:paraId="04E42CD8" w14:textId="77777777" w:rsidR="00060E17" w:rsidRDefault="00060E17"/>
        </w:tc>
        <w:tc>
          <w:tcPr>
            <w:tcW w:w="1750" w:type="dxa"/>
          </w:tcPr>
          <w:p w14:paraId="4098FAE0" w14:textId="77777777" w:rsidR="00060E17" w:rsidRDefault="00060E17"/>
        </w:tc>
        <w:tc>
          <w:tcPr>
            <w:tcW w:w="1750" w:type="dxa"/>
          </w:tcPr>
          <w:p w14:paraId="47DD3F80" w14:textId="77777777" w:rsidR="00060E17" w:rsidRDefault="00060E17"/>
        </w:tc>
        <w:tc>
          <w:tcPr>
            <w:tcW w:w="1750" w:type="dxa"/>
          </w:tcPr>
          <w:p w14:paraId="0DD9E4AC" w14:textId="77777777" w:rsidR="00060E17" w:rsidRDefault="00060E17"/>
        </w:tc>
      </w:tr>
    </w:tbl>
    <w:p w14:paraId="0B1BBEEB" w14:textId="77777777" w:rsidR="00060E17" w:rsidRDefault="00060E17"/>
    <w:p w14:paraId="4277EA41" w14:textId="77777777" w:rsidR="00060E17" w:rsidRDefault="00D61344">
      <w:pPr>
        <w:pStyle w:val="pstyleLabels"/>
      </w:pPr>
      <w:r>
        <w:rPr>
          <w:rStyle w:val="styleC3"/>
        </w:rPr>
        <w:t>Pollution</w:t>
      </w:r>
    </w:p>
    <w:tbl>
      <w:tblPr>
        <w:tblStyle w:val="FancyTable"/>
        <w:tblW w:w="0" w:type="auto"/>
        <w:tblInd w:w="-8" w:type="dxa"/>
        <w:tblLook w:val="04A0" w:firstRow="1" w:lastRow="0" w:firstColumn="1" w:lastColumn="0" w:noHBand="0" w:noVBand="1"/>
      </w:tblPr>
      <w:tblGrid>
        <w:gridCol w:w="1334"/>
        <w:gridCol w:w="1222"/>
        <w:gridCol w:w="1283"/>
        <w:gridCol w:w="1175"/>
        <w:gridCol w:w="1283"/>
        <w:gridCol w:w="1437"/>
        <w:gridCol w:w="1283"/>
      </w:tblGrid>
      <w:tr w:rsidR="00060E17" w14:paraId="113256B1"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0D6291E3" w14:textId="77777777" w:rsidR="00060E17" w:rsidRDefault="00D61344">
            <w:pPr>
              <w:spacing w:after="0" w:line="240" w:lineRule="auto"/>
              <w:jc w:val="center"/>
            </w:pPr>
            <w:r>
              <w:rPr>
                <w:b/>
                <w:bCs/>
                <w:sz w:val="18"/>
                <w:szCs w:val="18"/>
              </w:rPr>
              <w:t>Factors adversely affecting site</w:t>
            </w:r>
          </w:p>
        </w:tc>
        <w:tc>
          <w:tcPr>
            <w:tcW w:w="1750" w:type="dxa"/>
          </w:tcPr>
          <w:p w14:paraId="198375E1" w14:textId="77777777" w:rsidR="00060E17" w:rsidRDefault="00D61344">
            <w:pPr>
              <w:spacing w:after="0" w:line="240" w:lineRule="auto"/>
              <w:jc w:val="center"/>
            </w:pPr>
            <w:r>
              <w:rPr>
                <w:b/>
                <w:bCs/>
                <w:sz w:val="18"/>
                <w:szCs w:val="18"/>
              </w:rPr>
              <w:t>Actual threat</w:t>
            </w:r>
          </w:p>
        </w:tc>
        <w:tc>
          <w:tcPr>
            <w:tcW w:w="1750" w:type="dxa"/>
          </w:tcPr>
          <w:p w14:paraId="634DE5FE" w14:textId="77777777" w:rsidR="00060E17" w:rsidRDefault="00D61344">
            <w:pPr>
              <w:spacing w:after="0" w:line="240" w:lineRule="auto"/>
              <w:jc w:val="center"/>
            </w:pPr>
            <w:r>
              <w:rPr>
                <w:b/>
                <w:bCs/>
                <w:sz w:val="18"/>
                <w:szCs w:val="18"/>
              </w:rPr>
              <w:t>Potential threat</w:t>
            </w:r>
          </w:p>
        </w:tc>
        <w:tc>
          <w:tcPr>
            <w:tcW w:w="1750" w:type="dxa"/>
          </w:tcPr>
          <w:p w14:paraId="3E7D3663" w14:textId="77777777" w:rsidR="00060E17" w:rsidRDefault="00D61344">
            <w:pPr>
              <w:spacing w:after="0" w:line="240" w:lineRule="auto"/>
              <w:jc w:val="center"/>
            </w:pPr>
            <w:r>
              <w:rPr>
                <w:b/>
                <w:bCs/>
                <w:sz w:val="18"/>
                <w:szCs w:val="18"/>
              </w:rPr>
              <w:t>Within the site</w:t>
            </w:r>
          </w:p>
        </w:tc>
        <w:tc>
          <w:tcPr>
            <w:tcW w:w="1750" w:type="dxa"/>
          </w:tcPr>
          <w:p w14:paraId="649C4A21" w14:textId="77777777" w:rsidR="00060E17" w:rsidRDefault="00D61344">
            <w:pPr>
              <w:spacing w:after="0" w:line="240" w:lineRule="auto"/>
              <w:jc w:val="center"/>
            </w:pPr>
            <w:r>
              <w:rPr>
                <w:b/>
                <w:bCs/>
                <w:sz w:val="18"/>
                <w:szCs w:val="18"/>
              </w:rPr>
              <w:t>Changes</w:t>
            </w:r>
          </w:p>
        </w:tc>
        <w:tc>
          <w:tcPr>
            <w:tcW w:w="1750" w:type="dxa"/>
          </w:tcPr>
          <w:p w14:paraId="5AD4CFD8" w14:textId="77777777" w:rsidR="00060E17" w:rsidRDefault="00D61344">
            <w:pPr>
              <w:spacing w:after="0" w:line="240" w:lineRule="auto"/>
              <w:jc w:val="center"/>
            </w:pPr>
            <w:r>
              <w:rPr>
                <w:b/>
                <w:bCs/>
                <w:sz w:val="18"/>
                <w:szCs w:val="18"/>
              </w:rPr>
              <w:t>In the surrounding area</w:t>
            </w:r>
          </w:p>
        </w:tc>
        <w:tc>
          <w:tcPr>
            <w:tcW w:w="1750" w:type="dxa"/>
          </w:tcPr>
          <w:p w14:paraId="313674FA" w14:textId="77777777" w:rsidR="00060E17" w:rsidRDefault="00D61344">
            <w:pPr>
              <w:spacing w:after="0" w:line="240" w:lineRule="auto"/>
              <w:jc w:val="center"/>
            </w:pPr>
            <w:r>
              <w:rPr>
                <w:b/>
                <w:bCs/>
                <w:sz w:val="18"/>
                <w:szCs w:val="18"/>
              </w:rPr>
              <w:t xml:space="preserve"> Changes</w:t>
            </w:r>
          </w:p>
        </w:tc>
      </w:tr>
      <w:tr w:rsidR="00060E17" w14:paraId="45D18B73" w14:textId="77777777" w:rsidTr="00060E17">
        <w:trPr>
          <w:trHeight w:val="200"/>
        </w:trPr>
        <w:tc>
          <w:tcPr>
            <w:tcW w:w="1750" w:type="dxa"/>
          </w:tcPr>
          <w:p w14:paraId="53347CCC" w14:textId="77777777" w:rsidR="00060E17" w:rsidRDefault="00D61344">
            <w:r>
              <w:rPr>
                <w:rStyle w:val="styleSubformtxt"/>
              </w:rPr>
              <w:t>Household sewage, urban waste water</w:t>
            </w:r>
          </w:p>
        </w:tc>
        <w:tc>
          <w:tcPr>
            <w:tcW w:w="1750" w:type="dxa"/>
          </w:tcPr>
          <w:p w14:paraId="1FA4764D" w14:textId="77777777" w:rsidR="00060E17" w:rsidRDefault="00D61344">
            <w:r>
              <w:rPr>
                <w:rStyle w:val="styleSubformtxt"/>
              </w:rPr>
              <w:t>Medium impact</w:t>
            </w:r>
          </w:p>
        </w:tc>
        <w:tc>
          <w:tcPr>
            <w:tcW w:w="1750" w:type="dxa"/>
          </w:tcPr>
          <w:p w14:paraId="035B39CC" w14:textId="77777777" w:rsidR="00060E17" w:rsidRDefault="00D61344">
            <w:r>
              <w:rPr>
                <w:rStyle w:val="styleSubformtxt"/>
              </w:rPr>
              <w:t>Medium impact</w:t>
            </w:r>
          </w:p>
        </w:tc>
        <w:tc>
          <w:tcPr>
            <w:tcW w:w="1750" w:type="dxa"/>
          </w:tcPr>
          <w:p w14:paraId="5DC50812" w14:textId="77777777" w:rsidR="00060E17" w:rsidRDefault="00D61344">
            <w:pPr>
              <w:pStyle w:val="pstyleRadioTb"/>
            </w:pPr>
            <w:r>
              <w:rPr>
                <w:rStyle w:val="styleRad"/>
              </w:rPr>
              <w:t xml:space="preserve"> [x] </w:t>
            </w:r>
          </w:p>
        </w:tc>
        <w:tc>
          <w:tcPr>
            <w:tcW w:w="1750" w:type="dxa"/>
          </w:tcPr>
          <w:p w14:paraId="6AD386E2" w14:textId="77777777" w:rsidR="00060E17" w:rsidRDefault="00D61344">
            <w:r>
              <w:rPr>
                <w:rStyle w:val="styleSubformtxt"/>
              </w:rPr>
              <w:t>No change</w:t>
            </w:r>
          </w:p>
        </w:tc>
        <w:tc>
          <w:tcPr>
            <w:tcW w:w="1750" w:type="dxa"/>
          </w:tcPr>
          <w:p w14:paraId="4FEA7EF7" w14:textId="77777777" w:rsidR="00060E17" w:rsidRDefault="00D61344">
            <w:pPr>
              <w:pStyle w:val="pstyleRadioTb"/>
            </w:pPr>
            <w:r>
              <w:rPr>
                <w:rStyle w:val="styleRad"/>
              </w:rPr>
              <w:t xml:space="preserve"> [x] </w:t>
            </w:r>
          </w:p>
        </w:tc>
        <w:tc>
          <w:tcPr>
            <w:tcW w:w="1750" w:type="dxa"/>
          </w:tcPr>
          <w:p w14:paraId="7215B51A" w14:textId="77777777" w:rsidR="00060E17" w:rsidRDefault="00D61344">
            <w:r>
              <w:rPr>
                <w:rStyle w:val="styleSubformtxt"/>
              </w:rPr>
              <w:t>No change</w:t>
            </w:r>
          </w:p>
        </w:tc>
      </w:tr>
      <w:tr w:rsidR="00060E17" w14:paraId="397CCA36" w14:textId="77777777" w:rsidTr="00060E17">
        <w:trPr>
          <w:trHeight w:val="200"/>
        </w:trPr>
        <w:tc>
          <w:tcPr>
            <w:tcW w:w="1750" w:type="dxa"/>
          </w:tcPr>
          <w:p w14:paraId="12DF8EED" w14:textId="77777777" w:rsidR="00060E17" w:rsidRDefault="00D61344">
            <w:r>
              <w:rPr>
                <w:rStyle w:val="styleSubformtxt"/>
              </w:rPr>
              <w:t>Industrial and military effluents</w:t>
            </w:r>
          </w:p>
        </w:tc>
        <w:tc>
          <w:tcPr>
            <w:tcW w:w="1750" w:type="dxa"/>
          </w:tcPr>
          <w:p w14:paraId="257ACCE7" w14:textId="77777777" w:rsidR="00060E17" w:rsidRDefault="00D61344">
            <w:r>
              <w:rPr>
                <w:rStyle w:val="styleSubformtxt"/>
              </w:rPr>
              <w:t>Low impact</w:t>
            </w:r>
          </w:p>
        </w:tc>
        <w:tc>
          <w:tcPr>
            <w:tcW w:w="1750" w:type="dxa"/>
          </w:tcPr>
          <w:p w14:paraId="7313733C" w14:textId="77777777" w:rsidR="00060E17" w:rsidRDefault="00D61344">
            <w:r>
              <w:rPr>
                <w:rStyle w:val="styleSubformtxt"/>
              </w:rPr>
              <w:t>High impact</w:t>
            </w:r>
          </w:p>
        </w:tc>
        <w:tc>
          <w:tcPr>
            <w:tcW w:w="1750" w:type="dxa"/>
          </w:tcPr>
          <w:p w14:paraId="4C38C347" w14:textId="77777777" w:rsidR="00060E17" w:rsidRDefault="00D61344">
            <w:pPr>
              <w:pStyle w:val="pstyleRadioTb"/>
            </w:pPr>
            <w:r>
              <w:rPr>
                <w:rStyle w:val="styleRad"/>
              </w:rPr>
              <w:t xml:space="preserve"> [x] </w:t>
            </w:r>
          </w:p>
        </w:tc>
        <w:tc>
          <w:tcPr>
            <w:tcW w:w="1750" w:type="dxa"/>
          </w:tcPr>
          <w:p w14:paraId="38A845A6" w14:textId="77777777" w:rsidR="00060E17" w:rsidRDefault="00D61344">
            <w:r>
              <w:rPr>
                <w:rStyle w:val="styleSubformtxt"/>
              </w:rPr>
              <w:t>No change</w:t>
            </w:r>
          </w:p>
        </w:tc>
        <w:tc>
          <w:tcPr>
            <w:tcW w:w="1750" w:type="dxa"/>
          </w:tcPr>
          <w:p w14:paraId="2A84B664" w14:textId="77777777" w:rsidR="00060E17" w:rsidRDefault="00D61344">
            <w:pPr>
              <w:pStyle w:val="pstyleRadioTb"/>
            </w:pPr>
            <w:r>
              <w:rPr>
                <w:rStyle w:val="styleRad"/>
              </w:rPr>
              <w:t xml:space="preserve"> [ ] </w:t>
            </w:r>
          </w:p>
        </w:tc>
        <w:tc>
          <w:tcPr>
            <w:tcW w:w="1750" w:type="dxa"/>
          </w:tcPr>
          <w:p w14:paraId="4055DFF0" w14:textId="77777777" w:rsidR="00060E17" w:rsidRDefault="00D61344">
            <w:r>
              <w:rPr>
                <w:rStyle w:val="styleSubformtxt"/>
              </w:rPr>
              <w:t>No change</w:t>
            </w:r>
          </w:p>
        </w:tc>
      </w:tr>
      <w:tr w:rsidR="00060E17" w14:paraId="00576D64" w14:textId="77777777" w:rsidTr="00060E17">
        <w:trPr>
          <w:trHeight w:val="200"/>
        </w:trPr>
        <w:tc>
          <w:tcPr>
            <w:tcW w:w="1750" w:type="dxa"/>
          </w:tcPr>
          <w:p w14:paraId="03665329" w14:textId="77777777" w:rsidR="00060E17" w:rsidRDefault="00060E17"/>
        </w:tc>
        <w:tc>
          <w:tcPr>
            <w:tcW w:w="1750" w:type="dxa"/>
          </w:tcPr>
          <w:p w14:paraId="079101B2" w14:textId="77777777" w:rsidR="00060E17" w:rsidRDefault="00060E17"/>
        </w:tc>
        <w:tc>
          <w:tcPr>
            <w:tcW w:w="1750" w:type="dxa"/>
          </w:tcPr>
          <w:p w14:paraId="60FACD2C" w14:textId="77777777" w:rsidR="00060E17" w:rsidRDefault="00060E17"/>
        </w:tc>
        <w:tc>
          <w:tcPr>
            <w:tcW w:w="1750" w:type="dxa"/>
          </w:tcPr>
          <w:p w14:paraId="109E0414" w14:textId="77777777" w:rsidR="00060E17" w:rsidRDefault="00060E17"/>
        </w:tc>
        <w:tc>
          <w:tcPr>
            <w:tcW w:w="1750" w:type="dxa"/>
          </w:tcPr>
          <w:p w14:paraId="190F26BE" w14:textId="77777777" w:rsidR="00060E17" w:rsidRDefault="00060E17"/>
        </w:tc>
        <w:tc>
          <w:tcPr>
            <w:tcW w:w="1750" w:type="dxa"/>
          </w:tcPr>
          <w:p w14:paraId="754E18B1" w14:textId="77777777" w:rsidR="00060E17" w:rsidRDefault="00060E17"/>
        </w:tc>
        <w:tc>
          <w:tcPr>
            <w:tcW w:w="1750" w:type="dxa"/>
          </w:tcPr>
          <w:p w14:paraId="50163E0E" w14:textId="77777777" w:rsidR="00060E17" w:rsidRDefault="00060E17"/>
        </w:tc>
      </w:tr>
    </w:tbl>
    <w:p w14:paraId="350C41B0" w14:textId="77777777" w:rsidR="00060E17" w:rsidRDefault="00060E17"/>
    <w:p w14:paraId="3240C4CC" w14:textId="77777777" w:rsidR="00060E17" w:rsidRDefault="00D61344">
      <w:pPr>
        <w:pStyle w:val="pstyleLabels"/>
      </w:pPr>
      <w:r>
        <w:rPr>
          <w:rStyle w:val="styleC3"/>
        </w:rPr>
        <w:t>Geological events</w:t>
      </w:r>
    </w:p>
    <w:tbl>
      <w:tblPr>
        <w:tblStyle w:val="FancyTable"/>
        <w:tblW w:w="0" w:type="auto"/>
        <w:tblInd w:w="-8" w:type="dxa"/>
        <w:tblLook w:val="04A0" w:firstRow="1" w:lastRow="0" w:firstColumn="1" w:lastColumn="0" w:noHBand="0" w:noVBand="1"/>
      </w:tblPr>
      <w:tblGrid>
        <w:gridCol w:w="1326"/>
        <w:gridCol w:w="1186"/>
        <w:gridCol w:w="1292"/>
        <w:gridCol w:w="1186"/>
        <w:gridCol w:w="1292"/>
        <w:gridCol w:w="1443"/>
        <w:gridCol w:w="1292"/>
      </w:tblGrid>
      <w:tr w:rsidR="00060E17" w14:paraId="49366BD0"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79CA8F63" w14:textId="77777777" w:rsidR="00060E17" w:rsidRDefault="00D61344">
            <w:pPr>
              <w:spacing w:after="0" w:line="240" w:lineRule="auto"/>
              <w:jc w:val="center"/>
            </w:pPr>
            <w:r>
              <w:rPr>
                <w:b/>
                <w:bCs/>
                <w:sz w:val="18"/>
                <w:szCs w:val="18"/>
              </w:rPr>
              <w:t>Factors adversely affecting site</w:t>
            </w:r>
          </w:p>
        </w:tc>
        <w:tc>
          <w:tcPr>
            <w:tcW w:w="1750" w:type="dxa"/>
          </w:tcPr>
          <w:p w14:paraId="6AEBBB87" w14:textId="77777777" w:rsidR="00060E17" w:rsidRDefault="00D61344">
            <w:pPr>
              <w:spacing w:after="0" w:line="240" w:lineRule="auto"/>
              <w:jc w:val="center"/>
            </w:pPr>
            <w:r>
              <w:rPr>
                <w:b/>
                <w:bCs/>
                <w:sz w:val="18"/>
                <w:szCs w:val="18"/>
              </w:rPr>
              <w:t>Actual threat</w:t>
            </w:r>
          </w:p>
        </w:tc>
        <w:tc>
          <w:tcPr>
            <w:tcW w:w="1750" w:type="dxa"/>
          </w:tcPr>
          <w:p w14:paraId="70861FE7" w14:textId="77777777" w:rsidR="00060E17" w:rsidRDefault="00D61344">
            <w:pPr>
              <w:spacing w:after="0" w:line="240" w:lineRule="auto"/>
              <w:jc w:val="center"/>
            </w:pPr>
            <w:r>
              <w:rPr>
                <w:b/>
                <w:bCs/>
                <w:sz w:val="18"/>
                <w:szCs w:val="18"/>
              </w:rPr>
              <w:t>Potential threat</w:t>
            </w:r>
          </w:p>
        </w:tc>
        <w:tc>
          <w:tcPr>
            <w:tcW w:w="1750" w:type="dxa"/>
          </w:tcPr>
          <w:p w14:paraId="6482D67B" w14:textId="77777777" w:rsidR="00060E17" w:rsidRDefault="00D61344">
            <w:pPr>
              <w:spacing w:after="0" w:line="240" w:lineRule="auto"/>
              <w:jc w:val="center"/>
            </w:pPr>
            <w:r>
              <w:rPr>
                <w:b/>
                <w:bCs/>
                <w:sz w:val="18"/>
                <w:szCs w:val="18"/>
              </w:rPr>
              <w:t>Within the site</w:t>
            </w:r>
          </w:p>
        </w:tc>
        <w:tc>
          <w:tcPr>
            <w:tcW w:w="1750" w:type="dxa"/>
          </w:tcPr>
          <w:p w14:paraId="0A6B0660" w14:textId="77777777" w:rsidR="00060E17" w:rsidRDefault="00D61344">
            <w:pPr>
              <w:spacing w:after="0" w:line="240" w:lineRule="auto"/>
              <w:jc w:val="center"/>
            </w:pPr>
            <w:r>
              <w:rPr>
                <w:b/>
                <w:bCs/>
                <w:sz w:val="18"/>
                <w:szCs w:val="18"/>
              </w:rPr>
              <w:t>Changes</w:t>
            </w:r>
          </w:p>
        </w:tc>
        <w:tc>
          <w:tcPr>
            <w:tcW w:w="1750" w:type="dxa"/>
          </w:tcPr>
          <w:p w14:paraId="46E0549C" w14:textId="77777777" w:rsidR="00060E17" w:rsidRDefault="00D61344">
            <w:pPr>
              <w:spacing w:after="0" w:line="240" w:lineRule="auto"/>
              <w:jc w:val="center"/>
            </w:pPr>
            <w:r>
              <w:rPr>
                <w:b/>
                <w:bCs/>
                <w:sz w:val="18"/>
                <w:szCs w:val="18"/>
              </w:rPr>
              <w:t>In the surrounding area</w:t>
            </w:r>
          </w:p>
        </w:tc>
        <w:tc>
          <w:tcPr>
            <w:tcW w:w="1750" w:type="dxa"/>
          </w:tcPr>
          <w:p w14:paraId="271AC64E" w14:textId="77777777" w:rsidR="00060E17" w:rsidRDefault="00D61344">
            <w:pPr>
              <w:spacing w:after="0" w:line="240" w:lineRule="auto"/>
              <w:jc w:val="center"/>
            </w:pPr>
            <w:r>
              <w:rPr>
                <w:b/>
                <w:bCs/>
                <w:sz w:val="18"/>
                <w:szCs w:val="18"/>
              </w:rPr>
              <w:t xml:space="preserve"> Changes</w:t>
            </w:r>
          </w:p>
        </w:tc>
      </w:tr>
      <w:tr w:rsidR="00060E17" w14:paraId="7C180B73" w14:textId="77777777" w:rsidTr="00060E17">
        <w:trPr>
          <w:trHeight w:val="200"/>
        </w:trPr>
        <w:tc>
          <w:tcPr>
            <w:tcW w:w="1750" w:type="dxa"/>
          </w:tcPr>
          <w:p w14:paraId="47D2DD5C" w14:textId="77777777" w:rsidR="00060E17" w:rsidRDefault="00060E17"/>
        </w:tc>
        <w:tc>
          <w:tcPr>
            <w:tcW w:w="1750" w:type="dxa"/>
          </w:tcPr>
          <w:p w14:paraId="7F82E13E" w14:textId="77777777" w:rsidR="00060E17" w:rsidRDefault="00060E17"/>
        </w:tc>
        <w:tc>
          <w:tcPr>
            <w:tcW w:w="1750" w:type="dxa"/>
          </w:tcPr>
          <w:p w14:paraId="5B080B05" w14:textId="77777777" w:rsidR="00060E17" w:rsidRDefault="00060E17"/>
        </w:tc>
        <w:tc>
          <w:tcPr>
            <w:tcW w:w="1750" w:type="dxa"/>
          </w:tcPr>
          <w:p w14:paraId="5E9BB6A0" w14:textId="77777777" w:rsidR="00060E17" w:rsidRDefault="00060E17"/>
        </w:tc>
        <w:tc>
          <w:tcPr>
            <w:tcW w:w="1750" w:type="dxa"/>
          </w:tcPr>
          <w:p w14:paraId="16BA02FA" w14:textId="77777777" w:rsidR="00060E17" w:rsidRDefault="00060E17"/>
        </w:tc>
        <w:tc>
          <w:tcPr>
            <w:tcW w:w="1750" w:type="dxa"/>
          </w:tcPr>
          <w:p w14:paraId="7910E50B" w14:textId="77777777" w:rsidR="00060E17" w:rsidRDefault="00060E17"/>
        </w:tc>
        <w:tc>
          <w:tcPr>
            <w:tcW w:w="1750" w:type="dxa"/>
          </w:tcPr>
          <w:p w14:paraId="182FC7FE" w14:textId="77777777" w:rsidR="00060E17" w:rsidRDefault="00060E17"/>
        </w:tc>
      </w:tr>
    </w:tbl>
    <w:p w14:paraId="417C331D" w14:textId="77777777" w:rsidR="00060E17" w:rsidRDefault="00060E17"/>
    <w:p w14:paraId="54C1AE95" w14:textId="77777777" w:rsidR="00060E17" w:rsidRDefault="00D61344">
      <w:pPr>
        <w:pStyle w:val="pstyleLabels"/>
      </w:pPr>
      <w:r>
        <w:rPr>
          <w:rStyle w:val="styleC3"/>
        </w:rPr>
        <w:lastRenderedPageBreak/>
        <w:t>Climate change and severe weather</w:t>
      </w:r>
    </w:p>
    <w:tbl>
      <w:tblPr>
        <w:tblStyle w:val="FancyTable"/>
        <w:tblW w:w="0" w:type="auto"/>
        <w:tblInd w:w="-8" w:type="dxa"/>
        <w:tblLook w:val="04A0" w:firstRow="1" w:lastRow="0" w:firstColumn="1" w:lastColumn="0" w:noHBand="0" w:noVBand="1"/>
      </w:tblPr>
      <w:tblGrid>
        <w:gridCol w:w="1326"/>
        <w:gridCol w:w="1186"/>
        <w:gridCol w:w="1292"/>
        <w:gridCol w:w="1186"/>
        <w:gridCol w:w="1292"/>
        <w:gridCol w:w="1443"/>
        <w:gridCol w:w="1292"/>
      </w:tblGrid>
      <w:tr w:rsidR="00060E17" w14:paraId="0E6816EA"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25537C2C" w14:textId="77777777" w:rsidR="00060E17" w:rsidRDefault="00D61344">
            <w:pPr>
              <w:spacing w:after="0" w:line="240" w:lineRule="auto"/>
              <w:jc w:val="center"/>
            </w:pPr>
            <w:r>
              <w:rPr>
                <w:b/>
                <w:bCs/>
                <w:sz w:val="18"/>
                <w:szCs w:val="18"/>
              </w:rPr>
              <w:t>Factors adversely affecting site</w:t>
            </w:r>
          </w:p>
        </w:tc>
        <w:tc>
          <w:tcPr>
            <w:tcW w:w="1750" w:type="dxa"/>
          </w:tcPr>
          <w:p w14:paraId="0ECF68FF" w14:textId="77777777" w:rsidR="00060E17" w:rsidRDefault="00D61344">
            <w:pPr>
              <w:spacing w:after="0" w:line="240" w:lineRule="auto"/>
              <w:jc w:val="center"/>
            </w:pPr>
            <w:r>
              <w:rPr>
                <w:b/>
                <w:bCs/>
                <w:sz w:val="18"/>
                <w:szCs w:val="18"/>
              </w:rPr>
              <w:t>Actual threat</w:t>
            </w:r>
          </w:p>
        </w:tc>
        <w:tc>
          <w:tcPr>
            <w:tcW w:w="1750" w:type="dxa"/>
          </w:tcPr>
          <w:p w14:paraId="45FBBD47" w14:textId="77777777" w:rsidR="00060E17" w:rsidRDefault="00D61344">
            <w:pPr>
              <w:spacing w:after="0" w:line="240" w:lineRule="auto"/>
              <w:jc w:val="center"/>
            </w:pPr>
            <w:r>
              <w:rPr>
                <w:b/>
                <w:bCs/>
                <w:sz w:val="18"/>
                <w:szCs w:val="18"/>
              </w:rPr>
              <w:t>Potential threat</w:t>
            </w:r>
          </w:p>
        </w:tc>
        <w:tc>
          <w:tcPr>
            <w:tcW w:w="1750" w:type="dxa"/>
          </w:tcPr>
          <w:p w14:paraId="659920EF" w14:textId="77777777" w:rsidR="00060E17" w:rsidRDefault="00D61344">
            <w:pPr>
              <w:spacing w:after="0" w:line="240" w:lineRule="auto"/>
              <w:jc w:val="center"/>
            </w:pPr>
            <w:r>
              <w:rPr>
                <w:b/>
                <w:bCs/>
                <w:sz w:val="18"/>
                <w:szCs w:val="18"/>
              </w:rPr>
              <w:t>Within the site</w:t>
            </w:r>
          </w:p>
        </w:tc>
        <w:tc>
          <w:tcPr>
            <w:tcW w:w="1750" w:type="dxa"/>
          </w:tcPr>
          <w:p w14:paraId="3E91705A" w14:textId="77777777" w:rsidR="00060E17" w:rsidRDefault="00D61344">
            <w:pPr>
              <w:spacing w:after="0" w:line="240" w:lineRule="auto"/>
              <w:jc w:val="center"/>
            </w:pPr>
            <w:r>
              <w:rPr>
                <w:b/>
                <w:bCs/>
                <w:sz w:val="18"/>
                <w:szCs w:val="18"/>
              </w:rPr>
              <w:t>Changes</w:t>
            </w:r>
          </w:p>
        </w:tc>
        <w:tc>
          <w:tcPr>
            <w:tcW w:w="1750" w:type="dxa"/>
          </w:tcPr>
          <w:p w14:paraId="6C900C60" w14:textId="77777777" w:rsidR="00060E17" w:rsidRDefault="00D61344">
            <w:pPr>
              <w:spacing w:after="0" w:line="240" w:lineRule="auto"/>
              <w:jc w:val="center"/>
            </w:pPr>
            <w:r>
              <w:rPr>
                <w:b/>
                <w:bCs/>
                <w:sz w:val="18"/>
                <w:szCs w:val="18"/>
              </w:rPr>
              <w:t>In the surrounding area</w:t>
            </w:r>
          </w:p>
        </w:tc>
        <w:tc>
          <w:tcPr>
            <w:tcW w:w="1750" w:type="dxa"/>
          </w:tcPr>
          <w:p w14:paraId="6D37BD5A" w14:textId="77777777" w:rsidR="00060E17" w:rsidRDefault="00D61344">
            <w:pPr>
              <w:spacing w:after="0" w:line="240" w:lineRule="auto"/>
              <w:jc w:val="center"/>
            </w:pPr>
            <w:r>
              <w:rPr>
                <w:b/>
                <w:bCs/>
                <w:sz w:val="18"/>
                <w:szCs w:val="18"/>
              </w:rPr>
              <w:t xml:space="preserve"> Changes</w:t>
            </w:r>
          </w:p>
        </w:tc>
      </w:tr>
      <w:tr w:rsidR="00060E17" w14:paraId="26F6CF6F" w14:textId="77777777" w:rsidTr="00060E17">
        <w:trPr>
          <w:trHeight w:val="200"/>
        </w:trPr>
        <w:tc>
          <w:tcPr>
            <w:tcW w:w="1750" w:type="dxa"/>
          </w:tcPr>
          <w:p w14:paraId="4A43D42B" w14:textId="77777777" w:rsidR="00060E17" w:rsidRDefault="00D61344">
            <w:r>
              <w:rPr>
                <w:rStyle w:val="styleSubformtxt"/>
              </w:rPr>
              <w:t>Habitat shifting and alteration</w:t>
            </w:r>
          </w:p>
        </w:tc>
        <w:tc>
          <w:tcPr>
            <w:tcW w:w="1750" w:type="dxa"/>
          </w:tcPr>
          <w:p w14:paraId="272F4233" w14:textId="77777777" w:rsidR="00060E17" w:rsidRDefault="00D61344">
            <w:r>
              <w:rPr>
                <w:rStyle w:val="styleSubformtxt"/>
              </w:rPr>
              <w:t>Low impact</w:t>
            </w:r>
          </w:p>
        </w:tc>
        <w:tc>
          <w:tcPr>
            <w:tcW w:w="1750" w:type="dxa"/>
          </w:tcPr>
          <w:p w14:paraId="5B0B6A6E" w14:textId="77777777" w:rsidR="00060E17" w:rsidRDefault="00D61344">
            <w:r>
              <w:rPr>
                <w:rStyle w:val="styleSubformtxt"/>
              </w:rPr>
              <w:t>High impact</w:t>
            </w:r>
          </w:p>
        </w:tc>
        <w:tc>
          <w:tcPr>
            <w:tcW w:w="1750" w:type="dxa"/>
          </w:tcPr>
          <w:p w14:paraId="5FFED7E0" w14:textId="77777777" w:rsidR="00060E17" w:rsidRDefault="00D61344">
            <w:pPr>
              <w:pStyle w:val="pstyleRadioTb"/>
            </w:pPr>
            <w:r>
              <w:rPr>
                <w:rStyle w:val="styleRad"/>
              </w:rPr>
              <w:t xml:space="preserve"> [x] </w:t>
            </w:r>
          </w:p>
        </w:tc>
        <w:tc>
          <w:tcPr>
            <w:tcW w:w="1750" w:type="dxa"/>
          </w:tcPr>
          <w:p w14:paraId="4EAC8504" w14:textId="77777777" w:rsidR="00060E17" w:rsidRDefault="00D61344">
            <w:r>
              <w:rPr>
                <w:rStyle w:val="styleSubformtxt"/>
              </w:rPr>
              <w:t>increase</w:t>
            </w:r>
          </w:p>
        </w:tc>
        <w:tc>
          <w:tcPr>
            <w:tcW w:w="1750" w:type="dxa"/>
          </w:tcPr>
          <w:p w14:paraId="4B77BFB9" w14:textId="77777777" w:rsidR="00060E17" w:rsidRDefault="00D61344">
            <w:pPr>
              <w:pStyle w:val="pstyleRadioTb"/>
            </w:pPr>
            <w:r>
              <w:rPr>
                <w:rStyle w:val="styleRad"/>
              </w:rPr>
              <w:t xml:space="preserve"> [ ] </w:t>
            </w:r>
          </w:p>
        </w:tc>
        <w:tc>
          <w:tcPr>
            <w:tcW w:w="1750" w:type="dxa"/>
          </w:tcPr>
          <w:p w14:paraId="4C02EACE" w14:textId="77777777" w:rsidR="00060E17" w:rsidRDefault="00D61344">
            <w:r>
              <w:rPr>
                <w:rStyle w:val="styleSubformtxt"/>
              </w:rPr>
              <w:t>No change</w:t>
            </w:r>
          </w:p>
        </w:tc>
      </w:tr>
      <w:tr w:rsidR="00060E17" w14:paraId="5261C94C" w14:textId="77777777" w:rsidTr="00060E17">
        <w:trPr>
          <w:trHeight w:val="200"/>
        </w:trPr>
        <w:tc>
          <w:tcPr>
            <w:tcW w:w="1750" w:type="dxa"/>
          </w:tcPr>
          <w:p w14:paraId="65808CB2" w14:textId="77777777" w:rsidR="00060E17" w:rsidRDefault="00060E17"/>
        </w:tc>
        <w:tc>
          <w:tcPr>
            <w:tcW w:w="1750" w:type="dxa"/>
          </w:tcPr>
          <w:p w14:paraId="0FA26B6C" w14:textId="77777777" w:rsidR="00060E17" w:rsidRDefault="00060E17"/>
        </w:tc>
        <w:tc>
          <w:tcPr>
            <w:tcW w:w="1750" w:type="dxa"/>
          </w:tcPr>
          <w:p w14:paraId="64FFD125" w14:textId="77777777" w:rsidR="00060E17" w:rsidRDefault="00060E17"/>
        </w:tc>
        <w:tc>
          <w:tcPr>
            <w:tcW w:w="1750" w:type="dxa"/>
          </w:tcPr>
          <w:p w14:paraId="45075A26" w14:textId="77777777" w:rsidR="00060E17" w:rsidRDefault="00060E17"/>
        </w:tc>
        <w:tc>
          <w:tcPr>
            <w:tcW w:w="1750" w:type="dxa"/>
          </w:tcPr>
          <w:p w14:paraId="461A3840" w14:textId="77777777" w:rsidR="00060E17" w:rsidRDefault="00060E17"/>
        </w:tc>
        <w:tc>
          <w:tcPr>
            <w:tcW w:w="1750" w:type="dxa"/>
          </w:tcPr>
          <w:p w14:paraId="76ECBDEC" w14:textId="77777777" w:rsidR="00060E17" w:rsidRDefault="00060E17"/>
        </w:tc>
        <w:tc>
          <w:tcPr>
            <w:tcW w:w="1750" w:type="dxa"/>
          </w:tcPr>
          <w:p w14:paraId="733EFC4B" w14:textId="77777777" w:rsidR="00060E17" w:rsidRDefault="00060E17"/>
        </w:tc>
      </w:tr>
    </w:tbl>
    <w:p w14:paraId="0C7452C9" w14:textId="77777777" w:rsidR="00060E17" w:rsidRDefault="00060E17"/>
    <w:p w14:paraId="6598AB41" w14:textId="77777777" w:rsidR="00060E17" w:rsidRDefault="00D61344">
      <w:pPr>
        <w:pStyle w:val="pstyleLabels"/>
      </w:pPr>
      <w:r>
        <w:rPr>
          <w:rStyle w:val="styleC3"/>
        </w:rPr>
        <w:t>Please describe any other threats (optional):</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833"/>
      </w:tblGrid>
      <w:tr w:rsidR="00060E17" w14:paraId="66F0E09C"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CEECC55" w14:textId="77777777" w:rsidR="00060E17" w:rsidRDefault="00060E17"/>
        </w:tc>
        <w:tc>
          <w:tcPr>
            <w:tcW w:w="9500" w:type="dxa"/>
          </w:tcPr>
          <w:p w14:paraId="6021AC0C" w14:textId="77777777" w:rsidR="00060E17" w:rsidRDefault="00060E17">
            <w:pPr>
              <w:pStyle w:val="pStyle"/>
              <w:rPr>
                <w:rStyle w:val="almostEmpty"/>
              </w:rPr>
            </w:pPr>
          </w:p>
          <w:p w14:paraId="06D23A08" w14:textId="77777777" w:rsidR="00060E17" w:rsidRDefault="00D61344">
            <w:pPr>
              <w:spacing w:after="0" w:line="240" w:lineRule="auto"/>
              <w:ind w:left="57"/>
            </w:pPr>
            <w:r>
              <w:rPr>
                <w:rStyle w:val="styleDatatxt"/>
              </w:rPr>
              <w:t xml:space="preserve">The 2015 management plan, contained within the West Gippsland Waterway Strategy (West Gippsland CMA 2014) contains a comprehensive risk assessment and identification of priority threats for management. Details on threats to the site can be found in the ECD (section 5) and the management plan (Appendix 10). </w:t>
            </w:r>
          </w:p>
          <w:p w14:paraId="4A08E713" w14:textId="77777777" w:rsidR="00060E17" w:rsidRDefault="00060E17">
            <w:pPr>
              <w:pStyle w:val="pStyle"/>
              <w:rPr>
                <w:rStyle w:val="almostEmpty"/>
              </w:rPr>
            </w:pPr>
          </w:p>
          <w:p w14:paraId="52959726" w14:textId="77777777" w:rsidR="00060E17" w:rsidRDefault="00D61344">
            <w:pPr>
              <w:spacing w:after="0" w:line="240" w:lineRule="auto"/>
              <w:ind w:left="57"/>
            </w:pPr>
            <w:r>
              <w:rPr>
                <w:rStyle w:val="styleDatatxt"/>
              </w:rPr>
              <w:t xml:space="preserve">The management plan identified four high risk threats to the ecological character of the site: </w:t>
            </w:r>
          </w:p>
          <w:p w14:paraId="4FD45F13" w14:textId="77777777" w:rsidR="00060E17" w:rsidRDefault="00060E17">
            <w:pPr>
              <w:pStyle w:val="pStyle"/>
              <w:rPr>
                <w:rStyle w:val="almostEmpty"/>
              </w:rPr>
            </w:pPr>
          </w:p>
          <w:p w14:paraId="215046AD" w14:textId="77777777" w:rsidR="00060E17" w:rsidRDefault="00D61344">
            <w:pPr>
              <w:spacing w:after="0" w:line="240" w:lineRule="auto"/>
              <w:ind w:left="57"/>
            </w:pPr>
            <w:r>
              <w:rPr>
                <w:rStyle w:val="styleDatatxt"/>
              </w:rPr>
              <w:t xml:space="preserve">1. Pollutant (sediment and nutrients) inputs affecting water quality - increased inputs of sediment and nutrients from the surrounding catchment (WGCMA, 2013). Catchment land uses, particularly farming and forestry, but to a lesser extent activity in urban areas, impact on the levels of sediment and nutrient at the site. This movement of pollutants into Corner Inlet has the potential to impact on seagrass condition and extent as well as mudflat productivity, thereby disturbing the delicate balance of organisms that rely on these habitats. Over recent years, changes in local seagrass condition and distribution, and the presence of algae have been of concern. </w:t>
            </w:r>
          </w:p>
          <w:p w14:paraId="1FB42E78" w14:textId="77777777" w:rsidR="00060E17" w:rsidRDefault="00060E17">
            <w:pPr>
              <w:pStyle w:val="pStyle"/>
              <w:rPr>
                <w:rStyle w:val="almostEmpty"/>
              </w:rPr>
            </w:pPr>
          </w:p>
          <w:p w14:paraId="5E678058" w14:textId="77777777" w:rsidR="00060E17" w:rsidRDefault="00D61344">
            <w:pPr>
              <w:spacing w:after="0" w:line="240" w:lineRule="auto"/>
              <w:ind w:left="57"/>
            </w:pPr>
            <w:r>
              <w:rPr>
                <w:rStyle w:val="styleDatatxt"/>
              </w:rPr>
              <w:t xml:space="preserve">2. Invasive animals – marine: Three key invasive marine pest animals have been identified as potential threats in the Corner Inlet Ramsar site: Northern Pacific seastar, European shore crab and Mediterranean fanworm. </w:t>
            </w:r>
          </w:p>
          <w:p w14:paraId="43B38623" w14:textId="77777777" w:rsidR="00060E17" w:rsidRDefault="00060E17">
            <w:pPr>
              <w:pStyle w:val="pStyle"/>
              <w:rPr>
                <w:rStyle w:val="almostEmpty"/>
              </w:rPr>
            </w:pPr>
          </w:p>
          <w:p w14:paraId="592DC235" w14:textId="77777777" w:rsidR="00060E17" w:rsidRDefault="00D61344">
            <w:pPr>
              <w:spacing w:after="0" w:line="240" w:lineRule="auto"/>
              <w:ind w:left="57"/>
            </w:pPr>
            <w:r>
              <w:rPr>
                <w:rStyle w:val="styleDatatxt"/>
              </w:rPr>
              <w:t xml:space="preserve">3. Climate change - Sea level rise of seven to 55 centimetres is predicted across the Western coastal regions of Gippsland by 2070. Coastal retreat as a result of this could impact on the size of some islands in the Nooramunga precinct in particular. Changes in the distribution and extent of habitats due to altered water levels could also occur. In particular, the loss of saltmarsh and mangrove vegetation arising from the restriction of landward movement and long term survivability caused by levee banks, seawalls, embankments and public infrastructure. Impacts to coastal habitats and communities could also be associated with an increase in the frequency of storm surges. </w:t>
            </w:r>
          </w:p>
          <w:p w14:paraId="4B804EC2" w14:textId="77777777" w:rsidR="00060E17" w:rsidRDefault="00060E17">
            <w:pPr>
              <w:pStyle w:val="pStyle"/>
              <w:rPr>
                <w:rStyle w:val="almostEmpty"/>
              </w:rPr>
            </w:pPr>
          </w:p>
          <w:p w14:paraId="145A4AB6" w14:textId="77777777" w:rsidR="00060E17" w:rsidRDefault="00D61344">
            <w:pPr>
              <w:spacing w:after="0" w:line="240" w:lineRule="auto"/>
              <w:ind w:left="57"/>
            </w:pPr>
            <w:r>
              <w:rPr>
                <w:rStyle w:val="styleDatatxt"/>
              </w:rPr>
              <w:t xml:space="preserve">4. Altered hydrology: The magnitude, timing, frequency and duration of freshwater inflows can influence water quality and water regimes in the estuaries and embayment’s of Corner Inlet and Nooramunga, and therefore their dependent ecological values. </w:t>
            </w:r>
          </w:p>
        </w:tc>
      </w:tr>
    </w:tbl>
    <w:p w14:paraId="41E5BF3A" w14:textId="77777777" w:rsidR="00060E17" w:rsidRDefault="00060E17"/>
    <w:p w14:paraId="25E5E5E5" w14:textId="77777777" w:rsidR="00060E17" w:rsidRDefault="00D61344">
      <w:pPr>
        <w:pStyle w:val="pstyleSection"/>
      </w:pPr>
      <w:r>
        <w:rPr>
          <w:rStyle w:val="styleL2"/>
        </w:rPr>
        <w:t>5.2.2 Legal conservation status</w:t>
      </w:r>
    </w:p>
    <w:p w14:paraId="7FB14327" w14:textId="77777777" w:rsidR="00060E17" w:rsidRDefault="00D61344">
      <w:pPr>
        <w:pStyle w:val="pstyleComments"/>
      </w:pPr>
      <w:r>
        <w:rPr>
          <w:rStyle w:val="styleC3comment"/>
        </w:rPr>
        <w:t>Please list any other relevant conservation status, at global, regional or national level and specify the boundary relationships with the Ramsar Site:</w:t>
      </w:r>
    </w:p>
    <w:p w14:paraId="4E6A1B84" w14:textId="77777777" w:rsidR="00060E17" w:rsidRDefault="00D61344">
      <w:pPr>
        <w:pStyle w:val="pstyleLabels"/>
      </w:pPr>
      <w:r>
        <w:rPr>
          <w:rStyle w:val="styleC3"/>
        </w:rPr>
        <w:t>Global legal designations</w:t>
      </w:r>
    </w:p>
    <w:tbl>
      <w:tblPr>
        <w:tblStyle w:val="FancyTable"/>
        <w:tblW w:w="0" w:type="auto"/>
        <w:tblInd w:w="-8" w:type="dxa"/>
        <w:tblLook w:val="04A0" w:firstRow="1" w:lastRow="0" w:firstColumn="1" w:lastColumn="0" w:noHBand="0" w:noVBand="1"/>
      </w:tblPr>
      <w:tblGrid>
        <w:gridCol w:w="1750"/>
        <w:gridCol w:w="1750"/>
        <w:gridCol w:w="1750"/>
        <w:gridCol w:w="1750"/>
      </w:tblGrid>
      <w:tr w:rsidR="00060E17" w14:paraId="5D6C007C"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57AE639B" w14:textId="77777777" w:rsidR="00060E17" w:rsidRDefault="00D61344">
            <w:pPr>
              <w:spacing w:after="0" w:line="240" w:lineRule="auto"/>
              <w:jc w:val="center"/>
            </w:pPr>
            <w:r>
              <w:rPr>
                <w:b/>
                <w:bCs/>
                <w:sz w:val="18"/>
                <w:szCs w:val="18"/>
              </w:rPr>
              <w:t>Designation type</w:t>
            </w:r>
          </w:p>
        </w:tc>
        <w:tc>
          <w:tcPr>
            <w:tcW w:w="1750" w:type="dxa"/>
          </w:tcPr>
          <w:p w14:paraId="5830042E" w14:textId="77777777" w:rsidR="00060E17" w:rsidRDefault="00D61344">
            <w:pPr>
              <w:spacing w:after="0" w:line="240" w:lineRule="auto"/>
              <w:jc w:val="center"/>
            </w:pPr>
            <w:r>
              <w:rPr>
                <w:b/>
                <w:bCs/>
                <w:sz w:val="18"/>
                <w:szCs w:val="18"/>
              </w:rPr>
              <w:t>Name of area</w:t>
            </w:r>
          </w:p>
        </w:tc>
        <w:tc>
          <w:tcPr>
            <w:tcW w:w="1750" w:type="dxa"/>
          </w:tcPr>
          <w:p w14:paraId="451D2E81" w14:textId="77777777" w:rsidR="00060E17" w:rsidRDefault="00D61344">
            <w:pPr>
              <w:spacing w:after="0" w:line="240" w:lineRule="auto"/>
              <w:jc w:val="center"/>
            </w:pPr>
            <w:r>
              <w:rPr>
                <w:b/>
                <w:bCs/>
                <w:sz w:val="18"/>
                <w:szCs w:val="18"/>
              </w:rPr>
              <w:t>Online information url</w:t>
            </w:r>
          </w:p>
        </w:tc>
        <w:tc>
          <w:tcPr>
            <w:tcW w:w="1750" w:type="dxa"/>
          </w:tcPr>
          <w:p w14:paraId="0B8DE3E2" w14:textId="77777777" w:rsidR="00060E17" w:rsidRDefault="00D61344">
            <w:pPr>
              <w:spacing w:after="0" w:line="240" w:lineRule="auto"/>
              <w:jc w:val="center"/>
            </w:pPr>
            <w:r>
              <w:rPr>
                <w:b/>
                <w:bCs/>
                <w:sz w:val="18"/>
                <w:szCs w:val="18"/>
              </w:rPr>
              <w:t>Overlap with Ramsar Site</w:t>
            </w:r>
          </w:p>
        </w:tc>
      </w:tr>
      <w:tr w:rsidR="00060E17" w14:paraId="0E205C21" w14:textId="77777777" w:rsidTr="00060E17">
        <w:trPr>
          <w:trHeight w:val="200"/>
        </w:trPr>
        <w:tc>
          <w:tcPr>
            <w:tcW w:w="1750" w:type="dxa"/>
          </w:tcPr>
          <w:p w14:paraId="135B7568" w14:textId="77777777" w:rsidR="00060E17" w:rsidRDefault="00060E17"/>
        </w:tc>
        <w:tc>
          <w:tcPr>
            <w:tcW w:w="1750" w:type="dxa"/>
          </w:tcPr>
          <w:p w14:paraId="36B3E0E3" w14:textId="77777777" w:rsidR="00060E17" w:rsidRDefault="00060E17"/>
        </w:tc>
        <w:tc>
          <w:tcPr>
            <w:tcW w:w="1750" w:type="dxa"/>
          </w:tcPr>
          <w:p w14:paraId="2DC73098" w14:textId="77777777" w:rsidR="00060E17" w:rsidRDefault="00060E17"/>
        </w:tc>
        <w:tc>
          <w:tcPr>
            <w:tcW w:w="1750" w:type="dxa"/>
          </w:tcPr>
          <w:p w14:paraId="4D9FFFAD" w14:textId="77777777" w:rsidR="00060E17" w:rsidRDefault="00060E17"/>
        </w:tc>
      </w:tr>
    </w:tbl>
    <w:p w14:paraId="0A7B0E05" w14:textId="77777777" w:rsidR="00060E17" w:rsidRDefault="00060E17"/>
    <w:p w14:paraId="2DD599DA" w14:textId="77777777" w:rsidR="00060E17" w:rsidRDefault="00D61344">
      <w:pPr>
        <w:pStyle w:val="pstyleLabels"/>
      </w:pPr>
      <w:r>
        <w:rPr>
          <w:rStyle w:val="styleC3"/>
        </w:rPr>
        <w:t>Regional (international) legal designations</w:t>
      </w:r>
    </w:p>
    <w:tbl>
      <w:tblPr>
        <w:tblStyle w:val="FancyTable"/>
        <w:tblW w:w="0" w:type="auto"/>
        <w:tblInd w:w="-8" w:type="dxa"/>
        <w:tblLook w:val="04A0" w:firstRow="1" w:lastRow="0" w:firstColumn="1" w:lastColumn="0" w:noHBand="0" w:noVBand="1"/>
      </w:tblPr>
      <w:tblGrid>
        <w:gridCol w:w="1750"/>
        <w:gridCol w:w="1750"/>
        <w:gridCol w:w="1750"/>
        <w:gridCol w:w="1750"/>
      </w:tblGrid>
      <w:tr w:rsidR="00060E17" w14:paraId="55ADB98B"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767C1755" w14:textId="77777777" w:rsidR="00060E17" w:rsidRDefault="00D61344">
            <w:pPr>
              <w:spacing w:after="0" w:line="240" w:lineRule="auto"/>
              <w:jc w:val="center"/>
            </w:pPr>
            <w:r>
              <w:rPr>
                <w:b/>
                <w:bCs/>
                <w:sz w:val="18"/>
                <w:szCs w:val="18"/>
              </w:rPr>
              <w:t>Designation type</w:t>
            </w:r>
          </w:p>
        </w:tc>
        <w:tc>
          <w:tcPr>
            <w:tcW w:w="1750" w:type="dxa"/>
          </w:tcPr>
          <w:p w14:paraId="1198219A" w14:textId="77777777" w:rsidR="00060E17" w:rsidRDefault="00D61344">
            <w:pPr>
              <w:spacing w:after="0" w:line="240" w:lineRule="auto"/>
              <w:jc w:val="center"/>
            </w:pPr>
            <w:r>
              <w:rPr>
                <w:b/>
                <w:bCs/>
                <w:sz w:val="18"/>
                <w:szCs w:val="18"/>
              </w:rPr>
              <w:t>Name of area</w:t>
            </w:r>
          </w:p>
        </w:tc>
        <w:tc>
          <w:tcPr>
            <w:tcW w:w="1750" w:type="dxa"/>
          </w:tcPr>
          <w:p w14:paraId="144DBF07" w14:textId="77777777" w:rsidR="00060E17" w:rsidRDefault="00D61344">
            <w:pPr>
              <w:spacing w:after="0" w:line="240" w:lineRule="auto"/>
              <w:jc w:val="center"/>
            </w:pPr>
            <w:r>
              <w:rPr>
                <w:b/>
                <w:bCs/>
                <w:sz w:val="18"/>
                <w:szCs w:val="18"/>
              </w:rPr>
              <w:t>Online information url</w:t>
            </w:r>
          </w:p>
        </w:tc>
        <w:tc>
          <w:tcPr>
            <w:tcW w:w="1750" w:type="dxa"/>
          </w:tcPr>
          <w:p w14:paraId="05A63E39" w14:textId="77777777" w:rsidR="00060E17" w:rsidRDefault="00D61344">
            <w:pPr>
              <w:spacing w:after="0" w:line="240" w:lineRule="auto"/>
              <w:jc w:val="center"/>
            </w:pPr>
            <w:r>
              <w:rPr>
                <w:b/>
                <w:bCs/>
                <w:sz w:val="18"/>
                <w:szCs w:val="18"/>
              </w:rPr>
              <w:t>Overlap with Ramsar Site</w:t>
            </w:r>
          </w:p>
        </w:tc>
      </w:tr>
      <w:tr w:rsidR="00060E17" w14:paraId="6985FBCD" w14:textId="77777777" w:rsidTr="00060E17">
        <w:trPr>
          <w:trHeight w:val="200"/>
        </w:trPr>
        <w:tc>
          <w:tcPr>
            <w:tcW w:w="1750" w:type="dxa"/>
          </w:tcPr>
          <w:p w14:paraId="04B3E31D" w14:textId="77777777" w:rsidR="00060E17" w:rsidRDefault="00060E17"/>
        </w:tc>
        <w:tc>
          <w:tcPr>
            <w:tcW w:w="1750" w:type="dxa"/>
          </w:tcPr>
          <w:p w14:paraId="041C8C4E" w14:textId="77777777" w:rsidR="00060E17" w:rsidRDefault="00060E17"/>
        </w:tc>
        <w:tc>
          <w:tcPr>
            <w:tcW w:w="1750" w:type="dxa"/>
          </w:tcPr>
          <w:p w14:paraId="563F4BB9" w14:textId="77777777" w:rsidR="00060E17" w:rsidRDefault="00060E17"/>
        </w:tc>
        <w:tc>
          <w:tcPr>
            <w:tcW w:w="1750" w:type="dxa"/>
          </w:tcPr>
          <w:p w14:paraId="5548EBAC" w14:textId="77777777" w:rsidR="00060E17" w:rsidRDefault="00060E17"/>
        </w:tc>
      </w:tr>
    </w:tbl>
    <w:p w14:paraId="5419CAE7" w14:textId="77777777" w:rsidR="00060E17" w:rsidRDefault="00060E17"/>
    <w:p w14:paraId="7C89DB2D" w14:textId="77777777" w:rsidR="00060E17" w:rsidRDefault="00D61344">
      <w:pPr>
        <w:pStyle w:val="pstyleLabels"/>
      </w:pPr>
      <w:r>
        <w:rPr>
          <w:rStyle w:val="styleC3"/>
        </w:rPr>
        <w:t>National legal designations</w:t>
      </w:r>
    </w:p>
    <w:tbl>
      <w:tblPr>
        <w:tblStyle w:val="FancyTable"/>
        <w:tblW w:w="0" w:type="auto"/>
        <w:tblInd w:w="-8" w:type="dxa"/>
        <w:tblLook w:val="04A0" w:firstRow="1" w:lastRow="0" w:firstColumn="1" w:lastColumn="0" w:noHBand="0" w:noVBand="1"/>
      </w:tblPr>
      <w:tblGrid>
        <w:gridCol w:w="1593"/>
        <w:gridCol w:w="1596"/>
        <w:gridCol w:w="4323"/>
        <w:gridCol w:w="1505"/>
      </w:tblGrid>
      <w:tr w:rsidR="00060E17" w14:paraId="0BA44D09"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4FAA56B1" w14:textId="77777777" w:rsidR="00060E17" w:rsidRDefault="00D61344">
            <w:pPr>
              <w:spacing w:after="0" w:line="240" w:lineRule="auto"/>
              <w:jc w:val="center"/>
            </w:pPr>
            <w:r>
              <w:rPr>
                <w:b/>
                <w:bCs/>
                <w:sz w:val="18"/>
                <w:szCs w:val="18"/>
              </w:rPr>
              <w:t>Designation type</w:t>
            </w:r>
          </w:p>
        </w:tc>
        <w:tc>
          <w:tcPr>
            <w:tcW w:w="1750" w:type="dxa"/>
          </w:tcPr>
          <w:p w14:paraId="54CC9C31" w14:textId="77777777" w:rsidR="00060E17" w:rsidRDefault="00D61344">
            <w:pPr>
              <w:spacing w:after="0" w:line="240" w:lineRule="auto"/>
              <w:jc w:val="center"/>
            </w:pPr>
            <w:r>
              <w:rPr>
                <w:b/>
                <w:bCs/>
                <w:sz w:val="18"/>
                <w:szCs w:val="18"/>
              </w:rPr>
              <w:t>Name of area</w:t>
            </w:r>
          </w:p>
        </w:tc>
        <w:tc>
          <w:tcPr>
            <w:tcW w:w="1750" w:type="dxa"/>
          </w:tcPr>
          <w:p w14:paraId="4890E01D" w14:textId="77777777" w:rsidR="00060E17" w:rsidRDefault="00D61344">
            <w:pPr>
              <w:spacing w:after="0" w:line="240" w:lineRule="auto"/>
              <w:jc w:val="center"/>
            </w:pPr>
            <w:r>
              <w:rPr>
                <w:b/>
                <w:bCs/>
                <w:sz w:val="18"/>
                <w:szCs w:val="18"/>
              </w:rPr>
              <w:t>Online information url</w:t>
            </w:r>
          </w:p>
        </w:tc>
        <w:tc>
          <w:tcPr>
            <w:tcW w:w="1750" w:type="dxa"/>
          </w:tcPr>
          <w:p w14:paraId="78F289FB" w14:textId="77777777" w:rsidR="00060E17" w:rsidRDefault="00D61344">
            <w:pPr>
              <w:spacing w:after="0" w:line="240" w:lineRule="auto"/>
              <w:jc w:val="center"/>
            </w:pPr>
            <w:r>
              <w:rPr>
                <w:b/>
                <w:bCs/>
                <w:sz w:val="18"/>
                <w:szCs w:val="18"/>
              </w:rPr>
              <w:t>Overlap with Ramsar Site</w:t>
            </w:r>
          </w:p>
        </w:tc>
      </w:tr>
      <w:tr w:rsidR="00060E17" w14:paraId="527EF10F" w14:textId="77777777" w:rsidTr="00060E17">
        <w:trPr>
          <w:trHeight w:val="200"/>
        </w:trPr>
        <w:tc>
          <w:tcPr>
            <w:tcW w:w="1750" w:type="dxa"/>
          </w:tcPr>
          <w:p w14:paraId="392C06A5" w14:textId="77777777" w:rsidR="00060E17" w:rsidRDefault="00D61344">
            <w:r>
              <w:rPr>
                <w:rStyle w:val="styleSubformtxt"/>
              </w:rPr>
              <w:t>Coastal Reserves</w:t>
            </w:r>
          </w:p>
        </w:tc>
        <w:tc>
          <w:tcPr>
            <w:tcW w:w="1750" w:type="dxa"/>
          </w:tcPr>
          <w:p w14:paraId="6907C081" w14:textId="77777777" w:rsidR="00060E17" w:rsidRDefault="00D61344">
            <w:r>
              <w:rPr>
                <w:rStyle w:val="styleSubformtxt"/>
              </w:rPr>
              <w:t xml:space="preserve">Port Franklin - Port Welshpool Coastal </w:t>
            </w:r>
            <w:r>
              <w:rPr>
                <w:rStyle w:val="styleSubformtxt"/>
              </w:rPr>
              <w:lastRenderedPageBreak/>
              <w:t>Reserve; Yanakie (Red Bluff) Coastal Reserve</w:t>
            </w:r>
          </w:p>
        </w:tc>
        <w:tc>
          <w:tcPr>
            <w:tcW w:w="1750" w:type="dxa"/>
          </w:tcPr>
          <w:p w14:paraId="69710986" w14:textId="77777777" w:rsidR="00060E17" w:rsidRDefault="00060E17"/>
        </w:tc>
        <w:tc>
          <w:tcPr>
            <w:tcW w:w="1750" w:type="dxa"/>
          </w:tcPr>
          <w:p w14:paraId="308752C4" w14:textId="77777777" w:rsidR="00060E17" w:rsidRDefault="00D61344">
            <w:r>
              <w:rPr>
                <w:rStyle w:val="styleSubformtxt"/>
              </w:rPr>
              <w:t>partly</w:t>
            </w:r>
          </w:p>
        </w:tc>
      </w:tr>
      <w:tr w:rsidR="00060E17" w14:paraId="6E126A67" w14:textId="77777777" w:rsidTr="00060E17">
        <w:trPr>
          <w:trHeight w:val="200"/>
        </w:trPr>
        <w:tc>
          <w:tcPr>
            <w:tcW w:w="1750" w:type="dxa"/>
          </w:tcPr>
          <w:p w14:paraId="6AF2ADB4" w14:textId="77777777" w:rsidR="00060E17" w:rsidRDefault="00D61344">
            <w:r>
              <w:rPr>
                <w:rStyle w:val="styleSubformtxt"/>
              </w:rPr>
              <w:t>Marine and Coastal Parks</w:t>
            </w:r>
          </w:p>
        </w:tc>
        <w:tc>
          <w:tcPr>
            <w:tcW w:w="1750" w:type="dxa"/>
          </w:tcPr>
          <w:p w14:paraId="7AFEC9C0" w14:textId="77777777" w:rsidR="00060E17" w:rsidRDefault="00D61344">
            <w:r>
              <w:rPr>
                <w:rStyle w:val="styleSubformtxt"/>
              </w:rPr>
              <w:t>Corner Inlet Marine &amp; Coastal Park</w:t>
            </w:r>
          </w:p>
        </w:tc>
        <w:tc>
          <w:tcPr>
            <w:tcW w:w="1750" w:type="dxa"/>
          </w:tcPr>
          <w:p w14:paraId="1B8EB23B" w14:textId="77777777" w:rsidR="00060E17" w:rsidRDefault="00D61344">
            <w:r>
              <w:rPr>
                <w:rStyle w:val="styleSubformtxt"/>
              </w:rPr>
              <w:t>http://parkweb.vic.gov.au/explore/parks/corner-inlet-marine-and-coastal-park</w:t>
            </w:r>
          </w:p>
        </w:tc>
        <w:tc>
          <w:tcPr>
            <w:tcW w:w="1750" w:type="dxa"/>
          </w:tcPr>
          <w:p w14:paraId="4C582F11" w14:textId="77777777" w:rsidR="00060E17" w:rsidRDefault="00D61344">
            <w:r>
              <w:rPr>
                <w:rStyle w:val="styleSubformtxt"/>
              </w:rPr>
              <w:t>whole</w:t>
            </w:r>
          </w:p>
        </w:tc>
      </w:tr>
      <w:tr w:rsidR="00060E17" w14:paraId="77744727" w14:textId="77777777" w:rsidTr="00060E17">
        <w:trPr>
          <w:trHeight w:val="200"/>
        </w:trPr>
        <w:tc>
          <w:tcPr>
            <w:tcW w:w="1750" w:type="dxa"/>
          </w:tcPr>
          <w:p w14:paraId="5388D958" w14:textId="77777777" w:rsidR="00060E17" w:rsidRDefault="00D61344">
            <w:r>
              <w:rPr>
                <w:rStyle w:val="styleSubformtxt"/>
              </w:rPr>
              <w:t>Marine and Coastal Parks</w:t>
            </w:r>
          </w:p>
        </w:tc>
        <w:tc>
          <w:tcPr>
            <w:tcW w:w="1750" w:type="dxa"/>
          </w:tcPr>
          <w:p w14:paraId="4406DC69" w14:textId="77777777" w:rsidR="00060E17" w:rsidRDefault="00D61344">
            <w:r>
              <w:rPr>
                <w:rStyle w:val="styleSubformtxt"/>
              </w:rPr>
              <w:t>Corner Inlet Marine National Park</w:t>
            </w:r>
          </w:p>
        </w:tc>
        <w:tc>
          <w:tcPr>
            <w:tcW w:w="1750" w:type="dxa"/>
          </w:tcPr>
          <w:p w14:paraId="56428102" w14:textId="77777777" w:rsidR="00060E17" w:rsidRDefault="00D61344">
            <w:r>
              <w:rPr>
                <w:rStyle w:val="styleSubformtxt"/>
              </w:rPr>
              <w:t>http://parkweb.vic.gov.au/explore/parks/corner-inlet-marine-national-park</w:t>
            </w:r>
          </w:p>
        </w:tc>
        <w:tc>
          <w:tcPr>
            <w:tcW w:w="1750" w:type="dxa"/>
          </w:tcPr>
          <w:p w14:paraId="505C13E6" w14:textId="77777777" w:rsidR="00060E17" w:rsidRDefault="00D61344">
            <w:r>
              <w:rPr>
                <w:rStyle w:val="styleSubformtxt"/>
              </w:rPr>
              <w:t>whole</w:t>
            </w:r>
          </w:p>
        </w:tc>
      </w:tr>
      <w:tr w:rsidR="00060E17" w14:paraId="01022349" w14:textId="77777777" w:rsidTr="00060E17">
        <w:trPr>
          <w:trHeight w:val="200"/>
        </w:trPr>
        <w:tc>
          <w:tcPr>
            <w:tcW w:w="1750" w:type="dxa"/>
          </w:tcPr>
          <w:p w14:paraId="42DA92E3" w14:textId="77777777" w:rsidR="00060E17" w:rsidRDefault="00D61344">
            <w:r>
              <w:rPr>
                <w:rStyle w:val="styleSubformtxt"/>
              </w:rPr>
              <w:t>Marine and Coastal Parks</w:t>
            </w:r>
          </w:p>
        </w:tc>
        <w:tc>
          <w:tcPr>
            <w:tcW w:w="1750" w:type="dxa"/>
          </w:tcPr>
          <w:p w14:paraId="5641E1B6" w14:textId="77777777" w:rsidR="00060E17" w:rsidRDefault="00D61344">
            <w:r>
              <w:rPr>
                <w:rStyle w:val="styleSubformtxt"/>
              </w:rPr>
              <w:t xml:space="preserve">Nooramunga Marine and Coastal Park </w:t>
            </w:r>
          </w:p>
        </w:tc>
        <w:tc>
          <w:tcPr>
            <w:tcW w:w="1750" w:type="dxa"/>
          </w:tcPr>
          <w:p w14:paraId="387CD564" w14:textId="77777777" w:rsidR="00060E17" w:rsidRDefault="00D61344">
            <w:r>
              <w:rPr>
                <w:rStyle w:val="styleSubformtxt"/>
              </w:rPr>
              <w:t>http://parkweb.vic.gov.au/explore/parks/nooramunga-marine-and-coastal-park</w:t>
            </w:r>
          </w:p>
        </w:tc>
        <w:tc>
          <w:tcPr>
            <w:tcW w:w="1750" w:type="dxa"/>
          </w:tcPr>
          <w:p w14:paraId="281321BD" w14:textId="77777777" w:rsidR="00060E17" w:rsidRDefault="00D61344">
            <w:r>
              <w:rPr>
                <w:rStyle w:val="styleSubformtxt"/>
              </w:rPr>
              <w:t>partly</w:t>
            </w:r>
          </w:p>
        </w:tc>
      </w:tr>
      <w:tr w:rsidR="00060E17" w14:paraId="06C9B849" w14:textId="77777777" w:rsidTr="00060E17">
        <w:trPr>
          <w:trHeight w:val="200"/>
        </w:trPr>
        <w:tc>
          <w:tcPr>
            <w:tcW w:w="1750" w:type="dxa"/>
          </w:tcPr>
          <w:p w14:paraId="4A104FE8" w14:textId="77777777" w:rsidR="00060E17" w:rsidRDefault="00060E17"/>
        </w:tc>
        <w:tc>
          <w:tcPr>
            <w:tcW w:w="1750" w:type="dxa"/>
          </w:tcPr>
          <w:p w14:paraId="6ED64D73" w14:textId="77777777" w:rsidR="00060E17" w:rsidRDefault="00060E17"/>
        </w:tc>
        <w:tc>
          <w:tcPr>
            <w:tcW w:w="1750" w:type="dxa"/>
          </w:tcPr>
          <w:p w14:paraId="2E6615BC" w14:textId="77777777" w:rsidR="00060E17" w:rsidRDefault="00060E17"/>
        </w:tc>
        <w:tc>
          <w:tcPr>
            <w:tcW w:w="1750" w:type="dxa"/>
          </w:tcPr>
          <w:p w14:paraId="1D5CA8F0" w14:textId="77777777" w:rsidR="00060E17" w:rsidRDefault="00060E17"/>
        </w:tc>
      </w:tr>
    </w:tbl>
    <w:p w14:paraId="03AF8BBC" w14:textId="77777777" w:rsidR="00060E17" w:rsidRDefault="00060E17"/>
    <w:p w14:paraId="00905C28" w14:textId="77777777" w:rsidR="00060E17" w:rsidRDefault="00D61344">
      <w:pPr>
        <w:pStyle w:val="pstyleLabels"/>
      </w:pPr>
      <w:r>
        <w:rPr>
          <w:rStyle w:val="styleC3"/>
        </w:rPr>
        <w:t>Non-statutory designations</w:t>
      </w:r>
    </w:p>
    <w:tbl>
      <w:tblPr>
        <w:tblStyle w:val="FancyTable"/>
        <w:tblW w:w="0" w:type="auto"/>
        <w:tblInd w:w="-8" w:type="dxa"/>
        <w:tblLook w:val="04A0" w:firstRow="1" w:lastRow="0" w:firstColumn="1" w:lastColumn="0" w:noHBand="0" w:noVBand="1"/>
      </w:tblPr>
      <w:tblGrid>
        <w:gridCol w:w="1497"/>
        <w:gridCol w:w="1307"/>
        <w:gridCol w:w="4859"/>
        <w:gridCol w:w="1354"/>
      </w:tblGrid>
      <w:tr w:rsidR="00060E17" w14:paraId="1B4B3DDC"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3D2C0821" w14:textId="77777777" w:rsidR="00060E17" w:rsidRDefault="00D61344">
            <w:pPr>
              <w:spacing w:after="0" w:line="240" w:lineRule="auto"/>
              <w:jc w:val="center"/>
            </w:pPr>
            <w:r>
              <w:rPr>
                <w:b/>
                <w:bCs/>
                <w:sz w:val="18"/>
                <w:szCs w:val="18"/>
              </w:rPr>
              <w:t>Designation type</w:t>
            </w:r>
          </w:p>
        </w:tc>
        <w:tc>
          <w:tcPr>
            <w:tcW w:w="1750" w:type="dxa"/>
          </w:tcPr>
          <w:p w14:paraId="5D40AA29" w14:textId="77777777" w:rsidR="00060E17" w:rsidRDefault="00D61344">
            <w:pPr>
              <w:spacing w:after="0" w:line="240" w:lineRule="auto"/>
              <w:jc w:val="center"/>
            </w:pPr>
            <w:r>
              <w:rPr>
                <w:b/>
                <w:bCs/>
                <w:sz w:val="18"/>
                <w:szCs w:val="18"/>
              </w:rPr>
              <w:t>Name of area</w:t>
            </w:r>
          </w:p>
        </w:tc>
        <w:tc>
          <w:tcPr>
            <w:tcW w:w="1750" w:type="dxa"/>
          </w:tcPr>
          <w:p w14:paraId="14CCD9D6" w14:textId="77777777" w:rsidR="00060E17" w:rsidRDefault="00D61344">
            <w:pPr>
              <w:spacing w:after="0" w:line="240" w:lineRule="auto"/>
              <w:jc w:val="center"/>
            </w:pPr>
            <w:r>
              <w:rPr>
                <w:b/>
                <w:bCs/>
                <w:sz w:val="18"/>
                <w:szCs w:val="18"/>
              </w:rPr>
              <w:t>Online information url</w:t>
            </w:r>
          </w:p>
        </w:tc>
        <w:tc>
          <w:tcPr>
            <w:tcW w:w="1750" w:type="dxa"/>
          </w:tcPr>
          <w:p w14:paraId="11CDB2A6" w14:textId="77777777" w:rsidR="00060E17" w:rsidRDefault="00D61344">
            <w:pPr>
              <w:spacing w:after="0" w:line="240" w:lineRule="auto"/>
              <w:jc w:val="center"/>
            </w:pPr>
            <w:r>
              <w:rPr>
                <w:b/>
                <w:bCs/>
                <w:sz w:val="18"/>
                <w:szCs w:val="18"/>
              </w:rPr>
              <w:t>Overlap with Ramsar Site</w:t>
            </w:r>
          </w:p>
        </w:tc>
      </w:tr>
      <w:tr w:rsidR="00060E17" w14:paraId="71B94A11" w14:textId="77777777" w:rsidTr="00060E17">
        <w:trPr>
          <w:trHeight w:val="200"/>
        </w:trPr>
        <w:tc>
          <w:tcPr>
            <w:tcW w:w="1750" w:type="dxa"/>
          </w:tcPr>
          <w:p w14:paraId="3090D333" w14:textId="77777777" w:rsidR="00060E17" w:rsidRDefault="00D61344">
            <w:r>
              <w:rPr>
                <w:rStyle w:val="styleSubformtxt"/>
              </w:rPr>
              <w:t>Important Bird Area</w:t>
            </w:r>
          </w:p>
        </w:tc>
        <w:tc>
          <w:tcPr>
            <w:tcW w:w="1750" w:type="dxa"/>
          </w:tcPr>
          <w:p w14:paraId="3F0320CC" w14:textId="77777777" w:rsidR="00060E17" w:rsidRDefault="00D61344">
            <w:r>
              <w:rPr>
                <w:rStyle w:val="styleSubformtxt"/>
              </w:rPr>
              <w:t>Corner Inlet</w:t>
            </w:r>
          </w:p>
        </w:tc>
        <w:tc>
          <w:tcPr>
            <w:tcW w:w="1750" w:type="dxa"/>
          </w:tcPr>
          <w:p w14:paraId="760E00B5" w14:textId="77777777" w:rsidR="00060E17" w:rsidRDefault="00D61344">
            <w:r>
              <w:rPr>
                <w:rStyle w:val="styleSubformtxt"/>
              </w:rPr>
              <w:t>http://www.birdlife.org/datazone/sitefactsheet.php?id=23928</w:t>
            </w:r>
          </w:p>
        </w:tc>
        <w:tc>
          <w:tcPr>
            <w:tcW w:w="1750" w:type="dxa"/>
          </w:tcPr>
          <w:p w14:paraId="123E0E5A" w14:textId="77777777" w:rsidR="00060E17" w:rsidRDefault="00D61344">
            <w:r>
              <w:rPr>
                <w:rStyle w:val="styleSubformtxt"/>
              </w:rPr>
              <w:t>whole</w:t>
            </w:r>
          </w:p>
        </w:tc>
      </w:tr>
      <w:tr w:rsidR="00060E17" w14:paraId="3CF6DD2C" w14:textId="77777777" w:rsidTr="00060E17">
        <w:trPr>
          <w:trHeight w:val="200"/>
        </w:trPr>
        <w:tc>
          <w:tcPr>
            <w:tcW w:w="1750" w:type="dxa"/>
          </w:tcPr>
          <w:p w14:paraId="6C5B50EE" w14:textId="77777777" w:rsidR="00060E17" w:rsidRDefault="00060E17"/>
        </w:tc>
        <w:tc>
          <w:tcPr>
            <w:tcW w:w="1750" w:type="dxa"/>
          </w:tcPr>
          <w:p w14:paraId="063CA3E4" w14:textId="77777777" w:rsidR="00060E17" w:rsidRDefault="00060E17"/>
        </w:tc>
        <w:tc>
          <w:tcPr>
            <w:tcW w:w="1750" w:type="dxa"/>
          </w:tcPr>
          <w:p w14:paraId="5F6804D1" w14:textId="77777777" w:rsidR="00060E17" w:rsidRDefault="00060E17"/>
        </w:tc>
        <w:tc>
          <w:tcPr>
            <w:tcW w:w="1750" w:type="dxa"/>
          </w:tcPr>
          <w:p w14:paraId="348DBF76" w14:textId="77777777" w:rsidR="00060E17" w:rsidRDefault="00060E17"/>
        </w:tc>
      </w:tr>
    </w:tbl>
    <w:p w14:paraId="658FA983" w14:textId="77777777" w:rsidR="00060E17" w:rsidRDefault="00060E17"/>
    <w:p w14:paraId="53670033" w14:textId="77777777" w:rsidR="00060E17" w:rsidRDefault="00060E17"/>
    <w:p w14:paraId="317F76CD" w14:textId="77777777" w:rsidR="00060E17" w:rsidRDefault="00D61344">
      <w:pPr>
        <w:pStyle w:val="pstyleSection"/>
      </w:pPr>
      <w:r>
        <w:rPr>
          <w:rStyle w:val="styleL2"/>
        </w:rPr>
        <w:t>5.2.3 IUCN protected areas categories (2008)</w:t>
      </w:r>
    </w:p>
    <w:p w14:paraId="01FD5AE3" w14:textId="77777777" w:rsidR="00060E17" w:rsidRDefault="00D61344">
      <w:pPr>
        <w:spacing w:after="0" w:line="240" w:lineRule="auto"/>
        <w:ind w:left="216"/>
      </w:pPr>
      <w:r>
        <w:rPr>
          <w:rStyle w:val="styleC3"/>
        </w:rPr>
        <w:tab/>
      </w:r>
      <w:r>
        <w:rPr>
          <w:rStyle w:val="styleRad"/>
        </w:rPr>
        <w:t xml:space="preserve"> [  ] </w:t>
      </w:r>
      <w:r>
        <w:rPr>
          <w:rStyle w:val="styleC3"/>
        </w:rPr>
        <w:t xml:space="preserve"> Ia Strict Nature Reserve</w:t>
      </w:r>
    </w:p>
    <w:p w14:paraId="6F9463B8" w14:textId="77777777" w:rsidR="00060E17" w:rsidRDefault="00D61344">
      <w:pPr>
        <w:spacing w:after="0" w:line="240" w:lineRule="auto"/>
        <w:ind w:left="216"/>
      </w:pPr>
      <w:r>
        <w:rPr>
          <w:rStyle w:val="styleC3"/>
        </w:rPr>
        <w:tab/>
      </w:r>
      <w:r>
        <w:rPr>
          <w:rStyle w:val="styleRad"/>
        </w:rPr>
        <w:t xml:space="preserve"> [  ] </w:t>
      </w:r>
      <w:r>
        <w:rPr>
          <w:rStyle w:val="styleC3"/>
        </w:rPr>
        <w:t xml:space="preserve"> Ib Wilderness Area: protected area managed mainly for wilderness protection</w:t>
      </w:r>
    </w:p>
    <w:p w14:paraId="2AC27EF6" w14:textId="77777777" w:rsidR="00060E17" w:rsidRDefault="00D61344">
      <w:pPr>
        <w:spacing w:after="0" w:line="240" w:lineRule="auto"/>
        <w:ind w:left="216"/>
      </w:pPr>
      <w:r>
        <w:rPr>
          <w:rStyle w:val="styleC3"/>
        </w:rPr>
        <w:tab/>
      </w:r>
      <w:r>
        <w:rPr>
          <w:rStyle w:val="styleRad"/>
        </w:rPr>
        <w:t xml:space="preserve"> [x] </w:t>
      </w:r>
      <w:r>
        <w:rPr>
          <w:rStyle w:val="styleC3"/>
        </w:rPr>
        <w:t xml:space="preserve"> II National Park: protected area managed mainly for ecosystem protection and recreation</w:t>
      </w:r>
    </w:p>
    <w:p w14:paraId="028D6A2E" w14:textId="77777777" w:rsidR="00060E17" w:rsidRDefault="00D61344">
      <w:pPr>
        <w:spacing w:after="0" w:line="240" w:lineRule="auto"/>
        <w:ind w:left="216"/>
      </w:pPr>
      <w:r>
        <w:rPr>
          <w:rStyle w:val="styleC3"/>
        </w:rPr>
        <w:tab/>
      </w:r>
      <w:r>
        <w:rPr>
          <w:rStyle w:val="styleRad"/>
        </w:rPr>
        <w:t xml:space="preserve"> [  ] </w:t>
      </w:r>
      <w:r>
        <w:rPr>
          <w:rStyle w:val="styleC3"/>
        </w:rPr>
        <w:t xml:space="preserve"> III Natural Monument: protected area managed mainly for conservation of specific natural features</w:t>
      </w:r>
    </w:p>
    <w:p w14:paraId="062F0CC7" w14:textId="77777777" w:rsidR="00060E17" w:rsidRDefault="00D61344">
      <w:pPr>
        <w:spacing w:after="0" w:line="240" w:lineRule="auto"/>
        <w:ind w:left="216"/>
      </w:pPr>
      <w:r>
        <w:rPr>
          <w:rStyle w:val="styleC3"/>
        </w:rPr>
        <w:tab/>
      </w:r>
      <w:r>
        <w:rPr>
          <w:rStyle w:val="styleRad"/>
        </w:rPr>
        <w:t xml:space="preserve"> [  ] </w:t>
      </w:r>
      <w:r>
        <w:rPr>
          <w:rStyle w:val="styleC3"/>
        </w:rPr>
        <w:t xml:space="preserve"> IV Habitat/Species Management Area: protected area managed mainly for conservation through management intervention</w:t>
      </w:r>
    </w:p>
    <w:p w14:paraId="5609EC43" w14:textId="77777777" w:rsidR="00060E17" w:rsidRDefault="00D61344">
      <w:pPr>
        <w:spacing w:after="0" w:line="240" w:lineRule="auto"/>
        <w:ind w:left="216"/>
      </w:pPr>
      <w:r>
        <w:rPr>
          <w:rStyle w:val="styleC3"/>
        </w:rPr>
        <w:tab/>
      </w:r>
      <w:r>
        <w:rPr>
          <w:rStyle w:val="styleRad"/>
        </w:rPr>
        <w:t xml:space="preserve"> [  ] </w:t>
      </w:r>
      <w:r>
        <w:rPr>
          <w:rStyle w:val="styleC3"/>
        </w:rPr>
        <w:t xml:space="preserve"> V Protected Landscape/Seascape: protected area managed mainly for landscape/seascape conservation and recreation</w:t>
      </w:r>
    </w:p>
    <w:p w14:paraId="55B99920" w14:textId="77777777" w:rsidR="00060E17" w:rsidRDefault="00D61344">
      <w:pPr>
        <w:spacing w:after="0" w:line="240" w:lineRule="auto"/>
        <w:ind w:left="216"/>
      </w:pPr>
      <w:r>
        <w:rPr>
          <w:rStyle w:val="styleC3"/>
        </w:rPr>
        <w:tab/>
      </w:r>
      <w:r>
        <w:rPr>
          <w:rStyle w:val="styleRad"/>
        </w:rPr>
        <w:t xml:space="preserve"> [x] </w:t>
      </w:r>
      <w:r>
        <w:rPr>
          <w:rStyle w:val="styleC3"/>
        </w:rPr>
        <w:t xml:space="preserve"> VI Managed Resource Protected Area: protected area managed mainly for the sustainable use of natural ecosystems</w:t>
      </w:r>
    </w:p>
    <w:p w14:paraId="4C344687" w14:textId="77777777" w:rsidR="00060E17" w:rsidRDefault="00060E17"/>
    <w:p w14:paraId="0C828416" w14:textId="77777777" w:rsidR="00060E17" w:rsidRDefault="00D61344">
      <w:pPr>
        <w:pStyle w:val="pstyleSection"/>
      </w:pPr>
      <w:r>
        <w:rPr>
          <w:rStyle w:val="styleL2"/>
        </w:rPr>
        <w:t>5.2.4 Key conservation measures</w:t>
      </w:r>
    </w:p>
    <w:p w14:paraId="0611E7B5" w14:textId="77777777" w:rsidR="00060E17" w:rsidRDefault="00D61344">
      <w:pPr>
        <w:pStyle w:val="pstyleLabels"/>
      </w:pPr>
      <w:r>
        <w:rPr>
          <w:rStyle w:val="styleC3"/>
        </w:rPr>
        <w:t>Legal protection</w:t>
      </w:r>
    </w:p>
    <w:tbl>
      <w:tblPr>
        <w:tblStyle w:val="FancyTable"/>
        <w:tblW w:w="0" w:type="auto"/>
        <w:tblInd w:w="-8" w:type="dxa"/>
        <w:tblLook w:val="04A0" w:firstRow="1" w:lastRow="0" w:firstColumn="1" w:lastColumn="0" w:noHBand="0" w:noVBand="1"/>
      </w:tblPr>
      <w:tblGrid>
        <w:gridCol w:w="1750"/>
        <w:gridCol w:w="1750"/>
      </w:tblGrid>
      <w:tr w:rsidR="00060E17" w14:paraId="40D78D1C"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77F2C891" w14:textId="77777777" w:rsidR="00060E17" w:rsidRDefault="00D61344">
            <w:pPr>
              <w:spacing w:after="0" w:line="240" w:lineRule="auto"/>
              <w:jc w:val="center"/>
            </w:pPr>
            <w:r>
              <w:rPr>
                <w:b/>
                <w:bCs/>
                <w:sz w:val="18"/>
                <w:szCs w:val="18"/>
              </w:rPr>
              <w:t>Measures</w:t>
            </w:r>
          </w:p>
        </w:tc>
        <w:tc>
          <w:tcPr>
            <w:tcW w:w="1750" w:type="dxa"/>
          </w:tcPr>
          <w:p w14:paraId="38055D42" w14:textId="77777777" w:rsidR="00060E17" w:rsidRDefault="00D61344">
            <w:pPr>
              <w:spacing w:after="0" w:line="240" w:lineRule="auto"/>
              <w:jc w:val="center"/>
            </w:pPr>
            <w:r>
              <w:rPr>
                <w:b/>
                <w:bCs/>
                <w:sz w:val="18"/>
                <w:szCs w:val="18"/>
              </w:rPr>
              <w:t>Status</w:t>
            </w:r>
          </w:p>
        </w:tc>
      </w:tr>
      <w:tr w:rsidR="00060E17" w14:paraId="7B0376B6" w14:textId="77777777" w:rsidTr="00060E17">
        <w:trPr>
          <w:trHeight w:val="200"/>
        </w:trPr>
        <w:tc>
          <w:tcPr>
            <w:tcW w:w="1750" w:type="dxa"/>
          </w:tcPr>
          <w:p w14:paraId="284D46BC" w14:textId="77777777" w:rsidR="00060E17" w:rsidRDefault="00D61344">
            <w:r>
              <w:rPr>
                <w:rStyle w:val="styleSubformtxt"/>
              </w:rPr>
              <w:t>Legal protection</w:t>
            </w:r>
          </w:p>
        </w:tc>
        <w:tc>
          <w:tcPr>
            <w:tcW w:w="1750" w:type="dxa"/>
          </w:tcPr>
          <w:p w14:paraId="379F72CA" w14:textId="77777777" w:rsidR="00060E17" w:rsidRDefault="00D61344">
            <w:r>
              <w:rPr>
                <w:rStyle w:val="styleSubformtxt"/>
              </w:rPr>
              <w:t>Implemented</w:t>
            </w:r>
          </w:p>
        </w:tc>
      </w:tr>
      <w:tr w:rsidR="00060E17" w14:paraId="17CFEF81" w14:textId="77777777" w:rsidTr="00060E17">
        <w:trPr>
          <w:trHeight w:val="200"/>
        </w:trPr>
        <w:tc>
          <w:tcPr>
            <w:tcW w:w="1750" w:type="dxa"/>
          </w:tcPr>
          <w:p w14:paraId="4EEE2152" w14:textId="77777777" w:rsidR="00060E17" w:rsidRDefault="00060E17"/>
        </w:tc>
        <w:tc>
          <w:tcPr>
            <w:tcW w:w="1750" w:type="dxa"/>
          </w:tcPr>
          <w:p w14:paraId="208134B6" w14:textId="77777777" w:rsidR="00060E17" w:rsidRDefault="00060E17"/>
        </w:tc>
      </w:tr>
    </w:tbl>
    <w:p w14:paraId="1F23E2FC" w14:textId="77777777" w:rsidR="00060E17" w:rsidRDefault="00060E17"/>
    <w:p w14:paraId="3EC79D16" w14:textId="77777777" w:rsidR="00060E17" w:rsidRDefault="00D61344">
      <w:pPr>
        <w:pStyle w:val="pstyleLabels"/>
      </w:pPr>
      <w:r>
        <w:rPr>
          <w:rStyle w:val="styleC3"/>
        </w:rPr>
        <w:t>Habitat</w:t>
      </w:r>
    </w:p>
    <w:tbl>
      <w:tblPr>
        <w:tblStyle w:val="FancyTable"/>
        <w:tblW w:w="0" w:type="auto"/>
        <w:tblInd w:w="-8" w:type="dxa"/>
        <w:tblLook w:val="04A0" w:firstRow="1" w:lastRow="0" w:firstColumn="1" w:lastColumn="0" w:noHBand="0" w:noVBand="1"/>
      </w:tblPr>
      <w:tblGrid>
        <w:gridCol w:w="2242"/>
        <w:gridCol w:w="1750"/>
      </w:tblGrid>
      <w:tr w:rsidR="00060E17" w14:paraId="5C50315C"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0AE23009" w14:textId="77777777" w:rsidR="00060E17" w:rsidRDefault="00D61344">
            <w:pPr>
              <w:spacing w:after="0" w:line="240" w:lineRule="auto"/>
              <w:jc w:val="center"/>
            </w:pPr>
            <w:r>
              <w:rPr>
                <w:b/>
                <w:bCs/>
                <w:sz w:val="18"/>
                <w:szCs w:val="18"/>
              </w:rPr>
              <w:t>Measures</w:t>
            </w:r>
          </w:p>
        </w:tc>
        <w:tc>
          <w:tcPr>
            <w:tcW w:w="1750" w:type="dxa"/>
          </w:tcPr>
          <w:p w14:paraId="225970FC" w14:textId="77777777" w:rsidR="00060E17" w:rsidRDefault="00D61344">
            <w:pPr>
              <w:spacing w:after="0" w:line="240" w:lineRule="auto"/>
              <w:jc w:val="center"/>
            </w:pPr>
            <w:r>
              <w:rPr>
                <w:b/>
                <w:bCs/>
                <w:sz w:val="18"/>
                <w:szCs w:val="18"/>
              </w:rPr>
              <w:t>Status</w:t>
            </w:r>
          </w:p>
        </w:tc>
      </w:tr>
      <w:tr w:rsidR="00060E17" w14:paraId="7B4FEAB2" w14:textId="77777777" w:rsidTr="00060E17">
        <w:trPr>
          <w:trHeight w:val="200"/>
        </w:trPr>
        <w:tc>
          <w:tcPr>
            <w:tcW w:w="1750" w:type="dxa"/>
          </w:tcPr>
          <w:p w14:paraId="0B829102" w14:textId="77777777" w:rsidR="00060E17" w:rsidRDefault="00D61344">
            <w:r>
              <w:rPr>
                <w:rStyle w:val="styleSubformtxt"/>
              </w:rPr>
              <w:t>Catchment management initiatives/controls</w:t>
            </w:r>
          </w:p>
        </w:tc>
        <w:tc>
          <w:tcPr>
            <w:tcW w:w="1750" w:type="dxa"/>
          </w:tcPr>
          <w:p w14:paraId="2B01B37F" w14:textId="77777777" w:rsidR="00060E17" w:rsidRDefault="00D61344">
            <w:r>
              <w:rPr>
                <w:rStyle w:val="styleSubformtxt"/>
              </w:rPr>
              <w:t>Implemented</w:t>
            </w:r>
          </w:p>
        </w:tc>
      </w:tr>
      <w:tr w:rsidR="00060E17" w14:paraId="36AC2D05" w14:textId="77777777" w:rsidTr="00060E17">
        <w:trPr>
          <w:trHeight w:val="200"/>
        </w:trPr>
        <w:tc>
          <w:tcPr>
            <w:tcW w:w="1750" w:type="dxa"/>
          </w:tcPr>
          <w:p w14:paraId="43EBAD85" w14:textId="77777777" w:rsidR="00060E17" w:rsidRDefault="00D61344">
            <w:r>
              <w:rPr>
                <w:rStyle w:val="styleSubformtxt"/>
              </w:rPr>
              <w:lastRenderedPageBreak/>
              <w:t>Improvement of water quality</w:t>
            </w:r>
          </w:p>
        </w:tc>
        <w:tc>
          <w:tcPr>
            <w:tcW w:w="1750" w:type="dxa"/>
          </w:tcPr>
          <w:p w14:paraId="436C8EB9" w14:textId="77777777" w:rsidR="00060E17" w:rsidRDefault="00D61344">
            <w:r>
              <w:rPr>
                <w:rStyle w:val="styleSubformtxt"/>
              </w:rPr>
              <w:t>Partially implemented</w:t>
            </w:r>
          </w:p>
        </w:tc>
      </w:tr>
      <w:tr w:rsidR="00060E17" w14:paraId="7B4C0394" w14:textId="77777777" w:rsidTr="00060E17">
        <w:trPr>
          <w:trHeight w:val="200"/>
        </w:trPr>
        <w:tc>
          <w:tcPr>
            <w:tcW w:w="1750" w:type="dxa"/>
          </w:tcPr>
          <w:p w14:paraId="0647DC2E" w14:textId="77777777" w:rsidR="00060E17" w:rsidRDefault="00D61344">
            <w:r>
              <w:rPr>
                <w:rStyle w:val="styleSubformtxt"/>
              </w:rPr>
              <w:t>Habitat manipulation/enhancement</w:t>
            </w:r>
          </w:p>
        </w:tc>
        <w:tc>
          <w:tcPr>
            <w:tcW w:w="1750" w:type="dxa"/>
          </w:tcPr>
          <w:p w14:paraId="0DD68F81" w14:textId="77777777" w:rsidR="00060E17" w:rsidRDefault="00D61344">
            <w:r>
              <w:rPr>
                <w:rStyle w:val="styleSubformtxt"/>
              </w:rPr>
              <w:t>Implemented</w:t>
            </w:r>
          </w:p>
        </w:tc>
      </w:tr>
      <w:tr w:rsidR="00060E17" w14:paraId="4284929B" w14:textId="77777777" w:rsidTr="00060E17">
        <w:trPr>
          <w:trHeight w:val="200"/>
        </w:trPr>
        <w:tc>
          <w:tcPr>
            <w:tcW w:w="1750" w:type="dxa"/>
          </w:tcPr>
          <w:p w14:paraId="2E323C0E" w14:textId="77777777" w:rsidR="00060E17" w:rsidRDefault="00D61344">
            <w:r>
              <w:rPr>
                <w:rStyle w:val="styleSubformtxt"/>
              </w:rPr>
              <w:t>Hydrology management/restoration</w:t>
            </w:r>
          </w:p>
        </w:tc>
        <w:tc>
          <w:tcPr>
            <w:tcW w:w="1750" w:type="dxa"/>
          </w:tcPr>
          <w:p w14:paraId="58369F27" w14:textId="77777777" w:rsidR="00060E17" w:rsidRDefault="00D61344">
            <w:r>
              <w:rPr>
                <w:rStyle w:val="styleSubformtxt"/>
              </w:rPr>
              <w:t>Partially implemented</w:t>
            </w:r>
          </w:p>
        </w:tc>
      </w:tr>
      <w:tr w:rsidR="00060E17" w14:paraId="3D92D4BB" w14:textId="77777777" w:rsidTr="00060E17">
        <w:trPr>
          <w:trHeight w:val="200"/>
        </w:trPr>
        <w:tc>
          <w:tcPr>
            <w:tcW w:w="1750" w:type="dxa"/>
          </w:tcPr>
          <w:p w14:paraId="72F90C50" w14:textId="77777777" w:rsidR="00060E17" w:rsidRDefault="00D61344">
            <w:r>
              <w:rPr>
                <w:rStyle w:val="styleSubformtxt"/>
              </w:rPr>
              <w:t>Re-vegetation</w:t>
            </w:r>
          </w:p>
        </w:tc>
        <w:tc>
          <w:tcPr>
            <w:tcW w:w="1750" w:type="dxa"/>
          </w:tcPr>
          <w:p w14:paraId="575A4841" w14:textId="77777777" w:rsidR="00060E17" w:rsidRDefault="00D61344">
            <w:r>
              <w:rPr>
                <w:rStyle w:val="styleSubformtxt"/>
              </w:rPr>
              <w:t>Implemented</w:t>
            </w:r>
          </w:p>
        </w:tc>
      </w:tr>
      <w:tr w:rsidR="00060E17" w14:paraId="14E29274" w14:textId="77777777" w:rsidTr="00060E17">
        <w:trPr>
          <w:trHeight w:val="200"/>
        </w:trPr>
        <w:tc>
          <w:tcPr>
            <w:tcW w:w="1750" w:type="dxa"/>
          </w:tcPr>
          <w:p w14:paraId="44F7F215" w14:textId="77777777" w:rsidR="00060E17" w:rsidRDefault="00060E17"/>
        </w:tc>
        <w:tc>
          <w:tcPr>
            <w:tcW w:w="1750" w:type="dxa"/>
          </w:tcPr>
          <w:p w14:paraId="770EFBE6" w14:textId="77777777" w:rsidR="00060E17" w:rsidRDefault="00060E17"/>
        </w:tc>
      </w:tr>
    </w:tbl>
    <w:p w14:paraId="53193532" w14:textId="77777777" w:rsidR="00060E17" w:rsidRDefault="00060E17"/>
    <w:p w14:paraId="091A9CD4" w14:textId="77777777" w:rsidR="00060E17" w:rsidRDefault="00D61344">
      <w:pPr>
        <w:pStyle w:val="pstyleLabels"/>
      </w:pPr>
      <w:r>
        <w:rPr>
          <w:rStyle w:val="styleC3"/>
        </w:rPr>
        <w:t>Species</w:t>
      </w:r>
    </w:p>
    <w:tbl>
      <w:tblPr>
        <w:tblStyle w:val="FancyTable"/>
        <w:tblW w:w="0" w:type="auto"/>
        <w:tblInd w:w="-8" w:type="dxa"/>
        <w:tblLook w:val="04A0" w:firstRow="1" w:lastRow="0" w:firstColumn="1" w:lastColumn="0" w:noHBand="0" w:noVBand="1"/>
      </w:tblPr>
      <w:tblGrid>
        <w:gridCol w:w="1750"/>
        <w:gridCol w:w="1750"/>
      </w:tblGrid>
      <w:tr w:rsidR="00060E17" w14:paraId="1B41FAF7"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5CFF2670" w14:textId="77777777" w:rsidR="00060E17" w:rsidRDefault="00D61344">
            <w:pPr>
              <w:spacing w:after="0" w:line="240" w:lineRule="auto"/>
              <w:jc w:val="center"/>
            </w:pPr>
            <w:r>
              <w:rPr>
                <w:b/>
                <w:bCs/>
                <w:sz w:val="18"/>
                <w:szCs w:val="18"/>
              </w:rPr>
              <w:t>Measures</w:t>
            </w:r>
          </w:p>
        </w:tc>
        <w:tc>
          <w:tcPr>
            <w:tcW w:w="1750" w:type="dxa"/>
          </w:tcPr>
          <w:p w14:paraId="43728415" w14:textId="77777777" w:rsidR="00060E17" w:rsidRDefault="00D61344">
            <w:pPr>
              <w:spacing w:after="0" w:line="240" w:lineRule="auto"/>
              <w:jc w:val="center"/>
            </w:pPr>
            <w:r>
              <w:rPr>
                <w:b/>
                <w:bCs/>
                <w:sz w:val="18"/>
                <w:szCs w:val="18"/>
              </w:rPr>
              <w:t>Status</w:t>
            </w:r>
          </w:p>
        </w:tc>
      </w:tr>
      <w:tr w:rsidR="00060E17" w14:paraId="7A641138" w14:textId="77777777" w:rsidTr="00060E17">
        <w:trPr>
          <w:trHeight w:val="200"/>
        </w:trPr>
        <w:tc>
          <w:tcPr>
            <w:tcW w:w="1750" w:type="dxa"/>
          </w:tcPr>
          <w:p w14:paraId="4D458755" w14:textId="77777777" w:rsidR="00060E17" w:rsidRDefault="00D61344">
            <w:r>
              <w:rPr>
                <w:rStyle w:val="styleSubformtxt"/>
              </w:rPr>
              <w:t>Threatened/rare species management programmes</w:t>
            </w:r>
          </w:p>
        </w:tc>
        <w:tc>
          <w:tcPr>
            <w:tcW w:w="1750" w:type="dxa"/>
          </w:tcPr>
          <w:p w14:paraId="7F65AB28" w14:textId="77777777" w:rsidR="00060E17" w:rsidRDefault="00D61344">
            <w:r>
              <w:rPr>
                <w:rStyle w:val="styleSubformtxt"/>
              </w:rPr>
              <w:t>Partially implemented</w:t>
            </w:r>
          </w:p>
        </w:tc>
      </w:tr>
      <w:tr w:rsidR="00060E17" w14:paraId="1C8B3E5C" w14:textId="77777777" w:rsidTr="00060E17">
        <w:trPr>
          <w:trHeight w:val="200"/>
        </w:trPr>
        <w:tc>
          <w:tcPr>
            <w:tcW w:w="1750" w:type="dxa"/>
          </w:tcPr>
          <w:p w14:paraId="6BF57C90" w14:textId="77777777" w:rsidR="00060E17" w:rsidRDefault="00D61344">
            <w:r>
              <w:rPr>
                <w:rStyle w:val="styleSubformtxt"/>
              </w:rPr>
              <w:t>Control of invasive alien plants</w:t>
            </w:r>
          </w:p>
        </w:tc>
        <w:tc>
          <w:tcPr>
            <w:tcW w:w="1750" w:type="dxa"/>
          </w:tcPr>
          <w:p w14:paraId="43B89DD1" w14:textId="77777777" w:rsidR="00060E17" w:rsidRDefault="00D61344">
            <w:r>
              <w:rPr>
                <w:rStyle w:val="styleSubformtxt"/>
              </w:rPr>
              <w:t>Implemented</w:t>
            </w:r>
          </w:p>
        </w:tc>
      </w:tr>
      <w:tr w:rsidR="00060E17" w14:paraId="79D27D61" w14:textId="77777777" w:rsidTr="00060E17">
        <w:trPr>
          <w:trHeight w:val="200"/>
        </w:trPr>
        <w:tc>
          <w:tcPr>
            <w:tcW w:w="1750" w:type="dxa"/>
          </w:tcPr>
          <w:p w14:paraId="24E40453" w14:textId="77777777" w:rsidR="00060E17" w:rsidRDefault="00D61344">
            <w:r>
              <w:rPr>
                <w:rStyle w:val="styleSubformtxt"/>
              </w:rPr>
              <w:t>Control of invasive alien animals</w:t>
            </w:r>
          </w:p>
        </w:tc>
        <w:tc>
          <w:tcPr>
            <w:tcW w:w="1750" w:type="dxa"/>
          </w:tcPr>
          <w:p w14:paraId="5A86A0C5" w14:textId="77777777" w:rsidR="00060E17" w:rsidRDefault="00D61344">
            <w:r>
              <w:rPr>
                <w:rStyle w:val="styleSubformtxt"/>
              </w:rPr>
              <w:t>Implemented</w:t>
            </w:r>
          </w:p>
        </w:tc>
      </w:tr>
      <w:tr w:rsidR="00060E17" w14:paraId="34816307" w14:textId="77777777" w:rsidTr="00060E17">
        <w:trPr>
          <w:trHeight w:val="200"/>
        </w:trPr>
        <w:tc>
          <w:tcPr>
            <w:tcW w:w="1750" w:type="dxa"/>
          </w:tcPr>
          <w:p w14:paraId="1B20EDF3" w14:textId="77777777" w:rsidR="00060E17" w:rsidRDefault="00060E17"/>
        </w:tc>
        <w:tc>
          <w:tcPr>
            <w:tcW w:w="1750" w:type="dxa"/>
          </w:tcPr>
          <w:p w14:paraId="5955328E" w14:textId="77777777" w:rsidR="00060E17" w:rsidRDefault="00060E17"/>
        </w:tc>
      </w:tr>
    </w:tbl>
    <w:p w14:paraId="62C0DD88" w14:textId="77777777" w:rsidR="00060E17" w:rsidRDefault="00060E17"/>
    <w:p w14:paraId="1BFF8A04" w14:textId="77777777" w:rsidR="00060E17" w:rsidRDefault="00D61344">
      <w:pPr>
        <w:pStyle w:val="pstyleLabels"/>
      </w:pPr>
      <w:r>
        <w:rPr>
          <w:rStyle w:val="styleC3"/>
        </w:rPr>
        <w:t>Human Activities</w:t>
      </w:r>
    </w:p>
    <w:tbl>
      <w:tblPr>
        <w:tblStyle w:val="FancyTable"/>
        <w:tblW w:w="0" w:type="auto"/>
        <w:tblInd w:w="-8" w:type="dxa"/>
        <w:tblLook w:val="04A0" w:firstRow="1" w:lastRow="0" w:firstColumn="1" w:lastColumn="0" w:noHBand="0" w:noVBand="1"/>
      </w:tblPr>
      <w:tblGrid>
        <w:gridCol w:w="2042"/>
        <w:gridCol w:w="1750"/>
      </w:tblGrid>
      <w:tr w:rsidR="00060E17" w14:paraId="735D2871"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355E8C9A" w14:textId="77777777" w:rsidR="00060E17" w:rsidRDefault="00D61344">
            <w:pPr>
              <w:spacing w:after="0" w:line="240" w:lineRule="auto"/>
              <w:jc w:val="center"/>
            </w:pPr>
            <w:r>
              <w:rPr>
                <w:b/>
                <w:bCs/>
                <w:sz w:val="18"/>
                <w:szCs w:val="18"/>
              </w:rPr>
              <w:t>Measures</w:t>
            </w:r>
          </w:p>
        </w:tc>
        <w:tc>
          <w:tcPr>
            <w:tcW w:w="1750" w:type="dxa"/>
          </w:tcPr>
          <w:p w14:paraId="0744BEEC" w14:textId="77777777" w:rsidR="00060E17" w:rsidRDefault="00D61344">
            <w:pPr>
              <w:spacing w:after="0" w:line="240" w:lineRule="auto"/>
              <w:jc w:val="center"/>
            </w:pPr>
            <w:r>
              <w:rPr>
                <w:b/>
                <w:bCs/>
                <w:sz w:val="18"/>
                <w:szCs w:val="18"/>
              </w:rPr>
              <w:t>Status</w:t>
            </w:r>
          </w:p>
        </w:tc>
      </w:tr>
      <w:tr w:rsidR="00060E17" w14:paraId="7132EE4A" w14:textId="77777777" w:rsidTr="00060E17">
        <w:trPr>
          <w:trHeight w:val="200"/>
        </w:trPr>
        <w:tc>
          <w:tcPr>
            <w:tcW w:w="1750" w:type="dxa"/>
          </w:tcPr>
          <w:p w14:paraId="57E5668B" w14:textId="77777777" w:rsidR="00060E17" w:rsidRDefault="00D61344">
            <w:r>
              <w:rPr>
                <w:rStyle w:val="styleSubformtxt"/>
              </w:rPr>
              <w:t>Management of water abstraction/takes</w:t>
            </w:r>
          </w:p>
        </w:tc>
        <w:tc>
          <w:tcPr>
            <w:tcW w:w="1750" w:type="dxa"/>
          </w:tcPr>
          <w:p w14:paraId="169BC721" w14:textId="77777777" w:rsidR="00060E17" w:rsidRDefault="00D61344">
            <w:r>
              <w:rPr>
                <w:rStyle w:val="styleSubformtxt"/>
              </w:rPr>
              <w:t>Implemented</w:t>
            </w:r>
          </w:p>
        </w:tc>
      </w:tr>
      <w:tr w:rsidR="00060E17" w14:paraId="3E7BAFEA" w14:textId="77777777" w:rsidTr="00060E17">
        <w:trPr>
          <w:trHeight w:val="200"/>
        </w:trPr>
        <w:tc>
          <w:tcPr>
            <w:tcW w:w="1750" w:type="dxa"/>
          </w:tcPr>
          <w:p w14:paraId="49EC7AA7" w14:textId="77777777" w:rsidR="00060E17" w:rsidRDefault="00D61344">
            <w:r>
              <w:rPr>
                <w:rStyle w:val="styleSubformtxt"/>
              </w:rPr>
              <w:t>Fisheries management/regulation</w:t>
            </w:r>
          </w:p>
        </w:tc>
        <w:tc>
          <w:tcPr>
            <w:tcW w:w="1750" w:type="dxa"/>
          </w:tcPr>
          <w:p w14:paraId="102A368E" w14:textId="77777777" w:rsidR="00060E17" w:rsidRDefault="00D61344">
            <w:r>
              <w:rPr>
                <w:rStyle w:val="styleSubformtxt"/>
              </w:rPr>
              <w:t>Implemented</w:t>
            </w:r>
          </w:p>
        </w:tc>
      </w:tr>
      <w:tr w:rsidR="00060E17" w14:paraId="744746C1" w14:textId="77777777" w:rsidTr="00060E17">
        <w:trPr>
          <w:trHeight w:val="200"/>
        </w:trPr>
        <w:tc>
          <w:tcPr>
            <w:tcW w:w="1750" w:type="dxa"/>
          </w:tcPr>
          <w:p w14:paraId="2A18850B" w14:textId="77777777" w:rsidR="00060E17" w:rsidRDefault="00D61344">
            <w:r>
              <w:rPr>
                <w:rStyle w:val="styleSubformtxt"/>
              </w:rPr>
              <w:t>Harvest controls/poaching enforcement</w:t>
            </w:r>
          </w:p>
        </w:tc>
        <w:tc>
          <w:tcPr>
            <w:tcW w:w="1750" w:type="dxa"/>
          </w:tcPr>
          <w:p w14:paraId="09B4B318" w14:textId="77777777" w:rsidR="00060E17" w:rsidRDefault="00D61344">
            <w:r>
              <w:rPr>
                <w:rStyle w:val="styleSubformtxt"/>
              </w:rPr>
              <w:t>Implemented</w:t>
            </w:r>
          </w:p>
        </w:tc>
      </w:tr>
      <w:tr w:rsidR="00060E17" w14:paraId="1B4AE9FF" w14:textId="77777777" w:rsidTr="00060E17">
        <w:trPr>
          <w:trHeight w:val="200"/>
        </w:trPr>
        <w:tc>
          <w:tcPr>
            <w:tcW w:w="1750" w:type="dxa"/>
          </w:tcPr>
          <w:p w14:paraId="6D724C4D" w14:textId="77777777" w:rsidR="00060E17" w:rsidRDefault="00D61344">
            <w:r>
              <w:rPr>
                <w:rStyle w:val="styleSubformtxt"/>
              </w:rPr>
              <w:t>Regulation/management of recreational activities</w:t>
            </w:r>
          </w:p>
        </w:tc>
        <w:tc>
          <w:tcPr>
            <w:tcW w:w="1750" w:type="dxa"/>
          </w:tcPr>
          <w:p w14:paraId="54E61F48" w14:textId="77777777" w:rsidR="00060E17" w:rsidRDefault="00D61344">
            <w:r>
              <w:rPr>
                <w:rStyle w:val="styleSubformtxt"/>
              </w:rPr>
              <w:t>Implemented</w:t>
            </w:r>
          </w:p>
        </w:tc>
      </w:tr>
      <w:tr w:rsidR="00060E17" w14:paraId="3F347EB1" w14:textId="77777777" w:rsidTr="00060E17">
        <w:trPr>
          <w:trHeight w:val="200"/>
        </w:trPr>
        <w:tc>
          <w:tcPr>
            <w:tcW w:w="1750" w:type="dxa"/>
          </w:tcPr>
          <w:p w14:paraId="23FF9123" w14:textId="77777777" w:rsidR="00060E17" w:rsidRDefault="00060E17"/>
        </w:tc>
        <w:tc>
          <w:tcPr>
            <w:tcW w:w="1750" w:type="dxa"/>
          </w:tcPr>
          <w:p w14:paraId="1E6FB9B8" w14:textId="77777777" w:rsidR="00060E17" w:rsidRDefault="00060E17"/>
        </w:tc>
      </w:tr>
    </w:tbl>
    <w:p w14:paraId="5BED24A4" w14:textId="77777777" w:rsidR="00060E17" w:rsidRDefault="00060E17"/>
    <w:p w14:paraId="33A38756" w14:textId="77777777" w:rsidR="00060E17" w:rsidRDefault="00D61344">
      <w:pPr>
        <w:pStyle w:val="pstyleLabels"/>
      </w:pPr>
      <w:r>
        <w:rPr>
          <w:rStyle w:val="styleC3"/>
        </w:rPr>
        <w:t>Other:</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7"/>
        <w:gridCol w:w="8831"/>
      </w:tblGrid>
      <w:tr w:rsidR="00060E17" w14:paraId="49381AB5"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38BCD54" w14:textId="77777777" w:rsidR="00060E17" w:rsidRDefault="00060E17"/>
        </w:tc>
        <w:tc>
          <w:tcPr>
            <w:tcW w:w="9500" w:type="dxa"/>
          </w:tcPr>
          <w:p w14:paraId="4550D63F" w14:textId="77777777" w:rsidR="00060E17" w:rsidRDefault="00060E17">
            <w:pPr>
              <w:spacing w:before="30" w:after="25" w:line="240" w:lineRule="auto"/>
              <w:ind w:left="57"/>
            </w:pPr>
          </w:p>
        </w:tc>
      </w:tr>
    </w:tbl>
    <w:p w14:paraId="08657A35" w14:textId="77777777" w:rsidR="00060E17" w:rsidRDefault="00060E17"/>
    <w:p w14:paraId="380DFEAC" w14:textId="77777777" w:rsidR="00060E17" w:rsidRDefault="00D61344">
      <w:pPr>
        <w:pStyle w:val="pstyleSection"/>
      </w:pPr>
      <w:r>
        <w:rPr>
          <w:rStyle w:val="styleL2"/>
        </w:rPr>
        <w:t>5.2.5 Management planning</w:t>
      </w:r>
    </w:p>
    <w:p w14:paraId="0BEFE7E7" w14:textId="77777777" w:rsidR="00060E17" w:rsidRDefault="00D61344">
      <w:pPr>
        <w:pStyle w:val="pstyleLabels"/>
      </w:pPr>
      <w:r>
        <w:rPr>
          <w:rStyle w:val="styleC3"/>
        </w:rPr>
        <w:t>Is there a site-specific management plan for the site?</w:t>
      </w:r>
    </w:p>
    <w:tbl>
      <w:tblPr>
        <w:tblStyle w:val="myFieldTableStyle2"/>
        <w:tblW w:w="0" w:type="auto"/>
        <w:tblInd w:w="-8" w:type="dxa"/>
        <w:tblLook w:val="04A0" w:firstRow="1" w:lastRow="0" w:firstColumn="1" w:lastColumn="0" w:noHBand="0" w:noVBand="1"/>
      </w:tblPr>
      <w:tblGrid>
        <w:gridCol w:w="210"/>
        <w:gridCol w:w="5000"/>
      </w:tblGrid>
      <w:tr w:rsidR="00060E17" w14:paraId="7D79277A"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DA02D1D" w14:textId="77777777" w:rsidR="00060E17" w:rsidRDefault="00060E17">
            <w:pPr>
              <w:spacing w:after="0" w:line="240" w:lineRule="auto"/>
              <w:ind w:left="216"/>
            </w:pPr>
          </w:p>
        </w:tc>
        <w:tc>
          <w:tcPr>
            <w:tcW w:w="5000" w:type="dxa"/>
          </w:tcPr>
          <w:p w14:paraId="54EF5ABF" w14:textId="77777777" w:rsidR="00060E17" w:rsidRDefault="00D61344">
            <w:pPr>
              <w:spacing w:before="5" w:after="2" w:line="240" w:lineRule="auto"/>
              <w:ind w:left="72"/>
            </w:pPr>
            <w:r>
              <w:rPr>
                <w:rStyle w:val="styleDatatxt"/>
              </w:rPr>
              <w:t>Yes</w:t>
            </w:r>
            <w:r>
              <w:rPr>
                <w:rStyle w:val="FootnoteReference"/>
              </w:rPr>
              <w:footnoteReference w:id="6"/>
            </w:r>
          </w:p>
        </w:tc>
      </w:tr>
    </w:tbl>
    <w:p w14:paraId="2BEC6836" w14:textId="77777777" w:rsidR="00060E17" w:rsidRDefault="00D61344">
      <w:pPr>
        <w:pStyle w:val="pstyleLabels"/>
      </w:pPr>
      <w:r>
        <w:rPr>
          <w:rStyle w:val="styleC3"/>
        </w:rPr>
        <w:t>Is the management plan/planning implemented?</w:t>
      </w:r>
    </w:p>
    <w:p w14:paraId="2766A0E2" w14:textId="77777777" w:rsidR="00060E17" w:rsidRDefault="00D61344">
      <w:pPr>
        <w:pStyle w:val="pStyle"/>
      </w:pPr>
      <w:r>
        <w:rPr>
          <w:rStyle w:val="styleRad"/>
        </w:rPr>
        <w:t xml:space="preserve"> [x] </w:t>
      </w:r>
      <w:r>
        <w:rPr>
          <w:rStyle w:val="styleC3"/>
        </w:rPr>
        <w:t xml:space="preserve">Yes / </w:t>
      </w:r>
      <w:r>
        <w:rPr>
          <w:rStyle w:val="styleRad"/>
        </w:rPr>
        <w:t xml:space="preserve"> [  ] </w:t>
      </w:r>
      <w:r>
        <w:rPr>
          <w:rStyle w:val="styleC3"/>
        </w:rPr>
        <w:t xml:space="preserve">No </w:t>
      </w:r>
    </w:p>
    <w:p w14:paraId="2736B999" w14:textId="77777777" w:rsidR="00060E17" w:rsidRDefault="00D61344">
      <w:pPr>
        <w:spacing w:after="0" w:line="240" w:lineRule="auto"/>
      </w:pPr>
      <w:r>
        <w:rPr>
          <w:rStyle w:val="almostEmpty"/>
        </w:rPr>
        <w:t>.</w:t>
      </w:r>
    </w:p>
    <w:p w14:paraId="797ADE99" w14:textId="77777777" w:rsidR="00060E17" w:rsidRDefault="00D61344">
      <w:pPr>
        <w:pStyle w:val="pstyleLabels"/>
      </w:pPr>
      <w:r>
        <w:rPr>
          <w:rStyle w:val="styleC3"/>
        </w:rPr>
        <w:t>The management plan covers</w:t>
      </w:r>
    </w:p>
    <w:tbl>
      <w:tblPr>
        <w:tblStyle w:val="myFieldTableStyle2"/>
        <w:tblW w:w="0" w:type="auto"/>
        <w:tblInd w:w="-8" w:type="dxa"/>
        <w:tblLook w:val="04A0" w:firstRow="1" w:lastRow="0" w:firstColumn="1" w:lastColumn="0" w:noHBand="0" w:noVBand="1"/>
      </w:tblPr>
      <w:tblGrid>
        <w:gridCol w:w="210"/>
        <w:gridCol w:w="5000"/>
      </w:tblGrid>
      <w:tr w:rsidR="00060E17" w14:paraId="4727D915"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79BA8060" w14:textId="77777777" w:rsidR="00060E17" w:rsidRDefault="00060E17">
            <w:pPr>
              <w:spacing w:after="0" w:line="240" w:lineRule="auto"/>
              <w:ind w:left="216"/>
            </w:pPr>
          </w:p>
        </w:tc>
        <w:tc>
          <w:tcPr>
            <w:tcW w:w="5000" w:type="dxa"/>
          </w:tcPr>
          <w:p w14:paraId="02DBD931" w14:textId="77777777" w:rsidR="00060E17" w:rsidRDefault="00D61344">
            <w:pPr>
              <w:spacing w:before="5" w:after="2" w:line="240" w:lineRule="auto"/>
              <w:ind w:left="72"/>
            </w:pPr>
            <w:r>
              <w:rPr>
                <w:rStyle w:val="styleDatatxt"/>
              </w:rPr>
              <w:t>All of Ramsar Site</w:t>
            </w:r>
            <w:r>
              <w:rPr>
                <w:rStyle w:val="FootnoteReference"/>
              </w:rPr>
              <w:footnoteReference w:id="7"/>
            </w:r>
          </w:p>
        </w:tc>
      </w:tr>
    </w:tbl>
    <w:p w14:paraId="5EBFE1E2" w14:textId="77777777" w:rsidR="00060E17" w:rsidRDefault="00D61344">
      <w:pPr>
        <w:pStyle w:val="pstyleLabels"/>
      </w:pPr>
      <w:r>
        <w:rPr>
          <w:rStyle w:val="styleC3"/>
        </w:rPr>
        <w:t>Is the management plan currently subject to review and update?</w:t>
      </w:r>
    </w:p>
    <w:p w14:paraId="02497120" w14:textId="77777777" w:rsidR="00060E17" w:rsidRDefault="00D61344">
      <w:pPr>
        <w:pStyle w:val="pStyle"/>
      </w:pPr>
      <w:r>
        <w:rPr>
          <w:rStyle w:val="styleRad"/>
        </w:rPr>
        <w:t xml:space="preserve"> [x] </w:t>
      </w:r>
      <w:r>
        <w:rPr>
          <w:rStyle w:val="styleC3"/>
        </w:rPr>
        <w:t xml:space="preserve">Yes / </w:t>
      </w:r>
      <w:r>
        <w:rPr>
          <w:rStyle w:val="styleRad"/>
        </w:rPr>
        <w:t xml:space="preserve"> [  ] </w:t>
      </w:r>
      <w:r>
        <w:rPr>
          <w:rStyle w:val="styleC3"/>
        </w:rPr>
        <w:t xml:space="preserve">No </w:t>
      </w:r>
    </w:p>
    <w:p w14:paraId="568579D1" w14:textId="77777777" w:rsidR="00060E17" w:rsidRDefault="00D61344">
      <w:pPr>
        <w:spacing w:after="0" w:line="240" w:lineRule="auto"/>
      </w:pPr>
      <w:r>
        <w:rPr>
          <w:rStyle w:val="almostEmpty"/>
        </w:rPr>
        <w:t>.</w:t>
      </w:r>
    </w:p>
    <w:p w14:paraId="599F32AC" w14:textId="77777777" w:rsidR="00060E17" w:rsidRDefault="00D61344">
      <w:pPr>
        <w:pStyle w:val="pstyleLabels"/>
      </w:pPr>
      <w:r>
        <w:rPr>
          <w:rStyle w:val="styleC3"/>
        </w:rPr>
        <w:t>Has a management effectiveness assessment been undertaken for the site?</w:t>
      </w:r>
    </w:p>
    <w:p w14:paraId="4B67E8F8" w14:textId="77777777" w:rsidR="00060E17" w:rsidRDefault="00D61344">
      <w:pPr>
        <w:pStyle w:val="pStyle"/>
      </w:pPr>
      <w:r>
        <w:rPr>
          <w:rStyle w:val="styleRad"/>
        </w:rPr>
        <w:t xml:space="preserve"> [x] </w:t>
      </w:r>
      <w:r>
        <w:rPr>
          <w:rStyle w:val="styleC3"/>
        </w:rPr>
        <w:t xml:space="preserve">Yes / </w:t>
      </w:r>
      <w:r>
        <w:rPr>
          <w:rStyle w:val="styleRad"/>
        </w:rPr>
        <w:t xml:space="preserve"> [  ] </w:t>
      </w:r>
      <w:r>
        <w:rPr>
          <w:rStyle w:val="styleC3"/>
        </w:rPr>
        <w:t xml:space="preserve">No </w:t>
      </w:r>
    </w:p>
    <w:p w14:paraId="6C614EED" w14:textId="77777777" w:rsidR="00060E17" w:rsidRDefault="00D61344">
      <w:pPr>
        <w:spacing w:after="0" w:line="240" w:lineRule="auto"/>
      </w:pPr>
      <w:r>
        <w:rPr>
          <w:rStyle w:val="almostEmpty"/>
        </w:rPr>
        <w:t>.</w:t>
      </w:r>
    </w:p>
    <w:p w14:paraId="6C1DDC52" w14:textId="77777777" w:rsidR="00060E17" w:rsidRDefault="00D61344">
      <w:pPr>
        <w:pStyle w:val="pstyleLabels"/>
      </w:pPr>
      <w:r>
        <w:rPr>
          <w:rStyle w:val="styleC3"/>
        </w:rPr>
        <w:t>Please give link to site-specific plan or other relevant management plan if this is available via the Internet or upload it in section  'Additional material':</w:t>
      </w:r>
      <w:r>
        <w:rPr>
          <w:rStyle w:val="styleHint1txt"/>
        </w:rPr>
        <w:t xml:space="preserve"> (This field is limited to 500 characters) </w:t>
      </w:r>
    </w:p>
    <w:tbl>
      <w:tblPr>
        <w:tblStyle w:val="myFieldTableStyle"/>
        <w:tblW w:w="0" w:type="auto"/>
        <w:tblInd w:w="-8" w:type="dxa"/>
        <w:tblLook w:val="04A0" w:firstRow="1" w:lastRow="0" w:firstColumn="1" w:lastColumn="0" w:noHBand="0" w:noVBand="1"/>
      </w:tblPr>
      <w:tblGrid>
        <w:gridCol w:w="192"/>
        <w:gridCol w:w="8836"/>
      </w:tblGrid>
      <w:tr w:rsidR="00060E17" w14:paraId="0461D03C"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509A2A4D" w14:textId="77777777" w:rsidR="00060E17" w:rsidRDefault="00060E17"/>
        </w:tc>
        <w:tc>
          <w:tcPr>
            <w:tcW w:w="9500" w:type="dxa"/>
          </w:tcPr>
          <w:p w14:paraId="4555B732" w14:textId="77777777" w:rsidR="00060E17" w:rsidRDefault="00D61344">
            <w:pPr>
              <w:spacing w:before="30" w:after="25" w:line="240" w:lineRule="auto"/>
              <w:ind w:left="57"/>
            </w:pPr>
            <w:r>
              <w:rPr>
                <w:rStyle w:val="styleDatatxt"/>
              </w:rPr>
              <w:t xml:space="preserve">The 2015 management plan for the site is within the West Gippsland Waterway Strategy (West Gippsland CMA 2014). http://www.wgcma.vic.gov.au/our-region/waterways/waterway-strategy </w:t>
            </w:r>
          </w:p>
        </w:tc>
      </w:tr>
    </w:tbl>
    <w:p w14:paraId="377E43D2" w14:textId="77777777" w:rsidR="00060E17" w:rsidRDefault="00D61344">
      <w:pPr>
        <w:pStyle w:val="pstyleLabels"/>
      </w:pPr>
      <w:r>
        <w:rPr>
          <w:rStyle w:val="styleC3"/>
        </w:rPr>
        <w:t>If the site is a formal transboundary site as indicated in section Data and location &gt; Site location, are there shared management planning processes with another Contracting Party?</w:t>
      </w:r>
    </w:p>
    <w:p w14:paraId="01FCA7B5" w14:textId="77777777" w:rsidR="00060E17" w:rsidRDefault="00D61344">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54BA8B1E" w14:textId="77777777" w:rsidR="00060E17" w:rsidRDefault="00D61344">
      <w:pPr>
        <w:spacing w:after="0" w:line="240" w:lineRule="auto"/>
      </w:pPr>
      <w:r>
        <w:rPr>
          <w:rStyle w:val="almostEmpty"/>
        </w:rPr>
        <w:t>.</w:t>
      </w:r>
    </w:p>
    <w:p w14:paraId="1377D8DE" w14:textId="77777777" w:rsidR="00060E17" w:rsidRDefault="00D61344">
      <w:pPr>
        <w:pStyle w:val="pstyleLabels"/>
      </w:pPr>
      <w:r>
        <w:rPr>
          <w:rStyle w:val="styleC3"/>
        </w:rPr>
        <w:t>Please indicate if a Ramsar centre, other educational or visitor facility, or an educational or visitor programme is associated with the site:</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5"/>
        <w:gridCol w:w="8833"/>
      </w:tblGrid>
      <w:tr w:rsidR="00060E17" w14:paraId="74C0C9D7"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7C77464" w14:textId="77777777" w:rsidR="00060E17" w:rsidRDefault="00060E17"/>
        </w:tc>
        <w:tc>
          <w:tcPr>
            <w:tcW w:w="9500" w:type="dxa"/>
          </w:tcPr>
          <w:p w14:paraId="39C925ED" w14:textId="77777777" w:rsidR="00060E17" w:rsidRDefault="00D61344">
            <w:pPr>
              <w:spacing w:before="30" w:after="25" w:line="240" w:lineRule="auto"/>
              <w:ind w:left="57"/>
            </w:pPr>
            <w:r>
              <w:rPr>
                <w:rStyle w:val="styleDatatxt"/>
              </w:rPr>
              <w:t xml:space="preserve">The Corner Inlet Ramsar site contains no communications, educational or public awareness facilities at present. </w:t>
            </w:r>
          </w:p>
        </w:tc>
      </w:tr>
    </w:tbl>
    <w:p w14:paraId="230C27A8" w14:textId="77777777" w:rsidR="00060E17" w:rsidRDefault="00D61344">
      <w:pPr>
        <w:pStyle w:val="pstyleLabels"/>
      </w:pPr>
      <w:r>
        <w:rPr>
          <w:rStyle w:val="styleC3"/>
        </w:rPr>
        <w:t>URL of site-related webpage (if relevant):</w:t>
      </w:r>
    </w:p>
    <w:tbl>
      <w:tblPr>
        <w:tblStyle w:val="myFieldTableStyle2"/>
        <w:tblW w:w="0" w:type="auto"/>
        <w:tblInd w:w="-8" w:type="dxa"/>
        <w:tblLook w:val="04A0" w:firstRow="1" w:lastRow="0" w:firstColumn="1" w:lastColumn="0" w:noHBand="0" w:noVBand="1"/>
      </w:tblPr>
      <w:tblGrid>
        <w:gridCol w:w="196"/>
        <w:gridCol w:w="8831"/>
      </w:tblGrid>
      <w:tr w:rsidR="00060E17" w14:paraId="74D36F52"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45A16E6" w14:textId="77777777" w:rsidR="00060E17" w:rsidRDefault="00060E17">
            <w:pPr>
              <w:spacing w:after="0" w:line="240" w:lineRule="auto"/>
              <w:ind w:left="216"/>
            </w:pPr>
          </w:p>
        </w:tc>
        <w:tc>
          <w:tcPr>
            <w:tcW w:w="9500" w:type="dxa"/>
          </w:tcPr>
          <w:p w14:paraId="2F2D383E" w14:textId="77777777" w:rsidR="00060E17" w:rsidRDefault="00060E17">
            <w:pPr>
              <w:spacing w:before="5" w:after="2" w:line="240" w:lineRule="auto"/>
              <w:ind w:left="72"/>
            </w:pPr>
          </w:p>
        </w:tc>
      </w:tr>
    </w:tbl>
    <w:p w14:paraId="6E62A3F5" w14:textId="77777777" w:rsidR="00060E17" w:rsidRDefault="00060E17"/>
    <w:p w14:paraId="5938E1EB" w14:textId="77777777" w:rsidR="00060E17" w:rsidRDefault="00D61344">
      <w:pPr>
        <w:pStyle w:val="pstyleSection"/>
      </w:pPr>
      <w:r>
        <w:rPr>
          <w:rStyle w:val="styleL2"/>
        </w:rPr>
        <w:t>5.2.6 Planning for restoration</w:t>
      </w:r>
    </w:p>
    <w:p w14:paraId="763FCE35" w14:textId="77777777" w:rsidR="00060E17" w:rsidRDefault="00D61344">
      <w:pPr>
        <w:pStyle w:val="pstyleLabels"/>
      </w:pPr>
      <w:r>
        <w:rPr>
          <w:rStyle w:val="styleC3"/>
        </w:rPr>
        <w:t>Is there a site-specific restoration plan?</w:t>
      </w:r>
    </w:p>
    <w:tbl>
      <w:tblPr>
        <w:tblStyle w:val="myFieldTableStyle2"/>
        <w:tblW w:w="0" w:type="auto"/>
        <w:tblInd w:w="-8" w:type="dxa"/>
        <w:tblLook w:val="04A0" w:firstRow="1" w:lastRow="0" w:firstColumn="1" w:lastColumn="0" w:noHBand="0" w:noVBand="1"/>
      </w:tblPr>
      <w:tblGrid>
        <w:gridCol w:w="210"/>
        <w:gridCol w:w="5000"/>
      </w:tblGrid>
      <w:tr w:rsidR="00060E17" w14:paraId="7D0E3265"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8D6BF4B" w14:textId="77777777" w:rsidR="00060E17" w:rsidRDefault="00060E17">
            <w:pPr>
              <w:spacing w:after="0" w:line="240" w:lineRule="auto"/>
              <w:ind w:left="216"/>
            </w:pPr>
          </w:p>
        </w:tc>
        <w:tc>
          <w:tcPr>
            <w:tcW w:w="5000" w:type="dxa"/>
          </w:tcPr>
          <w:p w14:paraId="3175536C" w14:textId="77777777" w:rsidR="00060E17" w:rsidRDefault="00D61344">
            <w:pPr>
              <w:spacing w:before="5" w:after="2" w:line="240" w:lineRule="auto"/>
              <w:ind w:left="72"/>
            </w:pPr>
            <w:r>
              <w:rPr>
                <w:rStyle w:val="styleDatatxt"/>
              </w:rPr>
              <w:t>Yes; there is a plan</w:t>
            </w:r>
            <w:r>
              <w:rPr>
                <w:rStyle w:val="FootnoteReference"/>
              </w:rPr>
              <w:footnoteReference w:id="8"/>
            </w:r>
          </w:p>
        </w:tc>
      </w:tr>
    </w:tbl>
    <w:p w14:paraId="24B03691" w14:textId="77777777" w:rsidR="00060E17" w:rsidRDefault="00D61344">
      <w:pPr>
        <w:pStyle w:val="pstyleLabels"/>
      </w:pPr>
      <w:r>
        <w:rPr>
          <w:rStyle w:val="styleC3"/>
        </w:rPr>
        <w:t>Has the plan been implemented?</w:t>
      </w:r>
    </w:p>
    <w:p w14:paraId="172A257B" w14:textId="77777777" w:rsidR="00060E17" w:rsidRDefault="00D61344">
      <w:pPr>
        <w:pStyle w:val="pStyle"/>
      </w:pPr>
      <w:r>
        <w:rPr>
          <w:rStyle w:val="styleRad"/>
        </w:rPr>
        <w:t xml:space="preserve"> [x] </w:t>
      </w:r>
      <w:r>
        <w:rPr>
          <w:rStyle w:val="styleC3"/>
        </w:rPr>
        <w:t xml:space="preserve">Yes / </w:t>
      </w:r>
      <w:r>
        <w:rPr>
          <w:rStyle w:val="styleRad"/>
        </w:rPr>
        <w:t xml:space="preserve"> [  ] </w:t>
      </w:r>
      <w:r>
        <w:rPr>
          <w:rStyle w:val="styleC3"/>
        </w:rPr>
        <w:t xml:space="preserve">No </w:t>
      </w:r>
    </w:p>
    <w:p w14:paraId="46EC9A21" w14:textId="77777777" w:rsidR="00060E17" w:rsidRDefault="00D61344">
      <w:pPr>
        <w:spacing w:after="0" w:line="240" w:lineRule="auto"/>
      </w:pPr>
      <w:r>
        <w:rPr>
          <w:rStyle w:val="almostEmpty"/>
        </w:rPr>
        <w:t>.</w:t>
      </w:r>
    </w:p>
    <w:p w14:paraId="7DE1B189" w14:textId="77777777" w:rsidR="00060E17" w:rsidRDefault="00D61344">
      <w:pPr>
        <w:pStyle w:val="pstyleLabels"/>
      </w:pPr>
      <w:r>
        <w:rPr>
          <w:rStyle w:val="styleC3"/>
        </w:rPr>
        <w:t>The restoration plan covers:</w:t>
      </w:r>
    </w:p>
    <w:tbl>
      <w:tblPr>
        <w:tblStyle w:val="myFieldTableStyle2"/>
        <w:tblW w:w="0" w:type="auto"/>
        <w:tblInd w:w="-8" w:type="dxa"/>
        <w:tblLook w:val="04A0" w:firstRow="1" w:lastRow="0" w:firstColumn="1" w:lastColumn="0" w:noHBand="0" w:noVBand="1"/>
      </w:tblPr>
      <w:tblGrid>
        <w:gridCol w:w="210"/>
        <w:gridCol w:w="5000"/>
      </w:tblGrid>
      <w:tr w:rsidR="00060E17" w14:paraId="70C1EF3A"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664D4E5" w14:textId="77777777" w:rsidR="00060E17" w:rsidRDefault="00060E17">
            <w:pPr>
              <w:spacing w:after="0" w:line="240" w:lineRule="auto"/>
              <w:ind w:left="216"/>
            </w:pPr>
          </w:p>
        </w:tc>
        <w:tc>
          <w:tcPr>
            <w:tcW w:w="5000" w:type="dxa"/>
          </w:tcPr>
          <w:p w14:paraId="75484668" w14:textId="77777777" w:rsidR="00060E17" w:rsidRDefault="00D61344">
            <w:pPr>
              <w:spacing w:before="5" w:after="2" w:line="240" w:lineRule="auto"/>
              <w:ind w:left="72"/>
            </w:pPr>
            <w:r>
              <w:rPr>
                <w:rStyle w:val="styleDatatxt"/>
              </w:rPr>
              <w:t>All of Ramsar Site</w:t>
            </w:r>
            <w:r>
              <w:rPr>
                <w:rStyle w:val="FootnoteReference"/>
              </w:rPr>
              <w:footnoteReference w:id="9"/>
            </w:r>
          </w:p>
        </w:tc>
      </w:tr>
    </w:tbl>
    <w:p w14:paraId="5B037031" w14:textId="77777777" w:rsidR="00060E17" w:rsidRDefault="00D61344">
      <w:pPr>
        <w:pStyle w:val="pstyleLabels"/>
      </w:pPr>
      <w:r>
        <w:rPr>
          <w:rStyle w:val="styleC3"/>
        </w:rPr>
        <w:t>Is the plan currently being reviewed and updated?</w:t>
      </w:r>
    </w:p>
    <w:p w14:paraId="2DF3E5D6" w14:textId="77777777" w:rsidR="00060E17" w:rsidRDefault="00D61344">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00C51B03" w14:textId="77777777" w:rsidR="00060E17" w:rsidRDefault="00D61344">
      <w:pPr>
        <w:spacing w:after="0" w:line="240" w:lineRule="auto"/>
      </w:pPr>
      <w:r>
        <w:rPr>
          <w:rStyle w:val="almostEmpty"/>
        </w:rPr>
        <w:t>.</w:t>
      </w:r>
    </w:p>
    <w:p w14:paraId="24A9F485" w14:textId="77777777" w:rsidR="00060E17" w:rsidRDefault="00D61344">
      <w:pPr>
        <w:pStyle w:val="pstyleLabels"/>
      </w:pPr>
      <w:r>
        <w:rPr>
          <w:rStyle w:val="styleC3"/>
        </w:rPr>
        <w:t>Where the restoration is being undertaken to mitigate or respond to a threat or threats identified in this RIS, please indicate it / them:</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2"/>
        <w:gridCol w:w="8836"/>
      </w:tblGrid>
      <w:tr w:rsidR="00060E17" w14:paraId="5B6828BE"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7164F29" w14:textId="77777777" w:rsidR="00060E17" w:rsidRDefault="00060E17"/>
        </w:tc>
        <w:tc>
          <w:tcPr>
            <w:tcW w:w="9500" w:type="dxa"/>
          </w:tcPr>
          <w:p w14:paraId="1DE7A9C2" w14:textId="77777777" w:rsidR="00060E17" w:rsidRDefault="00D61344">
            <w:pPr>
              <w:spacing w:before="30" w:after="25" w:line="240" w:lineRule="auto"/>
              <w:ind w:left="57"/>
            </w:pPr>
            <w:r>
              <w:rPr>
                <w:rStyle w:val="styleDatatxt"/>
              </w:rPr>
              <w:t xml:space="preserve">A water quality improvement plan has been developed and is being implemented for the site. http://www.wgcma.vic.gov.au/wp-content/uploads/2015/01/corner-inlet-wqipweb.pdf. </w:t>
            </w:r>
          </w:p>
        </w:tc>
      </w:tr>
    </w:tbl>
    <w:p w14:paraId="45EFD821" w14:textId="77777777" w:rsidR="00060E17" w:rsidRDefault="00D61344">
      <w:pPr>
        <w:pStyle w:val="pstyleLabels"/>
      </w:pPr>
      <w:r>
        <w:rPr>
          <w:rStyle w:val="styleC3"/>
        </w:rPr>
        <w:t>Further information</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7"/>
        <w:gridCol w:w="8831"/>
      </w:tblGrid>
      <w:tr w:rsidR="00060E17" w14:paraId="55C1EF76"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D4336B8" w14:textId="77777777" w:rsidR="00060E17" w:rsidRDefault="00060E17"/>
        </w:tc>
        <w:tc>
          <w:tcPr>
            <w:tcW w:w="9500" w:type="dxa"/>
          </w:tcPr>
          <w:p w14:paraId="3696E452" w14:textId="77777777" w:rsidR="00060E17" w:rsidRDefault="00060E17">
            <w:pPr>
              <w:spacing w:before="30" w:after="25" w:line="240" w:lineRule="auto"/>
              <w:ind w:left="57"/>
            </w:pPr>
          </w:p>
        </w:tc>
      </w:tr>
    </w:tbl>
    <w:p w14:paraId="0C0C5B43" w14:textId="77777777" w:rsidR="00060E17" w:rsidRDefault="00060E17"/>
    <w:p w14:paraId="5115C133" w14:textId="77777777" w:rsidR="00060E17" w:rsidRDefault="00D61344">
      <w:pPr>
        <w:pStyle w:val="pstyleSection"/>
      </w:pPr>
      <w:r>
        <w:rPr>
          <w:rStyle w:val="styleL2"/>
        </w:rPr>
        <w:t>5.2.7 Monitoring implemented or proposed</w:t>
      </w:r>
    </w:p>
    <w:p w14:paraId="4AA1B3A5" w14:textId="77777777" w:rsidR="00060E17" w:rsidRDefault="00060E17">
      <w:pPr>
        <w:pStyle w:val="pstyleLabels"/>
      </w:pPr>
    </w:p>
    <w:tbl>
      <w:tblPr>
        <w:tblStyle w:val="FancyTable"/>
        <w:tblW w:w="0" w:type="auto"/>
        <w:tblInd w:w="-8" w:type="dxa"/>
        <w:tblLook w:val="04A0" w:firstRow="1" w:lastRow="0" w:firstColumn="1" w:lastColumn="0" w:noHBand="0" w:noVBand="1"/>
      </w:tblPr>
      <w:tblGrid>
        <w:gridCol w:w="1750"/>
        <w:gridCol w:w="1750"/>
      </w:tblGrid>
      <w:tr w:rsidR="00060E17" w14:paraId="2FC63622"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38758CEB" w14:textId="77777777" w:rsidR="00060E17" w:rsidRDefault="00D61344">
            <w:pPr>
              <w:spacing w:after="0" w:line="240" w:lineRule="auto"/>
              <w:jc w:val="center"/>
            </w:pPr>
            <w:r>
              <w:rPr>
                <w:b/>
                <w:bCs/>
                <w:sz w:val="18"/>
                <w:szCs w:val="18"/>
              </w:rPr>
              <w:t>Monitoring</w:t>
            </w:r>
          </w:p>
        </w:tc>
        <w:tc>
          <w:tcPr>
            <w:tcW w:w="1750" w:type="dxa"/>
          </w:tcPr>
          <w:p w14:paraId="10ABF442" w14:textId="77777777" w:rsidR="00060E17" w:rsidRDefault="00D61344">
            <w:pPr>
              <w:spacing w:after="0" w:line="240" w:lineRule="auto"/>
              <w:jc w:val="center"/>
            </w:pPr>
            <w:r>
              <w:rPr>
                <w:b/>
                <w:bCs/>
                <w:sz w:val="18"/>
                <w:szCs w:val="18"/>
              </w:rPr>
              <w:t>Status</w:t>
            </w:r>
          </w:p>
        </w:tc>
      </w:tr>
      <w:tr w:rsidR="00060E17" w14:paraId="29F0C679" w14:textId="77777777" w:rsidTr="00060E17">
        <w:trPr>
          <w:trHeight w:val="200"/>
        </w:trPr>
        <w:tc>
          <w:tcPr>
            <w:tcW w:w="1750" w:type="dxa"/>
          </w:tcPr>
          <w:p w14:paraId="62178BFE" w14:textId="77777777" w:rsidR="00060E17" w:rsidRDefault="00D61344">
            <w:r>
              <w:rPr>
                <w:rStyle w:val="styleSubformtxt"/>
              </w:rPr>
              <w:t>Water quality</w:t>
            </w:r>
          </w:p>
        </w:tc>
        <w:tc>
          <w:tcPr>
            <w:tcW w:w="1750" w:type="dxa"/>
          </w:tcPr>
          <w:p w14:paraId="3C6280B7" w14:textId="77777777" w:rsidR="00060E17" w:rsidRDefault="00D61344">
            <w:r>
              <w:rPr>
                <w:rStyle w:val="styleSubformtxt"/>
              </w:rPr>
              <w:t>Proposed</w:t>
            </w:r>
          </w:p>
        </w:tc>
      </w:tr>
      <w:tr w:rsidR="00060E17" w14:paraId="16FFCB9C" w14:textId="77777777" w:rsidTr="00060E17">
        <w:trPr>
          <w:trHeight w:val="200"/>
        </w:trPr>
        <w:tc>
          <w:tcPr>
            <w:tcW w:w="1750" w:type="dxa"/>
          </w:tcPr>
          <w:p w14:paraId="14FAC935" w14:textId="77777777" w:rsidR="00060E17" w:rsidRDefault="00D61344">
            <w:r>
              <w:rPr>
                <w:rStyle w:val="styleSubformtxt"/>
              </w:rPr>
              <w:lastRenderedPageBreak/>
              <w:t>Plant community</w:t>
            </w:r>
          </w:p>
        </w:tc>
        <w:tc>
          <w:tcPr>
            <w:tcW w:w="1750" w:type="dxa"/>
          </w:tcPr>
          <w:p w14:paraId="7405A109" w14:textId="77777777" w:rsidR="00060E17" w:rsidRDefault="00D61344">
            <w:r>
              <w:rPr>
                <w:rStyle w:val="styleSubformtxt"/>
              </w:rPr>
              <w:t>Implemented</w:t>
            </w:r>
          </w:p>
        </w:tc>
      </w:tr>
      <w:tr w:rsidR="00060E17" w14:paraId="18C95A7F" w14:textId="77777777" w:rsidTr="00060E17">
        <w:trPr>
          <w:trHeight w:val="200"/>
        </w:trPr>
        <w:tc>
          <w:tcPr>
            <w:tcW w:w="1750" w:type="dxa"/>
          </w:tcPr>
          <w:p w14:paraId="6E32E487" w14:textId="77777777" w:rsidR="00060E17" w:rsidRDefault="00D61344">
            <w:r>
              <w:rPr>
                <w:rStyle w:val="styleSubformtxt"/>
              </w:rPr>
              <w:t>Birds</w:t>
            </w:r>
          </w:p>
        </w:tc>
        <w:tc>
          <w:tcPr>
            <w:tcW w:w="1750" w:type="dxa"/>
          </w:tcPr>
          <w:p w14:paraId="31760C79" w14:textId="77777777" w:rsidR="00060E17" w:rsidRDefault="00D61344">
            <w:r>
              <w:rPr>
                <w:rStyle w:val="styleSubformtxt"/>
              </w:rPr>
              <w:t>Implemented</w:t>
            </w:r>
          </w:p>
        </w:tc>
      </w:tr>
      <w:tr w:rsidR="00060E17" w14:paraId="029299F7" w14:textId="77777777" w:rsidTr="00060E17">
        <w:trPr>
          <w:trHeight w:val="200"/>
        </w:trPr>
        <w:tc>
          <w:tcPr>
            <w:tcW w:w="1750" w:type="dxa"/>
          </w:tcPr>
          <w:p w14:paraId="7FA17A1F" w14:textId="77777777" w:rsidR="00060E17" w:rsidRDefault="00D61344">
            <w:r>
              <w:rPr>
                <w:rStyle w:val="styleSubformtxt"/>
              </w:rPr>
              <w:t>Animal community</w:t>
            </w:r>
          </w:p>
        </w:tc>
        <w:tc>
          <w:tcPr>
            <w:tcW w:w="1750" w:type="dxa"/>
          </w:tcPr>
          <w:p w14:paraId="70D6FC1B" w14:textId="77777777" w:rsidR="00060E17" w:rsidRDefault="00D61344">
            <w:r>
              <w:rPr>
                <w:rStyle w:val="styleSubformtxt"/>
              </w:rPr>
              <w:t>Implemented</w:t>
            </w:r>
          </w:p>
        </w:tc>
      </w:tr>
      <w:tr w:rsidR="00060E17" w14:paraId="1C4C31D4" w14:textId="77777777" w:rsidTr="00060E17">
        <w:trPr>
          <w:trHeight w:val="200"/>
        </w:trPr>
        <w:tc>
          <w:tcPr>
            <w:tcW w:w="1750" w:type="dxa"/>
          </w:tcPr>
          <w:p w14:paraId="4D293979" w14:textId="77777777" w:rsidR="00060E17" w:rsidRDefault="00060E17"/>
        </w:tc>
        <w:tc>
          <w:tcPr>
            <w:tcW w:w="1750" w:type="dxa"/>
          </w:tcPr>
          <w:p w14:paraId="418EBF43" w14:textId="77777777" w:rsidR="00060E17" w:rsidRDefault="00060E17"/>
        </w:tc>
      </w:tr>
    </w:tbl>
    <w:p w14:paraId="3220463E" w14:textId="77777777" w:rsidR="00060E17" w:rsidRDefault="00060E17"/>
    <w:p w14:paraId="1B338328" w14:textId="77777777" w:rsidR="00060E17" w:rsidRDefault="00D61344">
      <w:pPr>
        <w:pStyle w:val="pstyleComments"/>
      </w:pPr>
      <w:r>
        <w:rPr>
          <w:rStyle w:val="styleC3comment"/>
        </w:rPr>
        <w:t>Please indicate other monitoring activities:</w:t>
      </w:r>
    </w:p>
    <w:p w14:paraId="223B45B6" w14:textId="77777777" w:rsidR="00060E17" w:rsidRDefault="00D61344">
      <w:pPr>
        <w:pStyle w:val="pstyleLabels"/>
      </w:pP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833"/>
      </w:tblGrid>
      <w:tr w:rsidR="00060E17" w14:paraId="6AA7DF93"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56EE2916" w14:textId="77777777" w:rsidR="00060E17" w:rsidRDefault="00060E17"/>
        </w:tc>
        <w:tc>
          <w:tcPr>
            <w:tcW w:w="9500" w:type="dxa"/>
          </w:tcPr>
          <w:p w14:paraId="09AB2642" w14:textId="77777777" w:rsidR="00060E17" w:rsidRDefault="00060E17">
            <w:pPr>
              <w:pStyle w:val="pStyle"/>
              <w:rPr>
                <w:rStyle w:val="almostEmpty"/>
              </w:rPr>
            </w:pPr>
          </w:p>
          <w:p w14:paraId="05E76FB9" w14:textId="77777777" w:rsidR="00060E17" w:rsidRDefault="00D61344">
            <w:pPr>
              <w:spacing w:after="0" w:line="240" w:lineRule="auto"/>
              <w:ind w:left="57"/>
            </w:pPr>
            <w:r>
              <w:rPr>
                <w:rStyle w:val="styleDatatxt"/>
              </w:rPr>
              <w:t xml:space="preserve">Monitoring of fish (indicated above as animal community) is via catch per unit effort. </w:t>
            </w:r>
          </w:p>
          <w:p w14:paraId="1AB5B319" w14:textId="77777777" w:rsidR="00060E17" w:rsidRDefault="00060E17">
            <w:pPr>
              <w:pStyle w:val="pStyle"/>
              <w:rPr>
                <w:rStyle w:val="almostEmpty"/>
              </w:rPr>
            </w:pPr>
          </w:p>
          <w:p w14:paraId="47A483F9" w14:textId="77777777" w:rsidR="00060E17" w:rsidRDefault="00D61344">
            <w:pPr>
              <w:spacing w:after="0" w:line="240" w:lineRule="auto"/>
              <w:ind w:left="57"/>
            </w:pPr>
            <w:r>
              <w:rPr>
                <w:rStyle w:val="styleDatatxt"/>
              </w:rPr>
              <w:t xml:space="preserve"> </w:t>
            </w:r>
          </w:p>
          <w:p w14:paraId="0D67C2A6" w14:textId="77777777" w:rsidR="00060E17" w:rsidRDefault="00060E17">
            <w:pPr>
              <w:pStyle w:val="pStyle"/>
              <w:rPr>
                <w:rStyle w:val="almostEmpty"/>
              </w:rPr>
            </w:pPr>
          </w:p>
          <w:p w14:paraId="60A30FF4" w14:textId="77777777" w:rsidR="00060E17" w:rsidRDefault="00D61344">
            <w:pPr>
              <w:spacing w:after="0" w:line="240" w:lineRule="auto"/>
              <w:ind w:left="57"/>
            </w:pPr>
            <w:r>
              <w:rPr>
                <w:rStyle w:val="styleDatatxt"/>
              </w:rPr>
              <w:t>The ECD and Management Plan for the site both list monitoring requirements. However, there is limited resources and not all monitoring needs are currently met. The Victorian Department of Environment, Land, Water and Planning is currently undertaking a project to collate monitoring requirements across all eleven Ramsar sites in Victoria and prioritise monitoring actions on a annual basis.</w:t>
            </w:r>
          </w:p>
        </w:tc>
      </w:tr>
    </w:tbl>
    <w:p w14:paraId="453905BC" w14:textId="77777777" w:rsidR="00060E17" w:rsidRDefault="00060E17">
      <w:pPr>
        <w:sectPr w:rsidR="00060E17">
          <w:pgSz w:w="11905" w:h="16837"/>
          <w:pgMar w:top="1440" w:right="1440" w:bottom="1440" w:left="1440" w:header="720" w:footer="720" w:gutter="0"/>
          <w:cols w:space="720"/>
        </w:sectPr>
      </w:pPr>
    </w:p>
    <w:p w14:paraId="379DD663" w14:textId="77777777" w:rsidR="00060E17" w:rsidRDefault="00D61344">
      <w:pPr>
        <w:pStyle w:val="pstyleSectionL0"/>
      </w:pPr>
      <w:r>
        <w:rPr>
          <w:rStyle w:val="styleL0"/>
        </w:rPr>
        <w:lastRenderedPageBreak/>
        <w:t>Additional material</w:t>
      </w:r>
    </w:p>
    <w:p w14:paraId="3D366CAE" w14:textId="7229CCDA" w:rsidR="00060E17" w:rsidRDefault="00D61344">
      <w:r>
        <w:rPr>
          <w:noProof/>
          <w:lang w:val="en-AU"/>
        </w:rPr>
        <mc:AlternateContent>
          <mc:Choice Requires="wps">
            <w:drawing>
              <wp:inline distT="0" distB="0" distL="0" distR="0" wp14:anchorId="689D9A64" wp14:editId="151217DA">
                <wp:extent cx="7620000" cy="635"/>
                <wp:effectExtent l="9525" t="9525" r="9525" b="9525"/>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2A69561" id="AutoShape 2" o:spid="_x0000_s1026" type="#_x0000_t32" style="width:60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" strokeweight="1pt">
                <w10:anchorlock/>
              </v:shape>
            </w:pict>
          </mc:Fallback>
        </mc:AlternateContent>
      </w:r>
    </w:p>
    <w:p w14:paraId="6BF42B72" w14:textId="77777777" w:rsidR="00060E17" w:rsidRDefault="00D61344">
      <w:pPr>
        <w:pStyle w:val="pstyleSectionL1"/>
      </w:pPr>
      <w:r>
        <w:rPr>
          <w:rStyle w:val="styleL1"/>
        </w:rPr>
        <w:t>6.1 Additional reports and documents</w:t>
      </w:r>
    </w:p>
    <w:p w14:paraId="1133A542" w14:textId="77777777" w:rsidR="00060E17" w:rsidRDefault="00D61344">
      <w:pPr>
        <w:pStyle w:val="pstyleSection"/>
      </w:pPr>
      <w:r>
        <w:rPr>
          <w:rStyle w:val="styleL2"/>
        </w:rPr>
        <w:t>6.1.1 Bibliographical references</w:t>
      </w:r>
    </w:p>
    <w:p w14:paraId="05579DBC" w14:textId="77777777" w:rsidR="00060E17" w:rsidRDefault="00D61344">
      <w:pPr>
        <w:pStyle w:val="pstyleLabels"/>
      </w:pP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833"/>
      </w:tblGrid>
      <w:tr w:rsidR="00060E17" w14:paraId="7BB46F13"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D4AF716" w14:textId="77777777" w:rsidR="00060E17" w:rsidRDefault="00060E17"/>
        </w:tc>
        <w:tc>
          <w:tcPr>
            <w:tcW w:w="9500" w:type="dxa"/>
          </w:tcPr>
          <w:p w14:paraId="0FF5CCE7" w14:textId="77777777" w:rsidR="00060E17" w:rsidRDefault="00060E17">
            <w:pPr>
              <w:pStyle w:val="pStyle"/>
              <w:rPr>
                <w:rStyle w:val="almostEmpty"/>
              </w:rPr>
            </w:pPr>
          </w:p>
          <w:p w14:paraId="63C27F73" w14:textId="77777777" w:rsidR="00060E17" w:rsidRDefault="00D61344">
            <w:pPr>
              <w:spacing w:after="0" w:line="240" w:lineRule="auto"/>
              <w:ind w:left="57"/>
            </w:pPr>
            <w:r>
              <w:rPr>
                <w:rStyle w:val="styleDatatxt"/>
              </w:rPr>
              <w:t xml:space="preserve">BMT WBM. (2011). Corner Inlet Ramsar Site Ecological Character Description. Department of Sustainability,  Environment, Water, Population and Communities, Canberra. </w:t>
            </w:r>
          </w:p>
          <w:p w14:paraId="37A04E32" w14:textId="77777777" w:rsidR="00060E17" w:rsidRDefault="00060E17">
            <w:pPr>
              <w:pStyle w:val="pStyle"/>
              <w:rPr>
                <w:rStyle w:val="almostEmpty"/>
              </w:rPr>
            </w:pPr>
          </w:p>
          <w:p w14:paraId="1BE4B1D4" w14:textId="77777777" w:rsidR="00060E17" w:rsidRDefault="00D61344">
            <w:pPr>
              <w:spacing w:after="0" w:line="240" w:lineRule="auto"/>
              <w:ind w:left="57"/>
            </w:pPr>
            <w:r>
              <w:rPr>
                <w:rStyle w:val="styleDatatxt"/>
              </w:rPr>
              <w:t xml:space="preserve">Boon, P.I., Allen, T., Brook, J., Carr, G., Frood, D., Hoye, J., Harty, C., McMahon, A., Mathews, S., Rosengren, N.J., Sinclair, S., White, M., and Yogovic, J. (2011). Mangroves and Coastal Saltmarsh of Victoria: Distribution, Condition, Threats and Management. Victoria University, Melbourne. </w:t>
            </w:r>
          </w:p>
          <w:p w14:paraId="2F86C771" w14:textId="77777777" w:rsidR="00060E17" w:rsidRDefault="00060E17">
            <w:pPr>
              <w:pStyle w:val="pStyle"/>
              <w:rPr>
                <w:rStyle w:val="almostEmpty"/>
              </w:rPr>
            </w:pPr>
          </w:p>
          <w:p w14:paraId="609E0115" w14:textId="77777777" w:rsidR="00060E17" w:rsidRDefault="00D61344">
            <w:pPr>
              <w:spacing w:after="0" w:line="240" w:lineRule="auto"/>
              <w:ind w:left="57"/>
            </w:pPr>
            <w:r>
              <w:rPr>
                <w:rStyle w:val="styleDatatxt"/>
              </w:rPr>
              <w:t xml:space="preserve">Department of Primary Industries. (2012). Fisheries Victoria Commercial Fish Production Information Bulletin 2012. Fisheries Victoria, Queenscliff, Victoria. </w:t>
            </w:r>
          </w:p>
          <w:p w14:paraId="289C63F6" w14:textId="77777777" w:rsidR="00060E17" w:rsidRDefault="00060E17">
            <w:pPr>
              <w:pStyle w:val="pStyle"/>
              <w:rPr>
                <w:rStyle w:val="almostEmpty"/>
              </w:rPr>
            </w:pPr>
          </w:p>
          <w:p w14:paraId="12B3AC56" w14:textId="77777777" w:rsidR="00060E17" w:rsidRDefault="00D61344">
            <w:pPr>
              <w:spacing w:after="0" w:line="240" w:lineRule="auto"/>
              <w:ind w:left="57"/>
            </w:pPr>
            <w:r>
              <w:rPr>
                <w:rStyle w:val="styleDatatxt"/>
              </w:rPr>
              <w:t xml:space="preserve">Hindell J., Ball D., Brady B. and Hatton D. (2007) Establishment of a monitoring program to assess estuarine  water  quality  and  its  effects  on  seagrass  health  in  Corner  Inlet.  Department  of  Primary Industries, Queenscliff, Victoria. No. WG0506.10.28, 54pp. </w:t>
            </w:r>
          </w:p>
          <w:p w14:paraId="11E71C29" w14:textId="77777777" w:rsidR="00060E17" w:rsidRDefault="00060E17">
            <w:pPr>
              <w:pStyle w:val="pStyle"/>
              <w:rPr>
                <w:rStyle w:val="almostEmpty"/>
              </w:rPr>
            </w:pPr>
          </w:p>
          <w:p w14:paraId="6A301E38" w14:textId="77777777" w:rsidR="00060E17" w:rsidRDefault="00D61344">
            <w:pPr>
              <w:spacing w:after="0" w:line="240" w:lineRule="auto"/>
              <w:ind w:left="57"/>
            </w:pPr>
            <w:r>
              <w:rPr>
                <w:rStyle w:val="styleDatatxt"/>
              </w:rPr>
              <w:t xml:space="preserve">Hua, N., Tan, K., Chen, Y., and Ma, Z. (2015). Key research issues concerning the conservation of migratory shorebirds in the Yellow Sea region. Bird Conservation International 25(01): 38–52. </w:t>
            </w:r>
          </w:p>
          <w:p w14:paraId="53043591" w14:textId="77777777" w:rsidR="00060E17" w:rsidRDefault="00060E17">
            <w:pPr>
              <w:pStyle w:val="pStyle"/>
              <w:rPr>
                <w:rStyle w:val="almostEmpty"/>
              </w:rPr>
            </w:pPr>
          </w:p>
          <w:p w14:paraId="6387D2BE" w14:textId="77777777" w:rsidR="00060E17" w:rsidRDefault="00D61344">
            <w:pPr>
              <w:spacing w:after="0" w:line="240" w:lineRule="auto"/>
              <w:ind w:left="57"/>
            </w:pPr>
            <w:r>
              <w:rPr>
                <w:rStyle w:val="styleDatatxt"/>
              </w:rPr>
              <w:t xml:space="preserve">MacKinnon, J., Verkuil, Y.I., and Murray, N. (2012). IUCN situation analysis on East and Southeast Asian intertidal habitats, with particular reference to the Yellow Sea (including the Bohai Sea). Occasional paper of the IUCN species survival commission 47. </w:t>
            </w:r>
          </w:p>
          <w:p w14:paraId="6CAC9F68" w14:textId="77777777" w:rsidR="00060E17" w:rsidRDefault="00060E17">
            <w:pPr>
              <w:pStyle w:val="pStyle"/>
              <w:rPr>
                <w:rStyle w:val="almostEmpty"/>
              </w:rPr>
            </w:pPr>
          </w:p>
          <w:p w14:paraId="356C5790" w14:textId="77777777" w:rsidR="00060E17" w:rsidRDefault="00D61344">
            <w:pPr>
              <w:spacing w:after="0" w:line="240" w:lineRule="auto"/>
              <w:ind w:left="57"/>
            </w:pPr>
            <w:r>
              <w:rPr>
                <w:rStyle w:val="styleDatatxt"/>
              </w:rPr>
              <w:t xml:space="preserve">Murray, N.J., Ma, Z., and Fuller, R.A. (2015). Tidal flats of the Yellow Sea: A review of ecosystem status and anthropogenic threats. Austral Ecology 40(4): 472–481. </w:t>
            </w:r>
          </w:p>
          <w:p w14:paraId="1867EFAE" w14:textId="77777777" w:rsidR="00060E17" w:rsidRDefault="00060E17">
            <w:pPr>
              <w:pStyle w:val="pStyle"/>
              <w:rPr>
                <w:rStyle w:val="almostEmpty"/>
              </w:rPr>
            </w:pPr>
          </w:p>
          <w:p w14:paraId="66629ACF" w14:textId="77777777" w:rsidR="00060E17" w:rsidRDefault="00D61344">
            <w:pPr>
              <w:spacing w:after="0" w:line="240" w:lineRule="auto"/>
              <w:ind w:left="57"/>
            </w:pPr>
            <w:r>
              <w:rPr>
                <w:rStyle w:val="styleDatatxt"/>
              </w:rPr>
              <w:t xml:space="preserve">West Gippsland Catchment Management Authority. (2013). Corner Inlet Water Quality Improvement Plan 2013. West Gippsland Catchment Management Authority. </w:t>
            </w:r>
          </w:p>
          <w:p w14:paraId="6FD9E4AB" w14:textId="77777777" w:rsidR="00060E17" w:rsidRDefault="00060E17">
            <w:pPr>
              <w:pStyle w:val="pStyle"/>
              <w:rPr>
                <w:rStyle w:val="almostEmpty"/>
              </w:rPr>
            </w:pPr>
          </w:p>
          <w:p w14:paraId="15265C6D" w14:textId="77777777" w:rsidR="00060E17" w:rsidRDefault="00060E17">
            <w:pPr>
              <w:spacing w:after="0" w:line="240" w:lineRule="auto"/>
              <w:ind w:left="57"/>
            </w:pPr>
          </w:p>
        </w:tc>
      </w:tr>
    </w:tbl>
    <w:p w14:paraId="541635EB" w14:textId="77777777" w:rsidR="00060E17" w:rsidRDefault="00060E17"/>
    <w:p w14:paraId="731F68B0" w14:textId="77777777" w:rsidR="00060E17" w:rsidRDefault="00D61344">
      <w:pPr>
        <w:pStyle w:val="pstyleSection"/>
      </w:pPr>
      <w:r>
        <w:rPr>
          <w:rStyle w:val="styleL2"/>
        </w:rPr>
        <w:t>6.1.2 Additional reports and documents</w:t>
      </w:r>
    </w:p>
    <w:p w14:paraId="17000C7E" w14:textId="77777777" w:rsidR="00060E17" w:rsidRDefault="00D61344">
      <w:pPr>
        <w:pStyle w:val="pstyleLabels"/>
      </w:pPr>
      <w:r>
        <w:rPr>
          <w:rStyle w:val="styleC3"/>
        </w:rPr>
        <w:t>i.  taxonomic lists of plant and animal species occurring in the site (see section 4.3)</w:t>
      </w:r>
    </w:p>
    <w:p w14:paraId="77EC0E9E" w14:textId="77777777" w:rsidR="00060E17" w:rsidRDefault="00D61344">
      <w:pPr>
        <w:pStyle w:val="pstyleTitleFirst"/>
      </w:pPr>
      <w:r>
        <w:rPr>
          <w:rStyle w:val="styleC3online"/>
        </w:rPr>
        <w:t>-UPLOAD via online form-</w:t>
      </w:r>
    </w:p>
    <w:p w14:paraId="35F9C33A" w14:textId="77777777" w:rsidR="00060E17" w:rsidRDefault="00D61344">
      <w:pPr>
        <w:pStyle w:val="pstyleLabels"/>
      </w:pPr>
      <w:r>
        <w:rPr>
          <w:rStyle w:val="styleC3"/>
        </w:rPr>
        <w:t>ii. a detailed Ecological Character Description (ECD) (in a national format)</w:t>
      </w:r>
    </w:p>
    <w:p w14:paraId="49C35D6A" w14:textId="77777777" w:rsidR="00060E17" w:rsidRDefault="00D61344">
      <w:pPr>
        <w:pStyle w:val="pstyleTitleFirst"/>
      </w:pPr>
      <w:r>
        <w:rPr>
          <w:rStyle w:val="styleC3online"/>
        </w:rPr>
        <w:t>-UPLOAD via online form-</w:t>
      </w:r>
    </w:p>
    <w:p w14:paraId="66E38113" w14:textId="77777777" w:rsidR="00060E17" w:rsidRDefault="00D61344">
      <w:pPr>
        <w:pStyle w:val="pstyleLabels"/>
      </w:pPr>
      <w:r>
        <w:rPr>
          <w:rStyle w:val="styleC3"/>
        </w:rPr>
        <w:t>iii. a description of the site in a national or regional wetland inventory</w:t>
      </w:r>
    </w:p>
    <w:p w14:paraId="40DBA060" w14:textId="77777777" w:rsidR="00060E17" w:rsidRDefault="00D61344">
      <w:pPr>
        <w:pStyle w:val="pstyleTitleFirst"/>
      </w:pPr>
      <w:r>
        <w:rPr>
          <w:rStyle w:val="styleC3online"/>
        </w:rPr>
        <w:t>-UPLOAD via online form-</w:t>
      </w:r>
    </w:p>
    <w:p w14:paraId="44A460FC" w14:textId="77777777" w:rsidR="00060E17" w:rsidRDefault="00D61344">
      <w:pPr>
        <w:pStyle w:val="pstyleLabels"/>
      </w:pPr>
      <w:r>
        <w:rPr>
          <w:rStyle w:val="styleC3"/>
        </w:rPr>
        <w:t>iv. relevant Article 3.2 reports</w:t>
      </w:r>
    </w:p>
    <w:p w14:paraId="712982C7" w14:textId="77777777" w:rsidR="00060E17" w:rsidRDefault="00D61344">
      <w:pPr>
        <w:pStyle w:val="pstyleTitleFirst"/>
      </w:pPr>
      <w:r>
        <w:rPr>
          <w:rStyle w:val="styleC3online"/>
        </w:rPr>
        <w:t>-UPLOAD via online form-</w:t>
      </w:r>
    </w:p>
    <w:p w14:paraId="608B0753" w14:textId="77777777" w:rsidR="00060E17" w:rsidRDefault="00D61344">
      <w:pPr>
        <w:pStyle w:val="pstyleLabels"/>
      </w:pPr>
      <w:r>
        <w:rPr>
          <w:rStyle w:val="styleC3"/>
        </w:rPr>
        <w:t>v. site management plan</w:t>
      </w:r>
    </w:p>
    <w:p w14:paraId="50A4DEE2" w14:textId="77777777" w:rsidR="00060E17" w:rsidRDefault="00D61344">
      <w:pPr>
        <w:pStyle w:val="pstyleTitleFirst"/>
      </w:pPr>
      <w:r>
        <w:rPr>
          <w:rStyle w:val="styleC3online"/>
        </w:rPr>
        <w:t>-UPLOAD via online form-</w:t>
      </w:r>
    </w:p>
    <w:p w14:paraId="600754DF" w14:textId="77777777" w:rsidR="00060E17" w:rsidRDefault="00D61344">
      <w:pPr>
        <w:pStyle w:val="pstyleLabels"/>
      </w:pPr>
      <w:r>
        <w:rPr>
          <w:rStyle w:val="styleC3"/>
        </w:rPr>
        <w:t>vi. other published literature</w:t>
      </w:r>
    </w:p>
    <w:p w14:paraId="144FE7E0" w14:textId="77777777" w:rsidR="00060E17" w:rsidRDefault="00D61344">
      <w:pPr>
        <w:pStyle w:val="pstyleTitleFirst"/>
      </w:pPr>
      <w:r>
        <w:rPr>
          <w:rStyle w:val="styleC3online"/>
        </w:rPr>
        <w:t>-UPLOAD via online form-</w:t>
      </w:r>
    </w:p>
    <w:p w14:paraId="587F2F53" w14:textId="77777777" w:rsidR="00060E17" w:rsidRDefault="00D61344">
      <w:pPr>
        <w:pStyle w:val="pstyleComments"/>
      </w:pPr>
      <w:r>
        <w:rPr>
          <w:rStyle w:val="styleC3comment"/>
        </w:rPr>
        <w:t>Please note that any documents uploaded here will be made publicly available.</w:t>
      </w:r>
    </w:p>
    <w:p w14:paraId="224770C6" w14:textId="77777777" w:rsidR="00060E17" w:rsidRDefault="00060E17"/>
    <w:p w14:paraId="29BE2BCE" w14:textId="77777777" w:rsidR="00060E17" w:rsidRDefault="00D61344">
      <w:pPr>
        <w:pStyle w:val="pstyleSection"/>
      </w:pPr>
      <w:r>
        <w:rPr>
          <w:rStyle w:val="styleL2"/>
        </w:rPr>
        <w:t>6.1.3 Photograph(s) of the Site</w:t>
      </w:r>
    </w:p>
    <w:p w14:paraId="7FA3496F" w14:textId="77777777" w:rsidR="00060E17" w:rsidRDefault="00D61344">
      <w:pPr>
        <w:pStyle w:val="pstyleLabels"/>
      </w:pPr>
      <w:r>
        <w:rPr>
          <w:rStyle w:val="styleC3"/>
        </w:rPr>
        <w:t>Please provide at least one photograph of the site:</w:t>
      </w:r>
    </w:p>
    <w:tbl>
      <w:tblPr>
        <w:tblStyle w:val="FancyTable"/>
        <w:tblW w:w="0" w:type="auto"/>
        <w:tblInd w:w="-8" w:type="dxa"/>
        <w:tblLook w:val="04A0" w:firstRow="1" w:lastRow="0" w:firstColumn="1" w:lastColumn="0" w:noHBand="0" w:noVBand="1"/>
      </w:tblPr>
      <w:tblGrid>
        <w:gridCol w:w="2752"/>
        <w:gridCol w:w="1750"/>
        <w:gridCol w:w="1750"/>
        <w:gridCol w:w="1750"/>
      </w:tblGrid>
      <w:tr w:rsidR="00060E17" w14:paraId="44A783F1" w14:textId="77777777" w:rsidTr="00060E17">
        <w:trPr>
          <w:cnfStyle w:val="100000000000" w:firstRow="1" w:lastRow="0" w:firstColumn="0" w:lastColumn="0" w:oddVBand="0" w:evenVBand="0" w:oddHBand="0" w:evenHBand="0" w:firstRowFirstColumn="0" w:firstRowLastColumn="0" w:lastRowFirstColumn="0" w:lastRowLastColumn="0"/>
        </w:trPr>
        <w:tc>
          <w:tcPr>
            <w:tcW w:w="1750" w:type="dxa"/>
          </w:tcPr>
          <w:p w14:paraId="36453218" w14:textId="77777777" w:rsidR="00060E17" w:rsidRDefault="00D61344">
            <w:pPr>
              <w:spacing w:after="0" w:line="240" w:lineRule="auto"/>
              <w:jc w:val="center"/>
            </w:pPr>
            <w:r>
              <w:rPr>
                <w:b/>
                <w:bCs/>
                <w:sz w:val="18"/>
                <w:szCs w:val="18"/>
              </w:rPr>
              <w:t>File</w:t>
            </w:r>
          </w:p>
        </w:tc>
        <w:tc>
          <w:tcPr>
            <w:tcW w:w="1750" w:type="dxa"/>
          </w:tcPr>
          <w:p w14:paraId="179F857C" w14:textId="77777777" w:rsidR="00060E17" w:rsidRDefault="00D61344">
            <w:pPr>
              <w:spacing w:after="0" w:line="240" w:lineRule="auto"/>
              <w:jc w:val="center"/>
            </w:pPr>
            <w:r>
              <w:rPr>
                <w:b/>
                <w:bCs/>
                <w:sz w:val="18"/>
                <w:szCs w:val="18"/>
              </w:rPr>
              <w:t>Copyright holder</w:t>
            </w:r>
          </w:p>
        </w:tc>
        <w:tc>
          <w:tcPr>
            <w:tcW w:w="1750" w:type="dxa"/>
          </w:tcPr>
          <w:p w14:paraId="5DD09374" w14:textId="77777777" w:rsidR="00060E17" w:rsidRDefault="00D61344">
            <w:pPr>
              <w:spacing w:after="0" w:line="240" w:lineRule="auto"/>
              <w:jc w:val="center"/>
            </w:pPr>
            <w:r>
              <w:rPr>
                <w:b/>
                <w:bCs/>
                <w:sz w:val="18"/>
                <w:szCs w:val="18"/>
              </w:rPr>
              <w:t>Date on which the picture was taken</w:t>
            </w:r>
          </w:p>
        </w:tc>
        <w:tc>
          <w:tcPr>
            <w:tcW w:w="1750" w:type="dxa"/>
          </w:tcPr>
          <w:p w14:paraId="25B5A5D4" w14:textId="77777777" w:rsidR="00060E17" w:rsidRDefault="00D61344">
            <w:pPr>
              <w:spacing w:after="0" w:line="240" w:lineRule="auto"/>
              <w:jc w:val="center"/>
            </w:pPr>
            <w:r>
              <w:rPr>
                <w:b/>
                <w:bCs/>
                <w:sz w:val="18"/>
                <w:szCs w:val="18"/>
              </w:rPr>
              <w:t>Caption</w:t>
            </w:r>
          </w:p>
        </w:tc>
      </w:tr>
      <w:tr w:rsidR="00060E17" w14:paraId="647768A0" w14:textId="77777777" w:rsidTr="00060E17">
        <w:trPr>
          <w:trHeight w:val="200"/>
        </w:trPr>
        <w:tc>
          <w:tcPr>
            <w:tcW w:w="1750" w:type="dxa"/>
          </w:tcPr>
          <w:p w14:paraId="697D8ACB" w14:textId="77777777" w:rsidR="00060E17" w:rsidRDefault="00D61344">
            <w:r>
              <w:rPr>
                <w:rStyle w:val="styleSubformtxt"/>
              </w:rPr>
              <w:t>files/54152167/pictures/posidonia 2.JPG</w:t>
            </w:r>
          </w:p>
        </w:tc>
        <w:tc>
          <w:tcPr>
            <w:tcW w:w="1750" w:type="dxa"/>
          </w:tcPr>
          <w:p w14:paraId="10426A36" w14:textId="77777777" w:rsidR="00060E17" w:rsidRDefault="00D61344">
            <w:r>
              <w:rPr>
                <w:rStyle w:val="styleSubformtxt"/>
              </w:rPr>
              <w:t>DELWP</w:t>
            </w:r>
          </w:p>
        </w:tc>
        <w:tc>
          <w:tcPr>
            <w:tcW w:w="1750" w:type="dxa"/>
          </w:tcPr>
          <w:p w14:paraId="5EF152A3" w14:textId="77777777" w:rsidR="00060E17" w:rsidRDefault="00D61344">
            <w:r>
              <w:rPr>
                <w:rStyle w:val="styleSubformtxt"/>
              </w:rPr>
              <w:t>2007</w:t>
            </w:r>
          </w:p>
        </w:tc>
        <w:tc>
          <w:tcPr>
            <w:tcW w:w="1750" w:type="dxa"/>
          </w:tcPr>
          <w:p w14:paraId="6AFC19D1" w14:textId="77777777" w:rsidR="00060E17" w:rsidRDefault="00D61344">
            <w:r>
              <w:rPr>
                <w:rStyle w:val="styleSubformtxt"/>
              </w:rPr>
              <w:t>Corner Inlet seagrass</w:t>
            </w:r>
          </w:p>
        </w:tc>
      </w:tr>
      <w:tr w:rsidR="00060E17" w14:paraId="37AEBC0E" w14:textId="77777777" w:rsidTr="00060E17">
        <w:trPr>
          <w:trHeight w:val="200"/>
        </w:trPr>
        <w:tc>
          <w:tcPr>
            <w:tcW w:w="1750" w:type="dxa"/>
          </w:tcPr>
          <w:p w14:paraId="53F5AC26" w14:textId="77777777" w:rsidR="00060E17" w:rsidRDefault="00060E17"/>
        </w:tc>
        <w:tc>
          <w:tcPr>
            <w:tcW w:w="1750" w:type="dxa"/>
          </w:tcPr>
          <w:p w14:paraId="12DA0879" w14:textId="77777777" w:rsidR="00060E17" w:rsidRDefault="00060E17"/>
        </w:tc>
        <w:tc>
          <w:tcPr>
            <w:tcW w:w="1750" w:type="dxa"/>
          </w:tcPr>
          <w:p w14:paraId="5183B531" w14:textId="77777777" w:rsidR="00060E17" w:rsidRDefault="00060E17"/>
        </w:tc>
        <w:tc>
          <w:tcPr>
            <w:tcW w:w="1750" w:type="dxa"/>
          </w:tcPr>
          <w:p w14:paraId="44CAEB39" w14:textId="77777777" w:rsidR="00060E17" w:rsidRDefault="00060E17"/>
        </w:tc>
      </w:tr>
    </w:tbl>
    <w:p w14:paraId="45713077" w14:textId="77777777" w:rsidR="00060E17" w:rsidRDefault="00060E17"/>
    <w:p w14:paraId="225D14BB" w14:textId="77777777" w:rsidR="00060E17" w:rsidRDefault="00D61344">
      <w:pPr>
        <w:spacing w:after="0" w:line="240" w:lineRule="auto"/>
        <w:ind w:left="216"/>
      </w:pPr>
      <w:r>
        <w:rPr>
          <w:rStyle w:val="styleC3"/>
        </w:rPr>
        <w:tab/>
      </w:r>
      <w:r>
        <w:rPr>
          <w:rStyle w:val="styleRad"/>
        </w:rPr>
        <w:t xml:space="preserve"> [x] </w:t>
      </w:r>
      <w:r>
        <w:rPr>
          <w:rStyle w:val="styleC3"/>
        </w:rPr>
        <w:t xml:space="preserve"> I certify that I am the photographer, the valid holder of rights over the photograph(s), or an authorized representative of the organization which is the valid holder of rights over the photograph(s), and I </w:t>
      </w:r>
      <w:r>
        <w:rPr>
          <w:rStyle w:val="styleC3"/>
        </w:rPr>
        <w:lastRenderedPageBreak/>
        <w:t>hereby assign an irrevocable, perpetual and royalty-free right to use, reproduce, edit, display, transmit, prepare derivative works of, modify, publish, affix logos to, and otherwise make use of the submitted photograph(s) in any way, to the Ramsar Convention Secretariat, its affiliates and partners, for non-commercial purposes in conjunction with the mission of the Ramsar Convention.  This use includes, but is not limited to, internal and external publication and materials, presentation on the websites of the Ramsar Convention or any affiliated body, and any and all other communication channels with copyright attributed to the holder in all published forms. The full accuracy of all data submitted rests with the submitter, or organization submitting the photograph(s).  In submitting, I hereby agree to the aforementioned terms, personally or on behalf of the organization of which I am an authorized official, certifying that the Ramsar Convention Secretariat, its affiliates and partners are explicitly held harmless for any and all costs, expenses, or damages arising from use of the submitted photograph(s) and any additional information provided.</w:t>
      </w:r>
    </w:p>
    <w:p w14:paraId="67F1190E" w14:textId="77777777" w:rsidR="00060E17" w:rsidRDefault="00060E17"/>
    <w:p w14:paraId="275B2719" w14:textId="77777777" w:rsidR="00060E17" w:rsidRDefault="00D61344">
      <w:pPr>
        <w:pStyle w:val="pstyleSection"/>
      </w:pPr>
      <w:r>
        <w:rPr>
          <w:rStyle w:val="styleL2"/>
        </w:rPr>
        <w:t>6.1.4 Designation letter and related data</w:t>
      </w:r>
    </w:p>
    <w:p w14:paraId="6EF7AAF8" w14:textId="77777777" w:rsidR="00060E17" w:rsidRDefault="00D61344">
      <w:pPr>
        <w:pStyle w:val="pstyleLabels"/>
      </w:pPr>
      <w:r>
        <w:rPr>
          <w:rStyle w:val="styleC3"/>
        </w:rPr>
        <w:t>Designation letter</w:t>
      </w:r>
      <w:r>
        <w:rPr>
          <w:vertAlign w:val="superscript"/>
        </w:rPr>
        <w:t>*</w:t>
      </w:r>
    </w:p>
    <w:p w14:paraId="2E66D179" w14:textId="77777777" w:rsidR="00060E17" w:rsidRDefault="00D61344">
      <w:pPr>
        <w:pStyle w:val="pstyleTitleFirst"/>
      </w:pPr>
      <w:r>
        <w:rPr>
          <w:rStyle w:val="styleC3online"/>
        </w:rPr>
        <w:t>-UPLOAD via online form-</w:t>
      </w:r>
    </w:p>
    <w:p w14:paraId="397EDFA8" w14:textId="77777777" w:rsidR="00060E17" w:rsidRDefault="00D61344">
      <w:pPr>
        <w:pStyle w:val="pstyleComments"/>
      </w:pPr>
      <w:r>
        <w:rPr>
          <w:rStyle w:val="styleC3comment"/>
        </w:rPr>
        <w:t xml:space="preserve">Please upload a letter of designation from the Ramsar Administrative Authority. This letter must clearly state that the wetland is being designated for inclusion in the Ramsar List and specify the formal date of designation wished. The letter can be uploaded in two formats: Word document (doc); pdf Strategic Framework: 408. The RIS for a newly designated Site (or an update to the RIS for a previously designated site) must be officially transmitted to the Secretariat by the Ramsar Administrative Authority (AA) of the Contracting Party concerned, with a letter clearly stating that the wetland is being designated for inclusion in the Ramsar List and specifying the formal date of designation if wished.   413. The date of designation of a Ramsar Site is that indicated or requested by the Ramsar Administrative Authority (AA). The designation date required should be indicated in the designation letter from the AA to the Secretariat that accompanies the RIS.   414. If no designation date is indicated to the Secretariat, the Secretariat assigns the date of the designation letter from the Administrative Authority as the designation date of the site.   415. If, following the receipt and review of the RIS by the Secretariat (see below), a significant time-period elapses before any problems with the RIS content are resolved with the Administrative Authority, the Secretariat may propose that, with the agreement of the AA, the date of designation is that on which the RIS is finalised.  </w:t>
      </w:r>
    </w:p>
    <w:p w14:paraId="5356FB8F" w14:textId="77777777" w:rsidR="00060E17" w:rsidRDefault="00D61344">
      <w:pPr>
        <w:pStyle w:val="pstyleLabels"/>
      </w:pPr>
      <w:r>
        <w:rPr>
          <w:rStyle w:val="styleC3"/>
        </w:rPr>
        <w:t>Transboundary Designation letter</w:t>
      </w:r>
    </w:p>
    <w:p w14:paraId="4AFD7A62" w14:textId="77777777" w:rsidR="00060E17" w:rsidRDefault="00D61344">
      <w:pPr>
        <w:pStyle w:val="pstyleTitleFirst"/>
      </w:pPr>
      <w:r>
        <w:rPr>
          <w:rStyle w:val="styleC3online"/>
        </w:rPr>
        <w:t>-UPLOAD via online form-</w:t>
      </w:r>
    </w:p>
    <w:p w14:paraId="794CEED8" w14:textId="77777777" w:rsidR="00060E17" w:rsidRDefault="00D61344">
      <w:pPr>
        <w:pStyle w:val="pstyleLabels"/>
      </w:pPr>
      <w:r>
        <w:rPr>
          <w:rStyle w:val="styleC3"/>
        </w:rPr>
        <w:t>Date of Designation</w:t>
      </w:r>
    </w:p>
    <w:tbl>
      <w:tblPr>
        <w:tblStyle w:val="myFieldTableStyle2"/>
        <w:tblW w:w="0" w:type="auto"/>
        <w:tblInd w:w="-8" w:type="dxa"/>
        <w:tblLook w:val="04A0" w:firstRow="1" w:lastRow="0" w:firstColumn="1" w:lastColumn="0" w:noHBand="0" w:noVBand="1"/>
      </w:tblPr>
      <w:tblGrid>
        <w:gridCol w:w="195"/>
        <w:gridCol w:w="8832"/>
      </w:tblGrid>
      <w:tr w:rsidR="00060E17" w14:paraId="4078D132"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773CE3B" w14:textId="77777777" w:rsidR="00060E17" w:rsidRDefault="00060E17">
            <w:pPr>
              <w:spacing w:after="0" w:line="240" w:lineRule="auto"/>
              <w:ind w:left="216"/>
            </w:pPr>
          </w:p>
        </w:tc>
        <w:tc>
          <w:tcPr>
            <w:tcW w:w="9500" w:type="dxa"/>
          </w:tcPr>
          <w:p w14:paraId="50BB675A" w14:textId="77777777" w:rsidR="00060E17" w:rsidRDefault="00D61344">
            <w:pPr>
              <w:spacing w:before="5" w:after="2" w:line="240" w:lineRule="auto"/>
              <w:ind w:left="72"/>
            </w:pPr>
            <w:r>
              <w:rPr>
                <w:rStyle w:val="styleDatatxt"/>
              </w:rPr>
              <w:t>1982-12-15</w:t>
            </w:r>
          </w:p>
        </w:tc>
      </w:tr>
    </w:tbl>
    <w:p w14:paraId="75FE3B69" w14:textId="77777777" w:rsidR="00060E17" w:rsidRDefault="00D61344">
      <w:pPr>
        <w:pStyle w:val="pstyleLabels"/>
      </w:pPr>
      <w:r>
        <w:rPr>
          <w:rStyle w:val="styleC3"/>
        </w:rPr>
        <w:t>Number of certificates wished</w:t>
      </w:r>
      <w:r>
        <w:rPr>
          <w:rStyle w:val="styleHint1txt"/>
        </w:rPr>
        <w:t xml:space="preserve"> (The online RIS only accepts numeric values) </w:t>
      </w:r>
    </w:p>
    <w:tbl>
      <w:tblPr>
        <w:tblStyle w:val="myFieldTableStyle2"/>
        <w:tblW w:w="0" w:type="auto"/>
        <w:tblInd w:w="-8" w:type="dxa"/>
        <w:tblLook w:val="04A0" w:firstRow="1" w:lastRow="0" w:firstColumn="1" w:lastColumn="0" w:noHBand="0" w:noVBand="1"/>
      </w:tblPr>
      <w:tblGrid>
        <w:gridCol w:w="196"/>
        <w:gridCol w:w="8831"/>
      </w:tblGrid>
      <w:tr w:rsidR="00060E17" w14:paraId="0FBE0269" w14:textId="77777777" w:rsidTr="00060E17">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53A1997" w14:textId="77777777" w:rsidR="00060E17" w:rsidRDefault="00060E17">
            <w:pPr>
              <w:spacing w:after="0" w:line="240" w:lineRule="auto"/>
              <w:ind w:left="216"/>
            </w:pPr>
          </w:p>
        </w:tc>
        <w:tc>
          <w:tcPr>
            <w:tcW w:w="9500" w:type="dxa"/>
          </w:tcPr>
          <w:p w14:paraId="10F485CF" w14:textId="77777777" w:rsidR="00060E17" w:rsidRDefault="00D61344">
            <w:pPr>
              <w:spacing w:before="5" w:after="2" w:line="240" w:lineRule="auto"/>
              <w:ind w:left="72"/>
            </w:pPr>
            <w:r>
              <w:rPr>
                <w:rStyle w:val="styleDatatxt"/>
              </w:rPr>
              <w:t>0</w:t>
            </w:r>
          </w:p>
        </w:tc>
      </w:tr>
    </w:tbl>
    <w:p w14:paraId="076F3011" w14:textId="77777777" w:rsidR="008473C0" w:rsidRDefault="008473C0"/>
    <w:sectPr w:rsidR="008473C0">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C332C4" w14:textId="77777777" w:rsidR="00924250" w:rsidRDefault="00924250">
      <w:pPr>
        <w:spacing w:after="0" w:line="240" w:lineRule="auto"/>
      </w:pPr>
      <w:r>
        <w:separator/>
      </w:r>
    </w:p>
  </w:endnote>
  <w:endnote w:type="continuationSeparator" w:id="0">
    <w:p w14:paraId="4615F988" w14:textId="77777777" w:rsidR="00924250" w:rsidRDefault="009242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0D8FF" w14:textId="77777777" w:rsidR="00924250" w:rsidRDefault="0092425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A7774A" w14:textId="77777777" w:rsidR="00924250" w:rsidRDefault="00924250">
    <w:pPr>
      <w:pStyle w:val="pstyleHeader"/>
    </w:pPr>
    <w:r>
      <w:rPr>
        <w:rStyle w:val="styleHeadertxt"/>
      </w:rPr>
      <w:t xml:space="preserve">Page </w:t>
    </w:r>
    <w:r>
      <w:fldChar w:fldCharType="begin"/>
    </w:r>
    <w:r>
      <w:rPr>
        <w:rStyle w:val="styleHeadertxt"/>
      </w:rPr>
      <w:instrText>PAGE</w:instrText>
    </w:r>
    <w:r>
      <w:fldChar w:fldCharType="separate"/>
    </w:r>
    <w:r w:rsidR="00E6353D">
      <w:rPr>
        <w:rStyle w:val="styleHeadertxt"/>
        <w:noProof/>
      </w:rPr>
      <w:t>1</w:t>
    </w:r>
    <w:r>
      <w:fldChar w:fldCharType="end"/>
    </w:r>
    <w:r>
      <w:rPr>
        <w:rStyle w:val="styleHeadertxt"/>
      </w:rPr>
      <w:t xml:space="preserve"> / </w:t>
    </w:r>
    <w:r>
      <w:fldChar w:fldCharType="begin"/>
    </w:r>
    <w:r>
      <w:rPr>
        <w:rStyle w:val="styleHeadertxt"/>
      </w:rPr>
      <w:instrText>NUMPAGES</w:instrText>
    </w:r>
    <w:r>
      <w:fldChar w:fldCharType="separate"/>
    </w:r>
    <w:r w:rsidR="00E6353D">
      <w:rPr>
        <w:rStyle w:val="styleHeadertxt"/>
        <w:noProof/>
      </w:rPr>
      <w:t>44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B124C" w14:textId="77777777" w:rsidR="00924250" w:rsidRDefault="009242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492FC6" w14:textId="77777777" w:rsidR="00924250" w:rsidRDefault="00924250">
      <w:pPr>
        <w:spacing w:after="0" w:line="240" w:lineRule="auto"/>
      </w:pPr>
      <w:r>
        <w:separator/>
      </w:r>
    </w:p>
  </w:footnote>
  <w:footnote w:type="continuationSeparator" w:id="0">
    <w:p w14:paraId="4A7ED48E" w14:textId="77777777" w:rsidR="00924250" w:rsidRDefault="00924250">
      <w:pPr>
        <w:spacing w:after="0" w:line="240" w:lineRule="auto"/>
      </w:pPr>
      <w:r>
        <w:continuationSeparator/>
      </w:r>
    </w:p>
  </w:footnote>
  <w:footnote w:id="1">
    <w:p w14:paraId="06AD086E" w14:textId="77777777" w:rsidR="00924250" w:rsidRDefault="00924250">
      <w:pPr>
        <w:spacing w:after="0" w:line="240" w:lineRule="auto"/>
        <w:ind w:left="216"/>
      </w:pPr>
      <w:r>
        <w:rPr>
          <w:rStyle w:val="FootnoteReference"/>
        </w:rPr>
        <w:footnoteRef/>
      </w:r>
      <w:r>
        <w:t xml:space="preserve"> </w:t>
      </w:r>
      <w:r>
        <w:rPr>
          <w:rStyle w:val="styleFootnotetxt"/>
        </w:rPr>
        <w:t>No change to area | the area has increased | the area has decreased</w:t>
      </w:r>
    </w:p>
  </w:footnote>
  <w:footnote w:id="2">
    <w:p w14:paraId="372914E4" w14:textId="77777777" w:rsidR="00924250" w:rsidRDefault="00924250">
      <w:pPr>
        <w:spacing w:after="0" w:line="240" w:lineRule="auto"/>
        <w:ind w:left="216"/>
      </w:pPr>
      <w:r>
        <w:rPr>
          <w:rStyle w:val="FootnoteReference"/>
        </w:rPr>
        <w:footnoteRef/>
      </w:r>
      <w:r>
        <w:t xml:space="preserve"> </w:t>
      </w:r>
      <w:r>
        <w:rPr>
          <w:rStyle w:val="styleFootnotetxt"/>
        </w:rPr>
        <w:t>Not evaluated | No | Uncertain | Yes -likely- | Yes -actual-</w:t>
      </w:r>
    </w:p>
  </w:footnote>
  <w:footnote w:id="3">
    <w:p w14:paraId="3E1339C2" w14:textId="77777777" w:rsidR="00924250" w:rsidRDefault="00924250">
      <w:r>
        <w:rPr>
          <w:rStyle w:val="FootnoteReference"/>
        </w:rPr>
        <w:footnoteRef/>
      </w:r>
      <w:r>
        <w:t xml:space="preserve"> </w:t>
      </w:r>
    </w:p>
  </w:footnote>
  <w:footnote w:id="4">
    <w:p w14:paraId="029B9388" w14:textId="77777777" w:rsidR="00924250" w:rsidRDefault="00924250">
      <w:r>
        <w:rPr>
          <w:rStyle w:val="FootnoteReference"/>
        </w:rPr>
        <w:footnoteRef/>
      </w:r>
      <w:r>
        <w:t xml:space="preserve"> </w:t>
      </w:r>
      <w:r>
        <w:rPr>
          <w:rStyle w:val="styleFootnotetxt"/>
        </w:rPr>
        <w:t>Percentage of the total biogeographic population at the site. These fields are only compulsory to justify criteria 6 &amp; 9</w:t>
      </w:r>
    </w:p>
  </w:footnote>
  <w:footnote w:id="5">
    <w:p w14:paraId="257789E5" w14:textId="77777777" w:rsidR="00924250" w:rsidRDefault="00924250">
      <w:r>
        <w:rPr>
          <w:rStyle w:val="FootnoteReference"/>
        </w:rPr>
        <w:footnoteRef/>
      </w:r>
      <w:r>
        <w:t xml:space="preserve"> </w:t>
      </w:r>
    </w:p>
  </w:footnote>
  <w:footnote w:id="6">
    <w:p w14:paraId="75F1E697" w14:textId="77777777" w:rsidR="00924250" w:rsidRDefault="00924250">
      <w:pPr>
        <w:spacing w:after="0" w:line="240" w:lineRule="auto"/>
        <w:ind w:left="216"/>
      </w:pPr>
      <w:r>
        <w:rPr>
          <w:rStyle w:val="FootnoteReference"/>
        </w:rPr>
        <w:footnoteRef/>
      </w:r>
      <w:r>
        <w:t xml:space="preserve"> </w:t>
      </w:r>
      <w:r>
        <w:rPr>
          <w:rStyle w:val="styleFootnotetxt"/>
        </w:rPr>
        <w:t>No | Yes | In preparation</w:t>
      </w:r>
    </w:p>
  </w:footnote>
  <w:footnote w:id="7">
    <w:p w14:paraId="5C281BE0" w14:textId="77777777" w:rsidR="00924250" w:rsidRDefault="00924250">
      <w:pPr>
        <w:spacing w:after="0" w:line="240" w:lineRule="auto"/>
        <w:ind w:left="216"/>
      </w:pPr>
      <w:r>
        <w:rPr>
          <w:rStyle w:val="FootnoteReference"/>
        </w:rPr>
        <w:footnoteRef/>
      </w:r>
      <w:r>
        <w:t xml:space="preserve"> </w:t>
      </w:r>
      <w:r>
        <w:rPr>
          <w:rStyle w:val="styleFootnotetxt"/>
        </w:rPr>
        <w:t>All of Ramsar Site | Part of Ramsar Site</w:t>
      </w:r>
    </w:p>
  </w:footnote>
  <w:footnote w:id="8">
    <w:p w14:paraId="09C2454F" w14:textId="77777777" w:rsidR="00924250" w:rsidRDefault="00924250">
      <w:pPr>
        <w:spacing w:after="0" w:line="240" w:lineRule="auto"/>
        <w:ind w:left="216"/>
      </w:pPr>
      <w:r>
        <w:rPr>
          <w:rStyle w:val="FootnoteReference"/>
        </w:rPr>
        <w:footnoteRef/>
      </w:r>
      <w:r>
        <w:t xml:space="preserve"> </w:t>
      </w:r>
      <w:r>
        <w:rPr>
          <w:rStyle w:val="styleFootnotetxt"/>
        </w:rPr>
        <w:t>No need identified | No; the site has already been restored | No; but restoration is needed | No; but a plan is being prepared | Yes; there is a plan</w:t>
      </w:r>
    </w:p>
  </w:footnote>
  <w:footnote w:id="9">
    <w:p w14:paraId="7CE98E82" w14:textId="77777777" w:rsidR="00924250" w:rsidRDefault="00924250">
      <w:pPr>
        <w:spacing w:after="0" w:line="240" w:lineRule="auto"/>
        <w:ind w:left="216"/>
      </w:pPr>
      <w:r>
        <w:rPr>
          <w:rStyle w:val="FootnoteReference"/>
        </w:rPr>
        <w:footnoteRef/>
      </w:r>
      <w:r>
        <w:t xml:space="preserve"> </w:t>
      </w:r>
      <w:r>
        <w:rPr>
          <w:rStyle w:val="styleFootnotetxt"/>
        </w:rPr>
        <w:t>All of Ramsar Site | Part of Ramsar Site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37F3F4" w14:textId="77777777" w:rsidR="00924250" w:rsidRDefault="009242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 w:type="dxa"/>
      <w:tblCellMar>
        <w:left w:w="10" w:type="dxa"/>
        <w:right w:w="10" w:type="dxa"/>
      </w:tblCellMar>
      <w:tblLook w:val="0000" w:firstRow="0" w:lastRow="0" w:firstColumn="0" w:lastColumn="0" w:noHBand="0" w:noVBand="0"/>
    </w:tblPr>
    <w:tblGrid>
      <w:gridCol w:w="9015"/>
    </w:tblGrid>
    <w:tr w:rsidR="00924250" w14:paraId="7446ECAE" w14:textId="77777777">
      <w:tc>
        <w:tcPr>
          <w:tcW w:w="10000" w:type="dxa"/>
        </w:tcPr>
        <w:p w14:paraId="6C1171C8" w14:textId="77777777" w:rsidR="00924250" w:rsidRDefault="00924250">
          <w:pPr>
            <w:pStyle w:val="pstyleHeader"/>
          </w:pPr>
          <w:r>
            <w:rPr>
              <w:rStyle w:val="styleHeadertxt"/>
            </w:rPr>
            <w:t>Ramsar Site 261. Corner Inlet - Australia</w:t>
          </w:r>
        </w:p>
      </w:tc>
    </w:tr>
  </w:tbl>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5398C0" w14:textId="77777777" w:rsidR="00924250" w:rsidRDefault="009242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E17"/>
    <w:rsid w:val="00060E17"/>
    <w:rsid w:val="008473C0"/>
    <w:rsid w:val="00924250"/>
    <w:rsid w:val="00D61344"/>
    <w:rsid w:val="00E635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B15916"/>
  <w15:docId w15:val="{D46E81B6-1845-48A5-A0B8-453D41D01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US"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character" w:customStyle="1" w:styleId="styleCountryFirst">
    <w:name w:val="styleCountryFirst"/>
    <w:rPr>
      <w:rFonts w:ascii="Arial" w:eastAsia="Arial" w:hAnsi="Arial" w:cs="Arial"/>
      <w:b/>
      <w:bCs/>
      <w:color w:val="365F91"/>
      <w:sz w:val="56"/>
      <w:szCs w:val="56"/>
    </w:rPr>
  </w:style>
  <w:style w:type="character" w:customStyle="1" w:styleId="styleTitleFirst">
    <w:name w:val="styleTitleFirst"/>
    <w:rPr>
      <w:rFonts w:ascii="Arial" w:eastAsia="Arial" w:hAnsi="Arial" w:cs="Arial"/>
      <w:b/>
      <w:bCs/>
      <w:color w:val="365F91"/>
      <w:sz w:val="36"/>
      <w:szCs w:val="36"/>
    </w:rPr>
  </w:style>
  <w:style w:type="character" w:customStyle="1" w:styleId="styleL0">
    <w:name w:val="styleL0"/>
    <w:rPr>
      <w:rFonts w:ascii="Arial" w:eastAsia="Arial" w:hAnsi="Arial" w:cs="Arial"/>
      <w:b/>
      <w:bCs/>
      <w:color w:val="05348C"/>
      <w:sz w:val="26"/>
      <w:szCs w:val="26"/>
    </w:rPr>
  </w:style>
  <w:style w:type="character" w:customStyle="1" w:styleId="styleL1">
    <w:name w:val="styleL1"/>
    <w:rPr>
      <w:rFonts w:ascii="Arial" w:eastAsia="Arial" w:hAnsi="Arial" w:cs="Arial"/>
      <w:b/>
      <w:bCs/>
      <w:color w:val="05348C"/>
      <w:sz w:val="22"/>
      <w:szCs w:val="22"/>
    </w:rPr>
  </w:style>
  <w:style w:type="character" w:customStyle="1" w:styleId="styleL2">
    <w:name w:val="styleL2"/>
    <w:rPr>
      <w:rFonts w:ascii="Arial" w:eastAsia="Arial" w:hAnsi="Arial" w:cs="Arial"/>
      <w:b/>
      <w:bCs/>
      <w:color w:val="355A9F"/>
      <w:sz w:val="20"/>
      <w:szCs w:val="20"/>
    </w:rPr>
  </w:style>
  <w:style w:type="character" w:customStyle="1" w:styleId="styleC3">
    <w:name w:val="styleC3"/>
    <w:rPr>
      <w:rFonts w:ascii="Arial" w:eastAsia="Arial" w:hAnsi="Arial" w:cs="Arial"/>
      <w:color w:val="355A9F"/>
      <w:sz w:val="18"/>
      <w:szCs w:val="18"/>
    </w:rPr>
  </w:style>
  <w:style w:type="character" w:customStyle="1" w:styleId="styleC3update">
    <w:name w:val="styleC3update"/>
    <w:rPr>
      <w:rFonts w:ascii="Arial" w:eastAsia="Arial" w:hAnsi="Arial" w:cs="Arial"/>
      <w:color w:val="355A9F"/>
      <w:sz w:val="18"/>
      <w:szCs w:val="18"/>
      <w:shd w:val="clear" w:color="auto" w:fill="F0FAFA"/>
    </w:rPr>
  </w:style>
  <w:style w:type="character" w:customStyle="1" w:styleId="styleC3ecd">
    <w:name w:val="styleC3ecd"/>
    <w:rPr>
      <w:rFonts w:ascii="Arial" w:eastAsia="Arial" w:hAnsi="Arial" w:cs="Arial"/>
      <w:color w:val="355A9F"/>
      <w:sz w:val="18"/>
      <w:szCs w:val="18"/>
      <w:shd w:val="clear" w:color="auto" w:fill="F8E0F7"/>
    </w:rPr>
  </w:style>
  <w:style w:type="character" w:customStyle="1" w:styleId="styleRad">
    <w:name w:val="styleRad"/>
    <w:rPr>
      <w:rFonts w:ascii="Arial" w:eastAsia="Arial" w:hAnsi="Arial" w:cs="Arial"/>
      <w:color w:val="355A9F"/>
      <w:sz w:val="18"/>
      <w:szCs w:val="18"/>
      <w:shd w:val="clear" w:color="auto" w:fill="FBF7C6"/>
    </w:rPr>
  </w:style>
  <w:style w:type="character" w:customStyle="1" w:styleId="styleC3comment">
    <w:name w:val="styleC3_comment"/>
    <w:rPr>
      <w:rFonts w:ascii="Arial" w:eastAsia="Arial" w:hAnsi="Arial" w:cs="Arial"/>
      <w:i/>
      <w:iCs/>
      <w:color w:val="355A9F"/>
      <w:sz w:val="18"/>
      <w:szCs w:val="18"/>
    </w:rPr>
  </w:style>
  <w:style w:type="character" w:customStyle="1" w:styleId="styleDatatxt">
    <w:name w:val="styleData_txt"/>
    <w:rPr>
      <w:rFonts w:ascii="Arial" w:eastAsia="Arial" w:hAnsi="Arial" w:cs="Arial"/>
      <w:color w:val="000000"/>
      <w:sz w:val="18"/>
      <w:szCs w:val="18"/>
    </w:rPr>
  </w:style>
  <w:style w:type="character" w:customStyle="1" w:styleId="styleC3online">
    <w:name w:val="styleC3_online"/>
    <w:rPr>
      <w:rFonts w:ascii="Arial" w:eastAsia="Arial" w:hAnsi="Arial" w:cs="Arial"/>
      <w:b/>
      <w:bCs/>
      <w:color w:val="355A9F"/>
      <w:sz w:val="18"/>
      <w:szCs w:val="18"/>
    </w:rPr>
  </w:style>
  <w:style w:type="character" w:customStyle="1" w:styleId="stylewingdings">
    <w:name w:val="style_wingdings"/>
    <w:rPr>
      <w:rFonts w:ascii="Wingdings" w:eastAsia="Wingdings" w:hAnsi="Wingdings" w:cs="Wingdings"/>
      <w:b/>
      <w:bCs/>
      <w:color w:val="355A9F"/>
      <w:sz w:val="20"/>
      <w:szCs w:val="20"/>
    </w:rPr>
  </w:style>
  <w:style w:type="character" w:customStyle="1" w:styleId="stylewingdingssp">
    <w:name w:val="style_wingdings_sp"/>
    <w:rPr>
      <w:rFonts w:ascii="Wingdings" w:eastAsia="Wingdings" w:hAnsi="Wingdings" w:cs="Wingdings"/>
      <w:color w:val="000000"/>
      <w:sz w:val="20"/>
      <w:szCs w:val="20"/>
    </w:rPr>
  </w:style>
  <w:style w:type="character" w:customStyle="1" w:styleId="styleHeadertxt">
    <w:name w:val="styleHeader_txt"/>
    <w:rPr>
      <w:rFonts w:ascii="Arial" w:eastAsia="Arial" w:hAnsi="Arial" w:cs="Arial"/>
      <w:sz w:val="18"/>
      <w:szCs w:val="18"/>
    </w:rPr>
  </w:style>
  <w:style w:type="character" w:customStyle="1" w:styleId="styleLink">
    <w:name w:val="styleLink"/>
    <w:rPr>
      <w:rFonts w:ascii="Arial" w:eastAsia="Arial" w:hAnsi="Arial" w:cs="Arial"/>
      <w:color w:val="0000FF"/>
      <w:sz w:val="18"/>
      <w:szCs w:val="18"/>
    </w:rPr>
  </w:style>
  <w:style w:type="character" w:customStyle="1" w:styleId="styleFootnotetxt">
    <w:name w:val="styleFootnote_txt"/>
    <w:rPr>
      <w:rFonts w:ascii="Arial" w:eastAsia="Arial" w:hAnsi="Arial" w:cs="Arial"/>
      <w:color w:val="000000"/>
      <w:sz w:val="16"/>
      <w:szCs w:val="16"/>
    </w:rPr>
  </w:style>
  <w:style w:type="character" w:customStyle="1" w:styleId="styleSubformTitletxt">
    <w:name w:val="styleSubformTitle_txt"/>
    <w:rPr>
      <w:rFonts w:ascii="Arial" w:eastAsia="Arial" w:hAnsi="Arial" w:cs="Arial"/>
      <w:b/>
      <w:bCs/>
      <w:color w:val="000000"/>
      <w:sz w:val="18"/>
      <w:szCs w:val="18"/>
    </w:rPr>
  </w:style>
  <w:style w:type="character" w:customStyle="1" w:styleId="styleSubformtxt">
    <w:name w:val="styleSubform_txt"/>
    <w:rPr>
      <w:rFonts w:ascii="Arial" w:eastAsia="Arial" w:hAnsi="Arial" w:cs="Arial"/>
      <w:color w:val="000000"/>
      <w:sz w:val="18"/>
      <w:szCs w:val="18"/>
    </w:rPr>
  </w:style>
  <w:style w:type="character" w:customStyle="1" w:styleId="styleSubformtxtUP">
    <w:name w:val="styleSubform_txtUP"/>
    <w:rPr>
      <w:rFonts w:ascii="Arial" w:eastAsia="Arial" w:hAnsi="Arial" w:cs="Arial"/>
      <w:caps/>
      <w:color w:val="000000"/>
      <w:sz w:val="14"/>
      <w:szCs w:val="14"/>
    </w:rPr>
  </w:style>
  <w:style w:type="character" w:customStyle="1" w:styleId="styleSubformtxtIblue">
    <w:name w:val="styleSubform_txtIblue"/>
    <w:rPr>
      <w:rFonts w:ascii="Arial" w:eastAsia="Arial" w:hAnsi="Arial" w:cs="Arial"/>
      <w:i/>
      <w:iCs/>
      <w:color w:val="05348C"/>
      <w:sz w:val="18"/>
      <w:szCs w:val="18"/>
    </w:rPr>
  </w:style>
  <w:style w:type="character" w:customStyle="1" w:styleId="styleSubformtxtIblue700">
    <w:name w:val="styleSubform_txtIblue700"/>
    <w:rPr>
      <w:rFonts w:ascii="Arial" w:eastAsia="Arial" w:hAnsi="Arial" w:cs="Arial"/>
      <w:i/>
      <w:iCs/>
      <w:color w:val="05348C"/>
      <w:sz w:val="14"/>
      <w:szCs w:val="14"/>
    </w:rPr>
  </w:style>
  <w:style w:type="character" w:customStyle="1" w:styleId="styleSubformtxtsp">
    <w:name w:val="styleSubform_txt_sp"/>
    <w:rPr>
      <w:rFonts w:ascii="Arial" w:eastAsia="Arial" w:hAnsi="Arial" w:cs="Arial"/>
      <w:color w:val="000000"/>
      <w:sz w:val="14"/>
      <w:szCs w:val="14"/>
    </w:rPr>
  </w:style>
  <w:style w:type="character" w:customStyle="1" w:styleId="almostEmpty">
    <w:name w:val="almostEmpty"/>
    <w:rPr>
      <w:rFonts w:ascii="Arial" w:eastAsia="Arial" w:hAnsi="Arial" w:cs="Arial"/>
      <w:color w:val="FFFFFF"/>
      <w:sz w:val="2"/>
      <w:szCs w:val="2"/>
    </w:rPr>
  </w:style>
  <w:style w:type="character" w:customStyle="1" w:styleId="styleHint1txt">
    <w:name w:val="styleHint1_txt"/>
    <w:rPr>
      <w:rFonts w:ascii="Arial" w:eastAsia="Arial" w:hAnsi="Arial" w:cs="Arial"/>
      <w:i/>
      <w:iCs/>
      <w:color w:val="000000"/>
      <w:sz w:val="16"/>
      <w:szCs w:val="16"/>
    </w:rPr>
  </w:style>
  <w:style w:type="character" w:customStyle="1" w:styleId="styleBracket">
    <w:name w:val="styleBracket"/>
    <w:rPr>
      <w:rFonts w:ascii="Arial" w:eastAsia="Arial" w:hAnsi="Arial" w:cs="Arial"/>
      <w:sz w:val="14"/>
      <w:szCs w:val="14"/>
    </w:rPr>
  </w:style>
  <w:style w:type="character" w:customStyle="1" w:styleId="firstTxt0">
    <w:name w:val="firstTxt0"/>
    <w:rPr>
      <w:rFonts w:ascii="Arial" w:eastAsia="Arial" w:hAnsi="Arial" w:cs="Arial"/>
      <w:b/>
      <w:bCs/>
      <w:color w:val="365F91"/>
      <w:sz w:val="28"/>
      <w:szCs w:val="28"/>
    </w:rPr>
  </w:style>
  <w:style w:type="character" w:customStyle="1" w:styleId="firstTxt1">
    <w:name w:val="firstTxt1"/>
    <w:rPr>
      <w:rFonts w:ascii="Arial" w:eastAsia="Arial" w:hAnsi="Arial" w:cs="Arial"/>
      <w:color w:val="000000"/>
      <w:sz w:val="20"/>
      <w:szCs w:val="20"/>
    </w:rPr>
  </w:style>
  <w:style w:type="character" w:customStyle="1" w:styleId="TxtCommentHd">
    <w:name w:val="TxtCommentHd"/>
    <w:rPr>
      <w:rFonts w:ascii="Arial" w:eastAsia="Arial" w:hAnsi="Arial" w:cs="Arial"/>
      <w:b/>
      <w:bCs/>
      <w:color w:val="FFFFFF"/>
      <w:sz w:val="18"/>
      <w:szCs w:val="18"/>
    </w:rPr>
  </w:style>
  <w:style w:type="character" w:customStyle="1" w:styleId="TxtComment">
    <w:name w:val="TxtComment"/>
    <w:rPr>
      <w:rFonts w:ascii="Arial" w:eastAsia="Arial" w:hAnsi="Arial" w:cs="Arial"/>
      <w:color w:val="000000"/>
      <w:sz w:val="16"/>
      <w:szCs w:val="16"/>
    </w:rPr>
  </w:style>
  <w:style w:type="character" w:customStyle="1" w:styleId="styleSubtitle">
    <w:name w:val="styleSubtitle"/>
    <w:rPr>
      <w:rFonts w:ascii="Arial" w:eastAsia="Arial" w:hAnsi="Arial" w:cs="Arial"/>
      <w:b/>
      <w:bCs/>
      <w:color w:val="355A9F"/>
      <w:sz w:val="20"/>
      <w:szCs w:val="20"/>
    </w:rPr>
  </w:style>
  <w:style w:type="paragraph" w:customStyle="1" w:styleId="pStyle">
    <w:name w:val="pStyle"/>
    <w:basedOn w:val="Normal"/>
    <w:pPr>
      <w:spacing w:after="0" w:line="240" w:lineRule="auto"/>
      <w:ind w:left="432"/>
    </w:pPr>
  </w:style>
  <w:style w:type="paragraph" w:customStyle="1" w:styleId="pstyleTitleFirst">
    <w:name w:val="pstyleTitleFirst"/>
    <w:basedOn w:val="Normal"/>
    <w:pPr>
      <w:spacing w:after="100"/>
      <w:jc w:val="center"/>
    </w:pPr>
  </w:style>
  <w:style w:type="paragraph" w:customStyle="1" w:styleId="pstyleRadio">
    <w:name w:val="pstyleRadio"/>
    <w:basedOn w:val="Normal"/>
    <w:pPr>
      <w:spacing w:after="0" w:line="240" w:lineRule="auto"/>
      <w:ind w:left="1080"/>
    </w:pPr>
  </w:style>
  <w:style w:type="paragraph" w:customStyle="1" w:styleId="pstyleRadioTb">
    <w:name w:val="pstyleRadioTb"/>
    <w:basedOn w:val="Normal"/>
    <w:pPr>
      <w:jc w:val="center"/>
    </w:pPr>
  </w:style>
  <w:style w:type="paragraph" w:customStyle="1" w:styleId="pstyleTitleFirst2">
    <w:name w:val="pstyleTitleFirst2"/>
    <w:basedOn w:val="Normal"/>
    <w:pPr>
      <w:spacing w:after="1600"/>
      <w:jc w:val="center"/>
    </w:pPr>
  </w:style>
  <w:style w:type="paragraph" w:customStyle="1" w:styleId="pstyleFirstText0">
    <w:name w:val="pstyleFirstText0"/>
    <w:basedOn w:val="Normal"/>
    <w:pPr>
      <w:spacing w:after="100"/>
      <w:jc w:val="center"/>
    </w:pPr>
  </w:style>
  <w:style w:type="paragraph" w:customStyle="1" w:styleId="pstyleFirstText1">
    <w:name w:val="pstyleFirstText1"/>
    <w:basedOn w:val="Normal"/>
    <w:pPr>
      <w:spacing w:after="3500"/>
      <w:jc w:val="center"/>
    </w:pPr>
  </w:style>
  <w:style w:type="paragraph" w:customStyle="1" w:styleId="pstyleSectionL0">
    <w:name w:val="pstyleSectionL0"/>
    <w:basedOn w:val="Normal"/>
    <w:pPr>
      <w:spacing w:after="0" w:line="240" w:lineRule="auto"/>
    </w:pPr>
  </w:style>
  <w:style w:type="paragraph" w:customStyle="1" w:styleId="pstyleSectionL1">
    <w:name w:val="pstyleSectionL1"/>
    <w:basedOn w:val="Normal"/>
    <w:pPr>
      <w:spacing w:before="5" w:after="0"/>
    </w:pPr>
  </w:style>
  <w:style w:type="paragraph" w:customStyle="1" w:styleId="pstyleSection">
    <w:name w:val="pstyleSection"/>
    <w:basedOn w:val="Normal"/>
    <w:pPr>
      <w:spacing w:before="150" w:after="0"/>
      <w:ind w:left="216"/>
    </w:pPr>
  </w:style>
  <w:style w:type="paragraph" w:customStyle="1" w:styleId="pstyleComments">
    <w:name w:val="pstyleComments"/>
    <w:basedOn w:val="Normal"/>
    <w:pPr>
      <w:spacing w:before="100" w:after="0" w:line="240" w:lineRule="auto"/>
      <w:ind w:left="216"/>
    </w:pPr>
  </w:style>
  <w:style w:type="paragraph" w:customStyle="1" w:styleId="pstyleLabels">
    <w:name w:val="pstyleLabels"/>
    <w:basedOn w:val="Normal"/>
    <w:pPr>
      <w:spacing w:before="80" w:after="20" w:line="244" w:lineRule="auto"/>
      <w:ind w:left="216"/>
    </w:pPr>
  </w:style>
  <w:style w:type="paragraph" w:customStyle="1" w:styleId="pstyleLabelsECD">
    <w:name w:val="pstyleLabelsECD"/>
    <w:basedOn w:val="Normal"/>
    <w:pPr>
      <w:spacing w:before="80" w:after="20" w:line="244" w:lineRule="auto"/>
      <w:ind w:left="864"/>
    </w:pPr>
  </w:style>
  <w:style w:type="paragraph" w:customStyle="1" w:styleId="pstyleContent">
    <w:name w:val="pstyleContent"/>
    <w:basedOn w:val="Normal"/>
    <w:pPr>
      <w:spacing w:after="20" w:line="244" w:lineRule="auto"/>
      <w:ind w:left="216"/>
    </w:pPr>
  </w:style>
  <w:style w:type="paragraph" w:customStyle="1" w:styleId="pstyleSubtitle">
    <w:name w:val="pstyleSubtitle"/>
    <w:basedOn w:val="Normal"/>
    <w:pPr>
      <w:spacing w:before="300" w:after="20" w:line="245" w:lineRule="auto"/>
      <w:ind w:left="216"/>
    </w:pPr>
  </w:style>
  <w:style w:type="paragraph" w:customStyle="1" w:styleId="pstyleFirstBottom">
    <w:name w:val="pstyleFirstBottom"/>
    <w:basedOn w:val="Normal"/>
    <w:pPr>
      <w:spacing w:after="0" w:line="240" w:lineRule="auto"/>
    </w:pPr>
  </w:style>
  <w:style w:type="paragraph" w:customStyle="1" w:styleId="pstyleHeader">
    <w:name w:val="pstyleHeader"/>
    <w:basedOn w:val="Normal"/>
    <w:pPr>
      <w:spacing w:after="50"/>
    </w:pPr>
  </w:style>
  <w:style w:type="table" w:customStyle="1" w:styleId="CommentTable">
    <w:name w:val="Comment_Table"/>
    <w:uiPriority w:val="99"/>
    <w:tblPr>
      <w:tblBorders>
        <w:top w:val="single" w:sz="6" w:space="0" w:color="4BACC6"/>
        <w:left w:val="single" w:sz="6" w:space="0" w:color="4BACC6"/>
        <w:bottom w:val="single" w:sz="6" w:space="0" w:color="4BACC6"/>
        <w:right w:val="single" w:sz="6" w:space="0" w:color="4BACC6"/>
        <w:insideH w:val="single" w:sz="6" w:space="0" w:color="4BACC6"/>
        <w:insideV w:val="single" w:sz="6" w:space="0" w:color="4BACC6"/>
      </w:tblBorders>
      <w:tblCellMar>
        <w:top w:w="40" w:type="dxa"/>
        <w:left w:w="40" w:type="dxa"/>
        <w:bottom w:w="40" w:type="dxa"/>
        <w:right w:w="40" w:type="dxa"/>
      </w:tblCellMar>
    </w:tblPr>
    <w:tblStylePr w:type="firstRow">
      <w:tblPr/>
      <w:tcPr>
        <w:tcBorders>
          <w:bottom w:val="single" w:sz="15" w:space="0" w:color="4BACC6"/>
        </w:tcBorders>
        <w:shd w:val="clear" w:color="auto" w:fill="4BACC6"/>
      </w:tcPr>
    </w:tblStylePr>
  </w:style>
  <w:style w:type="character" w:customStyle="1" w:styleId="myOwnLinkStyle">
    <w:name w:val="myOwnLinkStyle"/>
    <w:rPr>
      <w:b/>
      <w:bCs/>
      <w:color w:val="808000"/>
    </w:rPr>
  </w:style>
  <w:style w:type="paragraph" w:customStyle="1" w:styleId="leftTab">
    <w:name w:val="leftTab"/>
    <w:basedOn w:val="Normal"/>
    <w:pPr>
      <w:tabs>
        <w:tab w:val="left" w:pos="9000"/>
      </w:tabs>
    </w:pPr>
  </w:style>
  <w:style w:type="table" w:customStyle="1" w:styleId="FancyTable">
    <w:name w:val="Fancy Table"/>
    <w:uiPriority w:val="99"/>
    <w:tblPr>
      <w:tblBorders>
        <w:top w:val="single" w:sz="6" w:space="0" w:color="555555"/>
        <w:left w:val="single" w:sz="6" w:space="0" w:color="555555"/>
        <w:bottom w:val="single" w:sz="6" w:space="0" w:color="555555"/>
        <w:right w:val="single" w:sz="6" w:space="0" w:color="555555"/>
        <w:insideH w:val="single" w:sz="6" w:space="0" w:color="555555"/>
        <w:insideV w:val="single" w:sz="6" w:space="0" w:color="555555"/>
      </w:tblBorders>
      <w:tblCellMar>
        <w:top w:w="40" w:type="dxa"/>
        <w:left w:w="40" w:type="dxa"/>
        <w:bottom w:w="40" w:type="dxa"/>
        <w:right w:w="40" w:type="dxa"/>
      </w:tblCellMar>
    </w:tblPr>
    <w:tblStylePr w:type="firstRow">
      <w:tblPr/>
      <w:tcPr>
        <w:tcBorders>
          <w:bottom w:val="single" w:sz="15" w:space="0" w:color="555555"/>
        </w:tcBorders>
        <w:shd w:val="clear" w:color="auto" w:fill="EDEDED"/>
      </w:tcPr>
    </w:tblStylePr>
  </w:style>
  <w:style w:type="table" w:customStyle="1" w:styleId="myTable">
    <w:name w:val="myTable"/>
    <w:uiPriority w:val="99"/>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30" w:type="dxa"/>
        <w:left w:w="30" w:type="dxa"/>
        <w:bottom w:w="30" w:type="dxa"/>
        <w:right w:w="30" w:type="dxa"/>
      </w:tblCellMar>
    </w:tblPr>
    <w:tblStylePr w:type="firstRow">
      <w:tblPr/>
      <w:tcPr>
        <w:shd w:val="clear" w:color="auto" w:fill="FDFFD9"/>
      </w:tcPr>
    </w:tblStylePr>
  </w:style>
  <w:style w:type="table" w:customStyle="1" w:styleId="myFieldTableStyle">
    <w:name w:val="myFieldTableStyle"/>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 w:type="dxa"/>
        <w:left w:w="10" w:type="dxa"/>
        <w:bottom w:w="10" w:type="dxa"/>
        <w:right w:w="10" w:type="dxa"/>
      </w:tblCellMar>
    </w:tblPr>
    <w:tblStylePr w:type="firstRow">
      <w:tblPr/>
      <w:tcPr>
        <w:tcBorders>
          <w:bottom w:val="single" w:sz="14" w:space="0" w:color="000000"/>
        </w:tcBorders>
        <w:shd w:val="clear" w:color="auto" w:fill="FDFFD9"/>
      </w:tcPr>
    </w:tblStylePr>
  </w:style>
  <w:style w:type="table" w:customStyle="1" w:styleId="myFieldTableStyle2">
    <w:name w:val="myFieldTableStyle2"/>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 w:type="dxa"/>
        <w:left w:w="1" w:type="dxa"/>
        <w:bottom w:w="1" w:type="dxa"/>
        <w:right w:w="1" w:type="dxa"/>
      </w:tblCellMar>
    </w:tblPr>
    <w:tblStylePr w:type="firstRow">
      <w:tblPr/>
      <w:tcPr>
        <w:tcBorders>
          <w:bottom w:val="single" w:sz="14" w:space="0" w:color="000000"/>
        </w:tcBorders>
        <w:shd w:val="clear" w:color="auto" w:fill="FDFFD9"/>
      </w:tcPr>
    </w:tblStylePr>
  </w:style>
  <w:style w:type="table" w:customStyle="1" w:styleId="myFieldTableStyleW">
    <w:name w:val="myFieldTableStyleW"/>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 w:type="dxa"/>
        <w:left w:w="1" w:type="dxa"/>
        <w:bottom w:w="1" w:type="dxa"/>
        <w:right w:w="1" w:type="dxa"/>
      </w:tblCellMar>
    </w:tblPr>
    <w:tblStylePr w:type="firstRow">
      <w:tblPr/>
      <w:tcPr>
        <w:tcBorders>
          <w:bottom w:val="single" w:sz="14" w:space="0" w:color="000000"/>
        </w:tcBorders>
        <w:shd w:val="clear" w:color="auto" w:fill="FFFFFF"/>
      </w:tcPr>
    </w:tblStylePr>
  </w:style>
  <w:style w:type="character" w:customStyle="1" w:styleId="styleAddColorTitle">
    <w:name w:val="styleAddColorTitle"/>
    <w:rPr>
      <w:rFonts w:ascii="Arial" w:eastAsia="Arial" w:hAnsi="Arial" w:cs="Arial"/>
      <w:b/>
      <w:bCs/>
      <w:color w:val="05348C"/>
      <w:sz w:val="26"/>
      <w:szCs w:val="26"/>
    </w:rPr>
  </w:style>
  <w:style w:type="character" w:customStyle="1" w:styleId="styleAddColorTxt">
    <w:name w:val="styleAddColorTxt"/>
    <w:rPr>
      <w:rFonts w:ascii="Arial" w:eastAsia="Arial" w:hAnsi="Arial" w:cs="Arial"/>
      <w:color w:val="05348C"/>
      <w:sz w:val="22"/>
      <w:szCs w:val="22"/>
    </w:rPr>
  </w:style>
  <w:style w:type="character" w:customStyle="1" w:styleId="styleAddColorLBlue">
    <w:name w:val="styleAddColorLBlue"/>
    <w:rPr>
      <w:rFonts w:ascii="Arial" w:eastAsia="Arial" w:hAnsi="Arial" w:cs="Arial"/>
      <w:b/>
      <w:bCs/>
      <w:color w:val="05348C"/>
      <w:sz w:val="22"/>
      <w:szCs w:val="22"/>
      <w:shd w:val="clear" w:color="auto" w:fill="F0FAFA"/>
    </w:rPr>
  </w:style>
  <w:style w:type="character" w:customStyle="1" w:styleId="styleAddColorLPurple">
    <w:name w:val="styleAddColorLPurple"/>
    <w:rPr>
      <w:rFonts w:ascii="Arial" w:eastAsia="Arial" w:hAnsi="Arial" w:cs="Arial"/>
      <w:b/>
      <w:bCs/>
      <w:color w:val="05348C"/>
      <w:sz w:val="22"/>
      <w:szCs w:val="22"/>
      <w:shd w:val="clear" w:color="auto" w:fill="F8E0F7"/>
    </w:rPr>
  </w:style>
  <w:style w:type="paragraph" w:customStyle="1" w:styleId="pstyleAddColor">
    <w:name w:val="pstyleAddColor"/>
    <w:basedOn w:val="Normal"/>
    <w:pPr>
      <w:spacing w:before="300" w:after="20" w:line="245" w:lineRule="auto"/>
      <w:ind w:left="216"/>
    </w:pPr>
  </w:style>
  <w:style w:type="paragraph" w:styleId="Header">
    <w:name w:val="header"/>
    <w:basedOn w:val="Normal"/>
    <w:link w:val="HeaderChar"/>
    <w:uiPriority w:val="99"/>
    <w:unhideWhenUsed/>
    <w:rsid w:val="009242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4250"/>
  </w:style>
  <w:style w:type="paragraph" w:styleId="Footer">
    <w:name w:val="footer"/>
    <w:basedOn w:val="Normal"/>
    <w:link w:val="FooterChar"/>
    <w:uiPriority w:val="99"/>
    <w:unhideWhenUsed/>
    <w:rsid w:val="009242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42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amsar.org/document/how-to-use-the-offline-ris-word-for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rsis.ramsar.org"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rsis.ramsar.org/RISapp/section.php?idSection=1&amp;amp;part=1&amp;amp;idvris=54152167&amp;amp;action=view"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8BBE493B.dotm</Template>
  <TotalTime>0</TotalTime>
  <Pages>44</Pages>
  <Words>10783</Words>
  <Characters>61464</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Corner Inlet Ramsar Information Sheet </vt:lpstr>
    </vt:vector>
  </TitlesOfParts>
  <Manager/>
  <Company/>
  <LinksUpToDate>false</LinksUpToDate>
  <CharactersWithSpaces>72103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Corner Inlet Ramsar Information Sheet</dc:title>
  <dc:subject/>
  <dc:creator>Ramsar</dc:creator>
  <cp:keywords/>
  <dc:description/>
  <cp:lastModifiedBy>Durack, Bec</cp:lastModifiedBy>
  <cp:revision>2</cp:revision>
  <dcterms:created xsi:type="dcterms:W3CDTF">2020-02-10T23:59:00Z</dcterms:created>
  <dcterms:modified xsi:type="dcterms:W3CDTF">2020-02-10T23:59:00Z</dcterms:modified>
  <cp:category/>
</cp:coreProperties>
</file>