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7C4" w:rsidRDefault="00B91575">
      <w:pPr>
        <w:jc w:val="center"/>
      </w:pPr>
      <w:bookmarkStart w:id="0" w:name="_GoBack"/>
      <w:bookmarkEnd w:id="0"/>
      <w:r>
        <w:rPr>
          <w:noProof/>
        </w:rPr>
        <w:drawing>
          <wp:inline distT="0" distB="0" distL="0" distR="0">
            <wp:extent cx="20002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inline>
        </w:drawing>
      </w:r>
    </w:p>
    <w:p w:rsidR="002627C4" w:rsidRDefault="00B91575">
      <w:pPr>
        <w:pStyle w:val="pstyleTitleFirst"/>
      </w:pPr>
      <w:r>
        <w:rPr>
          <w:rStyle w:val="styleCountryFirst"/>
        </w:rPr>
        <w:t>Australia</w:t>
      </w:r>
    </w:p>
    <w:p w:rsidR="002627C4" w:rsidRDefault="00B91575">
      <w:pPr>
        <w:pStyle w:val="pstyleTitleFirst2"/>
      </w:pPr>
      <w:r>
        <w:rPr>
          <w:rStyle w:val="styleTitleFirst"/>
        </w:rPr>
        <w:t>Moreton Bay</w:t>
      </w:r>
    </w:p>
    <w:p w:rsidR="002627C4" w:rsidRDefault="00B91575">
      <w:pPr>
        <w:pStyle w:val="pstyleFirstText0"/>
      </w:pPr>
      <w:r>
        <w:rPr>
          <w:rStyle w:val="firstTxt0"/>
        </w:rPr>
        <w:t>Offline RIS Word form</w:t>
      </w:r>
    </w:p>
    <w:p w:rsidR="002627C4" w:rsidRDefault="00B91575">
      <w:pPr>
        <w:pStyle w:val="pstyleFirstText1"/>
      </w:pPr>
      <w:r>
        <w:rPr>
          <w:rStyle w:val="firstTxt1"/>
        </w:rPr>
        <w:t xml:space="preserve">The purpose of this form is to help in collecting data on a Ramsar Site for the completion of an online          Ramsar Information Sheet (RIS) at </w:t>
      </w:r>
      <w:hyperlink r:id="rId7" w:history="1">
        <w:r>
          <w:rPr>
            <w:color w:val="0000FF"/>
            <w:u w:val="single"/>
          </w:rPr>
          <w:t>https://rsis.ramsar.org</w:t>
        </w:r>
      </w:hyperlink>
      <w:r>
        <w:rPr>
          <w:rStyle w:val="firstTxt1"/>
        </w:rPr>
        <w:t>. It can be circulated between the National Focal Point, RIS compilers and other national data collectors. However, it is not accepted by the Ramsar Secretariat for submission of a Site update or new Site designation. The data collected through this form must be transferred to the online form by the National Focal Point or an authorized online RIS compiler.</w:t>
      </w:r>
      <w:r>
        <w:br/>
      </w:r>
      <w:r>
        <w:br/>
      </w:r>
      <w:r>
        <w:rPr>
          <w:rStyle w:val="firstTxt1"/>
        </w:rPr>
        <w:t>All fields marked with an asterisk (*) are required.</w:t>
      </w:r>
      <w:r>
        <w:br/>
      </w:r>
      <w:r>
        <w:br/>
      </w:r>
      <w:r>
        <w:rPr>
          <w:rStyle w:val="firstTxt1"/>
        </w:rPr>
        <w:t xml:space="preserve"> For more information on how to use this form, please refer to the document </w:t>
      </w:r>
      <w:r>
        <w:br/>
      </w:r>
      <w:hyperlink r:id="rId8" w:history="1">
        <w:r>
          <w:rPr>
            <w:color w:val="0000FF"/>
            <w:u w:val="single"/>
          </w:rPr>
          <w:t xml:space="preserve"> How to use the offline RIS Word form.</w:t>
        </w:r>
      </w:hyperlink>
    </w:p>
    <w:p w:rsidR="002627C4" w:rsidRDefault="00B91575">
      <w:pPr>
        <w:pStyle w:val="pstyleFirstBottom"/>
      </w:pPr>
      <w:r>
        <w:rPr>
          <w:rStyle w:val="styleHeadertxt"/>
        </w:rPr>
        <w:t>Created by RSIS v1.7 on 23 September 2019 at 09:05</w:t>
      </w:r>
    </w:p>
    <w:p w:rsidR="002627C4" w:rsidRDefault="00167983">
      <w:hyperlink r:id="rId9" w:history="1">
        <w:r w:rsidR="00B91575">
          <w:rPr>
            <w:color w:val="0000FF"/>
            <w:u w:val="single"/>
          </w:rPr>
          <w:t>https://rsis.ramsar.org/RISapp/section.php?idSection=1&amp;part=1&amp;idvris=42194278&amp;action=view</w:t>
        </w:r>
      </w:hyperlink>
    </w:p>
    <w:p w:rsidR="002627C4" w:rsidRDefault="002627C4">
      <w:pPr>
        <w:sectPr w:rsidR="002627C4">
          <w:headerReference w:type="default" r:id="rId10"/>
          <w:footerReference w:type="default" r:id="rId11"/>
          <w:pgSz w:w="11870" w:h="16787"/>
          <w:pgMar w:top="1440" w:right="1440" w:bottom="1440" w:left="1440" w:header="720" w:footer="720" w:gutter="0"/>
          <w:cols w:space="720"/>
        </w:sectPr>
      </w:pPr>
    </w:p>
    <w:p w:rsidR="002627C4" w:rsidRDefault="00B91575">
      <w:pPr>
        <w:pStyle w:val="pstyleSectionL0"/>
      </w:pPr>
      <w:r>
        <w:rPr>
          <w:rStyle w:val="styleAddColorTitle"/>
        </w:rPr>
        <w:lastRenderedPageBreak/>
        <w:t>Color codes</w:t>
      </w:r>
    </w:p>
    <w:p w:rsidR="002627C4" w:rsidRDefault="00B91575">
      <w:pPr>
        <w:pStyle w:val="pstyleAddColor"/>
      </w:pPr>
      <w:r>
        <w:rPr>
          <w:rStyle w:val="styleAddColorTxt"/>
        </w:rPr>
        <w:t xml:space="preserve">Fields back-shaded in </w:t>
      </w:r>
      <w:r>
        <w:rPr>
          <w:rStyle w:val="styleAddColorLBlue"/>
        </w:rPr>
        <w:t>light blue</w:t>
      </w:r>
      <w:r>
        <w:rPr>
          <w:rStyle w:val="styleAddColorTxt"/>
        </w:rPr>
        <w:t xml:space="preserve"> relate to data and information required only for RIS updates.</w:t>
      </w:r>
    </w:p>
    <w:p w:rsidR="002627C4" w:rsidRDefault="00B91575">
      <w:pPr>
        <w:pStyle w:val="pstyleAddColor"/>
      </w:pPr>
      <w:r>
        <w:rPr>
          <w:rStyle w:val="styleAddColorTxt"/>
        </w:rPr>
        <w:t xml:space="preserve">Note that some fields concerning aspects of Part 3, the Ecological Character Description of the RIS </w:t>
      </w:r>
      <w:r>
        <w:rPr>
          <w:rStyle w:val="styleAddColorLPurple"/>
        </w:rPr>
        <w:t>(tinted in purple)</w:t>
      </w:r>
      <w:r>
        <w:rPr>
          <w:rStyle w:val="styleAddColorTxt"/>
        </w:rPr>
        <w:t>, are not expected to be completed as part of a standard RIS, but are included for completeness so as to provide the requested consistency between the RIS and the format of a ‘full’ Ecological  Character Description, as adopted in Resolution X.15 (2008). If a Contracting Party does have information available that is relevant to these fields (for  example from a national format Ecological Character Description) it may, if it wishes to, include information in these additional fields.</w:t>
      </w:r>
    </w:p>
    <w:p w:rsidR="002627C4" w:rsidRDefault="002627C4">
      <w:pPr>
        <w:pStyle w:val="pstyleSectionL0"/>
      </w:pPr>
    </w:p>
    <w:p w:rsidR="002627C4" w:rsidRDefault="002627C4">
      <w:pPr>
        <w:pStyle w:val="pstyleSectionL0"/>
      </w:pPr>
    </w:p>
    <w:p w:rsidR="002627C4" w:rsidRDefault="00B91575">
      <w:pPr>
        <w:pStyle w:val="pstyleSectionL0"/>
      </w:pPr>
      <w:r>
        <w:rPr>
          <w:rStyle w:val="styleL0"/>
        </w:rPr>
        <w:t>Summary</w:t>
      </w:r>
    </w:p>
    <w:p w:rsidR="002627C4" w:rsidRDefault="00B91575">
      <w:r>
        <w:rPr>
          <w:noProof/>
        </w:rPr>
        <mc:AlternateContent>
          <mc:Choice Requires="wps">
            <w:drawing>
              <wp:inline distT="0" distB="0" distL="0" distR="0">
                <wp:extent cx="5715000" cy="0"/>
                <wp:effectExtent l="9525" t="15240" r="9525" b="13335"/>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9AD42D3" id="_x0000_t32" coordsize="21600,21600" o:spt="32" o:oned="t" path="m,l21600,21600e" filled="f">
                <v:path arrowok="t" fillok="f" o:connecttype="none"/>
                <o:lock v:ext="edit" shapetype="t"/>
              </v:shapetype>
              <v:shape id="AutoShape 7"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BQ&#10;ZbSYHAIAADwEAAAOAAAAAAAAAAAAAAAAAC4CAABkcnMvZTJvRG9jLnhtbFBLAQItABQABgAIAAAA&#10;IQDhEVAD1QAAAAIBAAAPAAAAAAAAAAAAAAAAAHYEAABkcnMvZG93bnJldi54bWxQSwUGAAAAAAQA&#10;BADzAAAAeAUAAAAA&#10;" strokeweight="1pt">
                <w10:anchorlock/>
              </v:shape>
            </w:pict>
          </mc:Fallback>
        </mc:AlternateContent>
      </w:r>
    </w:p>
    <w:p w:rsidR="002627C4" w:rsidRDefault="00B91575">
      <w:pPr>
        <w:pStyle w:val="pstyleSectionL1"/>
      </w:pPr>
      <w:r>
        <w:rPr>
          <w:rStyle w:val="styleL1"/>
        </w:rPr>
        <w:t>1.1 Summary description</w:t>
      </w:r>
    </w:p>
    <w:p w:rsidR="002627C4" w:rsidRDefault="00B91575">
      <w:pPr>
        <w:pStyle w:val="pstyleSection"/>
      </w:pPr>
      <w:r>
        <w:rPr>
          <w:rStyle w:val="styleL2"/>
        </w:rPr>
        <w:t xml:space="preserve"> </w:t>
      </w:r>
    </w:p>
    <w:p w:rsidR="002627C4" w:rsidRDefault="00B91575">
      <w:pPr>
        <w:pStyle w:val="pstyleComments"/>
      </w:pPr>
      <w:r>
        <w:rPr>
          <w:rStyle w:val="styleC3comment"/>
        </w:rPr>
        <w:t>Please provide a short descriptive text summarising the key characteristics and internationally important aspects of the site. You may prefer to complete the four following sections before returning to draft this summary.</w:t>
      </w:r>
    </w:p>
    <w:p w:rsidR="002627C4" w:rsidRDefault="00B91575">
      <w:pPr>
        <w:pStyle w:val="pstyleLabels"/>
      </w:pPr>
      <w:r>
        <w:rPr>
          <w:rStyle w:val="styleC3"/>
        </w:rPr>
        <w:t>Summary</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3"/>
        <w:gridCol w:w="8782"/>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is located in and around Moreton Bay, north-east, east and south-east of the city of Brisbane, in the state of Queensland, Australia. It is located approximately mid-way along the east coast of Australia at a latitude of between 27 and 28 degrees south.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is in a semi-enclosed basin, bounded on its eastern side by large sand islands and a deltaic coast on the western side, where large rivers discharge to the bay from a combined catchment of approximately 22,000 km². The bay is approximately 110 km long from north to south and 35 km at its widest east to west axis.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meets all nine criteria for the designation of wetlands of international importance. It is notable for its large size, diversity of wetland habitats, connectivity between wetland types, as well as diverse flora and fauna that includes threatened species and ecological communities. It contains seagrass, sandy and muddy tidal flats and subtidal areas, saltmarsh, mangroves and coral communities, freshwater wetlands, as well as ocean beaches and dunes.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includes one of the most extensive intertidal areas of seagrass, mangrove and saltmarsh communities on the eastern coast of Australia, and is valuable for supporting fisheries resources, waterbirds and marine megafauna of conservation significance.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regularly supports more than 50,000 waterbirds, representing at least 43 species of shorebirds and at least 28 migratory shorebird species. The site is recognised as a network site under the East Asian-Australasian Flyway Partnership (site code EAAF013) and supports over 1% of the estimated flyway population of at least nine migratory shorebird species, including the eastern curlew (Numenius madagascariensis) and curlew sandpiper (Calidris ferruginea), which are critically endangered under national environmental legislation.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further supports a range of internationally, nationally, state and locally significant species including the Oxleyan pygmy perch (Nannoperca oxleyana) fish, four species of acid frogs, the water mouse (Xeromys myoides), Illidge’s ant-blue butterfly (Acrodipsas illidgei), and several freshwater invertebrates.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In addition to its environmental values, the site provides important cultural, social, economic and recreational values. See section 6.1.2 vi for additional information.</w:t>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0"/>
      </w:pPr>
      <w:r>
        <w:rPr>
          <w:rStyle w:val="styleL0"/>
        </w:rPr>
        <w:lastRenderedPageBreak/>
        <w:t>Data &amp; location</w:t>
      </w:r>
    </w:p>
    <w:p w:rsidR="002627C4" w:rsidRDefault="00B91575">
      <w:r>
        <w:rPr>
          <w:noProof/>
        </w:rPr>
        <mc:AlternateContent>
          <mc:Choice Requires="wps">
            <w:drawing>
              <wp:inline distT="0" distB="0" distL="0" distR="0">
                <wp:extent cx="5715000" cy="0"/>
                <wp:effectExtent l="9525" t="9525" r="9525" b="9525"/>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B7B3E2" id="AutoShape 6"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0FB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BU&#10;U0FBHAIAADwEAAAOAAAAAAAAAAAAAAAAAC4CAABkcnMvZTJvRG9jLnhtbFBLAQItABQABgAIAAAA&#10;IQDhEVAD1QAAAAIBAAAPAAAAAAAAAAAAAAAAAHYEAABkcnMvZG93bnJldi54bWxQSwUGAAAAAAQA&#10;BADzAAAAeAUAAAAA&#10;" strokeweight="1pt">
                <w10:anchorlock/>
              </v:shape>
            </w:pict>
          </mc:Fallback>
        </mc:AlternateContent>
      </w:r>
    </w:p>
    <w:p w:rsidR="002627C4" w:rsidRDefault="00B91575">
      <w:pPr>
        <w:pStyle w:val="pstyleSectionL1"/>
      </w:pPr>
      <w:r>
        <w:rPr>
          <w:rStyle w:val="styleL1"/>
        </w:rPr>
        <w:t>2.1 Formal data</w:t>
      </w:r>
    </w:p>
    <w:p w:rsidR="002627C4" w:rsidRDefault="00B91575">
      <w:pPr>
        <w:pStyle w:val="pstyleSection"/>
      </w:pPr>
      <w:r>
        <w:rPr>
          <w:rStyle w:val="styleL2"/>
        </w:rPr>
        <w:t>2.1.1 Name and address of the compiler of this RIS</w:t>
      </w:r>
    </w:p>
    <w:p w:rsidR="002627C4" w:rsidRDefault="00B91575">
      <w:pPr>
        <w:pStyle w:val="pstyleSubtitle"/>
      </w:pPr>
      <w:r>
        <w:rPr>
          <w:rStyle w:val="styleSubtitle"/>
        </w:rPr>
        <w:t>Compiler 1</w:t>
      </w:r>
    </w:p>
    <w:p w:rsidR="002627C4" w:rsidRDefault="00B91575">
      <w:pPr>
        <w:pStyle w:val="pstyleLabels"/>
      </w:pPr>
      <w:r>
        <w:rPr>
          <w:rStyle w:val="styleC3"/>
        </w:rPr>
        <w:t>Name</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Manager, Wetlands Team</w:t>
            </w:r>
          </w:p>
        </w:tc>
      </w:tr>
    </w:tbl>
    <w:p w:rsidR="002627C4" w:rsidRDefault="00B91575">
      <w:pPr>
        <w:pStyle w:val="pstyleLabels"/>
      </w:pPr>
      <w:r>
        <w:rPr>
          <w:rStyle w:val="styleC3"/>
        </w:rPr>
        <w:t>Institution/agency</w:t>
      </w:r>
    </w:p>
    <w:tbl>
      <w:tblPr>
        <w:tblStyle w:val="myFieldTableStyle2"/>
        <w:tblW w:w="0" w:type="auto"/>
        <w:tblInd w:w="-8" w:type="dxa"/>
        <w:tblLook w:val="04A0" w:firstRow="1" w:lastRow="0" w:firstColumn="1" w:lastColumn="0" w:noHBand="0" w:noVBand="1"/>
      </w:tblPr>
      <w:tblGrid>
        <w:gridCol w:w="193"/>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Department of Environment and Science, Queensland</w:t>
            </w:r>
          </w:p>
        </w:tc>
      </w:tr>
    </w:tbl>
    <w:p w:rsidR="002627C4" w:rsidRDefault="00B91575">
      <w:pPr>
        <w:pStyle w:val="pstyleLabels"/>
      </w:pPr>
      <w:r>
        <w:rPr>
          <w:rStyle w:val="styleC3"/>
        </w:rPr>
        <w:t>Postal address</w:t>
      </w:r>
      <w:r>
        <w:rPr>
          <w:rStyle w:val="styleHint1txt"/>
        </w:rPr>
        <w:t xml:space="preserve"> (This field is limited to 254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GPO Box 2454, Brisbane, Queensland, 4001, Australia</w:t>
            </w:r>
          </w:p>
        </w:tc>
      </w:tr>
    </w:tbl>
    <w:p w:rsidR="002627C4" w:rsidRDefault="00B91575">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92"/>
        <w:gridCol w:w="88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info@des.qld.gov.au</w:t>
            </w:r>
          </w:p>
        </w:tc>
      </w:tr>
    </w:tbl>
    <w:p w:rsidR="002627C4" w:rsidRDefault="00B91575">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+61 13 74 68</w:t>
            </w:r>
          </w:p>
        </w:tc>
      </w:tr>
    </w:tbl>
    <w:p w:rsidR="002627C4" w:rsidRDefault="00B91575">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B91575">
      <w:pPr>
        <w:pStyle w:val="pstyleSubtitle"/>
      </w:pPr>
      <w:r>
        <w:rPr>
          <w:rStyle w:val="styleSubtitle"/>
        </w:rPr>
        <w:t>Compiler 2</w:t>
      </w:r>
    </w:p>
    <w:p w:rsidR="002627C4" w:rsidRDefault="00B91575">
      <w:pPr>
        <w:pStyle w:val="pstyleLabels"/>
      </w:pPr>
      <w:r>
        <w:rPr>
          <w:rStyle w:val="styleC3"/>
        </w:rPr>
        <w:t>Name</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Not applicable</w:t>
            </w:r>
          </w:p>
        </w:tc>
      </w:tr>
    </w:tbl>
    <w:p w:rsidR="002627C4" w:rsidRDefault="00B91575">
      <w:pPr>
        <w:pStyle w:val="pstyleLabels"/>
      </w:pPr>
      <w:r>
        <w:rPr>
          <w:rStyle w:val="styleC3"/>
        </w:rPr>
        <w:t>Institution/agency</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Not applicable</w:t>
            </w:r>
          </w:p>
        </w:tc>
      </w:tr>
    </w:tbl>
    <w:p w:rsidR="002627C4" w:rsidRDefault="00B91575">
      <w:pPr>
        <w:pStyle w:val="pstyleLabels"/>
      </w:pPr>
      <w:r>
        <w:rPr>
          <w:rStyle w:val="styleC3"/>
        </w:rPr>
        <w:t>Postal address</w:t>
      </w:r>
      <w:r>
        <w:rPr>
          <w:rStyle w:val="styleHint1txt"/>
        </w:rPr>
        <w:t xml:space="preserve"> (This field is limited to 254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Not applicable</w:t>
            </w:r>
          </w:p>
        </w:tc>
      </w:tr>
    </w:tbl>
    <w:p w:rsidR="002627C4" w:rsidRDefault="00B91575">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B91575">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B91575">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2627C4"/>
    <w:p w:rsidR="002627C4" w:rsidRDefault="00B91575">
      <w:pPr>
        <w:pStyle w:val="pstyleSection"/>
      </w:pPr>
      <w:r>
        <w:rPr>
          <w:rStyle w:val="styleL2"/>
        </w:rPr>
        <w:t>2.1.2 Period of collection of data and information used to compile the RIS</w:t>
      </w:r>
    </w:p>
    <w:p w:rsidR="002627C4" w:rsidRDefault="00B91575">
      <w:pPr>
        <w:pStyle w:val="pstyleLabels"/>
      </w:pPr>
      <w:r>
        <w:rPr>
          <w:rStyle w:val="styleC3"/>
        </w:rPr>
        <w:t>From year</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1999</w:t>
            </w:r>
          </w:p>
        </w:tc>
      </w:tr>
    </w:tbl>
    <w:p w:rsidR="002627C4" w:rsidRDefault="00B91575">
      <w:pPr>
        <w:pStyle w:val="pstyleLabels"/>
      </w:pPr>
      <w:r>
        <w:rPr>
          <w:rStyle w:val="styleC3"/>
        </w:rPr>
        <w:t>To year</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2018</w:t>
            </w:r>
          </w:p>
        </w:tc>
      </w:tr>
    </w:tbl>
    <w:p w:rsidR="002627C4" w:rsidRDefault="002627C4"/>
    <w:p w:rsidR="002627C4" w:rsidRDefault="00B91575">
      <w:pPr>
        <w:pStyle w:val="pstyleSection"/>
      </w:pPr>
      <w:r>
        <w:rPr>
          <w:rStyle w:val="styleL2"/>
        </w:rPr>
        <w:t>2.1.3 Name of the Ramsar Site</w:t>
      </w:r>
    </w:p>
    <w:p w:rsidR="002627C4" w:rsidRDefault="00B91575">
      <w:pPr>
        <w:pStyle w:val="pstyleLabels"/>
      </w:pPr>
      <w:r>
        <w:rPr>
          <w:rStyle w:val="styleC3"/>
        </w:rPr>
        <w:t>Official name (in English, French or Spanish)</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Moreton Bay</w:t>
            </w:r>
          </w:p>
        </w:tc>
      </w:tr>
    </w:tbl>
    <w:p w:rsidR="002627C4" w:rsidRDefault="00B91575">
      <w:pPr>
        <w:pStyle w:val="pstyleLabels"/>
      </w:pPr>
      <w:r>
        <w:rPr>
          <w:rStyle w:val="styleC3"/>
        </w:rPr>
        <w:t>Unofficial name (optional)</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Not applicable</w:t>
            </w:r>
          </w:p>
        </w:tc>
      </w:tr>
    </w:tbl>
    <w:p w:rsidR="002627C4" w:rsidRDefault="002627C4"/>
    <w:p w:rsidR="002627C4" w:rsidRDefault="00B91575">
      <w:pPr>
        <w:pStyle w:val="pstyleSection"/>
      </w:pPr>
      <w:r>
        <w:rPr>
          <w:rStyle w:val="styleL2"/>
        </w:rPr>
        <w:t>2.1.4 Changes to the boundaries and area of the Site since its designation or earlier update</w:t>
      </w:r>
    </w:p>
    <w:p w:rsidR="002627C4" w:rsidRDefault="00B91575">
      <w:pPr>
        <w:spacing w:before="80" w:after="20" w:line="244" w:lineRule="auto"/>
        <w:ind w:left="216"/>
      </w:pPr>
      <w:r>
        <w:rPr>
          <w:rStyle w:val="styleC3update"/>
        </w:rPr>
        <w:lastRenderedPageBreak/>
        <w:t>A. Changes to Site boundary</w:t>
      </w:r>
      <w:r>
        <w:rPr>
          <w:rStyle w:val="styleBracket"/>
        </w:rPr>
        <w:t xml:space="preserve"> (Update) </w:t>
      </w:r>
    </w:p>
    <w:p w:rsidR="002627C4" w:rsidRDefault="00B91575">
      <w:pPr>
        <w:pStyle w:val="pStyle"/>
      </w:pPr>
      <w:r>
        <w:rPr>
          <w:rStyle w:val="styleRad"/>
        </w:rPr>
        <w:t xml:space="preserve"> [x] </w:t>
      </w:r>
      <w:r>
        <w:rPr>
          <w:rStyle w:val="styleC3update"/>
        </w:rPr>
        <w:t xml:space="preserve">Yes / </w:t>
      </w:r>
      <w:r>
        <w:rPr>
          <w:rStyle w:val="styleRad"/>
        </w:rPr>
        <w:t xml:space="preserve"> [  ] </w:t>
      </w:r>
      <w:r>
        <w:rPr>
          <w:rStyle w:val="styleC3update"/>
        </w:rPr>
        <w:t xml:space="preserve">No </w:t>
      </w:r>
    </w:p>
    <w:p w:rsidR="002627C4" w:rsidRDefault="00B91575">
      <w:pPr>
        <w:spacing w:after="0" w:line="240" w:lineRule="auto"/>
      </w:pPr>
      <w:r>
        <w:rPr>
          <w:rStyle w:val="almostEmpty"/>
        </w:rPr>
        <w:t>.</w:t>
      </w:r>
    </w:p>
    <w:p w:rsidR="002627C4" w:rsidRDefault="00B91575">
      <w:pPr>
        <w:spacing w:after="0" w:line="240" w:lineRule="auto"/>
        <w:ind w:left="216"/>
      </w:pPr>
      <w:r>
        <w:rPr>
          <w:rStyle w:val="styleC3update"/>
        </w:rPr>
        <w:tab/>
      </w:r>
      <w:r>
        <w:rPr>
          <w:rStyle w:val="styleRad"/>
        </w:rPr>
        <w:t xml:space="preserve"> [x] </w:t>
      </w:r>
      <w:r>
        <w:rPr>
          <w:rStyle w:val="styleC3update"/>
        </w:rPr>
        <w:t xml:space="preserve"> The boundary has been delineated more accurately</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The boundary has been extended</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The boundary has been restricted</w:t>
      </w:r>
    </w:p>
    <w:p w:rsidR="002627C4" w:rsidRDefault="00B91575">
      <w:pPr>
        <w:spacing w:before="80" w:after="20" w:line="244" w:lineRule="auto"/>
        <w:ind w:left="216"/>
      </w:pPr>
      <w:r>
        <w:rPr>
          <w:rStyle w:val="styleC3update"/>
        </w:rPr>
        <w:t>B. Changes to Site area</w:t>
      </w:r>
      <w:r>
        <w:rPr>
          <w:rStyle w:val="styleBracket"/>
        </w:rPr>
        <w:t xml:space="preserve"> (Update) </w:t>
      </w:r>
    </w:p>
    <w:tbl>
      <w:tblPr>
        <w:tblStyle w:val="myFieldTableStyle2"/>
        <w:tblW w:w="0" w:type="auto"/>
        <w:tblInd w:w="-8" w:type="dxa"/>
        <w:tblLook w:val="04A0" w:firstRow="1" w:lastRow="0" w:firstColumn="1" w:lastColumn="0" w:noHBand="0" w:noVBand="1"/>
      </w:tblPr>
      <w:tblGrid>
        <w:gridCol w:w="210"/>
        <w:gridCol w:w="50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5000" w:type="dxa"/>
          </w:tcPr>
          <w:p w:rsidR="002627C4" w:rsidRDefault="00B91575">
            <w:pPr>
              <w:spacing w:before="5" w:after="2" w:line="240" w:lineRule="auto"/>
              <w:ind w:left="72"/>
            </w:pPr>
            <w:r>
              <w:rPr>
                <w:rStyle w:val="styleDatatxt"/>
              </w:rPr>
              <w:t>the area has increased</w:t>
            </w:r>
            <w:r>
              <w:rPr>
                <w:rStyle w:val="FootnoteReference"/>
              </w:rPr>
              <w:footnoteReference w:id="1"/>
            </w:r>
          </w:p>
        </w:tc>
      </w:tr>
    </w:tbl>
    <w:p w:rsidR="002627C4" w:rsidRDefault="00B91575">
      <w:pPr>
        <w:spacing w:after="0" w:line="240" w:lineRule="auto"/>
        <w:ind w:left="216"/>
      </w:pPr>
      <w:r>
        <w:rPr>
          <w:rStyle w:val="styleC3update"/>
        </w:rPr>
        <w:tab/>
      </w:r>
      <w:r>
        <w:rPr>
          <w:rStyle w:val="styleRad"/>
        </w:rPr>
        <w:t xml:space="preserve"> [x] </w:t>
      </w:r>
      <w:r>
        <w:rPr>
          <w:rStyle w:val="styleC3update"/>
        </w:rPr>
        <w:t xml:space="preserve"> The Site area has been calculated more accurately</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The Site has been delineated more accurately</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The Site area has increased because of a boundary extension</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The Site area has decreased because of a boundary restriction</w:t>
      </w:r>
    </w:p>
    <w:p w:rsidR="002627C4" w:rsidRDefault="00B91575">
      <w:pPr>
        <w:pStyle w:val="pstyleComments"/>
      </w:pPr>
      <w:r>
        <w:rPr>
          <w:rStyle w:val="styleC3comment"/>
        </w:rPr>
        <w:t>Important note: If the boundary of the designated site is being restricted/reduced, before submitting this updated RIS to the Secretariat the Contracting Party should have followed: - the requirements in Article 2.5 of the Convention; or - the procedures established by the Conference of the Parties in the annex to Resolution VIII.20 (2002); or  - where appropriate instead, the procedures in the annex to Resolution IX.6 (2005).  Contracting Parties should also have provided to the Secretariat a report on changes prior to the submission of an updated RIS.</w:t>
      </w:r>
    </w:p>
    <w:p w:rsidR="002627C4" w:rsidRDefault="002627C4"/>
    <w:p w:rsidR="002627C4" w:rsidRDefault="00B91575">
      <w:pPr>
        <w:pStyle w:val="pstyleSection"/>
      </w:pPr>
      <w:r>
        <w:rPr>
          <w:rStyle w:val="styleL2"/>
        </w:rPr>
        <w:t>2.1.5 Changes to the ecological character of the Site</w:t>
      </w:r>
    </w:p>
    <w:p w:rsidR="002627C4" w:rsidRDefault="00B91575">
      <w:pPr>
        <w:spacing w:before="80" w:after="20" w:line="244" w:lineRule="auto"/>
        <w:ind w:left="216"/>
      </w:pPr>
      <w:r>
        <w:rPr>
          <w:rStyle w:val="styleC3update"/>
        </w:rPr>
        <w:t>6b i. Has the ecological character of the Ramsar Site (including applicable Criteria) changed since the previous RIS?</w:t>
      </w:r>
      <w:r>
        <w:rPr>
          <w:rStyle w:val="styleBracket"/>
        </w:rPr>
        <w:t xml:space="preserve"> (Update) </w:t>
      </w:r>
    </w:p>
    <w:tbl>
      <w:tblPr>
        <w:tblStyle w:val="myFieldTableStyle2"/>
        <w:tblW w:w="0" w:type="auto"/>
        <w:tblInd w:w="-8" w:type="dxa"/>
        <w:tblLook w:val="04A0" w:firstRow="1" w:lastRow="0" w:firstColumn="1" w:lastColumn="0" w:noHBand="0" w:noVBand="1"/>
      </w:tblPr>
      <w:tblGrid>
        <w:gridCol w:w="210"/>
        <w:gridCol w:w="50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5000" w:type="dxa"/>
          </w:tcPr>
          <w:p w:rsidR="002627C4" w:rsidRDefault="00B91575">
            <w:pPr>
              <w:spacing w:before="5" w:after="2" w:line="240" w:lineRule="auto"/>
              <w:ind w:left="72"/>
            </w:pPr>
            <w:r>
              <w:rPr>
                <w:rStyle w:val="styleDatatxt"/>
              </w:rPr>
              <w:t>No</w:t>
            </w:r>
            <w:r>
              <w:rPr>
                <w:rStyle w:val="FootnoteReference"/>
              </w:rPr>
              <w:footnoteReference w:id="2"/>
            </w:r>
          </w:p>
        </w:tc>
      </w:tr>
    </w:tbl>
    <w:p w:rsidR="002627C4" w:rsidRDefault="00B91575">
      <w:pPr>
        <w:spacing w:before="80" w:after="20" w:line="244" w:lineRule="auto"/>
        <w:ind w:left="216"/>
      </w:pPr>
      <w:r>
        <w:rPr>
          <w:rStyle w:val="styleC3update"/>
        </w:rPr>
        <w:t>Are the changes</w:t>
      </w:r>
      <w:r>
        <w:rPr>
          <w:rStyle w:val="styleBracket"/>
        </w:rPr>
        <w:t xml:space="preserve"> (Update) </w:t>
      </w:r>
    </w:p>
    <w:p w:rsidR="002627C4" w:rsidRDefault="00B91575">
      <w:pPr>
        <w:pStyle w:val="pStyle"/>
      </w:pPr>
      <w:r>
        <w:rPr>
          <w:rStyle w:val="styleRad"/>
        </w:rPr>
        <w:t xml:space="preserve"> [  ] </w:t>
      </w:r>
      <w:r>
        <w:rPr>
          <w:rStyle w:val="styleC3update"/>
        </w:rPr>
        <w:t xml:space="preserve">Positive / </w:t>
      </w:r>
      <w:r>
        <w:rPr>
          <w:rStyle w:val="styleRad"/>
        </w:rPr>
        <w:t xml:space="preserve"> [  ] </w:t>
      </w:r>
      <w:r>
        <w:rPr>
          <w:rStyle w:val="styleC3update"/>
        </w:rPr>
        <w:t xml:space="preserve">Negative  / </w:t>
      </w:r>
      <w:r>
        <w:rPr>
          <w:rStyle w:val="styleRad"/>
        </w:rPr>
        <w:t xml:space="preserve"> [x] </w:t>
      </w:r>
      <w:r>
        <w:rPr>
          <w:rStyle w:val="styleC3update"/>
        </w:rPr>
        <w:t xml:space="preserve">Positive &amp; Negative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pStyle w:val="pstyleComments"/>
      </w:pPr>
      <w:r>
        <w:rPr>
          <w:rStyle w:val="styleC3comment"/>
        </w:rPr>
        <w:t>What extent of the Ramsar site is affected (%)</w:t>
      </w:r>
    </w:p>
    <w:p w:rsidR="002627C4" w:rsidRDefault="00B91575">
      <w:pPr>
        <w:spacing w:before="80" w:after="20" w:line="244" w:lineRule="auto"/>
        <w:ind w:left="216"/>
      </w:pPr>
      <w:r>
        <w:rPr>
          <w:rStyle w:val="styleC3update"/>
        </w:rPr>
        <w:t>Positive %</w:t>
      </w:r>
      <w:r>
        <w:rPr>
          <w:rStyle w:val="styleBracket"/>
        </w:rPr>
        <w:t xml:space="preserve"> (Update)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B91575">
      <w:pPr>
        <w:spacing w:before="80" w:after="20" w:line="244" w:lineRule="auto"/>
        <w:ind w:left="216"/>
      </w:pPr>
      <w:r>
        <w:rPr>
          <w:rStyle w:val="styleC3update"/>
        </w:rPr>
        <w:t>Negative %</w:t>
      </w:r>
      <w:r>
        <w:rPr>
          <w:rStyle w:val="styleBracket"/>
        </w:rPr>
        <w:t xml:space="preserve"> (Update)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B91575">
      <w:pPr>
        <w:spacing w:before="80" w:after="20" w:line="244" w:lineRule="auto"/>
        <w:ind w:left="216"/>
      </w:pPr>
      <w:r>
        <w:rPr>
          <w:rStyle w:val="styleC3update"/>
        </w:rPr>
        <w:t>Optional text box to provide further information</w:t>
      </w:r>
      <w:r>
        <w:rPr>
          <w:rStyle w:val="styleBracket"/>
        </w:rPr>
        <w:t xml:space="preserve"> (Update)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Not applicable</w:t>
            </w:r>
          </w:p>
        </w:tc>
      </w:tr>
    </w:tbl>
    <w:p w:rsidR="002627C4" w:rsidRDefault="00B91575">
      <w:pPr>
        <w:spacing w:after="0" w:line="240" w:lineRule="auto"/>
        <w:ind w:left="216"/>
      </w:pPr>
      <w:r>
        <w:rPr>
          <w:rStyle w:val="styleC3update"/>
        </w:rPr>
        <w:tab/>
      </w:r>
      <w:r>
        <w:rPr>
          <w:rStyle w:val="styleRad"/>
        </w:rPr>
        <w:t xml:space="preserve"> [  ] </w:t>
      </w:r>
      <w:r>
        <w:rPr>
          <w:rStyle w:val="styleC3update"/>
        </w:rPr>
        <w:t xml:space="preserve"> No information available</w:t>
      </w:r>
    </w:p>
    <w:p w:rsidR="002627C4" w:rsidRDefault="00B91575">
      <w:pPr>
        <w:pStyle w:val="pstyleComments"/>
      </w:pPr>
      <w:r>
        <w:rPr>
          <w:rStyle w:val="styleC3comment"/>
        </w:rPr>
        <w:t>Are changes the result of (tick each category which applies):</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Changes resulting from causes operating within the existing boundaries?</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Changes resulting from causes operating beyond the site’s boundaries?</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Changes consequent upon site boundary reduction alone (e.g., the exclusion of some wetland types formerly included within the site)?</w:t>
      </w:r>
    </w:p>
    <w:p w:rsidR="002627C4" w:rsidRDefault="00B91575">
      <w:pPr>
        <w:spacing w:after="0" w:line="240" w:lineRule="auto"/>
        <w:ind w:left="216"/>
      </w:pPr>
      <w:r>
        <w:rPr>
          <w:rStyle w:val="styleC3update"/>
        </w:rPr>
        <w:tab/>
      </w:r>
      <w:r>
        <w:rPr>
          <w:rStyle w:val="styleRad"/>
        </w:rPr>
        <w:t xml:space="preserve"> [  ] </w:t>
      </w:r>
      <w:r>
        <w:rPr>
          <w:rStyle w:val="styleC3update"/>
        </w:rPr>
        <w:t xml:space="preserve"> Changes consequent upon site boundary increase alone (e.g., the inclusion of different wetland types in the site)?</w:t>
      </w:r>
    </w:p>
    <w:p w:rsidR="002627C4" w:rsidRDefault="00B91575">
      <w:pPr>
        <w:spacing w:before="80" w:after="20" w:line="244" w:lineRule="auto"/>
        <w:ind w:left="216"/>
      </w:pPr>
      <w:r>
        <w:rPr>
          <w:rStyle w:val="styleC3update"/>
        </w:rPr>
        <w:t>Please describe any changes to the ecological character of the Ramsar Site, including in the application of the Criteria, since the previous RIS for the site.</w:t>
      </w:r>
      <w:r>
        <w:rPr>
          <w:rStyle w:val="styleBracket"/>
        </w:rPr>
        <w:t xml:space="preserve"> (Update)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B91575">
      <w:pPr>
        <w:spacing w:before="80" w:after="20" w:line="244" w:lineRule="auto"/>
        <w:ind w:left="216"/>
      </w:pPr>
      <w:r>
        <w:rPr>
          <w:rStyle w:val="styleC3update"/>
        </w:rPr>
        <w:t>Is the change in ecological character negative, human-induced AND a significant change (above the limit of acceptable change)</w:t>
      </w:r>
      <w:r>
        <w:rPr>
          <w:rStyle w:val="styleBracket"/>
        </w:rPr>
        <w:t xml:space="preserve"> (Update) </w:t>
      </w:r>
    </w:p>
    <w:p w:rsidR="002627C4" w:rsidRDefault="00B91575">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rsidR="002627C4" w:rsidRDefault="00B91575">
      <w:pPr>
        <w:spacing w:after="0" w:line="240" w:lineRule="auto"/>
      </w:pPr>
      <w:r>
        <w:rPr>
          <w:rStyle w:val="almostEmpty"/>
        </w:rPr>
        <w:t>.</w:t>
      </w:r>
    </w:p>
    <w:p w:rsidR="002627C4" w:rsidRDefault="00B91575">
      <w:pPr>
        <w:spacing w:before="80" w:after="20" w:line="244" w:lineRule="auto"/>
        <w:ind w:left="216"/>
      </w:pPr>
      <w:r>
        <w:rPr>
          <w:rStyle w:val="styleC3update"/>
        </w:rPr>
        <w:t>Has an Article 3.2 report been submitted to the Secretariat?</w:t>
      </w:r>
      <w:r>
        <w:rPr>
          <w:rStyle w:val="styleBracket"/>
        </w:rPr>
        <w:t xml:space="preserve"> (Update) </w:t>
      </w:r>
    </w:p>
    <w:p w:rsidR="002627C4" w:rsidRDefault="00B91575">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rsidR="002627C4" w:rsidRDefault="00B91575">
      <w:pPr>
        <w:spacing w:after="0" w:line="240" w:lineRule="auto"/>
      </w:pPr>
      <w:r>
        <w:rPr>
          <w:rStyle w:val="almostEmpty"/>
        </w:rPr>
        <w:t>.</w:t>
      </w:r>
    </w:p>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2.2 Site location</w:t>
      </w:r>
    </w:p>
    <w:p w:rsidR="002627C4" w:rsidRDefault="00B91575">
      <w:pPr>
        <w:pStyle w:val="pstyleSection"/>
      </w:pPr>
      <w:r>
        <w:rPr>
          <w:rStyle w:val="styleL2"/>
        </w:rPr>
        <w:t>2.2.1 Defining the Site boundaries</w:t>
      </w:r>
    </w:p>
    <w:p w:rsidR="002627C4" w:rsidRDefault="00B91575">
      <w:pPr>
        <w:pStyle w:val="pstyleComments"/>
      </w:pPr>
      <w:r>
        <w:rPr>
          <w:rStyle w:val="styleC3comment"/>
        </w:rPr>
        <w:t>The site boundaries must be clearly delineated on both: a) a GIS shapefile and b) a digital map/image:</w:t>
      </w:r>
    </w:p>
    <w:p w:rsidR="002627C4" w:rsidRDefault="00B91575">
      <w:pPr>
        <w:pStyle w:val="pstyleComments"/>
      </w:pPr>
      <w:r>
        <w:rPr>
          <w:rStyle w:val="styleC3comment"/>
        </w:rPr>
        <w:t>-&gt; To define the site boundaries please complete field 2.2.1 a1), 2.2.1 a2) and 2.2.1 b) via the online form.</w:t>
      </w:r>
    </w:p>
    <w:p w:rsidR="002627C4" w:rsidRDefault="00B91575">
      <w:pPr>
        <w:pStyle w:val="pstyleTitleFirst"/>
      </w:pPr>
      <w:r>
        <w:rPr>
          <w:rStyle w:val="styleC3online"/>
        </w:rPr>
        <w:t>-UPLOAD via online form-</w:t>
      </w:r>
    </w:p>
    <w:p w:rsidR="002627C4" w:rsidRDefault="00B91575">
      <w:pPr>
        <w:pStyle w:val="pstyleLabels"/>
      </w:pPr>
      <w:r>
        <w:rPr>
          <w:rStyle w:val="styleC3"/>
        </w:rPr>
        <w:t>Boundaries description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See section 6.1.2 vi for a comprehensive boundary description for the site.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is located in and around Moreton Bay and near the city of Brisbane, in south east Queensland. It extends approximately 110 km from Bribie Island in the north to the northern wall of the Gold Coast Seaway in the south, and is 35 km at its widest east to west axis.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includes one of the largest, hydrologically diverse estuarine bays in Australia and is semi-enclosed by large sand island barriers. The site includes most of Moreton Island, and parts of North and South Stradbroke Islands, Bribie Island, the southern Bay Islands, waters and tributaries of Pumicestone Passage, some intertidal and subtidal areas of the western Bay, southern Bay, estuarine and sandy channels of the Broadwater region, marine areas and sand banks within the central and northern Bay, and some ocean beach habitats.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Given the size and diversity of the Ramsar site, the site has been further delineated into four areas for the purposes of its boundary description: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Area 1 – Bribie Island, Pumicestone Passage, Deception Bay and Caboolture River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Area 2 – Western Bay (Redcliffe to Cleveland)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Area 3 – Moreton Island and Eastern Banks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Area 4 – Stradbroke Islands and Southern Bay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pStyle w:val="pstyleSection"/>
      </w:pPr>
      <w:r>
        <w:rPr>
          <w:rStyle w:val="styleL2"/>
        </w:rPr>
        <w:t>2.2.2 General location</w:t>
      </w:r>
    </w:p>
    <w:p w:rsidR="002627C4" w:rsidRDefault="00B91575">
      <w:pPr>
        <w:pStyle w:val="pstyleLabels"/>
      </w:pPr>
      <w:r>
        <w:rPr>
          <w:rStyle w:val="styleC3"/>
        </w:rPr>
        <w:t>a)</w:t>
      </w:r>
      <w:r>
        <w:rPr>
          <w:rStyle w:val="styleC3"/>
        </w:rPr>
        <w:tab/>
        <w:t>In which large administrative region does the site lie?</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Queensland</w:t>
            </w:r>
          </w:p>
        </w:tc>
      </w:tr>
    </w:tbl>
    <w:p w:rsidR="002627C4" w:rsidRDefault="00B91575">
      <w:pPr>
        <w:pStyle w:val="pstyleLabels"/>
      </w:pPr>
      <w:r>
        <w:rPr>
          <w:rStyle w:val="styleC3"/>
        </w:rPr>
        <w:t>b)</w:t>
      </w:r>
      <w:r>
        <w:rPr>
          <w:rStyle w:val="styleC3"/>
        </w:rPr>
        <w:tab/>
        <w:t>What is the nearest town or population centre?</w:t>
      </w:r>
    </w:p>
    <w:tbl>
      <w:tblPr>
        <w:tblStyle w:val="myFieldTableStyle2"/>
        <w:tblW w:w="0" w:type="auto"/>
        <w:tblInd w:w="-8" w:type="dxa"/>
        <w:tblLook w:val="04A0" w:firstRow="1" w:lastRow="0" w:firstColumn="1" w:lastColumn="0" w:noHBand="0" w:noVBand="1"/>
      </w:tblPr>
      <w:tblGrid>
        <w:gridCol w:w="193"/>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The nearest major city is Brisbane, the capital city of Queensland, which has a population of 2,055,000 based on the Australian Bureau of Statistics 2016 census</w:t>
            </w:r>
          </w:p>
        </w:tc>
      </w:tr>
    </w:tbl>
    <w:p w:rsidR="002627C4" w:rsidRDefault="002627C4"/>
    <w:p w:rsidR="002627C4" w:rsidRDefault="00B91575">
      <w:pPr>
        <w:pStyle w:val="pstyleSection"/>
      </w:pPr>
      <w:r>
        <w:rPr>
          <w:rStyle w:val="styleL2"/>
        </w:rPr>
        <w:t>2.2.3 For wetlands on national boundaries only</w:t>
      </w:r>
    </w:p>
    <w:p w:rsidR="002627C4" w:rsidRDefault="00B91575">
      <w:pPr>
        <w:pStyle w:val="pstyleLabels"/>
      </w:pPr>
      <w:r>
        <w:rPr>
          <w:rStyle w:val="styleC3"/>
        </w:rPr>
        <w:t>a) Does the wetland extend onto the territory of one or more other countries?</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b) Is the site adjacent to another designated Ramsar Site on the territory of another Contracting Party?</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c) Is the site part of a formal transboundary designation with another Contracting Party?</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d) Transboundary Ramsar Site name:</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2627C4">
            <w:pPr>
              <w:spacing w:before="5" w:after="2" w:line="240" w:lineRule="auto"/>
              <w:ind w:left="72"/>
            </w:pPr>
          </w:p>
        </w:tc>
      </w:tr>
    </w:tbl>
    <w:p w:rsidR="002627C4" w:rsidRDefault="002627C4"/>
    <w:p w:rsidR="002627C4" w:rsidRDefault="00B91575">
      <w:pPr>
        <w:pStyle w:val="pstyleSection"/>
      </w:pPr>
      <w:r>
        <w:rPr>
          <w:rStyle w:val="styleL2"/>
        </w:rPr>
        <w:t>2.2.4 Area of the Site</w:t>
      </w:r>
    </w:p>
    <w:p w:rsidR="002627C4" w:rsidRDefault="00B91575">
      <w:pPr>
        <w:pStyle w:val="pstyleComments"/>
      </w:pPr>
      <w:r>
        <w:rPr>
          <w:rStyle w:val="styleC3comment"/>
        </w:rPr>
        <w:t>If you have not established an official area by other means, you can copy the area calculated from the GIS boundaries into the 'official area' box.</w:t>
      </w:r>
    </w:p>
    <w:p w:rsidR="002627C4" w:rsidRDefault="00B91575">
      <w:pPr>
        <w:pStyle w:val="pstyleLabels"/>
      </w:pPr>
      <w:r>
        <w:rPr>
          <w:rStyle w:val="styleC3"/>
        </w:rPr>
        <w:t>Official area, in hectares (ha):</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120654</w:t>
            </w:r>
          </w:p>
        </w:tc>
      </w:tr>
    </w:tbl>
    <w:p w:rsidR="002627C4" w:rsidRDefault="00B91575">
      <w:pPr>
        <w:pStyle w:val="pstyleLabels"/>
      </w:pPr>
      <w:r>
        <w:rPr>
          <w:rStyle w:val="styleC3"/>
        </w:rPr>
        <w:t>Area, in hectares (ha) as calculated from GIS boundaries</w:t>
      </w:r>
    </w:p>
    <w:tbl>
      <w:tblPr>
        <w:tblStyle w:val="myFieldTableStyleW"/>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120654.44</w:t>
            </w:r>
          </w:p>
        </w:tc>
      </w:tr>
    </w:tbl>
    <w:p w:rsidR="002627C4" w:rsidRDefault="002627C4"/>
    <w:p w:rsidR="002627C4" w:rsidRDefault="00B91575">
      <w:pPr>
        <w:pStyle w:val="pstyleSection"/>
      </w:pPr>
      <w:r>
        <w:rPr>
          <w:rStyle w:val="styleL2"/>
        </w:rPr>
        <w:t>2.2.5 Biogeography</w:t>
      </w:r>
    </w:p>
    <w:p w:rsidR="002627C4" w:rsidRDefault="00B91575">
      <w:pPr>
        <w:pStyle w:val="pstyleComments"/>
      </w:pPr>
      <w:r>
        <w:rPr>
          <w:rStyle w:val="styleC3comment"/>
        </w:rPr>
        <w:t>Please provide the biogeographic region(s) encompassing the site and the biogeographic regionalization scheme applied:</w:t>
      </w:r>
    </w:p>
    <w:p w:rsidR="002627C4" w:rsidRDefault="00B91575">
      <w:pPr>
        <w:pStyle w:val="pstyleLabels"/>
      </w:pPr>
      <w:r>
        <w:rPr>
          <w:rStyle w:val="styleC3"/>
        </w:rPr>
        <w:t>Biogeographic regions</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Regionalisation scheme(s)</w:t>
            </w:r>
          </w:p>
        </w:tc>
        <w:tc>
          <w:tcPr>
            <w:tcW w:w="1750" w:type="dxa"/>
          </w:tcPr>
          <w:p w:rsidR="002627C4" w:rsidRDefault="00B91575">
            <w:pPr>
              <w:spacing w:after="0" w:line="240" w:lineRule="auto"/>
              <w:jc w:val="center"/>
            </w:pPr>
            <w:r>
              <w:rPr>
                <w:b/>
                <w:sz w:val="18"/>
                <w:szCs w:val="18"/>
              </w:rPr>
              <w:t xml:space="preserve">Biogeographic region </w:t>
            </w:r>
          </w:p>
        </w:tc>
      </w:tr>
      <w:tr w:rsidR="002627C4" w:rsidTr="002627C4">
        <w:trPr>
          <w:trHeight w:val="200"/>
        </w:trPr>
        <w:tc>
          <w:tcPr>
            <w:tcW w:w="1750" w:type="dxa"/>
          </w:tcPr>
          <w:p w:rsidR="002627C4" w:rsidRDefault="00B91575">
            <w:r>
              <w:rPr>
                <w:rStyle w:val="styleSubformtxt"/>
              </w:rPr>
              <w:t>Udvardy's Biogeographical Provinces</w:t>
            </w:r>
          </w:p>
        </w:tc>
        <w:tc>
          <w:tcPr>
            <w:tcW w:w="1750" w:type="dxa"/>
          </w:tcPr>
          <w:p w:rsidR="002627C4" w:rsidRDefault="00B91575">
            <w:r>
              <w:rPr>
                <w:rStyle w:val="styleSubformtxt"/>
              </w:rPr>
              <w:t>6.1.1 Australian Realm, Queensland Coastal</w:t>
            </w:r>
          </w:p>
        </w:tc>
      </w:tr>
      <w:tr w:rsidR="002627C4" w:rsidTr="002627C4">
        <w:trPr>
          <w:trHeight w:val="200"/>
        </w:trPr>
        <w:tc>
          <w:tcPr>
            <w:tcW w:w="1750" w:type="dxa"/>
          </w:tcPr>
          <w:p w:rsidR="002627C4" w:rsidRDefault="00B91575">
            <w:r>
              <w:rPr>
                <w:rStyle w:val="styleSubformtxt"/>
              </w:rPr>
              <w:t>Bailey's Ecoregions</w:t>
            </w:r>
          </w:p>
        </w:tc>
        <w:tc>
          <w:tcPr>
            <w:tcW w:w="1750" w:type="dxa"/>
          </w:tcPr>
          <w:p w:rsidR="002627C4" w:rsidRDefault="00B91575">
            <w:r>
              <w:rPr>
                <w:rStyle w:val="styleSubformtxt"/>
              </w:rPr>
              <w:t>Province- Oceanic Mixed Constantly Humid Forests (44)</w:t>
            </w:r>
          </w:p>
        </w:tc>
      </w:tr>
      <w:tr w:rsidR="002627C4" w:rsidTr="002627C4">
        <w:trPr>
          <w:trHeight w:val="200"/>
        </w:trPr>
        <w:tc>
          <w:tcPr>
            <w:tcW w:w="1750" w:type="dxa"/>
          </w:tcPr>
          <w:p w:rsidR="002627C4" w:rsidRDefault="00B91575">
            <w:r>
              <w:rPr>
                <w:rStyle w:val="styleSubformtxt"/>
              </w:rPr>
              <w:t>WWF Terrestrial Ecoregions</w:t>
            </w:r>
          </w:p>
        </w:tc>
        <w:tc>
          <w:tcPr>
            <w:tcW w:w="1750" w:type="dxa"/>
          </w:tcPr>
          <w:p w:rsidR="002627C4" w:rsidRDefault="00B91575">
            <w:r>
              <w:rPr>
                <w:rStyle w:val="styleSubformtxt"/>
              </w:rPr>
              <w:t>Temperate Broadleaf and Mixed Forests - Eastern Australian Temperate Forests (terrestrial) (code AA0402) (WWF)</w:t>
            </w:r>
          </w:p>
        </w:tc>
      </w:tr>
      <w:tr w:rsidR="002627C4" w:rsidTr="002627C4">
        <w:trPr>
          <w:trHeight w:val="200"/>
        </w:trPr>
        <w:tc>
          <w:tcPr>
            <w:tcW w:w="1750" w:type="dxa"/>
          </w:tcPr>
          <w:p w:rsidR="002627C4" w:rsidRDefault="00B91575">
            <w:r>
              <w:rPr>
                <w:rStyle w:val="styleSubformtxt"/>
              </w:rPr>
              <w:t>Other scheme (provide name below)</w:t>
            </w:r>
          </w:p>
        </w:tc>
        <w:tc>
          <w:tcPr>
            <w:tcW w:w="1750" w:type="dxa"/>
          </w:tcPr>
          <w:p w:rsidR="002627C4" w:rsidRDefault="00B91575">
            <w:r>
              <w:rPr>
                <w:rStyle w:val="styleSubformtxt"/>
              </w:rPr>
              <w:t>Australian Hydrological Geospatial Fabric – Topographic Drainage Divisions and River Regions; regions listed below.</w:t>
            </w:r>
          </w:p>
        </w:tc>
      </w:tr>
      <w:tr w:rsidR="002627C4" w:rsidTr="002627C4">
        <w:trPr>
          <w:trHeight w:val="200"/>
        </w:trPr>
        <w:tc>
          <w:tcPr>
            <w:tcW w:w="1750" w:type="dxa"/>
          </w:tcPr>
          <w:p w:rsidR="002627C4" w:rsidRDefault="00B91575">
            <w:r>
              <w:rPr>
                <w:rStyle w:val="styleSubformtxt"/>
              </w:rPr>
              <w:t>Marine Ecoregions of the World (MEOW)</w:t>
            </w:r>
          </w:p>
        </w:tc>
        <w:tc>
          <w:tcPr>
            <w:tcW w:w="1750" w:type="dxa"/>
          </w:tcPr>
          <w:p w:rsidR="002627C4" w:rsidRDefault="00B91575">
            <w:r>
              <w:rPr>
                <w:rStyle w:val="styleSubformtxt"/>
              </w:rPr>
              <w:t>Temperate Australasia; East Central Australian Shelf (55), Tweed-Moreton (202)</w:t>
            </w:r>
          </w:p>
        </w:tc>
      </w:tr>
      <w:tr w:rsidR="002627C4" w:rsidTr="002627C4">
        <w:trPr>
          <w:trHeight w:val="200"/>
        </w:trPr>
        <w:tc>
          <w:tcPr>
            <w:tcW w:w="1750" w:type="dxa"/>
          </w:tcPr>
          <w:p w:rsidR="002627C4" w:rsidRDefault="00B91575">
            <w:r>
              <w:rPr>
                <w:rStyle w:val="styleSubformtxt"/>
              </w:rPr>
              <w:t>Freshwater Ecoregions of the World (FEOW)</w:t>
            </w:r>
          </w:p>
        </w:tc>
        <w:tc>
          <w:tcPr>
            <w:tcW w:w="1750" w:type="dxa"/>
          </w:tcPr>
          <w:p w:rsidR="002627C4" w:rsidRDefault="00B91575">
            <w:r>
              <w:rPr>
                <w:rStyle w:val="styleSubformtxt"/>
              </w:rPr>
              <w:t>Eastern Coastal Australia (807) (FEOW)</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Other biogeographic regionalisation scheme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82"/>
        <w:gridCol w:w="881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Australian Drainage Division - North East Coast Drainage Division (NEC) (BOM 2012)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Interim Biogeographic Regionalisation for Australia version 7 (IBRA7) – Terrestrial: </w:t>
            </w:r>
          </w:p>
          <w:p w:rsidR="002627C4" w:rsidRDefault="002627C4">
            <w:pPr>
              <w:pStyle w:val="pStyle"/>
              <w:rPr>
                <w:rStyle w:val="almostEmpty"/>
              </w:rPr>
            </w:pPr>
          </w:p>
          <w:p w:rsidR="002627C4" w:rsidRDefault="00B91575">
            <w:pPr>
              <w:spacing w:after="0" w:line="240" w:lineRule="auto"/>
              <w:ind w:left="57"/>
            </w:pPr>
            <w:r>
              <w:rPr>
                <w:rStyle w:val="styleDatatxt"/>
              </w:rPr>
              <w:t xml:space="preserve">            - South Eastern Queensland; Moreton Basin (SEQ02) biogeographic region </w:t>
            </w:r>
          </w:p>
          <w:p w:rsidR="002627C4" w:rsidRDefault="002627C4">
            <w:pPr>
              <w:pStyle w:val="pStyle"/>
              <w:rPr>
                <w:rStyle w:val="almostEmpty"/>
              </w:rPr>
            </w:pPr>
          </w:p>
          <w:p w:rsidR="002627C4" w:rsidRDefault="00B91575">
            <w:pPr>
              <w:spacing w:after="0" w:line="240" w:lineRule="auto"/>
              <w:ind w:left="57"/>
            </w:pPr>
            <w:r>
              <w:rPr>
                <w:rStyle w:val="styleDatatxt"/>
              </w:rPr>
              <w:t xml:space="preserve">            - Commonwealth of Australia 2012- http://www.environment.gov.au/land/nrs/science/ibra)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Interim Marine and Costal Regionalisation for Australia (IMCRA version 4 June 2006)  </w:t>
            </w:r>
          </w:p>
          <w:p w:rsidR="002627C4" w:rsidRDefault="002627C4">
            <w:pPr>
              <w:pStyle w:val="pStyle"/>
              <w:rPr>
                <w:rStyle w:val="almostEmpty"/>
              </w:rPr>
            </w:pPr>
          </w:p>
          <w:p w:rsidR="002627C4" w:rsidRDefault="00B91575">
            <w:pPr>
              <w:spacing w:after="0" w:line="240" w:lineRule="auto"/>
              <w:ind w:left="57"/>
            </w:pPr>
            <w:r>
              <w:rPr>
                <w:rStyle w:val="styleDatatxt"/>
              </w:rPr>
              <w:t xml:space="preserve">            - Provincial-scale bioregion – Central Eastern </w:t>
            </w:r>
          </w:p>
          <w:p w:rsidR="002627C4" w:rsidRDefault="002627C4">
            <w:pPr>
              <w:pStyle w:val="pStyle"/>
              <w:rPr>
                <w:rStyle w:val="almostEmpty"/>
              </w:rPr>
            </w:pPr>
          </w:p>
          <w:p w:rsidR="002627C4" w:rsidRDefault="00B91575">
            <w:pPr>
              <w:spacing w:after="0" w:line="240" w:lineRule="auto"/>
              <w:ind w:left="57"/>
            </w:pPr>
            <w:r>
              <w:rPr>
                <w:rStyle w:val="styleDatatxt"/>
              </w:rPr>
              <w:t xml:space="preserve">Meso-scale marine bioregion –Tweed-Moreton (Commonwealth of Australia 2006-http://www.environment.gov.au/resource/guide-integrated-marine-and-coastal-regionalisation-australia-version-40-june-2006-imcra)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Australian Hydrological Geospatial Fabric – Topographic Drainage Divisions and River Regions: </w:t>
            </w:r>
          </w:p>
          <w:p w:rsidR="002627C4" w:rsidRDefault="002627C4">
            <w:pPr>
              <w:pStyle w:val="pStyle"/>
              <w:rPr>
                <w:rStyle w:val="almostEmpty"/>
              </w:rPr>
            </w:pPr>
          </w:p>
          <w:p w:rsidR="002627C4" w:rsidRDefault="00B91575">
            <w:pPr>
              <w:spacing w:after="0" w:line="240" w:lineRule="auto"/>
              <w:ind w:left="57"/>
            </w:pPr>
            <w:r>
              <w:rPr>
                <w:rStyle w:val="styleDatatxt"/>
              </w:rPr>
              <w:t xml:space="preserve">           - Maroochy River (41)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 xml:space="preserve">           - Pine River (42) </w:t>
            </w:r>
          </w:p>
          <w:p w:rsidR="002627C4" w:rsidRDefault="002627C4">
            <w:pPr>
              <w:pStyle w:val="pStyle"/>
              <w:rPr>
                <w:rStyle w:val="almostEmpty"/>
              </w:rPr>
            </w:pPr>
          </w:p>
          <w:p w:rsidR="002627C4" w:rsidRDefault="00B91575">
            <w:pPr>
              <w:spacing w:after="0" w:line="240" w:lineRule="auto"/>
              <w:ind w:left="57"/>
            </w:pPr>
            <w:r>
              <w:rPr>
                <w:rStyle w:val="styleDatatxt"/>
              </w:rPr>
              <w:t xml:space="preserve">           - Brisbane River (43) </w:t>
            </w:r>
          </w:p>
          <w:p w:rsidR="002627C4" w:rsidRDefault="002627C4">
            <w:pPr>
              <w:pStyle w:val="pStyle"/>
              <w:rPr>
                <w:rStyle w:val="almostEmpty"/>
              </w:rPr>
            </w:pPr>
          </w:p>
          <w:p w:rsidR="002627C4" w:rsidRDefault="00B91575">
            <w:pPr>
              <w:spacing w:after="0" w:line="240" w:lineRule="auto"/>
              <w:ind w:left="57"/>
            </w:pPr>
            <w:r>
              <w:rPr>
                <w:rStyle w:val="styleDatatxt"/>
              </w:rPr>
              <w:t xml:space="preserve">           - Stradbroke Island (44) </w:t>
            </w:r>
          </w:p>
          <w:p w:rsidR="002627C4" w:rsidRDefault="002627C4">
            <w:pPr>
              <w:pStyle w:val="pStyle"/>
              <w:rPr>
                <w:rStyle w:val="almostEmpty"/>
              </w:rPr>
            </w:pPr>
          </w:p>
          <w:p w:rsidR="002627C4" w:rsidRDefault="00B91575">
            <w:pPr>
              <w:spacing w:after="0" w:line="240" w:lineRule="auto"/>
              <w:ind w:left="57"/>
            </w:pPr>
            <w:r>
              <w:rPr>
                <w:rStyle w:val="styleDatatxt"/>
              </w:rPr>
              <w:t xml:space="preserve">           - Logan–Albert Rivers (45) </w:t>
            </w:r>
          </w:p>
          <w:p w:rsidR="002627C4" w:rsidRDefault="002627C4">
            <w:pPr>
              <w:pStyle w:val="pStyle"/>
              <w:rPr>
                <w:rStyle w:val="almostEmpty"/>
              </w:rPr>
            </w:pPr>
          </w:p>
          <w:p w:rsidR="002627C4" w:rsidRDefault="00B91575">
            <w:pPr>
              <w:spacing w:after="0" w:line="240" w:lineRule="auto"/>
              <w:ind w:left="57"/>
            </w:pPr>
            <w:r>
              <w:rPr>
                <w:rStyle w:val="styleDatatxt"/>
              </w:rPr>
              <w:t xml:space="preserve">           - South Coast (46)  (BOM 2012 - http://www.bom.gov.au/water/about/riverBasinAuxNav.shtml) </w:t>
            </w:r>
          </w:p>
          <w:p w:rsidR="002627C4" w:rsidRDefault="002627C4">
            <w:pPr>
              <w:pStyle w:val="pStyle"/>
              <w:rPr>
                <w:rStyle w:val="almostEmpty"/>
              </w:rPr>
            </w:pPr>
          </w:p>
          <w:p w:rsidR="002627C4" w:rsidRDefault="002627C4">
            <w:pPr>
              <w:spacing w:after="0" w:line="240" w:lineRule="auto"/>
              <w:ind w:left="57"/>
            </w:pP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0"/>
      </w:pPr>
      <w:r>
        <w:rPr>
          <w:rStyle w:val="styleL0"/>
        </w:rPr>
        <w:lastRenderedPageBreak/>
        <w:t>Why is the Site important?</w:t>
      </w:r>
    </w:p>
    <w:p w:rsidR="002627C4" w:rsidRDefault="00B91575">
      <w:r>
        <w:rPr>
          <w:noProof/>
        </w:rPr>
        <mc:AlternateContent>
          <mc:Choice Requires="wps">
            <w:drawing>
              <wp:inline distT="0" distB="0" distL="0" distR="0">
                <wp:extent cx="5715000" cy="0"/>
                <wp:effectExtent l="9525" t="9525" r="9525" b="9525"/>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8739959" id="AutoShape 5"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y/w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ldNk9TUI6OvoQUY6Kxzn/mukfBKLHzloi285VWCoTXNotlyPHJ&#10;+UCLFGNCqKr0VkgZ9ZcKDcB9dgeFgstpKVjwxott95W06EjCCsVfbPJdmNUHxSJaxwnbXG1PhLzY&#10;UF2qgAedAZ+rddmRn/fp/Wa5WeaTfLbYTPK0rieP2yqfLLbZ3bz+VFdVnf0K1LK86ARjXAV2475m&#10;+d/tw/XlXDbttrG3OSRv0ePAgOz4H0lHaYOal73Ya3be2VFyWNEYfH1O4Q28voP9+tGvfwM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AZ&#10;Dy/wHAIAADwEAAAOAAAAAAAAAAAAAAAAAC4CAABkcnMvZTJvRG9jLnhtbFBLAQItABQABgAIAAAA&#10;IQDhEVAD1QAAAAIBAAAPAAAAAAAAAAAAAAAAAHYEAABkcnMvZG93bnJldi54bWxQSwUGAAAAAAQA&#10;BADzAAAAeAUAAAAA&#10;" strokeweight="1pt">
                <w10:anchorlock/>
              </v:shape>
            </w:pict>
          </mc:Fallback>
        </mc:AlternateContent>
      </w:r>
    </w:p>
    <w:p w:rsidR="002627C4" w:rsidRDefault="00B91575">
      <w:pPr>
        <w:pStyle w:val="pstyleSectionL1"/>
      </w:pPr>
      <w:r>
        <w:rPr>
          <w:rStyle w:val="styleL1"/>
        </w:rPr>
        <w:t>3.1 Ramsar Criteria and their justification</w:t>
      </w:r>
    </w:p>
    <w:p w:rsidR="002627C4" w:rsidRDefault="00B91575">
      <w:pPr>
        <w:pStyle w:val="pstyleComments"/>
      </w:pPr>
      <w:r>
        <w:rPr>
          <w:rStyle w:val="styleC3comment"/>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rsidR="002627C4" w:rsidRDefault="002627C4"/>
    <w:p w:rsidR="002627C4" w:rsidRDefault="00B91575">
      <w:pPr>
        <w:spacing w:after="0" w:line="240" w:lineRule="auto"/>
        <w:ind w:left="216"/>
      </w:pPr>
      <w:r>
        <w:rPr>
          <w:rStyle w:val="styleRad"/>
        </w:rPr>
        <w:t xml:space="preserve"> [x] </w:t>
      </w:r>
      <w:r>
        <w:rPr>
          <w:rStyle w:val="styleL2"/>
        </w:rPr>
        <w:t xml:space="preserve"> Criterion 1: Representative, rare or unique natural or near-natural wetland types</w:t>
      </w:r>
    </w:p>
    <w:p w:rsidR="002627C4" w:rsidRDefault="00B91575">
      <w:pPr>
        <w:spacing w:before="30" w:after="25" w:line="240" w:lineRule="auto"/>
        <w:ind w:left="57"/>
      </w:pPr>
      <w:r>
        <w:rPr>
          <w:rStyle w:val="styleHint1txt"/>
        </w:rPr>
        <w:t xml:space="preserve"> To justify this Criterion, please select at least one wetland type as representative,  rare or unique in the section What is the site like? &gt; Wetland types and provide further details in at least one of the three boxes below. </w:t>
      </w:r>
    </w:p>
    <w:p w:rsidR="002627C4" w:rsidRDefault="00B91575">
      <w:pPr>
        <w:pStyle w:val="pstyleLabels"/>
      </w:pPr>
      <w:r>
        <w:rPr>
          <w:rStyle w:val="styleC3"/>
        </w:rPr>
        <w:t>Hydrological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is representative of sub-tropical coastal wetland systems of the Moreton Basin biogeographic region of south eastern Queensland, and the Tweed-Moreton marine meso-scale bioregion of the Interim Marine and Coastal Regionalisation of Australia (IMCRA) (Commonwealth of Australia 2006). The subtropical climate is characterised by high summer rainfall that can result in large runoff events and floods. This seasonal, event-driven hydrology can lead to shifts between two distinct hydrological modes: wind, wave and tidally dominated; and freshwater inflow dominated (Gibbes et al. 2014).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is part of a functioning major coastal system and contains a diversity of wetland habitat types with a high degree of connectivity between many of these habitats. The wetlands are subject to sedimentation, accretion and erosion, and hydrodynamic controls such as tidal inundation, freshwater flows and groundwater interaction. These physical processes interact with chemical and biogeochemical processes, such as nutrient and carbon cycling that, in turn, influences biological processes, such as primary production, reproduction, recruitment and species interaction (BMT WBM 2008).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includes natural and near-natural freshwater wetlands and critical habitats such as peat swamps, clay pans, window water-table lakes, perched lakes, freshwater creeks and other groundwater dependent ecosystems (DES 2015). The hydrology of these wetlands is influenced by rainfall recharge, evaporation, sub-surface infiltration, groundwater flows and, for some creeks and lakes, the surface expression of groundwater (BMT WBM 2008). Significant variation among fish and crustacean species exists at small scales; for example, intraspecific genetic divergence has been identified in populations of freshwater fish and crustacea that have been long separated by a barrier to genetic exchange provided by the high central dunes of North Stradbroke Island (Page et al. 2012).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includes coastal heath referred to as ‘wallum’. Habitats associated with wallum comprise permanent and ephemeral streams, lagoons and lakes and wet heath communities dominated by sedges and shrubs (Marshall et al. 2011). These are characterised by low nutrient siliceous sand soils, low pH and a supply of moisture from shallow groundwater sources (Leiper et al. 2008). These systems contain uncommon biota with highly restricted distributions that are adapted to acidic waters (Marshall et al. 2011).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Moreton Bay is subject to a large submarine groundwater discharge (SGD) rate estimated to be approximately 18 times greater than the average annual discharge of all the major river inputs into the Bay (Stewart et al. 2015). The SGD has been suggested as a major component of the hydrological and biogeochemical cycles of Moreton Bay and has a major influence on the export of alkalinity and dissolved carbon into the Bay. See section 6.1.2 vi for additional information.</w:t>
            </w:r>
          </w:p>
        </w:tc>
      </w:tr>
    </w:tbl>
    <w:p w:rsidR="002627C4" w:rsidRDefault="00B91575">
      <w:pPr>
        <w:pStyle w:val="pstyleLabels"/>
      </w:pPr>
      <w:r>
        <w:rPr>
          <w:rStyle w:val="styleC3"/>
        </w:rPr>
        <w:t>Other ecosystem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Ecosystem services refer to the goods and services provided by ecosystems that benefit, sustain and support the environmental, social and economic wellbeing of people. These include provisioning services, such as food and water; regulating services, such as regulation of floods, drought, land degradation, and disease; supporting services, such as soil formation, provisioning of habitat and nutrient cycling; and cultural services, such as recreational, spiritual, religious, and other non-material benefits (Millennium Ecosystem Assessment 2005).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Moreton Bay provides numerous services to locals and visitors to south east Queensland. Services, these include: tourism and recreational opportunities; fishery products; aesthetic benefits; health and wellbeing; cultural services; storm surge mitigation; climate regulation through carbon sequestration and local temperature moderation and treatment of pollutants (e.g. denitrification processes).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 xml:space="preserve">Moreton Bay mangroves and saltmarsh communities provide important primary production for a range of species, including commercially valuable fish and crab species. The region supports one of the most productive fisheries in Queensland. Although the Bay only represents about 3% of Queensland’s coastline, it produces just over 15% of the seafood for Queensland managed fisheries. The total value of commercial fishery production in the Bay is estimated to be $24-30m (McPhee et al. 2008).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Moreton Bay’s proximity to a major population centre makes it a very popular recreational fishing area. Estimates of the total expenditure by recreational fishers in Moreton Bay range from $156m to $194m per year (Pascoe et al. 2014).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In addition to fishing, Moreton Bay provides a range of recreational opportunities, including: sailing, motorboating, kayaking, swimming and kite surfing. A study from 1982 estimated the value of recreational boating to be $1.7m per year (Rolfe et al. 2005). These recreational opportunities also provide significant health and wellbeing benefits to the broader community through the reduction in the cost of health care services.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Cultural services identified as being significant in the context of the Ramsar site include the importance of the site to Traditional Owners. The site provides spiritual and aesthetic services, improving human wellbeing. The site is also used extensively for research and education.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Wetlands within the site assist in buffering against coastal erosion, storm surges and flooding, which helps build resilience to flood and cyclone events (Barbier 2016). They can help maintain or improve water quality by transforming and retaining nutrients and sediment from run-off.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There are a range of natural and near-natural wetland types that provide supporting habitat for biodiversity within the Ramsar site. Please note there is a more expansive account of these fields under 'Additional material', See section 6.1.2 vi for additional information.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2627C4">
            <w:pPr>
              <w:spacing w:after="0" w:line="240" w:lineRule="auto"/>
              <w:ind w:left="57"/>
            </w:pPr>
          </w:p>
        </w:tc>
      </w:tr>
    </w:tbl>
    <w:p w:rsidR="002627C4" w:rsidRDefault="00B91575">
      <w:pPr>
        <w:pStyle w:val="pstyleLabels"/>
      </w:pPr>
      <w:r>
        <w:rPr>
          <w:rStyle w:val="styleC3"/>
        </w:rPr>
        <w:lastRenderedPageBreak/>
        <w:t>Other reasons</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Detailed mapping and classification of wetlands within the region has been undertaken using a combination of Queensland Wetland Mapping (Version 4) (EPA 2005) and Moreton Bay broadscale habitats 2008 and Regional ecosystem mapping (version 10). When compared to the Ramsar habitat classification, it is clear that the Moreton Bay Ramsar site contains a wide diversity of Ramsar wetland types (with up to 23 types (one human-made)), including several that are considered rare within the bioregion. Refer Criterion 2: Rare species and threatened ecological communities; Criterion 3:  Biological diversity (flora); section 3.2; section 3.4 and section 4.2 of this document.</w:t>
            </w: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2 : Rare species and threatened ecological communities</w:t>
      </w:r>
    </w:p>
    <w:p w:rsidR="002627C4" w:rsidRDefault="00B91575">
      <w:pPr>
        <w:spacing w:before="30" w:after="25" w:line="240" w:lineRule="auto"/>
        <w:ind w:left="57"/>
      </w:pPr>
      <w:r>
        <w:rPr>
          <w:rStyle w:val="styleHint1txt"/>
        </w:rPr>
        <w:t xml:space="preserve"> To justify this Criterion, please give details below on: </w:t>
      </w:r>
    </w:p>
    <w:p w:rsidR="002627C4" w:rsidRDefault="00B91575">
      <w:pPr>
        <w:spacing w:before="30" w:after="25" w:line="240" w:lineRule="auto"/>
        <w:ind w:left="57"/>
      </w:pPr>
      <w:r>
        <w:rPr>
          <w:rStyle w:val="styleHint1txt"/>
        </w:rPr>
        <w:t xml:space="preserve"> - relevant plant species in the section Criteria &amp; justification&gt; Plant species (3.2)   </w:t>
      </w:r>
    </w:p>
    <w:p w:rsidR="002627C4" w:rsidRDefault="00B91575">
      <w:pPr>
        <w:spacing w:before="30" w:after="25" w:line="240" w:lineRule="auto"/>
        <w:ind w:left="57"/>
      </w:pPr>
      <w:r>
        <w:rPr>
          <w:rStyle w:val="styleHint1txt"/>
        </w:rPr>
        <w:t xml:space="preserve"> - relevant animal species in the section Criteria &amp; justification&gt; Animal species (3.3)   </w:t>
      </w:r>
    </w:p>
    <w:p w:rsidR="002627C4" w:rsidRDefault="00B91575">
      <w:pPr>
        <w:spacing w:before="30" w:after="25" w:line="240" w:lineRule="auto"/>
        <w:ind w:left="57"/>
      </w:pPr>
      <w:r>
        <w:rPr>
          <w:rStyle w:val="styleHint1txt"/>
        </w:rPr>
        <w:t xml:space="preserve"> - relevant ecological communities in the section Criteria &amp; justification&gt; Ecological communities (3.4)   </w:t>
      </w:r>
    </w:p>
    <w:p w:rsidR="002627C4" w:rsidRDefault="00B91575">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supports a high diversity of nationally and internationally threatened flora and fauna species, and ecological communities. At least four Environment Protection and Biodiversity Conservation Act 1999 (EPBC Act) (nationally) listed plant species have been recorded, including the endangered swamp daisy (Olearia hygrophila), and two endangered swamp orchid species (Phaius australis and Phaius bernaysii), which are frequently encountered on the bay islands but rarely on the mainland; as well as the vulnerable stinking cryptocarya (Cryptocarya foetida).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has a high diversity and abundance of waterbird species. This includes migratory shorebirds listed as threatened under the national Environment Protection and Biodiversity Conservation Act, such as the critically endangered eastern curlew (Numenius madagascariensis), curlew sandpiper (Calidris ferruginea) and great knot (Calidris tenuirostris), the endangered red knot (Calidris canutus) and lesser sand plover (Charadrius mongolus), as well as the vulnerable bar-tailed godwit (Limosa lapponica) and greater sand plover (Charadrius leschenaultii). The site supports the Environment Protection and Biodiversity Conservation Act 1999 listed marine turtles, including hawksbill (Eretmochelys imbricata), leatherback (Dermochelys coriacea), olive ridley (Lepidochelys olivacea), loggerhead (Caretta caretta), green (Chelonia mydas) and flatback (Natator depressus) (Limpus et al. 2006). It supports a number of iconic and nationally significant marine species, including the humpback whale (Megaptera novaeangliae). It also marks </w:t>
            </w:r>
            <w:r>
              <w:rPr>
                <w:rStyle w:val="styleDatatxt"/>
              </w:rPr>
              <w:lastRenderedPageBreak/>
              <w:t xml:space="preserve">the most southerly feeding and breeding grounds for dugongs (Dugong dugon) (Sobtzick et al. 2017). Moreton Bay features the most southerly resident population of the threatened Australian humpback dolphin (Sousa sahulensis) and an important population of Indo-Pacific bottlenose dolphins (Tursiops aduncus).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wallum wetland habitats of Moreton Bay support nationally endangered fish species, the Oxleyan pygmy perch (Nannoperca oxleyana), as well as four acid frog species (Crinia tinnula, Litoria olongburensis, Litoria cooloolensis and Litoria freycineti). The site further supports the internationally vulnerable water mouse (Xeromys myoides), the endangered swamp crayfish (Tenuibranchiurus glypticus) and endangered Illidge’s ant-blue butterfly (Acrodipsas illidgei).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contains the following threatened ecological communities: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Subtropical and Temperate Coastal Saltmarsh - under national Environment Protection and Biodiversity Conservation (EPBC) Act 1999 – Vulnerable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Lowland Rainforest of Subtropical Australia - EPBC Act 1999 – Critically endangered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Coastal Swamp Oak (Casuarina glauca) Forest of New South Wales and South East Queensland - EPBC  Act 1999 – Endangered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Littoral Rainforest and Coastal Vine Thickets of Eastern Australia - EPBC Act 1999 – Critically endangered  </w:t>
            </w: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3 : Biological diversity</w:t>
      </w:r>
    </w:p>
    <w:p w:rsidR="002627C4" w:rsidRDefault="00B91575">
      <w:pPr>
        <w:spacing w:before="30" w:after="25" w:line="240" w:lineRule="auto"/>
        <w:ind w:left="57"/>
      </w:pPr>
      <w:r>
        <w:rPr>
          <w:rStyle w:val="styleHint1txt"/>
        </w:rPr>
        <w:t xml:space="preserve"> To justify this Criterion, please give details in the box below. If you want to name any specific species, please give details on: </w:t>
      </w:r>
    </w:p>
    <w:p w:rsidR="002627C4" w:rsidRDefault="00B91575">
      <w:pPr>
        <w:spacing w:before="30" w:after="25" w:line="240" w:lineRule="auto"/>
        <w:ind w:left="57"/>
      </w:pPr>
      <w:r>
        <w:rPr>
          <w:rStyle w:val="styleHint1txt"/>
        </w:rPr>
        <w:t xml:space="preserve"> - relevant plant species in the section Criteria &amp; justification&gt; Plant species (3.2)   </w:t>
      </w:r>
    </w:p>
    <w:p w:rsidR="002627C4" w:rsidRDefault="00B91575">
      <w:pPr>
        <w:spacing w:before="30" w:after="25" w:line="240" w:lineRule="auto"/>
        <w:ind w:left="57"/>
      </w:pPr>
      <w:r>
        <w:rPr>
          <w:rStyle w:val="styleHint1txt"/>
        </w:rPr>
        <w:t xml:space="preserve"> - relevant animal species in the section Criteria &amp; justification&gt; Animal species (3.3)   </w:t>
      </w:r>
    </w:p>
    <w:p w:rsidR="002627C4" w:rsidRDefault="00B91575">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High levels of biodiversity are supported by the diversity and scale of habitat types found within the site, which encompass both nutrient-rich inshore components (made up of intertidal estuarine habitats) and more oligotrophic offshore components (made up of sandy beaches, channels, banks and bars), as well as a range of other habitats, including freshwater systems.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Moreton Bay is a meeting point for tropical northern and temperate southern faunas which, combined with the diversity of habitats, has resulted in a high faunal diversity (Davie and Hooper in Tibbetts et al 1998; Hines and Meyer 2011). Numerous species within vertebrate groups including frogs (19) (Hines and Meyer 2011), reptiles (82), birds (410) and mammals (72) (Queensland Government DES 2018) have been recorded within the Ramsar site. The Ramsar site supports over 33,000 migratory shorebirds. A high diversity of marine mammals occurs within Moreton Bay; a total of 14 species of marine mammals are resident or visitors, including eight species of dolphin (two resident), five species of whale and the dugong. All six marine turtle species known to occur in Australian waters have been recorded in Moreton Bay (Limpus et al. 2006).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Over 3,000 species of marine invertebrates and approximately 750 fish species have been recorded in the bay (Davie and Hooper 1998; Johnson 1999). Sixty-four scleractinian coral species from 26 genera and 13 families have been recorded in the inner bay area and 125 species from 35 genera in the outer bay area (Wallace et al. 2009). The heath shadeskink (Saproscincus oriarus) occurs within the Ramsar site, it is known in Queensland only from North Stradbroke Island (Hines, Meyer and Hethrington 2015).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The site supports diverse flora. For example, the Queensland Herbarium (2005) has recorded 824 native plant species at North Stradbroke Island alone, illustrating the high level of diversity in a regional context. Some flora species are thought to be restricted to the site and, therefore, contribute significantly to the bioregional biodiversity.The site includes ten regional ecosystems that have a state-based biodiversity status of ‘endangered’, covering over 363 hectares within the site. It also includes 15 regional ecosystems that have an ‘of concern’ status covering over 13,126 hectares. The biodiversity status of these ecosystems reflects their condition and clearing at a bioregional scale. As a whole, Moreton Bay supports approximately 275 species of macroalgae, which represents approximately 40% of the macroalgae species reported in Queensland (Phillips 1998 in Tibbetts et al. 1998). Several other flora communities within the Moreton Bay Ramsar site are particularly noteworthy. These include saltmarsh, seagrass and mangrove ecosystems, as well as wallum heathland. See section 6.1.2 vi for additional information.</w:t>
            </w: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4 : Support during critical life cycle stage or in adverse conditions</w:t>
      </w:r>
    </w:p>
    <w:p w:rsidR="002627C4" w:rsidRDefault="00B91575">
      <w:pPr>
        <w:spacing w:before="30" w:after="25" w:line="240" w:lineRule="auto"/>
        <w:ind w:left="57"/>
      </w:pPr>
      <w:r>
        <w:rPr>
          <w:rStyle w:val="styleHint1txt"/>
        </w:rPr>
        <w:t xml:space="preserve"> To justify this Criterion, please give details below on: </w:t>
      </w:r>
    </w:p>
    <w:p w:rsidR="002627C4" w:rsidRDefault="00B91575">
      <w:pPr>
        <w:spacing w:before="30" w:after="25" w:line="240" w:lineRule="auto"/>
        <w:ind w:left="57"/>
      </w:pPr>
      <w:r>
        <w:rPr>
          <w:rStyle w:val="styleHint1txt"/>
        </w:rPr>
        <w:t xml:space="preserve"> - relevant plant species in the section Criteria &amp; justification&gt; Plant species (3.2)   </w:t>
      </w:r>
    </w:p>
    <w:p w:rsidR="002627C4" w:rsidRDefault="00B91575">
      <w:pPr>
        <w:spacing w:before="30" w:after="25" w:line="240" w:lineRule="auto"/>
        <w:ind w:left="57"/>
      </w:pPr>
      <w:r>
        <w:rPr>
          <w:rStyle w:val="styleHint1txt"/>
        </w:rPr>
        <w:t xml:space="preserve"> - relevant animal species in the section Criteria &amp; justification&gt; Animal species (3.3)   </w:t>
      </w:r>
    </w:p>
    <w:p w:rsidR="002627C4" w:rsidRDefault="00B91575">
      <w:pPr>
        <w:spacing w:before="30" w:after="25" w:line="240" w:lineRule="auto"/>
        <w:ind w:left="57"/>
      </w:pPr>
      <w:r>
        <w:rPr>
          <w:rStyle w:val="styleHint1txt"/>
        </w:rPr>
        <w:t xml:space="preserve">  and explain the life cycle stage or nature of adverse conditions in the accompanying 'justification' box. </w:t>
      </w:r>
    </w:p>
    <w:p w:rsidR="002627C4" w:rsidRDefault="00B91575">
      <w:pPr>
        <w:pStyle w:val="pstyleLabels"/>
      </w:pPr>
      <w:r>
        <w:rPr>
          <w:rStyle w:val="styleC3"/>
        </w:rPr>
        <w:lastRenderedPageBreak/>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supports habitats that are important at critical stages in the life cycles of numerous wetland-dependent species, including at least 28 migratory shorebirds of the East Asian-Australasian Flyway. Each summer, more than 33,000 migratory shorebirds spend the non-breeding season (approx. Nov-Mar), and parts of their northward and southward migratory journeys in Moreton Bay. In addition, a subset of the non-breeding population, typically sub-adult birds not yet ready to reproduce, will remain in Moreton Bay year-round before making their first northward migration to the breed, this includes the nationally critically endangered eastern curlew. While in Moreton Bay, shorebirds feed twice daily on benthic invertebrates in exposed intertidal habitats. At high tide, when intertidal foraging areas are submerged, shorebirds congregate in high densities (‘roosts’) in supratidal habitats in or along the periphery of the Ramsar site, including claypans, sandy and rocky foreshores, and mangroves (coastal and islands) (Zharikov and Milton 2009).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Due to its internationally recognised importance for migratory waterbirds, Moreton Bay is listed as a Flyway network site of the East Asian Australasian Flyway Partnership (site code EAAF013). In addition to migratory shorebirds, the site supports a range of other waterbird species (QWSG 2017). The site provides important breeding habitat for the resident Australian pied oystercatcher (Haematopus longirostris), beach stone-curlew (Esacus magnirostris) and Little tern (Sterna albifrons), as well as raptors, such as the eastern osprey (Pandion haliaetus) and white bellied sea eagle (Haliaeetus leucogaster).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also provides important nursery grounds for a range of marine fish, prawns and crabs, as well as supporting the entire life cycle of acid frog species, the water mouse (Xeromys myoides), Illidge’s ant blue butterfly (Acrodipsas illidgei) and the Oxleyan pygmy perch (Nannoperca oxleyana), a freshwater fish.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is also an important feeding area for green (Chelonia mydas) and loggerhead (Caretta caretta) turtles, and provides some areas suitable for nesting for both species (O’Connor et al. 2017). The site is an important feeding and breeding area for a population of dugongs (Lanyon 2003; Seddon et al. 2014; Sobtzick et al. 2015; Sobtzick et al. 2017) and provides habitat features for migratory species including the grey nurse shark (Carcharias taurus) and zebra shark (Stegostoma fasciatum). Both these species use mating sites in large aggregations during the warmer summer months near to the site (Dudgeon et al. 2013; Smith et al. 2015).  </w:t>
            </w:r>
          </w:p>
          <w:p w:rsidR="002627C4" w:rsidRDefault="002627C4">
            <w:pPr>
              <w:pStyle w:val="pStyle"/>
              <w:rPr>
                <w:rStyle w:val="almostEmpty"/>
              </w:rPr>
            </w:pPr>
          </w:p>
          <w:p w:rsidR="002627C4" w:rsidRDefault="00B91575">
            <w:pPr>
              <w:spacing w:after="0" w:line="240" w:lineRule="auto"/>
              <w:ind w:left="57"/>
            </w:pPr>
            <w:r>
              <w:rPr>
                <w:rStyle w:val="styleDatatxt"/>
              </w:rPr>
              <w:t>See section 6.1.2 vi for additional information.</w:t>
            </w: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5 : &gt;20,000 waterbirds</w:t>
      </w:r>
    </w:p>
    <w:p w:rsidR="002627C4" w:rsidRDefault="00B91575">
      <w:pPr>
        <w:spacing w:before="30" w:after="25" w:line="240" w:lineRule="auto"/>
        <w:ind w:left="57"/>
      </w:pPr>
      <w:r>
        <w:rPr>
          <w:rStyle w:val="styleHint1txt"/>
        </w:rPr>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rsidR="002627C4" w:rsidRDefault="00B91575">
      <w:pPr>
        <w:pStyle w:val="pstyleLabels"/>
      </w:pPr>
      <w:r>
        <w:rPr>
          <w:rStyle w:val="styleC3"/>
        </w:rPr>
        <w:t>Overall waterbird numbers</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66,340</w:t>
            </w:r>
          </w:p>
        </w:tc>
      </w:tr>
    </w:tbl>
    <w:p w:rsidR="002627C4" w:rsidRDefault="00B91575">
      <w:pPr>
        <w:pStyle w:val="pstyleLabels"/>
      </w:pPr>
      <w:r>
        <w:rPr>
          <w:rStyle w:val="styleC3"/>
        </w:rPr>
        <w:t>Start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2013</w:t>
            </w:r>
          </w:p>
        </w:tc>
      </w:tr>
    </w:tbl>
    <w:p w:rsidR="002627C4" w:rsidRDefault="00B91575">
      <w:pPr>
        <w:pStyle w:val="pstyleLabels"/>
      </w:pPr>
      <w:r>
        <w:rPr>
          <w:rStyle w:val="styleC3"/>
        </w:rPr>
        <w:t>End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2017</w:t>
            </w:r>
          </w:p>
        </w:tc>
      </w:tr>
    </w:tbl>
    <w:p w:rsidR="002627C4" w:rsidRDefault="00B91575">
      <w:pPr>
        <w:pStyle w:val="pstyleLabels"/>
      </w:pPr>
      <w:r>
        <w:rPr>
          <w:rStyle w:val="styleC3"/>
        </w:rPr>
        <w:t>Source of data:</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QWSG 2017; Hansen et al. 2016</w:t>
            </w:r>
          </w:p>
        </w:tc>
      </w:tr>
    </w:tbl>
    <w:p w:rsidR="002627C4" w:rsidRDefault="00B91575">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Despite significant declines of several migratory shorebird species in Moreton Bay (Wilson et al. 2011), the area is estimated to continue to support more than 33,000 individuals of at least 28 species (Hansen et al. 2016 and refer to Section 6.1.2 - for additional information). Migratory shorebirds are a subset of ‘waterbirds’, which also includes other wetland bird species such as ducks, pelicans, cormorants, darters, herons, bitterns, storks, ibises and spoonbills. Monthly counts of migratory and non-migratory shorebirds, as well as other waterbirds, at no fewer than 40 high tide roost sites, have been undertaken by the Queensland Wader Study Group (QWSG) since 1992 (further detail can be found in Wilson et al. 2011).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Category</w:t>
            </w:r>
            <w:r>
              <w:rPr>
                <w:rStyle w:val="styleDatatxt"/>
              </w:rPr>
              <w:tab/>
              <w:t xml:space="preserve">                        Species</w:t>
            </w:r>
            <w:r>
              <w:rPr>
                <w:rStyle w:val="styleDatatxt"/>
              </w:rPr>
              <w:tab/>
              <w:t xml:space="preserve"> Estimated population (2013-2017)  </w:t>
            </w:r>
          </w:p>
          <w:p w:rsidR="002627C4" w:rsidRDefault="002627C4">
            <w:pPr>
              <w:pStyle w:val="pStyle"/>
              <w:rPr>
                <w:rStyle w:val="almostEmpty"/>
              </w:rPr>
            </w:pPr>
          </w:p>
          <w:p w:rsidR="002627C4" w:rsidRDefault="00B91575">
            <w:pPr>
              <w:spacing w:after="0" w:line="240" w:lineRule="auto"/>
              <w:ind w:left="57"/>
            </w:pPr>
            <w:r>
              <w:rPr>
                <w:rStyle w:val="styleDatatxt"/>
              </w:rPr>
              <w:t>Migratory shorebirds</w:t>
            </w:r>
            <w:r>
              <w:rPr>
                <w:rStyle w:val="styleDatatxt"/>
              </w:rPr>
              <w:tab/>
              <w:t xml:space="preserve">         28</w:t>
            </w:r>
            <w:r>
              <w:rPr>
                <w:rStyle w:val="styleDatatxt"/>
              </w:rPr>
              <w:tab/>
              <w:t xml:space="preserve">          33,929 </w:t>
            </w:r>
          </w:p>
          <w:p w:rsidR="002627C4" w:rsidRDefault="002627C4">
            <w:pPr>
              <w:pStyle w:val="pStyle"/>
              <w:rPr>
                <w:rStyle w:val="almostEmpty"/>
              </w:rPr>
            </w:pPr>
          </w:p>
          <w:p w:rsidR="002627C4" w:rsidRDefault="00B91575">
            <w:pPr>
              <w:spacing w:after="0" w:line="240" w:lineRule="auto"/>
              <w:ind w:left="57"/>
            </w:pPr>
            <w:r>
              <w:rPr>
                <w:rStyle w:val="styleDatatxt"/>
              </w:rPr>
              <w:t>Non migratory shorebirds</w:t>
            </w:r>
            <w:r>
              <w:rPr>
                <w:rStyle w:val="styleDatatxt"/>
              </w:rPr>
              <w:tab/>
              <w:t xml:space="preserve">  15</w:t>
            </w:r>
            <w:r>
              <w:rPr>
                <w:rStyle w:val="styleDatatxt"/>
              </w:rPr>
              <w:tab/>
              <w:t xml:space="preserve">           3,758 </w:t>
            </w:r>
          </w:p>
          <w:p w:rsidR="002627C4" w:rsidRDefault="002627C4">
            <w:pPr>
              <w:pStyle w:val="pStyle"/>
              <w:rPr>
                <w:rStyle w:val="almostEmpty"/>
              </w:rPr>
            </w:pPr>
          </w:p>
          <w:p w:rsidR="002627C4" w:rsidRDefault="00B91575">
            <w:pPr>
              <w:spacing w:after="0" w:line="240" w:lineRule="auto"/>
              <w:ind w:left="57"/>
            </w:pPr>
            <w:r>
              <w:rPr>
                <w:rStyle w:val="styleDatatxt"/>
              </w:rPr>
              <w:t>Other waterbirds</w:t>
            </w:r>
            <w:r>
              <w:rPr>
                <w:rStyle w:val="styleDatatxt"/>
              </w:rPr>
              <w:tab/>
              <w:t xml:space="preserve">                  59</w:t>
            </w:r>
            <w:r>
              <w:rPr>
                <w:rStyle w:val="styleDatatxt"/>
              </w:rPr>
              <w:tab/>
              <w:t xml:space="preserve">           28,653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spacing w:after="0" w:line="240" w:lineRule="auto"/>
        <w:ind w:left="216"/>
      </w:pPr>
      <w:r>
        <w:rPr>
          <w:rStyle w:val="styleRad"/>
        </w:rPr>
        <w:lastRenderedPageBreak/>
        <w:t xml:space="preserve"> [x] </w:t>
      </w:r>
      <w:r>
        <w:rPr>
          <w:rStyle w:val="styleL2"/>
        </w:rPr>
        <w:t xml:space="preserve"> Criterion 6 : &gt;1% waterbird population</w:t>
      </w:r>
    </w:p>
    <w:p w:rsidR="002627C4" w:rsidRDefault="00B91575">
      <w:pPr>
        <w:spacing w:before="30" w:after="25" w:line="240" w:lineRule="auto"/>
        <w:ind w:left="57"/>
      </w:pPr>
      <w:r>
        <w:rPr>
          <w:rStyle w:val="styleHint1txt"/>
        </w:rPr>
        <w:t xml:space="preserve"> To justify this Criterion, please give details on relevant waterbird species and their population size in the section Criteria &amp; justification&gt; Animal species (3.3)   </w:t>
      </w:r>
    </w:p>
    <w:p w:rsidR="002627C4" w:rsidRDefault="00B91575">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Based on the Hansen et al. 2016 revised East Asian-Australasian Flyway population estimates, the site provides habitat for &gt;1% of the estimated East Asian-Australasian Flyway population of the following species: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bar-tailed godwit (Limosa lapponica)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curlew sandpiper (Calidris ferruginea)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eastern curlew (Numenius madagascariensis)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grey-tailed tattler (Heteroscelus brevipes)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red-necked stint (Calidris ruficollis)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Australian pied oystercatcher (Haematopus longirostris)*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whimbrel (Numenius phaeopus)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sharp-tailed sandpiper (Calidris acuminata)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lesser sand plover (Charadrius mongolus)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double-banded plover (Charadrius bicinctus)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*As Australian pied oystercatcher (Haematopus longirostris) is not a migratory shorebird, there is no Hansen et al. 2016 population estimates for the species. Instead the Waterbird Population Estimates (WPE) (wpe.wetlands.org) has been used to determine the 1% threshold for this species.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Bar-tailed godwit (Limosa lapponica), curlew sandpiper (Calidris ferruginea), eastern curlew (Numenius madagascariensis) and lesser sand plover (Charadrius mongolus) have been undergoing significant declines, which is reflected in their national conservation status of vulnerable for bar-tailed godwit, critically endangered for eastern curlew and curlew sandpiper, and endangered for the lesser sand plover.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QWSG surveys (refer Criterion 5 above) include counts at high tide at the Port of Brisbane located adjacent to the Ramsar site. These shorebird species are likely to be foraging in the surrounding area, including the Ramsar site. Red-necked stint (Calidris ruficollis) are one species that might forage within the Port of Brisbane in higher numbers, meaning estimates may be inflated for this species when considering the extent of the Ramsar site.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7 : Significant and representative fish</w:t>
      </w:r>
    </w:p>
    <w:p w:rsidR="002627C4" w:rsidRDefault="00B91575">
      <w:pPr>
        <w:spacing w:before="30" w:after="25" w:line="240" w:lineRule="auto"/>
        <w:ind w:left="57"/>
      </w:pPr>
      <w:r>
        <w:rPr>
          <w:rStyle w:val="styleHint1txt"/>
        </w:rPr>
        <w:t xml:space="preserve"> To justify this Criterion, please give information in the box below and details of relevant fish species in the section Criteria &amp; justification&gt; Animal species (3.3)   </w:t>
      </w:r>
    </w:p>
    <w:p w:rsidR="002627C4" w:rsidRDefault="00B91575">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supports diverse fish fauna due to the wide variety of habitats within and adjacent to it, including mangroves, saltmarsh, seagrass, sand and mud flats, offshore channels, reef environments, estuarine creeks, freshwater lakes and streams (Laegdsgaard and Johnson 1995; Morton et al.1997; Davie and Hooper 1998; Pusey et al. 2004; Johnson 1999; 2010; Olds et al. 2012).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For fish in the waters of Moreton Bay, two interacting zones of diversity exist; an inshore estuarine-dominated system and an eastern marine- dominated system (Davie and Hooper 1998 in Tibbets et al. 1998). Moreton Bay is also a meeting point for tropical northern and temperate southern faunas which, combined with the diversity of habitats, has resulted in the high faunal diversity, with approximately 750 fish species recorded in the Bay  (Johnson 1999, Johnson 2010). In addition, there are at least 27 species of fish that are only known to occur in Moreton Bay (Davie and Hooper 1998 in Tibbets et al. 1998).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diverse fish fauna of the Bay has cultural, social, and economic value (Johnson 2010). The estimated gross value of production for commercial fisheries in the Bay are in the range of AUD$24m-$30m (McPhee et al. 2008) and the recreational fisheries are valued at AUD$20m per year (Pascoe et al. 2014). The major fish species targeted for commercial fisheries include yellowfin bream (Acanthopagrus australis) and sea mullet (Mugil cephalus) (van de Geer et al. 2013; Gilby et al. 2017), as well as (but not limited to) other species of mullet, bream, whiting, tailor, spinefoot (rabbitfish), garfish, baitfish, flathead, dart, snapper and  trevally (QFish 2018). Popular species for recreational fisheries include, amongst others, sand whiting (Sillago ciliate) and dusky flathead (Platycephalus fuscus) (Vargas-Fonseca et al. 2016; Henderson et al. 2017).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Over 3,000 species of marine invertebrates have been recorded in the Bay (Davie and Hooper in Tibbetts et al 1998; Johnson 1999), with many species contributing to the high value fisheries (e.g. banana (Fenneropenaeus spp.), king (Melicertus spp.), endeavour (Metapenaeus spp.), tiger (Penaeus spp.), school </w:t>
            </w:r>
            <w:r>
              <w:rPr>
                <w:rStyle w:val="styleDatatxt"/>
              </w:rPr>
              <w:lastRenderedPageBreak/>
              <w:t xml:space="preserve">(Metapenaeus spp.) and greasy-back (Metapenaues spp.) prawns; mud (Scylla serrata, blue swimmer (Portunus armatus) and spanner (Ranina ranina) crabs (QFish 2018). Other species of commercial significance include Onuphidae bait worms, squid (Photololigo/ Sepioteuthis/ Nototodarus spp.), cuttlefish (Sepia spp.), rock oysters (Saccostrea glomerata) and beche-de-mer/ sea cucumber (Holothuria fuscogilva, Actinopyga spinea and Stichopus spp.) (BMT WBM 2008; QFish 2018).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Within Moreton Bay, 30 freshwater fish species have been recorded (Pusey et al. 2004) and 66 aquatic macroinvertebrate taxa have been recorded on North Stradbroke Island alone (Marshall et al. 2011). The wallum wetland habitats of Moreton Bay support nationally threatened fish species. See section 6.1.2 vi for additional information.</w:t>
            </w: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8 : Fish spawning grounds, etc.</w:t>
      </w:r>
    </w:p>
    <w:p w:rsidR="002627C4" w:rsidRDefault="00B91575">
      <w:pPr>
        <w:spacing w:before="30" w:after="25" w:line="240" w:lineRule="auto"/>
        <w:ind w:left="57"/>
      </w:pPr>
      <w:r>
        <w:rPr>
          <w:rStyle w:val="styleHint1txt"/>
        </w:rPr>
        <w:t xml:space="preserve"> To justify this Criterion, please give information in the box below. Completion of details on relevant fish species in the section Criteria &amp; justification&gt; Animal species (3.3)   is optional. </w:t>
      </w:r>
    </w:p>
    <w:p w:rsidR="002627C4" w:rsidRDefault="00B91575">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Moreton Bay provides important habitats, feeding areas, dispersal and migratory pathways for approximately 750 marine and estuarine fish species (Johnson 1999; Johnson 2010). Some of these fish and shellfish species have important fisheries resource values both within and external to the site.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Documented fish feeding habitats in Moreton Bay include saltmarshes, mangroves, intertidal flats, seagrasses as well as coral and rocky reefs (Laegdsgaard and Johnson 2001; Hollingsworth and Connolly 2006; Gilby et al. 2011; Ebrahim et al. 2014; Pearson and Stevens 2015; Yabsley et al. 2016; Gilby et al. 2017b). This includes tidal marshes feeding habitats for comercially important species including whiting, mullet and and the giant mud crab (Thomas and Connolly 2001, McPhee et al. 2015; Meynecke and Richards 2014). Moreton Bay mangroves and seagrasses also provide refuge from predators (Laegdsgaard and Johnson 2001) and; together with saltmarshes, function as nursery habitats for juvenile fish (Blaber et al. 1980; Morton et al. 1987; Laegdsgaard and Johnson 1995).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Mangroves play an indirect role in supporting coral reef food webs by providing important refuge for some juvenile reef fish species, while seagrass beds in close proximity to reefs can also contribute to inshore reef fish diets (Kieckbusch et al. 2004 in Davis et al. 2014). A range of fish species move into mangroves to feed, indicating this habitat’s importance to foraging reef species (Olds et al. 2012; Martin et al. 2015).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Intertidal habitats, particularly soft sediment tide pools, act as essential habitat for small fishes and nurseries for juvenile fish species (Krück et al. 2009; Chargulaf et al. 2011). Many of these species also spawn in inshore waters, particularly near the surf zone and in sandy channels within the boundaries of the Ramsar site (Chargulaf et al. 2011).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Spawning aggregations of yellowfin bream, Acanthopagrus australis, have been observed in the Bay (Pollock 1982) and breeding aggregations of the double-ended pipefish, Syngnathoides biaculeatus have been reported from seagrass meadows (Takahashi and Connolly 2003). Migration of some fish species also appear to occur in Moreton Bay, either for movement to spawn over surf bars or to migrate from shallower habitats as juveniles into offshore waters as adults (Pollock 1982; Davis et al. 2015). Studies have also shown that the variety of habitats, including the central reefs in Moreton Bay, may serve as stepping stones for some species of fish during their migrations (Olds et al. 2012).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spacing w:after="0" w:line="240" w:lineRule="auto"/>
        <w:ind w:left="216"/>
      </w:pPr>
      <w:r>
        <w:rPr>
          <w:rStyle w:val="styleRad"/>
        </w:rPr>
        <w:t xml:space="preserve"> [x] </w:t>
      </w:r>
      <w:r>
        <w:rPr>
          <w:rStyle w:val="styleL2"/>
        </w:rPr>
        <w:t xml:space="preserve"> Criterion 9 : &gt;1% non-avian animal population</w:t>
      </w:r>
    </w:p>
    <w:p w:rsidR="002627C4" w:rsidRDefault="00B91575">
      <w:pPr>
        <w:spacing w:before="30" w:after="25" w:line="240" w:lineRule="auto"/>
        <w:ind w:left="57"/>
      </w:pPr>
      <w:r>
        <w:rPr>
          <w:rStyle w:val="styleHint1txt"/>
        </w:rPr>
        <w:t xml:space="preserve"> To justify this Criterion, please give details on relevant non-avian species and their population size in the section  Criteria &amp; justification&gt; Animal species (3.3)   </w:t>
      </w:r>
    </w:p>
    <w:p w:rsidR="002627C4" w:rsidRDefault="00B91575">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site provides or is likely to provide habitat for &gt;1% of the population of the following wetland dependent non-avian species: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Wallum froglet (Crinia tinnula)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Cooloola sedgefrog (Litoria cooloolensis)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Wallum sedgefrog (Litoria olongburensis)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Wallum rocketfrog (Litoria freycineti)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Dugong (Dugong dugon)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Oxleyan pygmy perch (Nannoperca oxleyana)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w:t>
            </w:r>
            <w:r>
              <w:rPr>
                <w:rStyle w:val="styleDatatxt"/>
              </w:rPr>
              <w:tab/>
              <w:t xml:space="preserve">Water mouse (Xeromys myoides)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Illidge’s ant blue butterfly (Acrodipsas illidgei)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Loggerhead turtle (Caretta caretta)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Green turtle (Chelonia mydas)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See Section 6.1.2 vi for additional information and for a justification for each of these species meeting the criteria </w:t>
            </w:r>
          </w:p>
          <w:p w:rsidR="002627C4" w:rsidRDefault="002627C4">
            <w:pPr>
              <w:pStyle w:val="pStyle"/>
              <w:rPr>
                <w:rStyle w:val="almostEmpty"/>
              </w:rPr>
            </w:pPr>
          </w:p>
          <w:p w:rsidR="002627C4" w:rsidRDefault="002627C4">
            <w:pPr>
              <w:spacing w:after="0" w:line="240" w:lineRule="auto"/>
              <w:ind w:left="57"/>
            </w:pP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3.2 Plant species whose presence relates to the international importance of the site</w:t>
      </w:r>
    </w:p>
    <w:p w:rsidR="002627C4" w:rsidRDefault="00B91575">
      <w:pPr>
        <w:pStyle w:val="pstyleSection"/>
      </w:pPr>
      <w:r>
        <w:rPr>
          <w:rStyle w:val="styleL2"/>
        </w:rPr>
        <w:t xml:space="preserve"> </w:t>
      </w:r>
    </w:p>
    <w:p w:rsidR="002627C4" w:rsidRDefault="002627C4">
      <w:pPr>
        <w:pStyle w:val="pstyleLabels"/>
      </w:pPr>
    </w:p>
    <w:tbl>
      <w:tblPr>
        <w:tblStyle w:val="FancyTable"/>
        <w:tblW w:w="0" w:type="auto"/>
        <w:tblInd w:w="-8" w:type="dxa"/>
        <w:tblLook w:val="04A0" w:firstRow="1" w:lastRow="0" w:firstColumn="1" w:lastColumn="0" w:noHBand="0" w:noVBand="1"/>
      </w:tblPr>
      <w:tblGrid>
        <w:gridCol w:w="1577"/>
        <w:gridCol w:w="1567"/>
        <w:gridCol w:w="1523"/>
        <w:gridCol w:w="1523"/>
        <w:gridCol w:w="1523"/>
        <w:gridCol w:w="1446"/>
        <w:gridCol w:w="1540"/>
        <w:gridCol w:w="1600"/>
        <w:gridCol w:w="16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Scientific name</w:t>
            </w:r>
            <w:r>
              <w:rPr>
                <w:rStyle w:val="styleFootnotetxt"/>
              </w:rPr>
              <w:t>*</w:t>
            </w:r>
          </w:p>
        </w:tc>
        <w:tc>
          <w:tcPr>
            <w:tcW w:w="1750" w:type="dxa"/>
          </w:tcPr>
          <w:p w:rsidR="002627C4" w:rsidRDefault="00B91575">
            <w:pPr>
              <w:spacing w:after="0" w:line="240" w:lineRule="auto"/>
              <w:jc w:val="center"/>
            </w:pPr>
            <w:r>
              <w:rPr>
                <w:b/>
                <w:sz w:val="18"/>
                <w:szCs w:val="18"/>
              </w:rPr>
              <w:t>Common name</w:t>
            </w:r>
          </w:p>
        </w:tc>
        <w:tc>
          <w:tcPr>
            <w:tcW w:w="1750" w:type="dxa"/>
          </w:tcPr>
          <w:p w:rsidR="002627C4" w:rsidRDefault="00B91575">
            <w:pPr>
              <w:spacing w:after="0" w:line="240" w:lineRule="auto"/>
              <w:jc w:val="center"/>
            </w:pPr>
            <w:r>
              <w:rPr>
                <w:b/>
                <w:sz w:val="18"/>
                <w:szCs w:val="18"/>
              </w:rPr>
              <w:t>Criterion 2</w:t>
            </w:r>
          </w:p>
        </w:tc>
        <w:tc>
          <w:tcPr>
            <w:tcW w:w="1750" w:type="dxa"/>
          </w:tcPr>
          <w:p w:rsidR="002627C4" w:rsidRDefault="00B91575">
            <w:pPr>
              <w:spacing w:after="0" w:line="240" w:lineRule="auto"/>
              <w:jc w:val="center"/>
            </w:pPr>
            <w:r>
              <w:rPr>
                <w:b/>
                <w:sz w:val="18"/>
                <w:szCs w:val="18"/>
              </w:rPr>
              <w:t>Criterion 3</w:t>
            </w:r>
          </w:p>
        </w:tc>
        <w:tc>
          <w:tcPr>
            <w:tcW w:w="1750" w:type="dxa"/>
          </w:tcPr>
          <w:p w:rsidR="002627C4" w:rsidRDefault="00B91575">
            <w:pPr>
              <w:spacing w:after="0" w:line="240" w:lineRule="auto"/>
              <w:jc w:val="center"/>
            </w:pPr>
            <w:r>
              <w:rPr>
                <w:b/>
                <w:sz w:val="18"/>
                <w:szCs w:val="18"/>
              </w:rPr>
              <w:t>Criterion 4</w:t>
            </w:r>
          </w:p>
        </w:tc>
        <w:tc>
          <w:tcPr>
            <w:tcW w:w="1750" w:type="dxa"/>
          </w:tcPr>
          <w:p w:rsidR="002627C4" w:rsidRDefault="00B91575">
            <w:pPr>
              <w:spacing w:after="0" w:line="240" w:lineRule="auto"/>
              <w:jc w:val="center"/>
            </w:pPr>
            <w:r>
              <w:rPr>
                <w:b/>
                <w:sz w:val="18"/>
                <w:szCs w:val="18"/>
              </w:rPr>
              <w:t>IUCN Red List</w:t>
            </w:r>
            <w:r>
              <w:rPr>
                <w:rStyle w:val="FootnoteReference"/>
              </w:rPr>
              <w:footnoteReference w:id="3"/>
            </w:r>
          </w:p>
        </w:tc>
        <w:tc>
          <w:tcPr>
            <w:tcW w:w="1750" w:type="dxa"/>
          </w:tcPr>
          <w:p w:rsidR="002627C4" w:rsidRDefault="00B91575">
            <w:pPr>
              <w:spacing w:after="0" w:line="240" w:lineRule="auto"/>
              <w:jc w:val="center"/>
            </w:pPr>
            <w:r>
              <w:rPr>
                <w:b/>
                <w:sz w:val="18"/>
                <w:szCs w:val="18"/>
              </w:rPr>
              <w:t>CITES Appendix I</w:t>
            </w:r>
          </w:p>
        </w:tc>
        <w:tc>
          <w:tcPr>
            <w:tcW w:w="1750" w:type="dxa"/>
          </w:tcPr>
          <w:p w:rsidR="002627C4" w:rsidRDefault="00B91575">
            <w:pPr>
              <w:spacing w:after="0" w:line="240" w:lineRule="auto"/>
              <w:jc w:val="center"/>
            </w:pPr>
            <w:r>
              <w:rPr>
                <w:b/>
                <w:sz w:val="18"/>
                <w:szCs w:val="18"/>
              </w:rPr>
              <w:t>Other status</w:t>
            </w:r>
          </w:p>
        </w:tc>
        <w:tc>
          <w:tcPr>
            <w:tcW w:w="1750" w:type="dxa"/>
          </w:tcPr>
          <w:p w:rsidR="002627C4" w:rsidRDefault="00B91575">
            <w:pPr>
              <w:spacing w:after="0" w:line="240" w:lineRule="auto"/>
              <w:jc w:val="center"/>
            </w:pPr>
            <w:r>
              <w:rPr>
                <w:b/>
                <w:sz w:val="18"/>
                <w:szCs w:val="18"/>
              </w:rPr>
              <w:t>Justification</w:t>
            </w:r>
          </w:p>
        </w:tc>
      </w:tr>
      <w:tr w:rsidR="002627C4" w:rsidTr="002627C4">
        <w:trPr>
          <w:trHeight w:val="200"/>
        </w:trPr>
        <w:tc>
          <w:tcPr>
            <w:tcW w:w="1750" w:type="dxa"/>
          </w:tcPr>
          <w:p w:rsidR="002627C4" w:rsidRDefault="00B91575">
            <w:r>
              <w:rPr>
                <w:rStyle w:val="styleSubformtxtIblue"/>
              </w:rPr>
              <w:t>Cryptocarya foetida</w:t>
            </w:r>
          </w:p>
        </w:tc>
        <w:tc>
          <w:tcPr>
            <w:tcW w:w="1750" w:type="dxa"/>
          </w:tcPr>
          <w:p w:rsidR="002627C4" w:rsidRDefault="00B91575">
            <w:r>
              <w:rPr>
                <w:rStyle w:val="styleSubformtxt"/>
              </w:rPr>
              <w:t>stinking cryptocarya</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2627C4"/>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National (EPBC Act) – vulnerable;   QLD (Nature Conservation Act 1992) – VU</w:t>
            </w:r>
          </w:p>
        </w:tc>
        <w:tc>
          <w:tcPr>
            <w:tcW w:w="1750" w:type="dxa"/>
          </w:tcPr>
          <w:p w:rsidR="002627C4" w:rsidRDefault="00B91575">
            <w:r>
              <w:rPr>
                <w:rStyle w:val="styleSubformtxt"/>
              </w:rPr>
              <w:t>Only recorded on mainland between Gympie and Ballina (NSW) as well as North Stradbroke and St Helena islands in Moreton Bay. As outlined in section 6.1.2: Additional documents - RIS offline.</w:t>
            </w:r>
          </w:p>
        </w:tc>
      </w:tr>
      <w:tr w:rsidR="002627C4" w:rsidTr="002627C4">
        <w:trPr>
          <w:trHeight w:val="200"/>
        </w:trPr>
        <w:tc>
          <w:tcPr>
            <w:tcW w:w="1750" w:type="dxa"/>
          </w:tcPr>
          <w:p w:rsidR="002627C4" w:rsidRDefault="00B91575">
            <w:r>
              <w:rPr>
                <w:rStyle w:val="styleSubformtxtIblue"/>
              </w:rPr>
              <w:t>Olearia hygrophila</w:t>
            </w:r>
          </w:p>
        </w:tc>
        <w:tc>
          <w:tcPr>
            <w:tcW w:w="1750" w:type="dxa"/>
          </w:tcPr>
          <w:p w:rsidR="002627C4" w:rsidRDefault="00B91575">
            <w:r>
              <w:rPr>
                <w:rStyle w:val="styleSubformtxt"/>
              </w:rPr>
              <w:t>swamp daisy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2627C4"/>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National (EPBC Act)  – endangered;   QLD (Nature Conservation Act 1992) – EN</w:t>
            </w:r>
          </w:p>
        </w:tc>
        <w:tc>
          <w:tcPr>
            <w:tcW w:w="1750" w:type="dxa"/>
          </w:tcPr>
          <w:p w:rsidR="002627C4" w:rsidRDefault="00B91575">
            <w:r>
              <w:rPr>
                <w:rStyle w:val="styleSubformtxt"/>
              </w:rPr>
              <w:t>Endemic to North Stradbroke Island, wetland dependent. As outlined in section 6.1.2: Additional documents - RIS offline.</w:t>
            </w:r>
          </w:p>
        </w:tc>
      </w:tr>
      <w:tr w:rsidR="002627C4" w:rsidTr="002627C4">
        <w:trPr>
          <w:trHeight w:val="200"/>
        </w:trPr>
        <w:tc>
          <w:tcPr>
            <w:tcW w:w="1750" w:type="dxa"/>
          </w:tcPr>
          <w:p w:rsidR="002627C4" w:rsidRDefault="00B91575">
            <w:r>
              <w:rPr>
                <w:rStyle w:val="styleSubformtxtIblue"/>
              </w:rPr>
              <w:t>Phaius australis</w:t>
            </w:r>
          </w:p>
        </w:tc>
        <w:tc>
          <w:tcPr>
            <w:tcW w:w="1750" w:type="dxa"/>
          </w:tcPr>
          <w:p w:rsidR="002627C4" w:rsidRDefault="00B91575">
            <w:r>
              <w:rPr>
                <w:rStyle w:val="styleSubformtxt"/>
              </w:rPr>
              <w:t>lesser swamp orchid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2627C4"/>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National (EPBC Act)  – endangered;   QLD (Nature Conservation Act 1992) – EN</w:t>
            </w:r>
          </w:p>
        </w:tc>
        <w:tc>
          <w:tcPr>
            <w:tcW w:w="1750" w:type="dxa"/>
          </w:tcPr>
          <w:p w:rsidR="002627C4" w:rsidRDefault="00B91575">
            <w:r>
              <w:rPr>
                <w:rStyle w:val="styleSubformtxt"/>
              </w:rPr>
              <w:t xml:space="preserve">Found frequently on the bay islands, however rarely on the mainland. As outlined in section 6.1.2: Additional </w:t>
            </w:r>
            <w:r>
              <w:rPr>
                <w:rStyle w:val="styleSubformtxt"/>
              </w:rPr>
              <w:lastRenderedPageBreak/>
              <w:t>documents - RIS offline.</w:t>
            </w:r>
          </w:p>
        </w:tc>
      </w:tr>
      <w:tr w:rsidR="002627C4" w:rsidTr="002627C4">
        <w:trPr>
          <w:trHeight w:val="200"/>
        </w:trPr>
        <w:tc>
          <w:tcPr>
            <w:tcW w:w="1750" w:type="dxa"/>
          </w:tcPr>
          <w:p w:rsidR="002627C4" w:rsidRDefault="00B91575">
            <w:r>
              <w:rPr>
                <w:rStyle w:val="styleSubformtxtIblue"/>
              </w:rPr>
              <w:lastRenderedPageBreak/>
              <w:t>Phaius australis bernaysii</w:t>
            </w:r>
          </w:p>
        </w:tc>
        <w:tc>
          <w:tcPr>
            <w:tcW w:w="1750" w:type="dxa"/>
          </w:tcPr>
          <w:p w:rsidR="002627C4" w:rsidRDefault="00B91575">
            <w:r>
              <w:rPr>
                <w:rStyle w:val="styleSubformtxt"/>
              </w:rPr>
              <w:t>yellow swamp</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2627C4"/>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National (EPBC Act)  – endangered;   QLD (Nature Conservation Act 1992) – EN</w:t>
            </w:r>
          </w:p>
        </w:tc>
        <w:tc>
          <w:tcPr>
            <w:tcW w:w="1750" w:type="dxa"/>
          </w:tcPr>
          <w:p w:rsidR="002627C4" w:rsidRDefault="00B91575">
            <w:r>
              <w:rPr>
                <w:rStyle w:val="styleSubformtxt"/>
              </w:rPr>
              <w:t>Found frequently on the bay islands, however rarely on the mainland. As outlined in section 6.1.2: Additional documents - RIS offline.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Comments"/>
      </w:pPr>
      <w:r>
        <w:rPr>
          <w:rStyle w:val="styleC3comment"/>
        </w:rPr>
        <w:t>Optional text box to provide further information on plant species of international importance:</w:t>
      </w:r>
    </w:p>
    <w:p w:rsidR="002627C4" w:rsidRDefault="00B91575">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See section 6.1.2 vi for additional information and for a more expansive account of the site values relating to plants. Nature Conservation Act 1992 is the Queensland state legislation pertaining to native flora and fauna species, including state level conservation status.</w:t>
            </w:r>
          </w:p>
        </w:tc>
      </w:tr>
    </w:tbl>
    <w:p w:rsidR="002627C4" w:rsidRDefault="002627C4">
      <w:pPr>
        <w:sectPr w:rsidR="002627C4">
          <w:pgSz w:w="16787" w:h="11870" w:orient="landscape"/>
          <w:pgMar w:top="1440" w:right="1440" w:bottom="1440" w:left="1440" w:header="720" w:footer="720" w:gutter="0"/>
          <w:cols w:space="720"/>
        </w:sectPr>
      </w:pPr>
    </w:p>
    <w:p w:rsidR="002627C4" w:rsidRDefault="00B91575">
      <w:pPr>
        <w:pStyle w:val="pstyleSectionL1"/>
      </w:pPr>
      <w:r>
        <w:rPr>
          <w:rStyle w:val="styleL1"/>
        </w:rPr>
        <w:lastRenderedPageBreak/>
        <w:t>3.3 Animal species whose presence relates to the international importance of the site</w:t>
      </w:r>
    </w:p>
    <w:p w:rsidR="002627C4" w:rsidRDefault="00B91575">
      <w:pPr>
        <w:pStyle w:val="pstyleSection"/>
      </w:pPr>
      <w:r>
        <w:rPr>
          <w:rStyle w:val="styleL2"/>
        </w:rPr>
        <w:t xml:space="preserve"> </w:t>
      </w:r>
    </w:p>
    <w:p w:rsidR="002627C4" w:rsidRDefault="002627C4">
      <w:pPr>
        <w:pStyle w:val="pstyleLabels"/>
      </w:pPr>
    </w:p>
    <w:tbl>
      <w:tblPr>
        <w:tblStyle w:val="FancyTable"/>
        <w:tblW w:w="0" w:type="auto"/>
        <w:tblInd w:w="-8" w:type="dxa"/>
        <w:tblLook w:val="04A0" w:firstRow="1" w:lastRow="0" w:firstColumn="1" w:lastColumn="0" w:noHBand="0" w:noVBand="1"/>
      </w:tblPr>
      <w:tblGrid>
        <w:gridCol w:w="2158"/>
        <w:gridCol w:w="1229"/>
        <w:gridCol w:w="982"/>
        <w:gridCol w:w="326"/>
        <w:gridCol w:w="326"/>
        <w:gridCol w:w="326"/>
        <w:gridCol w:w="326"/>
        <w:gridCol w:w="326"/>
        <w:gridCol w:w="326"/>
        <w:gridCol w:w="326"/>
        <w:gridCol w:w="326"/>
        <w:gridCol w:w="518"/>
        <w:gridCol w:w="1124"/>
        <w:gridCol w:w="940"/>
        <w:gridCol w:w="473"/>
        <w:gridCol w:w="757"/>
        <w:gridCol w:w="757"/>
        <w:gridCol w:w="1266"/>
        <w:gridCol w:w="108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000" w:type="dxa"/>
            <w:vMerge w:val="restart"/>
            <w:vAlign w:val="center"/>
          </w:tcPr>
          <w:p w:rsidR="002627C4" w:rsidRDefault="00B91575">
            <w:pPr>
              <w:spacing w:after="0" w:line="240" w:lineRule="auto"/>
              <w:jc w:val="center"/>
            </w:pPr>
            <w:r>
              <w:rPr>
                <w:b/>
                <w:sz w:val="14"/>
                <w:szCs w:val="14"/>
              </w:rPr>
              <w:t>Phylum</w:t>
            </w:r>
          </w:p>
        </w:tc>
        <w:tc>
          <w:tcPr>
            <w:tcW w:w="100" w:type="dxa"/>
            <w:vMerge w:val="restart"/>
            <w:vAlign w:val="center"/>
          </w:tcPr>
          <w:p w:rsidR="002627C4" w:rsidRDefault="00B91575">
            <w:pPr>
              <w:spacing w:after="0" w:line="240" w:lineRule="auto"/>
              <w:jc w:val="center"/>
            </w:pPr>
            <w:r>
              <w:rPr>
                <w:b/>
                <w:sz w:val="14"/>
                <w:szCs w:val="14"/>
              </w:rPr>
              <w:t>Scientific name</w:t>
            </w:r>
            <w:r>
              <w:rPr>
                <w:rStyle w:val="styleFootnotetxt"/>
              </w:rPr>
              <w:t>*</w:t>
            </w:r>
          </w:p>
        </w:tc>
        <w:tc>
          <w:tcPr>
            <w:tcW w:w="200" w:type="dxa"/>
            <w:vMerge w:val="restart"/>
            <w:vAlign w:val="center"/>
          </w:tcPr>
          <w:p w:rsidR="002627C4" w:rsidRDefault="00B91575">
            <w:pPr>
              <w:spacing w:after="0" w:line="240" w:lineRule="auto"/>
              <w:jc w:val="center"/>
            </w:pPr>
            <w:r>
              <w:rPr>
                <w:b/>
                <w:sz w:val="14"/>
                <w:szCs w:val="14"/>
              </w:rPr>
              <w:t>Common name</w:t>
            </w:r>
          </w:p>
        </w:tc>
        <w:tc>
          <w:tcPr>
            <w:tcW w:w="300" w:type="dxa"/>
            <w:gridSpan w:val="4"/>
            <w:vAlign w:val="center"/>
          </w:tcPr>
          <w:p w:rsidR="002627C4" w:rsidRDefault="00B91575">
            <w:pPr>
              <w:spacing w:after="0" w:line="240" w:lineRule="auto"/>
              <w:jc w:val="center"/>
            </w:pPr>
            <w:r>
              <w:rPr>
                <w:b/>
                <w:sz w:val="14"/>
                <w:szCs w:val="14"/>
              </w:rPr>
              <w:t>Species qualifies under criterion</w:t>
            </w:r>
          </w:p>
        </w:tc>
        <w:tc>
          <w:tcPr>
            <w:tcW w:w="400" w:type="dxa"/>
            <w:gridSpan w:val="4"/>
            <w:vAlign w:val="center"/>
          </w:tcPr>
          <w:p w:rsidR="002627C4" w:rsidRDefault="00B91575">
            <w:pPr>
              <w:spacing w:after="0" w:line="240" w:lineRule="auto"/>
              <w:jc w:val="center"/>
            </w:pPr>
            <w:r>
              <w:rPr>
                <w:b/>
                <w:sz w:val="14"/>
                <w:szCs w:val="14"/>
              </w:rPr>
              <w:t>Species contributes under criterion</w:t>
            </w:r>
          </w:p>
        </w:tc>
        <w:tc>
          <w:tcPr>
            <w:tcW w:w="100" w:type="dxa"/>
            <w:vMerge w:val="restart"/>
            <w:vAlign w:val="center"/>
          </w:tcPr>
          <w:p w:rsidR="002627C4" w:rsidRDefault="00B91575">
            <w:pPr>
              <w:spacing w:after="0" w:line="240" w:lineRule="auto"/>
              <w:jc w:val="center"/>
            </w:pPr>
            <w:r>
              <w:rPr>
                <w:b/>
                <w:sz w:val="14"/>
                <w:szCs w:val="14"/>
              </w:rPr>
              <w:t>Pop. Size</w:t>
            </w:r>
            <w:r>
              <w:rPr>
                <w:rStyle w:val="FootnoteReference"/>
              </w:rPr>
              <w:footnoteReference w:id="4"/>
            </w:r>
          </w:p>
        </w:tc>
        <w:tc>
          <w:tcPr>
            <w:tcW w:w="100" w:type="dxa"/>
            <w:vMerge w:val="restart"/>
            <w:vAlign w:val="center"/>
          </w:tcPr>
          <w:p w:rsidR="002627C4" w:rsidRDefault="00B91575">
            <w:pPr>
              <w:spacing w:after="0" w:line="240" w:lineRule="auto"/>
              <w:jc w:val="center"/>
            </w:pPr>
            <w:r>
              <w:rPr>
                <w:b/>
                <w:sz w:val="14"/>
                <w:szCs w:val="14"/>
              </w:rPr>
              <w:t>Period of pop. Est.</w:t>
            </w:r>
            <w:r>
              <w:rPr>
                <w:vertAlign w:val="superscript"/>
              </w:rPr>
              <w:t>4</w:t>
            </w:r>
          </w:p>
        </w:tc>
        <w:tc>
          <w:tcPr>
            <w:tcW w:w="100" w:type="dxa"/>
            <w:vMerge w:val="restart"/>
            <w:vAlign w:val="center"/>
          </w:tcPr>
          <w:p w:rsidR="002627C4" w:rsidRDefault="00B91575">
            <w:pPr>
              <w:spacing w:after="0" w:line="240" w:lineRule="auto"/>
              <w:jc w:val="center"/>
            </w:pPr>
            <w:r>
              <w:rPr>
                <w:b/>
                <w:sz w:val="14"/>
                <w:szCs w:val="14"/>
              </w:rPr>
              <w:t>% occurrence</w:t>
            </w:r>
            <w:r>
              <w:rPr>
                <w:vertAlign w:val="superscript"/>
              </w:rPr>
              <w:t>4</w:t>
            </w:r>
          </w:p>
        </w:tc>
        <w:tc>
          <w:tcPr>
            <w:tcW w:w="100" w:type="dxa"/>
            <w:vMerge w:val="restart"/>
            <w:vAlign w:val="center"/>
          </w:tcPr>
          <w:p w:rsidR="002627C4" w:rsidRDefault="00B91575">
            <w:pPr>
              <w:spacing w:after="0" w:line="240" w:lineRule="auto"/>
              <w:jc w:val="center"/>
            </w:pPr>
            <w:r>
              <w:rPr>
                <w:b/>
                <w:sz w:val="14"/>
                <w:szCs w:val="14"/>
              </w:rPr>
              <w:t>IUCN Red List</w:t>
            </w:r>
            <w:r>
              <w:rPr>
                <w:rStyle w:val="FootnoteReference"/>
              </w:rPr>
              <w:footnoteReference w:id="5"/>
            </w:r>
          </w:p>
        </w:tc>
        <w:tc>
          <w:tcPr>
            <w:tcW w:w="100" w:type="dxa"/>
            <w:vMerge w:val="restart"/>
            <w:vAlign w:val="center"/>
          </w:tcPr>
          <w:p w:rsidR="002627C4" w:rsidRDefault="00B91575">
            <w:pPr>
              <w:spacing w:after="0" w:line="240" w:lineRule="auto"/>
              <w:jc w:val="center"/>
            </w:pPr>
            <w:r>
              <w:rPr>
                <w:b/>
                <w:sz w:val="14"/>
                <w:szCs w:val="14"/>
              </w:rPr>
              <w:t>CITES Appendix I</w:t>
            </w:r>
          </w:p>
        </w:tc>
        <w:tc>
          <w:tcPr>
            <w:tcW w:w="100" w:type="dxa"/>
            <w:vMerge w:val="restart"/>
            <w:vAlign w:val="center"/>
          </w:tcPr>
          <w:p w:rsidR="002627C4" w:rsidRDefault="00B91575">
            <w:pPr>
              <w:spacing w:after="0" w:line="240" w:lineRule="auto"/>
              <w:jc w:val="center"/>
            </w:pPr>
            <w:r>
              <w:rPr>
                <w:b/>
                <w:sz w:val="14"/>
                <w:szCs w:val="14"/>
              </w:rPr>
              <w:t>CMS Appendix I</w:t>
            </w:r>
          </w:p>
        </w:tc>
        <w:tc>
          <w:tcPr>
            <w:tcW w:w="100" w:type="dxa"/>
            <w:vMerge w:val="restart"/>
            <w:vAlign w:val="center"/>
          </w:tcPr>
          <w:p w:rsidR="002627C4" w:rsidRDefault="00B91575">
            <w:pPr>
              <w:spacing w:after="0" w:line="240" w:lineRule="auto"/>
              <w:jc w:val="center"/>
            </w:pPr>
            <w:r>
              <w:rPr>
                <w:b/>
                <w:sz w:val="14"/>
                <w:szCs w:val="14"/>
              </w:rPr>
              <w:t>Other Status</w:t>
            </w:r>
          </w:p>
        </w:tc>
        <w:tc>
          <w:tcPr>
            <w:tcW w:w="100" w:type="dxa"/>
            <w:vMerge w:val="restart"/>
            <w:vAlign w:val="center"/>
          </w:tcPr>
          <w:p w:rsidR="002627C4" w:rsidRDefault="00B91575">
            <w:pPr>
              <w:spacing w:after="0" w:line="240" w:lineRule="auto"/>
              <w:jc w:val="center"/>
            </w:pPr>
            <w:r>
              <w:rPr>
                <w:b/>
                <w:sz w:val="14"/>
                <w:szCs w:val="14"/>
              </w:rPr>
              <w:t>Justification</w:t>
            </w:r>
          </w:p>
        </w:tc>
      </w:tr>
      <w:tr w:rsidR="002627C4" w:rsidTr="002627C4">
        <w:tc>
          <w:tcPr>
            <w:tcW w:w="0" w:type="dxa"/>
            <w:vMerge/>
          </w:tcPr>
          <w:p w:rsidR="002627C4" w:rsidRDefault="002627C4"/>
        </w:tc>
        <w:tc>
          <w:tcPr>
            <w:tcW w:w="0" w:type="dxa"/>
            <w:vMerge/>
          </w:tcPr>
          <w:p w:rsidR="002627C4" w:rsidRDefault="002627C4"/>
        </w:tc>
        <w:tc>
          <w:tcPr>
            <w:tcW w:w="0" w:type="dxa"/>
            <w:vMerge/>
          </w:tcPr>
          <w:p w:rsidR="002627C4" w:rsidRDefault="002627C4"/>
        </w:tc>
        <w:tc>
          <w:tcPr>
            <w:tcW w:w="100" w:type="dxa"/>
            <w:shd w:val="clear" w:color="auto" w:fill="EDEDED"/>
            <w:vAlign w:val="center"/>
          </w:tcPr>
          <w:p w:rsidR="002627C4" w:rsidRDefault="00B91575">
            <w:pPr>
              <w:jc w:val="center"/>
            </w:pPr>
            <w:r>
              <w:rPr>
                <w:b/>
                <w:sz w:val="14"/>
                <w:szCs w:val="14"/>
              </w:rPr>
              <w:t>2</w:t>
            </w:r>
          </w:p>
        </w:tc>
        <w:tc>
          <w:tcPr>
            <w:tcW w:w="100" w:type="dxa"/>
            <w:shd w:val="clear" w:color="auto" w:fill="EDEDED"/>
            <w:vAlign w:val="center"/>
          </w:tcPr>
          <w:p w:rsidR="002627C4" w:rsidRDefault="00B91575">
            <w:pPr>
              <w:jc w:val="center"/>
            </w:pPr>
            <w:r>
              <w:rPr>
                <w:b/>
                <w:sz w:val="14"/>
                <w:szCs w:val="14"/>
              </w:rPr>
              <w:t>4</w:t>
            </w:r>
          </w:p>
        </w:tc>
        <w:tc>
          <w:tcPr>
            <w:tcW w:w="100" w:type="dxa"/>
            <w:shd w:val="clear" w:color="auto" w:fill="EDEDED"/>
            <w:vAlign w:val="center"/>
          </w:tcPr>
          <w:p w:rsidR="002627C4" w:rsidRDefault="00B91575">
            <w:pPr>
              <w:jc w:val="center"/>
            </w:pPr>
            <w:r>
              <w:rPr>
                <w:b/>
                <w:sz w:val="14"/>
                <w:szCs w:val="14"/>
              </w:rPr>
              <w:t>6</w:t>
            </w:r>
          </w:p>
        </w:tc>
        <w:tc>
          <w:tcPr>
            <w:tcW w:w="100" w:type="dxa"/>
            <w:shd w:val="clear" w:color="auto" w:fill="EDEDED"/>
            <w:vAlign w:val="center"/>
          </w:tcPr>
          <w:p w:rsidR="002627C4" w:rsidRDefault="00B91575">
            <w:pPr>
              <w:jc w:val="center"/>
            </w:pPr>
            <w:r>
              <w:rPr>
                <w:b/>
                <w:sz w:val="14"/>
                <w:szCs w:val="14"/>
              </w:rPr>
              <w:t>9</w:t>
            </w:r>
          </w:p>
        </w:tc>
        <w:tc>
          <w:tcPr>
            <w:tcW w:w="200" w:type="dxa"/>
            <w:shd w:val="clear" w:color="auto" w:fill="EDEDED"/>
            <w:vAlign w:val="center"/>
          </w:tcPr>
          <w:p w:rsidR="002627C4" w:rsidRDefault="00B91575">
            <w:pPr>
              <w:jc w:val="center"/>
            </w:pPr>
            <w:r>
              <w:rPr>
                <w:b/>
                <w:sz w:val="14"/>
                <w:szCs w:val="14"/>
              </w:rPr>
              <w:t>3</w:t>
            </w:r>
          </w:p>
        </w:tc>
        <w:tc>
          <w:tcPr>
            <w:tcW w:w="200" w:type="dxa"/>
            <w:shd w:val="clear" w:color="auto" w:fill="EDEDED"/>
            <w:vAlign w:val="center"/>
          </w:tcPr>
          <w:p w:rsidR="002627C4" w:rsidRDefault="00B91575">
            <w:pPr>
              <w:jc w:val="center"/>
            </w:pPr>
            <w:r>
              <w:rPr>
                <w:b/>
                <w:sz w:val="14"/>
                <w:szCs w:val="14"/>
              </w:rPr>
              <w:t>5</w:t>
            </w:r>
          </w:p>
        </w:tc>
        <w:tc>
          <w:tcPr>
            <w:tcW w:w="200" w:type="dxa"/>
            <w:shd w:val="clear" w:color="auto" w:fill="EDEDED"/>
            <w:vAlign w:val="center"/>
          </w:tcPr>
          <w:p w:rsidR="002627C4" w:rsidRDefault="00B91575">
            <w:pPr>
              <w:jc w:val="center"/>
            </w:pPr>
            <w:r>
              <w:rPr>
                <w:b/>
                <w:sz w:val="14"/>
                <w:szCs w:val="14"/>
              </w:rPr>
              <w:t>7</w:t>
            </w:r>
          </w:p>
        </w:tc>
        <w:tc>
          <w:tcPr>
            <w:tcW w:w="200" w:type="dxa"/>
            <w:shd w:val="clear" w:color="auto" w:fill="EDEDED"/>
            <w:vAlign w:val="center"/>
          </w:tcPr>
          <w:p w:rsidR="002627C4" w:rsidRDefault="00B91575">
            <w:pPr>
              <w:jc w:val="center"/>
            </w:pPr>
            <w:r>
              <w:rPr>
                <w:b/>
                <w:sz w:val="14"/>
                <w:szCs w:val="14"/>
              </w:rPr>
              <w:t>8</w:t>
            </w:r>
          </w:p>
        </w:tc>
        <w:tc>
          <w:tcPr>
            <w:tcW w:w="0" w:type="dxa"/>
            <w:vMerge/>
          </w:tcPr>
          <w:p w:rsidR="002627C4" w:rsidRDefault="002627C4"/>
        </w:tc>
        <w:tc>
          <w:tcPr>
            <w:tcW w:w="0" w:type="dxa"/>
            <w:vMerge/>
          </w:tcPr>
          <w:p w:rsidR="002627C4" w:rsidRDefault="002627C4"/>
        </w:tc>
        <w:tc>
          <w:tcPr>
            <w:tcW w:w="0" w:type="dxa"/>
            <w:vMerge/>
          </w:tcPr>
          <w:p w:rsidR="002627C4" w:rsidRDefault="002627C4"/>
        </w:tc>
        <w:tc>
          <w:tcPr>
            <w:tcW w:w="0" w:type="dxa"/>
            <w:vMerge/>
          </w:tcPr>
          <w:p w:rsidR="002627C4" w:rsidRDefault="002627C4"/>
        </w:tc>
        <w:tc>
          <w:tcPr>
            <w:tcW w:w="0" w:type="dxa"/>
            <w:vMerge/>
          </w:tcPr>
          <w:p w:rsidR="002627C4" w:rsidRDefault="002627C4"/>
        </w:tc>
        <w:tc>
          <w:tcPr>
            <w:tcW w:w="0" w:type="dxa"/>
            <w:vMerge/>
          </w:tcPr>
          <w:p w:rsidR="002627C4" w:rsidRDefault="002627C4"/>
        </w:tc>
        <w:tc>
          <w:tcPr>
            <w:tcW w:w="0" w:type="dxa"/>
            <w:vMerge/>
          </w:tcPr>
          <w:p w:rsidR="002627C4" w:rsidRDefault="002627C4"/>
        </w:tc>
        <w:tc>
          <w:tcPr>
            <w:tcW w:w="0" w:type="dxa"/>
            <w:vMerge/>
          </w:tcPr>
          <w:p w:rsidR="002627C4" w:rsidRDefault="002627C4"/>
        </w:tc>
      </w:tr>
      <w:tr w:rsidR="002627C4" w:rsidTr="002627C4">
        <w:trPr>
          <w:trHeight w:val="100"/>
        </w:trPr>
        <w:tc>
          <w:tcPr>
            <w:tcW w:w="1750" w:type="dxa"/>
            <w:gridSpan w:val="19"/>
            <w:vAlign w:val="center"/>
          </w:tcPr>
          <w:p w:rsidR="002627C4" w:rsidRDefault="00B91575">
            <w:pPr>
              <w:pStyle w:val="pstyleContent"/>
            </w:pPr>
            <w:r>
              <w:rPr>
                <w:rStyle w:val="styleSubformTitletxt"/>
              </w:rPr>
              <w:t>Birds</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Actitis hypoleucos</w:t>
            </w:r>
          </w:p>
        </w:tc>
        <w:tc>
          <w:tcPr>
            <w:tcW w:w="1750" w:type="dxa"/>
          </w:tcPr>
          <w:p w:rsidR="002627C4" w:rsidRDefault="00B91575">
            <w:r>
              <w:rPr>
                <w:rStyle w:val="styleSubformtxtsp"/>
              </w:rPr>
              <w:t>Common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w:t>
            </w:r>
          </w:p>
        </w:tc>
        <w:tc>
          <w:tcPr>
            <w:tcW w:w="1750" w:type="dxa"/>
          </w:tcPr>
          <w:p w:rsidR="002627C4" w:rsidRDefault="00B91575">
            <w:r>
              <w:rPr>
                <w:rStyle w:val="styleSubformtxtsp"/>
              </w:rPr>
              <w:t>Criterion 4: Migration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Apus pacificus</w:t>
            </w:r>
          </w:p>
        </w:tc>
        <w:tc>
          <w:tcPr>
            <w:tcW w:w="1750" w:type="dxa"/>
          </w:tcPr>
          <w:p w:rsidR="002627C4" w:rsidRDefault="00B91575">
            <w:r>
              <w:rPr>
                <w:rStyle w:val="styleSubformtxtsp"/>
              </w:rPr>
              <w:t>Fork-tailed Swift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Arenaria interpres</w:t>
            </w:r>
          </w:p>
        </w:tc>
        <w:tc>
          <w:tcPr>
            <w:tcW w:w="1750" w:type="dxa"/>
          </w:tcPr>
          <w:p w:rsidR="002627C4" w:rsidRDefault="00B91575">
            <w:r>
              <w:rPr>
                <w:rStyle w:val="styleSubformtxtsp"/>
              </w:rPr>
              <w:t>Ruddy Turnstone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Botaurus poiciloptilus</w:t>
            </w:r>
          </w:p>
        </w:tc>
        <w:tc>
          <w:tcPr>
            <w:tcW w:w="1750" w:type="dxa"/>
          </w:tcPr>
          <w:p w:rsidR="002627C4" w:rsidRDefault="00B91575">
            <w:r>
              <w:rPr>
                <w:rStyle w:val="styleSubformtxtsp"/>
              </w:rPr>
              <w:t>Australasian Bittern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endangered; QLD (Nature Conservation Act 1992) - LC</w:t>
            </w:r>
          </w:p>
        </w:tc>
        <w:tc>
          <w:tcPr>
            <w:tcW w:w="1750" w:type="dxa"/>
          </w:tcPr>
          <w:p w:rsidR="002627C4" w:rsidRDefault="00B91575">
            <w:r>
              <w:rPr>
                <w:rStyle w:val="styleSubformtxtsp"/>
              </w:rPr>
              <w:t xml:space="preserve">Wetland dependent. </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Calidris acuminata</w:t>
            </w:r>
          </w:p>
        </w:tc>
        <w:tc>
          <w:tcPr>
            <w:tcW w:w="1750" w:type="dxa"/>
          </w:tcPr>
          <w:p w:rsidR="002627C4" w:rsidRDefault="00B91575">
            <w:r>
              <w:rPr>
                <w:rStyle w:val="styleSubformtxtsp"/>
              </w:rPr>
              <w:t>Sharp-tailed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1550</w:t>
            </w:r>
          </w:p>
        </w:tc>
        <w:tc>
          <w:tcPr>
            <w:tcW w:w="1750" w:type="dxa"/>
          </w:tcPr>
          <w:p w:rsidR="002627C4" w:rsidRDefault="00B91575">
            <w:r>
              <w:rPr>
                <w:rStyle w:val="styleSubformtxtsp"/>
              </w:rPr>
              <w:t>2013-2017</w:t>
            </w:r>
          </w:p>
        </w:tc>
        <w:tc>
          <w:tcPr>
            <w:tcW w:w="1750" w:type="dxa"/>
          </w:tcPr>
          <w:p w:rsidR="002627C4" w:rsidRDefault="00B91575">
            <w:r>
              <w:rPr>
                <w:rStyle w:val="styleSubformtxtsp"/>
              </w:rPr>
              <w:t>1.82</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  QLD (Nature Conservation Act 1992) – SL</w:t>
            </w:r>
          </w:p>
        </w:tc>
        <w:tc>
          <w:tcPr>
            <w:tcW w:w="1750" w:type="dxa"/>
          </w:tcPr>
          <w:p w:rsidR="002627C4" w:rsidRDefault="00B91575">
            <w:r>
              <w:rPr>
                <w:rStyle w:val="styleSubformtxtsp"/>
              </w:rPr>
              <w:t>Regularly exceeds 1% Hansen et al. 2016 population threshold.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Calidris alba</w:t>
            </w:r>
          </w:p>
        </w:tc>
        <w:tc>
          <w:tcPr>
            <w:tcW w:w="1750" w:type="dxa"/>
          </w:tcPr>
          <w:p w:rsidR="002627C4" w:rsidRDefault="00B91575">
            <w:r>
              <w:rPr>
                <w:rStyle w:val="styleSubformtxtsp"/>
              </w:rPr>
              <w:t>Sanderling</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Calidris canutus</w:t>
            </w:r>
          </w:p>
        </w:tc>
        <w:tc>
          <w:tcPr>
            <w:tcW w:w="1750" w:type="dxa"/>
          </w:tcPr>
          <w:p w:rsidR="002627C4" w:rsidRDefault="00B91575">
            <w:r>
              <w:rPr>
                <w:rStyle w:val="styleSubformtxtsp"/>
              </w:rPr>
              <w:t>Red Knot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endangered, marine, migratory (CMS CAMBA,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Calidris ferruginea</w:t>
            </w:r>
          </w:p>
        </w:tc>
        <w:tc>
          <w:tcPr>
            <w:tcW w:w="1750" w:type="dxa"/>
          </w:tcPr>
          <w:p w:rsidR="002627C4" w:rsidRDefault="00B91575">
            <w:r>
              <w:rPr>
                <w:rStyle w:val="styleSubformtxtsp"/>
              </w:rPr>
              <w:t>Curlew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2126</w:t>
            </w:r>
          </w:p>
        </w:tc>
        <w:tc>
          <w:tcPr>
            <w:tcW w:w="1750" w:type="dxa"/>
          </w:tcPr>
          <w:p w:rsidR="002627C4" w:rsidRDefault="00B91575">
            <w:r>
              <w:rPr>
                <w:rStyle w:val="styleSubformtxtsp"/>
              </w:rPr>
              <w:t>2013-2017</w:t>
            </w:r>
          </w:p>
        </w:tc>
        <w:tc>
          <w:tcPr>
            <w:tcW w:w="1750" w:type="dxa"/>
          </w:tcPr>
          <w:p w:rsidR="002627C4" w:rsidRDefault="00B91575">
            <w:r>
              <w:rPr>
                <w:rStyle w:val="styleSubformtxtsp"/>
              </w:rPr>
              <w:t>2.36</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critically endangered, marine, migratory (CMS, CAMBA, JAMBA, ROKAMBA); QLD (Nature Conservation Act 1992) – EN</w:t>
            </w:r>
          </w:p>
        </w:tc>
        <w:tc>
          <w:tcPr>
            <w:tcW w:w="1750" w:type="dxa"/>
          </w:tcPr>
          <w:p w:rsidR="002627C4" w:rsidRDefault="00B91575">
            <w:r>
              <w:rPr>
                <w:rStyle w:val="styleSubformtxtsp"/>
              </w:rPr>
              <w:t>Regularly exceeds 1% Hansen et al. 2016 population threshold.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Calidris melanotos</w:t>
            </w:r>
          </w:p>
        </w:tc>
        <w:tc>
          <w:tcPr>
            <w:tcW w:w="1750" w:type="dxa"/>
          </w:tcPr>
          <w:p w:rsidR="002627C4" w:rsidRDefault="00B91575">
            <w:r>
              <w:rPr>
                <w:rStyle w:val="styleSubformtxtsp"/>
              </w:rPr>
              <w:t>Pectoral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Calidris ruficollis</w:t>
            </w:r>
          </w:p>
        </w:tc>
        <w:tc>
          <w:tcPr>
            <w:tcW w:w="1750" w:type="dxa"/>
          </w:tcPr>
          <w:p w:rsidR="002627C4" w:rsidRDefault="00B91575">
            <w:r>
              <w:rPr>
                <w:rStyle w:val="styleSubformtxtsp"/>
              </w:rPr>
              <w:t>Red-necked Stint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4919</w:t>
            </w:r>
          </w:p>
        </w:tc>
        <w:tc>
          <w:tcPr>
            <w:tcW w:w="1750" w:type="dxa"/>
          </w:tcPr>
          <w:p w:rsidR="002627C4" w:rsidRDefault="00B91575">
            <w:r>
              <w:rPr>
                <w:rStyle w:val="styleSubformtxtsp"/>
              </w:rPr>
              <w:t>2013-2017</w:t>
            </w:r>
          </w:p>
        </w:tc>
        <w:tc>
          <w:tcPr>
            <w:tcW w:w="1750" w:type="dxa"/>
          </w:tcPr>
          <w:p w:rsidR="002627C4" w:rsidRDefault="00B91575">
            <w:r>
              <w:rPr>
                <w:rStyle w:val="styleSubformtxtsp"/>
              </w:rPr>
              <w:t>1.04</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QLD (Nature </w:t>
            </w:r>
            <w:r>
              <w:rPr>
                <w:rStyle w:val="styleSubformtxtsp"/>
              </w:rPr>
              <w:lastRenderedPageBreak/>
              <w:t>Conservation Act 1992) – SL</w:t>
            </w:r>
          </w:p>
        </w:tc>
        <w:tc>
          <w:tcPr>
            <w:tcW w:w="1750" w:type="dxa"/>
          </w:tcPr>
          <w:p w:rsidR="002627C4" w:rsidRDefault="00B91575">
            <w:r>
              <w:rPr>
                <w:rStyle w:val="styleSubformtxtsp"/>
              </w:rPr>
              <w:lastRenderedPageBreak/>
              <w:t xml:space="preserve">Regularly exceeds 1% Hansen et al. 2016 population threshold. As outlined in </w:t>
            </w:r>
            <w:r>
              <w:rPr>
                <w:rStyle w:val="styleSubformtxtsp"/>
              </w:rPr>
              <w:lastRenderedPageBreak/>
              <w:t>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Calidris tenuirostris</w:t>
            </w:r>
          </w:p>
        </w:tc>
        <w:tc>
          <w:tcPr>
            <w:tcW w:w="1750" w:type="dxa"/>
          </w:tcPr>
          <w:p w:rsidR="002627C4" w:rsidRDefault="00B91575">
            <w:r>
              <w:rPr>
                <w:rStyle w:val="styleSubformtxtsp"/>
              </w:rPr>
              <w:t>Great Knot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critically endangered, marine, migratory (CMS, CAMBA, JAMBA, ROKAMBA;  QLD (Nature Conservation Act 1992) – EN</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Calonectris leucomelas</w:t>
            </w:r>
          </w:p>
        </w:tc>
        <w:tc>
          <w:tcPr>
            <w:tcW w:w="1750" w:type="dxa"/>
          </w:tcPr>
          <w:p w:rsidR="002627C4" w:rsidRDefault="00B91575">
            <w:r>
              <w:rPr>
                <w:rStyle w:val="styleSubformtxtsp"/>
              </w:rPr>
              <w:t>Streaked Shearwater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Charadrius bicinctus</w:t>
            </w:r>
          </w:p>
        </w:tc>
        <w:tc>
          <w:tcPr>
            <w:tcW w:w="1750" w:type="dxa"/>
          </w:tcPr>
          <w:p w:rsidR="002627C4" w:rsidRDefault="00B91575">
            <w:r>
              <w:rPr>
                <w:rStyle w:val="styleSubformtxtsp"/>
              </w:rPr>
              <w:t>Double-banded Plover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248</w:t>
            </w:r>
          </w:p>
        </w:tc>
        <w:tc>
          <w:tcPr>
            <w:tcW w:w="1750" w:type="dxa"/>
          </w:tcPr>
          <w:p w:rsidR="002627C4" w:rsidRDefault="00B91575">
            <w:r>
              <w:rPr>
                <w:rStyle w:val="styleSubformtxtsp"/>
              </w:rPr>
              <w:t>2013-2017</w:t>
            </w:r>
          </w:p>
        </w:tc>
        <w:tc>
          <w:tcPr>
            <w:tcW w:w="1750" w:type="dxa"/>
          </w:tcPr>
          <w:p w:rsidR="002627C4" w:rsidRDefault="00B91575">
            <w:r>
              <w:rPr>
                <w:rStyle w:val="styleSubformtxtsp"/>
              </w:rPr>
              <w:t>1.31</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Regularly exceeds 1% Hansen et al. 2016 population threshold.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Charadrius leschenaultii</w:t>
            </w:r>
          </w:p>
        </w:tc>
        <w:tc>
          <w:tcPr>
            <w:tcW w:w="1750" w:type="dxa"/>
          </w:tcPr>
          <w:p w:rsidR="002627C4" w:rsidRDefault="00B91575">
            <w:r>
              <w:rPr>
                <w:rStyle w:val="styleSubformtxtsp"/>
              </w:rPr>
              <w:t>Greater Sand Plover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marine, migratory (CMS, CAMBA, JAMBA, ROKAMBA);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Charadrius mongolus</w:t>
            </w:r>
          </w:p>
        </w:tc>
        <w:tc>
          <w:tcPr>
            <w:tcW w:w="1750" w:type="dxa"/>
          </w:tcPr>
          <w:p w:rsidR="002627C4" w:rsidRDefault="00B91575">
            <w:r>
              <w:rPr>
                <w:rStyle w:val="styleSubformtxtsp"/>
              </w:rPr>
              <w:t>Lesser Sand Plover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1949</w:t>
            </w:r>
          </w:p>
        </w:tc>
        <w:tc>
          <w:tcPr>
            <w:tcW w:w="1750" w:type="dxa"/>
          </w:tcPr>
          <w:p w:rsidR="002627C4" w:rsidRDefault="00B91575">
            <w:r>
              <w:rPr>
                <w:rStyle w:val="styleSubformtxtsp"/>
              </w:rPr>
              <w:t>2013-2017</w:t>
            </w:r>
          </w:p>
        </w:tc>
        <w:tc>
          <w:tcPr>
            <w:tcW w:w="1750" w:type="dxa"/>
          </w:tcPr>
          <w:p w:rsidR="002627C4" w:rsidRDefault="00B91575">
            <w:r>
              <w:rPr>
                <w:rStyle w:val="styleSubformtxtsp"/>
              </w:rPr>
              <w:t>1.08</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endangered, marine, migratory (CMS, CAMBA, </w:t>
            </w:r>
            <w:r>
              <w:rPr>
                <w:rStyle w:val="styleSubformtxtsp"/>
              </w:rPr>
              <w:lastRenderedPageBreak/>
              <w:t>JAMBA, ROKAMBA);  QLD (Nature Conservation Act 1992) – EN</w:t>
            </w:r>
          </w:p>
        </w:tc>
        <w:tc>
          <w:tcPr>
            <w:tcW w:w="1750" w:type="dxa"/>
          </w:tcPr>
          <w:p w:rsidR="002627C4" w:rsidRDefault="00B91575">
            <w:r>
              <w:rPr>
                <w:rStyle w:val="styleSubformtxtsp"/>
              </w:rPr>
              <w:lastRenderedPageBreak/>
              <w:t xml:space="preserve">Regularly exceeds 1% Hansen et al. 2016 population threshold. As </w:t>
            </w:r>
            <w:r>
              <w:rPr>
                <w:rStyle w:val="styleSubformtxtsp"/>
              </w:rPr>
              <w:lastRenderedPageBreak/>
              <w:t>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Charadrius veredus</w:t>
            </w:r>
          </w:p>
        </w:tc>
        <w:tc>
          <w:tcPr>
            <w:tcW w:w="1750" w:type="dxa"/>
          </w:tcPr>
          <w:p w:rsidR="002627C4" w:rsidRDefault="00B91575">
            <w:r>
              <w:rPr>
                <w:rStyle w:val="styleSubformtxtsp"/>
              </w:rPr>
              <w:t>Oriental Plover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Chlidonias leucopterus</w:t>
            </w:r>
          </w:p>
        </w:tc>
        <w:tc>
          <w:tcPr>
            <w:tcW w:w="1750" w:type="dxa"/>
          </w:tcPr>
          <w:p w:rsidR="002627C4" w:rsidRDefault="00B91575">
            <w:r>
              <w:rPr>
                <w:rStyle w:val="styleSubformtxtsp"/>
              </w:rPr>
              <w:t>White-winged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Cuculus optatus</w:t>
            </w:r>
          </w:p>
        </w:tc>
        <w:tc>
          <w:tcPr>
            <w:tcW w:w="1750" w:type="dxa"/>
          </w:tcPr>
          <w:p w:rsidR="002627C4" w:rsidRDefault="00B91575">
            <w:r>
              <w:rPr>
                <w:rStyle w:val="styleSubformtxtsp"/>
              </w:rPr>
              <w:t>Oriental cuckoo</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migratory (CAMBA)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Diomedea exulans</w:t>
            </w:r>
          </w:p>
        </w:tc>
        <w:tc>
          <w:tcPr>
            <w:tcW w:w="1750" w:type="dxa"/>
          </w:tcPr>
          <w:p w:rsidR="002627C4" w:rsidRDefault="00B91575">
            <w:r>
              <w:rPr>
                <w:rStyle w:val="styleSubformtxtsp"/>
              </w:rPr>
              <w:t>Wandering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Marine, Migratory (CMS);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Esacus magnirostris</w:t>
            </w:r>
          </w:p>
        </w:tc>
        <w:tc>
          <w:tcPr>
            <w:tcW w:w="1750" w:type="dxa"/>
          </w:tcPr>
          <w:p w:rsidR="002627C4" w:rsidRDefault="00B91575">
            <w:r>
              <w:rPr>
                <w:rStyle w:val="styleSubformtxtsp"/>
              </w:rPr>
              <w:t>Beach stone-curlew</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Fregata ariel</w:t>
            </w:r>
          </w:p>
        </w:tc>
        <w:tc>
          <w:tcPr>
            <w:tcW w:w="1750" w:type="dxa"/>
          </w:tcPr>
          <w:p w:rsidR="002627C4" w:rsidRDefault="00B91575">
            <w:r>
              <w:rPr>
                <w:rStyle w:val="styleSubformtxtsp"/>
              </w:rPr>
              <w:t>Lesser Frigatebird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Fregata minor</w:t>
            </w:r>
          </w:p>
        </w:tc>
        <w:tc>
          <w:tcPr>
            <w:tcW w:w="1750" w:type="dxa"/>
          </w:tcPr>
          <w:p w:rsidR="002627C4" w:rsidRDefault="00B91575">
            <w:r>
              <w:rPr>
                <w:rStyle w:val="styleSubformtxtsp"/>
              </w:rPr>
              <w:t>Great Frigatebird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w:t>
            </w:r>
            <w:r>
              <w:rPr>
                <w:rStyle w:val="styleSubformtxtsp"/>
              </w:rPr>
              <w:lastRenderedPageBreak/>
              <w:t>migratory (CAMBA, JAMBA)</w:t>
            </w:r>
          </w:p>
        </w:tc>
        <w:tc>
          <w:tcPr>
            <w:tcW w:w="1750" w:type="dxa"/>
          </w:tcPr>
          <w:p w:rsidR="002627C4" w:rsidRDefault="00B91575">
            <w:r>
              <w:rPr>
                <w:rStyle w:val="styleSubformtxtsp"/>
              </w:rPr>
              <w:lastRenderedPageBreak/>
              <w:t xml:space="preserve">As outlined in section 6.1.2: Additional </w:t>
            </w:r>
            <w:r>
              <w:rPr>
                <w:rStyle w:val="styleSubformtxtsp"/>
              </w:rPr>
              <w:lastRenderedPageBreak/>
              <w:t>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Fregetta grallaria</w:t>
            </w:r>
          </w:p>
        </w:tc>
        <w:tc>
          <w:tcPr>
            <w:tcW w:w="1750" w:type="dxa"/>
          </w:tcPr>
          <w:p w:rsidR="002627C4" w:rsidRDefault="00B91575">
            <w:r>
              <w:rPr>
                <w:rStyle w:val="styleSubformtxtsp"/>
              </w:rPr>
              <w:t>White-bellied Storm Petrel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vulnerable; QLD (Nature Conservation Act 1992) – LC </w:t>
            </w:r>
          </w:p>
        </w:tc>
        <w:tc>
          <w:tcPr>
            <w:tcW w:w="1750" w:type="dxa"/>
          </w:tcPr>
          <w:p w:rsidR="002627C4" w:rsidRDefault="002627C4"/>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Gallinago hardwickii</w:t>
            </w:r>
          </w:p>
        </w:tc>
        <w:tc>
          <w:tcPr>
            <w:tcW w:w="1750" w:type="dxa"/>
          </w:tcPr>
          <w:p w:rsidR="002627C4" w:rsidRDefault="00B91575">
            <w:r>
              <w:rPr>
                <w:rStyle w:val="styleSubformtxtsp"/>
              </w:rPr>
              <w:t>Latham's Snipe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Gelochelidon nilotica</w:t>
            </w:r>
          </w:p>
        </w:tc>
        <w:tc>
          <w:tcPr>
            <w:tcW w:w="1750" w:type="dxa"/>
          </w:tcPr>
          <w:p w:rsidR="002627C4" w:rsidRDefault="00B91575">
            <w:r>
              <w:rPr>
                <w:rStyle w:val="styleSubformtxtsp"/>
              </w:rPr>
              <w:t>Gull-billed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Haematopus longirostris</w:t>
            </w:r>
          </w:p>
        </w:tc>
        <w:tc>
          <w:tcPr>
            <w:tcW w:w="1750" w:type="dxa"/>
          </w:tcPr>
          <w:p w:rsidR="002627C4" w:rsidRDefault="00B91575">
            <w:r>
              <w:rPr>
                <w:rStyle w:val="styleSubformtxtsp"/>
              </w:rPr>
              <w:t>Australian Pied Oystercatcher</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560</w:t>
            </w:r>
          </w:p>
        </w:tc>
        <w:tc>
          <w:tcPr>
            <w:tcW w:w="1750" w:type="dxa"/>
          </w:tcPr>
          <w:p w:rsidR="002627C4" w:rsidRDefault="00B91575">
            <w:r>
              <w:rPr>
                <w:rStyle w:val="styleSubformtxtsp"/>
              </w:rPr>
              <w:t>2013-2017</w:t>
            </w:r>
          </w:p>
        </w:tc>
        <w:tc>
          <w:tcPr>
            <w:tcW w:w="1750" w:type="dxa"/>
          </w:tcPr>
          <w:p w:rsidR="002627C4" w:rsidRDefault="00B91575">
            <w:r>
              <w:rPr>
                <w:rStyle w:val="styleSubformtxtsp"/>
              </w:rPr>
              <w:t>5.09</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QLD (Nature Conservation Act 1992) – LC</w:t>
            </w:r>
          </w:p>
        </w:tc>
        <w:tc>
          <w:tcPr>
            <w:tcW w:w="1750" w:type="dxa"/>
          </w:tcPr>
          <w:p w:rsidR="002627C4" w:rsidRDefault="00B91575">
            <w:r>
              <w:rPr>
                <w:rStyle w:val="styleSubformtxtsp"/>
              </w:rPr>
              <w:t>Regularly exceeds 1% WPE5 population threshold, based on QWSG database population estimate.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Halobaena caerulea</w:t>
            </w:r>
          </w:p>
        </w:tc>
        <w:tc>
          <w:tcPr>
            <w:tcW w:w="1750" w:type="dxa"/>
          </w:tcPr>
          <w:p w:rsidR="002627C4" w:rsidRDefault="00B91575">
            <w:r>
              <w:rPr>
                <w:rStyle w:val="styleSubformtxtsp"/>
              </w:rPr>
              <w:t>Blue Petrel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marine;  QLD (Nature Conservation Act 1992) – LC</w:t>
            </w:r>
          </w:p>
        </w:tc>
        <w:tc>
          <w:tcPr>
            <w:tcW w:w="1750" w:type="dxa"/>
          </w:tcPr>
          <w:p w:rsidR="002627C4" w:rsidRDefault="002627C4"/>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Hirundapus caudacutus</w:t>
            </w:r>
          </w:p>
        </w:tc>
        <w:tc>
          <w:tcPr>
            <w:tcW w:w="1750" w:type="dxa"/>
          </w:tcPr>
          <w:p w:rsidR="002627C4" w:rsidRDefault="00B91575">
            <w:r>
              <w:rPr>
                <w:rStyle w:val="styleSubformtxtsp"/>
              </w:rPr>
              <w:t>White-throated Needletail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w:t>
            </w:r>
            <w:r>
              <w:rPr>
                <w:rStyle w:val="styleSubformtxtsp"/>
              </w:rPr>
              <w:lastRenderedPageBreak/>
              <w:t>(CAMBA, JAMBA, ROKAMBA)</w:t>
            </w:r>
          </w:p>
        </w:tc>
        <w:tc>
          <w:tcPr>
            <w:tcW w:w="1750" w:type="dxa"/>
          </w:tcPr>
          <w:p w:rsidR="002627C4" w:rsidRDefault="00B91575">
            <w:r>
              <w:rPr>
                <w:rStyle w:val="styleSubformtxtsp"/>
              </w:rPr>
              <w:lastRenderedPageBreak/>
              <w:t xml:space="preserve">As outlined in section 6.1.2: Additional </w:t>
            </w:r>
            <w:r>
              <w:rPr>
                <w:rStyle w:val="styleSubformtxtsp"/>
              </w:rPr>
              <w:lastRenderedPageBreak/>
              <w:t>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Hydroprogne caspia</w:t>
            </w:r>
          </w:p>
        </w:tc>
        <w:tc>
          <w:tcPr>
            <w:tcW w:w="1750" w:type="dxa"/>
          </w:tcPr>
          <w:p w:rsidR="002627C4" w:rsidRDefault="00B91575">
            <w:r>
              <w:rPr>
                <w:rStyle w:val="styleSubformtxtsp"/>
              </w:rPr>
              <w:t>Caspian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Lathamus discolor</w:t>
            </w:r>
          </w:p>
        </w:tc>
        <w:tc>
          <w:tcPr>
            <w:tcW w:w="1750" w:type="dxa"/>
          </w:tcPr>
          <w:p w:rsidR="002627C4" w:rsidRDefault="00B91575">
            <w:r>
              <w:rPr>
                <w:rStyle w:val="styleSubformtxtsp"/>
              </w:rPr>
              <w:t>Swift Parrot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CR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critically endangered, marine; QLD (Nature Conservation Act 1992) – EN</w:t>
            </w:r>
          </w:p>
        </w:tc>
        <w:tc>
          <w:tcPr>
            <w:tcW w:w="1750" w:type="dxa"/>
          </w:tcPr>
          <w:p w:rsidR="002627C4" w:rsidRDefault="002627C4"/>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Limicola falcinellus</w:t>
            </w:r>
          </w:p>
        </w:tc>
        <w:tc>
          <w:tcPr>
            <w:tcW w:w="1750" w:type="dxa"/>
          </w:tcPr>
          <w:p w:rsidR="002627C4" w:rsidRDefault="00B91575">
            <w:r>
              <w:rPr>
                <w:rStyle w:val="styleSubformtxtsp"/>
              </w:rPr>
              <w:t>Broad-billed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Limnodromus semipalmatus</w:t>
            </w:r>
          </w:p>
        </w:tc>
        <w:tc>
          <w:tcPr>
            <w:tcW w:w="1750" w:type="dxa"/>
          </w:tcPr>
          <w:p w:rsidR="002627C4" w:rsidRDefault="00B91575">
            <w:r>
              <w:rPr>
                <w:rStyle w:val="styleSubformtxtsp"/>
              </w:rPr>
              <w:t>Asian Dowitcher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Limosa lapponica</w:t>
            </w:r>
          </w:p>
        </w:tc>
        <w:tc>
          <w:tcPr>
            <w:tcW w:w="1750" w:type="dxa"/>
          </w:tcPr>
          <w:p w:rsidR="002627C4" w:rsidRDefault="00B91575">
            <w:r>
              <w:rPr>
                <w:rStyle w:val="styleSubformtxtsp"/>
              </w:rPr>
              <w:t>Bar-tailed Godwit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11650</w:t>
            </w:r>
          </w:p>
        </w:tc>
        <w:tc>
          <w:tcPr>
            <w:tcW w:w="1750" w:type="dxa"/>
          </w:tcPr>
          <w:p w:rsidR="002627C4" w:rsidRDefault="00B91575">
            <w:r>
              <w:rPr>
                <w:rStyle w:val="styleSubformtxtsp"/>
              </w:rPr>
              <w:t>2013-2017</w:t>
            </w:r>
          </w:p>
        </w:tc>
        <w:tc>
          <w:tcPr>
            <w:tcW w:w="1750" w:type="dxa"/>
          </w:tcPr>
          <w:p w:rsidR="002627C4" w:rsidRDefault="00B91575">
            <w:r>
              <w:rPr>
                <w:rStyle w:val="styleSubformtxtsp"/>
              </w:rPr>
              <w:t>3.58</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vulnerable, marine, migratory (CMS, CAMBA, JAMBA, ROKAMBA);  QLD (Nature Conservation Act 1992) – VU  </w:t>
            </w:r>
          </w:p>
        </w:tc>
        <w:tc>
          <w:tcPr>
            <w:tcW w:w="1750" w:type="dxa"/>
          </w:tcPr>
          <w:p w:rsidR="002627C4" w:rsidRDefault="00B91575">
            <w:r>
              <w:rPr>
                <w:rStyle w:val="styleSubformtxtsp"/>
              </w:rPr>
              <w:t xml:space="preserve">Regularly exceeds 1% Hansen et al. 2016 population threshold. As outlined in section 6.1.2: Additional documents - RIS offline. </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Limosa limosa</w:t>
            </w:r>
          </w:p>
        </w:tc>
        <w:tc>
          <w:tcPr>
            <w:tcW w:w="1750" w:type="dxa"/>
          </w:tcPr>
          <w:p w:rsidR="002627C4" w:rsidRDefault="00B91575">
            <w:r>
              <w:rPr>
                <w:rStyle w:val="styleSubformtxtsp"/>
              </w:rPr>
              <w:t>Black-tailed Godwit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Macronectes giganteus</w:t>
            </w:r>
          </w:p>
        </w:tc>
        <w:tc>
          <w:tcPr>
            <w:tcW w:w="1750" w:type="dxa"/>
          </w:tcPr>
          <w:p w:rsidR="002627C4" w:rsidRDefault="00B91575">
            <w:r>
              <w:rPr>
                <w:rStyle w:val="styleSubformtxtsp"/>
              </w:rPr>
              <w:t>Southern Giant Petrel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endangered, marine, migratory (CMS);  QLD (Nature Conservation Act 1992) – EN</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Macronectes halli</w:t>
            </w:r>
          </w:p>
        </w:tc>
        <w:tc>
          <w:tcPr>
            <w:tcW w:w="1750" w:type="dxa"/>
          </w:tcPr>
          <w:p w:rsidR="002627C4" w:rsidRDefault="00B91575">
            <w:r>
              <w:rPr>
                <w:rStyle w:val="styleSubformtxtsp"/>
              </w:rPr>
              <w:t>Northern Giant Petrel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marine, migratory (CMS);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Monarcha melanopsis</w:t>
            </w:r>
          </w:p>
        </w:tc>
        <w:tc>
          <w:tcPr>
            <w:tcW w:w="1750" w:type="dxa"/>
          </w:tcPr>
          <w:p w:rsidR="002627C4" w:rsidRDefault="00B91575">
            <w:r>
              <w:rPr>
                <w:rStyle w:val="styleSubformtxtsp"/>
              </w:rPr>
              <w:t>Black-faced Monarch</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Motacilla flava</w:t>
            </w:r>
          </w:p>
        </w:tc>
        <w:tc>
          <w:tcPr>
            <w:tcW w:w="1750" w:type="dxa"/>
          </w:tcPr>
          <w:p w:rsidR="002627C4" w:rsidRDefault="00B91575">
            <w:r>
              <w:rPr>
                <w:rStyle w:val="styleSubformtxtsp"/>
              </w:rPr>
              <w:t>Yellow Wagtail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Myiagra cyanoleuca</w:t>
            </w:r>
          </w:p>
        </w:tc>
        <w:tc>
          <w:tcPr>
            <w:tcW w:w="1750" w:type="dxa"/>
          </w:tcPr>
          <w:p w:rsidR="002627C4" w:rsidRDefault="00B91575">
            <w:r>
              <w:rPr>
                <w:rStyle w:val="styleSubformtxtsp"/>
              </w:rPr>
              <w:t>Satin Flycatcher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Numenius madagascariensis</w:t>
            </w:r>
          </w:p>
        </w:tc>
        <w:tc>
          <w:tcPr>
            <w:tcW w:w="1750" w:type="dxa"/>
          </w:tcPr>
          <w:p w:rsidR="002627C4" w:rsidRDefault="00B91575">
            <w:r>
              <w:rPr>
                <w:rStyle w:val="styleSubformtxtsp"/>
              </w:rPr>
              <w:t>Eastern Curlew</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3158</w:t>
            </w:r>
          </w:p>
        </w:tc>
        <w:tc>
          <w:tcPr>
            <w:tcW w:w="1750" w:type="dxa"/>
          </w:tcPr>
          <w:p w:rsidR="002627C4" w:rsidRDefault="00B91575">
            <w:r>
              <w:rPr>
                <w:rStyle w:val="styleSubformtxtsp"/>
              </w:rPr>
              <w:t>2013-2017</w:t>
            </w:r>
          </w:p>
        </w:tc>
        <w:tc>
          <w:tcPr>
            <w:tcW w:w="1750" w:type="dxa"/>
          </w:tcPr>
          <w:p w:rsidR="002627C4" w:rsidRDefault="00B91575">
            <w:r>
              <w:rPr>
                <w:rStyle w:val="styleSubformtxtsp"/>
              </w:rPr>
              <w:t>9.02</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 xml:space="preserve">National (EPBC Act) – critically endangered, marine, migratory (CMS, CAMBA, JAMBA, ROKAMBA); QLD (Nature Conservation Act 1992) – EN </w:t>
            </w:r>
          </w:p>
        </w:tc>
        <w:tc>
          <w:tcPr>
            <w:tcW w:w="1750" w:type="dxa"/>
          </w:tcPr>
          <w:p w:rsidR="002627C4" w:rsidRDefault="00B91575">
            <w:r>
              <w:rPr>
                <w:rStyle w:val="styleSubformtxtsp"/>
              </w:rPr>
              <w:t>Regularly exceeds 1% Hansen et al. 2016 population threshold. 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Numenius minutus</w:t>
            </w:r>
          </w:p>
        </w:tc>
        <w:tc>
          <w:tcPr>
            <w:tcW w:w="1750" w:type="dxa"/>
          </w:tcPr>
          <w:p w:rsidR="002627C4" w:rsidRDefault="00B91575">
            <w:r>
              <w:rPr>
                <w:rStyle w:val="styleSubformtxtsp"/>
              </w:rPr>
              <w:t>Little Curlew</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Numenius phaeopus</w:t>
            </w:r>
          </w:p>
        </w:tc>
        <w:tc>
          <w:tcPr>
            <w:tcW w:w="1750" w:type="dxa"/>
          </w:tcPr>
          <w:p w:rsidR="002627C4" w:rsidRDefault="00B91575">
            <w:r>
              <w:rPr>
                <w:rStyle w:val="styleSubformtxtsp"/>
              </w:rPr>
              <w:t>Whimbrel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1140</w:t>
            </w:r>
          </w:p>
        </w:tc>
        <w:tc>
          <w:tcPr>
            <w:tcW w:w="1750" w:type="dxa"/>
          </w:tcPr>
          <w:p w:rsidR="002627C4" w:rsidRDefault="00B91575">
            <w:r>
              <w:rPr>
                <w:rStyle w:val="styleSubformtxtsp"/>
              </w:rPr>
              <w:t>2013-2017</w:t>
            </w:r>
          </w:p>
        </w:tc>
        <w:tc>
          <w:tcPr>
            <w:tcW w:w="1750" w:type="dxa"/>
          </w:tcPr>
          <w:p w:rsidR="002627C4" w:rsidRDefault="00B91575">
            <w:r>
              <w:rPr>
                <w:rStyle w:val="styleSubformtxtsp"/>
              </w:rPr>
              <w:t>1.75</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QLD (Nature Conservation Act 1992) – SL </w:t>
            </w:r>
          </w:p>
        </w:tc>
        <w:tc>
          <w:tcPr>
            <w:tcW w:w="1750" w:type="dxa"/>
          </w:tcPr>
          <w:p w:rsidR="002627C4" w:rsidRDefault="00B91575">
            <w:r>
              <w:rPr>
                <w:rStyle w:val="styleSubformtxtsp"/>
              </w:rPr>
              <w:t>Regularly exceeds 1% Hansen et al. 2016 population threshold.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Oceanites oceanicus</w:t>
            </w:r>
          </w:p>
        </w:tc>
        <w:tc>
          <w:tcPr>
            <w:tcW w:w="1750" w:type="dxa"/>
          </w:tcPr>
          <w:p w:rsidR="002627C4" w:rsidRDefault="00B91575">
            <w:r>
              <w:rPr>
                <w:rStyle w:val="styleSubformtxtsp"/>
              </w:rPr>
              <w:t>Wilson's Storm-Petrel</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Onychoprion anaethetus</w:t>
            </w:r>
          </w:p>
        </w:tc>
        <w:tc>
          <w:tcPr>
            <w:tcW w:w="1750" w:type="dxa"/>
          </w:tcPr>
          <w:p w:rsidR="002627C4" w:rsidRDefault="00B91575">
            <w:r>
              <w:rPr>
                <w:rStyle w:val="styleSubformtxtsp"/>
              </w:rPr>
              <w:t>Bridled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migratory (CAMBA,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Pandion cristatus</w:t>
            </w:r>
          </w:p>
        </w:tc>
        <w:tc>
          <w:tcPr>
            <w:tcW w:w="1750" w:type="dxa"/>
          </w:tcPr>
          <w:p w:rsidR="002627C4" w:rsidRDefault="00B91575">
            <w:r>
              <w:rPr>
                <w:rStyle w:val="styleSubformtxtsp"/>
              </w:rPr>
              <w:t>Eastern Osprey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Phaethon rubricauda</w:t>
            </w:r>
          </w:p>
        </w:tc>
        <w:tc>
          <w:tcPr>
            <w:tcW w:w="1750" w:type="dxa"/>
          </w:tcPr>
          <w:p w:rsidR="002627C4" w:rsidRDefault="00B91575">
            <w:r>
              <w:rPr>
                <w:rStyle w:val="styleSubformtxtsp"/>
              </w:rPr>
              <w:t>Red-tailed Tropicbird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Phoebetria palpebrata</w:t>
            </w:r>
          </w:p>
        </w:tc>
        <w:tc>
          <w:tcPr>
            <w:tcW w:w="1750" w:type="dxa"/>
          </w:tcPr>
          <w:p w:rsidR="002627C4" w:rsidRDefault="00B91575">
            <w:r>
              <w:rPr>
                <w:rStyle w:val="styleSubformtxtsp"/>
              </w:rPr>
              <w:t>Light-mantled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 xml:space="preserve">As outlined in section 6.1.2: Additional </w:t>
            </w:r>
            <w:r>
              <w:rPr>
                <w:rStyle w:val="styleSubformtxtsp"/>
              </w:rPr>
              <w:lastRenderedPageBreak/>
              <w:t>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Plegadis falcinellus</w:t>
            </w:r>
          </w:p>
        </w:tc>
        <w:tc>
          <w:tcPr>
            <w:tcW w:w="1750" w:type="dxa"/>
          </w:tcPr>
          <w:p w:rsidR="002627C4" w:rsidRDefault="00B91575">
            <w:r>
              <w:rPr>
                <w:rStyle w:val="styleSubformtxtsp"/>
              </w:rPr>
              <w:t>Glossy Ibis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Pluvialis fulva</w:t>
            </w:r>
          </w:p>
        </w:tc>
        <w:tc>
          <w:tcPr>
            <w:tcW w:w="1750" w:type="dxa"/>
          </w:tcPr>
          <w:p w:rsidR="002627C4" w:rsidRDefault="00B91575">
            <w:r>
              <w:rPr>
                <w:rStyle w:val="styleSubformtxtsp"/>
              </w:rPr>
              <w:t>Pacific Golden Plover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Pluvialis squatarola</w:t>
            </w:r>
          </w:p>
        </w:tc>
        <w:tc>
          <w:tcPr>
            <w:tcW w:w="1750" w:type="dxa"/>
          </w:tcPr>
          <w:p w:rsidR="002627C4" w:rsidRDefault="00B91575">
            <w:r>
              <w:rPr>
                <w:rStyle w:val="styleSubformtxtsp"/>
              </w:rPr>
              <w:t>Grey Plover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Puffinus carneipes</w:t>
            </w:r>
          </w:p>
        </w:tc>
        <w:tc>
          <w:tcPr>
            <w:tcW w:w="1750" w:type="dxa"/>
          </w:tcPr>
          <w:p w:rsidR="002627C4" w:rsidRDefault="00B91575">
            <w:r>
              <w:rPr>
                <w:rStyle w:val="styleSubformtxtsp"/>
              </w:rPr>
              <w:t>Flesh-footed Shearwater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Puffinus griseus</w:t>
            </w:r>
          </w:p>
        </w:tc>
        <w:tc>
          <w:tcPr>
            <w:tcW w:w="1750" w:type="dxa"/>
          </w:tcPr>
          <w:p w:rsidR="002627C4" w:rsidRDefault="00B91575">
            <w:r>
              <w:rPr>
                <w:rStyle w:val="styleSubformtxtsp"/>
              </w:rPr>
              <w:t>Sooty Shearwater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(JAMBA)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Puffinus pacificus</w:t>
            </w:r>
          </w:p>
        </w:tc>
        <w:tc>
          <w:tcPr>
            <w:tcW w:w="1750" w:type="dxa"/>
          </w:tcPr>
          <w:p w:rsidR="002627C4" w:rsidRDefault="00B91575">
            <w:r>
              <w:rPr>
                <w:rStyle w:val="styleSubformtxtsp"/>
              </w:rPr>
              <w:t>Wedge-tailed Shearwater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(JAMBA);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Puffinus tenuirostris</w:t>
            </w:r>
          </w:p>
        </w:tc>
        <w:tc>
          <w:tcPr>
            <w:tcW w:w="1750" w:type="dxa"/>
          </w:tcPr>
          <w:p w:rsidR="002627C4" w:rsidRDefault="00B91575">
            <w:r>
              <w:rPr>
                <w:rStyle w:val="styleSubformtxtsp"/>
              </w:rPr>
              <w:t>Short-tailed Shearwater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(CAMBA,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Rostratula australis</w:t>
            </w:r>
          </w:p>
        </w:tc>
        <w:tc>
          <w:tcPr>
            <w:tcW w:w="1750" w:type="dxa"/>
          </w:tcPr>
          <w:p w:rsidR="002627C4" w:rsidRDefault="00B91575">
            <w:r>
              <w:rPr>
                <w:rStyle w:val="styleSubformtxtsp"/>
              </w:rPr>
              <w:t>Australian Painted Snipe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endangered, marine;  QLD (Nature Conservation Act 1992) – VU</w:t>
            </w:r>
          </w:p>
        </w:tc>
        <w:tc>
          <w:tcPr>
            <w:tcW w:w="1750" w:type="dxa"/>
          </w:tcPr>
          <w:p w:rsidR="002627C4" w:rsidRDefault="002627C4"/>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Stercorarius longicaudus</w:t>
            </w:r>
          </w:p>
        </w:tc>
        <w:tc>
          <w:tcPr>
            <w:tcW w:w="1750" w:type="dxa"/>
          </w:tcPr>
          <w:p w:rsidR="002627C4" w:rsidRDefault="00B91575">
            <w:r>
              <w:rPr>
                <w:rStyle w:val="styleSubformtxtsp"/>
              </w:rPr>
              <w:t>Long-tailed Jaeger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Stercorarius parasiticus</w:t>
            </w:r>
          </w:p>
        </w:tc>
        <w:tc>
          <w:tcPr>
            <w:tcW w:w="1750" w:type="dxa"/>
          </w:tcPr>
          <w:p w:rsidR="002627C4" w:rsidRDefault="00B91575">
            <w:r>
              <w:rPr>
                <w:rStyle w:val="styleSubformtxtsp"/>
              </w:rPr>
              <w:t>Arctic jaeger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Stercorarius pomarinus</w:t>
            </w:r>
          </w:p>
        </w:tc>
        <w:tc>
          <w:tcPr>
            <w:tcW w:w="1750" w:type="dxa"/>
          </w:tcPr>
          <w:p w:rsidR="002627C4" w:rsidRDefault="00B91575">
            <w:r>
              <w:rPr>
                <w:rStyle w:val="styleSubformtxtsp"/>
              </w:rPr>
              <w:t>Pomarine Jaeger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Sterna dougallii</w:t>
            </w:r>
          </w:p>
        </w:tc>
        <w:tc>
          <w:tcPr>
            <w:tcW w:w="1750" w:type="dxa"/>
          </w:tcPr>
          <w:p w:rsidR="002627C4" w:rsidRDefault="00B91575">
            <w:r>
              <w:rPr>
                <w:rStyle w:val="styleSubformtxtsp"/>
              </w:rPr>
              <w:t>Roseate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Sterna hirundo</w:t>
            </w:r>
          </w:p>
        </w:tc>
        <w:tc>
          <w:tcPr>
            <w:tcW w:w="1750" w:type="dxa"/>
          </w:tcPr>
          <w:p w:rsidR="002627C4" w:rsidRDefault="00B91575">
            <w:r>
              <w:rPr>
                <w:rStyle w:val="styleSubformtxtsp"/>
              </w:rPr>
              <w:t>Common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Sterna paradisaea</w:t>
            </w:r>
          </w:p>
        </w:tc>
        <w:tc>
          <w:tcPr>
            <w:tcW w:w="1750" w:type="dxa"/>
          </w:tcPr>
          <w:p w:rsidR="002627C4" w:rsidRDefault="00B91575">
            <w:r>
              <w:rPr>
                <w:rStyle w:val="styleSubformtxtsp"/>
              </w:rPr>
              <w:t>Arctic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Sterna sumatrana</w:t>
            </w:r>
          </w:p>
        </w:tc>
        <w:tc>
          <w:tcPr>
            <w:tcW w:w="1750" w:type="dxa"/>
          </w:tcPr>
          <w:p w:rsidR="002627C4" w:rsidRDefault="00B91575">
            <w:r>
              <w:rPr>
                <w:rStyle w:val="styleSubformtxtsp"/>
              </w:rPr>
              <w:t>Black-naped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w:t>
            </w:r>
            <w:r>
              <w:rPr>
                <w:rStyle w:val="styleSubformtxtsp"/>
              </w:rPr>
              <w:lastRenderedPageBreak/>
              <w:t>migratory (CAMBA, JAMBA)</w:t>
            </w:r>
          </w:p>
        </w:tc>
        <w:tc>
          <w:tcPr>
            <w:tcW w:w="1750" w:type="dxa"/>
          </w:tcPr>
          <w:p w:rsidR="002627C4" w:rsidRDefault="00B91575">
            <w:r>
              <w:rPr>
                <w:rStyle w:val="styleSubformtxtsp"/>
              </w:rPr>
              <w:lastRenderedPageBreak/>
              <w:t xml:space="preserve">As outlined in section 6.1.2: Additional </w:t>
            </w:r>
            <w:r>
              <w:rPr>
                <w:rStyle w:val="styleSubformtxtsp"/>
              </w:rPr>
              <w:lastRenderedPageBreak/>
              <w:t>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Sternula albifrons</w:t>
            </w:r>
          </w:p>
        </w:tc>
        <w:tc>
          <w:tcPr>
            <w:tcW w:w="1750" w:type="dxa"/>
          </w:tcPr>
          <w:p w:rsidR="002627C4" w:rsidRDefault="00B91575">
            <w:r>
              <w:rPr>
                <w:rStyle w:val="styleSubformtxtsp"/>
              </w:rPr>
              <w:t>Little Tern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JAMBA, CAMBA, ROKAMBA);  QLD (Nature Conservation Act 1992) – SL</w:t>
            </w:r>
          </w:p>
        </w:tc>
        <w:tc>
          <w:tcPr>
            <w:tcW w:w="1750" w:type="dxa"/>
          </w:tcPr>
          <w:p w:rsidR="002627C4" w:rsidRDefault="00B91575">
            <w:r>
              <w:rPr>
                <w:rStyle w:val="styleSubformtxtsp"/>
              </w:rPr>
              <w:t>Breeding recorded.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Sula dactylatra</w:t>
            </w:r>
          </w:p>
        </w:tc>
        <w:tc>
          <w:tcPr>
            <w:tcW w:w="1750" w:type="dxa"/>
          </w:tcPr>
          <w:p w:rsidR="002627C4" w:rsidRDefault="00B91575">
            <w:r>
              <w:rPr>
                <w:rStyle w:val="styleSubformtxtsp"/>
              </w:rPr>
              <w:t>Masked Booby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Sula leucogaster</w:t>
            </w:r>
          </w:p>
        </w:tc>
        <w:tc>
          <w:tcPr>
            <w:tcW w:w="1750" w:type="dxa"/>
          </w:tcPr>
          <w:p w:rsidR="002627C4" w:rsidRDefault="00B91575">
            <w:r>
              <w:rPr>
                <w:rStyle w:val="styleSubformtxtsp"/>
              </w:rPr>
              <w:t>Brown Booby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(CAMBA, JAMBA, ROKAMBA)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Thalassarche bulleri</w:t>
            </w:r>
          </w:p>
        </w:tc>
        <w:tc>
          <w:tcPr>
            <w:tcW w:w="1750" w:type="dxa"/>
          </w:tcPr>
          <w:p w:rsidR="002627C4" w:rsidRDefault="00B91575">
            <w:r>
              <w:rPr>
                <w:rStyle w:val="styleSubformtxtsp"/>
              </w:rPr>
              <w:t>Buller's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–vulnerable, marine, migratory (CMS);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Thalassarche carteri</w:t>
            </w:r>
          </w:p>
        </w:tc>
        <w:tc>
          <w:tcPr>
            <w:tcW w:w="1750" w:type="dxa"/>
          </w:tcPr>
          <w:p w:rsidR="002627C4" w:rsidRDefault="00B91575">
            <w:r>
              <w:rPr>
                <w:rStyle w:val="styleSubformtxtsp"/>
              </w:rPr>
              <w:t>Indian Yellow-nosed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–vulnerable, marine, migratory (CMS);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Thalassarche cauta</w:t>
            </w:r>
          </w:p>
        </w:tc>
        <w:tc>
          <w:tcPr>
            <w:tcW w:w="1750" w:type="dxa"/>
          </w:tcPr>
          <w:p w:rsidR="002627C4" w:rsidRDefault="00B91575">
            <w:r>
              <w:rPr>
                <w:rStyle w:val="styleSubformtxtsp"/>
              </w:rPr>
              <w:t>Shy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–vulnerable, marine, migratory (CMS);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Thalassarche chrysostoma</w:t>
            </w:r>
          </w:p>
        </w:tc>
        <w:tc>
          <w:tcPr>
            <w:tcW w:w="1750" w:type="dxa"/>
          </w:tcPr>
          <w:p w:rsidR="002627C4" w:rsidRDefault="00B91575">
            <w:r>
              <w:rPr>
                <w:rStyle w:val="styleSubformtxtsp"/>
              </w:rPr>
              <w:t>Grey-headed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–endangered, marine, migratory (CMS);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Thalassarche melanophris</w:t>
            </w:r>
          </w:p>
        </w:tc>
        <w:tc>
          <w:tcPr>
            <w:tcW w:w="1750" w:type="dxa"/>
          </w:tcPr>
          <w:p w:rsidR="002627C4" w:rsidRDefault="00B91575">
            <w:r>
              <w:rPr>
                <w:rStyle w:val="styleSubformtxtsp"/>
              </w:rPr>
              <w:t>Black-browed Albatross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–vulnerable, marine, migratory (CMS);  QLD (Nature Conservation Act 1992) – SL</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Tringa brevipes</w:t>
            </w:r>
          </w:p>
        </w:tc>
        <w:tc>
          <w:tcPr>
            <w:tcW w:w="1750" w:type="dxa"/>
          </w:tcPr>
          <w:p w:rsidR="002627C4" w:rsidRDefault="00B91575">
            <w:r>
              <w:rPr>
                <w:rStyle w:val="styleSubformtxtsp"/>
              </w:rPr>
              <w:t>Grey-tailed Tattler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2430</w:t>
            </w:r>
          </w:p>
        </w:tc>
        <w:tc>
          <w:tcPr>
            <w:tcW w:w="1750" w:type="dxa"/>
          </w:tcPr>
          <w:p w:rsidR="002627C4" w:rsidRDefault="00B91575">
            <w:r>
              <w:rPr>
                <w:rStyle w:val="styleSubformtxtsp"/>
              </w:rPr>
              <w:t>2013-2017</w:t>
            </w:r>
          </w:p>
        </w:tc>
        <w:tc>
          <w:tcPr>
            <w:tcW w:w="1750" w:type="dxa"/>
          </w:tcPr>
          <w:p w:rsidR="002627C4" w:rsidRDefault="00B91575">
            <w:r>
              <w:rPr>
                <w:rStyle w:val="styleSubformtxtsp"/>
              </w:rPr>
              <w:t>3.47</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CAMBA, JAMBA, ROKAMBA);  QLD (Nature Conservation Act 1992) – SL</w:t>
            </w:r>
          </w:p>
        </w:tc>
        <w:tc>
          <w:tcPr>
            <w:tcW w:w="1750" w:type="dxa"/>
          </w:tcPr>
          <w:p w:rsidR="002627C4" w:rsidRDefault="00B91575">
            <w:r>
              <w:rPr>
                <w:rStyle w:val="styleSubformtxtsp"/>
              </w:rPr>
              <w:t>Regularly exceeds 1% Hansen et al. 2016 population threshold. 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Tringa glareola</w:t>
            </w:r>
          </w:p>
        </w:tc>
        <w:tc>
          <w:tcPr>
            <w:tcW w:w="1750" w:type="dxa"/>
          </w:tcPr>
          <w:p w:rsidR="002627C4" w:rsidRDefault="00B91575">
            <w:r>
              <w:rPr>
                <w:rStyle w:val="styleSubformtxtsp"/>
              </w:rPr>
              <w:t>Wood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Tringa incana</w:t>
            </w:r>
          </w:p>
        </w:tc>
        <w:tc>
          <w:tcPr>
            <w:tcW w:w="1750" w:type="dxa"/>
          </w:tcPr>
          <w:p w:rsidR="002627C4" w:rsidRDefault="00B91575">
            <w:r>
              <w:rPr>
                <w:rStyle w:val="styleSubformtxtsp"/>
              </w:rPr>
              <w:t>Wandering Tattler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JAMBA)</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Tringa nebularia</w:t>
            </w:r>
          </w:p>
        </w:tc>
        <w:tc>
          <w:tcPr>
            <w:tcW w:w="1750" w:type="dxa"/>
          </w:tcPr>
          <w:p w:rsidR="002627C4" w:rsidRDefault="00B91575">
            <w:r>
              <w:rPr>
                <w:rStyle w:val="styleSubformtxtsp"/>
              </w:rPr>
              <w:t>Common Greenshank</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Tringa stagnatilis</w:t>
            </w:r>
          </w:p>
        </w:tc>
        <w:tc>
          <w:tcPr>
            <w:tcW w:w="1750" w:type="dxa"/>
          </w:tcPr>
          <w:p w:rsidR="002627C4" w:rsidRDefault="00B91575">
            <w:r>
              <w:rPr>
                <w:rStyle w:val="styleSubformtxtsp"/>
              </w:rPr>
              <w:t>Marsh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w:t>
            </w:r>
            <w:r>
              <w:rPr>
                <w:rStyle w:val="styleSubformtxtsp"/>
              </w:rPr>
              <w:lastRenderedPageBreak/>
              <w:t xml:space="preserve">CAMBA, JAMBA, ROKAMBA) </w:t>
            </w:r>
          </w:p>
        </w:tc>
        <w:tc>
          <w:tcPr>
            <w:tcW w:w="1750" w:type="dxa"/>
          </w:tcPr>
          <w:p w:rsidR="002627C4" w:rsidRDefault="00B91575">
            <w:r>
              <w:rPr>
                <w:rStyle w:val="styleSubformtxtsp"/>
              </w:rPr>
              <w:lastRenderedPageBreak/>
              <w:t xml:space="preserve">As outlined in section 6.1.2: Additional </w:t>
            </w:r>
            <w:r>
              <w:rPr>
                <w:rStyle w:val="styleSubformtxtsp"/>
              </w:rPr>
              <w:lastRenderedPageBreak/>
              <w:t>documents - RIS offline.</w:t>
            </w:r>
          </w:p>
        </w:tc>
      </w:tr>
      <w:tr w:rsidR="002627C4" w:rsidTr="002627C4">
        <w:trPr>
          <w:trHeight w:val="100"/>
        </w:trPr>
        <w:tc>
          <w:tcPr>
            <w:tcW w:w="1750" w:type="dxa"/>
          </w:tcPr>
          <w:p w:rsidR="002627C4" w:rsidRDefault="00B91575">
            <w:r>
              <w:rPr>
                <w:rStyle w:val="styleSubformtxtUP"/>
              </w:rPr>
              <w:lastRenderedPageBreak/>
              <w:t>Chordata/Aves</w:t>
            </w:r>
          </w:p>
        </w:tc>
        <w:tc>
          <w:tcPr>
            <w:tcW w:w="1750" w:type="dxa"/>
          </w:tcPr>
          <w:p w:rsidR="002627C4" w:rsidRDefault="00B91575">
            <w:r>
              <w:rPr>
                <w:rStyle w:val="styleSubformtxtIblue700"/>
              </w:rPr>
              <w:t>Tringa totanus</w:t>
            </w:r>
          </w:p>
        </w:tc>
        <w:tc>
          <w:tcPr>
            <w:tcW w:w="1750" w:type="dxa"/>
          </w:tcPr>
          <w:p w:rsidR="002627C4" w:rsidRDefault="00B91575">
            <w:r>
              <w:rPr>
                <w:rStyle w:val="styleSubformtxtsp"/>
              </w:rPr>
              <w:t>Common Redshank</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Chordata/Aves</w:t>
            </w:r>
          </w:p>
        </w:tc>
        <w:tc>
          <w:tcPr>
            <w:tcW w:w="1750" w:type="dxa"/>
          </w:tcPr>
          <w:p w:rsidR="002627C4" w:rsidRDefault="00B91575">
            <w:r>
              <w:rPr>
                <w:rStyle w:val="styleSubformtxtIblue700"/>
              </w:rPr>
              <w:t>Xenus cinereus</w:t>
            </w:r>
          </w:p>
        </w:tc>
        <w:tc>
          <w:tcPr>
            <w:tcW w:w="1750" w:type="dxa"/>
          </w:tcPr>
          <w:p w:rsidR="002627C4" w:rsidRDefault="00B91575">
            <w:r>
              <w:rPr>
                <w:rStyle w:val="styleSubformtxtsp"/>
              </w:rPr>
              <w:t>Terek Sandpiper</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marine, migratory (CMS, CAMBA, JAMBA, ROKAMBA); QLD (Nature Conservation Act 1992) – SL </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gridSpan w:val="19"/>
            <w:vAlign w:val="center"/>
          </w:tcPr>
          <w:p w:rsidR="002627C4" w:rsidRDefault="00B91575">
            <w:pPr>
              <w:pStyle w:val="pstyleContent"/>
            </w:pPr>
            <w:r>
              <w:rPr>
                <w:rStyle w:val="styleSubformTitletxt"/>
              </w:rPr>
              <w:t>Fish, Mollusc and Crustacea</w:t>
            </w:r>
          </w:p>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Carcharias taurus</w:t>
            </w:r>
          </w:p>
        </w:tc>
        <w:tc>
          <w:tcPr>
            <w:tcW w:w="1750" w:type="dxa"/>
          </w:tcPr>
          <w:p w:rsidR="002627C4" w:rsidRDefault="00B91575">
            <w:r>
              <w:rPr>
                <w:rStyle w:val="styleSubformtxtsp"/>
              </w:rPr>
              <w:t>Greynurse shark</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critically endangered; QLD (Nature Conservation Act 1992) – EN</w:t>
            </w:r>
          </w:p>
        </w:tc>
        <w:tc>
          <w:tcPr>
            <w:tcW w:w="1750" w:type="dxa"/>
          </w:tcPr>
          <w:p w:rsidR="002627C4" w:rsidRDefault="00B91575">
            <w:r>
              <w:rPr>
                <w:rStyle w:val="styleSubformtxtsp"/>
              </w:rPr>
              <w:t>Iconic species. As outlined in section 6.1.2: Additional documents - RIS offline.</w:t>
            </w:r>
          </w:p>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Carcharodon carcharias</w:t>
            </w:r>
          </w:p>
        </w:tc>
        <w:tc>
          <w:tcPr>
            <w:tcW w:w="1750" w:type="dxa"/>
          </w:tcPr>
          <w:p w:rsidR="002627C4" w:rsidRDefault="00B91575">
            <w:r>
              <w:rPr>
                <w:rStyle w:val="styleSubformtxtsp"/>
              </w:rPr>
              <w:t>Great white shark</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vulnerable, migratory (CMS)</w:t>
            </w:r>
          </w:p>
        </w:tc>
        <w:tc>
          <w:tcPr>
            <w:tcW w:w="1750" w:type="dxa"/>
          </w:tcPr>
          <w:p w:rsidR="002627C4" w:rsidRDefault="00B91575">
            <w:r>
              <w:rPr>
                <w:rStyle w:val="styleSubformtxtsp"/>
              </w:rPr>
              <w:t>Iconic species. As outlined in section 6.1.2: Additional documents - RIS offline.</w:t>
            </w:r>
          </w:p>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Hemitrygon fluviorum</w:t>
            </w:r>
          </w:p>
        </w:tc>
        <w:tc>
          <w:tcPr>
            <w:tcW w:w="1750" w:type="dxa"/>
          </w:tcPr>
          <w:p w:rsidR="002627C4" w:rsidRDefault="00B91575">
            <w:r>
              <w:rPr>
                <w:rStyle w:val="styleSubformtxtsp"/>
              </w:rPr>
              <w:t>Estuary Stingray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2627C4"/>
        </w:tc>
        <w:tc>
          <w:tcPr>
            <w:tcW w:w="1750" w:type="dxa"/>
          </w:tcPr>
          <w:p w:rsidR="002627C4" w:rsidRDefault="002627C4"/>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Isurus oxyrinchus</w:t>
            </w:r>
          </w:p>
        </w:tc>
        <w:tc>
          <w:tcPr>
            <w:tcW w:w="1750" w:type="dxa"/>
          </w:tcPr>
          <w:p w:rsidR="002627C4" w:rsidRDefault="00B91575">
            <w:r>
              <w:rPr>
                <w:rStyle w:val="styleSubformtxtsp"/>
              </w:rPr>
              <w:t>Shortfin mako</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Manta birostris</w:t>
            </w:r>
          </w:p>
        </w:tc>
        <w:tc>
          <w:tcPr>
            <w:tcW w:w="1750" w:type="dxa"/>
          </w:tcPr>
          <w:p w:rsidR="002627C4" w:rsidRDefault="00B91575">
            <w:r>
              <w:rPr>
                <w:rStyle w:val="styleSubformtxtsp"/>
              </w:rPr>
              <w:t>Manta ray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marine, migratory (CMS)</w:t>
            </w:r>
          </w:p>
        </w:tc>
        <w:tc>
          <w:tcPr>
            <w:tcW w:w="1750" w:type="dxa"/>
          </w:tcPr>
          <w:p w:rsidR="002627C4" w:rsidRDefault="00B91575">
            <w:r>
              <w:rPr>
                <w:rStyle w:val="styleSubformtxtsp"/>
              </w:rPr>
              <w:t xml:space="preserve">Iconic species. As outlined in section 6.1.2: Additional </w:t>
            </w:r>
            <w:r>
              <w:rPr>
                <w:rStyle w:val="styleSubformtxtsp"/>
              </w:rPr>
              <w:lastRenderedPageBreak/>
              <w:t>documents - RIS offline.</w:t>
            </w:r>
          </w:p>
        </w:tc>
      </w:tr>
      <w:tr w:rsidR="002627C4" w:rsidTr="002627C4">
        <w:trPr>
          <w:trHeight w:val="100"/>
        </w:trPr>
        <w:tc>
          <w:tcPr>
            <w:tcW w:w="1750" w:type="dxa"/>
          </w:tcPr>
          <w:p w:rsidR="002627C4" w:rsidRDefault="00B91575">
            <w:r>
              <w:rPr>
                <w:rStyle w:val="styleSubformtxtUP"/>
              </w:rPr>
              <w:lastRenderedPageBreak/>
              <w:t>Chordata/Elasmobranchii</w:t>
            </w:r>
          </w:p>
        </w:tc>
        <w:tc>
          <w:tcPr>
            <w:tcW w:w="1750" w:type="dxa"/>
          </w:tcPr>
          <w:p w:rsidR="002627C4" w:rsidRDefault="00B91575">
            <w:r>
              <w:rPr>
                <w:rStyle w:val="styleSubformtxtIblue700"/>
              </w:rPr>
              <w:t>Mobula japanica</w:t>
            </w:r>
          </w:p>
        </w:tc>
        <w:tc>
          <w:tcPr>
            <w:tcW w:w="1750" w:type="dxa"/>
          </w:tcPr>
          <w:p w:rsidR="002627C4" w:rsidRDefault="00B91575">
            <w:r>
              <w:rPr>
                <w:rStyle w:val="styleSubformtxtsp"/>
              </w:rPr>
              <w:t>Japanese devilray</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NT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Chordata/Actinopterygii</w:t>
            </w:r>
          </w:p>
        </w:tc>
        <w:tc>
          <w:tcPr>
            <w:tcW w:w="1750" w:type="dxa"/>
          </w:tcPr>
          <w:p w:rsidR="002627C4" w:rsidRDefault="00B91575">
            <w:r>
              <w:rPr>
                <w:rStyle w:val="styleSubformtxtIblue700"/>
              </w:rPr>
              <w:t>Nannoperca oxleyana</w:t>
            </w:r>
          </w:p>
        </w:tc>
        <w:tc>
          <w:tcPr>
            <w:tcW w:w="1750" w:type="dxa"/>
          </w:tcPr>
          <w:p w:rsidR="002627C4" w:rsidRDefault="00B91575">
            <w:r>
              <w:rPr>
                <w:rStyle w:val="styleSubformtxtsp"/>
              </w:rPr>
              <w:t>Oxleyan pygmy perch</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1</w:t>
            </w:r>
          </w:p>
        </w:tc>
        <w:tc>
          <w:tcPr>
            <w:tcW w:w="1750" w:type="dxa"/>
          </w:tcPr>
          <w:p w:rsidR="002627C4" w:rsidRDefault="00B91575">
            <w:r>
              <w:rPr>
                <w:rStyle w:val="styleSubformtxtsp"/>
              </w:rPr>
              <w:tab/>
              <w:t>2009</w:t>
            </w:r>
          </w:p>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endangered;  QLD (Nature Conservation Act 1992) – VU</w:t>
            </w:r>
          </w:p>
        </w:tc>
        <w:tc>
          <w:tcPr>
            <w:tcW w:w="1750" w:type="dxa"/>
          </w:tcPr>
          <w:p w:rsidR="002627C4" w:rsidRDefault="00B91575">
            <w:r>
              <w:rPr>
                <w:rStyle w:val="styleSubformtxtsp"/>
              </w:rPr>
              <w:t xml:space="preserve">Comprehensive sampling efforts indicate this species has a significant proportion of their population at Moreton and North Stradbroke Islands (Knight et al. 2009). As outlined in section 6.1.2: Additional documents - RIS offline. </w:t>
            </w:r>
          </w:p>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Sphyrna lewini</w:t>
            </w:r>
          </w:p>
        </w:tc>
        <w:tc>
          <w:tcPr>
            <w:tcW w:w="1750" w:type="dxa"/>
          </w:tcPr>
          <w:p w:rsidR="002627C4" w:rsidRDefault="00B91575">
            <w:r>
              <w:rPr>
                <w:rStyle w:val="styleSubformtxtsp"/>
              </w:rPr>
              <w:t>Scalloped hammerhead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conservation dependent</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Chordata/Elasmobranchii</w:t>
            </w:r>
          </w:p>
        </w:tc>
        <w:tc>
          <w:tcPr>
            <w:tcW w:w="1750" w:type="dxa"/>
          </w:tcPr>
          <w:p w:rsidR="002627C4" w:rsidRDefault="00B91575">
            <w:r>
              <w:rPr>
                <w:rStyle w:val="styleSubformtxtIblue700"/>
              </w:rPr>
              <w:t>Sphyrna mokarran</w:t>
            </w:r>
          </w:p>
        </w:tc>
        <w:tc>
          <w:tcPr>
            <w:tcW w:w="1750" w:type="dxa"/>
          </w:tcPr>
          <w:p w:rsidR="002627C4" w:rsidRDefault="00B91575">
            <w:r>
              <w:rPr>
                <w:rStyle w:val="styleSubformtxtsp"/>
              </w:rPr>
              <w:t>Great hammerhead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2627C4"/>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Chordata/Actinopterygii</w:t>
            </w:r>
          </w:p>
        </w:tc>
        <w:tc>
          <w:tcPr>
            <w:tcW w:w="1750" w:type="dxa"/>
          </w:tcPr>
          <w:p w:rsidR="002627C4" w:rsidRDefault="00B91575">
            <w:r>
              <w:rPr>
                <w:rStyle w:val="styleSubformtxtIblue700"/>
              </w:rPr>
              <w:t>Syngnathoides biaculeatus</w:t>
            </w:r>
          </w:p>
        </w:tc>
        <w:tc>
          <w:tcPr>
            <w:tcW w:w="1750" w:type="dxa"/>
          </w:tcPr>
          <w:p w:rsidR="002627C4" w:rsidRDefault="00B91575">
            <w:r>
              <w:rPr>
                <w:rStyle w:val="styleSubformtxtsp"/>
              </w:rPr>
              <w:t>Double-ended pipefish</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gridSpan w:val="19"/>
            <w:vAlign w:val="center"/>
          </w:tcPr>
          <w:p w:rsidR="002627C4" w:rsidRDefault="00B91575">
            <w:pPr>
              <w:pStyle w:val="pstyleContent"/>
            </w:pPr>
            <w:r>
              <w:rPr>
                <w:rStyle w:val="styleSubformTitletxt"/>
              </w:rPr>
              <w:t>Others</w:t>
            </w:r>
          </w:p>
        </w:tc>
      </w:tr>
      <w:tr w:rsidR="002627C4" w:rsidTr="002627C4">
        <w:trPr>
          <w:trHeight w:val="100"/>
        </w:trPr>
        <w:tc>
          <w:tcPr>
            <w:tcW w:w="1750" w:type="dxa"/>
          </w:tcPr>
          <w:p w:rsidR="002627C4" w:rsidRDefault="00B91575">
            <w:r>
              <w:rPr>
                <w:rStyle w:val="styleSubformtxtUP"/>
              </w:rPr>
              <w:lastRenderedPageBreak/>
              <w:t>Chordata/Reptilia</w:t>
            </w:r>
          </w:p>
        </w:tc>
        <w:tc>
          <w:tcPr>
            <w:tcW w:w="1750" w:type="dxa"/>
          </w:tcPr>
          <w:p w:rsidR="002627C4" w:rsidRDefault="00B91575">
            <w:r>
              <w:rPr>
                <w:rStyle w:val="styleSubformtxtIblue700"/>
              </w:rPr>
              <w:t>Caretta caretta</w:t>
            </w:r>
          </w:p>
        </w:tc>
        <w:tc>
          <w:tcPr>
            <w:tcW w:w="1750" w:type="dxa"/>
          </w:tcPr>
          <w:p w:rsidR="002627C4" w:rsidRDefault="00B91575">
            <w:r>
              <w:rPr>
                <w:rStyle w:val="styleSubformtxtsp"/>
              </w:rPr>
              <w:t>Loggerhead turtle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20</w:t>
            </w:r>
          </w:p>
        </w:tc>
        <w:tc>
          <w:tcPr>
            <w:tcW w:w="1750" w:type="dxa"/>
          </w:tcPr>
          <w:p w:rsidR="002627C4" w:rsidRDefault="00B91575">
            <w:r>
              <w:rPr>
                <w:rStyle w:val="styleSubformtxtsp"/>
              </w:rPr>
              <w:t>2005-2018</w:t>
            </w:r>
          </w:p>
        </w:tc>
        <w:tc>
          <w:tcPr>
            <w:tcW w:w="1750" w:type="dxa"/>
          </w:tcPr>
          <w:p w:rsidR="002627C4" w:rsidRDefault="00B91575">
            <w:r>
              <w:rPr>
                <w:rStyle w:val="styleSubformtxtsp"/>
              </w:rPr>
              <w:t>2.5</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endangered, marine, migratory (CMS); QLD (Nature Conservation Act 1992) – EN</w:t>
            </w:r>
          </w:p>
        </w:tc>
        <w:tc>
          <w:tcPr>
            <w:tcW w:w="1750" w:type="dxa"/>
          </w:tcPr>
          <w:p w:rsidR="002627C4" w:rsidRDefault="00B91575">
            <w:r>
              <w:rPr>
                <w:rStyle w:val="styleSubformtxtsp"/>
              </w:rPr>
              <w:t>Resident nesting population in Moreton Bay, strong fidelity to foraging grounds. Population size based on nesting females and a total population of 700-800 females. As outlined in section 6.1.2: Additional documents - RIS offline</w:t>
            </w:r>
          </w:p>
        </w:tc>
      </w:tr>
      <w:tr w:rsidR="002627C4" w:rsidTr="002627C4">
        <w:trPr>
          <w:trHeight w:val="100"/>
        </w:trPr>
        <w:tc>
          <w:tcPr>
            <w:tcW w:w="1750" w:type="dxa"/>
          </w:tcPr>
          <w:p w:rsidR="002627C4" w:rsidRDefault="00B91575">
            <w:r>
              <w:rPr>
                <w:rStyle w:val="styleSubformtxtUP"/>
              </w:rPr>
              <w:t>Chordata/Reptilia</w:t>
            </w:r>
          </w:p>
        </w:tc>
        <w:tc>
          <w:tcPr>
            <w:tcW w:w="1750" w:type="dxa"/>
          </w:tcPr>
          <w:p w:rsidR="002627C4" w:rsidRDefault="00B91575">
            <w:r>
              <w:rPr>
                <w:rStyle w:val="styleSubformtxtIblue700"/>
              </w:rPr>
              <w:t>Chelonia mydas</w:t>
            </w:r>
          </w:p>
        </w:tc>
        <w:tc>
          <w:tcPr>
            <w:tcW w:w="1750" w:type="dxa"/>
          </w:tcPr>
          <w:p w:rsidR="002627C4" w:rsidRDefault="00B91575">
            <w:r>
              <w:rPr>
                <w:rStyle w:val="styleSubformtxtsp"/>
              </w:rPr>
              <w:t>Green turtle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10000</w:t>
            </w:r>
          </w:p>
        </w:tc>
        <w:tc>
          <w:tcPr>
            <w:tcW w:w="1750" w:type="dxa"/>
          </w:tcPr>
          <w:p w:rsidR="002627C4" w:rsidRDefault="00B91575">
            <w:r>
              <w:rPr>
                <w:rStyle w:val="styleSubformtxtsp"/>
              </w:rPr>
              <w:t>1993-2018</w:t>
            </w:r>
          </w:p>
        </w:tc>
        <w:tc>
          <w:tcPr>
            <w:tcW w:w="1750" w:type="dxa"/>
          </w:tcPr>
          <w:p w:rsidR="002627C4" w:rsidRDefault="00B91575">
            <w:r>
              <w:rPr>
                <w:rStyle w:val="styleSubformtxtsp"/>
              </w:rPr>
              <w:t>1.4</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vulnerable, marine, migratory (CMS); QLD (Nature Conservation Act 1992) – VU</w:t>
            </w:r>
          </w:p>
        </w:tc>
        <w:tc>
          <w:tcPr>
            <w:tcW w:w="1750" w:type="dxa"/>
          </w:tcPr>
          <w:p w:rsidR="002627C4" w:rsidRDefault="00B91575">
            <w:r>
              <w:rPr>
                <w:rStyle w:val="styleSubformtxtsp"/>
              </w:rPr>
              <w:t>Resident population in Moreton Bay. Important feeding grounds with occasional nesting. Percentage population calculated based on an estimated total population of 700,000 individuals. As outlined in section 6.1.2: Additional documents - RIS offline.</w:t>
            </w:r>
          </w:p>
        </w:tc>
      </w:tr>
      <w:tr w:rsidR="002627C4" w:rsidTr="002627C4">
        <w:trPr>
          <w:trHeight w:val="100"/>
        </w:trPr>
        <w:tc>
          <w:tcPr>
            <w:tcW w:w="1750" w:type="dxa"/>
          </w:tcPr>
          <w:p w:rsidR="002627C4" w:rsidRDefault="00B91575">
            <w:r>
              <w:rPr>
                <w:rStyle w:val="styleSubformtxtUP"/>
              </w:rPr>
              <w:t>Chordata/Amphibia</w:t>
            </w:r>
          </w:p>
        </w:tc>
        <w:tc>
          <w:tcPr>
            <w:tcW w:w="1750" w:type="dxa"/>
          </w:tcPr>
          <w:p w:rsidR="002627C4" w:rsidRDefault="00B91575">
            <w:r>
              <w:rPr>
                <w:rStyle w:val="styleSubformtxtIblue700"/>
              </w:rPr>
              <w:t>Crinia tinnula</w:t>
            </w:r>
          </w:p>
        </w:tc>
        <w:tc>
          <w:tcPr>
            <w:tcW w:w="1750" w:type="dxa"/>
          </w:tcPr>
          <w:p w:rsidR="002627C4" w:rsidRDefault="00B91575">
            <w:r>
              <w:rPr>
                <w:rStyle w:val="styleSubformtxtsp"/>
              </w:rPr>
              <w:t>Wallum froglet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10000</w:t>
            </w:r>
          </w:p>
        </w:tc>
        <w:tc>
          <w:tcPr>
            <w:tcW w:w="1750" w:type="dxa"/>
          </w:tcPr>
          <w:p w:rsidR="002627C4" w:rsidRDefault="00B91575">
            <w:r>
              <w:rPr>
                <w:rStyle w:val="styleSubformtxtsp"/>
              </w:rPr>
              <w:t>2018</w:t>
            </w:r>
          </w:p>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QLD (Nature Conservation Act 1992) – VU</w:t>
            </w:r>
          </w:p>
        </w:tc>
        <w:tc>
          <w:tcPr>
            <w:tcW w:w="1750" w:type="dxa"/>
          </w:tcPr>
          <w:p w:rsidR="002627C4" w:rsidRDefault="00B91575">
            <w:r>
              <w:rPr>
                <w:rStyle w:val="styleSubformtxtsp"/>
              </w:rPr>
              <w:t xml:space="preserve">Acid wetland dependant. Population size and percentage estimate based on expert opinion (Hines, H pers. comm. 2018). The total </w:t>
            </w:r>
            <w:r>
              <w:rPr>
                <w:rStyle w:val="styleSubformtxtsp"/>
              </w:rPr>
              <w:lastRenderedPageBreak/>
              <w:t>population is estimated to between 10000s to 100000s and occurring &gt;1% at the site. 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Chordata/Reptilia</w:t>
            </w:r>
          </w:p>
        </w:tc>
        <w:tc>
          <w:tcPr>
            <w:tcW w:w="1750" w:type="dxa"/>
          </w:tcPr>
          <w:p w:rsidR="002627C4" w:rsidRDefault="00B91575">
            <w:r>
              <w:rPr>
                <w:rStyle w:val="styleSubformtxtIblue700"/>
              </w:rPr>
              <w:t>Dermochelys coriacea</w:t>
            </w:r>
          </w:p>
        </w:tc>
        <w:tc>
          <w:tcPr>
            <w:tcW w:w="1750" w:type="dxa"/>
          </w:tcPr>
          <w:p w:rsidR="002627C4" w:rsidRDefault="00B91575">
            <w:r>
              <w:rPr>
                <w:rStyle w:val="styleSubformtxtsp"/>
              </w:rPr>
              <w:t>Leatherback turtle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endangered, marine, migratory (CMS); QLD (Nature Conservation Act 1992) – EN</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Dugong dugon</w:t>
            </w:r>
          </w:p>
        </w:tc>
        <w:tc>
          <w:tcPr>
            <w:tcW w:w="1750" w:type="dxa"/>
          </w:tcPr>
          <w:p w:rsidR="002627C4" w:rsidRDefault="00B91575">
            <w:r>
              <w:rPr>
                <w:rStyle w:val="styleSubformtxtsp"/>
              </w:rPr>
              <w:t>Dugong</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850</w:t>
            </w:r>
          </w:p>
        </w:tc>
        <w:tc>
          <w:tcPr>
            <w:tcW w:w="1750" w:type="dxa"/>
          </w:tcPr>
          <w:p w:rsidR="002627C4" w:rsidRDefault="00B91575">
            <w:r>
              <w:rPr>
                <w:rStyle w:val="styleSubformtxtsp"/>
              </w:rPr>
              <w:t>1995- 2016</w:t>
            </w:r>
          </w:p>
        </w:tc>
        <w:tc>
          <w:tcPr>
            <w:tcW w:w="1750" w:type="dxa"/>
          </w:tcPr>
          <w:p w:rsidR="002627C4" w:rsidRDefault="00B91575">
            <w:r>
              <w:rPr>
                <w:rStyle w:val="styleSubformtxtsp"/>
              </w:rPr>
              <w:t>97</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marine, migratory (CMS); QLD (Nature Conservation Act 1992) – VU</w:t>
            </w:r>
          </w:p>
        </w:tc>
        <w:tc>
          <w:tcPr>
            <w:tcW w:w="1750" w:type="dxa"/>
          </w:tcPr>
          <w:p w:rsidR="002627C4" w:rsidRDefault="00B91575">
            <w:r>
              <w:rPr>
                <w:rStyle w:val="styleSubformtxtsp"/>
              </w:rPr>
              <w:t>The population of dugongs within the Bay is considered genetically distinct from other dugong populations, with an estimated 2-3% migration. As outlined in section 6.1.2: Additional documents - RIS offline.</w:t>
            </w:r>
          </w:p>
        </w:tc>
      </w:tr>
      <w:tr w:rsidR="002627C4" w:rsidTr="002627C4">
        <w:trPr>
          <w:trHeight w:val="100"/>
        </w:trPr>
        <w:tc>
          <w:tcPr>
            <w:tcW w:w="1750" w:type="dxa"/>
          </w:tcPr>
          <w:p w:rsidR="002627C4" w:rsidRDefault="00B91575">
            <w:r>
              <w:rPr>
                <w:rStyle w:val="styleSubformtxtUP"/>
              </w:rPr>
              <w:t>Chordata/Reptilia</w:t>
            </w:r>
          </w:p>
        </w:tc>
        <w:tc>
          <w:tcPr>
            <w:tcW w:w="1750" w:type="dxa"/>
          </w:tcPr>
          <w:p w:rsidR="002627C4" w:rsidRDefault="00B91575">
            <w:r>
              <w:rPr>
                <w:rStyle w:val="styleSubformtxtIblue700"/>
              </w:rPr>
              <w:t>Eretmochelys imbricata</w:t>
            </w:r>
          </w:p>
        </w:tc>
        <w:tc>
          <w:tcPr>
            <w:tcW w:w="1750" w:type="dxa"/>
          </w:tcPr>
          <w:p w:rsidR="002627C4" w:rsidRDefault="00B91575">
            <w:r>
              <w:rPr>
                <w:rStyle w:val="styleSubformtxtsp"/>
              </w:rPr>
              <w:t>Hawksbill turtle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CR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vulnerable, marine, migratory (CMS); QLD (Nature Conservation Act 1992) – EN</w:t>
            </w:r>
          </w:p>
        </w:tc>
        <w:tc>
          <w:tcPr>
            <w:tcW w:w="1750" w:type="dxa"/>
          </w:tcPr>
          <w:p w:rsidR="002627C4" w:rsidRDefault="00B91575">
            <w:r>
              <w:rPr>
                <w:rStyle w:val="styleSubformtxtsp"/>
              </w:rPr>
              <w:t>Resident population in Moreton Bay. 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Chordata/Mammalia</w:t>
            </w:r>
          </w:p>
        </w:tc>
        <w:tc>
          <w:tcPr>
            <w:tcW w:w="1750" w:type="dxa"/>
          </w:tcPr>
          <w:p w:rsidR="002627C4" w:rsidRDefault="00B91575">
            <w:r>
              <w:rPr>
                <w:rStyle w:val="styleSubformtxtIblue700"/>
              </w:rPr>
              <w:t>Eubalaena australis</w:t>
            </w:r>
          </w:p>
        </w:tc>
        <w:tc>
          <w:tcPr>
            <w:tcW w:w="1750" w:type="dxa"/>
          </w:tcPr>
          <w:p w:rsidR="002627C4" w:rsidRDefault="00B91575">
            <w:r>
              <w:rPr>
                <w:rStyle w:val="styleSubformtxtsp"/>
              </w:rPr>
              <w:t>Southern Right Whale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endangered, cetacean, migratory (CMS); QLD (Nature Conservation Act 1992) – LC</w:t>
            </w:r>
          </w:p>
        </w:tc>
        <w:tc>
          <w:tcPr>
            <w:tcW w:w="1750" w:type="dxa"/>
          </w:tcPr>
          <w:p w:rsidR="002627C4" w:rsidRDefault="00B91575">
            <w:r>
              <w:rPr>
                <w:rStyle w:val="styleSubformtxtsp"/>
              </w:rPr>
              <w:t>Seasonal visitor, important to tourism. As outlined in section 6.1.2: Additional documents - RIS offline.</w:t>
            </w:r>
          </w:p>
        </w:tc>
      </w:tr>
      <w:tr w:rsidR="002627C4" w:rsidTr="002627C4">
        <w:trPr>
          <w:trHeight w:val="100"/>
        </w:trPr>
        <w:tc>
          <w:tcPr>
            <w:tcW w:w="1750" w:type="dxa"/>
          </w:tcPr>
          <w:p w:rsidR="002627C4" w:rsidRDefault="00B91575">
            <w:r>
              <w:rPr>
                <w:rStyle w:val="styleSubformtxtUP"/>
              </w:rPr>
              <w:t>Chordata/Reptilia</w:t>
            </w:r>
          </w:p>
        </w:tc>
        <w:tc>
          <w:tcPr>
            <w:tcW w:w="1750" w:type="dxa"/>
          </w:tcPr>
          <w:p w:rsidR="002627C4" w:rsidRDefault="00B91575">
            <w:r>
              <w:rPr>
                <w:rStyle w:val="styleSubformtxtIblue700"/>
              </w:rPr>
              <w:t>Lepidochelys olivacea</w:t>
            </w:r>
          </w:p>
        </w:tc>
        <w:tc>
          <w:tcPr>
            <w:tcW w:w="1750" w:type="dxa"/>
          </w:tcPr>
          <w:p w:rsidR="002627C4" w:rsidRDefault="00B91575">
            <w:r>
              <w:rPr>
                <w:rStyle w:val="styleSubformtxtsp"/>
              </w:rPr>
              <w:t>Olive ridley turtle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endangered, marine, migratory (CMS); QLD (Nature Conservation Act 1992) – EN</w:t>
            </w:r>
          </w:p>
        </w:tc>
        <w:tc>
          <w:tcPr>
            <w:tcW w:w="1750" w:type="dxa"/>
          </w:tcPr>
          <w:p w:rsidR="002627C4" w:rsidRDefault="00B91575">
            <w:r>
              <w:rPr>
                <w:rStyle w:val="styleSubformtxtsp"/>
              </w:rPr>
              <w:t>Resident population in Moreton Bay. As outlined in section 6.1.2: Additional documents - RIS offline.</w:t>
            </w:r>
          </w:p>
        </w:tc>
      </w:tr>
      <w:tr w:rsidR="002627C4" w:rsidTr="002627C4">
        <w:trPr>
          <w:trHeight w:val="100"/>
        </w:trPr>
        <w:tc>
          <w:tcPr>
            <w:tcW w:w="1750" w:type="dxa"/>
          </w:tcPr>
          <w:p w:rsidR="002627C4" w:rsidRDefault="00B91575">
            <w:r>
              <w:rPr>
                <w:rStyle w:val="styleSubformtxtUP"/>
              </w:rPr>
              <w:t>Chordata/Amphibia</w:t>
            </w:r>
          </w:p>
        </w:tc>
        <w:tc>
          <w:tcPr>
            <w:tcW w:w="1750" w:type="dxa"/>
          </w:tcPr>
          <w:p w:rsidR="002627C4" w:rsidRDefault="00B91575">
            <w:r>
              <w:rPr>
                <w:rStyle w:val="styleSubformtxtIblue700"/>
              </w:rPr>
              <w:t>Litoria cooloolensis</w:t>
            </w:r>
          </w:p>
        </w:tc>
        <w:tc>
          <w:tcPr>
            <w:tcW w:w="1750" w:type="dxa"/>
          </w:tcPr>
          <w:p w:rsidR="002627C4" w:rsidRDefault="00B91575">
            <w:r>
              <w:rPr>
                <w:rStyle w:val="styleSubformtxtsp"/>
              </w:rPr>
              <w:t>Cooloola sedgefrog</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1000</w:t>
            </w:r>
          </w:p>
        </w:tc>
        <w:tc>
          <w:tcPr>
            <w:tcW w:w="1750" w:type="dxa"/>
          </w:tcPr>
          <w:p w:rsidR="002627C4" w:rsidRDefault="00B91575">
            <w:r>
              <w:rPr>
                <w:rStyle w:val="styleSubformtxtsp"/>
              </w:rPr>
              <w:t>2018</w:t>
            </w:r>
          </w:p>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QLD (Nature Conservation Act 1992) – NT</w:t>
            </w:r>
          </w:p>
        </w:tc>
        <w:tc>
          <w:tcPr>
            <w:tcW w:w="1750" w:type="dxa"/>
          </w:tcPr>
          <w:p w:rsidR="002627C4" w:rsidRDefault="00B91575">
            <w:r>
              <w:rPr>
                <w:rStyle w:val="styleSubformtxtsp"/>
              </w:rPr>
              <w:t>Acid wetland dependant. Population size and percentage estimate based on expert opinion (Hines, H pers. comm. 2018). The total population is estimated to between 1000s to 10000s and occurring &gt;1% at the site. As outlined in section 6.1.2: Additional documents - RIS offline.</w:t>
            </w:r>
          </w:p>
        </w:tc>
      </w:tr>
      <w:tr w:rsidR="002627C4" w:rsidTr="002627C4">
        <w:trPr>
          <w:trHeight w:val="100"/>
        </w:trPr>
        <w:tc>
          <w:tcPr>
            <w:tcW w:w="1750" w:type="dxa"/>
          </w:tcPr>
          <w:p w:rsidR="002627C4" w:rsidRDefault="00B91575">
            <w:r>
              <w:rPr>
                <w:rStyle w:val="styleSubformtxtUP"/>
              </w:rPr>
              <w:t>Chordata/Amphibia</w:t>
            </w:r>
          </w:p>
        </w:tc>
        <w:tc>
          <w:tcPr>
            <w:tcW w:w="1750" w:type="dxa"/>
          </w:tcPr>
          <w:p w:rsidR="002627C4" w:rsidRDefault="00B91575">
            <w:r>
              <w:rPr>
                <w:rStyle w:val="styleSubformtxtIblue700"/>
              </w:rPr>
              <w:t>Litoria freycineti</w:t>
            </w:r>
          </w:p>
        </w:tc>
        <w:tc>
          <w:tcPr>
            <w:tcW w:w="1750" w:type="dxa"/>
          </w:tcPr>
          <w:p w:rsidR="002627C4" w:rsidRDefault="00B91575">
            <w:r>
              <w:rPr>
                <w:rStyle w:val="styleSubformtxtsp"/>
              </w:rPr>
              <w:t>Wallum rocketfrog</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1000</w:t>
            </w:r>
          </w:p>
        </w:tc>
        <w:tc>
          <w:tcPr>
            <w:tcW w:w="1750" w:type="dxa"/>
          </w:tcPr>
          <w:p w:rsidR="002627C4" w:rsidRDefault="00B91575">
            <w:r>
              <w:rPr>
                <w:rStyle w:val="styleSubformtxtsp"/>
              </w:rPr>
              <w:t>2018</w:t>
            </w:r>
          </w:p>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QLD (Nature Conservation Act 1992) – VU</w:t>
            </w:r>
          </w:p>
        </w:tc>
        <w:tc>
          <w:tcPr>
            <w:tcW w:w="1750" w:type="dxa"/>
          </w:tcPr>
          <w:p w:rsidR="002627C4" w:rsidRDefault="00B91575">
            <w:r>
              <w:rPr>
                <w:rStyle w:val="styleSubformtxtsp"/>
              </w:rPr>
              <w:t xml:space="preserve">Acid wetland dependant, highly fragmented distribution, generally at low abundance. Population size and percentage </w:t>
            </w:r>
            <w:r>
              <w:rPr>
                <w:rStyle w:val="styleSubformtxtsp"/>
              </w:rPr>
              <w:lastRenderedPageBreak/>
              <w:t>estimate based on expert opinion (Hines, H pers. comm. 2018). The total population is estimated to be in the 1000s and occurring &gt;1% at the site. As outlined in section 6.1.2: Additional documents - RIS offline.</w:t>
            </w:r>
          </w:p>
        </w:tc>
      </w:tr>
      <w:tr w:rsidR="002627C4" w:rsidTr="002627C4">
        <w:trPr>
          <w:trHeight w:val="100"/>
        </w:trPr>
        <w:tc>
          <w:tcPr>
            <w:tcW w:w="1750" w:type="dxa"/>
          </w:tcPr>
          <w:p w:rsidR="002627C4" w:rsidRDefault="00B91575">
            <w:r>
              <w:rPr>
                <w:rStyle w:val="styleSubformtxtUP"/>
              </w:rPr>
              <w:lastRenderedPageBreak/>
              <w:t>Chordata/Amphibia</w:t>
            </w:r>
          </w:p>
        </w:tc>
        <w:tc>
          <w:tcPr>
            <w:tcW w:w="1750" w:type="dxa"/>
          </w:tcPr>
          <w:p w:rsidR="002627C4" w:rsidRDefault="00B91575">
            <w:r>
              <w:rPr>
                <w:rStyle w:val="styleSubformtxtIblue700"/>
              </w:rPr>
              <w:t>Litoria olongburensis</w:t>
            </w:r>
          </w:p>
        </w:tc>
        <w:tc>
          <w:tcPr>
            <w:tcW w:w="1750" w:type="dxa"/>
          </w:tcPr>
          <w:p w:rsidR="002627C4" w:rsidRDefault="00B91575">
            <w:r>
              <w:rPr>
                <w:rStyle w:val="styleSubformtxtsp"/>
              </w:rPr>
              <w:t>Wallum sedgefrog</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10000</w:t>
            </w:r>
          </w:p>
        </w:tc>
        <w:tc>
          <w:tcPr>
            <w:tcW w:w="1750" w:type="dxa"/>
          </w:tcPr>
          <w:p w:rsidR="002627C4" w:rsidRDefault="00B91575">
            <w:r>
              <w:rPr>
                <w:rStyle w:val="styleSubformtxtsp"/>
              </w:rPr>
              <w:t>2018</w:t>
            </w:r>
          </w:p>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QLD (Nature Conservation Act 1992) – VU</w:t>
            </w:r>
          </w:p>
        </w:tc>
        <w:tc>
          <w:tcPr>
            <w:tcW w:w="1750" w:type="dxa"/>
          </w:tcPr>
          <w:p w:rsidR="002627C4" w:rsidRDefault="00B91575">
            <w:r>
              <w:rPr>
                <w:rStyle w:val="styleSubformtxtsp"/>
              </w:rPr>
              <w:t>Acid wetland dependant, restricted to North Stradbroke Island and Great Sandy sandmasses. Population size and percentage estimate based on expert opinion (Hines, H pers. comm. 2018). The total population is estimated to between 10000s to 100000s and occurring &gt;1% at the site.  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Megaptera novaeangliae</w:t>
            </w:r>
          </w:p>
        </w:tc>
        <w:tc>
          <w:tcPr>
            <w:tcW w:w="1750" w:type="dxa"/>
          </w:tcPr>
          <w:p w:rsidR="002627C4" w:rsidRDefault="00B91575">
            <w:r>
              <w:rPr>
                <w:rStyle w:val="styleSubformtxtsp"/>
              </w:rPr>
              <w:t>Humpback Whale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 xml:space="preserve">National (EPBC Act) – vulnerable, cetacean, migratory (CMS); QLD (Nature </w:t>
            </w:r>
            <w:r>
              <w:rPr>
                <w:rStyle w:val="styleSubformtxtsp"/>
              </w:rPr>
              <w:lastRenderedPageBreak/>
              <w:t>Conservation Act 1992) – VU</w:t>
            </w:r>
          </w:p>
        </w:tc>
        <w:tc>
          <w:tcPr>
            <w:tcW w:w="1750" w:type="dxa"/>
          </w:tcPr>
          <w:p w:rsidR="002627C4" w:rsidRDefault="00B91575">
            <w:r>
              <w:rPr>
                <w:rStyle w:val="styleSubformtxtsp"/>
              </w:rPr>
              <w:lastRenderedPageBreak/>
              <w:t xml:space="preserve">Seasonal visitor, important to tourism. As outlined in section 6.1.2: </w:t>
            </w:r>
            <w:r>
              <w:rPr>
                <w:rStyle w:val="styleSubformtxtsp"/>
              </w:rPr>
              <w:lastRenderedPageBreak/>
              <w:t>Additional documents - RIS offline.</w:t>
            </w:r>
          </w:p>
        </w:tc>
      </w:tr>
      <w:tr w:rsidR="002627C4" w:rsidTr="002627C4">
        <w:trPr>
          <w:trHeight w:val="100"/>
        </w:trPr>
        <w:tc>
          <w:tcPr>
            <w:tcW w:w="1750" w:type="dxa"/>
          </w:tcPr>
          <w:p w:rsidR="002627C4" w:rsidRDefault="00B91575">
            <w:r>
              <w:rPr>
                <w:rStyle w:val="styleSubformtxtUP"/>
              </w:rPr>
              <w:lastRenderedPageBreak/>
              <w:t>Chordata/Reptilia</w:t>
            </w:r>
          </w:p>
        </w:tc>
        <w:tc>
          <w:tcPr>
            <w:tcW w:w="1750" w:type="dxa"/>
          </w:tcPr>
          <w:p w:rsidR="002627C4" w:rsidRDefault="00B91575">
            <w:r>
              <w:rPr>
                <w:rStyle w:val="styleSubformtxtIblue700"/>
              </w:rPr>
              <w:t>Natator depressus</w:t>
            </w:r>
          </w:p>
        </w:tc>
        <w:tc>
          <w:tcPr>
            <w:tcW w:w="1750" w:type="dxa"/>
          </w:tcPr>
          <w:p w:rsidR="002627C4" w:rsidRDefault="00B91575">
            <w:r>
              <w:rPr>
                <w:rStyle w:val="styleSubformtxtsp"/>
              </w:rPr>
              <w:t>Flatback turtle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National (EPBC Act) – vulnerable, marine, migratory (CMS); QLD (Nature Conservation Act 1992) – VU </w:t>
            </w:r>
          </w:p>
        </w:tc>
        <w:tc>
          <w:tcPr>
            <w:tcW w:w="1750" w:type="dxa"/>
          </w:tcPr>
          <w:p w:rsidR="002627C4" w:rsidRDefault="00B91575">
            <w:r>
              <w:rPr>
                <w:rStyle w:val="styleSubformtxtsp"/>
              </w:rPr>
              <w:t>Resident population in Moreton Bay. 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Phascolarctos cinereus</w:t>
            </w:r>
          </w:p>
        </w:tc>
        <w:tc>
          <w:tcPr>
            <w:tcW w:w="1750" w:type="dxa"/>
          </w:tcPr>
          <w:p w:rsidR="002627C4" w:rsidRDefault="00B91575">
            <w:r>
              <w:rPr>
                <w:rStyle w:val="styleSubformtxtsp"/>
              </w:rPr>
              <w:t>Koala</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QLD (Nature Conservation Act 1992) – VU</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Physeter macrocephalus</w:t>
            </w:r>
          </w:p>
        </w:tc>
        <w:tc>
          <w:tcPr>
            <w:tcW w:w="1750" w:type="dxa"/>
          </w:tcPr>
          <w:p w:rsidR="002627C4" w:rsidRDefault="00B91575">
            <w:r>
              <w:rPr>
                <w:rStyle w:val="styleSubformtxtsp"/>
              </w:rPr>
              <w:t>Sperm Whale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sp"/>
              </w:rPr>
              <w:t>National (EPBC Act) – cetacean, migratory (CMS);  QLD (Nature Conservation Act 1992) – LC</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Arthropoda/Insecta</w:t>
            </w:r>
          </w:p>
        </w:tc>
        <w:tc>
          <w:tcPr>
            <w:tcW w:w="1750" w:type="dxa"/>
          </w:tcPr>
          <w:p w:rsidR="002627C4" w:rsidRDefault="00B91575">
            <w:r>
              <w:rPr>
                <w:rStyle w:val="styleSubformtxtIblue700"/>
              </w:rPr>
              <w:t>Pseudodipsas illidgei</w:t>
            </w:r>
          </w:p>
        </w:tc>
        <w:tc>
          <w:tcPr>
            <w:tcW w:w="1750" w:type="dxa"/>
          </w:tcPr>
          <w:p w:rsidR="002627C4" w:rsidRDefault="00B91575">
            <w:r>
              <w:rPr>
                <w:rStyle w:val="styleSubformtxtsp"/>
              </w:rPr>
              <w:t xml:space="preserve">Illidge’s ant-blue butterfly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w:t>
            </w:r>
          </w:p>
        </w:tc>
        <w:tc>
          <w:tcPr>
            <w:tcW w:w="1750" w:type="dxa"/>
          </w:tcPr>
          <w:p w:rsidR="002627C4" w:rsidRDefault="002627C4"/>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EN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QLD (Nature Conservation Act 1992) – VU</w:t>
            </w:r>
          </w:p>
        </w:tc>
        <w:tc>
          <w:tcPr>
            <w:tcW w:w="1750" w:type="dxa"/>
          </w:tcPr>
          <w:p w:rsidR="002627C4" w:rsidRDefault="00B91575">
            <w:r>
              <w:rPr>
                <w:rStyle w:val="styleSubformtxtsp"/>
              </w:rPr>
              <w:t xml:space="preserve">This rarely seen species is restricted to mangrove forests and endemic to the central east coast of Australia. The Moreton Bay Region is one of only six confirmed areas for the species, While there are no published estimations of the population size, number of recordings within Moreton Bay accounts for </w:t>
            </w:r>
            <w:r>
              <w:rPr>
                <w:rStyle w:val="styleSubformtxtsp"/>
              </w:rPr>
              <w:lastRenderedPageBreak/>
              <w:t xml:space="preserve">approximately 40% of total recordings of the species according to Queensland Government (species profile- 18 records) and Atlas of Living Australia (ala.org.au) (49 records).  </w:t>
            </w:r>
          </w:p>
        </w:tc>
      </w:tr>
      <w:tr w:rsidR="002627C4" w:rsidTr="002627C4">
        <w:trPr>
          <w:trHeight w:val="100"/>
        </w:trPr>
        <w:tc>
          <w:tcPr>
            <w:tcW w:w="1750" w:type="dxa"/>
          </w:tcPr>
          <w:p w:rsidR="002627C4" w:rsidRDefault="00B91575">
            <w:r>
              <w:rPr>
                <w:rStyle w:val="styleSubformtxtUP"/>
              </w:rPr>
              <w:lastRenderedPageBreak/>
              <w:t>Chordata/Mammalia</w:t>
            </w:r>
          </w:p>
        </w:tc>
        <w:tc>
          <w:tcPr>
            <w:tcW w:w="1750" w:type="dxa"/>
          </w:tcPr>
          <w:p w:rsidR="002627C4" w:rsidRDefault="00B91575">
            <w:r>
              <w:rPr>
                <w:rStyle w:val="styleSubformtxtIblue700"/>
              </w:rPr>
              <w:t>Sousa chinensis</w:t>
            </w:r>
          </w:p>
        </w:tc>
        <w:tc>
          <w:tcPr>
            <w:tcW w:w="1750" w:type="dxa"/>
          </w:tcPr>
          <w:p w:rsidR="002627C4" w:rsidRDefault="00B91575">
            <w:r>
              <w:rPr>
                <w:rStyle w:val="styleSubformtxtsp"/>
              </w:rPr>
              <w:t>Australian humpback dolphin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cetacean, migratory (CMS); QLD (Nature Conservation Act 1992) – VU</w:t>
            </w:r>
          </w:p>
        </w:tc>
        <w:tc>
          <w:tcPr>
            <w:tcW w:w="1750" w:type="dxa"/>
          </w:tcPr>
          <w:p w:rsidR="002627C4" w:rsidRDefault="00B91575">
            <w:r>
              <w:rPr>
                <w:rStyle w:val="styleSubformtxtsp"/>
              </w:rPr>
              <w:t>Resident population, important to tourism. 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Stenella attenuata</w:t>
            </w:r>
          </w:p>
        </w:tc>
        <w:tc>
          <w:tcPr>
            <w:tcW w:w="1750" w:type="dxa"/>
          </w:tcPr>
          <w:p w:rsidR="002627C4" w:rsidRDefault="00B91575">
            <w:r>
              <w:rPr>
                <w:rStyle w:val="styleSubformtxtsp"/>
              </w:rPr>
              <w:t>Pantropical Spotted Dolphin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cetacean,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Stenella longirostris</w:t>
            </w:r>
          </w:p>
        </w:tc>
        <w:tc>
          <w:tcPr>
            <w:tcW w:w="1750" w:type="dxa"/>
          </w:tcPr>
          <w:p w:rsidR="002627C4" w:rsidRDefault="00B91575">
            <w:r>
              <w:rPr>
                <w:rStyle w:val="styleSubformtxtsp"/>
              </w:rPr>
              <w:t>Spinner Dolphin</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 xml:space="preserve"> </w:t>
            </w:r>
          </w:p>
        </w:tc>
        <w:tc>
          <w:tcPr>
            <w:tcW w:w="1750" w:type="dxa"/>
          </w:tcPr>
          <w:p w:rsidR="002627C4" w:rsidRDefault="002627C4"/>
        </w:tc>
        <w:tc>
          <w:tcPr>
            <w:tcW w:w="1750" w:type="dxa"/>
          </w:tcPr>
          <w:p w:rsidR="002627C4" w:rsidRDefault="00B91575">
            <w:r>
              <w:rPr>
                <w:rStyle w:val="styleSubformtxtsp"/>
              </w:rPr>
              <w:t xml:space="preserve"> </w:t>
            </w:r>
          </w:p>
        </w:tc>
        <w:tc>
          <w:tcPr>
            <w:tcW w:w="1750" w:type="dxa"/>
          </w:tcPr>
          <w:p w:rsidR="002627C4" w:rsidRDefault="00B91575">
            <w:r>
              <w:rPr>
                <w:rStyle w:val="styleSubformtxtsp"/>
              </w:rPr>
              <w:t xml:space="preserve">LC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cetacean, migratory (CMS)</w:t>
            </w:r>
          </w:p>
        </w:tc>
        <w:tc>
          <w:tcPr>
            <w:tcW w:w="1750" w:type="dxa"/>
          </w:tcPr>
          <w:p w:rsidR="002627C4" w:rsidRDefault="00B91575">
            <w:r>
              <w:rPr>
                <w:rStyle w:val="styleSubformtxtsp"/>
              </w:rPr>
              <w:t>As outlined in section 6.1.2: Additional documents - RIS offline.</w:t>
            </w:r>
          </w:p>
        </w:tc>
      </w:tr>
      <w:tr w:rsidR="002627C4" w:rsidTr="002627C4">
        <w:trPr>
          <w:trHeight w:val="100"/>
        </w:trPr>
        <w:tc>
          <w:tcPr>
            <w:tcW w:w="1750" w:type="dxa"/>
          </w:tcPr>
          <w:p w:rsidR="002627C4" w:rsidRDefault="00B91575">
            <w:r>
              <w:rPr>
                <w:rStyle w:val="styleSubformtxtUP"/>
              </w:rPr>
              <w:t>Chordata/Mammalia</w:t>
            </w:r>
          </w:p>
        </w:tc>
        <w:tc>
          <w:tcPr>
            <w:tcW w:w="1750" w:type="dxa"/>
          </w:tcPr>
          <w:p w:rsidR="002627C4" w:rsidRDefault="00B91575">
            <w:r>
              <w:rPr>
                <w:rStyle w:val="styleSubformtxtIblue700"/>
              </w:rPr>
              <w:t>Xeromys myoides</w:t>
            </w:r>
          </w:p>
        </w:tc>
        <w:tc>
          <w:tcPr>
            <w:tcW w:w="1750" w:type="dxa"/>
          </w:tcPr>
          <w:p w:rsidR="002627C4" w:rsidRDefault="00B91575">
            <w:r>
              <w:rPr>
                <w:rStyle w:val="styleSubformtxtsp"/>
              </w:rPr>
              <w:t>Water mouse</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1</w:t>
            </w:r>
          </w:p>
        </w:tc>
        <w:tc>
          <w:tcPr>
            <w:tcW w:w="1750" w:type="dxa"/>
          </w:tcPr>
          <w:p w:rsidR="002627C4" w:rsidRDefault="002627C4"/>
        </w:tc>
        <w:tc>
          <w:tcPr>
            <w:tcW w:w="1750" w:type="dxa"/>
          </w:tcPr>
          <w:p w:rsidR="002627C4" w:rsidRDefault="00B91575">
            <w:r>
              <w:rPr>
                <w:rStyle w:val="styleSubformtxtsp"/>
              </w:rPr>
              <w:t>1.1</w:t>
            </w:r>
          </w:p>
        </w:tc>
        <w:tc>
          <w:tcPr>
            <w:tcW w:w="1750" w:type="dxa"/>
          </w:tcPr>
          <w:p w:rsidR="002627C4" w:rsidRDefault="00B91575">
            <w:r>
              <w:rPr>
                <w:rStyle w:val="styleSubformtxtsp"/>
              </w:rPr>
              <w:t xml:space="preserve">VU </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sp"/>
              </w:rPr>
              <w:t>National (EPBC Act) – vulnerable; QLD (Nature Conservation Act 1992) – VU</w:t>
            </w:r>
          </w:p>
        </w:tc>
        <w:tc>
          <w:tcPr>
            <w:tcW w:w="1750" w:type="dxa"/>
          </w:tcPr>
          <w:p w:rsidR="002627C4" w:rsidRDefault="00B91575">
            <w:r>
              <w:rPr>
                <w:rStyle w:val="styleSubformtxtsp"/>
              </w:rPr>
              <w:t xml:space="preserve">Wetland dependent. High density population in Pumicestone Passage and Southern Moreton Bay incl. North and South Stradbroke Island. Total population </w:t>
            </w:r>
            <w:r>
              <w:rPr>
                <w:rStyle w:val="styleSubformtxtsp"/>
              </w:rPr>
              <w:lastRenderedPageBreak/>
              <w:t xml:space="preserve">estimated to 10,000 mature individuals and Moreton Bay population estimated to support more than 1% of the population. As outlined in section 6.1.2: Additional documents - RIS offline. </w:t>
            </w:r>
          </w:p>
        </w:tc>
      </w:tr>
      <w:tr w:rsidR="002627C4" w:rsidTr="002627C4">
        <w:trPr>
          <w:trHeight w:val="1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B91575">
      <w:r>
        <w:br w:type="page"/>
      </w:r>
    </w:p>
    <w:p w:rsidR="002627C4" w:rsidRDefault="002627C4"/>
    <w:p w:rsidR="002627C4" w:rsidRDefault="00B91575">
      <w:pPr>
        <w:pStyle w:val="pstyleComments"/>
      </w:pPr>
      <w:r>
        <w:rPr>
          <w:rStyle w:val="styleC3comment"/>
        </w:rPr>
        <w:t>Optional text box to provide further information on animal species of international importance:</w:t>
      </w:r>
    </w:p>
    <w:p w:rsidR="002627C4" w:rsidRDefault="00B91575">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*Note that for the listings in table 3.3, all species recorded under an international listing as a migratory species and occurring within the site are marked to contribute to criterion 4. </w:t>
            </w:r>
          </w:p>
          <w:p w:rsidR="002627C4" w:rsidRDefault="002627C4">
            <w:pPr>
              <w:pStyle w:val="pStyle"/>
              <w:rPr>
                <w:rStyle w:val="almostEmpty"/>
              </w:rPr>
            </w:pPr>
          </w:p>
          <w:p w:rsidR="002627C4" w:rsidRDefault="00B91575">
            <w:pPr>
              <w:spacing w:after="0" w:line="240" w:lineRule="auto"/>
              <w:ind w:left="57"/>
            </w:pPr>
            <w:r>
              <w:rPr>
                <w:rStyle w:val="styleDatatxt"/>
              </w:rPr>
              <w:t xml:space="preserve">**Note that the invertebrate Tenuibranchiurus glypticus (swamp crayfish), listed as endangered on the IUCN red list and vulnerable under the Queensland Nature Conservation Act 1992, also contributes to criterion 2 and 3 in 3.3 listing above but was not available in this database.  </w:t>
            </w:r>
          </w:p>
          <w:p w:rsidR="002627C4" w:rsidRDefault="002627C4">
            <w:pPr>
              <w:pStyle w:val="pStyle"/>
              <w:rPr>
                <w:rStyle w:val="almostEmpty"/>
              </w:rPr>
            </w:pPr>
          </w:p>
          <w:p w:rsidR="002627C4" w:rsidRDefault="00B91575">
            <w:pPr>
              <w:spacing w:after="0" w:line="240" w:lineRule="auto"/>
              <w:ind w:left="57"/>
            </w:pPr>
            <w:r>
              <w:rPr>
                <w:rStyle w:val="styleDatatxt"/>
              </w:rPr>
              <w:t xml:space="preserve">***Some scientific names may have been updated (refer 6.1.2 additional information). </w:t>
            </w:r>
          </w:p>
          <w:p w:rsidR="002627C4" w:rsidRDefault="002627C4">
            <w:pPr>
              <w:pStyle w:val="pStyle"/>
              <w:rPr>
                <w:rStyle w:val="almostEmpty"/>
              </w:rPr>
            </w:pPr>
          </w:p>
          <w:p w:rsidR="002627C4" w:rsidRDefault="00B91575">
            <w:pPr>
              <w:spacing w:after="0" w:line="240" w:lineRule="auto"/>
              <w:ind w:left="57"/>
            </w:pPr>
            <w:r>
              <w:rPr>
                <w:rStyle w:val="styleDatatxt"/>
              </w:rPr>
              <w:t xml:space="preserve">****Note that for the acid frog species (Crinia tinnula, Litoria olongburensis, Litoria cooloolensis and Litoria freycineti) as well as Nannoperca oxleyana, Acrodipsas illidgei and Xeromys myoides under criterion 9, the numerical percentage occurrence denoted as 1.1 refers to an estimated population above 1 per cent. The population of acid frog species recorded in table 3.3 is the lowest within the estimate range. The number one (1) in the population size box for Nannoperca oxleyana, Acrodipsas illidgei and Xeromys myoides indicates that there are no current official records of the exact population at the site. See section 6.1.2 vi additional information for a more detailed justification of the listing of these species under criterion 9.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supports an abundance and diversity of native fauna, in particular a high abundance and species diversity of waterbirds, including threatened migratory shorebirds listed under international agreements, conventions and partnerships. It is also noteworthy that Moreton Bay represents the southern limit of the dugong’s Australian distribution (Lanyon 2003) and currently contains one of the largest populations of dugongs on the east coast of Australia.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All six marine turtle species known to occur in Australian waters have been recorded in Moreton Bay (Limpus et al. 2006).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Seasonal aggregations occur for manta rays, grey nurse sharks and zebra sharks. Rocky reef outcrops near North Stradbroke Island contain the largest known aggregation of zebra sharks in the world (Couturier et al. 2011; Dudgeon et al. 2013).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A genetically distinct population of koalas (Phascolarctos cinereus) (listed as vulnerable under the Environment Protection and Biodiversity Conservation Act 1999) breed on North Stradbroke Island (Lee et al. 2010). Trees associated with the island’s wetlands provide important koala habitat (GHD 2009). Percentage moisture content in the leaves of food trees needs to be maintained for koala survival (Melzer et al. 2000 in Cox and Specht 2012; Ellis et al. 2010).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See section 6.1.2 vi for additional information.</w:t>
            </w:r>
          </w:p>
        </w:tc>
      </w:tr>
    </w:tbl>
    <w:p w:rsidR="002627C4" w:rsidRDefault="002627C4">
      <w:pPr>
        <w:sectPr w:rsidR="002627C4">
          <w:pgSz w:w="16787" w:h="11870" w:orient="landscape"/>
          <w:pgMar w:top="1440" w:right="1440" w:bottom="1440" w:left="1440" w:header="720" w:footer="720" w:gutter="0"/>
          <w:cols w:space="720"/>
        </w:sectPr>
      </w:pPr>
    </w:p>
    <w:p w:rsidR="002627C4" w:rsidRDefault="00B91575">
      <w:pPr>
        <w:pStyle w:val="pstyleSectionL1"/>
      </w:pPr>
      <w:r>
        <w:rPr>
          <w:rStyle w:val="styleL1"/>
        </w:rPr>
        <w:lastRenderedPageBreak/>
        <w:t>3.4 Ecological communities whose presence relates to the international importance of the site</w:t>
      </w:r>
    </w:p>
    <w:p w:rsidR="002627C4" w:rsidRDefault="00B91575">
      <w:pPr>
        <w:pStyle w:val="pstyleSection"/>
      </w:pPr>
      <w:r>
        <w:rPr>
          <w:rStyle w:val="styleL2"/>
        </w:rPr>
        <w:t xml:space="preserve"> </w:t>
      </w:r>
    </w:p>
    <w:p w:rsidR="002627C4" w:rsidRDefault="002627C4">
      <w:pPr>
        <w:pStyle w:val="pstyleLabels"/>
      </w:pPr>
    </w:p>
    <w:tbl>
      <w:tblPr>
        <w:tblStyle w:val="FancyTable"/>
        <w:tblW w:w="0" w:type="auto"/>
        <w:tblInd w:w="-8" w:type="dxa"/>
        <w:tblLook w:val="04A0" w:firstRow="1" w:lastRow="0" w:firstColumn="1" w:lastColumn="0" w:noHBand="0" w:noVBand="1"/>
      </w:tblPr>
      <w:tblGrid>
        <w:gridCol w:w="979"/>
        <w:gridCol w:w="997"/>
        <w:gridCol w:w="5943"/>
        <w:gridCol w:w="1063"/>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Name of ecological community</w:t>
            </w:r>
          </w:p>
        </w:tc>
        <w:tc>
          <w:tcPr>
            <w:tcW w:w="1750" w:type="dxa"/>
          </w:tcPr>
          <w:p w:rsidR="002627C4" w:rsidRDefault="00B91575">
            <w:pPr>
              <w:spacing w:after="0" w:line="240" w:lineRule="auto"/>
              <w:jc w:val="center"/>
            </w:pPr>
            <w:r>
              <w:rPr>
                <w:b/>
                <w:sz w:val="18"/>
                <w:szCs w:val="18"/>
              </w:rPr>
              <w:t>Community qualifies under Criterion 2?</w:t>
            </w:r>
          </w:p>
        </w:tc>
        <w:tc>
          <w:tcPr>
            <w:tcW w:w="1750" w:type="dxa"/>
          </w:tcPr>
          <w:p w:rsidR="002627C4" w:rsidRDefault="00B91575">
            <w:pPr>
              <w:spacing w:after="0" w:line="240" w:lineRule="auto"/>
              <w:jc w:val="center"/>
            </w:pPr>
            <w:r>
              <w:rPr>
                <w:b/>
                <w:sz w:val="18"/>
                <w:szCs w:val="18"/>
              </w:rPr>
              <w:t>Description</w:t>
            </w:r>
          </w:p>
        </w:tc>
        <w:tc>
          <w:tcPr>
            <w:tcW w:w="1750" w:type="dxa"/>
          </w:tcPr>
          <w:p w:rsidR="002627C4" w:rsidRDefault="00B91575">
            <w:pPr>
              <w:spacing w:after="0" w:line="240" w:lineRule="auto"/>
              <w:jc w:val="center"/>
            </w:pPr>
            <w:r>
              <w:rPr>
                <w:b/>
                <w:sz w:val="18"/>
                <w:szCs w:val="18"/>
              </w:rPr>
              <w:t>Justification</w:t>
            </w:r>
          </w:p>
        </w:tc>
      </w:tr>
      <w:tr w:rsidR="002627C4" w:rsidTr="002627C4">
        <w:trPr>
          <w:trHeight w:val="200"/>
        </w:trPr>
        <w:tc>
          <w:tcPr>
            <w:tcW w:w="1750" w:type="dxa"/>
          </w:tcPr>
          <w:p w:rsidR="002627C4" w:rsidRDefault="00B91575">
            <w:r>
              <w:rPr>
                <w:rStyle w:val="styleSubformtxt"/>
              </w:rPr>
              <w:t>Coastal Swamp Oak (Casuarina glauca) Forest of New South Wales and South East Queensland</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http://www.environment.gov.au/cgi-bin/sprat/public/publicshowcommunity.pl?id=142&amp;status=Endangered</w:t>
            </w:r>
          </w:p>
        </w:tc>
        <w:tc>
          <w:tcPr>
            <w:tcW w:w="1750" w:type="dxa"/>
          </w:tcPr>
          <w:p w:rsidR="002627C4" w:rsidRDefault="00B91575">
            <w:r>
              <w:rPr>
                <w:rStyle w:val="styleSubformtxt"/>
              </w:rPr>
              <w:t>National (EPBC Act) – Endangered</w:t>
            </w:r>
          </w:p>
        </w:tc>
      </w:tr>
      <w:tr w:rsidR="002627C4" w:rsidTr="002627C4">
        <w:trPr>
          <w:trHeight w:val="200"/>
        </w:trPr>
        <w:tc>
          <w:tcPr>
            <w:tcW w:w="1750" w:type="dxa"/>
          </w:tcPr>
          <w:p w:rsidR="002627C4" w:rsidRDefault="00B91575">
            <w:r>
              <w:rPr>
                <w:rStyle w:val="styleSubformtxt"/>
              </w:rPr>
              <w:t>Lowland Rainforest of Subtropical Australia</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http://www.environment.gov.au/cgi-bin/sprat/public/publicshowcommunity.pl?id=101&amp;status=Critically+Endangered</w:t>
            </w:r>
          </w:p>
        </w:tc>
        <w:tc>
          <w:tcPr>
            <w:tcW w:w="1750" w:type="dxa"/>
          </w:tcPr>
          <w:p w:rsidR="002627C4" w:rsidRDefault="00B91575">
            <w:r>
              <w:rPr>
                <w:rStyle w:val="styleSubformtxt"/>
              </w:rPr>
              <w:t xml:space="preserve">National (EPBC Act) – Critically endangered </w:t>
            </w:r>
          </w:p>
        </w:tc>
      </w:tr>
      <w:tr w:rsidR="002627C4" w:rsidTr="002627C4">
        <w:trPr>
          <w:trHeight w:val="200"/>
        </w:trPr>
        <w:tc>
          <w:tcPr>
            <w:tcW w:w="1750" w:type="dxa"/>
          </w:tcPr>
          <w:p w:rsidR="002627C4" w:rsidRDefault="00B91575">
            <w:r>
              <w:rPr>
                <w:rStyle w:val="styleSubformtxt"/>
              </w:rPr>
              <w:t>Subtropical and Temperate Coastal Saltmarsh</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 http://www.environment.gov.au/biodiversity/threatened/communities/pubs/118-conservation-advice.pdf</w:t>
            </w:r>
          </w:p>
        </w:tc>
        <w:tc>
          <w:tcPr>
            <w:tcW w:w="1750" w:type="dxa"/>
          </w:tcPr>
          <w:p w:rsidR="002627C4" w:rsidRDefault="00B91575">
            <w:r>
              <w:rPr>
                <w:rStyle w:val="styleSubformtxt"/>
              </w:rPr>
              <w:t> National (EPBC Act)  – Vulnerable</w:t>
            </w:r>
          </w:p>
        </w:tc>
      </w:tr>
      <w:tr w:rsidR="002627C4" w:rsidTr="002627C4">
        <w:trPr>
          <w:trHeight w:val="200"/>
        </w:trPr>
        <w:tc>
          <w:tcPr>
            <w:tcW w:w="1750" w:type="dxa"/>
          </w:tcPr>
          <w:p w:rsidR="002627C4" w:rsidRDefault="00B91575">
            <w:r>
              <w:rPr>
                <w:rStyle w:val="styleSubformtxt"/>
              </w:rPr>
              <w:t>Littoral Rainforest and Coastal Vine Thickets of Eastern Australia</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http://www.environment.gov.au/cgi-bin/sprat/public/publicshowcommunity.pl?id=76&amp;status=Critically+Endangered</w:t>
            </w:r>
          </w:p>
        </w:tc>
        <w:tc>
          <w:tcPr>
            <w:tcW w:w="1750" w:type="dxa"/>
          </w:tcPr>
          <w:p w:rsidR="002627C4" w:rsidRDefault="00B91575">
            <w:r>
              <w:rPr>
                <w:rStyle w:val="styleSubformtxt"/>
              </w:rPr>
              <w:t xml:space="preserve">National (EPBC Act) – Critically endangered </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These threatened ecological communities include the following regional ecosystems, mapped and classified by the Queensland state government (See section 6.1.2 vi for additional information)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Casuarina glauca woodland on margins of marine clay plains (RE 12.1.1)</w:t>
            </w:r>
            <w:r>
              <w:rPr>
                <w:rStyle w:val="styleDatatxt"/>
              </w:rPr>
              <w:tab/>
              <w:t xml:space="preserve">Vegetation Management Act 1999 - Of concern, Biodiversity status (QLD) - Of concern.  </w:t>
            </w:r>
          </w:p>
          <w:p w:rsidR="002627C4" w:rsidRDefault="002627C4">
            <w:pPr>
              <w:pStyle w:val="pStyle"/>
              <w:rPr>
                <w:rStyle w:val="almostEmpty"/>
              </w:rPr>
            </w:pPr>
          </w:p>
          <w:p w:rsidR="002627C4" w:rsidRDefault="00B91575">
            <w:pPr>
              <w:spacing w:after="0" w:line="240" w:lineRule="auto"/>
              <w:ind w:left="57"/>
            </w:pPr>
            <w:r>
              <w:rPr>
                <w:rStyle w:val="styleDatatxt"/>
              </w:rPr>
              <w:t xml:space="preserve">Saltpan vegetation including grassland, herbland and sedgeland on marine clay plains (RE 12.1.2) Vegetation Management Act 1999 - Least concern, Biodiversity status (QLD) - No concern at present. </w:t>
            </w:r>
          </w:p>
          <w:p w:rsidR="002627C4" w:rsidRDefault="002627C4">
            <w:pPr>
              <w:pStyle w:val="pStyle"/>
              <w:rPr>
                <w:rStyle w:val="almostEmpty"/>
              </w:rPr>
            </w:pPr>
          </w:p>
          <w:p w:rsidR="002627C4" w:rsidRDefault="00B91575">
            <w:pPr>
              <w:spacing w:after="0" w:line="240" w:lineRule="auto"/>
              <w:ind w:left="57"/>
            </w:pPr>
            <w:r>
              <w:rPr>
                <w:rStyle w:val="styleDatatxt"/>
              </w:rPr>
              <w:t>Notophyll vine forest on parabolic high dunes  (RE 12.2.1)</w:t>
            </w:r>
            <w:r>
              <w:rPr>
                <w:rStyle w:val="styleDatatxt"/>
              </w:rPr>
              <w:tab/>
              <w:t xml:space="preserve">Vegetation Management Act 1999 - Of concern, Biodiversity status (QLD) - Of concern. </w:t>
            </w:r>
          </w:p>
          <w:p w:rsidR="002627C4" w:rsidRDefault="002627C4">
            <w:pPr>
              <w:pStyle w:val="pStyle"/>
              <w:rPr>
                <w:rStyle w:val="almostEmpty"/>
              </w:rPr>
            </w:pPr>
          </w:p>
          <w:p w:rsidR="002627C4" w:rsidRDefault="00B91575">
            <w:pPr>
              <w:spacing w:after="0" w:line="240" w:lineRule="auto"/>
              <w:ind w:left="57"/>
            </w:pPr>
            <w:r>
              <w:rPr>
                <w:rStyle w:val="styleDatatxt"/>
              </w:rPr>
              <w:t xml:space="preserve">Microphyll/notophyll vine forest on beach ridges (RE 12.2.2) Vegetation Management Act 1999 - Of concern, Biodiversity status (QLD) - Endangered.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 xml:space="preserve">Complex notophyll vine forest (RE 12.3.1a) Vegetation Management Act 1999 - Endangered, Biodiversity status (QLD) - Endangered. </w:t>
            </w:r>
          </w:p>
          <w:p w:rsidR="002627C4" w:rsidRDefault="002627C4">
            <w:pPr>
              <w:pStyle w:val="pStyle"/>
              <w:rPr>
                <w:rStyle w:val="almostEmpty"/>
              </w:rPr>
            </w:pPr>
          </w:p>
          <w:p w:rsidR="002627C4" w:rsidRDefault="00B91575">
            <w:pPr>
              <w:spacing w:after="0" w:line="240" w:lineRule="auto"/>
              <w:ind w:left="57"/>
            </w:pPr>
            <w:r>
              <w:rPr>
                <w:rStyle w:val="styleDatatxt"/>
              </w:rPr>
              <w:t xml:space="preserve">Melaleuca quinquenervia, Casuarina glauca +/- Eucalyptus tereticornis, E. siderophloia open forest on low coastal alluvial plains  </w:t>
            </w:r>
          </w:p>
          <w:p w:rsidR="002627C4" w:rsidRDefault="002627C4">
            <w:pPr>
              <w:pStyle w:val="pStyle"/>
              <w:rPr>
                <w:rStyle w:val="almostEmpty"/>
              </w:rPr>
            </w:pPr>
          </w:p>
          <w:p w:rsidR="002627C4" w:rsidRDefault="00B91575">
            <w:pPr>
              <w:spacing w:after="0" w:line="240" w:lineRule="auto"/>
              <w:ind w:left="57"/>
            </w:pPr>
            <w:r>
              <w:rPr>
                <w:rStyle w:val="styleDatatxt"/>
              </w:rPr>
              <w:t xml:space="preserve">(RE 12.3.20) Vegetation Management Act 1999 - Least concern, Biodiversity status (QLD) - Endangered. </w:t>
            </w:r>
          </w:p>
          <w:p w:rsidR="002627C4" w:rsidRDefault="002627C4">
            <w:pPr>
              <w:pStyle w:val="pStyle"/>
              <w:rPr>
                <w:rStyle w:val="almostEmpty"/>
              </w:rPr>
            </w:pPr>
          </w:p>
          <w:p w:rsidR="002627C4" w:rsidRDefault="00B91575">
            <w:pPr>
              <w:spacing w:after="0" w:line="240" w:lineRule="auto"/>
              <w:ind w:left="57"/>
            </w:pPr>
            <w:r>
              <w:rPr>
                <w:rStyle w:val="styleDatatxt"/>
              </w:rPr>
              <w:tab/>
            </w:r>
            <w:r>
              <w:rPr>
                <w:rStyle w:val="styleDatatxt"/>
              </w:rPr>
              <w:tab/>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0"/>
      </w:pPr>
      <w:r>
        <w:rPr>
          <w:rStyle w:val="styleL0"/>
        </w:rPr>
        <w:lastRenderedPageBreak/>
        <w:t>What is the Site like?</w:t>
      </w:r>
    </w:p>
    <w:p w:rsidR="002627C4" w:rsidRDefault="00B91575">
      <w:r>
        <w:rPr>
          <w:noProof/>
        </w:rPr>
        <mc:AlternateContent>
          <mc:Choice Requires="wps">
            <w:drawing>
              <wp:inline distT="0" distB="0" distL="0" distR="0">
                <wp:extent cx="5715000" cy="0"/>
                <wp:effectExtent l="9525" t="9525" r="9525" b="9525"/>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B562B46" id="AutoShape 4"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op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Ad&#10;OdopHAIAADwEAAAOAAAAAAAAAAAAAAAAAC4CAABkcnMvZTJvRG9jLnhtbFBLAQItABQABgAIAAAA&#10;IQDhEVAD1QAAAAIBAAAPAAAAAAAAAAAAAAAAAHYEAABkcnMvZG93bnJldi54bWxQSwUGAAAAAAQA&#10;BADzAAAAeAUAAAAA&#10;" strokeweight="1pt">
                <w10:anchorlock/>
              </v:shape>
            </w:pict>
          </mc:Fallback>
        </mc:AlternateContent>
      </w:r>
    </w:p>
    <w:p w:rsidR="002627C4" w:rsidRDefault="00B91575">
      <w:pPr>
        <w:pStyle w:val="pstyleSectionL1"/>
      </w:pPr>
      <w:r>
        <w:rPr>
          <w:rStyle w:val="styleL1"/>
        </w:rPr>
        <w:t>4.1 Ecological character</w:t>
      </w:r>
    </w:p>
    <w:p w:rsidR="002627C4" w:rsidRDefault="00B91575">
      <w:pPr>
        <w:pStyle w:val="pstyleSection"/>
      </w:pPr>
      <w:r>
        <w:rPr>
          <w:rStyle w:val="styleL2"/>
        </w:rPr>
        <w:t xml:space="preserve"> </w:t>
      </w:r>
    </w:p>
    <w:p w:rsidR="002627C4" w:rsidRDefault="00B91575">
      <w:pPr>
        <w:pStyle w:val="pstyleComments"/>
      </w:pPr>
      <w:r>
        <w:rPr>
          <w:rStyle w:val="styleC3comment"/>
        </w:rPr>
        <w:t>Please summarize the ecological components, processes and services which are critical to determining the ecological character of the site. Please also summarize any natural variability in the ecological character of the site, and any known past or current change</w:t>
      </w:r>
    </w:p>
    <w:p w:rsidR="002627C4" w:rsidRDefault="00B91575">
      <w:pPr>
        <w:pStyle w:val="pstyleLabels"/>
      </w:pPr>
      <w:r>
        <w:rPr>
          <w:rStyle w:val="styleHint1txt"/>
        </w:rPr>
        <w:t xml:space="preserve"> (This field is limited to 4000 characters) </w:t>
      </w:r>
    </w:p>
    <w:tbl>
      <w:tblPr>
        <w:tblStyle w:val="myFieldTableStyle"/>
        <w:tblW w:w="0" w:type="auto"/>
        <w:tblInd w:w="-8" w:type="dxa"/>
        <w:tblLook w:val="04A0" w:firstRow="1" w:lastRow="0" w:firstColumn="1" w:lastColumn="0" w:noHBand="0" w:noVBand="1"/>
      </w:tblPr>
      <w:tblGrid>
        <w:gridCol w:w="193"/>
        <w:gridCol w:w="88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Ramsar site supports outstanding coastal wetland features. Many of its diverse habitat types are natural or near-natural and are interconnected with other habitats, supporting biodiversity. The site is home to threatened plant species that are wetland dependant, such as the endangered swamp daisy (Olearia hygrophila), which is only found on North Stradbroke Island. It supports four ecological communities recognised as threatened nationally, including saltmarsh, rainforest and swamp oak (Casuarina glauca) communities.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site provides habitat for humpback whales (Megaptera novaeangliae) and dolphins, as well as six species of marine turtles. Other threatened animals, including the dugong (Dugong dugon), wallum sedgefrog, (Litoria olongburensis), water mouse (Xeromys myoides) and oxleyan pygmy perch fish (Nannoperca oxleyana), also live in the Bay or in freshwater wetlands within the site.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Moreton Bay is one of the largest estuarine bays in Australia and sits in an ‘overlap zone’ where both tropical and temperate species occur. Tidal flats and associated estuarine areas help protect the coastline from erosion and provide critical habitat for migratory shorebirds. Mangrove and saltmarsh communities provide important primary production for a range of species, including commercially valuable fish and crab species. Parts of the site contain seagrass meadows vital for sustaining the Moreton Bay dugong (Dugong dugon) population. Coral reef communities support coral reef flora and fauna, as well as the loggerhead turtle (Caretta caretta).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Bay’s diversity of wetland habitats provides feeding areas, dispersal and migratory pathways, as well as spawning sites, for many fish species. The region supports one of the most productive fisheries in Queensland. Although the Bay only represents about 3% of Queensland’s coastline, it produces just over 15% of the seafood for Queensland managed fisheries.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perched wetlands, including lakes and swamps, are abundant in the coastal wallum regions of southeastern Queensland and northern New South Wales (including Moreton and North Stradbroke Islands), but are scarce in most parts of the world. Perched wetlands form in depressions between dunes where impermeable layers develop in the sand and hold water in the wetland above the surrounding water table. They support many unique and interesting animals (Marshall et al. 2011).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Underlying critical processes that are integral to the values and features of the site include: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physical coastal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hydrological e.g. tidal inundation, freshwater flows, groundwater interactions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energy and nutrient dynamics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biological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climatic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geomorphologic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Bay’s proximity to Brisbane and the Gold and Sunshine Coasts makes it ideal for visitors. More than 12 million visits to the Bay occur each year where people enjoy nature-based activities, from boating to snorkelling, diving, recreational fishing and camping (QPWS 2012). The Bay is a destination for watching migratory shorebirds (September to March) and whales (June to October).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Ramsar site wetlands have significant social and cultural values, provide research and education opportunities, as well as a place for recreation and spiritual connection. Tangible evidence of past Traditional Owner occupation is found in many forms throughout Moreton Bay (Quandamooka) the islands, and mainland areas. There have been modifications to the Moreton Bay’s catchment hydrology prior to the listing of the site associated with development and an increasing population.  Since the site was listed, there has been further intensification in the catchment's to the site. However, there has also been much improvement in the management of pressures on the site (refer to section 5 of this document).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 xml:space="preserve">See section 6.1.2 vi for additional information. </w:t>
            </w:r>
          </w:p>
          <w:p w:rsidR="002627C4" w:rsidRDefault="002627C4">
            <w:pPr>
              <w:pStyle w:val="pStyle"/>
              <w:rPr>
                <w:rStyle w:val="almostEmpty"/>
              </w:rPr>
            </w:pPr>
          </w:p>
          <w:p w:rsidR="002627C4" w:rsidRDefault="002627C4">
            <w:pPr>
              <w:spacing w:after="0" w:line="240" w:lineRule="auto"/>
              <w:ind w:left="57"/>
            </w:pP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4.2 What wetland type(s) are in the site?</w:t>
      </w:r>
    </w:p>
    <w:p w:rsidR="002627C4" w:rsidRDefault="00B91575">
      <w:pPr>
        <w:pStyle w:val="pstyleSection"/>
      </w:pPr>
      <w:r>
        <w:rPr>
          <w:rStyle w:val="styleL2"/>
        </w:rPr>
        <w:t xml:space="preserve"> </w:t>
      </w:r>
    </w:p>
    <w:p w:rsidR="002627C4" w:rsidRDefault="00B91575">
      <w:pPr>
        <w:pStyle w:val="pstyleComments"/>
      </w:pPr>
      <w:r>
        <w:rPr>
          <w:rStyle w:val="styleC3comment"/>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rsidR="002627C4" w:rsidRDefault="00B91575">
      <w:pPr>
        <w:pStyle w:val="pstyleLabels"/>
      </w:pPr>
      <w:r>
        <w:rPr>
          <w:rStyle w:val="styleC3"/>
        </w:rPr>
        <w:t>Marine or coastal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Wetland types (code and name)</w:t>
            </w:r>
          </w:p>
        </w:tc>
        <w:tc>
          <w:tcPr>
            <w:tcW w:w="1750" w:type="dxa"/>
          </w:tcPr>
          <w:p w:rsidR="002627C4" w:rsidRDefault="00B91575">
            <w:pPr>
              <w:spacing w:after="0" w:line="240" w:lineRule="auto"/>
              <w:jc w:val="center"/>
            </w:pPr>
            <w:r>
              <w:rPr>
                <w:b/>
                <w:sz w:val="18"/>
                <w:szCs w:val="18"/>
              </w:rPr>
              <w:t>Local name</w:t>
            </w:r>
          </w:p>
        </w:tc>
        <w:tc>
          <w:tcPr>
            <w:tcW w:w="1750" w:type="dxa"/>
          </w:tcPr>
          <w:p w:rsidR="002627C4" w:rsidRDefault="00B91575">
            <w:pPr>
              <w:spacing w:after="0" w:line="240" w:lineRule="auto"/>
              <w:jc w:val="center"/>
            </w:pPr>
            <w:r>
              <w:rPr>
                <w:b/>
                <w:sz w:val="18"/>
                <w:szCs w:val="18"/>
              </w:rPr>
              <w:t>Ranking of extent (1: greatest - 4: least)</w:t>
            </w:r>
          </w:p>
        </w:tc>
        <w:tc>
          <w:tcPr>
            <w:tcW w:w="1750" w:type="dxa"/>
          </w:tcPr>
          <w:p w:rsidR="002627C4" w:rsidRDefault="00B91575">
            <w:pPr>
              <w:spacing w:after="0" w:line="240" w:lineRule="auto"/>
              <w:jc w:val="center"/>
            </w:pPr>
            <w:r>
              <w:rPr>
                <w:b/>
                <w:sz w:val="18"/>
                <w:szCs w:val="18"/>
              </w:rPr>
              <w:t>Area (ha) of wetland type</w:t>
            </w:r>
          </w:p>
        </w:tc>
        <w:tc>
          <w:tcPr>
            <w:tcW w:w="1750" w:type="dxa"/>
          </w:tcPr>
          <w:p w:rsidR="002627C4" w:rsidRDefault="00B91575">
            <w:pPr>
              <w:spacing w:after="0" w:line="240" w:lineRule="auto"/>
              <w:jc w:val="center"/>
            </w:pPr>
            <w:r>
              <w:rPr>
                <w:b/>
                <w:sz w:val="18"/>
                <w:szCs w:val="18"/>
              </w:rPr>
              <w:t>Justification of Criterion 1</w:t>
            </w:r>
          </w:p>
        </w:tc>
      </w:tr>
      <w:tr w:rsidR="002627C4" w:rsidTr="002627C4">
        <w:trPr>
          <w:trHeight w:val="200"/>
        </w:trPr>
        <w:tc>
          <w:tcPr>
            <w:tcW w:w="1750" w:type="dxa"/>
          </w:tcPr>
          <w:p w:rsidR="002627C4" w:rsidRDefault="00B91575">
            <w:r>
              <w:rPr>
                <w:rStyle w:val="styleSubformtxt"/>
              </w:rPr>
              <w:t>A: Permanent shallow marine waters</w:t>
            </w:r>
          </w:p>
        </w:tc>
        <w:tc>
          <w:tcPr>
            <w:tcW w:w="1750" w:type="dxa"/>
          </w:tcPr>
          <w:p w:rsidR="002627C4" w:rsidRDefault="002627C4"/>
        </w:tc>
        <w:tc>
          <w:tcPr>
            <w:tcW w:w="1750" w:type="dxa"/>
          </w:tcPr>
          <w:p w:rsidR="002627C4" w:rsidRDefault="00B91575">
            <w:r>
              <w:rPr>
                <w:rStyle w:val="styleSubformtxt"/>
              </w:rPr>
              <w:t>4</w:t>
            </w:r>
          </w:p>
        </w:tc>
        <w:tc>
          <w:tcPr>
            <w:tcW w:w="1750" w:type="dxa"/>
          </w:tcPr>
          <w:p w:rsidR="002627C4" w:rsidRDefault="00B91575">
            <w:r>
              <w:rPr>
                <w:rStyle w:val="styleSubformtxt"/>
              </w:rPr>
              <w:t>5303</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B: Marine subtidal aquatic beds (Underwater vegetation)</w:t>
            </w:r>
          </w:p>
        </w:tc>
        <w:tc>
          <w:tcPr>
            <w:tcW w:w="1750" w:type="dxa"/>
          </w:tcPr>
          <w:p w:rsidR="002627C4" w:rsidRDefault="002627C4"/>
        </w:tc>
        <w:tc>
          <w:tcPr>
            <w:tcW w:w="1750" w:type="dxa"/>
          </w:tcPr>
          <w:p w:rsidR="002627C4" w:rsidRDefault="00B91575">
            <w:r>
              <w:rPr>
                <w:rStyle w:val="styleSubformtxt"/>
              </w:rPr>
              <w:t>2</w:t>
            </w:r>
          </w:p>
        </w:tc>
        <w:tc>
          <w:tcPr>
            <w:tcW w:w="1750" w:type="dxa"/>
          </w:tcPr>
          <w:p w:rsidR="002627C4" w:rsidRDefault="00B91575">
            <w:r>
              <w:rPr>
                <w:rStyle w:val="styleSubformtxt"/>
              </w:rPr>
              <w:t>23759</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C: Coral reefs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1955</w:t>
            </w:r>
          </w:p>
        </w:tc>
        <w:tc>
          <w:tcPr>
            <w:tcW w:w="1750" w:type="dxa"/>
          </w:tcPr>
          <w:p w:rsidR="002627C4" w:rsidRDefault="00B91575">
            <w:r>
              <w:rPr>
                <w:rStyle w:val="styleSubformtxt"/>
              </w:rPr>
              <w:t>Rare</w:t>
            </w:r>
          </w:p>
        </w:tc>
      </w:tr>
      <w:tr w:rsidR="002627C4" w:rsidTr="002627C4">
        <w:trPr>
          <w:trHeight w:val="200"/>
        </w:trPr>
        <w:tc>
          <w:tcPr>
            <w:tcW w:w="1750" w:type="dxa"/>
          </w:tcPr>
          <w:p w:rsidR="002627C4" w:rsidRDefault="00B91575">
            <w:r>
              <w:rPr>
                <w:rStyle w:val="styleSubformtxt"/>
              </w:rPr>
              <w:t>D: Rocky marine shores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138</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E: Sand, shingle or pebble shores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1828</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F: Estuarine waters</w:t>
            </w:r>
          </w:p>
        </w:tc>
        <w:tc>
          <w:tcPr>
            <w:tcW w:w="1750" w:type="dxa"/>
          </w:tcPr>
          <w:p w:rsidR="002627C4" w:rsidRDefault="002627C4"/>
        </w:tc>
        <w:tc>
          <w:tcPr>
            <w:tcW w:w="1750" w:type="dxa"/>
          </w:tcPr>
          <w:p w:rsidR="002627C4" w:rsidRDefault="00B91575">
            <w:r>
              <w:rPr>
                <w:rStyle w:val="styleSubformtxt"/>
              </w:rPr>
              <w:t>1</w:t>
            </w:r>
          </w:p>
        </w:tc>
        <w:tc>
          <w:tcPr>
            <w:tcW w:w="1750" w:type="dxa"/>
          </w:tcPr>
          <w:p w:rsidR="002627C4" w:rsidRDefault="00B91575">
            <w:r>
              <w:rPr>
                <w:rStyle w:val="styleSubformtxt"/>
              </w:rPr>
              <w:t>34112</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G: Intertidal mud, sand or salt flats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4681</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H: Intertidal marshes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2733</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I: Intertidal forested wetlands</w:t>
            </w:r>
          </w:p>
        </w:tc>
        <w:tc>
          <w:tcPr>
            <w:tcW w:w="1750" w:type="dxa"/>
          </w:tcPr>
          <w:p w:rsidR="002627C4" w:rsidRDefault="002627C4"/>
        </w:tc>
        <w:tc>
          <w:tcPr>
            <w:tcW w:w="1750" w:type="dxa"/>
          </w:tcPr>
          <w:p w:rsidR="002627C4" w:rsidRDefault="00B91575">
            <w:r>
              <w:rPr>
                <w:rStyle w:val="styleSubformtxt"/>
              </w:rPr>
              <w:t>3</w:t>
            </w:r>
          </w:p>
        </w:tc>
        <w:tc>
          <w:tcPr>
            <w:tcW w:w="1750" w:type="dxa"/>
          </w:tcPr>
          <w:p w:rsidR="002627C4" w:rsidRDefault="00B91575">
            <w:r>
              <w:rPr>
                <w:rStyle w:val="styleSubformtxt"/>
              </w:rPr>
              <w:t>11847</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J: Coastal brackish / saline lagoons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35</w:t>
            </w:r>
          </w:p>
        </w:tc>
        <w:tc>
          <w:tcPr>
            <w:tcW w:w="1750" w:type="dxa"/>
          </w:tcPr>
          <w:p w:rsidR="002627C4" w:rsidRDefault="002627C4"/>
        </w:tc>
      </w:tr>
      <w:tr w:rsidR="002627C4" w:rsidTr="002627C4">
        <w:trPr>
          <w:trHeight w:val="200"/>
        </w:trPr>
        <w:tc>
          <w:tcPr>
            <w:tcW w:w="1750" w:type="dxa"/>
          </w:tcPr>
          <w:p w:rsidR="002627C4" w:rsidRDefault="00B91575">
            <w:r>
              <w:rPr>
                <w:rStyle w:val="styleSubformtxt"/>
              </w:rPr>
              <w:t>K: Coastal freshwater lagoons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w:t>
            </w:r>
          </w:p>
        </w:tc>
        <w:tc>
          <w:tcPr>
            <w:tcW w:w="1750" w:type="dxa"/>
          </w:tcPr>
          <w:p w:rsidR="002627C4" w:rsidRDefault="002627C4"/>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Inland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Wetland types (code and name)</w:t>
            </w:r>
          </w:p>
        </w:tc>
        <w:tc>
          <w:tcPr>
            <w:tcW w:w="1750" w:type="dxa"/>
          </w:tcPr>
          <w:p w:rsidR="002627C4" w:rsidRDefault="00B91575">
            <w:pPr>
              <w:spacing w:after="0" w:line="240" w:lineRule="auto"/>
              <w:jc w:val="center"/>
            </w:pPr>
            <w:r>
              <w:rPr>
                <w:b/>
                <w:sz w:val="18"/>
                <w:szCs w:val="18"/>
              </w:rPr>
              <w:t>Local name</w:t>
            </w:r>
          </w:p>
        </w:tc>
        <w:tc>
          <w:tcPr>
            <w:tcW w:w="1750" w:type="dxa"/>
          </w:tcPr>
          <w:p w:rsidR="002627C4" w:rsidRDefault="00B91575">
            <w:pPr>
              <w:spacing w:after="0" w:line="240" w:lineRule="auto"/>
              <w:jc w:val="center"/>
            </w:pPr>
            <w:r>
              <w:rPr>
                <w:b/>
                <w:sz w:val="18"/>
                <w:szCs w:val="18"/>
              </w:rPr>
              <w:t>Ranking of extent (1: greatest - 4: least)</w:t>
            </w:r>
          </w:p>
        </w:tc>
        <w:tc>
          <w:tcPr>
            <w:tcW w:w="1750" w:type="dxa"/>
          </w:tcPr>
          <w:p w:rsidR="002627C4" w:rsidRDefault="00B91575">
            <w:pPr>
              <w:spacing w:after="0" w:line="240" w:lineRule="auto"/>
              <w:jc w:val="center"/>
            </w:pPr>
            <w:r>
              <w:rPr>
                <w:b/>
                <w:sz w:val="18"/>
                <w:szCs w:val="18"/>
              </w:rPr>
              <w:t>Area (ha) of wetland type</w:t>
            </w:r>
          </w:p>
        </w:tc>
        <w:tc>
          <w:tcPr>
            <w:tcW w:w="1750" w:type="dxa"/>
          </w:tcPr>
          <w:p w:rsidR="002627C4" w:rsidRDefault="00B91575">
            <w:pPr>
              <w:spacing w:after="0" w:line="240" w:lineRule="auto"/>
              <w:jc w:val="center"/>
            </w:pPr>
            <w:r>
              <w:rPr>
                <w:b/>
                <w:sz w:val="18"/>
                <w:szCs w:val="18"/>
              </w:rPr>
              <w:t>Justification of Criterion 1</w:t>
            </w:r>
          </w:p>
        </w:tc>
      </w:tr>
      <w:tr w:rsidR="002627C4" w:rsidTr="002627C4">
        <w:trPr>
          <w:trHeight w:val="200"/>
        </w:trPr>
        <w:tc>
          <w:tcPr>
            <w:tcW w:w="1750" w:type="dxa"/>
          </w:tcPr>
          <w:p w:rsidR="002627C4" w:rsidRDefault="00B91575">
            <w:r>
              <w:rPr>
                <w:rStyle w:val="styleSubformtxt"/>
              </w:rPr>
              <w:t>Fresh water &gt; Flowing water &gt;&gt; M: Permanent rivers/ streams/ creeks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5</w:t>
            </w:r>
          </w:p>
        </w:tc>
        <w:tc>
          <w:tcPr>
            <w:tcW w:w="1750" w:type="dxa"/>
          </w:tcPr>
          <w:p w:rsidR="002627C4" w:rsidRDefault="00B91575">
            <w:r>
              <w:rPr>
                <w:rStyle w:val="styleSubformtxt"/>
              </w:rPr>
              <w:t>Rare</w:t>
            </w:r>
          </w:p>
        </w:tc>
      </w:tr>
      <w:tr w:rsidR="002627C4" w:rsidTr="002627C4">
        <w:trPr>
          <w:trHeight w:val="200"/>
        </w:trPr>
        <w:tc>
          <w:tcPr>
            <w:tcW w:w="1750" w:type="dxa"/>
          </w:tcPr>
          <w:p w:rsidR="002627C4" w:rsidRDefault="00B91575">
            <w:r>
              <w:rPr>
                <w:rStyle w:val="styleSubformtxt"/>
              </w:rPr>
              <w:lastRenderedPageBreak/>
              <w:t>Fresh water &gt; Flowing water &gt;&gt; N: Seasonal/ intermittent/ irregular rivers/ streams/ creeks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5</w:t>
            </w:r>
          </w:p>
        </w:tc>
        <w:tc>
          <w:tcPr>
            <w:tcW w:w="1750" w:type="dxa"/>
          </w:tcPr>
          <w:p w:rsidR="002627C4" w:rsidRDefault="002627C4"/>
        </w:tc>
      </w:tr>
      <w:tr w:rsidR="002627C4" w:rsidTr="002627C4">
        <w:trPr>
          <w:trHeight w:val="200"/>
        </w:trPr>
        <w:tc>
          <w:tcPr>
            <w:tcW w:w="1750" w:type="dxa"/>
          </w:tcPr>
          <w:p w:rsidR="002627C4" w:rsidRDefault="00B91575">
            <w:r>
              <w:rPr>
                <w:rStyle w:val="styleSubformtxt"/>
              </w:rPr>
              <w:t>Fresh water &gt; Lakes and pools &gt;&gt; O: Permanent freshwater lakes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15</w:t>
            </w:r>
          </w:p>
        </w:tc>
        <w:tc>
          <w:tcPr>
            <w:tcW w:w="1750" w:type="dxa"/>
          </w:tcPr>
          <w:p w:rsidR="002627C4" w:rsidRDefault="00B91575">
            <w:r>
              <w:rPr>
                <w:rStyle w:val="styleSubformtxt"/>
              </w:rPr>
              <w:t>Rare</w:t>
            </w:r>
          </w:p>
        </w:tc>
      </w:tr>
      <w:tr w:rsidR="002627C4" w:rsidTr="002627C4">
        <w:trPr>
          <w:trHeight w:val="200"/>
        </w:trPr>
        <w:tc>
          <w:tcPr>
            <w:tcW w:w="1750" w:type="dxa"/>
          </w:tcPr>
          <w:p w:rsidR="002627C4" w:rsidRDefault="00B91575">
            <w:r>
              <w:rPr>
                <w:rStyle w:val="styleSubformtxt"/>
              </w:rPr>
              <w:t>Fresh water &gt; Lakes and pools &gt;&gt; P: Seasonal/ intermittent freshwater lakes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81</w:t>
            </w:r>
          </w:p>
        </w:tc>
        <w:tc>
          <w:tcPr>
            <w:tcW w:w="1750" w:type="dxa"/>
          </w:tcPr>
          <w:p w:rsidR="002627C4" w:rsidRDefault="002627C4"/>
        </w:tc>
      </w:tr>
      <w:tr w:rsidR="002627C4" w:rsidTr="002627C4">
        <w:trPr>
          <w:trHeight w:val="200"/>
        </w:trPr>
        <w:tc>
          <w:tcPr>
            <w:tcW w:w="1750" w:type="dxa"/>
          </w:tcPr>
          <w:p w:rsidR="002627C4" w:rsidRDefault="00B91575">
            <w:r>
              <w:rPr>
                <w:rStyle w:val="styleSubformtxt"/>
              </w:rPr>
              <w:t>Fresh water &gt; Lakes and pools &gt;&gt; Tp: Permanent freshwater marshes/ pools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4</w:t>
            </w:r>
          </w:p>
        </w:tc>
        <w:tc>
          <w:tcPr>
            <w:tcW w:w="1750" w:type="dxa"/>
          </w:tcPr>
          <w:p w:rsidR="002627C4" w:rsidRDefault="00B91575">
            <w:r>
              <w:rPr>
                <w:rStyle w:val="styleSubformtxt"/>
              </w:rPr>
              <w:t>Unique</w:t>
            </w:r>
          </w:p>
        </w:tc>
      </w:tr>
      <w:tr w:rsidR="002627C4" w:rsidTr="002627C4">
        <w:trPr>
          <w:trHeight w:val="200"/>
        </w:trPr>
        <w:tc>
          <w:tcPr>
            <w:tcW w:w="1750" w:type="dxa"/>
          </w:tcPr>
          <w:p w:rsidR="002627C4" w:rsidRDefault="00B91575">
            <w:r>
              <w:rPr>
                <w:rStyle w:val="styleSubformtxt"/>
              </w:rPr>
              <w:t>Fresh water &gt; Marshes on inorganic soils &gt;&gt; Ts: Seasonal/ intermittent freshwater marshes/ pools on inorganic soils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557</w:t>
            </w:r>
          </w:p>
        </w:tc>
        <w:tc>
          <w:tcPr>
            <w:tcW w:w="1750" w:type="dxa"/>
          </w:tcPr>
          <w:p w:rsidR="002627C4" w:rsidRDefault="00B91575">
            <w:r>
              <w:rPr>
                <w:rStyle w:val="styleSubformtxt"/>
              </w:rPr>
              <w:t>Rare</w:t>
            </w:r>
          </w:p>
        </w:tc>
      </w:tr>
      <w:tr w:rsidR="002627C4" w:rsidTr="002627C4">
        <w:trPr>
          <w:trHeight w:val="200"/>
        </w:trPr>
        <w:tc>
          <w:tcPr>
            <w:tcW w:w="1750" w:type="dxa"/>
          </w:tcPr>
          <w:p w:rsidR="002627C4" w:rsidRDefault="00B91575">
            <w:r>
              <w:rPr>
                <w:rStyle w:val="styleSubformtxt"/>
              </w:rPr>
              <w:t>Fresh water &gt; Marshes on peat soils &gt;&gt; U: Permanent Non-forested peatlands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3649</w:t>
            </w:r>
          </w:p>
        </w:tc>
        <w:tc>
          <w:tcPr>
            <w:tcW w:w="1750" w:type="dxa"/>
          </w:tcPr>
          <w:p w:rsidR="002627C4" w:rsidRDefault="002627C4"/>
        </w:tc>
      </w:tr>
      <w:tr w:rsidR="002627C4" w:rsidTr="002627C4">
        <w:trPr>
          <w:trHeight w:val="200"/>
        </w:trPr>
        <w:tc>
          <w:tcPr>
            <w:tcW w:w="1750" w:type="dxa"/>
          </w:tcPr>
          <w:p w:rsidR="002627C4" w:rsidRDefault="00B91575">
            <w:r>
              <w:rPr>
                <w:rStyle w:val="styleSubformtxt"/>
              </w:rPr>
              <w:t>Fresh water &gt; Marshes on inorganic soils &gt;&gt; W: Shrub-dominated wetlands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106</w:t>
            </w:r>
          </w:p>
        </w:tc>
        <w:tc>
          <w:tcPr>
            <w:tcW w:w="1750" w:type="dxa"/>
          </w:tcPr>
          <w:p w:rsidR="002627C4" w:rsidRDefault="00B91575">
            <w:r>
              <w:rPr>
                <w:rStyle w:val="styleSubformtxt"/>
              </w:rPr>
              <w:t>Rare</w:t>
            </w:r>
          </w:p>
        </w:tc>
      </w:tr>
      <w:tr w:rsidR="002627C4" w:rsidTr="002627C4">
        <w:trPr>
          <w:trHeight w:val="200"/>
        </w:trPr>
        <w:tc>
          <w:tcPr>
            <w:tcW w:w="1750" w:type="dxa"/>
          </w:tcPr>
          <w:p w:rsidR="002627C4" w:rsidRDefault="00B91575">
            <w:r>
              <w:rPr>
                <w:rStyle w:val="styleSubformtxt"/>
              </w:rPr>
              <w:t>Fresh water &gt; Marshes on inorganic soils &gt;&gt; Xf: Freshwater, tree-dominated wetlands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2289</w:t>
            </w:r>
          </w:p>
        </w:tc>
        <w:tc>
          <w:tcPr>
            <w:tcW w:w="1750" w:type="dxa"/>
          </w:tcPr>
          <w:p w:rsidR="002627C4" w:rsidRDefault="00B91575">
            <w:r>
              <w:rPr>
                <w:rStyle w:val="styleSubformtxt"/>
              </w:rPr>
              <w:t>Representative</w:t>
            </w:r>
          </w:p>
        </w:tc>
      </w:tr>
      <w:tr w:rsidR="002627C4" w:rsidTr="002627C4">
        <w:trPr>
          <w:trHeight w:val="200"/>
        </w:trPr>
        <w:tc>
          <w:tcPr>
            <w:tcW w:w="1750" w:type="dxa"/>
          </w:tcPr>
          <w:p w:rsidR="002627C4" w:rsidRDefault="00B91575">
            <w:r>
              <w:rPr>
                <w:rStyle w:val="styleSubformtxt"/>
              </w:rPr>
              <w:t>Fresh water &gt; Marshes on peat soils &gt;&gt; Xp: Permanent Forested peatlands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2446</w:t>
            </w:r>
          </w:p>
        </w:tc>
        <w:tc>
          <w:tcPr>
            <w:tcW w:w="1750" w:type="dxa"/>
          </w:tcPr>
          <w:p w:rsidR="002627C4" w:rsidRDefault="002627C4"/>
        </w:tc>
      </w:tr>
      <w:tr w:rsidR="002627C4" w:rsidTr="002627C4">
        <w:trPr>
          <w:trHeight w:val="200"/>
        </w:trPr>
        <w:tc>
          <w:tcPr>
            <w:tcW w:w="1750" w:type="dxa"/>
          </w:tcPr>
          <w:p w:rsidR="002627C4" w:rsidRDefault="00B91575">
            <w:r>
              <w:rPr>
                <w:rStyle w:val="styleSubformtxt"/>
              </w:rPr>
              <w:t xml:space="preserve">Fresh water &gt; Flowing water &gt;&gt; Y: Permanent </w:t>
            </w:r>
            <w:r>
              <w:rPr>
                <w:rStyle w:val="styleSubformtxt"/>
              </w:rPr>
              <w:lastRenderedPageBreak/>
              <w:t>Freshwater springs; oases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5</w:t>
            </w:r>
          </w:p>
        </w:tc>
        <w:tc>
          <w:tcPr>
            <w:tcW w:w="1750" w:type="dxa"/>
          </w:tcPr>
          <w:p w:rsidR="002627C4" w:rsidRDefault="002627C4"/>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Human-made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Wetland types (code and name)</w:t>
            </w:r>
          </w:p>
        </w:tc>
        <w:tc>
          <w:tcPr>
            <w:tcW w:w="1750" w:type="dxa"/>
          </w:tcPr>
          <w:p w:rsidR="002627C4" w:rsidRDefault="00B91575">
            <w:pPr>
              <w:spacing w:after="0" w:line="240" w:lineRule="auto"/>
              <w:jc w:val="center"/>
            </w:pPr>
            <w:r>
              <w:rPr>
                <w:b/>
                <w:sz w:val="18"/>
                <w:szCs w:val="18"/>
              </w:rPr>
              <w:t>Local name</w:t>
            </w:r>
          </w:p>
        </w:tc>
        <w:tc>
          <w:tcPr>
            <w:tcW w:w="1750" w:type="dxa"/>
          </w:tcPr>
          <w:p w:rsidR="002627C4" w:rsidRDefault="00B91575">
            <w:pPr>
              <w:spacing w:after="0" w:line="240" w:lineRule="auto"/>
              <w:jc w:val="center"/>
            </w:pPr>
            <w:r>
              <w:rPr>
                <w:b/>
                <w:sz w:val="18"/>
                <w:szCs w:val="18"/>
              </w:rPr>
              <w:t>Ranking of extent (1: greatest - 4: least)</w:t>
            </w:r>
          </w:p>
        </w:tc>
        <w:tc>
          <w:tcPr>
            <w:tcW w:w="1750" w:type="dxa"/>
          </w:tcPr>
          <w:p w:rsidR="002627C4" w:rsidRDefault="00B91575">
            <w:pPr>
              <w:spacing w:after="0" w:line="240" w:lineRule="auto"/>
              <w:jc w:val="center"/>
            </w:pPr>
            <w:r>
              <w:rPr>
                <w:b/>
                <w:sz w:val="18"/>
                <w:szCs w:val="18"/>
              </w:rPr>
              <w:t>Area (ha) of wetland type</w:t>
            </w:r>
          </w:p>
        </w:tc>
        <w:tc>
          <w:tcPr>
            <w:tcW w:w="1750" w:type="dxa"/>
          </w:tcPr>
          <w:p w:rsidR="002627C4" w:rsidRDefault="00B91575">
            <w:pPr>
              <w:spacing w:after="0" w:line="240" w:lineRule="auto"/>
              <w:jc w:val="center"/>
            </w:pPr>
            <w:r>
              <w:rPr>
                <w:b/>
                <w:sz w:val="18"/>
                <w:szCs w:val="18"/>
              </w:rPr>
              <w:t>Justification of Criterion 1</w:t>
            </w:r>
          </w:p>
        </w:tc>
      </w:tr>
      <w:tr w:rsidR="002627C4" w:rsidTr="002627C4">
        <w:trPr>
          <w:trHeight w:val="200"/>
        </w:trPr>
        <w:tc>
          <w:tcPr>
            <w:tcW w:w="1750" w:type="dxa"/>
          </w:tcPr>
          <w:p w:rsidR="002627C4" w:rsidRDefault="00B91575">
            <w:r>
              <w:rPr>
                <w:rStyle w:val="styleSubformtxt"/>
              </w:rPr>
              <w:t>9: Canals and drainage channels or ditches</w:t>
            </w:r>
          </w:p>
        </w:tc>
        <w:tc>
          <w:tcPr>
            <w:tcW w:w="1750" w:type="dxa"/>
          </w:tcPr>
          <w:p w:rsidR="002627C4" w:rsidRDefault="002627C4"/>
        </w:tc>
        <w:tc>
          <w:tcPr>
            <w:tcW w:w="1750" w:type="dxa"/>
          </w:tcPr>
          <w:p w:rsidR="002627C4" w:rsidRDefault="00B91575">
            <w:r>
              <w:rPr>
                <w:rStyle w:val="styleSubformtxt"/>
              </w:rPr>
              <w:t>0</w:t>
            </w:r>
          </w:p>
        </w:tc>
        <w:tc>
          <w:tcPr>
            <w:tcW w:w="1750" w:type="dxa"/>
          </w:tcPr>
          <w:p w:rsidR="002627C4" w:rsidRDefault="00B91575">
            <w:r>
              <w:rPr>
                <w:rStyle w:val="styleSubformtxt"/>
              </w:rPr>
              <w:t>16</w:t>
            </w:r>
          </w:p>
        </w:tc>
        <w:tc>
          <w:tcPr>
            <w:tcW w:w="1750" w:type="dxa"/>
          </w:tcPr>
          <w:p w:rsidR="002627C4" w:rsidRDefault="002627C4"/>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Comments"/>
      </w:pPr>
      <w:r>
        <w:rPr>
          <w:rStyle w:val="styleC3comment"/>
        </w:rPr>
        <w:t>What non-wetland habitats are within the site?</w:t>
      </w:r>
    </w:p>
    <w:p w:rsidR="002627C4" w:rsidRDefault="00B91575">
      <w:pPr>
        <w:pStyle w:val="pstyleLabels"/>
      </w:pPr>
      <w:r>
        <w:rPr>
          <w:rStyle w:val="styleC3"/>
        </w:rPr>
        <w:t>Other non-wetland habitat</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Other non-wetland habitats within the site</w:t>
            </w:r>
          </w:p>
        </w:tc>
        <w:tc>
          <w:tcPr>
            <w:tcW w:w="1750" w:type="dxa"/>
          </w:tcPr>
          <w:p w:rsidR="002627C4" w:rsidRDefault="00B91575">
            <w:pPr>
              <w:spacing w:after="0" w:line="240" w:lineRule="auto"/>
              <w:jc w:val="center"/>
            </w:pPr>
            <w:r>
              <w:rPr>
                <w:b/>
                <w:sz w:val="18"/>
                <w:szCs w:val="18"/>
              </w:rPr>
              <w:t>Area (ha) if known</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spacing w:before="80" w:after="20" w:line="244" w:lineRule="auto"/>
        <w:ind w:left="216"/>
      </w:pPr>
      <w:r>
        <w:rPr>
          <w:rStyle w:val="styleC3ecd"/>
        </w:rPr>
        <w:t>Habitat connectivity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4.3 Biological components</w:t>
      </w:r>
    </w:p>
    <w:p w:rsidR="002627C4" w:rsidRDefault="00B91575">
      <w:pPr>
        <w:pStyle w:val="pstyleSection"/>
      </w:pPr>
      <w:r>
        <w:rPr>
          <w:rStyle w:val="styleL2"/>
        </w:rPr>
        <w:t>4.3.1 Plant species</w:t>
      </w:r>
    </w:p>
    <w:p w:rsidR="002627C4" w:rsidRDefault="00B91575">
      <w:pPr>
        <w:pStyle w:val="pstyleLabels"/>
      </w:pPr>
      <w:r>
        <w:rPr>
          <w:rStyle w:val="styleC3"/>
        </w:rPr>
        <w:t>Other noteworthy plant species</w:t>
      </w:r>
    </w:p>
    <w:tbl>
      <w:tblPr>
        <w:tblStyle w:val="FancyTable"/>
        <w:tblW w:w="0" w:type="auto"/>
        <w:tblInd w:w="-8" w:type="dxa"/>
        <w:tblLook w:val="04A0" w:firstRow="1" w:lastRow="0" w:firstColumn="1" w:lastColumn="0" w:noHBand="0" w:noVBand="1"/>
      </w:tblPr>
      <w:tblGrid>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Scientific name</w:t>
            </w:r>
          </w:p>
        </w:tc>
        <w:tc>
          <w:tcPr>
            <w:tcW w:w="1750" w:type="dxa"/>
          </w:tcPr>
          <w:p w:rsidR="002627C4" w:rsidRDefault="00B91575">
            <w:pPr>
              <w:spacing w:after="0" w:line="240" w:lineRule="auto"/>
              <w:jc w:val="center"/>
            </w:pPr>
            <w:r>
              <w:rPr>
                <w:b/>
                <w:sz w:val="18"/>
                <w:szCs w:val="18"/>
              </w:rPr>
              <w:t>Common name</w:t>
            </w:r>
            <w:r>
              <w:rPr>
                <w:vertAlign w:val="superscript"/>
              </w:rPr>
              <w:t xml:space="preserve"> (optional)</w:t>
            </w:r>
          </w:p>
        </w:tc>
        <w:tc>
          <w:tcPr>
            <w:tcW w:w="1750" w:type="dxa"/>
          </w:tcPr>
          <w:p w:rsidR="002627C4" w:rsidRDefault="00B91575">
            <w:pPr>
              <w:spacing w:after="0" w:line="240" w:lineRule="auto"/>
              <w:jc w:val="center"/>
            </w:pPr>
            <w:r>
              <w:rPr>
                <w:b/>
                <w:sz w:val="18"/>
                <w:szCs w:val="18"/>
              </w:rPr>
              <w:t>Position in range / endemism / other</w:t>
            </w:r>
            <w:r>
              <w:rPr>
                <w:vertAlign w:val="superscript"/>
              </w:rPr>
              <w:t xml:space="preserve"> (optional)</w:t>
            </w:r>
          </w:p>
        </w:tc>
      </w:tr>
      <w:tr w:rsidR="002627C4" w:rsidTr="002627C4">
        <w:trPr>
          <w:trHeight w:val="200"/>
        </w:trPr>
        <w:tc>
          <w:tcPr>
            <w:tcW w:w="1750" w:type="dxa"/>
          </w:tcPr>
          <w:p w:rsidR="002627C4" w:rsidRDefault="00B91575">
            <w:r>
              <w:rPr>
                <w:rStyle w:val="styleSubformtxtIblue"/>
              </w:rPr>
              <w:t>Acacia baueri baueri</w:t>
            </w:r>
          </w:p>
        </w:tc>
        <w:tc>
          <w:tcPr>
            <w:tcW w:w="1750" w:type="dxa"/>
          </w:tcPr>
          <w:p w:rsidR="002627C4" w:rsidRDefault="00B91575">
            <w:r>
              <w:rPr>
                <w:rStyle w:val="styleSubformtxt"/>
              </w:rPr>
              <w:t>tiny wattle</w:t>
            </w:r>
          </w:p>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Iblue"/>
              </w:rPr>
              <w:t>Blandfordia grandiflora</w:t>
            </w:r>
          </w:p>
        </w:tc>
        <w:tc>
          <w:tcPr>
            <w:tcW w:w="1750" w:type="dxa"/>
          </w:tcPr>
          <w:p w:rsidR="002627C4" w:rsidRDefault="00B91575">
            <w:r>
              <w:rPr>
                <w:rStyle w:val="styleSubformtxt"/>
              </w:rPr>
              <w:t>christmas bell</w:t>
            </w:r>
          </w:p>
        </w:tc>
        <w:tc>
          <w:tcPr>
            <w:tcW w:w="1750" w:type="dxa"/>
          </w:tcPr>
          <w:p w:rsidR="002627C4" w:rsidRDefault="00B91575">
            <w:r>
              <w:rPr>
                <w:rStyle w:val="styleSubformtxt"/>
              </w:rPr>
              <w:t>Nature Conservation Act 1992 – EN</w:t>
            </w:r>
          </w:p>
        </w:tc>
      </w:tr>
      <w:tr w:rsidR="002627C4" w:rsidTr="002627C4">
        <w:trPr>
          <w:trHeight w:val="200"/>
        </w:trPr>
        <w:tc>
          <w:tcPr>
            <w:tcW w:w="1750" w:type="dxa"/>
          </w:tcPr>
          <w:p w:rsidR="002627C4" w:rsidRDefault="00B91575">
            <w:r>
              <w:rPr>
                <w:rStyle w:val="styleSubformtxtIblue"/>
              </w:rPr>
              <w:t>Durringtonia paludosa</w:t>
            </w:r>
          </w:p>
        </w:tc>
        <w:tc>
          <w:tcPr>
            <w:tcW w:w="1750" w:type="dxa"/>
          </w:tcPr>
          <w:p w:rsidR="002627C4" w:rsidRDefault="00B91575">
            <w:r>
              <w:rPr>
                <w:rStyle w:val="styleSubformtxt"/>
              </w:rPr>
              <w:t>durringtonia</w:t>
            </w:r>
          </w:p>
        </w:tc>
        <w:tc>
          <w:tcPr>
            <w:tcW w:w="1750" w:type="dxa"/>
          </w:tcPr>
          <w:p w:rsidR="002627C4" w:rsidRDefault="00B91575">
            <w:r>
              <w:rPr>
                <w:rStyle w:val="styleSubformtxt"/>
              </w:rPr>
              <w:t xml:space="preserve">Nature Conservation Act 1992 – NT </w:t>
            </w:r>
          </w:p>
        </w:tc>
      </w:tr>
      <w:tr w:rsidR="002627C4" w:rsidTr="002627C4">
        <w:trPr>
          <w:trHeight w:val="200"/>
        </w:trPr>
        <w:tc>
          <w:tcPr>
            <w:tcW w:w="1750" w:type="dxa"/>
          </w:tcPr>
          <w:p w:rsidR="002627C4" w:rsidRDefault="00B91575">
            <w:r>
              <w:rPr>
                <w:rStyle w:val="styleSubformtxtIblue"/>
              </w:rPr>
              <w:t>Eleocharis difformis</w:t>
            </w:r>
          </w:p>
        </w:tc>
        <w:tc>
          <w:tcPr>
            <w:tcW w:w="1750" w:type="dxa"/>
          </w:tcPr>
          <w:p w:rsidR="002627C4" w:rsidRDefault="00B91575">
            <w:r>
              <w:rPr>
                <w:rStyle w:val="styleSubformtxt"/>
              </w:rPr>
              <w:t>spike rush</w:t>
            </w:r>
          </w:p>
        </w:tc>
        <w:tc>
          <w:tcPr>
            <w:tcW w:w="1750" w:type="dxa"/>
          </w:tcPr>
          <w:p w:rsidR="002627C4" w:rsidRDefault="00B91575">
            <w:r>
              <w:rPr>
                <w:rStyle w:val="styleSubformtxt"/>
              </w:rPr>
              <w:t>Nature Conservation Act 1992 – EN</w:t>
            </w:r>
          </w:p>
        </w:tc>
      </w:tr>
      <w:tr w:rsidR="002627C4" w:rsidTr="002627C4">
        <w:trPr>
          <w:trHeight w:val="200"/>
        </w:trPr>
        <w:tc>
          <w:tcPr>
            <w:tcW w:w="1750" w:type="dxa"/>
          </w:tcPr>
          <w:p w:rsidR="002627C4" w:rsidRDefault="00B91575">
            <w:r>
              <w:rPr>
                <w:rStyle w:val="styleSubformtxtIblue"/>
              </w:rPr>
              <w:t>Maundia triglochinoides</w:t>
            </w:r>
          </w:p>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Iblue"/>
              </w:rPr>
              <w:t>Prasophyllum exile</w:t>
            </w:r>
          </w:p>
        </w:tc>
        <w:tc>
          <w:tcPr>
            <w:tcW w:w="1750" w:type="dxa"/>
          </w:tcPr>
          <w:p w:rsidR="002627C4" w:rsidRDefault="002627C4"/>
        </w:tc>
        <w:tc>
          <w:tcPr>
            <w:tcW w:w="1750" w:type="dxa"/>
          </w:tcPr>
          <w:p w:rsidR="002627C4" w:rsidRDefault="00B91575">
            <w:r>
              <w:rPr>
                <w:rStyle w:val="styleSubformtxt"/>
              </w:rPr>
              <w:t xml:space="preserve">Nature Conservation Act 1992 – NT </w:t>
            </w:r>
          </w:p>
        </w:tc>
      </w:tr>
      <w:tr w:rsidR="002627C4" w:rsidTr="002627C4">
        <w:trPr>
          <w:trHeight w:val="200"/>
        </w:trPr>
        <w:tc>
          <w:tcPr>
            <w:tcW w:w="1750" w:type="dxa"/>
          </w:tcPr>
          <w:p w:rsidR="002627C4" w:rsidRDefault="00B91575">
            <w:r>
              <w:rPr>
                <w:rStyle w:val="styleSubformtxtIblue"/>
              </w:rPr>
              <w:t>Pterostylis nigricans</w:t>
            </w:r>
          </w:p>
        </w:tc>
        <w:tc>
          <w:tcPr>
            <w:tcW w:w="1750" w:type="dxa"/>
          </w:tcPr>
          <w:p w:rsidR="002627C4" w:rsidRDefault="002627C4"/>
        </w:tc>
        <w:tc>
          <w:tcPr>
            <w:tcW w:w="1750" w:type="dxa"/>
          </w:tcPr>
          <w:p w:rsidR="002627C4" w:rsidRDefault="00B91575">
            <w:r>
              <w:rPr>
                <w:rStyle w:val="styleSubformtxt"/>
              </w:rPr>
              <w:t xml:space="preserve">Nature Conservation Act 1992 – NT </w:t>
            </w:r>
          </w:p>
        </w:tc>
      </w:tr>
      <w:tr w:rsidR="002627C4" w:rsidTr="002627C4">
        <w:trPr>
          <w:trHeight w:val="200"/>
        </w:trPr>
        <w:tc>
          <w:tcPr>
            <w:tcW w:w="1750" w:type="dxa"/>
          </w:tcPr>
          <w:p w:rsidR="002627C4" w:rsidRDefault="00B91575">
            <w:r>
              <w:rPr>
                <w:rStyle w:val="styleSubformtxtIblue"/>
              </w:rPr>
              <w:t>Thelypteris confluens</w:t>
            </w:r>
          </w:p>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Invasive alien plant species</w:t>
      </w:r>
    </w:p>
    <w:tbl>
      <w:tblPr>
        <w:tblStyle w:val="FancyTable"/>
        <w:tblW w:w="0" w:type="auto"/>
        <w:tblInd w:w="-8" w:type="dxa"/>
        <w:tblLook w:val="04A0" w:firstRow="1" w:lastRow="0" w:firstColumn="1" w:lastColumn="0" w:noHBand="0" w:noVBand="1"/>
      </w:tblPr>
      <w:tblGrid>
        <w:gridCol w:w="1750"/>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Scientific name</w:t>
            </w:r>
          </w:p>
        </w:tc>
        <w:tc>
          <w:tcPr>
            <w:tcW w:w="1750" w:type="dxa"/>
          </w:tcPr>
          <w:p w:rsidR="002627C4" w:rsidRDefault="00B91575">
            <w:pPr>
              <w:spacing w:after="0" w:line="240" w:lineRule="auto"/>
              <w:jc w:val="center"/>
            </w:pPr>
            <w:r>
              <w:rPr>
                <w:b/>
                <w:sz w:val="18"/>
                <w:szCs w:val="18"/>
              </w:rPr>
              <w:t>Common name</w:t>
            </w:r>
          </w:p>
        </w:tc>
        <w:tc>
          <w:tcPr>
            <w:tcW w:w="1750" w:type="dxa"/>
          </w:tcPr>
          <w:p w:rsidR="002627C4" w:rsidRDefault="00B91575">
            <w:pPr>
              <w:spacing w:after="0" w:line="240" w:lineRule="auto"/>
              <w:jc w:val="center"/>
            </w:pPr>
            <w:r>
              <w:rPr>
                <w:b/>
                <w:sz w:val="18"/>
                <w:szCs w:val="18"/>
              </w:rPr>
              <w:t>Impacts</w:t>
            </w:r>
          </w:p>
        </w:tc>
        <w:tc>
          <w:tcPr>
            <w:tcW w:w="1750" w:type="dxa"/>
          </w:tcPr>
          <w:p w:rsidR="002627C4" w:rsidRDefault="00B91575">
            <w:pPr>
              <w:spacing w:after="0" w:line="240" w:lineRule="auto"/>
              <w:jc w:val="center"/>
            </w:pPr>
            <w:r>
              <w:rPr>
                <w:b/>
                <w:sz w:val="18"/>
                <w:szCs w:val="18"/>
              </w:rPr>
              <w:t>Changes at RIS update</w:t>
            </w:r>
          </w:p>
        </w:tc>
      </w:tr>
      <w:tr w:rsidR="002627C4" w:rsidTr="002627C4">
        <w:trPr>
          <w:trHeight w:val="200"/>
        </w:trPr>
        <w:tc>
          <w:tcPr>
            <w:tcW w:w="1750" w:type="dxa"/>
          </w:tcPr>
          <w:p w:rsidR="002627C4" w:rsidRDefault="00B91575">
            <w:r>
              <w:rPr>
                <w:rStyle w:val="styleSubformtxtIblue"/>
              </w:rPr>
              <w:t>Acanthospermum australe</w:t>
            </w:r>
          </w:p>
        </w:tc>
        <w:tc>
          <w:tcPr>
            <w:tcW w:w="1750" w:type="dxa"/>
          </w:tcPr>
          <w:p w:rsidR="002627C4" w:rsidRDefault="002627C4"/>
        </w:tc>
        <w:tc>
          <w:tcPr>
            <w:tcW w:w="1750" w:type="dxa"/>
          </w:tcPr>
          <w:p w:rsidR="002627C4" w:rsidRDefault="00B91575">
            <w:r>
              <w:rPr>
                <w:rStyle w:val="styleSubformtxt"/>
              </w:rPr>
              <w:t>Potentially</w:t>
            </w:r>
          </w:p>
        </w:tc>
        <w:tc>
          <w:tcPr>
            <w:tcW w:w="1750" w:type="dxa"/>
          </w:tcPr>
          <w:p w:rsidR="002627C4" w:rsidRDefault="00B91575">
            <w:r>
              <w:rPr>
                <w:rStyle w:val="styleSubformtxt"/>
              </w:rPr>
              <w:t>unknown</w:t>
            </w:r>
          </w:p>
        </w:tc>
      </w:tr>
      <w:tr w:rsidR="002627C4" w:rsidTr="002627C4">
        <w:trPr>
          <w:trHeight w:val="200"/>
        </w:trPr>
        <w:tc>
          <w:tcPr>
            <w:tcW w:w="1750" w:type="dxa"/>
          </w:tcPr>
          <w:p w:rsidR="002627C4" w:rsidRDefault="00B91575">
            <w:r>
              <w:rPr>
                <w:rStyle w:val="styleSubformtxtIblue"/>
              </w:rPr>
              <w:t>Acokanthera oblongifolia</w:t>
            </w:r>
          </w:p>
        </w:tc>
        <w:tc>
          <w:tcPr>
            <w:tcW w:w="1750" w:type="dxa"/>
          </w:tcPr>
          <w:p w:rsidR="002627C4" w:rsidRDefault="00B91575">
            <w:r>
              <w:rPr>
                <w:rStyle w:val="styleSubformtxt"/>
              </w:rPr>
              <w:t>bushman's poison</w:t>
            </w:r>
          </w:p>
        </w:tc>
        <w:tc>
          <w:tcPr>
            <w:tcW w:w="1750" w:type="dxa"/>
          </w:tcPr>
          <w:p w:rsidR="002627C4" w:rsidRDefault="00B91575">
            <w:r>
              <w:rPr>
                <w:rStyle w:val="styleSubformtxt"/>
              </w:rPr>
              <w:t>Potentially</w:t>
            </w:r>
          </w:p>
        </w:tc>
        <w:tc>
          <w:tcPr>
            <w:tcW w:w="1750" w:type="dxa"/>
          </w:tcPr>
          <w:p w:rsidR="002627C4" w:rsidRDefault="00B91575">
            <w:r>
              <w:rPr>
                <w:rStyle w:val="styleSubformtxt"/>
              </w:rPr>
              <w:t>unknown</w:t>
            </w:r>
          </w:p>
        </w:tc>
      </w:tr>
      <w:tr w:rsidR="002627C4" w:rsidTr="002627C4">
        <w:trPr>
          <w:trHeight w:val="200"/>
        </w:trPr>
        <w:tc>
          <w:tcPr>
            <w:tcW w:w="1750" w:type="dxa"/>
          </w:tcPr>
          <w:p w:rsidR="002627C4" w:rsidRDefault="00B91575">
            <w:r>
              <w:rPr>
                <w:rStyle w:val="styleSubformtxtIblue"/>
              </w:rPr>
              <w:t>Agave americana</w:t>
            </w:r>
          </w:p>
        </w:tc>
        <w:tc>
          <w:tcPr>
            <w:tcW w:w="1750" w:type="dxa"/>
          </w:tcPr>
          <w:p w:rsidR="002627C4" w:rsidRDefault="002627C4"/>
        </w:tc>
        <w:tc>
          <w:tcPr>
            <w:tcW w:w="1750" w:type="dxa"/>
          </w:tcPr>
          <w:p w:rsidR="002627C4" w:rsidRDefault="00B91575">
            <w:r>
              <w:rPr>
                <w:rStyle w:val="styleSubformtxt"/>
              </w:rPr>
              <w:t>Potentially</w:t>
            </w:r>
          </w:p>
        </w:tc>
        <w:tc>
          <w:tcPr>
            <w:tcW w:w="1750" w:type="dxa"/>
          </w:tcPr>
          <w:p w:rsidR="002627C4" w:rsidRDefault="00B91575">
            <w:r>
              <w:rPr>
                <w:rStyle w:val="styleSubformtxt"/>
              </w:rPr>
              <w:t>unknown</w:t>
            </w:r>
          </w:p>
        </w:tc>
      </w:tr>
      <w:tr w:rsidR="002627C4" w:rsidTr="002627C4">
        <w:trPr>
          <w:trHeight w:val="200"/>
        </w:trPr>
        <w:tc>
          <w:tcPr>
            <w:tcW w:w="1750" w:type="dxa"/>
          </w:tcPr>
          <w:p w:rsidR="002627C4" w:rsidRDefault="00B91575">
            <w:r>
              <w:rPr>
                <w:rStyle w:val="styleSubformtxtIblue"/>
              </w:rPr>
              <w:t>Agave americana americana</w:t>
            </w:r>
          </w:p>
        </w:tc>
        <w:tc>
          <w:tcPr>
            <w:tcW w:w="1750" w:type="dxa"/>
          </w:tcPr>
          <w:p w:rsidR="002627C4" w:rsidRDefault="002627C4"/>
        </w:tc>
        <w:tc>
          <w:tcPr>
            <w:tcW w:w="1750" w:type="dxa"/>
          </w:tcPr>
          <w:p w:rsidR="002627C4" w:rsidRDefault="00B91575">
            <w:r>
              <w:rPr>
                <w:rStyle w:val="styleSubformtxt"/>
              </w:rPr>
              <w:t>Potentially</w:t>
            </w:r>
          </w:p>
        </w:tc>
        <w:tc>
          <w:tcPr>
            <w:tcW w:w="1750" w:type="dxa"/>
          </w:tcPr>
          <w:p w:rsidR="002627C4" w:rsidRDefault="00B91575">
            <w:r>
              <w:rPr>
                <w:rStyle w:val="styleSubformtxt"/>
              </w:rPr>
              <w:t>unknown</w:t>
            </w:r>
          </w:p>
        </w:tc>
      </w:tr>
      <w:tr w:rsidR="002627C4" w:rsidTr="002627C4">
        <w:trPr>
          <w:trHeight w:val="200"/>
        </w:trPr>
        <w:tc>
          <w:tcPr>
            <w:tcW w:w="1750" w:type="dxa"/>
          </w:tcPr>
          <w:p w:rsidR="002627C4" w:rsidRDefault="00B91575">
            <w:r>
              <w:rPr>
                <w:rStyle w:val="styleSubformtxtIblue"/>
              </w:rPr>
              <w:t>Agave sisalana</w:t>
            </w:r>
          </w:p>
        </w:tc>
        <w:tc>
          <w:tcPr>
            <w:tcW w:w="1750" w:type="dxa"/>
          </w:tcPr>
          <w:p w:rsidR="002627C4" w:rsidRDefault="00B91575">
            <w:r>
              <w:rPr>
                <w:rStyle w:val="styleSubformtxt"/>
              </w:rPr>
              <w:t>sisal hemp</w:t>
            </w:r>
          </w:p>
        </w:tc>
        <w:tc>
          <w:tcPr>
            <w:tcW w:w="1750" w:type="dxa"/>
          </w:tcPr>
          <w:p w:rsidR="002627C4" w:rsidRDefault="00B91575">
            <w:r>
              <w:rPr>
                <w:rStyle w:val="styleSubformtxt"/>
              </w:rPr>
              <w:t>Potentially</w:t>
            </w:r>
          </w:p>
        </w:tc>
        <w:tc>
          <w:tcPr>
            <w:tcW w:w="1750" w:type="dxa"/>
          </w:tcPr>
          <w:p w:rsidR="002627C4" w:rsidRDefault="00B91575">
            <w:r>
              <w:rPr>
                <w:rStyle w:val="styleSubformtxt"/>
              </w:rPr>
              <w:t>unknown</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Noteworthy plant species -  those species identified as threatened or near threatened under Queensland state legislation but not federally or internationally listed.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 xml:space="preserve">EN = endangered </w:t>
            </w:r>
          </w:p>
          <w:p w:rsidR="002627C4" w:rsidRDefault="002627C4">
            <w:pPr>
              <w:pStyle w:val="pStyle"/>
              <w:rPr>
                <w:rStyle w:val="almostEmpty"/>
              </w:rPr>
            </w:pPr>
          </w:p>
          <w:p w:rsidR="002627C4" w:rsidRDefault="00B91575">
            <w:pPr>
              <w:spacing w:after="0" w:line="240" w:lineRule="auto"/>
              <w:ind w:left="57"/>
            </w:pPr>
            <w:r>
              <w:rPr>
                <w:rStyle w:val="styleDatatxt"/>
              </w:rPr>
              <w:t xml:space="preserve">VU = vulnerable </w:t>
            </w:r>
          </w:p>
          <w:p w:rsidR="002627C4" w:rsidRDefault="002627C4">
            <w:pPr>
              <w:pStyle w:val="pStyle"/>
              <w:rPr>
                <w:rStyle w:val="almostEmpty"/>
              </w:rPr>
            </w:pPr>
          </w:p>
          <w:p w:rsidR="002627C4" w:rsidRDefault="00B91575">
            <w:pPr>
              <w:spacing w:after="0" w:line="240" w:lineRule="auto"/>
              <w:ind w:left="57"/>
            </w:pPr>
            <w:r>
              <w:rPr>
                <w:rStyle w:val="styleDatatxt"/>
              </w:rPr>
              <w:t xml:space="preserve">NT = near threatened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For Invasive alien plant species - this is an introduction to this list only, for full list see Section 6.1.2 - additional information. No detailed site specific assessment has been undertaken so 'potentially' should be taken to represent 'unassessed'.</w:t>
            </w:r>
          </w:p>
        </w:tc>
      </w:tr>
    </w:tbl>
    <w:p w:rsidR="002627C4" w:rsidRDefault="002627C4">
      <w:pPr>
        <w:pStyle w:val="pstyleComments"/>
      </w:pPr>
    </w:p>
    <w:p w:rsidR="002627C4" w:rsidRDefault="002627C4"/>
    <w:p w:rsidR="002627C4" w:rsidRDefault="00B91575">
      <w:pPr>
        <w:pStyle w:val="pstyleSection"/>
      </w:pPr>
      <w:r>
        <w:rPr>
          <w:rStyle w:val="styleL2"/>
        </w:rPr>
        <w:t>4.3.2 Animal species</w:t>
      </w:r>
    </w:p>
    <w:p w:rsidR="002627C4" w:rsidRDefault="00B91575">
      <w:pPr>
        <w:pStyle w:val="pstyleLabels"/>
      </w:pPr>
      <w:r>
        <w:rPr>
          <w:rStyle w:val="styleC3"/>
        </w:rPr>
        <w:t>Other noteworthy animal species</w:t>
      </w:r>
    </w:p>
    <w:tbl>
      <w:tblPr>
        <w:tblStyle w:val="FancyTable"/>
        <w:tblW w:w="0" w:type="auto"/>
        <w:tblInd w:w="-8" w:type="dxa"/>
        <w:tblLook w:val="04A0" w:firstRow="1" w:lastRow="0" w:firstColumn="1" w:lastColumn="0" w:noHBand="0" w:noVBand="1"/>
      </w:tblPr>
      <w:tblGrid>
        <w:gridCol w:w="1724"/>
        <w:gridCol w:w="1505"/>
        <w:gridCol w:w="1110"/>
        <w:gridCol w:w="910"/>
        <w:gridCol w:w="924"/>
        <w:gridCol w:w="1230"/>
        <w:gridCol w:w="157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Phylum</w:t>
            </w:r>
          </w:p>
        </w:tc>
        <w:tc>
          <w:tcPr>
            <w:tcW w:w="1750" w:type="dxa"/>
          </w:tcPr>
          <w:p w:rsidR="002627C4" w:rsidRDefault="00B91575">
            <w:pPr>
              <w:spacing w:after="0" w:line="240" w:lineRule="auto"/>
              <w:jc w:val="center"/>
            </w:pPr>
            <w:r>
              <w:rPr>
                <w:b/>
                <w:sz w:val="18"/>
                <w:szCs w:val="18"/>
              </w:rPr>
              <w:t>Scientific name</w:t>
            </w:r>
          </w:p>
        </w:tc>
        <w:tc>
          <w:tcPr>
            <w:tcW w:w="1750" w:type="dxa"/>
          </w:tcPr>
          <w:p w:rsidR="002627C4" w:rsidRDefault="00B91575">
            <w:pPr>
              <w:spacing w:after="0" w:line="240" w:lineRule="auto"/>
              <w:jc w:val="center"/>
            </w:pPr>
            <w:r>
              <w:rPr>
                <w:b/>
                <w:sz w:val="18"/>
                <w:szCs w:val="18"/>
              </w:rPr>
              <w:t>Common name</w:t>
            </w:r>
          </w:p>
        </w:tc>
        <w:tc>
          <w:tcPr>
            <w:tcW w:w="1750" w:type="dxa"/>
          </w:tcPr>
          <w:p w:rsidR="002627C4" w:rsidRDefault="00B91575">
            <w:pPr>
              <w:spacing w:after="0" w:line="240" w:lineRule="auto"/>
              <w:jc w:val="center"/>
            </w:pPr>
            <w:r>
              <w:rPr>
                <w:b/>
                <w:sz w:val="18"/>
                <w:szCs w:val="18"/>
              </w:rPr>
              <w:t>Pop. size</w:t>
            </w:r>
            <w:r>
              <w:rPr>
                <w:vertAlign w:val="superscript"/>
              </w:rPr>
              <w:t xml:space="preserve"> (optional)</w:t>
            </w:r>
          </w:p>
        </w:tc>
        <w:tc>
          <w:tcPr>
            <w:tcW w:w="1750" w:type="dxa"/>
          </w:tcPr>
          <w:p w:rsidR="002627C4" w:rsidRDefault="00B91575">
            <w:pPr>
              <w:spacing w:after="0" w:line="240" w:lineRule="auto"/>
              <w:jc w:val="center"/>
            </w:pPr>
            <w:r>
              <w:rPr>
                <w:b/>
                <w:sz w:val="18"/>
                <w:szCs w:val="18"/>
              </w:rPr>
              <w:t>Period of pop. est.</w:t>
            </w:r>
            <w:r>
              <w:rPr>
                <w:vertAlign w:val="superscript"/>
              </w:rPr>
              <w:t xml:space="preserve"> (optional)</w:t>
            </w:r>
          </w:p>
        </w:tc>
        <w:tc>
          <w:tcPr>
            <w:tcW w:w="1750" w:type="dxa"/>
          </w:tcPr>
          <w:p w:rsidR="002627C4" w:rsidRDefault="00B91575">
            <w:pPr>
              <w:spacing w:after="0" w:line="240" w:lineRule="auto"/>
              <w:jc w:val="center"/>
            </w:pPr>
            <w:r>
              <w:rPr>
                <w:b/>
                <w:sz w:val="18"/>
                <w:szCs w:val="18"/>
              </w:rPr>
              <w:t>% occurrence</w:t>
            </w:r>
            <w:r>
              <w:rPr>
                <w:vertAlign w:val="superscript"/>
              </w:rPr>
              <w:t xml:space="preserve"> (optional)</w:t>
            </w:r>
          </w:p>
        </w:tc>
        <w:tc>
          <w:tcPr>
            <w:tcW w:w="1750" w:type="dxa"/>
          </w:tcPr>
          <w:p w:rsidR="002627C4" w:rsidRDefault="00B91575">
            <w:pPr>
              <w:spacing w:after="0" w:line="240" w:lineRule="auto"/>
              <w:jc w:val="center"/>
            </w:pPr>
            <w:r>
              <w:rPr>
                <w:b/>
                <w:sz w:val="18"/>
                <w:szCs w:val="18"/>
              </w:rPr>
              <w:t>Position in range /endemism/other</w:t>
            </w:r>
            <w:r>
              <w:rPr>
                <w:vertAlign w:val="superscript"/>
              </w:rPr>
              <w:t xml:space="preserve"> (optional)</w:t>
            </w:r>
          </w:p>
        </w:tc>
      </w:tr>
      <w:tr w:rsidR="002627C4" w:rsidTr="002627C4">
        <w:trPr>
          <w:trHeight w:val="200"/>
        </w:trPr>
        <w:tc>
          <w:tcPr>
            <w:tcW w:w="1750" w:type="dxa"/>
          </w:tcPr>
          <w:p w:rsidR="002627C4" w:rsidRDefault="00B91575">
            <w:r>
              <w:rPr>
                <w:rStyle w:val="styleSubformtxtUP"/>
              </w:rPr>
              <w:t>Chordata/Reptilia</w:t>
            </w:r>
          </w:p>
        </w:tc>
        <w:tc>
          <w:tcPr>
            <w:tcW w:w="1750" w:type="dxa"/>
          </w:tcPr>
          <w:p w:rsidR="002627C4" w:rsidRDefault="00B91575">
            <w:r>
              <w:rPr>
                <w:rStyle w:val="styleSubformtxtIblue"/>
              </w:rPr>
              <w:t>Acanthophis antarcticus</w:t>
            </w:r>
          </w:p>
        </w:tc>
        <w:tc>
          <w:tcPr>
            <w:tcW w:w="1750" w:type="dxa"/>
          </w:tcPr>
          <w:p w:rsidR="002627C4" w:rsidRDefault="00B91575">
            <w:r>
              <w:rPr>
                <w:rStyle w:val="styleSubformtxt"/>
              </w:rPr>
              <w:t>common death adder</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UP"/>
              </w:rPr>
              <w:t>Chordata/Amphibia</w:t>
            </w:r>
          </w:p>
        </w:tc>
        <w:tc>
          <w:tcPr>
            <w:tcW w:w="1750" w:type="dxa"/>
          </w:tcPr>
          <w:p w:rsidR="002627C4" w:rsidRDefault="00B91575">
            <w:r>
              <w:rPr>
                <w:rStyle w:val="styleSubformtxtIblue"/>
              </w:rPr>
              <w:t>Adelotus brevis</w:t>
            </w:r>
          </w:p>
        </w:tc>
        <w:tc>
          <w:tcPr>
            <w:tcW w:w="1750" w:type="dxa"/>
          </w:tcPr>
          <w:p w:rsidR="002627C4" w:rsidRDefault="00B91575">
            <w:r>
              <w:rPr>
                <w:rStyle w:val="styleSubformtxt"/>
              </w:rPr>
              <w:t>tusked frog</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Calyptorhynchus lathami</w:t>
            </w:r>
          </w:p>
        </w:tc>
        <w:tc>
          <w:tcPr>
            <w:tcW w:w="1750" w:type="dxa"/>
          </w:tcPr>
          <w:p w:rsidR="002627C4" w:rsidRDefault="00B91575">
            <w:r>
              <w:rPr>
                <w:rStyle w:val="styleSubformtxt"/>
              </w:rPr>
              <w:t>Glossy Black Cockatoo</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Falco hypoleucos</w:t>
            </w:r>
          </w:p>
        </w:tc>
        <w:tc>
          <w:tcPr>
            <w:tcW w:w="1750" w:type="dxa"/>
          </w:tcPr>
          <w:p w:rsidR="002627C4" w:rsidRDefault="00B91575">
            <w:r>
              <w:rPr>
                <w:rStyle w:val="styleSubformtxt"/>
              </w:rPr>
              <w:t>Grey Falcon</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IUCN vulnerable, but not wetland dependent</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Ninox strenua</w:t>
            </w:r>
          </w:p>
        </w:tc>
        <w:tc>
          <w:tcPr>
            <w:tcW w:w="1750" w:type="dxa"/>
          </w:tcPr>
          <w:p w:rsidR="002627C4" w:rsidRDefault="00B91575">
            <w:r>
              <w:rPr>
                <w:rStyle w:val="styleSubformtxt"/>
              </w:rPr>
              <w:t>Powerful Boobook</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UP"/>
              </w:rPr>
              <w:t>Arthropoda/Insecta</w:t>
            </w:r>
          </w:p>
        </w:tc>
        <w:tc>
          <w:tcPr>
            <w:tcW w:w="1750" w:type="dxa"/>
          </w:tcPr>
          <w:p w:rsidR="002627C4" w:rsidRDefault="00B91575">
            <w:r>
              <w:rPr>
                <w:rStyle w:val="styleSubformtxtIblue"/>
              </w:rPr>
              <w:t>Ornithoptera richmondia</w:t>
            </w:r>
          </w:p>
        </w:tc>
        <w:tc>
          <w:tcPr>
            <w:tcW w:w="1750" w:type="dxa"/>
          </w:tcPr>
          <w:p w:rsidR="002627C4" w:rsidRDefault="00B91575">
            <w:r>
              <w:rPr>
                <w:rStyle w:val="styleSubformtxt"/>
              </w:rPr>
              <w:t>Richmond birdwing</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Pezoporus wallicus wallicus</w:t>
            </w:r>
          </w:p>
        </w:tc>
        <w:tc>
          <w:tcPr>
            <w:tcW w:w="1750" w:type="dxa"/>
          </w:tcPr>
          <w:p w:rsidR="002627C4" w:rsidRDefault="00B91575">
            <w:r>
              <w:rPr>
                <w:rStyle w:val="styleSubformtxt"/>
              </w:rPr>
              <w:t>eastern ground parrot</w:t>
            </w:r>
          </w:p>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B91575">
            <w:r>
              <w:rPr>
                <w:rStyle w:val="styleSubformtxt"/>
              </w:rPr>
              <w:t>Nature Conservation Act 1992 – VU</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Invasive alien animal species</w:t>
      </w:r>
    </w:p>
    <w:tbl>
      <w:tblPr>
        <w:tblStyle w:val="FancyTable"/>
        <w:tblW w:w="0" w:type="auto"/>
        <w:tblInd w:w="-8" w:type="dxa"/>
        <w:tblLook w:val="04A0" w:firstRow="1" w:lastRow="0" w:firstColumn="1" w:lastColumn="0" w:noHBand="0" w:noVBand="1"/>
      </w:tblPr>
      <w:tblGrid>
        <w:gridCol w:w="2087"/>
        <w:gridCol w:w="1725"/>
        <w:gridCol w:w="1747"/>
        <w:gridCol w:w="1713"/>
        <w:gridCol w:w="171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Phylum</w:t>
            </w:r>
          </w:p>
        </w:tc>
        <w:tc>
          <w:tcPr>
            <w:tcW w:w="1750" w:type="dxa"/>
          </w:tcPr>
          <w:p w:rsidR="002627C4" w:rsidRDefault="00B91575">
            <w:pPr>
              <w:spacing w:after="0" w:line="240" w:lineRule="auto"/>
              <w:jc w:val="center"/>
            </w:pPr>
            <w:r>
              <w:rPr>
                <w:b/>
                <w:sz w:val="18"/>
                <w:szCs w:val="18"/>
              </w:rPr>
              <w:t>Scientific name</w:t>
            </w:r>
          </w:p>
        </w:tc>
        <w:tc>
          <w:tcPr>
            <w:tcW w:w="1750" w:type="dxa"/>
          </w:tcPr>
          <w:p w:rsidR="002627C4" w:rsidRDefault="00B91575">
            <w:pPr>
              <w:spacing w:after="0" w:line="240" w:lineRule="auto"/>
              <w:jc w:val="center"/>
            </w:pPr>
            <w:r>
              <w:rPr>
                <w:b/>
                <w:sz w:val="18"/>
                <w:szCs w:val="18"/>
              </w:rPr>
              <w:t>Common name</w:t>
            </w:r>
          </w:p>
        </w:tc>
        <w:tc>
          <w:tcPr>
            <w:tcW w:w="1750" w:type="dxa"/>
          </w:tcPr>
          <w:p w:rsidR="002627C4" w:rsidRDefault="00B91575">
            <w:pPr>
              <w:spacing w:after="0" w:line="240" w:lineRule="auto"/>
              <w:jc w:val="center"/>
            </w:pPr>
            <w:r>
              <w:rPr>
                <w:b/>
                <w:sz w:val="18"/>
                <w:szCs w:val="18"/>
              </w:rPr>
              <w:t>Impacts</w:t>
            </w:r>
          </w:p>
        </w:tc>
        <w:tc>
          <w:tcPr>
            <w:tcW w:w="1750" w:type="dxa"/>
          </w:tcPr>
          <w:p w:rsidR="002627C4" w:rsidRDefault="00B91575">
            <w:pPr>
              <w:spacing w:after="0" w:line="240" w:lineRule="auto"/>
              <w:jc w:val="center"/>
            </w:pPr>
            <w:r>
              <w:rPr>
                <w:b/>
                <w:sz w:val="18"/>
                <w:szCs w:val="18"/>
              </w:rPr>
              <w:t>Changes at RIS update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Acridotheres tristis</w:t>
            </w:r>
          </w:p>
        </w:tc>
        <w:tc>
          <w:tcPr>
            <w:tcW w:w="1750" w:type="dxa"/>
          </w:tcPr>
          <w:p w:rsidR="002627C4" w:rsidRDefault="00B91575">
            <w:r>
              <w:rPr>
                <w:rStyle w:val="styleSubformtxt"/>
              </w:rPr>
              <w:t>Common Myna</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Anas platyrhynchos</w:t>
            </w:r>
          </w:p>
        </w:tc>
        <w:tc>
          <w:tcPr>
            <w:tcW w:w="1750" w:type="dxa"/>
          </w:tcPr>
          <w:p w:rsidR="002627C4" w:rsidRDefault="00B91575">
            <w:r>
              <w:rPr>
                <w:rStyle w:val="styleSubformtxt"/>
              </w:rPr>
              <w:t>Mallard</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Cacatua tenuirostris</w:t>
            </w:r>
          </w:p>
        </w:tc>
        <w:tc>
          <w:tcPr>
            <w:tcW w:w="1750" w:type="dxa"/>
          </w:tcPr>
          <w:p w:rsidR="002627C4" w:rsidRDefault="00B91575">
            <w:r>
              <w:rPr>
                <w:rStyle w:val="styleSubformtxt"/>
              </w:rPr>
              <w:t>Long-billed Corella</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lastRenderedPageBreak/>
              <w:t>Chordata/Mammalia</w:t>
            </w:r>
          </w:p>
        </w:tc>
        <w:tc>
          <w:tcPr>
            <w:tcW w:w="1750" w:type="dxa"/>
          </w:tcPr>
          <w:p w:rsidR="002627C4" w:rsidRDefault="00B91575">
            <w:r>
              <w:rPr>
                <w:rStyle w:val="styleSubformtxtIblue"/>
              </w:rPr>
              <w:t>Canis lupus familiaris</w:t>
            </w:r>
          </w:p>
        </w:tc>
        <w:tc>
          <w:tcPr>
            <w:tcW w:w="1750" w:type="dxa"/>
          </w:tcPr>
          <w:p w:rsidR="002627C4" w:rsidRDefault="00B91575">
            <w:r>
              <w:rPr>
                <w:rStyle w:val="styleSubformtxt"/>
              </w:rPr>
              <w:t>domestic dog</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Capra hircus</w:t>
            </w:r>
          </w:p>
        </w:tc>
        <w:tc>
          <w:tcPr>
            <w:tcW w:w="1750" w:type="dxa"/>
          </w:tcPr>
          <w:p w:rsidR="002627C4" w:rsidRDefault="00B91575">
            <w:r>
              <w:rPr>
                <w:rStyle w:val="styleSubformtxt"/>
              </w:rPr>
              <w:t>domestic goat</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Carduelis carduelis</w:t>
            </w:r>
          </w:p>
        </w:tc>
        <w:tc>
          <w:tcPr>
            <w:tcW w:w="1750" w:type="dxa"/>
          </w:tcPr>
          <w:p w:rsidR="002627C4" w:rsidRDefault="00B91575">
            <w:r>
              <w:rPr>
                <w:rStyle w:val="styleSubformtxt"/>
              </w:rPr>
              <w:t>Eurasian Goldfinch;European Goldfinch</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Columba livia</w:t>
            </w:r>
          </w:p>
        </w:tc>
        <w:tc>
          <w:tcPr>
            <w:tcW w:w="1750" w:type="dxa"/>
          </w:tcPr>
          <w:p w:rsidR="002627C4" w:rsidRDefault="00B91575">
            <w:r>
              <w:rPr>
                <w:rStyle w:val="styleSubformtxt"/>
              </w:rPr>
              <w:t>rock dove</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Equus caballus</w:t>
            </w:r>
          </w:p>
        </w:tc>
        <w:tc>
          <w:tcPr>
            <w:tcW w:w="1750" w:type="dxa"/>
          </w:tcPr>
          <w:p w:rsidR="002627C4" w:rsidRDefault="00B91575">
            <w:r>
              <w:rPr>
                <w:rStyle w:val="styleSubformtxt"/>
              </w:rPr>
              <w:t>Horse</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Felis catus</w:t>
            </w:r>
          </w:p>
        </w:tc>
        <w:tc>
          <w:tcPr>
            <w:tcW w:w="1750" w:type="dxa"/>
          </w:tcPr>
          <w:p w:rsidR="002627C4" w:rsidRDefault="00B91575">
            <w:r>
              <w:rPr>
                <w:rStyle w:val="styleSubformtxt"/>
              </w:rPr>
              <w:t>Domestic Cat</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Chordata/Actinopterygii</w:t>
            </w:r>
          </w:p>
        </w:tc>
        <w:tc>
          <w:tcPr>
            <w:tcW w:w="1750" w:type="dxa"/>
          </w:tcPr>
          <w:p w:rsidR="002627C4" w:rsidRDefault="00B91575">
            <w:r>
              <w:rPr>
                <w:rStyle w:val="styleSubformtxtIblue"/>
              </w:rPr>
              <w:t>Gambusia holbrooki</w:t>
            </w:r>
          </w:p>
        </w:tc>
        <w:tc>
          <w:tcPr>
            <w:tcW w:w="1750" w:type="dxa"/>
          </w:tcPr>
          <w:p w:rsidR="002627C4" w:rsidRDefault="002627C4"/>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Chordata/Reptilia</w:t>
            </w:r>
          </w:p>
        </w:tc>
        <w:tc>
          <w:tcPr>
            <w:tcW w:w="1750" w:type="dxa"/>
          </w:tcPr>
          <w:p w:rsidR="002627C4" w:rsidRDefault="00B91575">
            <w:r>
              <w:rPr>
                <w:rStyle w:val="styleSubformtxtIblue"/>
              </w:rPr>
              <w:t>Hemidactylus frenatus</w:t>
            </w:r>
          </w:p>
        </w:tc>
        <w:tc>
          <w:tcPr>
            <w:tcW w:w="1750" w:type="dxa"/>
          </w:tcPr>
          <w:p w:rsidR="002627C4" w:rsidRDefault="00B91575">
            <w:r>
              <w:rPr>
                <w:rStyle w:val="styleSubformtxt"/>
              </w:rPr>
              <w:t>house gecko</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Lepus europaeus</w:t>
            </w:r>
          </w:p>
        </w:tc>
        <w:tc>
          <w:tcPr>
            <w:tcW w:w="1750" w:type="dxa"/>
          </w:tcPr>
          <w:p w:rsidR="002627C4" w:rsidRDefault="00B91575">
            <w:r>
              <w:rPr>
                <w:rStyle w:val="styleSubformtxt"/>
              </w:rPr>
              <w:t>European Hare</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Lonchura punctulata</w:t>
            </w:r>
          </w:p>
        </w:tc>
        <w:tc>
          <w:tcPr>
            <w:tcW w:w="1750" w:type="dxa"/>
          </w:tcPr>
          <w:p w:rsidR="002627C4" w:rsidRDefault="00B91575">
            <w:r>
              <w:rPr>
                <w:rStyle w:val="styleSubformtxt"/>
              </w:rPr>
              <w:t>Nutmeg Mannikin;Scaly-breasted Munia</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Mus musculus</w:t>
            </w:r>
          </w:p>
        </w:tc>
        <w:tc>
          <w:tcPr>
            <w:tcW w:w="1750" w:type="dxa"/>
          </w:tcPr>
          <w:p w:rsidR="002627C4" w:rsidRDefault="00B91575">
            <w:r>
              <w:rPr>
                <w:rStyle w:val="styleSubformtxt"/>
              </w:rPr>
              <w:t>House Mouse</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Chordata/Actinopterygii</w:t>
            </w:r>
          </w:p>
        </w:tc>
        <w:tc>
          <w:tcPr>
            <w:tcW w:w="1750" w:type="dxa"/>
          </w:tcPr>
          <w:p w:rsidR="002627C4" w:rsidRDefault="00B91575">
            <w:r>
              <w:rPr>
                <w:rStyle w:val="styleSubformtxtIblue"/>
              </w:rPr>
              <w:t>Oreochromis spilurus</w:t>
            </w:r>
          </w:p>
        </w:tc>
        <w:tc>
          <w:tcPr>
            <w:tcW w:w="1750" w:type="dxa"/>
          </w:tcPr>
          <w:p w:rsidR="002627C4" w:rsidRDefault="00B91575">
            <w:r>
              <w:rPr>
                <w:rStyle w:val="styleSubformtxt"/>
              </w:rPr>
              <w:t>Mozambique mouthbrooder</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Passer domesticus</w:t>
            </w:r>
          </w:p>
        </w:tc>
        <w:tc>
          <w:tcPr>
            <w:tcW w:w="1750" w:type="dxa"/>
          </w:tcPr>
          <w:p w:rsidR="002627C4" w:rsidRDefault="00B91575">
            <w:r>
              <w:rPr>
                <w:rStyle w:val="styleSubformtxt"/>
              </w:rPr>
              <w:t>House Sparrow</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Pavo cristatus</w:t>
            </w:r>
          </w:p>
        </w:tc>
        <w:tc>
          <w:tcPr>
            <w:tcW w:w="1750" w:type="dxa"/>
          </w:tcPr>
          <w:p w:rsidR="002627C4" w:rsidRDefault="00B91575">
            <w:r>
              <w:rPr>
                <w:rStyle w:val="styleSubformtxt"/>
              </w:rPr>
              <w:t>Indian Peafowl;Common Peafowl</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Rattus rattus</w:t>
            </w:r>
          </w:p>
        </w:tc>
        <w:tc>
          <w:tcPr>
            <w:tcW w:w="1750" w:type="dxa"/>
          </w:tcPr>
          <w:p w:rsidR="002627C4" w:rsidRDefault="00B91575">
            <w:r>
              <w:rPr>
                <w:rStyle w:val="styleSubformtxt"/>
              </w:rPr>
              <w:t>House Rat;Black Rat</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Chordata/Amphibia</w:t>
            </w:r>
          </w:p>
        </w:tc>
        <w:tc>
          <w:tcPr>
            <w:tcW w:w="1750" w:type="dxa"/>
          </w:tcPr>
          <w:p w:rsidR="002627C4" w:rsidRDefault="00B91575">
            <w:r>
              <w:rPr>
                <w:rStyle w:val="styleSubformtxtIblue"/>
              </w:rPr>
              <w:t>Rhinella marina</w:t>
            </w:r>
          </w:p>
        </w:tc>
        <w:tc>
          <w:tcPr>
            <w:tcW w:w="1750" w:type="dxa"/>
          </w:tcPr>
          <w:p w:rsidR="002627C4" w:rsidRDefault="00B91575">
            <w:r>
              <w:rPr>
                <w:rStyle w:val="styleSubformtxt"/>
              </w:rPr>
              <w:t>Cane Toad</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Streptopelia chinensis</w:t>
            </w:r>
          </w:p>
        </w:tc>
        <w:tc>
          <w:tcPr>
            <w:tcW w:w="1750" w:type="dxa"/>
          </w:tcPr>
          <w:p w:rsidR="002627C4" w:rsidRDefault="00B91575">
            <w:r>
              <w:rPr>
                <w:rStyle w:val="styleSubformtxt"/>
              </w:rPr>
              <w:t>Spotted Dove</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Chordata/Aves</w:t>
            </w:r>
          </w:p>
        </w:tc>
        <w:tc>
          <w:tcPr>
            <w:tcW w:w="1750" w:type="dxa"/>
          </w:tcPr>
          <w:p w:rsidR="002627C4" w:rsidRDefault="00B91575">
            <w:r>
              <w:rPr>
                <w:rStyle w:val="styleSubformtxtIblue"/>
              </w:rPr>
              <w:t>Sturnus vulgaris</w:t>
            </w:r>
          </w:p>
        </w:tc>
        <w:tc>
          <w:tcPr>
            <w:tcW w:w="1750" w:type="dxa"/>
          </w:tcPr>
          <w:p w:rsidR="002627C4" w:rsidRDefault="00B91575">
            <w:r>
              <w:rPr>
                <w:rStyle w:val="styleSubformtxt"/>
              </w:rPr>
              <w:t>European Starling</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UP"/>
              </w:rPr>
              <w:t>Chordata/Mammalia</w:t>
            </w:r>
          </w:p>
        </w:tc>
        <w:tc>
          <w:tcPr>
            <w:tcW w:w="1750" w:type="dxa"/>
          </w:tcPr>
          <w:p w:rsidR="002627C4" w:rsidRDefault="00B91575">
            <w:r>
              <w:rPr>
                <w:rStyle w:val="styleSubformtxtIblue"/>
              </w:rPr>
              <w:t>Vulpes vulpes</w:t>
            </w:r>
          </w:p>
        </w:tc>
        <w:tc>
          <w:tcPr>
            <w:tcW w:w="1750" w:type="dxa"/>
          </w:tcPr>
          <w:p w:rsidR="002627C4" w:rsidRDefault="00B91575">
            <w:r>
              <w:rPr>
                <w:rStyle w:val="styleSubformtxt"/>
              </w:rPr>
              <w:t>Red Fox</w:t>
            </w:r>
          </w:p>
        </w:tc>
        <w:tc>
          <w:tcPr>
            <w:tcW w:w="1750" w:type="dxa"/>
          </w:tcPr>
          <w:p w:rsidR="002627C4" w:rsidRDefault="00B91575">
            <w:r>
              <w:rPr>
                <w:rStyle w:val="styleSubformtxt"/>
              </w:rPr>
              <w:t>Potentially</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Noteworthy animal species - those species identified as threatened or near threatened under Queensland state legislation but not federally or internationally listed. </w:t>
            </w:r>
          </w:p>
          <w:p w:rsidR="002627C4" w:rsidRDefault="002627C4">
            <w:pPr>
              <w:pStyle w:val="pStyle"/>
              <w:rPr>
                <w:rStyle w:val="almostEmpty"/>
              </w:rPr>
            </w:pPr>
          </w:p>
          <w:p w:rsidR="002627C4" w:rsidRDefault="00B91575">
            <w:pPr>
              <w:spacing w:after="0" w:line="240" w:lineRule="auto"/>
              <w:ind w:left="57"/>
            </w:pPr>
            <w:r>
              <w:rPr>
                <w:rStyle w:val="styleDatatxt"/>
              </w:rPr>
              <w:t xml:space="preserve">EN - endangered </w:t>
            </w:r>
          </w:p>
          <w:p w:rsidR="002627C4" w:rsidRDefault="002627C4">
            <w:pPr>
              <w:pStyle w:val="pStyle"/>
              <w:rPr>
                <w:rStyle w:val="almostEmpty"/>
              </w:rPr>
            </w:pPr>
          </w:p>
          <w:p w:rsidR="002627C4" w:rsidRDefault="00B91575">
            <w:pPr>
              <w:spacing w:after="0" w:line="240" w:lineRule="auto"/>
              <w:ind w:left="57"/>
            </w:pPr>
            <w:r>
              <w:rPr>
                <w:rStyle w:val="styleDatatxt"/>
              </w:rPr>
              <w:t xml:space="preserve">VU - vulnerable </w:t>
            </w:r>
          </w:p>
          <w:p w:rsidR="002627C4" w:rsidRDefault="002627C4">
            <w:pPr>
              <w:pStyle w:val="pStyle"/>
              <w:rPr>
                <w:rStyle w:val="almostEmpty"/>
              </w:rPr>
            </w:pPr>
          </w:p>
          <w:p w:rsidR="002627C4" w:rsidRDefault="00B91575">
            <w:pPr>
              <w:spacing w:after="0" w:line="240" w:lineRule="auto"/>
              <w:ind w:left="57"/>
            </w:pPr>
            <w:r>
              <w:rPr>
                <w:rStyle w:val="styleDatatxt"/>
              </w:rPr>
              <w:t xml:space="preserve">NT - near threatened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For invasive alien animal species - no detailed site specific assessment has been undertaken so 'potentially' should be taken to represent 'unassessed'.</w:t>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4.4 Physical components</w:t>
      </w:r>
    </w:p>
    <w:p w:rsidR="002627C4" w:rsidRDefault="00B91575">
      <w:pPr>
        <w:pStyle w:val="pstyleSection"/>
      </w:pPr>
      <w:r>
        <w:rPr>
          <w:rStyle w:val="styleL2"/>
        </w:rPr>
        <w:t>4.4.1 Climate</w:t>
      </w:r>
    </w:p>
    <w:p w:rsidR="002627C4" w:rsidRDefault="00B91575">
      <w:pPr>
        <w:pStyle w:val="pstyleComments"/>
      </w:pPr>
      <w:r>
        <w:rPr>
          <w:rStyle w:val="styleC3comment"/>
        </w:rPr>
        <w:t>Please indicate the prevailing climate type(s) by selecting below the climatic region(s) and subregion(s), using the Köppen-Gieger Climate Classification System.</w:t>
      </w:r>
    </w:p>
    <w:p w:rsidR="002627C4" w:rsidRDefault="002627C4">
      <w:pPr>
        <w:pStyle w:val="pstyleLabels"/>
      </w:pP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Climatic region</w:t>
            </w:r>
          </w:p>
        </w:tc>
        <w:tc>
          <w:tcPr>
            <w:tcW w:w="1750" w:type="dxa"/>
          </w:tcPr>
          <w:p w:rsidR="002627C4" w:rsidRDefault="00B91575">
            <w:pPr>
              <w:spacing w:after="0" w:line="240" w:lineRule="auto"/>
              <w:jc w:val="center"/>
            </w:pPr>
            <w:r>
              <w:rPr>
                <w:b/>
                <w:sz w:val="18"/>
                <w:szCs w:val="18"/>
              </w:rPr>
              <w:t>Subregion</w:t>
            </w:r>
          </w:p>
        </w:tc>
      </w:tr>
      <w:tr w:rsidR="002627C4" w:rsidTr="002627C4">
        <w:trPr>
          <w:trHeight w:val="200"/>
        </w:trPr>
        <w:tc>
          <w:tcPr>
            <w:tcW w:w="1750" w:type="dxa"/>
          </w:tcPr>
          <w:p w:rsidR="002627C4" w:rsidRDefault="00B91575">
            <w:r>
              <w:rPr>
                <w:rStyle w:val="styleSubformtxt"/>
              </w:rPr>
              <w:t>C: Moist Mid-Latitude climate with mild winters</w:t>
            </w:r>
          </w:p>
        </w:tc>
        <w:tc>
          <w:tcPr>
            <w:tcW w:w="1750" w:type="dxa"/>
          </w:tcPr>
          <w:p w:rsidR="002627C4" w:rsidRDefault="00B91575">
            <w:r>
              <w:rPr>
                <w:rStyle w:val="styleSubformtxt"/>
              </w:rPr>
              <w:t>Cfa: Humid subtropical  (Mild with no dry season, hot summer)</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Comments"/>
      </w:pPr>
      <w:r>
        <w:rPr>
          <w:rStyle w:val="styleC3comment"/>
        </w:rPr>
        <w:t>If changing climatic conditions are affecting the site, please indicate the nature of these changes:</w:t>
      </w:r>
    </w:p>
    <w:p w:rsidR="002627C4" w:rsidRDefault="00B91575">
      <w:pPr>
        <w:pStyle w:val="pstyleLabels"/>
      </w:pP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Sea level rise may substantially change the distribution and extent of wetlands in Moreton Bay (Runting et al. 2017). Modelling based on higher sea level rise scenarios suggests a 4% - 31% loss of the current area of protected wetlands in southern Moreton Bay due to inundation (ibid). Changing climate is predicted to result in an increase in the intensity of rain events and consequential flooding (DEHP 2017a). Extreme weather events, such as the major floods that occurred in 1974 and 2011, can lead to increased loads of sediment and nutrients delivered to the bay. Changes in rainfall patterns may alter recharge of aquifers, as well as frequency and intensity of fires. Coastal development adjacent to the site may demand the construction of coastal defences (Abel et al. 2011). Other impacts include seawater intrusion into freshwater wetlands and aquifers, ocean acidification, and ecological impacts. See section 6.1.2 vi for additional information.</w:t>
            </w:r>
          </w:p>
        </w:tc>
      </w:tr>
    </w:tbl>
    <w:p w:rsidR="002627C4" w:rsidRDefault="002627C4"/>
    <w:p w:rsidR="002627C4" w:rsidRDefault="00B91575">
      <w:pPr>
        <w:pStyle w:val="pstyleSection"/>
      </w:pPr>
      <w:r>
        <w:rPr>
          <w:rStyle w:val="styleL2"/>
        </w:rPr>
        <w:t>4.4.2 Geomorphic setting</w:t>
      </w:r>
    </w:p>
    <w:p w:rsidR="002627C4" w:rsidRDefault="00B91575">
      <w:pPr>
        <w:pStyle w:val="pstyleLabels"/>
      </w:pPr>
      <w:r>
        <w:rPr>
          <w:rStyle w:val="styleC3"/>
        </w:rPr>
        <w:t>a) Minimum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0</w:t>
            </w:r>
          </w:p>
        </w:tc>
      </w:tr>
    </w:tbl>
    <w:p w:rsidR="002627C4" w:rsidRDefault="00B91575">
      <w:pPr>
        <w:pStyle w:val="pstyleLabels"/>
      </w:pPr>
      <w:r>
        <w:rPr>
          <w:rStyle w:val="styleC3"/>
        </w:rPr>
        <w:t>a) Maximum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270</w:t>
            </w:r>
          </w:p>
        </w:tc>
      </w:tr>
    </w:tbl>
    <w:p w:rsidR="002627C4" w:rsidRDefault="00B91575">
      <w:pPr>
        <w:pStyle w:val="pstyleComments"/>
      </w:pPr>
      <w:r>
        <w:rPr>
          <w:rStyle w:val="styleC3comment"/>
        </w:rPr>
        <w:t>b) Position in landscape/river basin:</w:t>
      </w:r>
    </w:p>
    <w:p w:rsidR="002627C4" w:rsidRDefault="00B91575">
      <w:pPr>
        <w:spacing w:after="0" w:line="240" w:lineRule="auto"/>
        <w:ind w:left="216"/>
      </w:pPr>
      <w:r>
        <w:rPr>
          <w:rStyle w:val="styleC3"/>
        </w:rPr>
        <w:tab/>
      </w:r>
      <w:r>
        <w:rPr>
          <w:rStyle w:val="styleRad"/>
        </w:rPr>
        <w:t xml:space="preserve"> [  ] </w:t>
      </w:r>
      <w:r>
        <w:rPr>
          <w:rStyle w:val="styleC3"/>
        </w:rPr>
        <w:t xml:space="preserve"> Entire river basin</w:t>
      </w:r>
    </w:p>
    <w:p w:rsidR="002627C4" w:rsidRDefault="00B91575">
      <w:pPr>
        <w:spacing w:after="0" w:line="240" w:lineRule="auto"/>
        <w:ind w:left="216"/>
      </w:pPr>
      <w:r>
        <w:rPr>
          <w:rStyle w:val="styleC3"/>
        </w:rPr>
        <w:tab/>
      </w:r>
      <w:r>
        <w:rPr>
          <w:rStyle w:val="styleRad"/>
        </w:rPr>
        <w:t xml:space="preserve"> [  ] </w:t>
      </w:r>
      <w:r>
        <w:rPr>
          <w:rStyle w:val="styleC3"/>
        </w:rPr>
        <w:t xml:space="preserve"> Upper part of river basin</w:t>
      </w:r>
    </w:p>
    <w:p w:rsidR="002627C4" w:rsidRDefault="00B91575">
      <w:pPr>
        <w:spacing w:after="0" w:line="240" w:lineRule="auto"/>
        <w:ind w:left="216"/>
      </w:pPr>
      <w:r>
        <w:rPr>
          <w:rStyle w:val="styleC3"/>
        </w:rPr>
        <w:tab/>
      </w:r>
      <w:r>
        <w:rPr>
          <w:rStyle w:val="styleRad"/>
        </w:rPr>
        <w:t xml:space="preserve"> [  ] </w:t>
      </w:r>
      <w:r>
        <w:rPr>
          <w:rStyle w:val="styleC3"/>
        </w:rPr>
        <w:t xml:space="preserve"> Middle part of river basin</w:t>
      </w:r>
    </w:p>
    <w:p w:rsidR="002627C4" w:rsidRDefault="00B91575">
      <w:pPr>
        <w:spacing w:after="0" w:line="240" w:lineRule="auto"/>
        <w:ind w:left="216"/>
      </w:pPr>
      <w:r>
        <w:rPr>
          <w:rStyle w:val="styleC3"/>
        </w:rPr>
        <w:tab/>
      </w:r>
      <w:r>
        <w:rPr>
          <w:rStyle w:val="styleRad"/>
        </w:rPr>
        <w:t xml:space="preserve"> [x] </w:t>
      </w:r>
      <w:r>
        <w:rPr>
          <w:rStyle w:val="styleC3"/>
        </w:rPr>
        <w:t xml:space="preserve"> Lower part of river basin</w:t>
      </w:r>
    </w:p>
    <w:p w:rsidR="002627C4" w:rsidRDefault="00B91575">
      <w:pPr>
        <w:spacing w:after="0" w:line="240" w:lineRule="auto"/>
        <w:ind w:left="216"/>
      </w:pPr>
      <w:r>
        <w:rPr>
          <w:rStyle w:val="styleC3"/>
        </w:rPr>
        <w:tab/>
      </w:r>
      <w:r>
        <w:rPr>
          <w:rStyle w:val="styleRad"/>
        </w:rPr>
        <w:t xml:space="preserve"> [x] </w:t>
      </w:r>
      <w:r>
        <w:rPr>
          <w:rStyle w:val="styleC3"/>
        </w:rPr>
        <w:t xml:space="preserve"> More than one river basin</w:t>
      </w:r>
    </w:p>
    <w:p w:rsidR="002627C4" w:rsidRDefault="00B91575">
      <w:pPr>
        <w:spacing w:after="0" w:line="240" w:lineRule="auto"/>
        <w:ind w:left="216"/>
      </w:pPr>
      <w:r>
        <w:rPr>
          <w:rStyle w:val="styleC3"/>
        </w:rPr>
        <w:tab/>
      </w:r>
      <w:r>
        <w:rPr>
          <w:rStyle w:val="styleRad"/>
        </w:rPr>
        <w:t xml:space="preserve"> [  ] </w:t>
      </w:r>
      <w:r>
        <w:rPr>
          <w:rStyle w:val="styleC3"/>
        </w:rPr>
        <w:t xml:space="preserve"> Not in river basin</w:t>
      </w:r>
    </w:p>
    <w:p w:rsidR="002627C4" w:rsidRDefault="00B91575">
      <w:pPr>
        <w:spacing w:after="0" w:line="240" w:lineRule="auto"/>
        <w:ind w:left="216"/>
      </w:pPr>
      <w:r>
        <w:rPr>
          <w:rStyle w:val="styleC3"/>
        </w:rPr>
        <w:tab/>
      </w:r>
      <w:r>
        <w:rPr>
          <w:rStyle w:val="styleRad"/>
        </w:rPr>
        <w:t xml:space="preserve"> [x] </w:t>
      </w:r>
      <w:r>
        <w:rPr>
          <w:rStyle w:val="styleC3"/>
        </w:rPr>
        <w:t xml:space="preserve"> Coastal</w:t>
      </w:r>
    </w:p>
    <w:p w:rsidR="002627C4" w:rsidRDefault="00B91575">
      <w:pPr>
        <w:pStyle w:val="pstyleLabels"/>
      </w:pPr>
      <w:r>
        <w:rPr>
          <w:rStyle w:val="styleC3"/>
        </w:rPr>
        <w:t xml:space="preserve">Please name the river basin or basins. If the site lies in a sub-basin, please also name the larger river basin. For a  coastal/marine site, please name the sea or ocean. </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82"/>
        <w:gridCol w:w="881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Moreton Bay is located in the North East Coast Drainage Division.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There are six drainage basins: Brisbane, Logan-Albert, Maroochy, Moreton Bay Islands, Pine and South Coast. (http://www.bom.gov.au/water/about/riverBasinAuxNav.shtml)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Moreton Bay enters the Pacific Ocean</w:t>
            </w:r>
          </w:p>
        </w:tc>
      </w:tr>
    </w:tbl>
    <w:p w:rsidR="002627C4" w:rsidRDefault="002627C4"/>
    <w:p w:rsidR="002627C4" w:rsidRDefault="00B91575">
      <w:pPr>
        <w:pStyle w:val="pstyleSection"/>
      </w:pPr>
      <w:r>
        <w:rPr>
          <w:rStyle w:val="styleL2"/>
        </w:rPr>
        <w:t>4.4.3 Soil</w:t>
      </w:r>
    </w:p>
    <w:p w:rsidR="002627C4" w:rsidRDefault="00B91575">
      <w:pPr>
        <w:spacing w:after="0" w:line="240" w:lineRule="auto"/>
        <w:ind w:left="216"/>
      </w:pPr>
      <w:r>
        <w:rPr>
          <w:rStyle w:val="styleC3"/>
        </w:rPr>
        <w:tab/>
      </w:r>
      <w:r>
        <w:rPr>
          <w:rStyle w:val="styleRad"/>
        </w:rPr>
        <w:t xml:space="preserve"> [x] </w:t>
      </w:r>
      <w:r>
        <w:rPr>
          <w:rStyle w:val="styleC3"/>
        </w:rPr>
        <w:t xml:space="preserve"> Mineral</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Organic</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lastRenderedPageBreak/>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  ] </w:t>
      </w:r>
      <w:r>
        <w:rPr>
          <w:rStyle w:val="styleC3"/>
        </w:rPr>
        <w:t xml:space="preserve"> No available information</w:t>
      </w:r>
    </w:p>
    <w:p w:rsidR="002627C4" w:rsidRDefault="00B91575">
      <w:pPr>
        <w:pStyle w:val="pstyleLabels"/>
      </w:pPr>
      <w:r>
        <w:rPr>
          <w:rStyle w:val="styleC3"/>
        </w:rPr>
        <w:t>Are soil types subject to change as a result of changing hydrological conditions (e.g., increased salinity or acidification)?</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Please provide further information on the soil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Over a geological time-scale, the laying down of a series of sedimentary landscapes has led to the formation of Moreton Bay. Changes to morphological features due to sea-level change, together with geomorphologic processes, such as sedimentation, have resulted in the formation of the present characteristics of the landscape (Hekel et al. 1979; Maxwell 1970). See section 6.1.2 vi for additional information.</w:t>
            </w:r>
          </w:p>
        </w:tc>
      </w:tr>
    </w:tbl>
    <w:p w:rsidR="002627C4" w:rsidRDefault="002627C4"/>
    <w:p w:rsidR="002627C4" w:rsidRDefault="00B91575">
      <w:pPr>
        <w:pStyle w:val="pstyleSection"/>
      </w:pPr>
      <w:r>
        <w:rPr>
          <w:rStyle w:val="styleL2"/>
        </w:rPr>
        <w:t>4.4.4 Water regime</w:t>
      </w:r>
    </w:p>
    <w:p w:rsidR="002627C4" w:rsidRDefault="00B91575">
      <w:pPr>
        <w:pStyle w:val="pstyleLabels"/>
      </w:pPr>
      <w:r>
        <w:rPr>
          <w:rStyle w:val="styleC3"/>
        </w:rPr>
        <w:t>Water permanence</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Presence?</w:t>
            </w:r>
          </w:p>
        </w:tc>
        <w:tc>
          <w:tcPr>
            <w:tcW w:w="1750" w:type="dxa"/>
          </w:tcPr>
          <w:p w:rsidR="002627C4" w:rsidRDefault="00B91575">
            <w:pPr>
              <w:spacing w:after="0" w:line="240" w:lineRule="auto"/>
              <w:jc w:val="center"/>
            </w:pPr>
            <w:r>
              <w:rPr>
                <w:b/>
                <w:sz w:val="18"/>
                <w:szCs w:val="18"/>
              </w:rPr>
              <w:t>Changes at RIS update</w:t>
            </w:r>
          </w:p>
        </w:tc>
      </w:tr>
      <w:tr w:rsidR="002627C4" w:rsidTr="002627C4">
        <w:trPr>
          <w:trHeight w:val="200"/>
        </w:trPr>
        <w:tc>
          <w:tcPr>
            <w:tcW w:w="1750" w:type="dxa"/>
          </w:tcPr>
          <w:p w:rsidR="002627C4" w:rsidRDefault="00B91575">
            <w:r>
              <w:rPr>
                <w:rStyle w:val="styleSubformtxt"/>
              </w:rPr>
              <w:t>Usually permanent water present</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Usually seasonal, ephemeral or intermittent water present</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Source of water that maintains character of the site</w:t>
      </w:r>
    </w:p>
    <w:tbl>
      <w:tblPr>
        <w:tblStyle w:val="FancyTable"/>
        <w:tblW w:w="0" w:type="auto"/>
        <w:tblInd w:w="-8" w:type="dxa"/>
        <w:tblLook w:val="04A0" w:firstRow="1" w:lastRow="0" w:firstColumn="1" w:lastColumn="0" w:noHBand="0" w:noVBand="1"/>
      </w:tblPr>
      <w:tblGrid>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Presence?</w:t>
            </w:r>
          </w:p>
        </w:tc>
        <w:tc>
          <w:tcPr>
            <w:tcW w:w="1750" w:type="dxa"/>
          </w:tcPr>
          <w:p w:rsidR="002627C4" w:rsidRDefault="00B91575">
            <w:pPr>
              <w:spacing w:after="0" w:line="240" w:lineRule="auto"/>
              <w:jc w:val="center"/>
            </w:pPr>
            <w:r>
              <w:rPr>
                <w:b/>
                <w:sz w:val="18"/>
                <w:szCs w:val="18"/>
              </w:rPr>
              <w:t>Predominant water source</w:t>
            </w:r>
          </w:p>
        </w:tc>
        <w:tc>
          <w:tcPr>
            <w:tcW w:w="1750" w:type="dxa"/>
          </w:tcPr>
          <w:p w:rsidR="002627C4" w:rsidRDefault="00B91575">
            <w:pPr>
              <w:spacing w:after="0" w:line="240" w:lineRule="auto"/>
              <w:jc w:val="center"/>
            </w:pPr>
            <w:r>
              <w:rPr>
                <w:b/>
                <w:sz w:val="18"/>
                <w:szCs w:val="18"/>
              </w:rPr>
              <w:t>Changes at RIS update</w:t>
            </w:r>
          </w:p>
        </w:tc>
      </w:tr>
      <w:tr w:rsidR="002627C4" w:rsidTr="002627C4">
        <w:trPr>
          <w:trHeight w:val="200"/>
        </w:trPr>
        <w:tc>
          <w:tcPr>
            <w:tcW w:w="1750" w:type="dxa"/>
          </w:tcPr>
          <w:p w:rsidR="002627C4" w:rsidRDefault="00B91575">
            <w:r>
              <w:rPr>
                <w:rStyle w:val="styleSubformtxt"/>
              </w:rPr>
              <w:t>Water inputs from rainfall</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Water inputs from surface water</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Water inputs from groundwater</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Marine water</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Water destination</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Presence?</w:t>
            </w:r>
          </w:p>
        </w:tc>
        <w:tc>
          <w:tcPr>
            <w:tcW w:w="1750" w:type="dxa"/>
          </w:tcPr>
          <w:p w:rsidR="002627C4" w:rsidRDefault="00B91575">
            <w:pPr>
              <w:spacing w:after="0" w:line="240" w:lineRule="auto"/>
              <w:jc w:val="center"/>
            </w:pPr>
            <w:r>
              <w:rPr>
                <w:b/>
                <w:sz w:val="18"/>
                <w:szCs w:val="18"/>
              </w:rPr>
              <w:t>Changes at RIS update</w:t>
            </w:r>
          </w:p>
        </w:tc>
      </w:tr>
      <w:tr w:rsidR="002627C4" w:rsidTr="002627C4">
        <w:trPr>
          <w:trHeight w:val="200"/>
        </w:trPr>
        <w:tc>
          <w:tcPr>
            <w:tcW w:w="1750" w:type="dxa"/>
          </w:tcPr>
          <w:p w:rsidR="002627C4" w:rsidRDefault="00B91575">
            <w:r>
              <w:rPr>
                <w:rStyle w:val="styleSubformtxt"/>
              </w:rPr>
              <w:t>Feeds groundwater</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Marine</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Stability of water regime</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lastRenderedPageBreak/>
              <w:t>Presence?</w:t>
            </w:r>
          </w:p>
        </w:tc>
        <w:tc>
          <w:tcPr>
            <w:tcW w:w="1750" w:type="dxa"/>
          </w:tcPr>
          <w:p w:rsidR="002627C4" w:rsidRDefault="00B91575">
            <w:pPr>
              <w:spacing w:after="0" w:line="240" w:lineRule="auto"/>
              <w:jc w:val="center"/>
            </w:pPr>
            <w:r>
              <w:rPr>
                <w:b/>
                <w:sz w:val="18"/>
                <w:szCs w:val="18"/>
              </w:rPr>
              <w:t>Changes at RIS update</w:t>
            </w:r>
          </w:p>
        </w:tc>
      </w:tr>
      <w:tr w:rsidR="002627C4" w:rsidTr="002627C4">
        <w:trPr>
          <w:trHeight w:val="200"/>
        </w:trPr>
        <w:tc>
          <w:tcPr>
            <w:tcW w:w="1750" w:type="dxa"/>
          </w:tcPr>
          <w:p w:rsidR="002627C4" w:rsidRDefault="00B91575">
            <w:r>
              <w:rPr>
                <w:rStyle w:val="styleSubformtxt"/>
              </w:rPr>
              <w:t>Water levels fluctuating (including tidal)</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Water levels largely stable</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Please add any comments on the water regime and its determinants (if relevant). Use this box to explain sites with complex hydrology:</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Water regime is variable across the site's diversity of wetland types. The coastal ocean to the east of Moreton Bay is dominated by the East Australian Current, which allows the tidal exchange of warm tropical water and associated biota, such as tropical fish and coral larvae, into the Bay through its entrances (e.g. North Entrance, South Passage, Jumpinpin, and Gold Coast Seaway). The majority of the exchange occurs through the approximately 15.5 km wide North Passage (Gibbes et al. 2014).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Moreton Bay is a wave-dominated estuary with semi-diurnal tides (Gibbes et al. 2014). The sub-tropical climate is characterised by a distinct seasonal pattern of high summer rainfall leading to large runoff events in short periods of time and occasional floods (Gibbes et al. 2014). During dry periods, a residual clockwise circulation pattern is established within the Bay due to the asymmetry of the flood and ebb tide flows through the four entrances (ibid). This seasonal, event-driven hydrology can result in rapid shifts between two distinct hydrological modes: 1) wind, wave and tidally-dominated oceanic embayment, and 2) freshwater inflow dominated non-marine river valley (ibid).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Six large river systems exert a significant influence on the sediment and water quality characteristics of the Bay; the Brisbane, Pine (North and South), Caboolture, Logan-Albert, Pimpama and Coomera Rivers.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The Brisbane River is the largest river emptying into Moreton Bay and plays an important role in ecosystem function due to the variability in its freshwater discharge. The average annual discharge of the Brisbane River is approximately 69% of the total annual riverine input into Moreton Bay (Stewart et al. 2015). This has the potential to change the hydrographical structure of the Bay, with consequential impacts on the estuarine and marine ecosystem (Yu et al. 2014). Moderate flood events flowing from the Brisbane River have resulted in plumes extending 5.5 km east of the river mouth.</w:t>
            </w:r>
          </w:p>
        </w:tc>
      </w:tr>
    </w:tbl>
    <w:p w:rsidR="002627C4" w:rsidRDefault="00B91575">
      <w:pPr>
        <w:spacing w:before="80" w:after="20" w:line="244" w:lineRule="auto"/>
        <w:ind w:left="216"/>
      </w:pPr>
      <w:r>
        <w:rPr>
          <w:rStyle w:val="styleC3ecd"/>
        </w:rPr>
        <w:t>Connectivity of surface waters and of groundwater</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B91575">
      <w:pPr>
        <w:spacing w:before="80" w:after="20" w:line="244" w:lineRule="auto"/>
        <w:ind w:left="216"/>
      </w:pPr>
      <w:r>
        <w:rPr>
          <w:rStyle w:val="styleC3ecd"/>
        </w:rPr>
        <w:t>Stratification and mixing regime</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2627C4"/>
    <w:p w:rsidR="002627C4" w:rsidRDefault="00B91575">
      <w:pPr>
        <w:pStyle w:val="pstyleSection"/>
      </w:pPr>
      <w:r>
        <w:rPr>
          <w:rStyle w:val="styleL2"/>
        </w:rPr>
        <w:t>4.4.5 Sediment regime</w:t>
      </w:r>
    </w:p>
    <w:p w:rsidR="002627C4" w:rsidRDefault="00B91575">
      <w:pPr>
        <w:spacing w:after="0" w:line="240" w:lineRule="auto"/>
        <w:ind w:left="216"/>
      </w:pPr>
      <w:r>
        <w:rPr>
          <w:rStyle w:val="styleC3"/>
        </w:rPr>
        <w:tab/>
      </w:r>
      <w:r>
        <w:rPr>
          <w:rStyle w:val="styleRad"/>
        </w:rPr>
        <w:t xml:space="preserve"> [x] </w:t>
      </w:r>
      <w:r>
        <w:rPr>
          <w:rStyle w:val="styleC3"/>
        </w:rPr>
        <w:t xml:space="preserve"> Significant erosion of sediments occurs on the site</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Significant accretion or deposition of sediments occurs on the site</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  ] </w:t>
      </w:r>
      <w:r>
        <w:rPr>
          <w:rStyle w:val="styleC3update"/>
        </w:rPr>
        <w:t xml:space="preserve">No change / </w:t>
      </w:r>
      <w:r>
        <w:rPr>
          <w:rStyle w:val="styleRad"/>
        </w:rPr>
        <w:t xml:space="preserve"> [x]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Significant transportation of sediments occurs on or through the site</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  ] </w:t>
      </w:r>
      <w:r>
        <w:rPr>
          <w:rStyle w:val="styleC3update"/>
        </w:rPr>
        <w:t xml:space="preserve">No change / </w:t>
      </w:r>
      <w:r>
        <w:rPr>
          <w:rStyle w:val="styleRad"/>
        </w:rPr>
        <w:t xml:space="preserve"> [x]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Sediment regime is highly variable, either seasonally or inter-annually</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  ] </w:t>
      </w:r>
      <w:r>
        <w:rPr>
          <w:rStyle w:val="styleC3"/>
        </w:rPr>
        <w:t xml:space="preserve"> Sediment regime unknown</w:t>
      </w:r>
    </w:p>
    <w:p w:rsidR="002627C4" w:rsidRDefault="00B91575">
      <w:pPr>
        <w:pStyle w:val="pstyleLabels"/>
      </w:pPr>
      <w:r>
        <w:rPr>
          <w:rStyle w:val="styleC3"/>
        </w:rPr>
        <w:lastRenderedPageBreak/>
        <w:t>Please provide further information on sediment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In the northern and eastern areas of the Bay, sediments are predominantly tidal delta sands. In the southern Bay, sediments are predominantly tidal delta sands with fluvial sands and muds adjacent to the mainland coast. Terrigenous (land-sourced) sediment and nutrient input to the Bay is highly variable over time and space. Episodic high summer rainfall events deliver highly turbid inflows consisting primarily of suspended silts and clays. These have resulted in the western and southern areas of the Bay having the highest sediment mud content. Muddy sediments cover an estimated area of approximately 860 km² of the Bay representing over 50 per cent of the total surface sediment area (Lockington et al. 2017). This is more than double the area of the Bay covered in mud compared with the previous estimate in 1970. See section 6.1.2 vi for additional information.</w:t>
            </w:r>
          </w:p>
        </w:tc>
      </w:tr>
    </w:tbl>
    <w:p w:rsidR="002627C4" w:rsidRDefault="00B91575">
      <w:pPr>
        <w:spacing w:before="80" w:after="20" w:line="244" w:lineRule="auto"/>
        <w:ind w:left="216"/>
      </w:pPr>
      <w:r>
        <w:rPr>
          <w:rStyle w:val="styleC3ecd"/>
        </w:rPr>
        <w:t>Water turbidity and colour</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B91575">
      <w:pPr>
        <w:spacing w:before="80" w:after="20" w:line="244" w:lineRule="auto"/>
        <w:ind w:left="216"/>
      </w:pPr>
      <w:r>
        <w:rPr>
          <w:rStyle w:val="styleC3ecd"/>
        </w:rPr>
        <w:t>Light - reaching wetland</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B91575">
      <w:pPr>
        <w:spacing w:before="80" w:after="20" w:line="244" w:lineRule="auto"/>
        <w:ind w:left="216"/>
      </w:pPr>
      <w:r>
        <w:rPr>
          <w:rStyle w:val="styleC3ecd"/>
        </w:rPr>
        <w:t>Water temperature</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2627C4"/>
    <w:p w:rsidR="002627C4" w:rsidRDefault="00B91575">
      <w:pPr>
        <w:pStyle w:val="pstyleSection"/>
      </w:pPr>
      <w:r>
        <w:rPr>
          <w:rStyle w:val="styleL2"/>
        </w:rPr>
        <w:t>4.4.6 Water pH</w:t>
      </w:r>
    </w:p>
    <w:p w:rsidR="002627C4" w:rsidRDefault="00B91575">
      <w:pPr>
        <w:spacing w:after="0" w:line="240" w:lineRule="auto"/>
        <w:ind w:left="216"/>
      </w:pPr>
      <w:r>
        <w:rPr>
          <w:rStyle w:val="styleC3"/>
        </w:rPr>
        <w:tab/>
      </w:r>
      <w:r>
        <w:rPr>
          <w:rStyle w:val="styleRad"/>
        </w:rPr>
        <w:t xml:space="preserve"> [x] </w:t>
      </w:r>
      <w:r>
        <w:rPr>
          <w:rStyle w:val="styleC3"/>
        </w:rPr>
        <w:t xml:space="preserve"> Acid (pH&lt;5.5)</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Circumneutral (pH: 5.5-7.4 )</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Alkaline (pH&gt;7.4)</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  ] </w:t>
      </w:r>
      <w:r>
        <w:rPr>
          <w:rStyle w:val="styleC3"/>
        </w:rPr>
        <w:t xml:space="preserve"> Unknown</w:t>
      </w:r>
    </w:p>
    <w:p w:rsidR="002627C4" w:rsidRDefault="00B91575">
      <w:pPr>
        <w:pStyle w:val="pstyleLabels"/>
      </w:pPr>
      <w:r>
        <w:rPr>
          <w:rStyle w:val="styleC3"/>
        </w:rPr>
        <w:t>Please provide further information on pH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pH level varies throughout the site. For the freshwater wetlands, the Oxleyan pygmy perch is thought to be restricted to acidic (pH 4.4 - 6.8) freshwater lakes, pools and small streams with dense, aquatic vegetation (such as emergent and submerged sedges) along the margins (Allen and Ivantsoff 1982; Arthington and Marshall 1993; Arthington 1996; Kuiter et al. 1996; Pusey et al. 2004).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Given the importance of the Moreton Bay area for acid frogs, wallum swamp and lake waters should remain acidic (within the pH range 3-5) while nitrate levels should not exceed 0.7 mg/L (Meyer, E pers. comm. 2008).  See section 6.1.2 vi for additional information.</w:t>
            </w:r>
          </w:p>
        </w:tc>
      </w:tr>
    </w:tbl>
    <w:p w:rsidR="002627C4" w:rsidRDefault="002627C4"/>
    <w:p w:rsidR="002627C4" w:rsidRDefault="00B91575">
      <w:pPr>
        <w:pStyle w:val="pstyleSection"/>
      </w:pPr>
      <w:r>
        <w:rPr>
          <w:rStyle w:val="styleL2"/>
        </w:rPr>
        <w:t>4.4.7 Water salinity</w:t>
      </w:r>
    </w:p>
    <w:p w:rsidR="002627C4" w:rsidRDefault="00B91575">
      <w:pPr>
        <w:spacing w:after="0" w:line="240" w:lineRule="auto"/>
        <w:ind w:left="216"/>
      </w:pPr>
      <w:r>
        <w:rPr>
          <w:rStyle w:val="styleC3"/>
        </w:rPr>
        <w:tab/>
      </w:r>
      <w:r>
        <w:rPr>
          <w:rStyle w:val="styleRad"/>
        </w:rPr>
        <w:t xml:space="preserve"> [x] </w:t>
      </w:r>
      <w:r>
        <w:rPr>
          <w:rStyle w:val="styleC3"/>
        </w:rPr>
        <w:t xml:space="preserve"> Fresh (&lt;0.5 g/l)</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Mixohaline (brackish)/Mixosaline (0.5-30 g/l)</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Euhaline/Eusaline (30-40 g/l)</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Hyperhaline/Hypersaline (&gt;40 g/l)</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  ] </w:t>
      </w:r>
      <w:r>
        <w:rPr>
          <w:rStyle w:val="styleC3"/>
        </w:rPr>
        <w:t xml:space="preserve"> Unknown</w:t>
      </w:r>
    </w:p>
    <w:p w:rsidR="002627C4" w:rsidRDefault="00B91575">
      <w:pPr>
        <w:pStyle w:val="pstyleLabels"/>
      </w:pPr>
      <w:r>
        <w:rPr>
          <w:rStyle w:val="styleC3"/>
        </w:rPr>
        <w:t>Please provide further information on salinity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 xml:space="preserve">Salinity is variable across the wetlands types at the site. The implications of salinity for locally occurring wetlands is largely dependent on the type of wetland, the quantity and quality of flow and/or the wetlands location relative to the freshwater influence. In general terms, freshwater dependent wetlands, such as those in and adjacent to freshwater reaches of watercourses, are those most influenced by freshwater flow patterns. The distribution of mangrove and saltmarsh wetlands are influenced mostly by physiographic features and tidal inundation, however their species composition can be determined by prevailing salinity regimes (BMT WBM 2008) and in some areas influenced by fresh water flows from aquifers (Cox and Specht 2012).  </w:t>
            </w:r>
          </w:p>
        </w:tc>
      </w:tr>
    </w:tbl>
    <w:p w:rsidR="002627C4" w:rsidRDefault="00B91575">
      <w:pPr>
        <w:spacing w:before="80" w:after="20" w:line="244" w:lineRule="auto"/>
        <w:ind w:left="216"/>
      </w:pPr>
      <w:r>
        <w:rPr>
          <w:rStyle w:val="styleC3ecd"/>
        </w:rPr>
        <w:t>Dissolved gases in water</w:t>
      </w:r>
      <w:r>
        <w:rPr>
          <w:rStyle w:val="styleBracket"/>
        </w:rPr>
        <w:t xml:space="preserve"> (ECD)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Variable</w:t>
            </w:r>
          </w:p>
        </w:tc>
      </w:tr>
    </w:tbl>
    <w:p w:rsidR="002627C4" w:rsidRDefault="002627C4"/>
    <w:p w:rsidR="002627C4" w:rsidRDefault="00B91575">
      <w:pPr>
        <w:pStyle w:val="pstyleSection"/>
      </w:pPr>
      <w:r>
        <w:rPr>
          <w:rStyle w:val="styleL2"/>
        </w:rPr>
        <w:t>4.4.8 Dissolved or suspended nutrients in water</w:t>
      </w:r>
    </w:p>
    <w:p w:rsidR="002627C4" w:rsidRDefault="00B91575">
      <w:pPr>
        <w:spacing w:after="0" w:line="240" w:lineRule="auto"/>
        <w:ind w:left="216"/>
      </w:pPr>
      <w:r>
        <w:rPr>
          <w:rStyle w:val="styleC3"/>
        </w:rPr>
        <w:tab/>
      </w:r>
      <w:r>
        <w:rPr>
          <w:rStyle w:val="styleRad"/>
        </w:rPr>
        <w:t xml:space="preserve"> [x] </w:t>
      </w:r>
      <w:r>
        <w:rPr>
          <w:rStyle w:val="styleC3"/>
        </w:rPr>
        <w:t xml:space="preserve"> Eutrophic</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[x]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Mesotrophic</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Oligotrophic</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[x] </w:t>
      </w:r>
      <w:r>
        <w:rPr>
          <w:rStyle w:val="styleC3"/>
        </w:rPr>
        <w:t xml:space="preserve"> Dystrophic</w:t>
      </w:r>
    </w:p>
    <w:p w:rsidR="002627C4" w:rsidRDefault="00B91575">
      <w:pPr>
        <w:spacing w:before="80" w:after="20" w:line="244" w:lineRule="auto"/>
        <w:ind w:left="216"/>
      </w:pPr>
      <w:r>
        <w:rPr>
          <w:rStyle w:val="styleC3update"/>
        </w:rPr>
        <w:t>Changes at RIS update</w:t>
      </w:r>
      <w:r>
        <w:rPr>
          <w:rStyle w:val="styleBracket"/>
        </w:rPr>
        <w:t xml:space="preserve"> (Update) </w:t>
      </w:r>
    </w:p>
    <w:p w:rsidR="002627C4" w:rsidRDefault="00B91575">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spacing w:after="0" w:line="240" w:lineRule="auto"/>
        <w:ind w:left="216"/>
      </w:pPr>
      <w:r>
        <w:rPr>
          <w:rStyle w:val="styleC3"/>
        </w:rPr>
        <w:tab/>
      </w:r>
      <w:r>
        <w:rPr>
          <w:rStyle w:val="styleRad"/>
        </w:rPr>
        <w:t xml:space="preserve"> [  ] </w:t>
      </w:r>
      <w:r>
        <w:rPr>
          <w:rStyle w:val="styleC3"/>
        </w:rPr>
        <w:t xml:space="preserve"> Unknown</w:t>
      </w:r>
    </w:p>
    <w:p w:rsidR="002627C4" w:rsidRDefault="00B91575">
      <w:pPr>
        <w:pStyle w:val="pstyleLabels"/>
      </w:pPr>
      <w:r>
        <w:rPr>
          <w:rStyle w:val="styleC3"/>
        </w:rPr>
        <w:t>Please provide further information on dissolved or suspended nutrients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Nutrients affects the growth of Lyngbya majuscula (Cyanobacteria). Increases in bioavailable nutrients (including iron, phosphorus, nitrogen and dissolved organics) as well suitable light, salinity and temperature regimes, and pH can lead to algal blooms (BMT WBM 2008). Within Moreton Bay, the Department of Environment and Science provides updates on cyanobacteria observed by the Queensland Parks and Wildlife Service, local councils and other observers. Results can be accessed via www.des.qld.gov.au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Within the Ramsar site, acid frogs are typically associated with oligotrophic waters of low pH and changes to water chemistry through nutrient enrichment is a key threat to these species (Meyer et al 2006; Hines and Meyer 2011).</w:t>
            </w:r>
          </w:p>
        </w:tc>
      </w:tr>
    </w:tbl>
    <w:p w:rsidR="002627C4" w:rsidRDefault="00B91575">
      <w:pPr>
        <w:spacing w:before="80" w:after="20" w:line="244" w:lineRule="auto"/>
        <w:ind w:left="216"/>
      </w:pPr>
      <w:r>
        <w:rPr>
          <w:rStyle w:val="styleC3ecd"/>
        </w:rPr>
        <w:t>Dissolved organic carbon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vi for additional information.</w:t>
            </w:r>
          </w:p>
        </w:tc>
      </w:tr>
    </w:tbl>
    <w:p w:rsidR="002627C4" w:rsidRDefault="00B91575">
      <w:pPr>
        <w:spacing w:before="80" w:after="20" w:line="244" w:lineRule="auto"/>
        <w:ind w:left="216"/>
      </w:pPr>
      <w:r>
        <w:rPr>
          <w:rStyle w:val="styleC3ecd"/>
        </w:rPr>
        <w:t>Redox potential of water and sediments</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Variable</w:t>
            </w:r>
          </w:p>
        </w:tc>
      </w:tr>
    </w:tbl>
    <w:p w:rsidR="002627C4" w:rsidRDefault="00B91575">
      <w:pPr>
        <w:spacing w:before="80" w:after="20" w:line="244" w:lineRule="auto"/>
        <w:ind w:left="216"/>
      </w:pPr>
      <w:r>
        <w:rPr>
          <w:rStyle w:val="styleC3ecd"/>
        </w:rPr>
        <w:t>Water conductivity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Variable</w:t>
            </w:r>
          </w:p>
        </w:tc>
      </w:tr>
    </w:tbl>
    <w:p w:rsidR="002627C4" w:rsidRDefault="002627C4"/>
    <w:p w:rsidR="002627C4" w:rsidRDefault="00B91575">
      <w:pPr>
        <w:pStyle w:val="pstyleSection"/>
      </w:pPr>
      <w:r>
        <w:rPr>
          <w:rStyle w:val="styleL2"/>
        </w:rPr>
        <w:t>4.4.9 Features of the surrounding area which may affect the Site</w:t>
      </w:r>
    </w:p>
    <w:p w:rsidR="002627C4" w:rsidRDefault="00B91575">
      <w:pPr>
        <w:pStyle w:val="pstyleLabels"/>
      </w:pPr>
      <w:r>
        <w:rPr>
          <w:rStyle w:val="styleC3"/>
        </w:rPr>
        <w:t>Please describe whether, and if so how, the landscape and ecological characteristics in the area surrounding the Ramsar Site differ from the site itself:</w:t>
      </w:r>
    </w:p>
    <w:p w:rsidR="002627C4" w:rsidRDefault="00B91575">
      <w:pPr>
        <w:pStyle w:val="pStyle"/>
      </w:pPr>
      <w:r>
        <w:rPr>
          <w:rStyle w:val="styleRad"/>
        </w:rPr>
        <w:t xml:space="preserve"> [  ] </w:t>
      </w:r>
      <w:r>
        <w:rPr>
          <w:rStyle w:val="styleC3"/>
        </w:rPr>
        <w:t xml:space="preserve">i) broadly similar / </w:t>
      </w:r>
      <w:r>
        <w:rPr>
          <w:rStyle w:val="styleRad"/>
        </w:rPr>
        <w:t xml:space="preserve"> [x] </w:t>
      </w:r>
      <w:r>
        <w:rPr>
          <w:rStyle w:val="styleC3"/>
        </w:rPr>
        <w:t xml:space="preserve">ii) significantly different </w:t>
      </w:r>
    </w:p>
    <w:p w:rsidR="002627C4" w:rsidRDefault="00B91575">
      <w:pPr>
        <w:spacing w:after="0" w:line="240" w:lineRule="auto"/>
      </w:pPr>
      <w:r>
        <w:rPr>
          <w:rStyle w:val="almostEmpty"/>
        </w:rPr>
        <w:t>.</w:t>
      </w:r>
    </w:p>
    <w:p w:rsidR="002627C4" w:rsidRDefault="00B91575">
      <w:pPr>
        <w:pStyle w:val="pstyleComments"/>
      </w:pPr>
      <w:r>
        <w:rPr>
          <w:rStyle w:val="styleC3comment"/>
        </w:rPr>
        <w:t>If the surrounding area differs from the Ramsar Site, please indicate how: (Please tick all categories that apply)</w:t>
      </w:r>
    </w:p>
    <w:p w:rsidR="002627C4" w:rsidRDefault="00B91575">
      <w:pPr>
        <w:spacing w:after="0" w:line="240" w:lineRule="auto"/>
        <w:ind w:left="216"/>
      </w:pPr>
      <w:r>
        <w:rPr>
          <w:rStyle w:val="styleC3"/>
        </w:rPr>
        <w:tab/>
      </w:r>
      <w:r>
        <w:rPr>
          <w:rStyle w:val="styleRad"/>
        </w:rPr>
        <w:t xml:space="preserve"> [x] </w:t>
      </w:r>
      <w:r>
        <w:rPr>
          <w:rStyle w:val="styleC3"/>
        </w:rPr>
        <w:t xml:space="preserve"> Surrounding area has greater urbanisation or development</w:t>
      </w:r>
    </w:p>
    <w:p w:rsidR="002627C4" w:rsidRDefault="00B91575">
      <w:pPr>
        <w:spacing w:after="0" w:line="240" w:lineRule="auto"/>
        <w:ind w:left="216"/>
      </w:pPr>
      <w:r>
        <w:rPr>
          <w:rStyle w:val="styleC3"/>
        </w:rPr>
        <w:tab/>
      </w:r>
      <w:r>
        <w:rPr>
          <w:rStyle w:val="styleRad"/>
        </w:rPr>
        <w:t xml:space="preserve"> [x] </w:t>
      </w:r>
      <w:r>
        <w:rPr>
          <w:rStyle w:val="styleC3"/>
        </w:rPr>
        <w:t xml:space="preserve"> Surrounding area has higher human population density</w:t>
      </w:r>
    </w:p>
    <w:p w:rsidR="002627C4" w:rsidRDefault="00B91575">
      <w:pPr>
        <w:spacing w:after="0" w:line="240" w:lineRule="auto"/>
        <w:ind w:left="216"/>
      </w:pPr>
      <w:r>
        <w:rPr>
          <w:rStyle w:val="styleC3"/>
        </w:rPr>
        <w:tab/>
      </w:r>
      <w:r>
        <w:rPr>
          <w:rStyle w:val="styleRad"/>
        </w:rPr>
        <w:t xml:space="preserve"> [  ] </w:t>
      </w:r>
      <w:r>
        <w:rPr>
          <w:rStyle w:val="styleC3"/>
        </w:rPr>
        <w:t xml:space="preserve"> Surrounding area has more intensive agricultural use</w:t>
      </w:r>
    </w:p>
    <w:p w:rsidR="002627C4" w:rsidRDefault="00B91575">
      <w:pPr>
        <w:spacing w:after="0" w:line="240" w:lineRule="auto"/>
        <w:ind w:left="216"/>
      </w:pPr>
      <w:r>
        <w:rPr>
          <w:rStyle w:val="styleC3"/>
        </w:rPr>
        <w:tab/>
      </w:r>
      <w:r>
        <w:rPr>
          <w:rStyle w:val="styleRad"/>
        </w:rPr>
        <w:t xml:space="preserve"> [x] </w:t>
      </w:r>
      <w:r>
        <w:rPr>
          <w:rStyle w:val="styleC3"/>
        </w:rPr>
        <w:t xml:space="preserve"> Surrounding area has significantly different land cover or habitat types</w:t>
      </w:r>
    </w:p>
    <w:p w:rsidR="002627C4" w:rsidRDefault="00B91575">
      <w:pPr>
        <w:pStyle w:val="pstyleLabels"/>
      </w:pPr>
      <w:r>
        <w:rPr>
          <w:rStyle w:val="styleC3"/>
        </w:rPr>
        <w:t>Please describe other ways in which the surrounding area is different:</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 broader Moreton Bay area is subject to significant impacts due to its proximity to the cities of Brisbane, Logan, the Gold Coast and many other urban centres. Its condition has been modified due to development that has led to the loss of wetlands; dredging and entrance modification including substantial reclamation; urbanisation including the development of canal estates; discharges from industry, sewage and wastewater treatment plants; and natural freshwater flow modification resulting from weirs and dams, water extraction and sand mining. In addition, large estuaries discharge a range of pollutants from urban and rural land uses, such as high sediment and nutrient loads, which has led to chronic adverse impacts on water quality and aquatic ecosystem health in the western and southern sections of Moreton Bay (BMT WBM 2008).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Significant investments have been made to upgrade sewage and wastewater treatment plants in the past decade to reduce nutrient loads and associated phytoplankton blooms in the western embayments. The timing, volume and quality of treated wastewater release is regulated under the Queensland Environmental Protection Act 1994. Water quality and ecosystem health standards are now regulated requiring new development to meet urban stormwater quality management and water sensitive urban design standards. The South East Queensland Healthy Waterways Strategy 2007-2012 has led to the Queensland state government and an alliance of other parties such as local governments, regional natural resource management (NRM) bodies and science providers, regularly monitoring the catchments, rivers, estuaries and coastal areas of Moreton Bay. An annual ‘report card’ reports on the monitoring results for each catchment and provides an environmental condition grade for both the habitat and water quality (refer  section 6.1.2 vi additional information for the 2017 summary report and infographics) (www.hlw.org.au). </w:t>
            </w:r>
          </w:p>
          <w:p w:rsidR="002627C4" w:rsidRDefault="002627C4">
            <w:pPr>
              <w:pStyle w:val="pStyle"/>
              <w:rPr>
                <w:rStyle w:val="almostEmpty"/>
              </w:rPr>
            </w:pPr>
          </w:p>
          <w:p w:rsidR="002627C4" w:rsidRDefault="002627C4">
            <w:pPr>
              <w:spacing w:after="0" w:line="240" w:lineRule="auto"/>
              <w:ind w:left="57"/>
            </w:pP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4.5 Ecosystem services</w:t>
      </w:r>
    </w:p>
    <w:p w:rsidR="002627C4" w:rsidRDefault="00B91575">
      <w:pPr>
        <w:pStyle w:val="pstyleSection"/>
      </w:pPr>
      <w:r>
        <w:rPr>
          <w:rStyle w:val="styleL2"/>
        </w:rPr>
        <w:t>4.5.1 Ecosystem services/benefits</w:t>
      </w:r>
    </w:p>
    <w:p w:rsidR="002627C4" w:rsidRDefault="00B91575">
      <w:pPr>
        <w:pStyle w:val="pstyleComments"/>
      </w:pPr>
      <w:r>
        <w:rPr>
          <w:rStyle w:val="styleC3comment"/>
        </w:rPr>
        <w:t>Please select below all relevant ecosystem services/benefits currently provided by the site and indicate their relative importance in the right-hand column.</w:t>
      </w:r>
    </w:p>
    <w:p w:rsidR="002627C4" w:rsidRDefault="00B91575">
      <w:pPr>
        <w:pStyle w:val="pstyleLabels"/>
      </w:pPr>
      <w:r>
        <w:rPr>
          <w:rStyle w:val="styleC3"/>
        </w:rPr>
        <w:t>Provisioning Services</w:t>
      </w:r>
    </w:p>
    <w:tbl>
      <w:tblPr>
        <w:tblStyle w:val="FancyTable"/>
        <w:tblW w:w="0" w:type="auto"/>
        <w:tblInd w:w="-8" w:type="dxa"/>
        <w:tblLook w:val="04A0" w:firstRow="1" w:lastRow="0" w:firstColumn="1" w:lastColumn="0" w:noHBand="0" w:noVBand="1"/>
      </w:tblPr>
      <w:tblGrid>
        <w:gridCol w:w="1750"/>
        <w:gridCol w:w="1750"/>
        <w:gridCol w:w="276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Ecosystem service</w:t>
            </w:r>
          </w:p>
        </w:tc>
        <w:tc>
          <w:tcPr>
            <w:tcW w:w="1750" w:type="dxa"/>
          </w:tcPr>
          <w:p w:rsidR="002627C4" w:rsidRDefault="00B91575">
            <w:pPr>
              <w:spacing w:after="0" w:line="240" w:lineRule="auto"/>
              <w:jc w:val="center"/>
            </w:pPr>
            <w:r>
              <w:rPr>
                <w:b/>
                <w:sz w:val="18"/>
                <w:szCs w:val="18"/>
              </w:rPr>
              <w:t>Examples</w:t>
            </w:r>
          </w:p>
        </w:tc>
        <w:tc>
          <w:tcPr>
            <w:tcW w:w="1750" w:type="dxa"/>
          </w:tcPr>
          <w:p w:rsidR="002627C4" w:rsidRDefault="00B91575">
            <w:pPr>
              <w:spacing w:after="0" w:line="240" w:lineRule="auto"/>
              <w:jc w:val="center"/>
            </w:pPr>
            <w:r>
              <w:rPr>
                <w:b/>
                <w:sz w:val="18"/>
                <w:szCs w:val="18"/>
              </w:rPr>
              <w:t>Importance/Extent/Significance</w:t>
            </w:r>
          </w:p>
        </w:tc>
      </w:tr>
      <w:tr w:rsidR="002627C4" w:rsidTr="002627C4">
        <w:trPr>
          <w:trHeight w:val="200"/>
        </w:trPr>
        <w:tc>
          <w:tcPr>
            <w:tcW w:w="1750" w:type="dxa"/>
          </w:tcPr>
          <w:p w:rsidR="002627C4" w:rsidRDefault="00B91575">
            <w:r>
              <w:rPr>
                <w:rStyle w:val="styleSubformtxt"/>
              </w:rPr>
              <w:t>Food for humans</w:t>
            </w:r>
          </w:p>
        </w:tc>
        <w:tc>
          <w:tcPr>
            <w:tcW w:w="1750" w:type="dxa"/>
          </w:tcPr>
          <w:p w:rsidR="002627C4" w:rsidRDefault="00B91575">
            <w:r>
              <w:rPr>
                <w:rStyle w:val="styleSubformtxt"/>
              </w:rPr>
              <w:t>Sustenance for humans (e.g., fish, molluscs, grains)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Fresh water</w:t>
            </w:r>
          </w:p>
        </w:tc>
        <w:tc>
          <w:tcPr>
            <w:tcW w:w="1750" w:type="dxa"/>
          </w:tcPr>
          <w:p w:rsidR="002627C4" w:rsidRDefault="00B91575">
            <w:r>
              <w:rPr>
                <w:rStyle w:val="styleSubformtxt"/>
              </w:rPr>
              <w:t>Water for industry</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Fresh water</w:t>
            </w:r>
          </w:p>
        </w:tc>
        <w:tc>
          <w:tcPr>
            <w:tcW w:w="1750" w:type="dxa"/>
          </w:tcPr>
          <w:p w:rsidR="002627C4" w:rsidRDefault="00B91575">
            <w:r>
              <w:rPr>
                <w:rStyle w:val="styleSubformtxt"/>
              </w:rPr>
              <w:t>Drinking water for humans and/or livestock</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Genetic materials</w:t>
            </w:r>
          </w:p>
        </w:tc>
        <w:tc>
          <w:tcPr>
            <w:tcW w:w="1750" w:type="dxa"/>
          </w:tcPr>
          <w:p w:rsidR="002627C4" w:rsidRDefault="00B91575">
            <w:r>
              <w:rPr>
                <w:rStyle w:val="styleSubformtxt"/>
              </w:rPr>
              <w:t>Ornamental species (live and dead)</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Regulating Services</w:t>
      </w:r>
    </w:p>
    <w:tbl>
      <w:tblPr>
        <w:tblStyle w:val="FancyTable"/>
        <w:tblW w:w="0" w:type="auto"/>
        <w:tblInd w:w="-8" w:type="dxa"/>
        <w:tblLook w:val="04A0" w:firstRow="1" w:lastRow="0" w:firstColumn="1" w:lastColumn="0" w:noHBand="0" w:noVBand="1"/>
      </w:tblPr>
      <w:tblGrid>
        <w:gridCol w:w="1750"/>
        <w:gridCol w:w="1750"/>
        <w:gridCol w:w="276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Ecosystem service</w:t>
            </w:r>
          </w:p>
        </w:tc>
        <w:tc>
          <w:tcPr>
            <w:tcW w:w="1750" w:type="dxa"/>
          </w:tcPr>
          <w:p w:rsidR="002627C4" w:rsidRDefault="00B91575">
            <w:pPr>
              <w:spacing w:after="0" w:line="240" w:lineRule="auto"/>
              <w:jc w:val="center"/>
            </w:pPr>
            <w:r>
              <w:rPr>
                <w:b/>
                <w:sz w:val="18"/>
                <w:szCs w:val="18"/>
              </w:rPr>
              <w:t>Examples</w:t>
            </w:r>
          </w:p>
        </w:tc>
        <w:tc>
          <w:tcPr>
            <w:tcW w:w="1750" w:type="dxa"/>
          </w:tcPr>
          <w:p w:rsidR="002627C4" w:rsidRDefault="00B91575">
            <w:pPr>
              <w:spacing w:after="0" w:line="240" w:lineRule="auto"/>
              <w:jc w:val="center"/>
            </w:pPr>
            <w:r>
              <w:rPr>
                <w:b/>
                <w:sz w:val="18"/>
                <w:szCs w:val="18"/>
              </w:rPr>
              <w:t>Importance/Extent/Significance</w:t>
            </w:r>
          </w:p>
        </w:tc>
      </w:tr>
      <w:tr w:rsidR="002627C4" w:rsidTr="002627C4">
        <w:trPr>
          <w:trHeight w:val="200"/>
        </w:trPr>
        <w:tc>
          <w:tcPr>
            <w:tcW w:w="1750" w:type="dxa"/>
          </w:tcPr>
          <w:p w:rsidR="002627C4" w:rsidRDefault="00B91575">
            <w:r>
              <w:rPr>
                <w:rStyle w:val="styleSubformtxt"/>
              </w:rPr>
              <w:t>Maintenance of hydrological regimes</w:t>
            </w:r>
          </w:p>
        </w:tc>
        <w:tc>
          <w:tcPr>
            <w:tcW w:w="1750" w:type="dxa"/>
          </w:tcPr>
          <w:p w:rsidR="002627C4" w:rsidRDefault="00B91575">
            <w:r>
              <w:rPr>
                <w:rStyle w:val="styleSubformtxt"/>
              </w:rPr>
              <w:t>Groundwater recharge and discharge</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Erosion protection</w:t>
            </w:r>
          </w:p>
        </w:tc>
        <w:tc>
          <w:tcPr>
            <w:tcW w:w="1750" w:type="dxa"/>
          </w:tcPr>
          <w:p w:rsidR="002627C4" w:rsidRDefault="00B91575">
            <w:r>
              <w:rPr>
                <w:rStyle w:val="styleSubformtxt"/>
              </w:rPr>
              <w:t>Soil, sediment and nutrient retention</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Pollution control and detoxification</w:t>
            </w:r>
          </w:p>
        </w:tc>
        <w:tc>
          <w:tcPr>
            <w:tcW w:w="1750" w:type="dxa"/>
          </w:tcPr>
          <w:p w:rsidR="002627C4" w:rsidRDefault="00B91575">
            <w:r>
              <w:rPr>
                <w:rStyle w:val="styleSubformtxt"/>
              </w:rPr>
              <w:t>Water purification/waste treatment or dilution</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Climate regulation</w:t>
            </w:r>
          </w:p>
        </w:tc>
        <w:tc>
          <w:tcPr>
            <w:tcW w:w="1750" w:type="dxa"/>
          </w:tcPr>
          <w:p w:rsidR="002627C4" w:rsidRDefault="00B91575">
            <w:r>
              <w:rPr>
                <w:rStyle w:val="styleSubformtxt"/>
              </w:rPr>
              <w:t>Regulation of greenhouse gases, temperature, precipitation and other climactic processes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Climate regulation</w:t>
            </w:r>
          </w:p>
        </w:tc>
        <w:tc>
          <w:tcPr>
            <w:tcW w:w="1750" w:type="dxa"/>
          </w:tcPr>
          <w:p w:rsidR="002627C4" w:rsidRDefault="00B91575">
            <w:r>
              <w:rPr>
                <w:rStyle w:val="styleSubformtxt"/>
              </w:rPr>
              <w:t>Local climate regulation/buffering of change</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Hazard reduction</w:t>
            </w:r>
          </w:p>
        </w:tc>
        <w:tc>
          <w:tcPr>
            <w:tcW w:w="1750" w:type="dxa"/>
          </w:tcPr>
          <w:p w:rsidR="002627C4" w:rsidRDefault="00B91575">
            <w:r>
              <w:rPr>
                <w:rStyle w:val="styleSubformtxt"/>
              </w:rPr>
              <w:t>Coastal shoreline and river bank stabilization and storm protection</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Hazard reduction</w:t>
            </w:r>
          </w:p>
        </w:tc>
        <w:tc>
          <w:tcPr>
            <w:tcW w:w="1750" w:type="dxa"/>
          </w:tcPr>
          <w:p w:rsidR="002627C4" w:rsidRDefault="00B91575">
            <w:r>
              <w:rPr>
                <w:rStyle w:val="styleSubformtxt"/>
              </w:rPr>
              <w:t>Flood control, flood storage</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Cultural Services</w:t>
      </w:r>
    </w:p>
    <w:tbl>
      <w:tblPr>
        <w:tblStyle w:val="FancyTable"/>
        <w:tblW w:w="0" w:type="auto"/>
        <w:tblInd w:w="-8" w:type="dxa"/>
        <w:tblLook w:val="04A0" w:firstRow="1" w:lastRow="0" w:firstColumn="1" w:lastColumn="0" w:noHBand="0" w:noVBand="1"/>
      </w:tblPr>
      <w:tblGrid>
        <w:gridCol w:w="1750"/>
        <w:gridCol w:w="1750"/>
        <w:gridCol w:w="276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Ecosystem service</w:t>
            </w:r>
          </w:p>
        </w:tc>
        <w:tc>
          <w:tcPr>
            <w:tcW w:w="1750" w:type="dxa"/>
          </w:tcPr>
          <w:p w:rsidR="002627C4" w:rsidRDefault="00B91575">
            <w:pPr>
              <w:spacing w:after="0" w:line="240" w:lineRule="auto"/>
              <w:jc w:val="center"/>
            </w:pPr>
            <w:r>
              <w:rPr>
                <w:b/>
                <w:sz w:val="18"/>
                <w:szCs w:val="18"/>
              </w:rPr>
              <w:t>Examples</w:t>
            </w:r>
          </w:p>
        </w:tc>
        <w:tc>
          <w:tcPr>
            <w:tcW w:w="1750" w:type="dxa"/>
          </w:tcPr>
          <w:p w:rsidR="002627C4" w:rsidRDefault="00B91575">
            <w:pPr>
              <w:spacing w:after="0" w:line="240" w:lineRule="auto"/>
              <w:jc w:val="center"/>
            </w:pPr>
            <w:r>
              <w:rPr>
                <w:b/>
                <w:sz w:val="18"/>
                <w:szCs w:val="18"/>
              </w:rPr>
              <w:t>Importance/Extent/Significance</w:t>
            </w:r>
          </w:p>
        </w:tc>
      </w:tr>
      <w:tr w:rsidR="002627C4" w:rsidTr="002627C4">
        <w:trPr>
          <w:trHeight w:val="200"/>
        </w:trPr>
        <w:tc>
          <w:tcPr>
            <w:tcW w:w="1750" w:type="dxa"/>
          </w:tcPr>
          <w:p w:rsidR="002627C4" w:rsidRDefault="00B91575">
            <w:r>
              <w:rPr>
                <w:rStyle w:val="styleSubformtxt"/>
              </w:rPr>
              <w:t>Recreation and tourism</w:t>
            </w:r>
          </w:p>
        </w:tc>
        <w:tc>
          <w:tcPr>
            <w:tcW w:w="1750" w:type="dxa"/>
          </w:tcPr>
          <w:p w:rsidR="002627C4" w:rsidRDefault="00B91575">
            <w:r>
              <w:rPr>
                <w:rStyle w:val="styleSubformtxt"/>
              </w:rPr>
              <w:t>Nature observation and nature-based tourism</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Recreation and tourism</w:t>
            </w:r>
          </w:p>
        </w:tc>
        <w:tc>
          <w:tcPr>
            <w:tcW w:w="1750" w:type="dxa"/>
          </w:tcPr>
          <w:p w:rsidR="002627C4" w:rsidRDefault="00B91575">
            <w:r>
              <w:rPr>
                <w:rStyle w:val="styleSubformtxt"/>
              </w:rPr>
              <w:t>Picnics, outings, touring</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Recreation and tourism</w:t>
            </w:r>
          </w:p>
        </w:tc>
        <w:tc>
          <w:tcPr>
            <w:tcW w:w="1750" w:type="dxa"/>
          </w:tcPr>
          <w:p w:rsidR="002627C4" w:rsidRDefault="00B91575">
            <w:r>
              <w:rPr>
                <w:rStyle w:val="styleSubformtxt"/>
              </w:rPr>
              <w:t>Water sports and activities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Recreation and tourism</w:t>
            </w:r>
          </w:p>
        </w:tc>
        <w:tc>
          <w:tcPr>
            <w:tcW w:w="1750" w:type="dxa"/>
          </w:tcPr>
          <w:p w:rsidR="002627C4" w:rsidRDefault="00B91575">
            <w:r>
              <w:rPr>
                <w:rStyle w:val="styleSubformtxt"/>
              </w:rPr>
              <w:t>Recreational hunting and fishing</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Spiritual and inspirational</w:t>
            </w:r>
          </w:p>
        </w:tc>
        <w:tc>
          <w:tcPr>
            <w:tcW w:w="1750" w:type="dxa"/>
          </w:tcPr>
          <w:p w:rsidR="002627C4" w:rsidRDefault="00B91575">
            <w:r>
              <w:rPr>
                <w:rStyle w:val="styleSubformtxt"/>
              </w:rPr>
              <w:t>Cultural heritage (historical and archaeological)</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Spiritual and inspirational</w:t>
            </w:r>
          </w:p>
        </w:tc>
        <w:tc>
          <w:tcPr>
            <w:tcW w:w="1750" w:type="dxa"/>
          </w:tcPr>
          <w:p w:rsidR="002627C4" w:rsidRDefault="00B91575">
            <w:r>
              <w:rPr>
                <w:rStyle w:val="styleSubformtxt"/>
              </w:rPr>
              <w:t>Aesthetic and sense of place values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Spiritual and inspirational</w:t>
            </w:r>
          </w:p>
        </w:tc>
        <w:tc>
          <w:tcPr>
            <w:tcW w:w="1750" w:type="dxa"/>
          </w:tcPr>
          <w:p w:rsidR="002627C4" w:rsidRDefault="00B91575">
            <w:r>
              <w:rPr>
                <w:rStyle w:val="styleSubformtxt"/>
              </w:rPr>
              <w:t>Spiritual and religious values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Spiritual and inspirational</w:t>
            </w:r>
          </w:p>
        </w:tc>
        <w:tc>
          <w:tcPr>
            <w:tcW w:w="1750" w:type="dxa"/>
          </w:tcPr>
          <w:p w:rsidR="002627C4" w:rsidRDefault="00B91575">
            <w:r>
              <w:rPr>
                <w:rStyle w:val="styleSubformtxt"/>
              </w:rPr>
              <w:t>Contemporary cultural significance, including for arts and creative inspiration, and including existence values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Spiritual and inspirational</w:t>
            </w:r>
          </w:p>
        </w:tc>
        <w:tc>
          <w:tcPr>
            <w:tcW w:w="1750" w:type="dxa"/>
          </w:tcPr>
          <w:p w:rsidR="002627C4" w:rsidRDefault="00B91575">
            <w:r>
              <w:rPr>
                <w:rStyle w:val="styleSubformtxt"/>
              </w:rPr>
              <w:t>Inspiration</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Scientific and educational</w:t>
            </w:r>
          </w:p>
        </w:tc>
        <w:tc>
          <w:tcPr>
            <w:tcW w:w="1750" w:type="dxa"/>
          </w:tcPr>
          <w:p w:rsidR="002627C4" w:rsidRDefault="00B91575">
            <w:r>
              <w:rPr>
                <w:rStyle w:val="styleSubformtxt"/>
              </w:rPr>
              <w:t>Long-term monitoring site</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Scientific and educational</w:t>
            </w:r>
          </w:p>
        </w:tc>
        <w:tc>
          <w:tcPr>
            <w:tcW w:w="1750" w:type="dxa"/>
          </w:tcPr>
          <w:p w:rsidR="002627C4" w:rsidRDefault="00B91575">
            <w:r>
              <w:rPr>
                <w:rStyle w:val="styleSubformtxt"/>
              </w:rPr>
              <w:t>Important knowledge systems, importance for research (scientific reference area or site)</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Scientific and educational</w:t>
            </w:r>
          </w:p>
        </w:tc>
        <w:tc>
          <w:tcPr>
            <w:tcW w:w="1750" w:type="dxa"/>
          </w:tcPr>
          <w:p w:rsidR="002627C4" w:rsidRDefault="00B91575">
            <w:r>
              <w:rPr>
                <w:rStyle w:val="styleSubformtxt"/>
              </w:rPr>
              <w:t>Educational activities and opportunities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Scientific and educational</w:t>
            </w:r>
          </w:p>
        </w:tc>
        <w:tc>
          <w:tcPr>
            <w:tcW w:w="1750" w:type="dxa"/>
          </w:tcPr>
          <w:p w:rsidR="002627C4" w:rsidRDefault="00B91575">
            <w:r>
              <w:rPr>
                <w:rStyle w:val="styleSubformtxt"/>
              </w:rPr>
              <w:t>Major scientific study site</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Supporting Services</w:t>
      </w:r>
    </w:p>
    <w:tbl>
      <w:tblPr>
        <w:tblStyle w:val="FancyTable"/>
        <w:tblW w:w="0" w:type="auto"/>
        <w:tblInd w:w="-8" w:type="dxa"/>
        <w:tblLook w:val="04A0" w:firstRow="1" w:lastRow="0" w:firstColumn="1" w:lastColumn="0" w:noHBand="0" w:noVBand="1"/>
      </w:tblPr>
      <w:tblGrid>
        <w:gridCol w:w="1750"/>
        <w:gridCol w:w="1812"/>
        <w:gridCol w:w="276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lastRenderedPageBreak/>
              <w:t>Ecosystem service</w:t>
            </w:r>
          </w:p>
        </w:tc>
        <w:tc>
          <w:tcPr>
            <w:tcW w:w="1750" w:type="dxa"/>
          </w:tcPr>
          <w:p w:rsidR="002627C4" w:rsidRDefault="00B91575">
            <w:pPr>
              <w:spacing w:after="0" w:line="240" w:lineRule="auto"/>
              <w:jc w:val="center"/>
            </w:pPr>
            <w:r>
              <w:rPr>
                <w:b/>
                <w:sz w:val="18"/>
                <w:szCs w:val="18"/>
              </w:rPr>
              <w:t>Examples</w:t>
            </w:r>
          </w:p>
        </w:tc>
        <w:tc>
          <w:tcPr>
            <w:tcW w:w="1750" w:type="dxa"/>
          </w:tcPr>
          <w:p w:rsidR="002627C4" w:rsidRDefault="00B91575">
            <w:pPr>
              <w:spacing w:after="0" w:line="240" w:lineRule="auto"/>
              <w:jc w:val="center"/>
            </w:pPr>
            <w:r>
              <w:rPr>
                <w:b/>
                <w:sz w:val="18"/>
                <w:szCs w:val="18"/>
              </w:rPr>
              <w:t>Importance/Extent/Significance</w:t>
            </w:r>
          </w:p>
        </w:tc>
      </w:tr>
      <w:tr w:rsidR="002627C4" w:rsidTr="002627C4">
        <w:trPr>
          <w:trHeight w:val="200"/>
        </w:trPr>
        <w:tc>
          <w:tcPr>
            <w:tcW w:w="1750" w:type="dxa"/>
          </w:tcPr>
          <w:p w:rsidR="002627C4" w:rsidRDefault="00B91575">
            <w:r>
              <w:rPr>
                <w:rStyle w:val="styleSubformtxt"/>
              </w:rPr>
              <w:t>Biodiversity</w:t>
            </w:r>
          </w:p>
        </w:tc>
        <w:tc>
          <w:tcPr>
            <w:tcW w:w="1750" w:type="dxa"/>
          </w:tcPr>
          <w:p w:rsidR="002627C4" w:rsidRDefault="00B91575">
            <w:r>
              <w:rPr>
                <w:rStyle w:val="styleSubformtxt"/>
              </w:rPr>
              <w:t>Supports a variety of all life forms including plants, animals and microorganizms, the genes they contain, and the ecosystems of which they form a part</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Soil formation</w:t>
            </w:r>
          </w:p>
        </w:tc>
        <w:tc>
          <w:tcPr>
            <w:tcW w:w="1750" w:type="dxa"/>
          </w:tcPr>
          <w:p w:rsidR="002627C4" w:rsidRDefault="00B91575">
            <w:r>
              <w:rPr>
                <w:rStyle w:val="styleSubformtxt"/>
              </w:rPr>
              <w:t>Accumulation of organic matter</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Soil formation</w:t>
            </w:r>
          </w:p>
        </w:tc>
        <w:tc>
          <w:tcPr>
            <w:tcW w:w="1750" w:type="dxa"/>
          </w:tcPr>
          <w:p w:rsidR="002627C4" w:rsidRDefault="00B91575">
            <w:r>
              <w:rPr>
                <w:rStyle w:val="styleSubformtxt"/>
              </w:rPr>
              <w:t>Sediment retention</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Nutrient cycling</w:t>
            </w:r>
          </w:p>
        </w:tc>
        <w:tc>
          <w:tcPr>
            <w:tcW w:w="1750" w:type="dxa"/>
          </w:tcPr>
          <w:p w:rsidR="002627C4" w:rsidRDefault="00B91575">
            <w:r>
              <w:rPr>
                <w:rStyle w:val="styleSubformtxt"/>
              </w:rPr>
              <w:t>Carbon storage/sequestration</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Nutrient cycling</w:t>
            </w:r>
          </w:p>
        </w:tc>
        <w:tc>
          <w:tcPr>
            <w:tcW w:w="1750" w:type="dxa"/>
          </w:tcPr>
          <w:p w:rsidR="002627C4" w:rsidRDefault="00B91575">
            <w:r>
              <w:rPr>
                <w:rStyle w:val="styleSubformtxt"/>
              </w:rPr>
              <w:t>Storage, recycling, processing and acquisition of nutrients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B91575">
            <w:r>
              <w:rPr>
                <w:rStyle w:val="styleSubformtxt"/>
              </w:rPr>
              <w:t>Pollination</w:t>
            </w:r>
          </w:p>
        </w:tc>
        <w:tc>
          <w:tcPr>
            <w:tcW w:w="1750" w:type="dxa"/>
          </w:tcPr>
          <w:p w:rsidR="002627C4" w:rsidRDefault="00B91575">
            <w:r>
              <w:rPr>
                <w:rStyle w:val="styleSubformtxt"/>
              </w:rPr>
              <w:t>Support for pollinators</w:t>
            </w:r>
          </w:p>
        </w:tc>
        <w:tc>
          <w:tcPr>
            <w:tcW w:w="1750" w:type="dxa"/>
          </w:tcPr>
          <w:p w:rsidR="002627C4" w:rsidRDefault="00B91575">
            <w:r>
              <w:rPr>
                <w:rStyle w:val="styleSubformtxt"/>
              </w:rPr>
              <w:t>High</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B91575">
      <w:pPr>
        <w:pStyle w:val="pstyleLabels"/>
      </w:pPr>
      <w:r>
        <w:rPr>
          <w:rStyle w:val="styleC3"/>
        </w:rPr>
        <w:t>Other ecosystem service(s) not included above:</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While no detailed and comprehensive (i.e. across all services) Ramsar site specific assessment has been undertaken relating to ecosystem services and their economic value/ranking, given the site's values, it is inferred it is of high signficance for those outlined above.</w:t>
            </w:r>
          </w:p>
        </w:tc>
      </w:tr>
    </w:tbl>
    <w:p w:rsidR="002627C4" w:rsidRDefault="00B91575">
      <w:pPr>
        <w:pStyle w:val="pstyleComments"/>
      </w:pPr>
      <w:r>
        <w:rPr>
          <w:rStyle w:val="styleC3comment"/>
        </w:rPr>
        <w:t>Please make a rough estimate of the approximate number of people who directly benefit from the ecological services provided by this site (estimate at least in orders of magnitude: 10s, 100s, 1000s, 10 000s etc.):</w:t>
      </w:r>
    </w:p>
    <w:p w:rsidR="002627C4" w:rsidRDefault="00B91575">
      <w:pPr>
        <w:pStyle w:val="pstyleLabels"/>
      </w:pPr>
      <w:r>
        <w:rPr>
          <w:rStyle w:val="styleC3"/>
        </w:rPr>
        <w:t>Within the site:</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1000000s</w:t>
            </w:r>
          </w:p>
        </w:tc>
      </w:tr>
    </w:tbl>
    <w:p w:rsidR="002627C4" w:rsidRDefault="00B91575">
      <w:pPr>
        <w:pStyle w:val="pstyleLabels"/>
      </w:pPr>
      <w:r>
        <w:rPr>
          <w:rStyle w:val="styleC3"/>
        </w:rPr>
        <w:t>Outside the site:</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1000000s</w:t>
            </w:r>
          </w:p>
        </w:tc>
      </w:tr>
    </w:tbl>
    <w:p w:rsidR="002627C4" w:rsidRDefault="00B91575">
      <w:pPr>
        <w:pStyle w:val="pstyleLabels"/>
      </w:pPr>
      <w:r>
        <w:rPr>
          <w:rStyle w:val="styleC3"/>
        </w:rPr>
        <w:t>Have studies or assessments been made of the economic valuation of ecosystem services provided by this Ramsar Site?</w:t>
      </w:r>
    </w:p>
    <w:p w:rsidR="002627C4" w:rsidRDefault="00B91575">
      <w:pPr>
        <w:pStyle w:val="pStyle"/>
      </w:pPr>
      <w:r>
        <w:rPr>
          <w:rStyle w:val="styleRad"/>
        </w:rPr>
        <w:t xml:space="preserve"> [x] </w:t>
      </w:r>
      <w:r>
        <w:rPr>
          <w:rStyle w:val="styleC3"/>
        </w:rPr>
        <w:t xml:space="preserve">Yes / </w:t>
      </w:r>
      <w:r>
        <w:rPr>
          <w:rStyle w:val="styleRad"/>
        </w:rPr>
        <w:t xml:space="preserve"> [  ] </w:t>
      </w:r>
      <w:r>
        <w:rPr>
          <w:rStyle w:val="styleC3"/>
        </w:rPr>
        <w:t xml:space="preserve">No  / </w:t>
      </w:r>
      <w:r>
        <w:rPr>
          <w:rStyle w:val="styleRad"/>
        </w:rPr>
        <w:t xml:space="preserve"> [  ] </w:t>
      </w:r>
      <w:r>
        <w:rPr>
          <w:rStyle w:val="styleC3"/>
        </w:rPr>
        <w:t xml:space="preserve">Unknown </w:t>
      </w:r>
    </w:p>
    <w:p w:rsidR="002627C4" w:rsidRDefault="00B91575">
      <w:pPr>
        <w:spacing w:after="0" w:line="240" w:lineRule="auto"/>
      </w:pPr>
      <w:r>
        <w:rPr>
          <w:rStyle w:val="almostEmpty"/>
        </w:rPr>
        <w:t>.</w:t>
      </w:r>
    </w:p>
    <w:p w:rsidR="002627C4" w:rsidRDefault="00B91575">
      <w:pPr>
        <w:spacing w:after="0" w:line="240" w:lineRule="auto"/>
      </w:pPr>
      <w:r>
        <w:rPr>
          <w:rStyle w:val="almostEmpty"/>
        </w:rPr>
        <w:t>.</w:t>
      </w:r>
    </w:p>
    <w:p w:rsidR="002627C4" w:rsidRDefault="00B91575">
      <w:pPr>
        <w:pStyle w:val="pstyleLabels"/>
      </w:pPr>
      <w:r>
        <w:rPr>
          <w:rStyle w:val="styleC3"/>
        </w:rPr>
        <w:t>Where economic studies or assessments of economic valuation have been undertaken at the site, it would be helpful to provide information on where the results of such studies may be located (e.g. website links, citation of published literature):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78"/>
        <w:gridCol w:w="8815"/>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Literature Review of the Economic Value of Ecosystem Services that Wetlands Provide (including Moreton Bay) - http://www.environment.gov.au/water/wetlands/publications/literature-review-economic-value-ecosystem-services-wetlands-provide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Linking the Ecological and Economic Values of Wetlands: A Case Study of the Wetlands of Moreton Bay PhD Thesis by Clouston, Elizabeth, 2002- https://www120.secure.griffith.edu.au/rch/file/d2a213de-1c8a-bfbb-47a8-cd985df89109/1/02Whole.pdf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Sean Pascoe, Amar Doshi, Quentin Dell, Mark Tonks, Rob Kenyon (2014) “Economic value of recreational fishing in Moreton Bay and the potential impact of the marine park rezoning” in Tourism Management 41 (2014) 53-63, https://doi.org/10.1016/j.tourman.2013.08.015 </w:t>
            </w:r>
          </w:p>
          <w:p w:rsidR="002627C4" w:rsidRDefault="002627C4">
            <w:pPr>
              <w:pStyle w:val="pStyle"/>
              <w:rPr>
                <w:rStyle w:val="almostEmpty"/>
              </w:rPr>
            </w:pPr>
          </w:p>
          <w:p w:rsidR="002627C4" w:rsidRDefault="00B91575">
            <w:pPr>
              <w:spacing w:after="0" w:line="240" w:lineRule="auto"/>
              <w:ind w:left="57"/>
            </w:pPr>
            <w:r>
              <w:rPr>
                <w:rStyle w:val="styleDatatxt"/>
              </w:rPr>
              <w:lastRenderedPageBreak/>
              <w:t>•</w:t>
            </w:r>
            <w:r>
              <w:rPr>
                <w:rStyle w:val="styleDatatxt"/>
              </w:rPr>
              <w:tab/>
              <w:t xml:space="preserve">McPhee, D. P., Mills, M., Hundloe, T. J. A., Buxton, C. D., Knuckey, I., &amp;Williams, K. A. (2008). A participatory and coordinated fishing industry solution to the rezoning of the Moreton Bay Marine Park. Canberra: Fisheries Research and Development Corporation. </w:t>
            </w:r>
          </w:p>
          <w:p w:rsidR="002627C4" w:rsidRDefault="002627C4">
            <w:pPr>
              <w:pStyle w:val="pStyle"/>
              <w:rPr>
                <w:rStyle w:val="almostEmpty"/>
              </w:rPr>
            </w:pPr>
          </w:p>
          <w:p w:rsidR="002627C4" w:rsidRDefault="00B91575">
            <w:pPr>
              <w:spacing w:after="0" w:line="240" w:lineRule="auto"/>
              <w:ind w:left="57"/>
            </w:pPr>
            <w:r>
              <w:rPr>
                <w:rStyle w:val="styleDatatxt"/>
              </w:rPr>
              <w:t>•</w:t>
            </w:r>
            <w:r>
              <w:rPr>
                <w:rStyle w:val="styleDatatxt"/>
              </w:rPr>
              <w:tab/>
              <w:t xml:space="preserve">K.A. Williams, D.P. McPhee, T.J.A. Hundloe, C.D. Buxton, I. Knuckey and S. Stone (2009) Regional Impact Assessment for the Moreton Bay Marine Park; FRDC Project No. 2007/053 – 2009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pStyle w:val="pstyleSection"/>
      </w:pPr>
      <w:r>
        <w:rPr>
          <w:rStyle w:val="styleL2"/>
        </w:rPr>
        <w:t>4.5.2 Social and cultural values</w:t>
      </w:r>
    </w:p>
    <w:p w:rsidR="002627C4" w:rsidRDefault="00B91575">
      <w:pPr>
        <w:pStyle w:val="pstyleComments"/>
      </w:pPr>
      <w:r>
        <w:rPr>
          <w:rStyle w:val="styleC3comment"/>
        </w:rPr>
        <w:t>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categories. You should not list here any values derived from non-sustainable exploitation or which result in detrimental ecological changes.</w:t>
      </w:r>
    </w:p>
    <w:p w:rsidR="002627C4" w:rsidRDefault="00B91575">
      <w:pPr>
        <w:spacing w:after="0" w:line="240" w:lineRule="auto"/>
        <w:ind w:left="216"/>
      </w:pPr>
      <w:r>
        <w:rPr>
          <w:rStyle w:val="styleC3"/>
        </w:rPr>
        <w:tab/>
      </w:r>
      <w:r>
        <w:rPr>
          <w:rStyle w:val="styleRad"/>
        </w:rPr>
        <w:t xml:space="preserve"> [  ] </w:t>
      </w:r>
      <w:r>
        <w:rPr>
          <w:rStyle w:val="styleC3"/>
        </w:rPr>
        <w:t xml:space="preserve"> i) the site provides a model of wetland wise use, demonstrating the application of traditional knowledge and methods of management and use that maintain the ecological character of the wetland</w:t>
      </w:r>
    </w:p>
    <w:p w:rsidR="002627C4" w:rsidRDefault="00B91575">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B91575">
      <w:pPr>
        <w:spacing w:after="0" w:line="240" w:lineRule="auto"/>
        <w:ind w:left="216"/>
      </w:pPr>
      <w:r>
        <w:rPr>
          <w:rStyle w:val="styleC3"/>
        </w:rPr>
        <w:tab/>
      </w:r>
      <w:r>
        <w:rPr>
          <w:rStyle w:val="styleRad"/>
        </w:rPr>
        <w:t xml:space="preserve"> [  ] </w:t>
      </w:r>
      <w:r>
        <w:rPr>
          <w:rStyle w:val="styleC3"/>
        </w:rPr>
        <w:t xml:space="preserve"> ii) the site has exceptional cultural traditions or records of former civilizations that have influenced the ecological character of the wetland</w:t>
      </w:r>
    </w:p>
    <w:p w:rsidR="002627C4" w:rsidRDefault="00B91575">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B91575">
      <w:pPr>
        <w:spacing w:after="0" w:line="240" w:lineRule="auto"/>
        <w:ind w:left="216"/>
      </w:pPr>
      <w:r>
        <w:rPr>
          <w:rStyle w:val="styleC3"/>
        </w:rPr>
        <w:tab/>
      </w:r>
      <w:r>
        <w:rPr>
          <w:rStyle w:val="styleRad"/>
        </w:rPr>
        <w:t xml:space="preserve"> [  ] </w:t>
      </w:r>
      <w:r>
        <w:rPr>
          <w:rStyle w:val="styleC3"/>
        </w:rPr>
        <w:t xml:space="preserve"> iii) the ecological character of the wetland depends on its interaction with local communities or indigenous peoples</w:t>
      </w:r>
    </w:p>
    <w:p w:rsidR="002627C4" w:rsidRDefault="00B91575">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B91575">
      <w:pPr>
        <w:spacing w:after="0" w:line="240" w:lineRule="auto"/>
        <w:ind w:left="216"/>
      </w:pPr>
      <w:r>
        <w:rPr>
          <w:rStyle w:val="styleC3"/>
        </w:rPr>
        <w:tab/>
      </w:r>
      <w:r>
        <w:rPr>
          <w:rStyle w:val="styleRad"/>
        </w:rPr>
        <w:t xml:space="preserve"> [  ] </w:t>
      </w:r>
      <w:r>
        <w:rPr>
          <w:rStyle w:val="styleC3"/>
        </w:rPr>
        <w:t xml:space="preserve"> iv) relevant non-material values such as sacred sites are present and their existence is strongly linked with the maintenance of the ecological character of the wetland</w:t>
      </w:r>
    </w:p>
    <w:p w:rsidR="002627C4" w:rsidRDefault="00B91575">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4.6 Ecological processes</w:t>
      </w:r>
    </w:p>
    <w:p w:rsidR="002627C4" w:rsidRDefault="00B91575">
      <w:pPr>
        <w:pStyle w:val="pstyleSection"/>
      </w:pPr>
      <w:r>
        <w:rPr>
          <w:rStyle w:val="styleL2"/>
        </w:rPr>
        <w:t xml:space="preserve"> </w:t>
      </w:r>
    </w:p>
    <w:p w:rsidR="002627C4" w:rsidRDefault="00B91575">
      <w:pPr>
        <w:pStyle w:val="pstyleComments"/>
      </w:pPr>
      <w:r>
        <w:rPr>
          <w:rStyle w:val="styleC3comment"/>
        </w:rPr>
        <w:t>This section is not intended for completion as part of a standard RIS, but is included for completeness as part of the agreed format of a ‘full’ Ecological Character Description (ECD) outlined by Resolution X.15</w:t>
      </w:r>
    </w:p>
    <w:p w:rsidR="002627C4" w:rsidRDefault="00B91575">
      <w:pPr>
        <w:spacing w:before="80" w:after="20" w:line="244" w:lineRule="auto"/>
        <w:ind w:left="216"/>
      </w:pPr>
      <w:r>
        <w:rPr>
          <w:rStyle w:val="styleC3ecd"/>
        </w:rPr>
        <w:t>Primary production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 for additional information</w:t>
            </w:r>
          </w:p>
        </w:tc>
      </w:tr>
    </w:tbl>
    <w:p w:rsidR="002627C4" w:rsidRDefault="00B91575">
      <w:pPr>
        <w:spacing w:before="80" w:after="20" w:line="244" w:lineRule="auto"/>
        <w:ind w:left="216"/>
      </w:pPr>
      <w:r>
        <w:rPr>
          <w:rStyle w:val="styleC3ecd"/>
        </w:rPr>
        <w:t>Nutrient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Occurring, valiable</w:t>
            </w:r>
          </w:p>
        </w:tc>
      </w:tr>
    </w:tbl>
    <w:p w:rsidR="002627C4" w:rsidRDefault="00B91575">
      <w:pPr>
        <w:spacing w:before="80" w:after="20" w:line="244" w:lineRule="auto"/>
        <w:ind w:left="216"/>
      </w:pPr>
      <w:r>
        <w:rPr>
          <w:rStyle w:val="styleC3ecd"/>
        </w:rPr>
        <w:t>Carbon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Occurring, valiable</w:t>
            </w:r>
          </w:p>
        </w:tc>
      </w:tr>
    </w:tbl>
    <w:p w:rsidR="002627C4" w:rsidRDefault="00B91575">
      <w:pPr>
        <w:spacing w:before="80" w:after="20" w:line="244" w:lineRule="auto"/>
        <w:ind w:left="216"/>
      </w:pPr>
      <w:r>
        <w:rPr>
          <w:rStyle w:val="styleC3ecd"/>
        </w:rPr>
        <w:t>Animal reproductive productivity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Occurring, valiable</w:t>
            </w:r>
          </w:p>
        </w:tc>
      </w:tr>
    </w:tbl>
    <w:p w:rsidR="002627C4" w:rsidRDefault="00B91575">
      <w:pPr>
        <w:spacing w:before="80" w:after="20" w:line="244" w:lineRule="auto"/>
        <w:ind w:left="216"/>
      </w:pPr>
      <w:r>
        <w:rPr>
          <w:rStyle w:val="styleC3ecd"/>
        </w:rPr>
        <w:t>Vegetational productivity, pollination, regeneration processes, succession, role of fire, etc.</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Occurring, valiable</w:t>
            </w:r>
          </w:p>
        </w:tc>
      </w:tr>
    </w:tbl>
    <w:p w:rsidR="002627C4" w:rsidRDefault="00B91575">
      <w:pPr>
        <w:spacing w:before="80" w:after="20" w:line="244" w:lineRule="auto"/>
        <w:ind w:left="216"/>
      </w:pPr>
      <w:r>
        <w:rPr>
          <w:rStyle w:val="styleC3ecd"/>
        </w:rPr>
        <w:t>Notable species interactions, including grazing, predation, competition, diseases and pathogens</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Occurring, valiable</w:t>
            </w:r>
          </w:p>
        </w:tc>
      </w:tr>
    </w:tbl>
    <w:p w:rsidR="002627C4" w:rsidRDefault="00B91575">
      <w:pPr>
        <w:spacing w:before="80" w:after="20" w:line="244" w:lineRule="auto"/>
        <w:ind w:left="216"/>
      </w:pPr>
      <w:r>
        <w:rPr>
          <w:rStyle w:val="styleC3ecd"/>
        </w:rPr>
        <w:t>Notable aspects concerning animal and plant dispersal</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Occurring, valiable</w:t>
            </w:r>
          </w:p>
        </w:tc>
      </w:tr>
    </w:tbl>
    <w:p w:rsidR="002627C4" w:rsidRDefault="00B91575">
      <w:pPr>
        <w:spacing w:before="80" w:after="20" w:line="244" w:lineRule="auto"/>
        <w:ind w:left="216"/>
      </w:pPr>
      <w:r>
        <w:rPr>
          <w:rStyle w:val="styleC3ecd"/>
        </w:rPr>
        <w:t>Notable aspects concerning migration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 for additional information</w:t>
            </w:r>
          </w:p>
        </w:tc>
      </w:tr>
    </w:tbl>
    <w:p w:rsidR="002627C4" w:rsidRDefault="00B91575">
      <w:pPr>
        <w:spacing w:before="80" w:after="20" w:line="244" w:lineRule="auto"/>
        <w:ind w:left="216"/>
      </w:pPr>
      <w:r>
        <w:rPr>
          <w:rStyle w:val="styleC3ecd"/>
        </w:rPr>
        <w:t>Pressures and trends concerning any of the above, and/or concerning ecosystem integrity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See Section 6.1.2 - for additional information</w:t>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0"/>
      </w:pPr>
      <w:r>
        <w:rPr>
          <w:rStyle w:val="styleL0"/>
        </w:rPr>
        <w:lastRenderedPageBreak/>
        <w:t>How is the Site managed?</w:t>
      </w:r>
    </w:p>
    <w:p w:rsidR="002627C4" w:rsidRDefault="00B91575">
      <w:r>
        <w:rPr>
          <w:noProof/>
        </w:rPr>
        <mc:AlternateContent>
          <mc:Choice Requires="wps">
            <w:drawing>
              <wp:inline distT="0" distB="0" distL="0" distR="0">
                <wp:extent cx="5715000" cy="0"/>
                <wp:effectExtent l="9525" t="9525" r="9525" b="952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B7C524" id="AutoShape 3"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" strokeweight="1pt">
                <w10:anchorlock/>
              </v:shape>
            </w:pict>
          </mc:Fallback>
        </mc:AlternateContent>
      </w:r>
    </w:p>
    <w:p w:rsidR="002627C4" w:rsidRDefault="00B91575">
      <w:pPr>
        <w:pStyle w:val="pstyleSectionL1"/>
      </w:pPr>
      <w:r>
        <w:rPr>
          <w:rStyle w:val="styleL1"/>
        </w:rPr>
        <w:t>5.1 Land tenure and responsibilities (Managers)</w:t>
      </w:r>
    </w:p>
    <w:p w:rsidR="002627C4" w:rsidRDefault="00B91575">
      <w:pPr>
        <w:pStyle w:val="pstyleSection"/>
      </w:pPr>
      <w:r>
        <w:rPr>
          <w:rStyle w:val="styleL2"/>
        </w:rPr>
        <w:t>5.1.1 Land tenure/ownership</w:t>
      </w:r>
    </w:p>
    <w:p w:rsidR="002627C4" w:rsidRDefault="00B91575">
      <w:pPr>
        <w:pStyle w:val="pstyleComments"/>
      </w:pPr>
      <w:r>
        <w:rPr>
          <w:rStyle w:val="styleC3comment"/>
        </w:rPr>
        <w:t>Please specify if this category applies to the Ramsar Site, to the surrounding area or to both, by ticking the relevant option(s).</w:t>
      </w:r>
    </w:p>
    <w:p w:rsidR="002627C4" w:rsidRDefault="00B91575">
      <w:pPr>
        <w:pStyle w:val="pstyleLabels"/>
      </w:pPr>
      <w:r>
        <w:rPr>
          <w:rStyle w:val="styleC3"/>
        </w:rPr>
        <w:t>Public ownership</w:t>
      </w:r>
    </w:p>
    <w:tbl>
      <w:tblPr>
        <w:tblStyle w:val="FancyTable"/>
        <w:tblW w:w="0" w:type="auto"/>
        <w:tblInd w:w="-8" w:type="dxa"/>
        <w:tblLook w:val="04A0" w:firstRow="1" w:lastRow="0" w:firstColumn="1" w:lastColumn="0" w:noHBand="0" w:noVBand="1"/>
      </w:tblPr>
      <w:tblGrid>
        <w:gridCol w:w="1851"/>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Category</w:t>
            </w:r>
          </w:p>
        </w:tc>
        <w:tc>
          <w:tcPr>
            <w:tcW w:w="1750" w:type="dxa"/>
          </w:tcPr>
          <w:p w:rsidR="002627C4" w:rsidRDefault="00B91575">
            <w:pPr>
              <w:spacing w:after="0" w:line="240" w:lineRule="auto"/>
              <w:jc w:val="center"/>
            </w:pPr>
            <w:r>
              <w:rPr>
                <w:b/>
                <w:sz w:val="18"/>
                <w:szCs w:val="18"/>
              </w:rPr>
              <w:t>Within the Ramsar Site</w:t>
            </w:r>
          </w:p>
        </w:tc>
        <w:tc>
          <w:tcPr>
            <w:tcW w:w="1750" w:type="dxa"/>
          </w:tcPr>
          <w:p w:rsidR="002627C4" w:rsidRDefault="00B91575">
            <w:pPr>
              <w:spacing w:after="0" w:line="240" w:lineRule="auto"/>
              <w:jc w:val="center"/>
            </w:pPr>
            <w:r>
              <w:rPr>
                <w:b/>
                <w:sz w:val="18"/>
                <w:szCs w:val="18"/>
              </w:rPr>
              <w:t>In the surrounding area</w:t>
            </w:r>
          </w:p>
        </w:tc>
      </w:tr>
      <w:tr w:rsidR="002627C4" w:rsidTr="002627C4">
        <w:trPr>
          <w:trHeight w:val="200"/>
        </w:trPr>
        <w:tc>
          <w:tcPr>
            <w:tcW w:w="1750" w:type="dxa"/>
          </w:tcPr>
          <w:p w:rsidR="002627C4" w:rsidRDefault="00B91575">
            <w:r>
              <w:rPr>
                <w:rStyle w:val="styleSubformtxt"/>
              </w:rPr>
              <w:t>Provincial/region/state government</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r>
      <w:tr w:rsidR="002627C4" w:rsidTr="002627C4">
        <w:trPr>
          <w:trHeight w:val="200"/>
        </w:trPr>
        <w:tc>
          <w:tcPr>
            <w:tcW w:w="1750" w:type="dxa"/>
          </w:tcPr>
          <w:p w:rsidR="002627C4" w:rsidRDefault="00B91575">
            <w:r>
              <w:rPr>
                <w:rStyle w:val="styleSubformtxt"/>
              </w:rPr>
              <w:t>National/Federal government</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r>
      <w:tr w:rsidR="002627C4" w:rsidTr="002627C4">
        <w:trPr>
          <w:trHeight w:val="200"/>
        </w:trPr>
        <w:tc>
          <w:tcPr>
            <w:tcW w:w="1750" w:type="dxa"/>
          </w:tcPr>
          <w:p w:rsidR="002627C4" w:rsidRDefault="00B91575">
            <w:r>
              <w:rPr>
                <w:rStyle w:val="styleSubformtxt"/>
              </w:rPr>
              <w:t>Local authority, municipality, (sub)district, etc.</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r>
      <w:tr w:rsidR="002627C4" w:rsidTr="002627C4">
        <w:trPr>
          <w:trHeight w:val="200"/>
        </w:trPr>
        <w:tc>
          <w:tcPr>
            <w:tcW w:w="1750" w:type="dxa"/>
          </w:tcPr>
          <w:p w:rsidR="002627C4" w:rsidRDefault="00B91575">
            <w:r>
              <w:rPr>
                <w:rStyle w:val="styleSubformtxt"/>
              </w:rPr>
              <w:t>Public land (unspecified)</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r>
      <w:tr w:rsidR="002627C4" w:rsidTr="002627C4">
        <w:trPr>
          <w:trHeight w:val="200"/>
        </w:trPr>
        <w:tc>
          <w:tcPr>
            <w:tcW w:w="1750" w:type="dxa"/>
          </w:tcPr>
          <w:p w:rsidR="002627C4" w:rsidRDefault="00B91575">
            <w:r>
              <w:rPr>
                <w:rStyle w:val="styleSubformtxt"/>
              </w:rPr>
              <w:t>Other public ownership</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 ] </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Private ownership</w:t>
      </w:r>
    </w:p>
    <w:tbl>
      <w:tblPr>
        <w:tblStyle w:val="FancyTable"/>
        <w:tblW w:w="0" w:type="auto"/>
        <w:tblInd w:w="-8" w:type="dxa"/>
        <w:tblLook w:val="04A0" w:firstRow="1" w:lastRow="0" w:firstColumn="1" w:lastColumn="0" w:noHBand="0" w:noVBand="1"/>
      </w:tblPr>
      <w:tblGrid>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Category</w:t>
            </w:r>
          </w:p>
        </w:tc>
        <w:tc>
          <w:tcPr>
            <w:tcW w:w="1750" w:type="dxa"/>
          </w:tcPr>
          <w:p w:rsidR="002627C4" w:rsidRDefault="00B91575">
            <w:pPr>
              <w:spacing w:after="0" w:line="240" w:lineRule="auto"/>
              <w:jc w:val="center"/>
            </w:pPr>
            <w:r>
              <w:rPr>
                <w:b/>
                <w:sz w:val="18"/>
                <w:szCs w:val="18"/>
              </w:rPr>
              <w:t>Within the Ramsar Site</w:t>
            </w:r>
          </w:p>
        </w:tc>
        <w:tc>
          <w:tcPr>
            <w:tcW w:w="1750" w:type="dxa"/>
          </w:tcPr>
          <w:p w:rsidR="002627C4" w:rsidRDefault="00B91575">
            <w:pPr>
              <w:spacing w:after="0" w:line="240" w:lineRule="auto"/>
              <w:jc w:val="center"/>
            </w:pPr>
            <w:r>
              <w:rPr>
                <w:b/>
                <w:sz w:val="18"/>
                <w:szCs w:val="18"/>
              </w:rPr>
              <w:t>In the surrounding area</w:t>
            </w:r>
          </w:p>
        </w:tc>
      </w:tr>
      <w:tr w:rsidR="002627C4" w:rsidTr="002627C4">
        <w:trPr>
          <w:trHeight w:val="200"/>
        </w:trPr>
        <w:tc>
          <w:tcPr>
            <w:tcW w:w="1750" w:type="dxa"/>
          </w:tcPr>
          <w:p w:rsidR="002627C4" w:rsidRDefault="00B91575">
            <w:r>
              <w:rPr>
                <w:rStyle w:val="styleSubformtxt"/>
              </w:rPr>
              <w:t>Commercial (company)</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r>
      <w:tr w:rsidR="002627C4" w:rsidTr="002627C4">
        <w:trPr>
          <w:trHeight w:val="200"/>
        </w:trPr>
        <w:tc>
          <w:tcPr>
            <w:tcW w:w="1750" w:type="dxa"/>
          </w:tcPr>
          <w:p w:rsidR="002627C4" w:rsidRDefault="00B91575">
            <w:r>
              <w:rPr>
                <w:rStyle w:val="styleSubformtxt"/>
              </w:rPr>
              <w:t>Other types of private/individual owner(s)</w:t>
            </w:r>
          </w:p>
        </w:tc>
        <w:tc>
          <w:tcPr>
            <w:tcW w:w="1750" w:type="dxa"/>
          </w:tcPr>
          <w:p w:rsidR="002627C4" w:rsidRDefault="00B91575">
            <w:pPr>
              <w:pStyle w:val="pstyleRadioTb"/>
            </w:pPr>
            <w:r>
              <w:rPr>
                <w:rStyle w:val="styleRad"/>
              </w:rPr>
              <w:t xml:space="preserve"> [ ] </w:t>
            </w:r>
          </w:p>
        </w:tc>
        <w:tc>
          <w:tcPr>
            <w:tcW w:w="1750" w:type="dxa"/>
          </w:tcPr>
          <w:p w:rsidR="002627C4" w:rsidRDefault="00B91575">
            <w:pPr>
              <w:pStyle w:val="pstyleRadioTb"/>
            </w:pPr>
            <w:r>
              <w:rPr>
                <w:rStyle w:val="styleRad"/>
              </w:rPr>
              <w:t xml:space="preserve"> [x] </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Other</w:t>
      </w:r>
    </w:p>
    <w:tbl>
      <w:tblPr>
        <w:tblStyle w:val="FancyTable"/>
        <w:tblW w:w="0" w:type="auto"/>
        <w:tblInd w:w="-8" w:type="dxa"/>
        <w:tblLook w:val="04A0" w:firstRow="1" w:lastRow="0" w:firstColumn="1" w:lastColumn="0" w:noHBand="0" w:noVBand="1"/>
      </w:tblPr>
      <w:tblGrid>
        <w:gridCol w:w="1941"/>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Category</w:t>
            </w:r>
          </w:p>
        </w:tc>
        <w:tc>
          <w:tcPr>
            <w:tcW w:w="1750" w:type="dxa"/>
          </w:tcPr>
          <w:p w:rsidR="002627C4" w:rsidRDefault="00B91575">
            <w:pPr>
              <w:spacing w:after="0" w:line="240" w:lineRule="auto"/>
              <w:jc w:val="center"/>
            </w:pPr>
            <w:r>
              <w:rPr>
                <w:b/>
                <w:sz w:val="18"/>
                <w:szCs w:val="18"/>
              </w:rPr>
              <w:t>Within the Ramsar Site</w:t>
            </w:r>
          </w:p>
        </w:tc>
        <w:tc>
          <w:tcPr>
            <w:tcW w:w="1750" w:type="dxa"/>
          </w:tcPr>
          <w:p w:rsidR="002627C4" w:rsidRDefault="00B91575">
            <w:pPr>
              <w:spacing w:after="0" w:line="240" w:lineRule="auto"/>
              <w:jc w:val="center"/>
            </w:pPr>
            <w:r>
              <w:rPr>
                <w:b/>
                <w:sz w:val="18"/>
                <w:szCs w:val="18"/>
              </w:rPr>
              <w:t>In the surrounding area</w:t>
            </w:r>
          </w:p>
        </w:tc>
      </w:tr>
      <w:tr w:rsidR="002627C4" w:rsidTr="002627C4">
        <w:trPr>
          <w:trHeight w:val="200"/>
        </w:trPr>
        <w:tc>
          <w:tcPr>
            <w:tcW w:w="1750" w:type="dxa"/>
          </w:tcPr>
          <w:p w:rsidR="002627C4" w:rsidRDefault="00B91575">
            <w:r>
              <w:rPr>
                <w:rStyle w:val="styleSubformtxt"/>
              </w:rPr>
              <w:t>Commoners/customary rights</w:t>
            </w:r>
          </w:p>
        </w:tc>
        <w:tc>
          <w:tcPr>
            <w:tcW w:w="1750" w:type="dxa"/>
          </w:tcPr>
          <w:p w:rsidR="002627C4" w:rsidRDefault="00B91575">
            <w:pPr>
              <w:pStyle w:val="pstyleRadioTb"/>
            </w:pPr>
            <w:r>
              <w:rPr>
                <w:rStyle w:val="styleRad"/>
              </w:rPr>
              <w:t xml:space="preserve"> [x] </w:t>
            </w:r>
          </w:p>
        </w:tc>
        <w:tc>
          <w:tcPr>
            <w:tcW w:w="1750" w:type="dxa"/>
          </w:tcPr>
          <w:p w:rsidR="002627C4" w:rsidRDefault="00B91575">
            <w:pPr>
              <w:pStyle w:val="pstyleRadioTb"/>
            </w:pPr>
            <w:r>
              <w:rPr>
                <w:rStyle w:val="styleRad"/>
              </w:rPr>
              <w:t xml:space="preserve"> [x] </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Provide further information on the land tenure / ownership regime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lastRenderedPageBreak/>
              <w:t xml:space="preserve">Moreton Bay Marine Park is a management layer, tenure is state land/waters as identified above. Moreton Bay Marine Park covers a total of 3,400 km² extending seawards to the limit of Queensland waters and incorporates nearly all of the Ramsar site.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Land areas above the high water mark within the Ramsar site are largely State or local government owned lands including national parks, conservation parks, reserves, esplanades and unallocated State land. Areas of freehold land in the Ramsar site are held by local government.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Within the Ramsar site, active Native Title claims exist to Moreton Island (Gnoorganbin) (Quandamooka People #4), western Moreton Bay (Quandamook) waters and areas of the mainland (Quandamooka Coast Claim), Bribie Island and inland waters (Kabi Kabi First Nation) and mainland (Kabi Kabi Undambi Area Claim) areas).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See section 6.1.2 vi for additional information.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pStyle w:val="pstyleSection"/>
      </w:pPr>
      <w:r>
        <w:rPr>
          <w:rStyle w:val="styleL2"/>
        </w:rPr>
        <w:t>5.1.2 Management authority</w:t>
      </w:r>
    </w:p>
    <w:p w:rsidR="002627C4" w:rsidRDefault="00B91575">
      <w:pPr>
        <w:pStyle w:val="pstyleLabels"/>
      </w:pPr>
      <w:r>
        <w:rPr>
          <w:rStyle w:val="styleC3"/>
        </w:rPr>
        <w:t>Please list the local office / offices of any agency or organization responsible for managing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2"/>
        <w:gridCol w:w="8801"/>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Queensland State Government </w:t>
            </w:r>
          </w:p>
          <w:p w:rsidR="002627C4" w:rsidRDefault="002627C4">
            <w:pPr>
              <w:pStyle w:val="pStyle"/>
              <w:rPr>
                <w:rStyle w:val="almostEmpty"/>
              </w:rPr>
            </w:pPr>
          </w:p>
          <w:p w:rsidR="002627C4" w:rsidRDefault="00B91575">
            <w:pPr>
              <w:spacing w:after="0" w:line="240" w:lineRule="auto"/>
              <w:ind w:left="57"/>
            </w:pPr>
            <w:r>
              <w:rPr>
                <w:rStyle w:val="styleDatatxt"/>
              </w:rPr>
              <w:t xml:space="preserve">Queensland Department of Environment and Science – www.des.qld.gov.au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The Moreton Bay Marine Park, adjacent National Parks, Conservation Parks and Recreation Areas are managed by the Queensland Department of Environment and Science, Queensland Parks and Wildlife Service (QPWS).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Queensland Department of Agriculture and Fisheries – www.daf.qld.gov.au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Queensland Department of Transport and Main Roads – www.tmr.qld.gov.au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Queensland Department of Natural Resources, Mines and Energy – www.dnrm.qld.gov.au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Local Governments </w:t>
            </w:r>
          </w:p>
          <w:p w:rsidR="002627C4" w:rsidRDefault="002627C4">
            <w:pPr>
              <w:pStyle w:val="pStyle"/>
              <w:rPr>
                <w:rStyle w:val="almostEmpty"/>
              </w:rPr>
            </w:pPr>
          </w:p>
          <w:p w:rsidR="002627C4" w:rsidRDefault="00B91575">
            <w:pPr>
              <w:spacing w:after="0" w:line="240" w:lineRule="auto"/>
              <w:ind w:left="57"/>
            </w:pPr>
            <w:r>
              <w:rPr>
                <w:rStyle w:val="styleDatatxt"/>
              </w:rPr>
              <w:t xml:space="preserve">Sunshine Coast Council – www.sunshinecoast.qld.gov.au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Moreton Bay Regional Council – www.moretonbay.qld.gov.au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Brisbane City Council – www.brisbane.qld.gov.au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Redland City Council – www.redland.qld.gov.au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City of Gold Coast – www.goldcoast.qld.gov.au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Quandamooka Yoolooburrabee Aboriginal Corporation – www.qyac.net.au </w:t>
            </w:r>
          </w:p>
          <w:p w:rsidR="002627C4" w:rsidRDefault="002627C4">
            <w:pPr>
              <w:pStyle w:val="pStyle"/>
              <w:rPr>
                <w:rStyle w:val="almostEmpty"/>
              </w:rPr>
            </w:pPr>
          </w:p>
          <w:p w:rsidR="002627C4" w:rsidRDefault="00B91575">
            <w:pPr>
              <w:spacing w:after="0" w:line="240" w:lineRule="auto"/>
              <w:ind w:left="57"/>
            </w:pPr>
            <w:r>
              <w:rPr>
                <w:rStyle w:val="styleDatatxt"/>
              </w:rPr>
              <w:t xml:space="preserve">Port of Brisbane – www.portbris.com.au </w:t>
            </w:r>
          </w:p>
          <w:p w:rsidR="002627C4" w:rsidRDefault="002627C4">
            <w:pPr>
              <w:pStyle w:val="pStyle"/>
              <w:rPr>
                <w:rStyle w:val="almostEmpty"/>
              </w:rPr>
            </w:pPr>
          </w:p>
          <w:p w:rsidR="002627C4" w:rsidRDefault="00B91575">
            <w:pPr>
              <w:spacing w:after="0" w:line="240" w:lineRule="auto"/>
              <w:ind w:left="57"/>
            </w:pPr>
            <w:r>
              <w:rPr>
                <w:rStyle w:val="styleDatatxt"/>
              </w:rPr>
              <w:t xml:space="preserve">Gold Coast Waterways Authority - www.gcwa.qld.gov.au </w:t>
            </w:r>
          </w:p>
          <w:p w:rsidR="002627C4" w:rsidRDefault="002627C4">
            <w:pPr>
              <w:pStyle w:val="pStyle"/>
              <w:rPr>
                <w:rStyle w:val="almostEmpty"/>
              </w:rPr>
            </w:pPr>
          </w:p>
          <w:p w:rsidR="002627C4" w:rsidRDefault="002627C4">
            <w:pPr>
              <w:spacing w:after="0" w:line="240" w:lineRule="auto"/>
              <w:ind w:left="57"/>
            </w:pPr>
          </w:p>
        </w:tc>
      </w:tr>
    </w:tbl>
    <w:p w:rsidR="002627C4" w:rsidRDefault="00B91575">
      <w:pPr>
        <w:pStyle w:val="pstyleLabels"/>
      </w:pPr>
      <w:r>
        <w:rPr>
          <w:rStyle w:val="styleC3"/>
        </w:rPr>
        <w:t>Provide the name and title of the person or people with responsibility for the wetland:</w:t>
      </w:r>
    </w:p>
    <w:tbl>
      <w:tblPr>
        <w:tblStyle w:val="myFieldTableStyle2"/>
        <w:tblW w:w="0" w:type="auto"/>
        <w:tblInd w:w="-8" w:type="dxa"/>
        <w:tblLook w:val="04A0" w:firstRow="1" w:lastRow="0" w:firstColumn="1" w:lastColumn="0" w:noHBand="0" w:noVBand="1"/>
      </w:tblPr>
      <w:tblGrid>
        <w:gridCol w:w="193"/>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 xml:space="preserve">Manager, Wetlands Team, Queensland Department of Environment and Science </w:t>
            </w:r>
          </w:p>
        </w:tc>
      </w:tr>
    </w:tbl>
    <w:p w:rsidR="002627C4" w:rsidRDefault="00B91575">
      <w:pPr>
        <w:pStyle w:val="pstyleLabels"/>
      </w:pPr>
      <w:r>
        <w:rPr>
          <w:rStyle w:val="styleC3"/>
        </w:rPr>
        <w:t>Postal address:</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Queensland Department of Environment and Science </w:t>
            </w:r>
          </w:p>
          <w:p w:rsidR="002627C4" w:rsidRDefault="002627C4">
            <w:pPr>
              <w:pStyle w:val="pStyle"/>
              <w:rPr>
                <w:rStyle w:val="almostEmpty"/>
              </w:rPr>
            </w:pPr>
          </w:p>
          <w:p w:rsidR="002627C4" w:rsidRDefault="00B91575">
            <w:pPr>
              <w:spacing w:after="0" w:line="240" w:lineRule="auto"/>
              <w:ind w:left="57"/>
            </w:pPr>
            <w:r>
              <w:rPr>
                <w:rStyle w:val="styleDatatxt"/>
              </w:rPr>
              <w:t xml:space="preserve">GPO Box 2454 </w:t>
            </w:r>
          </w:p>
          <w:p w:rsidR="002627C4" w:rsidRDefault="002627C4">
            <w:pPr>
              <w:pStyle w:val="pStyle"/>
              <w:rPr>
                <w:rStyle w:val="almostEmpty"/>
              </w:rPr>
            </w:pPr>
          </w:p>
          <w:p w:rsidR="002627C4" w:rsidRDefault="00B91575">
            <w:pPr>
              <w:spacing w:after="0" w:line="240" w:lineRule="auto"/>
              <w:ind w:left="57"/>
            </w:pPr>
            <w:r>
              <w:rPr>
                <w:rStyle w:val="styleDatatxt"/>
              </w:rPr>
              <w:t xml:space="preserve">Brisbane QLD 4001 </w:t>
            </w:r>
          </w:p>
          <w:p w:rsidR="002627C4" w:rsidRDefault="002627C4">
            <w:pPr>
              <w:pStyle w:val="pStyle"/>
              <w:rPr>
                <w:rStyle w:val="almostEmpty"/>
              </w:rPr>
            </w:pPr>
          </w:p>
          <w:p w:rsidR="002627C4" w:rsidRDefault="002627C4">
            <w:pPr>
              <w:spacing w:after="0" w:line="240" w:lineRule="auto"/>
              <w:ind w:left="57"/>
            </w:pPr>
          </w:p>
        </w:tc>
      </w:tr>
    </w:tbl>
    <w:p w:rsidR="002627C4" w:rsidRDefault="00B91575">
      <w:pPr>
        <w:pStyle w:val="pstyleLabels"/>
      </w:pPr>
      <w:r>
        <w:rPr>
          <w:rStyle w:val="styleC3"/>
        </w:rPr>
        <w:t>E-mail address:</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93"/>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info@des.gov.au</w:t>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1"/>
      </w:pPr>
      <w:r>
        <w:rPr>
          <w:rStyle w:val="styleL1"/>
        </w:rPr>
        <w:lastRenderedPageBreak/>
        <w:t>5.2 Ecological character threats and responses (Management)</w:t>
      </w:r>
    </w:p>
    <w:p w:rsidR="002627C4" w:rsidRDefault="00B91575">
      <w:pPr>
        <w:pStyle w:val="pstyleSection"/>
      </w:pPr>
      <w:r>
        <w:rPr>
          <w:rStyle w:val="styleL2"/>
        </w:rPr>
        <w:t>5.2.1 Factors (actual or likely) adversely affecting the Site’s ecological character</w:t>
      </w:r>
    </w:p>
    <w:p w:rsidR="002627C4" w:rsidRDefault="00B91575">
      <w:pPr>
        <w:pStyle w:val="pstyleComments"/>
      </w:pPr>
      <w:r>
        <w:rPr>
          <w:rStyle w:val="styleC3comment"/>
        </w:rPr>
        <w:t>Please specify if this category applies to the Ramsar Site, to the surrounding area or to both, by ticking the relevant option(s).</w:t>
      </w:r>
    </w:p>
    <w:p w:rsidR="002627C4" w:rsidRDefault="00B91575">
      <w:pPr>
        <w:pStyle w:val="pstyleLabels"/>
      </w:pPr>
      <w:r>
        <w:rPr>
          <w:rStyle w:val="styleC3"/>
        </w:rPr>
        <w:t>Human settlements (non agricultural)</w:t>
      </w:r>
    </w:p>
    <w:tbl>
      <w:tblPr>
        <w:tblStyle w:val="FancyTable"/>
        <w:tblW w:w="0" w:type="auto"/>
        <w:tblInd w:w="-8" w:type="dxa"/>
        <w:tblLook w:val="04A0" w:firstRow="1" w:lastRow="0" w:firstColumn="1" w:lastColumn="0" w:noHBand="0" w:noVBand="1"/>
      </w:tblPr>
      <w:tblGrid>
        <w:gridCol w:w="1372"/>
        <w:gridCol w:w="1243"/>
        <w:gridCol w:w="1264"/>
        <w:gridCol w:w="1151"/>
        <w:gridCol w:w="1264"/>
        <w:gridCol w:w="1424"/>
        <w:gridCol w:w="1264"/>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Housing and urban areas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Commercial and industrial areas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Tourism and recreation areas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Water regulation</w:t>
      </w:r>
    </w:p>
    <w:tbl>
      <w:tblPr>
        <w:tblStyle w:val="FancyTable"/>
        <w:tblW w:w="0" w:type="auto"/>
        <w:tblInd w:w="-8" w:type="dxa"/>
        <w:tblLook w:val="04A0" w:firstRow="1" w:lastRow="0" w:firstColumn="1" w:lastColumn="0" w:noHBand="0" w:noVBand="1"/>
      </w:tblPr>
      <w:tblGrid>
        <w:gridCol w:w="1386"/>
        <w:gridCol w:w="1240"/>
        <w:gridCol w:w="1262"/>
        <w:gridCol w:w="1148"/>
        <w:gridCol w:w="1262"/>
        <w:gridCol w:w="1422"/>
        <w:gridCol w:w="1262"/>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Drainage</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Water abstraction</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Dredging</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Water releases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Canalisation and river regulation</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Agriculture and aquaculture</w:t>
      </w:r>
    </w:p>
    <w:tbl>
      <w:tblPr>
        <w:tblStyle w:val="FancyTable"/>
        <w:tblW w:w="0" w:type="auto"/>
        <w:tblInd w:w="-8" w:type="dxa"/>
        <w:tblLook w:val="04A0" w:firstRow="1" w:lastRow="0" w:firstColumn="1" w:lastColumn="0" w:noHBand="0" w:noVBand="1"/>
      </w:tblPr>
      <w:tblGrid>
        <w:gridCol w:w="1362"/>
        <w:gridCol w:w="1244"/>
        <w:gridCol w:w="1266"/>
        <w:gridCol w:w="1153"/>
        <w:gridCol w:w="1266"/>
        <w:gridCol w:w="1425"/>
        <w:gridCol w:w="1266"/>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Annual and perennial non-timber crops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Wood and pulp plantations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lastRenderedPageBreak/>
              <w:t>Livestock farming and ranching</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Marine and freshwater aquaculture</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Energy production and mining</w:t>
      </w:r>
    </w:p>
    <w:tbl>
      <w:tblPr>
        <w:tblStyle w:val="FancyTable"/>
        <w:tblW w:w="0" w:type="auto"/>
        <w:tblInd w:w="-8" w:type="dxa"/>
        <w:tblLook w:val="04A0" w:firstRow="1" w:lastRow="0" w:firstColumn="1" w:lastColumn="0" w:noHBand="0" w:noVBand="1"/>
      </w:tblPr>
      <w:tblGrid>
        <w:gridCol w:w="1312"/>
        <w:gridCol w:w="1253"/>
        <w:gridCol w:w="1274"/>
        <w:gridCol w:w="1164"/>
        <w:gridCol w:w="1274"/>
        <w:gridCol w:w="1431"/>
        <w:gridCol w:w="1274"/>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Mining and quarrying</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Transportation and service corridors</w:t>
      </w:r>
    </w:p>
    <w:tbl>
      <w:tblPr>
        <w:tblStyle w:val="FancyTable"/>
        <w:tblW w:w="0" w:type="auto"/>
        <w:tblInd w:w="-8" w:type="dxa"/>
        <w:tblLook w:val="04A0" w:firstRow="1" w:lastRow="0" w:firstColumn="1" w:lastColumn="0" w:noHBand="0" w:noVBand="1"/>
      </w:tblPr>
      <w:tblGrid>
        <w:gridCol w:w="1312"/>
        <w:gridCol w:w="1253"/>
        <w:gridCol w:w="1274"/>
        <w:gridCol w:w="1164"/>
        <w:gridCol w:w="1274"/>
        <w:gridCol w:w="1431"/>
        <w:gridCol w:w="1274"/>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Roads and railroads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Utility and service lines (e.g., pipelines)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Shipping lanes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Aircraft flight paths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Biological resource use</w:t>
      </w:r>
    </w:p>
    <w:tbl>
      <w:tblPr>
        <w:tblStyle w:val="FancyTable"/>
        <w:tblW w:w="0" w:type="auto"/>
        <w:tblInd w:w="-8" w:type="dxa"/>
        <w:tblLook w:val="04A0" w:firstRow="1" w:lastRow="0" w:firstColumn="1" w:lastColumn="0" w:noHBand="0" w:noVBand="1"/>
      </w:tblPr>
      <w:tblGrid>
        <w:gridCol w:w="1312"/>
        <w:gridCol w:w="1253"/>
        <w:gridCol w:w="1274"/>
        <w:gridCol w:w="1164"/>
        <w:gridCol w:w="1274"/>
        <w:gridCol w:w="1431"/>
        <w:gridCol w:w="1274"/>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Fishing and harvesting aquatic resources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Human intrusions and disturbance</w:t>
      </w:r>
    </w:p>
    <w:tbl>
      <w:tblPr>
        <w:tblStyle w:val="FancyTable"/>
        <w:tblW w:w="0" w:type="auto"/>
        <w:tblInd w:w="-8" w:type="dxa"/>
        <w:tblLook w:val="04A0" w:firstRow="1" w:lastRow="0" w:firstColumn="1" w:lastColumn="0" w:noHBand="0" w:noVBand="1"/>
      </w:tblPr>
      <w:tblGrid>
        <w:gridCol w:w="1395"/>
        <w:gridCol w:w="1239"/>
        <w:gridCol w:w="1260"/>
        <w:gridCol w:w="1147"/>
        <w:gridCol w:w="1260"/>
        <w:gridCol w:w="1421"/>
        <w:gridCol w:w="126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lastRenderedPageBreak/>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Recreational and tourism activities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Natural system modifications</w:t>
      </w:r>
    </w:p>
    <w:tbl>
      <w:tblPr>
        <w:tblStyle w:val="FancyTable"/>
        <w:tblW w:w="0" w:type="auto"/>
        <w:tblInd w:w="-8" w:type="dxa"/>
        <w:tblLook w:val="04A0" w:firstRow="1" w:lastRow="0" w:firstColumn="1" w:lastColumn="0" w:noHBand="0" w:noVBand="1"/>
      </w:tblPr>
      <w:tblGrid>
        <w:gridCol w:w="1591"/>
        <w:gridCol w:w="1205"/>
        <w:gridCol w:w="1227"/>
        <w:gridCol w:w="1106"/>
        <w:gridCol w:w="1227"/>
        <w:gridCol w:w="1399"/>
        <w:gridCol w:w="122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Fire and fire suppression</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Dams and water management/use</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Vegetation clearance/ land conversion</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Invasive and other problematic species and genes</w:t>
      </w:r>
    </w:p>
    <w:tbl>
      <w:tblPr>
        <w:tblStyle w:val="FancyTable"/>
        <w:tblW w:w="0" w:type="auto"/>
        <w:tblInd w:w="-8" w:type="dxa"/>
        <w:tblLook w:val="04A0" w:firstRow="1" w:lastRow="0" w:firstColumn="1" w:lastColumn="0" w:noHBand="0" w:noVBand="1"/>
      </w:tblPr>
      <w:tblGrid>
        <w:gridCol w:w="1312"/>
        <w:gridCol w:w="1253"/>
        <w:gridCol w:w="1274"/>
        <w:gridCol w:w="1164"/>
        <w:gridCol w:w="1274"/>
        <w:gridCol w:w="1431"/>
        <w:gridCol w:w="1274"/>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Invasive non-native/ alien species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Pollution</w:t>
      </w:r>
    </w:p>
    <w:tbl>
      <w:tblPr>
        <w:tblStyle w:val="FancyTable"/>
        <w:tblW w:w="0" w:type="auto"/>
        <w:tblInd w:w="-8" w:type="dxa"/>
        <w:tblLook w:val="04A0" w:firstRow="1" w:lastRow="0" w:firstColumn="1" w:lastColumn="0" w:noHBand="0" w:noVBand="1"/>
      </w:tblPr>
      <w:tblGrid>
        <w:gridCol w:w="1343"/>
        <w:gridCol w:w="1248"/>
        <w:gridCol w:w="1269"/>
        <w:gridCol w:w="1157"/>
        <w:gridCol w:w="1269"/>
        <w:gridCol w:w="1427"/>
        <w:gridCol w:w="126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Household sewage, urban waste water</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Industrial and military effluents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 ]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Agricultural and forestry effluents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lastRenderedPageBreak/>
              <w:t>Garbage and solid waste</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Excess heat, sound, light</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Geological events</w:t>
      </w:r>
    </w:p>
    <w:tbl>
      <w:tblPr>
        <w:tblStyle w:val="FancyTable"/>
        <w:tblW w:w="0" w:type="auto"/>
        <w:tblInd w:w="-8" w:type="dxa"/>
        <w:tblLook w:val="04A0" w:firstRow="1" w:lastRow="0" w:firstColumn="1" w:lastColumn="0" w:noHBand="0" w:noVBand="1"/>
      </w:tblPr>
      <w:tblGrid>
        <w:gridCol w:w="1323"/>
        <w:gridCol w:w="1180"/>
        <w:gridCol w:w="1287"/>
        <w:gridCol w:w="1179"/>
        <w:gridCol w:w="1287"/>
        <w:gridCol w:w="1439"/>
        <w:gridCol w:w="128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Climate change and severe weather</w:t>
      </w:r>
    </w:p>
    <w:tbl>
      <w:tblPr>
        <w:tblStyle w:val="FancyTable"/>
        <w:tblW w:w="0" w:type="auto"/>
        <w:tblInd w:w="-8" w:type="dxa"/>
        <w:tblLook w:val="04A0" w:firstRow="1" w:lastRow="0" w:firstColumn="1" w:lastColumn="0" w:noHBand="0" w:noVBand="1"/>
      </w:tblPr>
      <w:tblGrid>
        <w:gridCol w:w="1404"/>
        <w:gridCol w:w="1236"/>
        <w:gridCol w:w="1259"/>
        <w:gridCol w:w="1145"/>
        <w:gridCol w:w="1259"/>
        <w:gridCol w:w="1420"/>
        <w:gridCol w:w="125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Factors adversely affecting site</w:t>
            </w:r>
          </w:p>
        </w:tc>
        <w:tc>
          <w:tcPr>
            <w:tcW w:w="1750" w:type="dxa"/>
          </w:tcPr>
          <w:p w:rsidR="002627C4" w:rsidRDefault="00B91575">
            <w:pPr>
              <w:spacing w:after="0" w:line="240" w:lineRule="auto"/>
              <w:jc w:val="center"/>
            </w:pPr>
            <w:r>
              <w:rPr>
                <w:b/>
                <w:sz w:val="18"/>
                <w:szCs w:val="18"/>
              </w:rPr>
              <w:t>Actual threat</w:t>
            </w:r>
          </w:p>
        </w:tc>
        <w:tc>
          <w:tcPr>
            <w:tcW w:w="1750" w:type="dxa"/>
          </w:tcPr>
          <w:p w:rsidR="002627C4" w:rsidRDefault="00B91575">
            <w:pPr>
              <w:spacing w:after="0" w:line="240" w:lineRule="auto"/>
              <w:jc w:val="center"/>
            </w:pPr>
            <w:r>
              <w:rPr>
                <w:b/>
                <w:sz w:val="18"/>
                <w:szCs w:val="18"/>
              </w:rPr>
              <w:t>Potential threat</w:t>
            </w:r>
          </w:p>
        </w:tc>
        <w:tc>
          <w:tcPr>
            <w:tcW w:w="1750" w:type="dxa"/>
          </w:tcPr>
          <w:p w:rsidR="002627C4" w:rsidRDefault="00B91575">
            <w:pPr>
              <w:spacing w:after="0" w:line="240" w:lineRule="auto"/>
              <w:jc w:val="center"/>
            </w:pPr>
            <w:r>
              <w:rPr>
                <w:b/>
                <w:sz w:val="18"/>
                <w:szCs w:val="18"/>
              </w:rPr>
              <w:t>Within the site</w:t>
            </w:r>
          </w:p>
        </w:tc>
        <w:tc>
          <w:tcPr>
            <w:tcW w:w="1750" w:type="dxa"/>
          </w:tcPr>
          <w:p w:rsidR="002627C4" w:rsidRDefault="00B91575">
            <w:pPr>
              <w:spacing w:after="0" w:line="240" w:lineRule="auto"/>
              <w:jc w:val="center"/>
            </w:pPr>
            <w:r>
              <w:rPr>
                <w:b/>
                <w:sz w:val="18"/>
                <w:szCs w:val="18"/>
              </w:rPr>
              <w:t>Changes</w:t>
            </w:r>
          </w:p>
        </w:tc>
        <w:tc>
          <w:tcPr>
            <w:tcW w:w="1750" w:type="dxa"/>
          </w:tcPr>
          <w:p w:rsidR="002627C4" w:rsidRDefault="00B91575">
            <w:pPr>
              <w:spacing w:after="0" w:line="240" w:lineRule="auto"/>
              <w:jc w:val="center"/>
            </w:pPr>
            <w:r>
              <w:rPr>
                <w:b/>
                <w:sz w:val="18"/>
                <w:szCs w:val="18"/>
              </w:rPr>
              <w:t>In the surrounding area</w:t>
            </w:r>
          </w:p>
        </w:tc>
        <w:tc>
          <w:tcPr>
            <w:tcW w:w="1750" w:type="dxa"/>
          </w:tcPr>
          <w:p w:rsidR="002627C4" w:rsidRDefault="00B91575">
            <w:pPr>
              <w:spacing w:after="0" w:line="240" w:lineRule="auto"/>
              <w:jc w:val="center"/>
            </w:pPr>
            <w:r>
              <w:rPr>
                <w:b/>
                <w:sz w:val="18"/>
                <w:szCs w:val="18"/>
              </w:rPr>
              <w:t xml:space="preserve"> Changes</w:t>
            </w:r>
          </w:p>
        </w:tc>
      </w:tr>
      <w:tr w:rsidR="002627C4" w:rsidTr="002627C4">
        <w:trPr>
          <w:trHeight w:val="200"/>
        </w:trPr>
        <w:tc>
          <w:tcPr>
            <w:tcW w:w="1750" w:type="dxa"/>
          </w:tcPr>
          <w:p w:rsidR="002627C4" w:rsidRDefault="00B91575">
            <w:r>
              <w:rPr>
                <w:rStyle w:val="styleSubformtxt"/>
              </w:rPr>
              <w:t>Habitat shifting and alteration</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Droughts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Temperature extremes</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B91575">
            <w:r>
              <w:rPr>
                <w:rStyle w:val="styleSubformtxt"/>
              </w:rPr>
              <w:t>Storms and flooding</w:t>
            </w:r>
          </w:p>
        </w:tc>
        <w:tc>
          <w:tcPr>
            <w:tcW w:w="1750" w:type="dxa"/>
          </w:tcPr>
          <w:p w:rsidR="002627C4" w:rsidRDefault="00B91575">
            <w:r>
              <w:rPr>
                <w:rStyle w:val="styleSubformtxt"/>
              </w:rPr>
              <w:t>unknown impact</w:t>
            </w:r>
          </w:p>
        </w:tc>
        <w:tc>
          <w:tcPr>
            <w:tcW w:w="1750" w:type="dxa"/>
          </w:tcPr>
          <w:p w:rsidR="002627C4" w:rsidRDefault="00B91575">
            <w:r>
              <w:rPr>
                <w:rStyle w:val="styleSubformtxt"/>
              </w:rPr>
              <w:t>unknown impact</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c>
          <w:tcPr>
            <w:tcW w:w="1750" w:type="dxa"/>
          </w:tcPr>
          <w:p w:rsidR="002627C4" w:rsidRDefault="00B91575">
            <w:pPr>
              <w:pStyle w:val="pstyleRadioTb"/>
            </w:pPr>
            <w:r>
              <w:rPr>
                <w:rStyle w:val="styleRad"/>
              </w:rPr>
              <w:t xml:space="preserve"> [x] </w:t>
            </w:r>
          </w:p>
        </w:tc>
        <w:tc>
          <w:tcPr>
            <w:tcW w:w="1750" w:type="dxa"/>
          </w:tcPr>
          <w:p w:rsidR="002627C4" w:rsidRDefault="00B91575">
            <w:r>
              <w:rPr>
                <w:rStyle w:val="styleSubformtxt"/>
              </w:rPr>
              <w:t>No change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Please describe any other threats (optional):</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A comprehensive site specific assessment of impacts to rank them has not been undertaken. As such, unknown has been used above as the option to represent not formally assessed.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Illegal collection or interference with native flora and fauna. </w:t>
            </w:r>
          </w:p>
          <w:p w:rsidR="002627C4" w:rsidRDefault="002627C4">
            <w:pPr>
              <w:pStyle w:val="pStyle"/>
              <w:rPr>
                <w:rStyle w:val="almostEmpty"/>
              </w:rPr>
            </w:pPr>
          </w:p>
          <w:p w:rsidR="002627C4" w:rsidRDefault="00B91575">
            <w:pPr>
              <w:spacing w:after="0" w:line="240" w:lineRule="auto"/>
              <w:ind w:left="57"/>
            </w:pPr>
            <w:r>
              <w:rPr>
                <w:rStyle w:val="styleDatatxt"/>
              </w:rPr>
              <w:t xml:space="preserve">Highly regulated mosquito control programs operate within the site. </w:t>
            </w:r>
          </w:p>
          <w:p w:rsidR="002627C4" w:rsidRDefault="002627C4">
            <w:pPr>
              <w:pStyle w:val="pStyle"/>
              <w:rPr>
                <w:rStyle w:val="almostEmpty"/>
              </w:rPr>
            </w:pPr>
          </w:p>
          <w:p w:rsidR="002627C4" w:rsidRDefault="00B91575">
            <w:pPr>
              <w:spacing w:after="0" w:line="240" w:lineRule="auto"/>
              <w:ind w:left="57"/>
            </w:pPr>
            <w:r>
              <w:rPr>
                <w:rStyle w:val="styleDatatxt"/>
              </w:rPr>
              <w:t xml:space="preserve">Jamella leaf hopper (Jamella australiae) outbreaks and myrtle rust (Puccinia psidii) fungal disease have been noted. </w:t>
            </w:r>
          </w:p>
          <w:p w:rsidR="002627C4" w:rsidRDefault="002627C4">
            <w:pPr>
              <w:pStyle w:val="pStyle"/>
              <w:rPr>
                <w:rStyle w:val="almostEmpty"/>
              </w:rPr>
            </w:pPr>
          </w:p>
          <w:p w:rsidR="002627C4" w:rsidRDefault="002627C4">
            <w:pPr>
              <w:spacing w:after="0" w:line="240" w:lineRule="auto"/>
              <w:ind w:left="57"/>
            </w:pPr>
          </w:p>
        </w:tc>
      </w:tr>
    </w:tbl>
    <w:p w:rsidR="002627C4" w:rsidRDefault="002627C4"/>
    <w:p w:rsidR="002627C4" w:rsidRDefault="00B91575">
      <w:pPr>
        <w:pStyle w:val="pstyleSection"/>
      </w:pPr>
      <w:r>
        <w:rPr>
          <w:rStyle w:val="styleL2"/>
        </w:rPr>
        <w:t>5.2.2 Legal conservation status</w:t>
      </w:r>
    </w:p>
    <w:p w:rsidR="002627C4" w:rsidRDefault="00B91575">
      <w:pPr>
        <w:pStyle w:val="pstyleComments"/>
      </w:pPr>
      <w:r>
        <w:rPr>
          <w:rStyle w:val="styleC3comment"/>
        </w:rPr>
        <w:t>Please list any other relevant conservation status, at global, regional or national level and specify the boundary relationships with the Ramsar Site:</w:t>
      </w:r>
    </w:p>
    <w:p w:rsidR="002627C4" w:rsidRDefault="00B91575">
      <w:pPr>
        <w:pStyle w:val="pstyleLabels"/>
      </w:pPr>
      <w:r>
        <w:rPr>
          <w:rStyle w:val="styleC3"/>
        </w:rPr>
        <w:t>Global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Designation type</w:t>
            </w:r>
          </w:p>
        </w:tc>
        <w:tc>
          <w:tcPr>
            <w:tcW w:w="1750" w:type="dxa"/>
          </w:tcPr>
          <w:p w:rsidR="002627C4" w:rsidRDefault="00B91575">
            <w:pPr>
              <w:spacing w:after="0" w:line="240" w:lineRule="auto"/>
              <w:jc w:val="center"/>
            </w:pPr>
            <w:r>
              <w:rPr>
                <w:b/>
                <w:sz w:val="18"/>
                <w:szCs w:val="18"/>
              </w:rPr>
              <w:t>Name of area</w:t>
            </w:r>
          </w:p>
        </w:tc>
        <w:tc>
          <w:tcPr>
            <w:tcW w:w="1750" w:type="dxa"/>
          </w:tcPr>
          <w:p w:rsidR="002627C4" w:rsidRDefault="00B91575">
            <w:pPr>
              <w:spacing w:after="0" w:line="240" w:lineRule="auto"/>
              <w:jc w:val="center"/>
            </w:pPr>
            <w:r>
              <w:rPr>
                <w:b/>
                <w:sz w:val="18"/>
                <w:szCs w:val="18"/>
              </w:rPr>
              <w:t>Online information url</w:t>
            </w:r>
          </w:p>
        </w:tc>
        <w:tc>
          <w:tcPr>
            <w:tcW w:w="1750" w:type="dxa"/>
          </w:tcPr>
          <w:p w:rsidR="002627C4" w:rsidRDefault="00B91575">
            <w:pPr>
              <w:spacing w:after="0" w:line="240" w:lineRule="auto"/>
              <w:jc w:val="center"/>
            </w:pPr>
            <w:r>
              <w:rPr>
                <w:b/>
                <w:sz w:val="18"/>
                <w:szCs w:val="18"/>
              </w:rPr>
              <w:t>Overlap with Ramsar Site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lastRenderedPageBreak/>
        <w:t>Regional (international)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Designation type</w:t>
            </w:r>
          </w:p>
        </w:tc>
        <w:tc>
          <w:tcPr>
            <w:tcW w:w="1750" w:type="dxa"/>
          </w:tcPr>
          <w:p w:rsidR="002627C4" w:rsidRDefault="00B91575">
            <w:pPr>
              <w:spacing w:after="0" w:line="240" w:lineRule="auto"/>
              <w:jc w:val="center"/>
            </w:pPr>
            <w:r>
              <w:rPr>
                <w:b/>
                <w:sz w:val="18"/>
                <w:szCs w:val="18"/>
              </w:rPr>
              <w:t>Name of area</w:t>
            </w:r>
          </w:p>
        </w:tc>
        <w:tc>
          <w:tcPr>
            <w:tcW w:w="1750" w:type="dxa"/>
          </w:tcPr>
          <w:p w:rsidR="002627C4" w:rsidRDefault="00B91575">
            <w:pPr>
              <w:spacing w:after="0" w:line="240" w:lineRule="auto"/>
              <w:jc w:val="center"/>
            </w:pPr>
            <w:r>
              <w:rPr>
                <w:b/>
                <w:sz w:val="18"/>
                <w:szCs w:val="18"/>
              </w:rPr>
              <w:t>Online information url</w:t>
            </w:r>
          </w:p>
        </w:tc>
        <w:tc>
          <w:tcPr>
            <w:tcW w:w="1750" w:type="dxa"/>
          </w:tcPr>
          <w:p w:rsidR="002627C4" w:rsidRDefault="00B91575">
            <w:pPr>
              <w:spacing w:after="0" w:line="240" w:lineRule="auto"/>
              <w:jc w:val="center"/>
            </w:pPr>
            <w:r>
              <w:rPr>
                <w:b/>
                <w:sz w:val="18"/>
                <w:szCs w:val="18"/>
              </w:rPr>
              <w:t>Overlap with Ramsar Site</w:t>
            </w:r>
          </w:p>
        </w:tc>
      </w:tr>
      <w:tr w:rsidR="002627C4" w:rsidTr="002627C4">
        <w:trPr>
          <w:trHeight w:val="200"/>
        </w:trPr>
        <w:tc>
          <w:tcPr>
            <w:tcW w:w="1750" w:type="dxa"/>
          </w:tcPr>
          <w:p w:rsidR="002627C4" w:rsidRDefault="00B91575">
            <w:r>
              <w:rPr>
                <w:rStyle w:val="styleSubformtxt"/>
              </w:rPr>
              <w:t>Other international designation</w:t>
            </w:r>
          </w:p>
        </w:tc>
        <w:tc>
          <w:tcPr>
            <w:tcW w:w="1750" w:type="dxa"/>
          </w:tcPr>
          <w:p w:rsidR="002627C4" w:rsidRDefault="00B91575">
            <w:r>
              <w:rPr>
                <w:rStyle w:val="styleSubformtxt"/>
              </w:rPr>
              <w:t>East Asian-Australasian Flyway Network site EAAF013</w:t>
            </w:r>
          </w:p>
        </w:tc>
        <w:tc>
          <w:tcPr>
            <w:tcW w:w="1750" w:type="dxa"/>
          </w:tcPr>
          <w:p w:rsidR="002627C4" w:rsidRDefault="00B91575">
            <w:r>
              <w:rPr>
                <w:rStyle w:val="styleSubformtxt"/>
              </w:rPr>
              <w:t>http://eaaflyway.net</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National legal designations</w:t>
      </w:r>
    </w:p>
    <w:tbl>
      <w:tblPr>
        <w:tblStyle w:val="FancyTable"/>
        <w:tblW w:w="0" w:type="auto"/>
        <w:tblInd w:w="-8" w:type="dxa"/>
        <w:tblLook w:val="04A0" w:firstRow="1" w:lastRow="0" w:firstColumn="1" w:lastColumn="0" w:noHBand="0" w:noVBand="1"/>
      </w:tblPr>
      <w:tblGrid>
        <w:gridCol w:w="1736"/>
        <w:gridCol w:w="1736"/>
        <w:gridCol w:w="3783"/>
        <w:gridCol w:w="172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Designation type</w:t>
            </w:r>
          </w:p>
        </w:tc>
        <w:tc>
          <w:tcPr>
            <w:tcW w:w="1750" w:type="dxa"/>
          </w:tcPr>
          <w:p w:rsidR="002627C4" w:rsidRDefault="00B91575">
            <w:pPr>
              <w:spacing w:after="0" w:line="240" w:lineRule="auto"/>
              <w:jc w:val="center"/>
            </w:pPr>
            <w:r>
              <w:rPr>
                <w:b/>
                <w:sz w:val="18"/>
                <w:szCs w:val="18"/>
              </w:rPr>
              <w:t>Name of area</w:t>
            </w:r>
          </w:p>
        </w:tc>
        <w:tc>
          <w:tcPr>
            <w:tcW w:w="1750" w:type="dxa"/>
          </w:tcPr>
          <w:p w:rsidR="002627C4" w:rsidRDefault="00B91575">
            <w:pPr>
              <w:spacing w:after="0" w:line="240" w:lineRule="auto"/>
              <w:jc w:val="center"/>
            </w:pPr>
            <w:r>
              <w:rPr>
                <w:b/>
                <w:sz w:val="18"/>
                <w:szCs w:val="18"/>
              </w:rPr>
              <w:t>Online information url</w:t>
            </w:r>
          </w:p>
        </w:tc>
        <w:tc>
          <w:tcPr>
            <w:tcW w:w="1750" w:type="dxa"/>
          </w:tcPr>
          <w:p w:rsidR="002627C4" w:rsidRDefault="00B91575">
            <w:pPr>
              <w:spacing w:after="0" w:line="240" w:lineRule="auto"/>
              <w:jc w:val="center"/>
            </w:pPr>
            <w:r>
              <w:rPr>
                <w:b/>
                <w:sz w:val="18"/>
                <w:szCs w:val="18"/>
              </w:rPr>
              <w:t>Overlap with Ramsar Site</w:t>
            </w:r>
          </w:p>
        </w:tc>
      </w:tr>
      <w:tr w:rsidR="002627C4" w:rsidTr="002627C4">
        <w:trPr>
          <w:trHeight w:val="200"/>
        </w:trPr>
        <w:tc>
          <w:tcPr>
            <w:tcW w:w="1750" w:type="dxa"/>
          </w:tcPr>
          <w:p w:rsidR="002627C4" w:rsidRDefault="00B91575">
            <w:r>
              <w:rPr>
                <w:rStyle w:val="styleSubformtxt"/>
              </w:rPr>
              <w:t>Declared Fish Habitat Area</w:t>
            </w:r>
          </w:p>
        </w:tc>
        <w:tc>
          <w:tcPr>
            <w:tcW w:w="1750" w:type="dxa"/>
          </w:tcPr>
          <w:p w:rsidR="002627C4" w:rsidRDefault="00B91575">
            <w:r>
              <w:rPr>
                <w:rStyle w:val="styleSubformtxt"/>
              </w:rPr>
              <w:t>Coomera (FHA-023)</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Declared Fish Habitat Area</w:t>
            </w:r>
          </w:p>
        </w:tc>
        <w:tc>
          <w:tcPr>
            <w:tcW w:w="1750" w:type="dxa"/>
          </w:tcPr>
          <w:p w:rsidR="002627C4" w:rsidRDefault="00B91575">
            <w:r>
              <w:rPr>
                <w:rStyle w:val="styleSubformtxt"/>
              </w:rPr>
              <w:t>Peel Island (FHA-10); Pumicestone Channel (FHA-011); Hays Inlet (FHA-012); Deception Bay (FHA-013); Kippa-Ring (FHA-014); Moreton Banks (FHA-015); Coombabah (FHA-16); Myora–Amity Banks  (FHA-017); Jumpinpin-Broadwater (FHA-021); Pimpama (FHA-022)</w:t>
            </w:r>
          </w:p>
        </w:tc>
        <w:tc>
          <w:tcPr>
            <w:tcW w:w="1750" w:type="dxa"/>
          </w:tcPr>
          <w:p w:rsidR="002627C4" w:rsidRDefault="00B91575">
            <w:r>
              <w:rPr>
                <w:rStyle w:val="styleSubformtxt"/>
              </w:rPr>
              <w:t xml:space="preserve">https://www.npsr.qld.gov.au/managing/habitat-areas/area-plans.html </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Beachmere Conservation l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Beerburrum East State Forest</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Beerwah State Forest</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Bird Island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Bribie Island National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Bribie Island State Forest</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Buckleys Hole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Bullock Creek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lastRenderedPageBreak/>
              <w:t>State Protected Area (QLD)</w:t>
            </w:r>
          </w:p>
        </w:tc>
        <w:tc>
          <w:tcPr>
            <w:tcW w:w="1750" w:type="dxa"/>
          </w:tcPr>
          <w:p w:rsidR="002627C4" w:rsidRDefault="00B91575">
            <w:r>
              <w:rPr>
                <w:rStyle w:val="styleSubformtxt"/>
              </w:rPr>
              <w:t>Carbrook Wetlands Conservation Park 2</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Coombabah Lake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Deception Bay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Goat Island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Hays Inlet Conservation Park 1 &amp; 2</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King Island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Main Beach Conservation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Moreton Bay Marine Park</w:t>
            </w:r>
          </w:p>
        </w:tc>
        <w:tc>
          <w:tcPr>
            <w:tcW w:w="1750" w:type="dxa"/>
          </w:tcPr>
          <w:p w:rsidR="002627C4" w:rsidRDefault="00B91575">
            <w:r>
              <w:rPr>
                <w:rStyle w:val="styleSubformtxt"/>
              </w:rPr>
              <w:t>https://www.npsr.qld.gov.au/parks/</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Moreton Island National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Mud Island Conservation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Myora Conservation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Naree Budjong Djara Conservation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Naree Budjong Djara National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Ningi Creek Conservation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Pumicestone National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South Stradbroke Island Conservation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Southern Moreton Bay Islands National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St Helena Island National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whole</w:t>
            </w:r>
          </w:p>
        </w:tc>
      </w:tr>
      <w:tr w:rsidR="002627C4" w:rsidTr="002627C4">
        <w:trPr>
          <w:trHeight w:val="200"/>
        </w:trPr>
        <w:tc>
          <w:tcPr>
            <w:tcW w:w="1750" w:type="dxa"/>
          </w:tcPr>
          <w:p w:rsidR="002627C4" w:rsidRDefault="00B91575">
            <w:r>
              <w:rPr>
                <w:rStyle w:val="styleSubformtxt"/>
              </w:rPr>
              <w:lastRenderedPageBreak/>
              <w:t>State Protected Area (QLD)</w:t>
            </w:r>
          </w:p>
        </w:tc>
        <w:tc>
          <w:tcPr>
            <w:tcW w:w="1750" w:type="dxa"/>
          </w:tcPr>
          <w:p w:rsidR="002627C4" w:rsidRDefault="00B91575">
            <w:r>
              <w:rPr>
                <w:rStyle w:val="styleSubformtxt"/>
              </w:rPr>
              <w:t>Teerk Roo Ra Conservation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State Protected Area (QLD)</w:t>
            </w:r>
          </w:p>
        </w:tc>
        <w:tc>
          <w:tcPr>
            <w:tcW w:w="1750" w:type="dxa"/>
          </w:tcPr>
          <w:p w:rsidR="002627C4" w:rsidRDefault="00B91575">
            <w:r>
              <w:rPr>
                <w:rStyle w:val="styleSubformtxt"/>
              </w:rPr>
              <w:t>Teerk Roo Ra National Park</w:t>
            </w:r>
          </w:p>
        </w:tc>
        <w:tc>
          <w:tcPr>
            <w:tcW w:w="1750" w:type="dxa"/>
          </w:tcPr>
          <w:p w:rsidR="002627C4" w:rsidRDefault="00B91575">
            <w:r>
              <w:rPr>
                <w:rStyle w:val="styleSubformtxt"/>
              </w:rPr>
              <w:t>https://www.npsr.qld.gov.au/managing/habitat-areas/area-plans.html</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Non-statutory designations</w:t>
      </w:r>
    </w:p>
    <w:tbl>
      <w:tblPr>
        <w:tblStyle w:val="FancyTable"/>
        <w:tblW w:w="0" w:type="auto"/>
        <w:tblInd w:w="-8" w:type="dxa"/>
        <w:tblLook w:val="04A0" w:firstRow="1" w:lastRow="0" w:firstColumn="1" w:lastColumn="0" w:noHBand="0" w:noVBand="1"/>
      </w:tblPr>
      <w:tblGrid>
        <w:gridCol w:w="1724"/>
        <w:gridCol w:w="1725"/>
        <w:gridCol w:w="3823"/>
        <w:gridCol w:w="171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Designation type</w:t>
            </w:r>
          </w:p>
        </w:tc>
        <w:tc>
          <w:tcPr>
            <w:tcW w:w="1750" w:type="dxa"/>
          </w:tcPr>
          <w:p w:rsidR="002627C4" w:rsidRDefault="00B91575">
            <w:pPr>
              <w:spacing w:after="0" w:line="240" w:lineRule="auto"/>
              <w:jc w:val="center"/>
            </w:pPr>
            <w:r>
              <w:rPr>
                <w:b/>
                <w:sz w:val="18"/>
                <w:szCs w:val="18"/>
              </w:rPr>
              <w:t>Name of area</w:t>
            </w:r>
          </w:p>
        </w:tc>
        <w:tc>
          <w:tcPr>
            <w:tcW w:w="1750" w:type="dxa"/>
          </w:tcPr>
          <w:p w:rsidR="002627C4" w:rsidRDefault="00B91575">
            <w:pPr>
              <w:spacing w:after="0" w:line="240" w:lineRule="auto"/>
              <w:jc w:val="center"/>
            </w:pPr>
            <w:r>
              <w:rPr>
                <w:b/>
                <w:sz w:val="18"/>
                <w:szCs w:val="18"/>
              </w:rPr>
              <w:t>Online information url</w:t>
            </w:r>
          </w:p>
        </w:tc>
        <w:tc>
          <w:tcPr>
            <w:tcW w:w="1750" w:type="dxa"/>
          </w:tcPr>
          <w:p w:rsidR="002627C4" w:rsidRDefault="00B91575">
            <w:pPr>
              <w:spacing w:after="0" w:line="240" w:lineRule="auto"/>
              <w:jc w:val="center"/>
            </w:pPr>
            <w:r>
              <w:rPr>
                <w:b/>
                <w:sz w:val="18"/>
                <w:szCs w:val="18"/>
              </w:rPr>
              <w:t>Overlap with Ramsar Site</w:t>
            </w:r>
          </w:p>
        </w:tc>
      </w:tr>
      <w:tr w:rsidR="002627C4" w:rsidTr="002627C4">
        <w:trPr>
          <w:trHeight w:val="200"/>
        </w:trPr>
        <w:tc>
          <w:tcPr>
            <w:tcW w:w="1750" w:type="dxa"/>
          </w:tcPr>
          <w:p w:rsidR="002627C4" w:rsidRDefault="00B91575">
            <w:r>
              <w:rPr>
                <w:rStyle w:val="styleSubformtxt"/>
              </w:rPr>
              <w:t>Important Bird Area</w:t>
            </w:r>
          </w:p>
        </w:tc>
        <w:tc>
          <w:tcPr>
            <w:tcW w:w="1750" w:type="dxa"/>
          </w:tcPr>
          <w:p w:rsidR="002627C4" w:rsidRDefault="00B91575">
            <w:r>
              <w:rPr>
                <w:rStyle w:val="styleSubformtxt"/>
              </w:rPr>
              <w:t>KBA – Key Biodiversity Area- Moreton Bay &amp; Pumicestone Passage</w:t>
            </w:r>
          </w:p>
        </w:tc>
        <w:tc>
          <w:tcPr>
            <w:tcW w:w="1750" w:type="dxa"/>
          </w:tcPr>
          <w:p w:rsidR="002627C4" w:rsidRDefault="00B91575">
            <w:r>
              <w:rPr>
                <w:rStyle w:val="styleSubformtxt"/>
              </w:rPr>
              <w:t>http://datazone.birdlife.org/site/factsheet/23545</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Important Bird Area</w:t>
            </w:r>
          </w:p>
        </w:tc>
        <w:tc>
          <w:tcPr>
            <w:tcW w:w="1750" w:type="dxa"/>
          </w:tcPr>
          <w:p w:rsidR="002627C4" w:rsidRDefault="00B91575">
            <w:r>
              <w:rPr>
                <w:rStyle w:val="styleSubformtxt"/>
              </w:rPr>
              <w:t>Moreton Bay &amp; Pumicestone Passage</w:t>
            </w:r>
          </w:p>
        </w:tc>
        <w:tc>
          <w:tcPr>
            <w:tcW w:w="1750" w:type="dxa"/>
          </w:tcPr>
          <w:p w:rsidR="002627C4" w:rsidRDefault="00B91575">
            <w:r>
              <w:rPr>
                <w:rStyle w:val="styleSubformtxt"/>
              </w:rPr>
              <w:t xml:space="preserve">http://birdlife.org.au/documents/OTHPUB-IBA-supp.pdf </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Other non-statutory designation</w:t>
            </w:r>
          </w:p>
        </w:tc>
        <w:tc>
          <w:tcPr>
            <w:tcW w:w="1750" w:type="dxa"/>
          </w:tcPr>
          <w:p w:rsidR="002627C4" w:rsidRDefault="00B91575">
            <w:r>
              <w:rPr>
                <w:rStyle w:val="styleSubformtxt"/>
              </w:rPr>
              <w:t>Moreton Bay hope spot</w:t>
            </w:r>
          </w:p>
        </w:tc>
        <w:tc>
          <w:tcPr>
            <w:tcW w:w="1750" w:type="dxa"/>
          </w:tcPr>
          <w:p w:rsidR="002627C4" w:rsidRDefault="00B91575">
            <w:r>
              <w:rPr>
                <w:rStyle w:val="styleSubformtxt"/>
              </w:rPr>
              <w:t>https://mission-blue.org/2017/08/citizen-scientist-nurture-the-moreton-bay-hope-spot/</w:t>
            </w:r>
          </w:p>
        </w:tc>
        <w:tc>
          <w:tcPr>
            <w:tcW w:w="1750" w:type="dxa"/>
          </w:tcPr>
          <w:p w:rsidR="002627C4" w:rsidRDefault="00B91575">
            <w:r>
              <w:rPr>
                <w:rStyle w:val="styleSubformtxt"/>
              </w:rPr>
              <w:t>partly</w:t>
            </w:r>
          </w:p>
        </w:tc>
      </w:tr>
      <w:tr w:rsidR="002627C4" w:rsidTr="002627C4">
        <w:trPr>
          <w:trHeight w:val="200"/>
        </w:trPr>
        <w:tc>
          <w:tcPr>
            <w:tcW w:w="1750" w:type="dxa"/>
          </w:tcPr>
          <w:p w:rsidR="002627C4" w:rsidRDefault="00B91575">
            <w:r>
              <w:rPr>
                <w:rStyle w:val="styleSubformtxt"/>
              </w:rPr>
              <w:t>Other non-statutory designation</w:t>
            </w:r>
          </w:p>
        </w:tc>
        <w:tc>
          <w:tcPr>
            <w:tcW w:w="1750" w:type="dxa"/>
          </w:tcPr>
          <w:p w:rsidR="002627C4" w:rsidRDefault="002627C4"/>
        </w:tc>
        <w:tc>
          <w:tcPr>
            <w:tcW w:w="1750" w:type="dxa"/>
          </w:tcPr>
          <w:p w:rsidR="002627C4" w:rsidRDefault="002627C4"/>
        </w:tc>
        <w:tc>
          <w:tcPr>
            <w:tcW w:w="1750" w:type="dxa"/>
          </w:tcPr>
          <w:p w:rsidR="002627C4" w:rsidRDefault="002627C4"/>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2627C4"/>
    <w:p w:rsidR="002627C4" w:rsidRDefault="00B91575">
      <w:pPr>
        <w:pStyle w:val="pstyleSection"/>
      </w:pPr>
      <w:r>
        <w:rPr>
          <w:rStyle w:val="styleL2"/>
        </w:rPr>
        <w:t>5.2.3 IUCN protected areas categories (2008)</w:t>
      </w:r>
    </w:p>
    <w:p w:rsidR="002627C4" w:rsidRDefault="00B91575">
      <w:pPr>
        <w:spacing w:after="0" w:line="240" w:lineRule="auto"/>
        <w:ind w:left="216"/>
      </w:pPr>
      <w:r>
        <w:rPr>
          <w:rStyle w:val="styleC3"/>
        </w:rPr>
        <w:tab/>
      </w:r>
      <w:r>
        <w:rPr>
          <w:rStyle w:val="styleRad"/>
        </w:rPr>
        <w:t xml:space="preserve"> [  ] </w:t>
      </w:r>
      <w:r>
        <w:rPr>
          <w:rStyle w:val="styleC3"/>
        </w:rPr>
        <w:t xml:space="preserve"> Ia Strict Nature Reserve</w:t>
      </w:r>
    </w:p>
    <w:p w:rsidR="002627C4" w:rsidRDefault="00B91575">
      <w:pPr>
        <w:spacing w:after="0" w:line="240" w:lineRule="auto"/>
        <w:ind w:left="216"/>
      </w:pPr>
      <w:r>
        <w:rPr>
          <w:rStyle w:val="styleC3"/>
        </w:rPr>
        <w:tab/>
      </w:r>
      <w:r>
        <w:rPr>
          <w:rStyle w:val="styleRad"/>
        </w:rPr>
        <w:t xml:space="preserve"> [  ] </w:t>
      </w:r>
      <w:r>
        <w:rPr>
          <w:rStyle w:val="styleC3"/>
        </w:rPr>
        <w:t xml:space="preserve"> Ib Wilderness Area: protected area managed mainly for wilderness protection</w:t>
      </w:r>
    </w:p>
    <w:p w:rsidR="002627C4" w:rsidRDefault="00B91575">
      <w:pPr>
        <w:spacing w:after="0" w:line="240" w:lineRule="auto"/>
        <w:ind w:left="216"/>
      </w:pPr>
      <w:r>
        <w:rPr>
          <w:rStyle w:val="styleC3"/>
        </w:rPr>
        <w:tab/>
      </w:r>
      <w:r>
        <w:rPr>
          <w:rStyle w:val="styleRad"/>
        </w:rPr>
        <w:t xml:space="preserve"> [x] </w:t>
      </w:r>
      <w:r>
        <w:rPr>
          <w:rStyle w:val="styleC3"/>
        </w:rPr>
        <w:t xml:space="preserve"> II National Park: protected area managed mainly for ecosystem protection and recreation</w:t>
      </w:r>
    </w:p>
    <w:p w:rsidR="002627C4" w:rsidRDefault="00B91575">
      <w:pPr>
        <w:spacing w:after="0" w:line="240" w:lineRule="auto"/>
        <w:ind w:left="216"/>
      </w:pPr>
      <w:r>
        <w:rPr>
          <w:rStyle w:val="styleC3"/>
        </w:rPr>
        <w:tab/>
      </w:r>
      <w:r>
        <w:rPr>
          <w:rStyle w:val="styleRad"/>
        </w:rPr>
        <w:t xml:space="preserve"> [  ] </w:t>
      </w:r>
      <w:r>
        <w:rPr>
          <w:rStyle w:val="styleC3"/>
        </w:rPr>
        <w:t xml:space="preserve"> III Natural Monument: protected area managed mainly for conservation of specific natural features</w:t>
      </w:r>
    </w:p>
    <w:p w:rsidR="002627C4" w:rsidRDefault="00B91575">
      <w:pPr>
        <w:spacing w:after="0" w:line="240" w:lineRule="auto"/>
        <w:ind w:left="216"/>
      </w:pPr>
      <w:r>
        <w:rPr>
          <w:rStyle w:val="styleC3"/>
        </w:rPr>
        <w:tab/>
      </w:r>
      <w:r>
        <w:rPr>
          <w:rStyle w:val="styleRad"/>
        </w:rPr>
        <w:t xml:space="preserve"> [x] </w:t>
      </w:r>
      <w:r>
        <w:rPr>
          <w:rStyle w:val="styleC3"/>
        </w:rPr>
        <w:t xml:space="preserve"> IV Habitat/Species Management Area: protected area managed mainly for conservation through management intervention</w:t>
      </w:r>
    </w:p>
    <w:p w:rsidR="002627C4" w:rsidRDefault="00B91575">
      <w:pPr>
        <w:spacing w:after="0" w:line="240" w:lineRule="auto"/>
        <w:ind w:left="216"/>
      </w:pPr>
      <w:r>
        <w:rPr>
          <w:rStyle w:val="styleC3"/>
        </w:rPr>
        <w:tab/>
      </w:r>
      <w:r>
        <w:rPr>
          <w:rStyle w:val="styleRad"/>
        </w:rPr>
        <w:t xml:space="preserve"> [x] </w:t>
      </w:r>
      <w:r>
        <w:rPr>
          <w:rStyle w:val="styleC3"/>
        </w:rPr>
        <w:t xml:space="preserve"> V Protected Landscape/Seascape: protected area managed mainly for landscape/seascape conservation and recreation</w:t>
      </w:r>
    </w:p>
    <w:p w:rsidR="002627C4" w:rsidRDefault="00B91575">
      <w:pPr>
        <w:spacing w:after="0" w:line="240" w:lineRule="auto"/>
        <w:ind w:left="216"/>
      </w:pPr>
      <w:r>
        <w:rPr>
          <w:rStyle w:val="styleC3"/>
        </w:rPr>
        <w:tab/>
      </w:r>
      <w:r>
        <w:rPr>
          <w:rStyle w:val="styleRad"/>
        </w:rPr>
        <w:t xml:space="preserve"> [  ] </w:t>
      </w:r>
      <w:r>
        <w:rPr>
          <w:rStyle w:val="styleC3"/>
        </w:rPr>
        <w:t xml:space="preserve"> VI Managed Resource Protected Area: protected area managed mainly for the sustainable use of natural ecosystems</w:t>
      </w:r>
    </w:p>
    <w:p w:rsidR="002627C4" w:rsidRDefault="002627C4"/>
    <w:p w:rsidR="002627C4" w:rsidRDefault="00B91575">
      <w:pPr>
        <w:pStyle w:val="pstyleSection"/>
      </w:pPr>
      <w:r>
        <w:rPr>
          <w:rStyle w:val="styleL2"/>
        </w:rPr>
        <w:t>5.2.4 Key conservation measures</w:t>
      </w:r>
    </w:p>
    <w:p w:rsidR="002627C4" w:rsidRDefault="00B91575">
      <w:pPr>
        <w:pStyle w:val="pstyleLabels"/>
      </w:pPr>
      <w:r>
        <w:rPr>
          <w:rStyle w:val="styleC3"/>
        </w:rPr>
        <w:t>Legal protection</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Measures</w:t>
            </w:r>
          </w:p>
        </w:tc>
        <w:tc>
          <w:tcPr>
            <w:tcW w:w="1750" w:type="dxa"/>
          </w:tcPr>
          <w:p w:rsidR="002627C4" w:rsidRDefault="00B91575">
            <w:pPr>
              <w:spacing w:after="0" w:line="240" w:lineRule="auto"/>
              <w:jc w:val="center"/>
            </w:pPr>
            <w:r>
              <w:rPr>
                <w:b/>
                <w:sz w:val="18"/>
                <w:szCs w:val="18"/>
              </w:rPr>
              <w:t>Status</w:t>
            </w:r>
          </w:p>
        </w:tc>
      </w:tr>
      <w:tr w:rsidR="002627C4" w:rsidTr="002627C4">
        <w:trPr>
          <w:trHeight w:val="200"/>
        </w:trPr>
        <w:tc>
          <w:tcPr>
            <w:tcW w:w="1750" w:type="dxa"/>
          </w:tcPr>
          <w:p w:rsidR="002627C4" w:rsidRDefault="00B91575">
            <w:r>
              <w:rPr>
                <w:rStyle w:val="styleSubformtxt"/>
              </w:rPr>
              <w:t>Legal protection</w:t>
            </w:r>
          </w:p>
        </w:tc>
        <w:tc>
          <w:tcPr>
            <w:tcW w:w="1750" w:type="dxa"/>
          </w:tcPr>
          <w:p w:rsidR="002627C4" w:rsidRDefault="00B91575">
            <w:r>
              <w:rPr>
                <w:rStyle w:val="styleSubformtxt"/>
              </w:rPr>
              <w:t>Implemented</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Habitat</w:t>
      </w:r>
    </w:p>
    <w:tbl>
      <w:tblPr>
        <w:tblStyle w:val="FancyTable"/>
        <w:tblW w:w="0" w:type="auto"/>
        <w:tblInd w:w="-8" w:type="dxa"/>
        <w:tblLook w:val="04A0" w:firstRow="1" w:lastRow="0" w:firstColumn="1" w:lastColumn="0" w:noHBand="0" w:noVBand="1"/>
      </w:tblPr>
      <w:tblGrid>
        <w:gridCol w:w="2242"/>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Measures</w:t>
            </w:r>
          </w:p>
        </w:tc>
        <w:tc>
          <w:tcPr>
            <w:tcW w:w="1750" w:type="dxa"/>
          </w:tcPr>
          <w:p w:rsidR="002627C4" w:rsidRDefault="00B91575">
            <w:pPr>
              <w:spacing w:after="0" w:line="240" w:lineRule="auto"/>
              <w:jc w:val="center"/>
            </w:pPr>
            <w:r>
              <w:rPr>
                <w:b/>
                <w:sz w:val="18"/>
                <w:szCs w:val="18"/>
              </w:rPr>
              <w:t>Status</w:t>
            </w:r>
          </w:p>
        </w:tc>
      </w:tr>
      <w:tr w:rsidR="002627C4" w:rsidTr="002627C4">
        <w:trPr>
          <w:trHeight w:val="200"/>
        </w:trPr>
        <w:tc>
          <w:tcPr>
            <w:tcW w:w="1750" w:type="dxa"/>
          </w:tcPr>
          <w:p w:rsidR="002627C4" w:rsidRDefault="00B91575">
            <w:r>
              <w:rPr>
                <w:rStyle w:val="styleSubformtxt"/>
              </w:rPr>
              <w:lastRenderedPageBreak/>
              <w:t>Catchment management initiatives/controls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Improvement of water quality</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Habitat manipulation/enhancement</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Hydrology management/restoration</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Re-vegetation</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Soil management</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Species</w:t>
      </w: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Measures</w:t>
            </w:r>
          </w:p>
        </w:tc>
        <w:tc>
          <w:tcPr>
            <w:tcW w:w="1750" w:type="dxa"/>
          </w:tcPr>
          <w:p w:rsidR="002627C4" w:rsidRDefault="00B91575">
            <w:pPr>
              <w:spacing w:after="0" w:line="240" w:lineRule="auto"/>
              <w:jc w:val="center"/>
            </w:pPr>
            <w:r>
              <w:rPr>
                <w:b/>
                <w:sz w:val="18"/>
                <w:szCs w:val="18"/>
              </w:rPr>
              <w:t>Status</w:t>
            </w:r>
          </w:p>
        </w:tc>
      </w:tr>
      <w:tr w:rsidR="002627C4" w:rsidTr="002627C4">
        <w:trPr>
          <w:trHeight w:val="200"/>
        </w:trPr>
        <w:tc>
          <w:tcPr>
            <w:tcW w:w="1750" w:type="dxa"/>
          </w:tcPr>
          <w:p w:rsidR="002627C4" w:rsidRDefault="00B91575">
            <w:r>
              <w:rPr>
                <w:rStyle w:val="styleSubformtxt"/>
              </w:rPr>
              <w:t>Control of invasive alien plants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Threatened/rare species management programmes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Control of invasive alien animals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Human Activities</w:t>
      </w:r>
    </w:p>
    <w:tbl>
      <w:tblPr>
        <w:tblStyle w:val="FancyTable"/>
        <w:tblW w:w="0" w:type="auto"/>
        <w:tblInd w:w="-8" w:type="dxa"/>
        <w:tblLook w:val="04A0" w:firstRow="1" w:lastRow="0" w:firstColumn="1" w:lastColumn="0" w:noHBand="0" w:noVBand="1"/>
      </w:tblPr>
      <w:tblGrid>
        <w:gridCol w:w="2042"/>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Measures</w:t>
            </w:r>
          </w:p>
        </w:tc>
        <w:tc>
          <w:tcPr>
            <w:tcW w:w="1750" w:type="dxa"/>
          </w:tcPr>
          <w:p w:rsidR="002627C4" w:rsidRDefault="00B91575">
            <w:pPr>
              <w:spacing w:after="0" w:line="240" w:lineRule="auto"/>
              <w:jc w:val="center"/>
            </w:pPr>
            <w:r>
              <w:rPr>
                <w:b/>
                <w:sz w:val="18"/>
                <w:szCs w:val="18"/>
              </w:rPr>
              <w:t>Status</w:t>
            </w:r>
          </w:p>
        </w:tc>
      </w:tr>
      <w:tr w:rsidR="002627C4" w:rsidTr="002627C4">
        <w:trPr>
          <w:trHeight w:val="200"/>
        </w:trPr>
        <w:tc>
          <w:tcPr>
            <w:tcW w:w="1750" w:type="dxa"/>
          </w:tcPr>
          <w:p w:rsidR="002627C4" w:rsidRDefault="00B91575">
            <w:r>
              <w:rPr>
                <w:rStyle w:val="styleSubformtxt"/>
              </w:rPr>
              <w:t>Management of water abstraction/takes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Regulation/management of wastes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Regulation/management of recreational activities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Communication, education, and participation and awareness activities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Research</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lastRenderedPageBreak/>
              <w:t xml:space="preserve"> Livestock management/exclusion (excluding fisheries)</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B91575">
            <w:r>
              <w:rPr>
                <w:rStyle w:val="styleSubformtxt"/>
              </w:rPr>
              <w:t>Fisheries management/regulation</w:t>
            </w:r>
          </w:p>
        </w:tc>
        <w:tc>
          <w:tcPr>
            <w:tcW w:w="1750" w:type="dxa"/>
          </w:tcPr>
          <w:p w:rsidR="002627C4" w:rsidRDefault="00B91575">
            <w:r>
              <w:rPr>
                <w:rStyle w:val="styleSubformtxt"/>
              </w:rPr>
              <w:t>Partially implemented</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Labels"/>
      </w:pPr>
      <w:r>
        <w:rPr>
          <w:rStyle w:val="styleC3"/>
        </w:rPr>
        <w:t>Other:</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4"/>
        <w:gridCol w:w="8799"/>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In Australia, the ecological character of Ramsar sites is protected as a Matter of National Environmental Significance (MNES) under the Environment Protection and Biodiversity Conservation Act 1999 (EPBC Act). </w:t>
            </w:r>
          </w:p>
          <w:p w:rsidR="002627C4" w:rsidRDefault="002627C4">
            <w:pPr>
              <w:pStyle w:val="pStyle"/>
              <w:rPr>
                <w:rStyle w:val="almostEmpty"/>
              </w:rPr>
            </w:pPr>
          </w:p>
          <w:p w:rsidR="002627C4" w:rsidRDefault="00B91575">
            <w:pPr>
              <w:spacing w:after="0" w:line="240" w:lineRule="auto"/>
              <w:ind w:left="57"/>
            </w:pPr>
            <w:r>
              <w:rPr>
                <w:rStyle w:val="styleDatatxt"/>
              </w:rPr>
              <w:t>*The measures outlined above as partially implemented are ongoing.</w:t>
            </w:r>
          </w:p>
        </w:tc>
      </w:tr>
    </w:tbl>
    <w:p w:rsidR="002627C4" w:rsidRDefault="002627C4"/>
    <w:p w:rsidR="002627C4" w:rsidRDefault="00B91575">
      <w:pPr>
        <w:pStyle w:val="pstyleSection"/>
      </w:pPr>
      <w:r>
        <w:rPr>
          <w:rStyle w:val="styleL2"/>
        </w:rPr>
        <w:t>5.2.5 Management planning</w:t>
      </w:r>
    </w:p>
    <w:p w:rsidR="002627C4" w:rsidRDefault="00B91575">
      <w:pPr>
        <w:pStyle w:val="pstyleLabels"/>
      </w:pPr>
      <w:r>
        <w:rPr>
          <w:rStyle w:val="styleC3"/>
        </w:rPr>
        <w:t>Is there a site-specific management plan for the site?</w:t>
      </w:r>
    </w:p>
    <w:tbl>
      <w:tblPr>
        <w:tblStyle w:val="myFieldTableStyle2"/>
        <w:tblW w:w="0" w:type="auto"/>
        <w:tblInd w:w="-8" w:type="dxa"/>
        <w:tblLook w:val="04A0" w:firstRow="1" w:lastRow="0" w:firstColumn="1" w:lastColumn="0" w:noHBand="0" w:noVBand="1"/>
      </w:tblPr>
      <w:tblGrid>
        <w:gridCol w:w="210"/>
        <w:gridCol w:w="50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5000" w:type="dxa"/>
          </w:tcPr>
          <w:p w:rsidR="002627C4" w:rsidRDefault="00B91575">
            <w:pPr>
              <w:spacing w:before="5" w:after="2" w:line="240" w:lineRule="auto"/>
              <w:ind w:left="72"/>
            </w:pPr>
            <w:r>
              <w:rPr>
                <w:rStyle w:val="styleDatatxt"/>
              </w:rPr>
              <w:t>Yes</w:t>
            </w:r>
            <w:r>
              <w:rPr>
                <w:rStyle w:val="FootnoteReference"/>
              </w:rPr>
              <w:footnoteReference w:id="6"/>
            </w:r>
          </w:p>
        </w:tc>
      </w:tr>
    </w:tbl>
    <w:p w:rsidR="002627C4" w:rsidRDefault="00B91575">
      <w:pPr>
        <w:pStyle w:val="pstyleLabels"/>
      </w:pPr>
      <w:r>
        <w:rPr>
          <w:rStyle w:val="styleC3"/>
        </w:rPr>
        <w:t>Is the management plan/planning implemented?</w:t>
      </w:r>
    </w:p>
    <w:p w:rsidR="002627C4" w:rsidRDefault="00B91575">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The management plan covers</w:t>
      </w:r>
    </w:p>
    <w:tbl>
      <w:tblPr>
        <w:tblStyle w:val="myFieldTableStyle2"/>
        <w:tblW w:w="0" w:type="auto"/>
        <w:tblInd w:w="-8" w:type="dxa"/>
        <w:tblLook w:val="04A0" w:firstRow="1" w:lastRow="0" w:firstColumn="1" w:lastColumn="0" w:noHBand="0" w:noVBand="1"/>
      </w:tblPr>
      <w:tblGrid>
        <w:gridCol w:w="210"/>
        <w:gridCol w:w="50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5000" w:type="dxa"/>
          </w:tcPr>
          <w:p w:rsidR="002627C4" w:rsidRDefault="00B91575">
            <w:pPr>
              <w:spacing w:before="5" w:after="2" w:line="240" w:lineRule="auto"/>
              <w:ind w:left="72"/>
            </w:pPr>
            <w:r>
              <w:rPr>
                <w:rStyle w:val="styleDatatxt"/>
              </w:rPr>
              <w:t>Part of Ramsar Site</w:t>
            </w:r>
            <w:r>
              <w:rPr>
                <w:rStyle w:val="FootnoteReference"/>
              </w:rPr>
              <w:footnoteReference w:id="7"/>
            </w:r>
          </w:p>
        </w:tc>
      </w:tr>
    </w:tbl>
    <w:p w:rsidR="002627C4" w:rsidRDefault="00B91575">
      <w:pPr>
        <w:pStyle w:val="pstyleLabels"/>
      </w:pPr>
      <w:r>
        <w:rPr>
          <w:rStyle w:val="styleC3"/>
        </w:rPr>
        <w:t>Is the management plan currently subject to review and update?</w:t>
      </w:r>
    </w:p>
    <w:p w:rsidR="002627C4" w:rsidRDefault="00B91575">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Has a management effectiveness assessment been undertaken for the site?</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Please give link to site-specific plan or other relevant management plan if this is available via the Internet or upload it in section  'Additional material':</w:t>
      </w:r>
      <w:r>
        <w:rPr>
          <w:rStyle w:val="styleHint1txt"/>
        </w:rPr>
        <w:t xml:space="preserve"> (This field is limited to 500 characters) </w:t>
      </w:r>
    </w:p>
    <w:tbl>
      <w:tblPr>
        <w:tblStyle w:val="myFieldTableStyle"/>
        <w:tblW w:w="0" w:type="auto"/>
        <w:tblInd w:w="-8" w:type="dxa"/>
        <w:tblLook w:val="04A0" w:firstRow="1" w:lastRow="0" w:firstColumn="1" w:lastColumn="0" w:noHBand="0" w:noVBand="1"/>
      </w:tblPr>
      <w:tblGrid>
        <w:gridCol w:w="188"/>
        <w:gridCol w:w="8805"/>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Management plans exist for the island protected areas on Bribie Island, Moreton Island and South Stradbroke Island. The Moreton Bay Marine Park Zoning Plan is not a management plan but provides guidance on use. Local Governments undertake catchment action planning and management planning for reserves. See section 6.1.2 vi for additional information.  Links: to management plans and statements at: https://parks.des.qld.gov.au/managing/plans-strategies/ </w:t>
            </w:r>
          </w:p>
          <w:p w:rsidR="002627C4" w:rsidRDefault="002627C4">
            <w:pPr>
              <w:pStyle w:val="pStyle"/>
              <w:rPr>
                <w:rStyle w:val="almostEmpty"/>
              </w:rPr>
            </w:pPr>
          </w:p>
          <w:p w:rsidR="002627C4" w:rsidRDefault="002627C4">
            <w:pPr>
              <w:spacing w:after="0" w:line="240" w:lineRule="auto"/>
              <w:ind w:left="57"/>
            </w:pPr>
          </w:p>
        </w:tc>
      </w:tr>
    </w:tbl>
    <w:p w:rsidR="002627C4" w:rsidRDefault="00B91575">
      <w:pPr>
        <w:pStyle w:val="pstyleLabels"/>
      </w:pPr>
      <w:r>
        <w:rPr>
          <w:rStyle w:val="styleC3"/>
        </w:rPr>
        <w:t>If the site is a formal transboundary site as indicated in section Data and location &gt; Site location, are there shared management planning processes with another Contracting Party?</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Please indicate if a Ramsar centre, other educational or visitor facility, or an educational or visitor programme is associated with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87"/>
        <w:gridCol w:w="8806"/>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There are a number of educational and visitor facilities associated with the site.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 xml:space="preserve">Refer section 5.1 management authorities web pages and  </w:t>
            </w:r>
          </w:p>
          <w:p w:rsidR="002627C4" w:rsidRDefault="002627C4">
            <w:pPr>
              <w:pStyle w:val="pStyle"/>
              <w:rPr>
                <w:rStyle w:val="almostEmpty"/>
              </w:rPr>
            </w:pPr>
          </w:p>
          <w:p w:rsidR="002627C4" w:rsidRDefault="00B91575">
            <w:pPr>
              <w:spacing w:after="0" w:line="240" w:lineRule="auto"/>
              <w:ind w:left="57"/>
            </w:pPr>
            <w:r>
              <w:rPr>
                <w:rStyle w:val="styleDatatxt"/>
              </w:rPr>
              <w:t xml:space="preserve">https://www.npsr.qld.gov.au/parks/moreton-bay/ </w:t>
            </w:r>
          </w:p>
          <w:p w:rsidR="002627C4" w:rsidRDefault="002627C4">
            <w:pPr>
              <w:pStyle w:val="pStyle"/>
              <w:rPr>
                <w:rStyle w:val="almostEmpty"/>
              </w:rPr>
            </w:pPr>
          </w:p>
          <w:p w:rsidR="002627C4" w:rsidRDefault="00B91575">
            <w:pPr>
              <w:spacing w:after="0" w:line="240" w:lineRule="auto"/>
              <w:ind w:left="57"/>
            </w:pPr>
            <w:r>
              <w:rPr>
                <w:rStyle w:val="styleDatatxt"/>
              </w:rPr>
              <w:t xml:space="preserve">https://wetlandinfo.des.qld.gov.au/wetlands/facts-maps/ramsar-wetland-moreton-bay/ </w:t>
            </w:r>
          </w:p>
          <w:p w:rsidR="002627C4" w:rsidRDefault="002627C4">
            <w:pPr>
              <w:pStyle w:val="pStyle"/>
              <w:rPr>
                <w:rStyle w:val="almostEmpty"/>
              </w:rPr>
            </w:pPr>
          </w:p>
          <w:p w:rsidR="002627C4" w:rsidRDefault="002627C4">
            <w:pPr>
              <w:spacing w:after="0" w:line="240" w:lineRule="auto"/>
              <w:ind w:left="57"/>
            </w:pPr>
          </w:p>
        </w:tc>
      </w:tr>
    </w:tbl>
    <w:p w:rsidR="002627C4" w:rsidRDefault="00B91575">
      <w:pPr>
        <w:pStyle w:val="pstyleLabels"/>
      </w:pPr>
      <w:r>
        <w:rPr>
          <w:rStyle w:val="styleC3"/>
        </w:rPr>
        <w:t>URL of site-related webpage (if relevant):</w:t>
      </w:r>
    </w:p>
    <w:tbl>
      <w:tblPr>
        <w:tblStyle w:val="myFieldTableStyle2"/>
        <w:tblW w:w="0" w:type="auto"/>
        <w:tblInd w:w="-8" w:type="dxa"/>
        <w:tblLook w:val="04A0" w:firstRow="1" w:lastRow="0" w:firstColumn="1" w:lastColumn="0" w:noHBand="0" w:noVBand="1"/>
      </w:tblPr>
      <w:tblGrid>
        <w:gridCol w:w="185"/>
        <w:gridCol w:w="880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https://www.npsr.qld.gov.au/parks/moreton-bay/ https://wetlandinfo.des.qld.gov.au/wetlands/facts-maps/ramsar-wetland-moreton-bay/</w:t>
            </w:r>
          </w:p>
        </w:tc>
      </w:tr>
    </w:tbl>
    <w:p w:rsidR="002627C4" w:rsidRDefault="002627C4"/>
    <w:p w:rsidR="002627C4" w:rsidRDefault="00B91575">
      <w:pPr>
        <w:pStyle w:val="pstyleSection"/>
      </w:pPr>
      <w:r>
        <w:rPr>
          <w:rStyle w:val="styleL2"/>
        </w:rPr>
        <w:t>5.2.6 Planning for restoration</w:t>
      </w:r>
    </w:p>
    <w:p w:rsidR="002627C4" w:rsidRDefault="00B91575">
      <w:pPr>
        <w:pStyle w:val="pstyleLabels"/>
      </w:pPr>
      <w:r>
        <w:rPr>
          <w:rStyle w:val="styleC3"/>
        </w:rPr>
        <w:lastRenderedPageBreak/>
        <w:t>Is there a site-specific restoration plan?</w:t>
      </w:r>
    </w:p>
    <w:tbl>
      <w:tblPr>
        <w:tblStyle w:val="myFieldTableStyle2"/>
        <w:tblW w:w="0" w:type="auto"/>
        <w:tblInd w:w="-8" w:type="dxa"/>
        <w:tblLook w:val="04A0" w:firstRow="1" w:lastRow="0" w:firstColumn="1" w:lastColumn="0" w:noHBand="0" w:noVBand="1"/>
      </w:tblPr>
      <w:tblGrid>
        <w:gridCol w:w="210"/>
        <w:gridCol w:w="50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5000" w:type="dxa"/>
          </w:tcPr>
          <w:p w:rsidR="002627C4" w:rsidRDefault="00B91575">
            <w:pPr>
              <w:spacing w:before="5" w:after="2" w:line="240" w:lineRule="auto"/>
              <w:ind w:left="72"/>
            </w:pPr>
            <w:r>
              <w:rPr>
                <w:rStyle w:val="styleDatatxt"/>
              </w:rPr>
              <w:t>No need identified</w:t>
            </w:r>
            <w:r>
              <w:rPr>
                <w:rStyle w:val="FootnoteReference"/>
              </w:rPr>
              <w:footnoteReference w:id="8"/>
            </w:r>
          </w:p>
        </w:tc>
      </w:tr>
    </w:tbl>
    <w:p w:rsidR="002627C4" w:rsidRDefault="00B91575">
      <w:pPr>
        <w:pStyle w:val="pstyleLabels"/>
      </w:pPr>
      <w:r>
        <w:rPr>
          <w:rStyle w:val="styleC3"/>
        </w:rPr>
        <w:t>Has the plan been implemented?</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The restoration plan covers:</w:t>
      </w:r>
    </w:p>
    <w:tbl>
      <w:tblPr>
        <w:tblStyle w:val="myFieldTableStyle2"/>
        <w:tblW w:w="0" w:type="auto"/>
        <w:tblInd w:w="-8" w:type="dxa"/>
        <w:tblLook w:val="04A0" w:firstRow="1" w:lastRow="0" w:firstColumn="1" w:lastColumn="0" w:noHBand="0" w:noVBand="1"/>
      </w:tblPr>
      <w:tblGrid>
        <w:gridCol w:w="210"/>
        <w:gridCol w:w="500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5000" w:type="dxa"/>
          </w:tcPr>
          <w:p w:rsidR="002627C4" w:rsidRDefault="00B91575">
            <w:pPr>
              <w:spacing w:before="5" w:after="2" w:line="240" w:lineRule="auto"/>
              <w:ind w:left="72"/>
            </w:pPr>
            <w:r>
              <w:rPr>
                <w:rStyle w:val="styleDatatxt"/>
              </w:rPr>
              <w:t>No need identified</w:t>
            </w:r>
            <w:r>
              <w:rPr>
                <w:rStyle w:val="FootnoteReference"/>
              </w:rPr>
              <w:footnoteReference w:id="9"/>
            </w:r>
          </w:p>
        </w:tc>
      </w:tr>
    </w:tbl>
    <w:p w:rsidR="002627C4" w:rsidRDefault="00B91575">
      <w:pPr>
        <w:pStyle w:val="pstyleLabels"/>
      </w:pPr>
      <w:r>
        <w:rPr>
          <w:rStyle w:val="styleC3"/>
        </w:rPr>
        <w:t>Is the plan currently being reviewed and updated?</w:t>
      </w:r>
    </w:p>
    <w:p w:rsidR="002627C4" w:rsidRDefault="00B91575">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rsidR="002627C4" w:rsidRDefault="00B91575">
      <w:pPr>
        <w:spacing w:after="0" w:line="240" w:lineRule="auto"/>
      </w:pPr>
      <w:r>
        <w:rPr>
          <w:rStyle w:val="almostEmpty"/>
        </w:rPr>
        <w:t>.</w:t>
      </w:r>
    </w:p>
    <w:p w:rsidR="002627C4" w:rsidRDefault="00B91575">
      <w:pPr>
        <w:pStyle w:val="pstyleLabels"/>
      </w:pPr>
      <w:r>
        <w:rPr>
          <w:rStyle w:val="styleC3"/>
        </w:rPr>
        <w:t>Where the restoration is being undertaken to mitigate or respond to a threat or threats identified in this RIS, please indicate it / them:</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spacing w:before="30" w:after="25" w:line="240" w:lineRule="auto"/>
              <w:ind w:left="57"/>
            </w:pPr>
          </w:p>
        </w:tc>
      </w:tr>
    </w:tbl>
    <w:p w:rsidR="002627C4" w:rsidRDefault="00B91575">
      <w:pPr>
        <w:pStyle w:val="pstyleLabels"/>
      </w:pPr>
      <w:r>
        <w:rPr>
          <w:rStyle w:val="styleC3"/>
        </w:rPr>
        <w:t>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2627C4">
            <w:pPr>
              <w:pStyle w:val="pStyle"/>
              <w:rPr>
                <w:rStyle w:val="almostEmpty"/>
              </w:rPr>
            </w:pPr>
          </w:p>
          <w:p w:rsidR="002627C4" w:rsidRDefault="00B91575">
            <w:pPr>
              <w:spacing w:after="0" w:line="240" w:lineRule="auto"/>
              <w:ind w:left="57"/>
            </w:pPr>
            <w:r>
              <w:rPr>
                <w:rStyle w:val="styleDatatxt"/>
              </w:rPr>
              <w:t xml:space="preserve">There are restoration activities undertaken by the range of site managers that oversee the site - refer to Section 5.1 </w:t>
            </w:r>
          </w:p>
          <w:p w:rsidR="002627C4" w:rsidRDefault="002627C4">
            <w:pPr>
              <w:pStyle w:val="pStyle"/>
              <w:rPr>
                <w:rStyle w:val="almostEmpty"/>
              </w:rPr>
            </w:pPr>
          </w:p>
          <w:p w:rsidR="002627C4" w:rsidRDefault="00B91575">
            <w:pPr>
              <w:spacing w:after="0" w:line="240" w:lineRule="auto"/>
              <w:ind w:left="57"/>
            </w:pPr>
            <w:r>
              <w:rPr>
                <w:rStyle w:val="styleDatatxt"/>
              </w:rPr>
              <w:t xml:space="preserve"> </w:t>
            </w:r>
          </w:p>
          <w:p w:rsidR="002627C4" w:rsidRDefault="002627C4">
            <w:pPr>
              <w:pStyle w:val="pStyle"/>
              <w:rPr>
                <w:rStyle w:val="almostEmpty"/>
              </w:rPr>
            </w:pPr>
          </w:p>
          <w:p w:rsidR="002627C4" w:rsidRDefault="00B91575">
            <w:pPr>
              <w:spacing w:after="0" w:line="240" w:lineRule="auto"/>
              <w:ind w:left="57"/>
            </w:pPr>
            <w:r>
              <w:rPr>
                <w:rStyle w:val="styleDatatxt"/>
              </w:rPr>
              <w:t>Additionally, non-government organisations and natural resource management groups undertake a range of restoration activities that contribute to the protection and enhancement of site values. (including through national, state, local government and NGO programs).</w:t>
            </w:r>
          </w:p>
        </w:tc>
      </w:tr>
    </w:tbl>
    <w:p w:rsidR="002627C4" w:rsidRDefault="002627C4"/>
    <w:p w:rsidR="002627C4" w:rsidRDefault="00B91575">
      <w:pPr>
        <w:pStyle w:val="pstyleSection"/>
      </w:pPr>
      <w:r>
        <w:rPr>
          <w:rStyle w:val="styleL2"/>
        </w:rPr>
        <w:t>5.2.7 Monitoring implemented or proposed</w:t>
      </w:r>
    </w:p>
    <w:p w:rsidR="002627C4" w:rsidRDefault="002627C4">
      <w:pPr>
        <w:pStyle w:val="pstyleLabels"/>
      </w:pPr>
    </w:p>
    <w:tbl>
      <w:tblPr>
        <w:tblStyle w:val="FancyTable"/>
        <w:tblW w:w="0" w:type="auto"/>
        <w:tblInd w:w="-8" w:type="dxa"/>
        <w:tblLook w:val="04A0" w:firstRow="1" w:lastRow="0" w:firstColumn="1" w:lastColumn="0" w:noHBand="0" w:noVBand="1"/>
      </w:tblPr>
      <w:tblGrid>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Monitoring</w:t>
            </w:r>
          </w:p>
        </w:tc>
        <w:tc>
          <w:tcPr>
            <w:tcW w:w="1750" w:type="dxa"/>
          </w:tcPr>
          <w:p w:rsidR="002627C4" w:rsidRDefault="00B91575">
            <w:pPr>
              <w:spacing w:after="0" w:line="240" w:lineRule="auto"/>
              <w:jc w:val="center"/>
            </w:pPr>
            <w:r>
              <w:rPr>
                <w:b/>
                <w:sz w:val="18"/>
                <w:szCs w:val="18"/>
              </w:rPr>
              <w:t>Status</w:t>
            </w:r>
          </w:p>
        </w:tc>
      </w:tr>
      <w:tr w:rsidR="002627C4" w:rsidTr="002627C4">
        <w:trPr>
          <w:trHeight w:val="200"/>
        </w:trPr>
        <w:tc>
          <w:tcPr>
            <w:tcW w:w="1750" w:type="dxa"/>
          </w:tcPr>
          <w:p w:rsidR="002627C4" w:rsidRDefault="00B91575">
            <w:r>
              <w:rPr>
                <w:rStyle w:val="styleSubformtxt"/>
              </w:rPr>
              <w:t>Water quality</w:t>
            </w:r>
          </w:p>
        </w:tc>
        <w:tc>
          <w:tcPr>
            <w:tcW w:w="1750" w:type="dxa"/>
          </w:tcPr>
          <w:p w:rsidR="002627C4" w:rsidRDefault="00B91575">
            <w:r>
              <w:rPr>
                <w:rStyle w:val="styleSubformtxt"/>
              </w:rPr>
              <w:t>Implemented</w:t>
            </w:r>
          </w:p>
        </w:tc>
      </w:tr>
      <w:tr w:rsidR="002627C4" w:rsidTr="002627C4">
        <w:trPr>
          <w:trHeight w:val="200"/>
        </w:trPr>
        <w:tc>
          <w:tcPr>
            <w:tcW w:w="1750" w:type="dxa"/>
          </w:tcPr>
          <w:p w:rsidR="002627C4" w:rsidRDefault="00B91575">
            <w:r>
              <w:rPr>
                <w:rStyle w:val="styleSubformtxt"/>
              </w:rPr>
              <w:t>Plant community</w:t>
            </w:r>
          </w:p>
        </w:tc>
        <w:tc>
          <w:tcPr>
            <w:tcW w:w="1750" w:type="dxa"/>
          </w:tcPr>
          <w:p w:rsidR="002627C4" w:rsidRDefault="00B91575">
            <w:r>
              <w:rPr>
                <w:rStyle w:val="styleSubformtxt"/>
              </w:rPr>
              <w:t>Implemented</w:t>
            </w:r>
          </w:p>
        </w:tc>
      </w:tr>
      <w:tr w:rsidR="002627C4" w:rsidTr="002627C4">
        <w:trPr>
          <w:trHeight w:val="200"/>
        </w:trPr>
        <w:tc>
          <w:tcPr>
            <w:tcW w:w="1750" w:type="dxa"/>
          </w:tcPr>
          <w:p w:rsidR="002627C4" w:rsidRDefault="00B91575">
            <w:r>
              <w:rPr>
                <w:rStyle w:val="styleSubformtxt"/>
              </w:rPr>
              <w:t>Plant species</w:t>
            </w:r>
          </w:p>
        </w:tc>
        <w:tc>
          <w:tcPr>
            <w:tcW w:w="1750" w:type="dxa"/>
          </w:tcPr>
          <w:p w:rsidR="002627C4" w:rsidRDefault="00B91575">
            <w:r>
              <w:rPr>
                <w:rStyle w:val="styleSubformtxt"/>
              </w:rPr>
              <w:t>Implemented</w:t>
            </w:r>
          </w:p>
        </w:tc>
      </w:tr>
      <w:tr w:rsidR="002627C4" w:rsidTr="002627C4">
        <w:trPr>
          <w:trHeight w:val="200"/>
        </w:trPr>
        <w:tc>
          <w:tcPr>
            <w:tcW w:w="1750" w:type="dxa"/>
          </w:tcPr>
          <w:p w:rsidR="002627C4" w:rsidRDefault="00B91575">
            <w:r>
              <w:rPr>
                <w:rStyle w:val="styleSubformtxt"/>
              </w:rPr>
              <w:t>Animal species (please specify)</w:t>
            </w:r>
          </w:p>
        </w:tc>
        <w:tc>
          <w:tcPr>
            <w:tcW w:w="1750" w:type="dxa"/>
          </w:tcPr>
          <w:p w:rsidR="002627C4" w:rsidRDefault="00B91575">
            <w:r>
              <w:rPr>
                <w:rStyle w:val="styleSubformtxt"/>
              </w:rPr>
              <w:t>Implemented</w:t>
            </w:r>
          </w:p>
        </w:tc>
      </w:tr>
      <w:tr w:rsidR="002627C4" w:rsidTr="002627C4">
        <w:trPr>
          <w:trHeight w:val="200"/>
        </w:trPr>
        <w:tc>
          <w:tcPr>
            <w:tcW w:w="1750" w:type="dxa"/>
          </w:tcPr>
          <w:p w:rsidR="002627C4" w:rsidRDefault="00B91575">
            <w:r>
              <w:rPr>
                <w:rStyle w:val="styleSubformtxt"/>
              </w:rPr>
              <w:t>Birds</w:t>
            </w:r>
          </w:p>
        </w:tc>
        <w:tc>
          <w:tcPr>
            <w:tcW w:w="1750" w:type="dxa"/>
          </w:tcPr>
          <w:p w:rsidR="002627C4" w:rsidRDefault="00B91575">
            <w:r>
              <w:rPr>
                <w:rStyle w:val="styleSubformtxt"/>
              </w:rPr>
              <w:t>Implemented</w:t>
            </w:r>
          </w:p>
        </w:tc>
      </w:tr>
      <w:tr w:rsidR="002627C4" w:rsidTr="002627C4">
        <w:trPr>
          <w:trHeight w:val="200"/>
        </w:trPr>
        <w:tc>
          <w:tcPr>
            <w:tcW w:w="1750" w:type="dxa"/>
          </w:tcPr>
          <w:p w:rsidR="002627C4" w:rsidRDefault="002627C4"/>
        </w:tc>
        <w:tc>
          <w:tcPr>
            <w:tcW w:w="1750" w:type="dxa"/>
          </w:tcPr>
          <w:p w:rsidR="002627C4" w:rsidRDefault="002627C4"/>
        </w:tc>
      </w:tr>
    </w:tbl>
    <w:p w:rsidR="002627C4" w:rsidRDefault="002627C4"/>
    <w:p w:rsidR="002627C4" w:rsidRDefault="00B91575">
      <w:pPr>
        <w:pStyle w:val="pstyleComments"/>
      </w:pPr>
      <w:r>
        <w:rPr>
          <w:rStyle w:val="styleC3comment"/>
        </w:rPr>
        <w:t>Please indicate other monitoring activities:</w:t>
      </w:r>
    </w:p>
    <w:p w:rsidR="002627C4" w:rsidRDefault="00B91575">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1"/>
        <w:gridCol w:w="8802"/>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A comprehensive list of monitoring programs relating to aquatic ecosystems, including those underway in the Ramsar site is provided on www.wetlandinfo.des.qld.gov.au.</w:t>
            </w:r>
          </w:p>
        </w:tc>
      </w:tr>
    </w:tbl>
    <w:p w:rsidR="002627C4" w:rsidRDefault="002627C4">
      <w:pPr>
        <w:sectPr w:rsidR="002627C4">
          <w:pgSz w:w="11870" w:h="16787"/>
          <w:pgMar w:top="1440" w:right="1440" w:bottom="1440" w:left="1440" w:header="720" w:footer="720" w:gutter="0"/>
          <w:cols w:space="720"/>
        </w:sectPr>
      </w:pPr>
    </w:p>
    <w:p w:rsidR="002627C4" w:rsidRDefault="00B91575">
      <w:pPr>
        <w:pStyle w:val="pstyleSectionL0"/>
      </w:pPr>
      <w:r>
        <w:rPr>
          <w:rStyle w:val="styleL0"/>
        </w:rPr>
        <w:lastRenderedPageBreak/>
        <w:t>Additional material</w:t>
      </w:r>
    </w:p>
    <w:p w:rsidR="002627C4" w:rsidRDefault="00B91575">
      <w:r>
        <w:rPr>
          <w:noProof/>
        </w:rPr>
        <mc:AlternateContent>
          <mc:Choice Requires="wps">
            <w:drawing>
              <wp:inline distT="0" distB="0" distL="0" distR="0">
                <wp:extent cx="5715000" cy="0"/>
                <wp:effectExtent l="9525" t="9525" r="9525" b="952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54FBC8" id="AutoShape 2" o:spid="_x0000_s1026" type="#_x0000_t32" style="width:45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" strokeweight="1pt">
                <w10:anchorlock/>
              </v:shape>
            </w:pict>
          </mc:Fallback>
        </mc:AlternateContent>
      </w:r>
    </w:p>
    <w:p w:rsidR="002627C4" w:rsidRDefault="00B91575">
      <w:pPr>
        <w:pStyle w:val="pstyleSectionL1"/>
      </w:pPr>
      <w:r>
        <w:rPr>
          <w:rStyle w:val="styleL1"/>
        </w:rPr>
        <w:t>6.1 Additional reports and documents</w:t>
      </w:r>
    </w:p>
    <w:p w:rsidR="002627C4" w:rsidRDefault="00B91575">
      <w:pPr>
        <w:pStyle w:val="pstyleSection"/>
      </w:pPr>
      <w:r>
        <w:rPr>
          <w:rStyle w:val="styleL2"/>
        </w:rPr>
        <w:t>6.1.1 Bibliographical references</w:t>
      </w:r>
    </w:p>
    <w:p w:rsidR="002627C4" w:rsidRDefault="00B91575">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rsidR="002627C4" w:rsidRDefault="002627C4"/>
        </w:tc>
        <w:tc>
          <w:tcPr>
            <w:tcW w:w="9500" w:type="dxa"/>
          </w:tcPr>
          <w:p w:rsidR="002627C4" w:rsidRDefault="00B91575">
            <w:pPr>
              <w:spacing w:before="30" w:after="25" w:line="240" w:lineRule="auto"/>
              <w:ind w:left="57"/>
            </w:pPr>
            <w:r>
              <w:rPr>
                <w:rStyle w:val="styleDatatxt"/>
              </w:rPr>
              <w:t>See section 6.1.2 vi for the full bibliography.</w:t>
            </w:r>
          </w:p>
        </w:tc>
      </w:tr>
    </w:tbl>
    <w:p w:rsidR="002627C4" w:rsidRDefault="002627C4"/>
    <w:p w:rsidR="002627C4" w:rsidRDefault="00B91575">
      <w:pPr>
        <w:pStyle w:val="pstyleSection"/>
      </w:pPr>
      <w:r>
        <w:rPr>
          <w:rStyle w:val="styleL2"/>
        </w:rPr>
        <w:t>6.1.2 Additional reports and documents</w:t>
      </w:r>
    </w:p>
    <w:p w:rsidR="002627C4" w:rsidRDefault="00B91575">
      <w:pPr>
        <w:pStyle w:val="pstyleLabels"/>
      </w:pPr>
      <w:r>
        <w:rPr>
          <w:rStyle w:val="styleC3"/>
        </w:rPr>
        <w:t>i.  taxonomic lists of plant and animal species occurring in the site (see section 4.3)</w:t>
      </w:r>
    </w:p>
    <w:p w:rsidR="002627C4" w:rsidRDefault="00B91575">
      <w:pPr>
        <w:pStyle w:val="pstyleTitleFirst"/>
      </w:pPr>
      <w:r>
        <w:rPr>
          <w:rStyle w:val="styleC3online"/>
        </w:rPr>
        <w:t>-UPLOAD via online form-</w:t>
      </w:r>
    </w:p>
    <w:p w:rsidR="002627C4" w:rsidRDefault="00B91575">
      <w:pPr>
        <w:pStyle w:val="pstyleLabels"/>
      </w:pPr>
      <w:r>
        <w:rPr>
          <w:rStyle w:val="styleC3"/>
        </w:rPr>
        <w:t>ii. a detailed Ecological Character Description (ECD) (in a national format)</w:t>
      </w:r>
    </w:p>
    <w:p w:rsidR="002627C4" w:rsidRDefault="00B91575">
      <w:pPr>
        <w:pStyle w:val="pstyleTitleFirst"/>
      </w:pPr>
      <w:r>
        <w:rPr>
          <w:rStyle w:val="styleC3online"/>
        </w:rPr>
        <w:t>-UPLOAD via online form-</w:t>
      </w:r>
    </w:p>
    <w:p w:rsidR="002627C4" w:rsidRDefault="00B91575">
      <w:pPr>
        <w:pStyle w:val="pstyleLabels"/>
      </w:pPr>
      <w:r>
        <w:rPr>
          <w:rStyle w:val="styleC3"/>
        </w:rPr>
        <w:t>iii. a description of the site in a national or regional wetland inventory</w:t>
      </w:r>
    </w:p>
    <w:p w:rsidR="002627C4" w:rsidRDefault="00B91575">
      <w:pPr>
        <w:pStyle w:val="pstyleTitleFirst"/>
      </w:pPr>
      <w:r>
        <w:rPr>
          <w:rStyle w:val="styleC3online"/>
        </w:rPr>
        <w:t>-UPLOAD via online form-</w:t>
      </w:r>
    </w:p>
    <w:p w:rsidR="002627C4" w:rsidRDefault="00B91575">
      <w:pPr>
        <w:pStyle w:val="pstyleLabels"/>
      </w:pPr>
      <w:r>
        <w:rPr>
          <w:rStyle w:val="styleC3"/>
        </w:rPr>
        <w:t>iv. relevant Article 3.2 reports</w:t>
      </w:r>
    </w:p>
    <w:p w:rsidR="002627C4" w:rsidRDefault="00B91575">
      <w:pPr>
        <w:pStyle w:val="pstyleTitleFirst"/>
      </w:pPr>
      <w:r>
        <w:rPr>
          <w:rStyle w:val="styleC3online"/>
        </w:rPr>
        <w:t>-UPLOAD via online form-</w:t>
      </w:r>
    </w:p>
    <w:p w:rsidR="002627C4" w:rsidRDefault="00B91575">
      <w:pPr>
        <w:pStyle w:val="pstyleLabels"/>
      </w:pPr>
      <w:r>
        <w:rPr>
          <w:rStyle w:val="styleC3"/>
        </w:rPr>
        <w:t>v. site management plan</w:t>
      </w:r>
    </w:p>
    <w:p w:rsidR="002627C4" w:rsidRDefault="00B91575">
      <w:pPr>
        <w:pStyle w:val="pstyleTitleFirst"/>
      </w:pPr>
      <w:r>
        <w:rPr>
          <w:rStyle w:val="styleC3online"/>
        </w:rPr>
        <w:t>-UPLOAD via online form-</w:t>
      </w:r>
    </w:p>
    <w:p w:rsidR="002627C4" w:rsidRDefault="00B91575">
      <w:pPr>
        <w:pStyle w:val="pstyleLabels"/>
      </w:pPr>
      <w:r>
        <w:rPr>
          <w:rStyle w:val="styleC3"/>
        </w:rPr>
        <w:t>vi. other published literature</w:t>
      </w:r>
    </w:p>
    <w:p w:rsidR="002627C4" w:rsidRDefault="00B91575">
      <w:pPr>
        <w:pStyle w:val="pstyleTitleFirst"/>
      </w:pPr>
      <w:r>
        <w:rPr>
          <w:rStyle w:val="styleC3online"/>
        </w:rPr>
        <w:t>-UPLOAD via online form-</w:t>
      </w:r>
    </w:p>
    <w:p w:rsidR="002627C4" w:rsidRDefault="00B91575">
      <w:pPr>
        <w:pStyle w:val="pstyleComments"/>
      </w:pPr>
      <w:r>
        <w:rPr>
          <w:rStyle w:val="styleC3comment"/>
        </w:rPr>
        <w:t>Please note that any documents uploaded here will be made publicly available.</w:t>
      </w:r>
    </w:p>
    <w:p w:rsidR="002627C4" w:rsidRDefault="002627C4"/>
    <w:p w:rsidR="002627C4" w:rsidRDefault="00B91575">
      <w:pPr>
        <w:pStyle w:val="pstyleSection"/>
      </w:pPr>
      <w:r>
        <w:rPr>
          <w:rStyle w:val="styleL2"/>
        </w:rPr>
        <w:t>6.1.3 Photograph(s) of the Site</w:t>
      </w:r>
    </w:p>
    <w:p w:rsidR="002627C4" w:rsidRDefault="00B91575">
      <w:pPr>
        <w:pStyle w:val="pstyleLabels"/>
      </w:pPr>
      <w:r>
        <w:rPr>
          <w:rStyle w:val="styleC3"/>
        </w:rPr>
        <w:t>Please provide at least one photograph of the site:</w:t>
      </w:r>
    </w:p>
    <w:tbl>
      <w:tblPr>
        <w:tblStyle w:val="FancyTable"/>
        <w:tblW w:w="0" w:type="auto"/>
        <w:tblInd w:w="-8" w:type="dxa"/>
        <w:tblLook w:val="04A0" w:firstRow="1" w:lastRow="0" w:firstColumn="1" w:lastColumn="0" w:noHBand="0" w:noVBand="1"/>
      </w:tblPr>
      <w:tblGrid>
        <w:gridCol w:w="2887"/>
        <w:gridCol w:w="1750"/>
        <w:gridCol w:w="1750"/>
        <w:gridCol w:w="1750"/>
      </w:tblGrid>
      <w:tr w:rsidR="002627C4" w:rsidTr="002627C4">
        <w:trPr>
          <w:cnfStyle w:val="100000000000" w:firstRow="1" w:lastRow="0" w:firstColumn="0" w:lastColumn="0" w:oddVBand="0" w:evenVBand="0" w:oddHBand="0" w:evenHBand="0" w:firstRowFirstColumn="0" w:firstRowLastColumn="0" w:lastRowFirstColumn="0" w:lastRowLastColumn="0"/>
        </w:trPr>
        <w:tc>
          <w:tcPr>
            <w:tcW w:w="1750" w:type="dxa"/>
          </w:tcPr>
          <w:p w:rsidR="002627C4" w:rsidRDefault="00B91575">
            <w:pPr>
              <w:spacing w:after="0" w:line="240" w:lineRule="auto"/>
              <w:jc w:val="center"/>
            </w:pPr>
            <w:r>
              <w:rPr>
                <w:b/>
                <w:sz w:val="18"/>
                <w:szCs w:val="18"/>
              </w:rPr>
              <w:t>File</w:t>
            </w:r>
          </w:p>
        </w:tc>
        <w:tc>
          <w:tcPr>
            <w:tcW w:w="1750" w:type="dxa"/>
          </w:tcPr>
          <w:p w:rsidR="002627C4" w:rsidRDefault="00B91575">
            <w:pPr>
              <w:spacing w:after="0" w:line="240" w:lineRule="auto"/>
              <w:jc w:val="center"/>
            </w:pPr>
            <w:r>
              <w:rPr>
                <w:b/>
                <w:sz w:val="18"/>
                <w:szCs w:val="18"/>
              </w:rPr>
              <w:t>Copyright holder</w:t>
            </w:r>
          </w:p>
        </w:tc>
        <w:tc>
          <w:tcPr>
            <w:tcW w:w="1750" w:type="dxa"/>
          </w:tcPr>
          <w:p w:rsidR="002627C4" w:rsidRDefault="00B91575">
            <w:pPr>
              <w:spacing w:after="0" w:line="240" w:lineRule="auto"/>
              <w:jc w:val="center"/>
            </w:pPr>
            <w:r>
              <w:rPr>
                <w:b/>
                <w:sz w:val="18"/>
                <w:szCs w:val="18"/>
              </w:rPr>
              <w:t>Date on which the picture was taken</w:t>
            </w:r>
          </w:p>
        </w:tc>
        <w:tc>
          <w:tcPr>
            <w:tcW w:w="1750" w:type="dxa"/>
          </w:tcPr>
          <w:p w:rsidR="002627C4" w:rsidRDefault="00B91575">
            <w:pPr>
              <w:spacing w:after="0" w:line="240" w:lineRule="auto"/>
              <w:jc w:val="center"/>
            </w:pPr>
            <w:r>
              <w:rPr>
                <w:b/>
                <w:sz w:val="18"/>
                <w:szCs w:val="18"/>
              </w:rPr>
              <w:t>Caption</w:t>
            </w:r>
          </w:p>
        </w:tc>
      </w:tr>
      <w:tr w:rsidR="002627C4" w:rsidTr="002627C4">
        <w:trPr>
          <w:trHeight w:val="200"/>
        </w:trPr>
        <w:tc>
          <w:tcPr>
            <w:tcW w:w="1750" w:type="dxa"/>
          </w:tcPr>
          <w:p w:rsidR="002627C4" w:rsidRDefault="00B91575">
            <w:r>
              <w:rPr>
                <w:rStyle w:val="styleSubformtxt"/>
              </w:rPr>
              <w:t>files/42194278/pictures/Blue Lake Nth Straddie AS.JPG</w:t>
            </w:r>
          </w:p>
        </w:tc>
        <w:tc>
          <w:tcPr>
            <w:tcW w:w="1750" w:type="dxa"/>
          </w:tcPr>
          <w:p w:rsidR="002627C4" w:rsidRDefault="00B91575">
            <w:r>
              <w:rPr>
                <w:rStyle w:val="styleSubformtxt"/>
              </w:rPr>
              <w:t>Department of Environment and Science</w:t>
            </w:r>
          </w:p>
        </w:tc>
        <w:tc>
          <w:tcPr>
            <w:tcW w:w="1750" w:type="dxa"/>
          </w:tcPr>
          <w:p w:rsidR="002627C4" w:rsidRDefault="00B91575">
            <w:r>
              <w:rPr>
                <w:rStyle w:val="styleSubformtxt"/>
              </w:rPr>
              <w:t>2018</w:t>
            </w:r>
          </w:p>
        </w:tc>
        <w:tc>
          <w:tcPr>
            <w:tcW w:w="1750" w:type="dxa"/>
          </w:tcPr>
          <w:p w:rsidR="002627C4" w:rsidRDefault="00B91575">
            <w:r>
              <w:rPr>
                <w:rStyle w:val="styleSubformtxt"/>
              </w:rPr>
              <w:t>Blue Lake, Moreton Bay Ramsar Site</w:t>
            </w:r>
          </w:p>
        </w:tc>
      </w:tr>
      <w:tr w:rsidR="002627C4" w:rsidTr="002627C4">
        <w:trPr>
          <w:trHeight w:val="200"/>
        </w:trPr>
        <w:tc>
          <w:tcPr>
            <w:tcW w:w="1750" w:type="dxa"/>
          </w:tcPr>
          <w:p w:rsidR="002627C4" w:rsidRDefault="00B91575">
            <w:r>
              <w:rPr>
                <w:rStyle w:val="styleSubformtxt"/>
              </w:rPr>
              <w:t>files/42194278/pictures/Deadman's Beach Nth Straddie AS.JPG</w:t>
            </w:r>
          </w:p>
        </w:tc>
        <w:tc>
          <w:tcPr>
            <w:tcW w:w="1750" w:type="dxa"/>
          </w:tcPr>
          <w:p w:rsidR="002627C4" w:rsidRDefault="00B91575">
            <w:r>
              <w:rPr>
                <w:rStyle w:val="styleSubformtxt"/>
              </w:rPr>
              <w:t>Department of Environment and Science</w:t>
            </w:r>
          </w:p>
        </w:tc>
        <w:tc>
          <w:tcPr>
            <w:tcW w:w="1750" w:type="dxa"/>
          </w:tcPr>
          <w:p w:rsidR="002627C4" w:rsidRDefault="00B91575">
            <w:r>
              <w:rPr>
                <w:rStyle w:val="styleSubformtxt"/>
              </w:rPr>
              <w:t>2018</w:t>
            </w:r>
          </w:p>
        </w:tc>
        <w:tc>
          <w:tcPr>
            <w:tcW w:w="1750" w:type="dxa"/>
          </w:tcPr>
          <w:p w:rsidR="002627C4" w:rsidRDefault="00B91575">
            <w:r>
              <w:rPr>
                <w:rStyle w:val="styleSubformtxt"/>
              </w:rPr>
              <w:t>North Stradbroke Island, Moreton Bay Ramsar Site</w:t>
            </w:r>
          </w:p>
        </w:tc>
      </w:tr>
      <w:tr w:rsidR="002627C4" w:rsidTr="002627C4">
        <w:trPr>
          <w:trHeight w:val="200"/>
        </w:trPr>
        <w:tc>
          <w:tcPr>
            <w:tcW w:w="1750" w:type="dxa"/>
          </w:tcPr>
          <w:p w:rsidR="002627C4" w:rsidRDefault="00B91575">
            <w:r>
              <w:rPr>
                <w:rStyle w:val="styleSubformtxt"/>
              </w:rPr>
              <w:t>files/42194278/pictures/Litoria cooloolensis AS.JPG</w:t>
            </w:r>
          </w:p>
        </w:tc>
        <w:tc>
          <w:tcPr>
            <w:tcW w:w="1750" w:type="dxa"/>
          </w:tcPr>
          <w:p w:rsidR="002627C4" w:rsidRDefault="00B91575">
            <w:r>
              <w:rPr>
                <w:rStyle w:val="styleSubformtxt"/>
              </w:rPr>
              <w:t>Department of Environment and Science</w:t>
            </w:r>
          </w:p>
        </w:tc>
        <w:tc>
          <w:tcPr>
            <w:tcW w:w="1750" w:type="dxa"/>
          </w:tcPr>
          <w:p w:rsidR="002627C4" w:rsidRDefault="00B91575">
            <w:r>
              <w:rPr>
                <w:rStyle w:val="styleSubformtxt"/>
              </w:rPr>
              <w:t>2018</w:t>
            </w:r>
          </w:p>
        </w:tc>
        <w:tc>
          <w:tcPr>
            <w:tcW w:w="1750" w:type="dxa"/>
          </w:tcPr>
          <w:p w:rsidR="002627C4" w:rsidRDefault="00B91575">
            <w:r>
              <w:rPr>
                <w:rStyle w:val="styleSubformtxt"/>
              </w:rPr>
              <w:t>Cooloola Sedgefrog (Litoria cooloolensis), Moreton Bay Ramsar Site</w:t>
            </w:r>
          </w:p>
        </w:tc>
      </w:tr>
      <w:tr w:rsidR="002627C4" w:rsidTr="002627C4">
        <w:trPr>
          <w:trHeight w:val="200"/>
        </w:trPr>
        <w:tc>
          <w:tcPr>
            <w:tcW w:w="1750" w:type="dxa"/>
          </w:tcPr>
          <w:p w:rsidR="002627C4" w:rsidRDefault="00B91575">
            <w:r>
              <w:rPr>
                <w:rStyle w:val="styleSubformtxt"/>
              </w:rPr>
              <w:t>files/42194278/pictures/Flinders Beach Nth Straddie AS (2).jpg</w:t>
            </w:r>
          </w:p>
        </w:tc>
        <w:tc>
          <w:tcPr>
            <w:tcW w:w="1750" w:type="dxa"/>
          </w:tcPr>
          <w:p w:rsidR="002627C4" w:rsidRDefault="00B91575">
            <w:r>
              <w:rPr>
                <w:rStyle w:val="styleSubformtxt"/>
              </w:rPr>
              <w:t>Department of Environment and Science</w:t>
            </w:r>
          </w:p>
        </w:tc>
        <w:tc>
          <w:tcPr>
            <w:tcW w:w="1750" w:type="dxa"/>
          </w:tcPr>
          <w:p w:rsidR="002627C4" w:rsidRDefault="00B91575">
            <w:r>
              <w:rPr>
                <w:rStyle w:val="styleSubformtxt"/>
              </w:rPr>
              <w:t>2018</w:t>
            </w:r>
          </w:p>
        </w:tc>
        <w:tc>
          <w:tcPr>
            <w:tcW w:w="1750" w:type="dxa"/>
          </w:tcPr>
          <w:p w:rsidR="002627C4" w:rsidRDefault="00B91575">
            <w:r>
              <w:rPr>
                <w:rStyle w:val="styleSubformtxt"/>
              </w:rPr>
              <w:t>North Stradbroke Island, Moreton Bay Ramsar Site</w:t>
            </w:r>
          </w:p>
        </w:tc>
      </w:tr>
      <w:tr w:rsidR="002627C4" w:rsidTr="002627C4">
        <w:trPr>
          <w:trHeight w:val="200"/>
        </w:trPr>
        <w:tc>
          <w:tcPr>
            <w:tcW w:w="1750" w:type="dxa"/>
          </w:tcPr>
          <w:p w:rsidR="002627C4" w:rsidRDefault="00B91575">
            <w:r>
              <w:rPr>
                <w:rStyle w:val="styleSubformtxt"/>
              </w:rPr>
              <w:t>files/42194278/pictures/Flinders Beach Nth Straddie AS.JPG</w:t>
            </w:r>
          </w:p>
        </w:tc>
        <w:tc>
          <w:tcPr>
            <w:tcW w:w="1750" w:type="dxa"/>
          </w:tcPr>
          <w:p w:rsidR="002627C4" w:rsidRDefault="00B91575">
            <w:r>
              <w:rPr>
                <w:rStyle w:val="styleSubformtxt"/>
              </w:rPr>
              <w:t>Department of Environment and Science</w:t>
            </w:r>
          </w:p>
        </w:tc>
        <w:tc>
          <w:tcPr>
            <w:tcW w:w="1750" w:type="dxa"/>
          </w:tcPr>
          <w:p w:rsidR="002627C4" w:rsidRDefault="00B91575">
            <w:r>
              <w:rPr>
                <w:rStyle w:val="styleSubformtxt"/>
              </w:rPr>
              <w:t>2018</w:t>
            </w:r>
          </w:p>
        </w:tc>
        <w:tc>
          <w:tcPr>
            <w:tcW w:w="1750" w:type="dxa"/>
          </w:tcPr>
          <w:p w:rsidR="002627C4" w:rsidRDefault="00B91575">
            <w:r>
              <w:rPr>
                <w:rStyle w:val="styleSubformtxt"/>
              </w:rPr>
              <w:t>North Stradbroke Island, Moreton Bay Ramsar Site</w:t>
            </w:r>
          </w:p>
        </w:tc>
      </w:tr>
      <w:tr w:rsidR="002627C4" w:rsidTr="002627C4">
        <w:trPr>
          <w:trHeight w:val="200"/>
        </w:trPr>
        <w:tc>
          <w:tcPr>
            <w:tcW w:w="1750" w:type="dxa"/>
          </w:tcPr>
          <w:p w:rsidR="002627C4" w:rsidRDefault="00B91575">
            <w:r>
              <w:rPr>
                <w:rStyle w:val="styleSubformtxt"/>
              </w:rPr>
              <w:t>files/42194278/pictures/Main Beach North Straddie AS.JPG</w:t>
            </w:r>
          </w:p>
        </w:tc>
        <w:tc>
          <w:tcPr>
            <w:tcW w:w="1750" w:type="dxa"/>
          </w:tcPr>
          <w:p w:rsidR="002627C4" w:rsidRDefault="00B91575">
            <w:r>
              <w:rPr>
                <w:rStyle w:val="styleSubformtxt"/>
              </w:rPr>
              <w:t>Department of Environment and Science</w:t>
            </w:r>
          </w:p>
        </w:tc>
        <w:tc>
          <w:tcPr>
            <w:tcW w:w="1750" w:type="dxa"/>
          </w:tcPr>
          <w:p w:rsidR="002627C4" w:rsidRDefault="00B91575">
            <w:r>
              <w:rPr>
                <w:rStyle w:val="styleSubformtxt"/>
              </w:rPr>
              <w:t>2018</w:t>
            </w:r>
          </w:p>
        </w:tc>
        <w:tc>
          <w:tcPr>
            <w:tcW w:w="1750" w:type="dxa"/>
          </w:tcPr>
          <w:p w:rsidR="002627C4" w:rsidRDefault="00B91575">
            <w:r>
              <w:rPr>
                <w:rStyle w:val="styleSubformtxt"/>
              </w:rPr>
              <w:t>North Stradbroke Island, Moreton Bay Ramsar Site</w:t>
            </w:r>
          </w:p>
        </w:tc>
      </w:tr>
      <w:tr w:rsidR="002627C4" w:rsidTr="002627C4">
        <w:trPr>
          <w:trHeight w:val="200"/>
        </w:trPr>
        <w:tc>
          <w:tcPr>
            <w:tcW w:w="1750" w:type="dxa"/>
          </w:tcPr>
          <w:p w:rsidR="002627C4" w:rsidRDefault="002627C4"/>
        </w:tc>
        <w:tc>
          <w:tcPr>
            <w:tcW w:w="1750" w:type="dxa"/>
          </w:tcPr>
          <w:p w:rsidR="002627C4" w:rsidRDefault="002627C4"/>
        </w:tc>
        <w:tc>
          <w:tcPr>
            <w:tcW w:w="1750" w:type="dxa"/>
          </w:tcPr>
          <w:p w:rsidR="002627C4" w:rsidRDefault="002627C4"/>
        </w:tc>
        <w:tc>
          <w:tcPr>
            <w:tcW w:w="1750" w:type="dxa"/>
          </w:tcPr>
          <w:p w:rsidR="002627C4" w:rsidRDefault="002627C4"/>
        </w:tc>
      </w:tr>
    </w:tbl>
    <w:p w:rsidR="002627C4" w:rsidRDefault="002627C4"/>
    <w:p w:rsidR="002627C4" w:rsidRDefault="00B91575">
      <w:pPr>
        <w:spacing w:after="0" w:line="240" w:lineRule="auto"/>
        <w:ind w:left="216"/>
      </w:pPr>
      <w:r>
        <w:rPr>
          <w:rStyle w:val="styleC3"/>
        </w:rPr>
        <w:tab/>
      </w:r>
      <w:r>
        <w:rPr>
          <w:rStyle w:val="styleRad"/>
        </w:rPr>
        <w:t xml:space="preserve"> [x] </w:t>
      </w:r>
      <w:r>
        <w:rPr>
          <w:rStyle w:val="styleC3"/>
        </w:rPr>
        <w:t xml:space="preserve"> I certify that I am the photographer, the valid holder of rights over the photograph(s), or an authorized representative of the organization which is the valid holder of rights over the photograph(s), and I 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Convention Secretariat, its affiliates and partners are explicitly held harmless for any and all costs, expenses, or damages arising from use of the submitted photograph(s) and any additional information provided.</w:t>
      </w:r>
    </w:p>
    <w:p w:rsidR="002627C4" w:rsidRDefault="002627C4"/>
    <w:p w:rsidR="002627C4" w:rsidRDefault="00B91575">
      <w:pPr>
        <w:pStyle w:val="pstyleSection"/>
      </w:pPr>
      <w:r>
        <w:rPr>
          <w:rStyle w:val="styleL2"/>
        </w:rPr>
        <w:t>6.1.4 Designation letter and related data</w:t>
      </w:r>
    </w:p>
    <w:p w:rsidR="002627C4" w:rsidRDefault="00B91575">
      <w:pPr>
        <w:pStyle w:val="pstyleLabels"/>
      </w:pPr>
      <w:r>
        <w:rPr>
          <w:rStyle w:val="styleC3"/>
        </w:rPr>
        <w:t>Designation letter</w:t>
      </w:r>
      <w:r>
        <w:rPr>
          <w:vertAlign w:val="superscript"/>
        </w:rPr>
        <w:t>*</w:t>
      </w:r>
    </w:p>
    <w:p w:rsidR="002627C4" w:rsidRDefault="00B91575">
      <w:pPr>
        <w:pStyle w:val="pstyleTitleFirst"/>
      </w:pPr>
      <w:r>
        <w:rPr>
          <w:rStyle w:val="styleC3online"/>
        </w:rPr>
        <w:t>-UPLOAD via online form-</w:t>
      </w:r>
    </w:p>
    <w:p w:rsidR="002627C4" w:rsidRDefault="00B91575">
      <w:pPr>
        <w:pStyle w:val="pstyleComments"/>
      </w:pPr>
      <w:r>
        <w:rPr>
          <w:rStyle w:val="styleC3comment"/>
        </w:rPr>
        <w:t xml:space="preserve">Please upload a letter of designation from the Ramsar Administrative Authority. This letter must clearly state that the wetland is being designated for inclusion in the Ramsar List and specify the formal date of designation wished. The letter can be uploaded in two formats: Word document (doc); pdf Strategic Framework: 408. The RIS for a newly designated Site (or an update to the RIS for a previously designated site) must be officially transmitted to the Secretariat by the Ramsar Administrative Authority (AA) of the Contracting Party concerned, with a letter clearly stating that the wetland is being designated for inclusion in the Ramsar List and specifying the formal date of designation if wished.   413. The date of designation of a Ramsar Site is that indicated or requested by the Ramsar Administrative Authority (AA). The designation date required should be indicated in the designation letter from the AA to the Secretariat that accompanies the RIS.   414. If no designation date is indicated to the Secretariat, the Secretariat assigns the date of the designation letter from the Administrative Authority as the designation date of the site.   415. If, following the receipt and review of the RIS by the Secretariat (see below), a significant time-period elapses before any problems with the RIS content are resolved with the Administrative Authority, the Secretariat may propose that, with the agreement of the AA, the date of designation is that on which the RIS is finalised.  </w:t>
      </w:r>
    </w:p>
    <w:p w:rsidR="002627C4" w:rsidRDefault="00B91575">
      <w:pPr>
        <w:pStyle w:val="pstyleLabels"/>
      </w:pPr>
      <w:r>
        <w:rPr>
          <w:rStyle w:val="styleC3"/>
        </w:rPr>
        <w:t>Transboundary Designation letter</w:t>
      </w:r>
    </w:p>
    <w:p w:rsidR="002627C4" w:rsidRDefault="00B91575">
      <w:pPr>
        <w:pStyle w:val="pstyleTitleFirst"/>
      </w:pPr>
      <w:r>
        <w:rPr>
          <w:rStyle w:val="styleC3online"/>
        </w:rPr>
        <w:t>-UPLOAD via online form-</w:t>
      </w:r>
    </w:p>
    <w:p w:rsidR="002627C4" w:rsidRDefault="00B91575">
      <w:pPr>
        <w:pStyle w:val="pstyleLabels"/>
      </w:pPr>
      <w:r>
        <w:rPr>
          <w:rStyle w:val="styleC3"/>
        </w:rPr>
        <w:t>Date of Designation</w:t>
      </w:r>
    </w:p>
    <w:tbl>
      <w:tblPr>
        <w:tblStyle w:val="myFieldTableStyle2"/>
        <w:tblW w:w="0" w:type="auto"/>
        <w:tblInd w:w="-8" w:type="dxa"/>
        <w:tblLook w:val="04A0" w:firstRow="1" w:lastRow="0" w:firstColumn="1" w:lastColumn="0" w:noHBand="0" w:noVBand="1"/>
      </w:tblPr>
      <w:tblGrid>
        <w:gridCol w:w="194"/>
        <w:gridCol w:w="8798"/>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1993-10-22</w:t>
            </w:r>
          </w:p>
        </w:tc>
      </w:tr>
    </w:tbl>
    <w:p w:rsidR="002627C4" w:rsidRDefault="00B91575">
      <w:pPr>
        <w:pStyle w:val="pstyleLabels"/>
      </w:pPr>
      <w:r>
        <w:rPr>
          <w:rStyle w:val="styleC3"/>
        </w:rPr>
        <w:t>Number of certificates wished</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797"/>
      </w:tblGrid>
      <w:tr w:rsidR="002627C4" w:rsidTr="002627C4">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rsidR="002627C4" w:rsidRDefault="002627C4">
            <w:pPr>
              <w:spacing w:after="0" w:line="240" w:lineRule="auto"/>
              <w:ind w:left="216"/>
            </w:pPr>
          </w:p>
        </w:tc>
        <w:tc>
          <w:tcPr>
            <w:tcW w:w="9500" w:type="dxa"/>
          </w:tcPr>
          <w:p w:rsidR="002627C4" w:rsidRDefault="00B91575">
            <w:pPr>
              <w:spacing w:before="5" w:after="2" w:line="240" w:lineRule="auto"/>
              <w:ind w:left="72"/>
            </w:pPr>
            <w:r>
              <w:rPr>
                <w:rStyle w:val="styleDatatxt"/>
              </w:rPr>
              <w:t>0</w:t>
            </w:r>
          </w:p>
        </w:tc>
      </w:tr>
    </w:tbl>
    <w:p w:rsidR="002C321B" w:rsidRDefault="002C321B"/>
    <w:sectPr w:rsidR="002C321B">
      <w:pgSz w:w="11870" w:h="1678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21B" w:rsidRDefault="00B91575">
      <w:pPr>
        <w:spacing w:after="0" w:line="240" w:lineRule="auto"/>
      </w:pPr>
      <w:r>
        <w:separator/>
      </w:r>
    </w:p>
  </w:endnote>
  <w:endnote w:type="continuationSeparator" w:id="0">
    <w:p w:rsidR="002C321B" w:rsidRDefault="00B91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7C4" w:rsidRDefault="00B91575">
    <w:pPr>
      <w:pStyle w:val="pstyleHeader"/>
    </w:pPr>
    <w:r>
      <w:rPr>
        <w:rStyle w:val="styleHeadertxt"/>
      </w:rPr>
      <w:t xml:space="preserve">Page </w:t>
    </w:r>
    <w:r>
      <w:fldChar w:fldCharType="begin"/>
    </w:r>
    <w:r>
      <w:rPr>
        <w:rStyle w:val="styleHeadertxt"/>
      </w:rPr>
      <w:instrText>PAGE</w:instrText>
    </w:r>
    <w:r>
      <w:fldChar w:fldCharType="separate"/>
    </w:r>
    <w:r w:rsidR="00167983">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167983">
      <w:rPr>
        <w:rStyle w:val="styleHeadertxt"/>
        <w:noProof/>
      </w:rPr>
      <w:t>74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21B" w:rsidRDefault="00B91575">
      <w:pPr>
        <w:spacing w:after="0" w:line="240" w:lineRule="auto"/>
      </w:pPr>
      <w:r>
        <w:separator/>
      </w:r>
    </w:p>
  </w:footnote>
  <w:footnote w:type="continuationSeparator" w:id="0">
    <w:p w:rsidR="002C321B" w:rsidRDefault="00B91575">
      <w:pPr>
        <w:spacing w:after="0" w:line="240" w:lineRule="auto"/>
      </w:pPr>
      <w:r>
        <w:continuationSeparator/>
      </w:r>
    </w:p>
  </w:footnote>
  <w:footnote w:id="1">
    <w:p w:rsidR="002627C4" w:rsidRDefault="00B91575">
      <w:pPr>
        <w:spacing w:after="0" w:line="240" w:lineRule="auto"/>
        <w:ind w:left="216"/>
      </w:pPr>
      <w:r>
        <w:rPr>
          <w:rStyle w:val="FootnoteReference"/>
        </w:rPr>
        <w:footnoteRef/>
      </w:r>
      <w:r>
        <w:t xml:space="preserve"> </w:t>
      </w:r>
      <w:r>
        <w:rPr>
          <w:rStyle w:val="styleFootnotetxt"/>
        </w:rPr>
        <w:t>No change to area | the area has increased | the area has decreased</w:t>
      </w:r>
    </w:p>
  </w:footnote>
  <w:footnote w:id="2">
    <w:p w:rsidR="002627C4" w:rsidRDefault="00B91575">
      <w:pPr>
        <w:spacing w:after="0" w:line="240" w:lineRule="auto"/>
        <w:ind w:left="216"/>
      </w:pPr>
      <w:r>
        <w:rPr>
          <w:rStyle w:val="FootnoteReference"/>
        </w:rPr>
        <w:footnoteRef/>
      </w:r>
      <w:r>
        <w:t xml:space="preserve"> </w:t>
      </w:r>
      <w:r>
        <w:rPr>
          <w:rStyle w:val="styleFootnotetxt"/>
        </w:rPr>
        <w:t>Not evaluated | No | Uncertain | Yes -likely- | Yes -actual-</w:t>
      </w:r>
    </w:p>
  </w:footnote>
  <w:footnote w:id="3">
    <w:p w:rsidR="002627C4" w:rsidRDefault="00B91575">
      <w:r>
        <w:rPr>
          <w:rStyle w:val="FootnoteReference"/>
        </w:rPr>
        <w:footnoteRef/>
      </w:r>
      <w:r>
        <w:t xml:space="preserve"> </w:t>
      </w:r>
    </w:p>
  </w:footnote>
  <w:footnote w:id="4">
    <w:p w:rsidR="002627C4" w:rsidRDefault="00B91575">
      <w:r>
        <w:rPr>
          <w:rStyle w:val="FootnoteReference"/>
        </w:rPr>
        <w:footnoteRef/>
      </w:r>
      <w:r>
        <w:t xml:space="preserve"> </w:t>
      </w:r>
      <w:r>
        <w:rPr>
          <w:rStyle w:val="styleFootnotetxt"/>
        </w:rPr>
        <w:t>Percentage of the total biogeographic population at the site. These fields are only compulsory to justify criteria 6 &amp; 9</w:t>
      </w:r>
    </w:p>
  </w:footnote>
  <w:footnote w:id="5">
    <w:p w:rsidR="002627C4" w:rsidRDefault="00B91575">
      <w:r>
        <w:rPr>
          <w:rStyle w:val="FootnoteReference"/>
        </w:rPr>
        <w:footnoteRef/>
      </w:r>
      <w:r>
        <w:t xml:space="preserve"> </w:t>
      </w:r>
    </w:p>
  </w:footnote>
  <w:footnote w:id="6">
    <w:p w:rsidR="002627C4" w:rsidRDefault="00B91575">
      <w:pPr>
        <w:spacing w:after="0" w:line="240" w:lineRule="auto"/>
        <w:ind w:left="216"/>
      </w:pPr>
      <w:r>
        <w:rPr>
          <w:rStyle w:val="FootnoteReference"/>
        </w:rPr>
        <w:footnoteRef/>
      </w:r>
      <w:r>
        <w:t xml:space="preserve"> </w:t>
      </w:r>
      <w:r>
        <w:rPr>
          <w:rStyle w:val="styleFootnotetxt"/>
        </w:rPr>
        <w:t>No | Yes | In preparation</w:t>
      </w:r>
    </w:p>
  </w:footnote>
  <w:footnote w:id="7">
    <w:p w:rsidR="002627C4" w:rsidRDefault="00B91575">
      <w:pPr>
        <w:spacing w:after="0" w:line="240" w:lineRule="auto"/>
        <w:ind w:left="216"/>
      </w:pPr>
      <w:r>
        <w:rPr>
          <w:rStyle w:val="FootnoteReference"/>
        </w:rPr>
        <w:footnoteRef/>
      </w:r>
      <w:r>
        <w:t xml:space="preserve"> </w:t>
      </w:r>
      <w:r>
        <w:rPr>
          <w:rStyle w:val="styleFootnotetxt"/>
        </w:rPr>
        <w:t>All of Ramsar Site | Part of Ramsar Site</w:t>
      </w:r>
    </w:p>
  </w:footnote>
  <w:footnote w:id="8">
    <w:p w:rsidR="002627C4" w:rsidRDefault="00B91575">
      <w:pPr>
        <w:spacing w:after="0" w:line="240" w:lineRule="auto"/>
        <w:ind w:left="216"/>
      </w:pPr>
      <w:r>
        <w:rPr>
          <w:rStyle w:val="FootnoteReference"/>
        </w:rPr>
        <w:footnoteRef/>
      </w:r>
      <w:r>
        <w:t xml:space="preserve"> </w:t>
      </w:r>
      <w:r>
        <w:rPr>
          <w:rStyle w:val="styleFootnotetxt"/>
        </w:rPr>
        <w:t>No need identified | No; the site has already been restored | No; but restoration is needed | No; but a plan is being prepared | Yes; there is a plan</w:t>
      </w:r>
    </w:p>
  </w:footnote>
  <w:footnote w:id="9">
    <w:p w:rsidR="002627C4" w:rsidRDefault="00B91575">
      <w:pPr>
        <w:spacing w:after="0" w:line="240" w:lineRule="auto"/>
        <w:ind w:left="216"/>
      </w:pPr>
      <w:r>
        <w:rPr>
          <w:rStyle w:val="FootnoteReference"/>
        </w:rPr>
        <w:footnoteRef/>
      </w:r>
      <w:r>
        <w:t xml:space="preserve"> </w:t>
      </w:r>
      <w:r>
        <w:rPr>
          <w:rStyle w:val="styleFootnotetxt"/>
        </w:rPr>
        <w:t>All of Ramsar Site | Part of Ramsar 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 w:type="dxa"/>
      <w:tblCellMar>
        <w:left w:w="10" w:type="dxa"/>
        <w:right w:w="10" w:type="dxa"/>
      </w:tblCellMar>
      <w:tblLook w:val="04A0" w:firstRow="1" w:lastRow="0" w:firstColumn="1" w:lastColumn="0" w:noHBand="0" w:noVBand="1"/>
    </w:tblPr>
    <w:tblGrid>
      <w:gridCol w:w="8980"/>
    </w:tblGrid>
    <w:tr w:rsidR="002627C4">
      <w:tc>
        <w:tcPr>
          <w:tcW w:w="10000" w:type="dxa"/>
        </w:tcPr>
        <w:p w:rsidR="002627C4" w:rsidRDefault="00B91575">
          <w:pPr>
            <w:pStyle w:val="pstyleHeader"/>
          </w:pPr>
          <w:r>
            <w:rPr>
              <w:rStyle w:val="styleHeadertxt"/>
            </w:rPr>
            <w:t>Ramsar Site 631. Moreton Bay - Australia</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7C4"/>
    <w:rsid w:val="00167983"/>
    <w:rsid w:val="002627C4"/>
    <w:rsid w:val="002C321B"/>
    <w:rsid w:val="003D6CE4"/>
    <w:rsid w:val="00B91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D00A0E-594D-4D75-A695-905D8607E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styleCountryFirst">
    <w:name w:val="styleCountryFirst"/>
    <w:rPr>
      <w:rFonts w:ascii="Arial" w:eastAsia="Arial" w:hAnsi="Arial" w:cs="Arial"/>
      <w:b/>
      <w:color w:val="365F91"/>
      <w:sz w:val="56"/>
      <w:szCs w:val="56"/>
    </w:rPr>
  </w:style>
  <w:style w:type="character" w:customStyle="1" w:styleId="styleTitleFirst">
    <w:name w:val="styleTitleFirst"/>
    <w:rPr>
      <w:rFonts w:ascii="Arial" w:eastAsia="Arial" w:hAnsi="Arial" w:cs="Arial"/>
      <w:b/>
      <w:color w:val="365F91"/>
      <w:sz w:val="36"/>
      <w:szCs w:val="36"/>
    </w:rPr>
  </w:style>
  <w:style w:type="character" w:customStyle="1" w:styleId="styleL0">
    <w:name w:val="styleL0"/>
    <w:rPr>
      <w:rFonts w:ascii="Arial" w:eastAsia="Arial" w:hAnsi="Arial" w:cs="Arial"/>
      <w:b/>
      <w:color w:val="05348C"/>
      <w:sz w:val="26"/>
      <w:szCs w:val="26"/>
    </w:rPr>
  </w:style>
  <w:style w:type="character" w:customStyle="1" w:styleId="styleL1">
    <w:name w:val="styleL1"/>
    <w:rPr>
      <w:rFonts w:ascii="Arial" w:eastAsia="Arial" w:hAnsi="Arial" w:cs="Arial"/>
      <w:b/>
      <w:color w:val="05348C"/>
      <w:sz w:val="22"/>
      <w:szCs w:val="22"/>
    </w:rPr>
  </w:style>
  <w:style w:type="character" w:customStyle="1" w:styleId="styleL2">
    <w:name w:val="styleL2"/>
    <w:rPr>
      <w:rFonts w:ascii="Arial" w:eastAsia="Arial" w:hAnsi="Arial" w:cs="Arial"/>
      <w:b/>
      <w:color w:val="355A9F"/>
      <w:sz w:val="20"/>
      <w:szCs w:val="20"/>
    </w:rPr>
  </w:style>
  <w:style w:type="character" w:customStyle="1" w:styleId="styleC3">
    <w:name w:val="styleC3"/>
    <w:rPr>
      <w:rFonts w:ascii="Arial" w:eastAsia="Arial" w:hAnsi="Arial" w:cs="Arial"/>
      <w:color w:val="355A9F"/>
      <w:sz w:val="18"/>
      <w:szCs w:val="18"/>
    </w:rPr>
  </w:style>
  <w:style w:type="character" w:customStyle="1" w:styleId="styleC3update">
    <w:name w:val="styleC3update"/>
    <w:rPr>
      <w:rFonts w:ascii="Arial" w:eastAsia="Arial" w:hAnsi="Arial" w:cs="Arial"/>
      <w:color w:val="355A9F"/>
      <w:sz w:val="18"/>
      <w:szCs w:val="18"/>
      <w:shd w:val="clear" w:color="auto" w:fill="F0FAFA"/>
    </w:rPr>
  </w:style>
  <w:style w:type="character" w:customStyle="1" w:styleId="styleC3ecd">
    <w:name w:val="styleC3ecd"/>
    <w:rPr>
      <w:rFonts w:ascii="Arial" w:eastAsia="Arial" w:hAnsi="Arial" w:cs="Arial"/>
      <w:color w:val="355A9F"/>
      <w:sz w:val="18"/>
      <w:szCs w:val="18"/>
      <w:shd w:val="clear" w:color="auto" w:fill="F8E0F7"/>
    </w:rPr>
  </w:style>
  <w:style w:type="character" w:customStyle="1" w:styleId="styleRad">
    <w:name w:val="styleRad"/>
    <w:rPr>
      <w:rFonts w:ascii="Arial" w:eastAsia="Arial" w:hAnsi="Arial" w:cs="Arial"/>
      <w:color w:val="355A9F"/>
      <w:sz w:val="18"/>
      <w:szCs w:val="18"/>
      <w:shd w:val="clear" w:color="auto" w:fill="FBF7C6"/>
    </w:rPr>
  </w:style>
  <w:style w:type="character" w:customStyle="1" w:styleId="styleC3comment">
    <w:name w:val="styleC3_comment"/>
    <w:rPr>
      <w:rFonts w:ascii="Arial" w:eastAsia="Arial" w:hAnsi="Arial" w:cs="Arial"/>
      <w:i/>
      <w:iCs/>
      <w:color w:val="355A9F"/>
      <w:sz w:val="18"/>
      <w:szCs w:val="18"/>
    </w:rPr>
  </w:style>
  <w:style w:type="character" w:customStyle="1" w:styleId="styleDatatxt">
    <w:name w:val="styleData_txt"/>
    <w:rPr>
      <w:rFonts w:ascii="Arial" w:eastAsia="Arial" w:hAnsi="Arial" w:cs="Arial"/>
      <w:color w:val="000000"/>
      <w:sz w:val="18"/>
      <w:szCs w:val="18"/>
    </w:rPr>
  </w:style>
  <w:style w:type="character" w:customStyle="1" w:styleId="styleC3online">
    <w:name w:val="styleC3_online"/>
    <w:rPr>
      <w:rFonts w:ascii="Arial" w:eastAsia="Arial" w:hAnsi="Arial" w:cs="Arial"/>
      <w:b/>
      <w:color w:val="355A9F"/>
      <w:sz w:val="18"/>
      <w:szCs w:val="18"/>
    </w:rPr>
  </w:style>
  <w:style w:type="character" w:customStyle="1" w:styleId="stylewingdings">
    <w:name w:val="style_wingdings"/>
    <w:rPr>
      <w:rFonts w:ascii="Wingdings" w:eastAsia="Wingdings" w:hAnsi="Wingdings" w:cs="Wingdings"/>
      <w:b/>
      <w:color w:val="355A9F"/>
      <w:sz w:val="20"/>
      <w:szCs w:val="20"/>
    </w:rPr>
  </w:style>
  <w:style w:type="character" w:customStyle="1" w:styleId="stylewingdingssp">
    <w:name w:val="style_wingdings_sp"/>
    <w:rPr>
      <w:rFonts w:ascii="Wingdings" w:eastAsia="Wingdings" w:hAnsi="Wingdings" w:cs="Wingdings"/>
      <w:color w:val="000000"/>
      <w:sz w:val="20"/>
      <w:szCs w:val="20"/>
    </w:rPr>
  </w:style>
  <w:style w:type="character" w:customStyle="1" w:styleId="styleHeadertxt">
    <w:name w:val="styleHeader_txt"/>
    <w:rPr>
      <w:rFonts w:ascii="Arial" w:eastAsia="Arial" w:hAnsi="Arial" w:cs="Arial"/>
      <w:sz w:val="18"/>
      <w:szCs w:val="18"/>
    </w:rPr>
  </w:style>
  <w:style w:type="character" w:customStyle="1" w:styleId="styleLink">
    <w:name w:val="styleLink"/>
    <w:rPr>
      <w:rFonts w:ascii="Arial" w:eastAsia="Arial" w:hAnsi="Arial" w:cs="Arial"/>
      <w:color w:val="0000FF"/>
      <w:sz w:val="18"/>
      <w:szCs w:val="18"/>
    </w:rPr>
  </w:style>
  <w:style w:type="character" w:customStyle="1" w:styleId="styleFootnotetxt">
    <w:name w:val="styleFootnote_txt"/>
    <w:rPr>
      <w:rFonts w:ascii="Arial" w:eastAsia="Arial" w:hAnsi="Arial" w:cs="Arial"/>
      <w:color w:val="000000"/>
      <w:sz w:val="16"/>
      <w:szCs w:val="16"/>
    </w:rPr>
  </w:style>
  <w:style w:type="character" w:customStyle="1" w:styleId="styleSubformTitletxt">
    <w:name w:val="styleSubformTitle_txt"/>
    <w:rPr>
      <w:rFonts w:ascii="Arial" w:eastAsia="Arial" w:hAnsi="Arial" w:cs="Arial"/>
      <w:b/>
      <w:color w:val="000000"/>
      <w:sz w:val="18"/>
      <w:szCs w:val="18"/>
    </w:rPr>
  </w:style>
  <w:style w:type="character" w:customStyle="1" w:styleId="styleSubformtxt">
    <w:name w:val="styleSubform_txt"/>
    <w:rPr>
      <w:rFonts w:ascii="Arial" w:eastAsia="Arial" w:hAnsi="Arial" w:cs="Arial"/>
      <w:color w:val="000000"/>
      <w:sz w:val="18"/>
      <w:szCs w:val="18"/>
    </w:rPr>
  </w:style>
  <w:style w:type="character" w:customStyle="1" w:styleId="styleSubformtxtUP">
    <w:name w:val="styleSubform_txtUP"/>
    <w:rPr>
      <w:rFonts w:ascii="Arial" w:eastAsia="Arial" w:hAnsi="Arial" w:cs="Arial"/>
      <w:caps/>
      <w:color w:val="000000"/>
      <w:sz w:val="14"/>
      <w:szCs w:val="14"/>
    </w:rPr>
  </w:style>
  <w:style w:type="character" w:customStyle="1" w:styleId="styleSubformtxtIblue">
    <w:name w:val="styleSubform_txtIblue"/>
    <w:rPr>
      <w:rFonts w:ascii="Arial" w:eastAsia="Arial" w:hAnsi="Arial" w:cs="Arial"/>
      <w:i/>
      <w:iCs/>
      <w:color w:val="05348C"/>
      <w:sz w:val="18"/>
      <w:szCs w:val="18"/>
    </w:rPr>
  </w:style>
  <w:style w:type="character" w:customStyle="1" w:styleId="styleSubformtxtIblue700">
    <w:name w:val="styleSubform_txtIblue700"/>
    <w:rPr>
      <w:rFonts w:ascii="Arial" w:eastAsia="Arial" w:hAnsi="Arial" w:cs="Arial"/>
      <w:i/>
      <w:iCs/>
      <w:color w:val="05348C"/>
      <w:sz w:val="14"/>
      <w:szCs w:val="14"/>
    </w:rPr>
  </w:style>
  <w:style w:type="character" w:customStyle="1" w:styleId="styleSubformtxtsp">
    <w:name w:val="styleSubform_txt_sp"/>
    <w:rPr>
      <w:rFonts w:ascii="Arial" w:eastAsia="Arial" w:hAnsi="Arial" w:cs="Arial"/>
      <w:color w:val="000000"/>
      <w:sz w:val="14"/>
      <w:szCs w:val="14"/>
    </w:rPr>
  </w:style>
  <w:style w:type="character" w:customStyle="1" w:styleId="almostEmpty">
    <w:name w:val="almostEmpty"/>
    <w:rPr>
      <w:rFonts w:ascii="Arial" w:eastAsia="Arial" w:hAnsi="Arial" w:cs="Arial"/>
      <w:color w:val="FFFFFF"/>
      <w:sz w:val="2"/>
      <w:szCs w:val="2"/>
    </w:rPr>
  </w:style>
  <w:style w:type="character" w:customStyle="1" w:styleId="styleHint1txt">
    <w:name w:val="styleHint1_txt"/>
    <w:rPr>
      <w:rFonts w:ascii="Arial" w:eastAsia="Arial" w:hAnsi="Arial" w:cs="Arial"/>
      <w:i/>
      <w:iCs/>
      <w:color w:val="000000"/>
      <w:sz w:val="16"/>
      <w:szCs w:val="16"/>
    </w:rPr>
  </w:style>
  <w:style w:type="character" w:customStyle="1" w:styleId="styleBracket">
    <w:name w:val="styleBracket"/>
    <w:rPr>
      <w:rFonts w:ascii="Arial" w:eastAsia="Arial" w:hAnsi="Arial" w:cs="Arial"/>
      <w:sz w:val="14"/>
      <w:szCs w:val="14"/>
    </w:rPr>
  </w:style>
  <w:style w:type="character" w:customStyle="1" w:styleId="firstTxt0">
    <w:name w:val="firstTxt0"/>
    <w:rPr>
      <w:rFonts w:ascii="Arial" w:eastAsia="Arial" w:hAnsi="Arial" w:cs="Arial"/>
      <w:b/>
      <w:color w:val="365F91"/>
      <w:sz w:val="28"/>
      <w:szCs w:val="28"/>
    </w:rPr>
  </w:style>
  <w:style w:type="character" w:customStyle="1" w:styleId="firstTxt1">
    <w:name w:val="firstTxt1"/>
    <w:rPr>
      <w:rFonts w:ascii="Arial" w:eastAsia="Arial" w:hAnsi="Arial" w:cs="Arial"/>
      <w:color w:val="000000"/>
      <w:sz w:val="20"/>
      <w:szCs w:val="20"/>
    </w:rPr>
  </w:style>
  <w:style w:type="character" w:customStyle="1" w:styleId="TxtCommentHd">
    <w:name w:val="TxtCommentHd"/>
    <w:rPr>
      <w:rFonts w:ascii="Arial" w:eastAsia="Arial" w:hAnsi="Arial" w:cs="Arial"/>
      <w:b/>
      <w:color w:val="FFFFFF"/>
      <w:sz w:val="18"/>
      <w:szCs w:val="18"/>
    </w:rPr>
  </w:style>
  <w:style w:type="character" w:customStyle="1" w:styleId="TxtComment">
    <w:name w:val="TxtComment"/>
    <w:rPr>
      <w:rFonts w:ascii="Arial" w:eastAsia="Arial" w:hAnsi="Arial" w:cs="Arial"/>
      <w:color w:val="000000"/>
      <w:sz w:val="16"/>
      <w:szCs w:val="16"/>
    </w:rPr>
  </w:style>
  <w:style w:type="character" w:customStyle="1" w:styleId="styleSubtitle">
    <w:name w:val="styleSubtitle"/>
    <w:rPr>
      <w:rFonts w:ascii="Arial" w:eastAsia="Arial" w:hAnsi="Arial" w:cs="Arial"/>
      <w:b/>
      <w:color w:val="355A9F"/>
      <w:sz w:val="20"/>
      <w:szCs w:val="20"/>
    </w:rPr>
  </w:style>
  <w:style w:type="paragraph" w:customStyle="1" w:styleId="pStyle">
    <w:name w:val="pStyle"/>
    <w:basedOn w:val="Normal"/>
    <w:pPr>
      <w:spacing w:after="0" w:line="240" w:lineRule="auto"/>
      <w:ind w:left="432"/>
    </w:pPr>
  </w:style>
  <w:style w:type="paragraph" w:customStyle="1" w:styleId="pstyleTitleFirst">
    <w:name w:val="pstyleTitleFirst"/>
    <w:basedOn w:val="Normal"/>
    <w:pPr>
      <w:spacing w:after="100"/>
      <w:jc w:val="center"/>
    </w:pPr>
  </w:style>
  <w:style w:type="paragraph" w:customStyle="1" w:styleId="pstyleRadio">
    <w:name w:val="pstyleRadio"/>
    <w:basedOn w:val="Normal"/>
    <w:pPr>
      <w:spacing w:after="0" w:line="240" w:lineRule="auto"/>
      <w:ind w:left="1080"/>
    </w:pPr>
  </w:style>
  <w:style w:type="paragraph" w:customStyle="1" w:styleId="pstyleRadioTb">
    <w:name w:val="pstyleRadioTb"/>
    <w:basedOn w:val="Normal"/>
    <w:pPr>
      <w:jc w:val="center"/>
    </w:pPr>
  </w:style>
  <w:style w:type="paragraph" w:customStyle="1" w:styleId="pstyleTitleFirst2">
    <w:name w:val="pstyleTitleFirst2"/>
    <w:basedOn w:val="Normal"/>
    <w:pPr>
      <w:spacing w:after="1600"/>
      <w:jc w:val="center"/>
    </w:pPr>
  </w:style>
  <w:style w:type="paragraph" w:customStyle="1" w:styleId="pstyleFirstText0">
    <w:name w:val="pstyleFirstText0"/>
    <w:basedOn w:val="Normal"/>
    <w:pPr>
      <w:spacing w:after="100"/>
      <w:jc w:val="center"/>
    </w:pPr>
  </w:style>
  <w:style w:type="paragraph" w:customStyle="1" w:styleId="pstyleFirstText1">
    <w:name w:val="pstyleFirstText1"/>
    <w:basedOn w:val="Normal"/>
    <w:pPr>
      <w:spacing w:after="3500"/>
      <w:jc w:val="center"/>
    </w:pPr>
  </w:style>
  <w:style w:type="paragraph" w:customStyle="1" w:styleId="pstyleSectionL0">
    <w:name w:val="pstyleSectionL0"/>
    <w:basedOn w:val="Normal"/>
    <w:pPr>
      <w:spacing w:after="0" w:line="240" w:lineRule="auto"/>
    </w:pPr>
  </w:style>
  <w:style w:type="paragraph" w:customStyle="1" w:styleId="pstyleSectionL1">
    <w:name w:val="pstyleSectionL1"/>
    <w:basedOn w:val="Normal"/>
    <w:pPr>
      <w:spacing w:before="5" w:after="0"/>
    </w:pPr>
  </w:style>
  <w:style w:type="paragraph" w:customStyle="1" w:styleId="pstyleSection">
    <w:name w:val="pstyleSection"/>
    <w:basedOn w:val="Normal"/>
    <w:pPr>
      <w:spacing w:before="150" w:after="0"/>
      <w:ind w:left="216"/>
    </w:pPr>
  </w:style>
  <w:style w:type="paragraph" w:customStyle="1" w:styleId="pstyleComments">
    <w:name w:val="pstyleComments"/>
    <w:basedOn w:val="Normal"/>
    <w:pPr>
      <w:spacing w:before="100" w:after="0" w:line="240" w:lineRule="auto"/>
      <w:ind w:left="216"/>
    </w:pPr>
  </w:style>
  <w:style w:type="paragraph" w:customStyle="1" w:styleId="pstyleLabels">
    <w:name w:val="pstyleLabels"/>
    <w:basedOn w:val="Normal"/>
    <w:pPr>
      <w:spacing w:before="80" w:after="20" w:line="244" w:lineRule="auto"/>
      <w:ind w:left="216"/>
    </w:pPr>
  </w:style>
  <w:style w:type="paragraph" w:customStyle="1" w:styleId="pstyleLabelsECD">
    <w:name w:val="pstyleLabelsECD"/>
    <w:basedOn w:val="Normal"/>
    <w:pPr>
      <w:spacing w:before="80" w:after="20" w:line="244" w:lineRule="auto"/>
      <w:ind w:left="864"/>
    </w:pPr>
  </w:style>
  <w:style w:type="paragraph" w:customStyle="1" w:styleId="pstyleContent">
    <w:name w:val="pstyleContent"/>
    <w:basedOn w:val="Normal"/>
    <w:pPr>
      <w:spacing w:after="20" w:line="244" w:lineRule="auto"/>
      <w:ind w:left="216"/>
    </w:pPr>
  </w:style>
  <w:style w:type="paragraph" w:customStyle="1" w:styleId="pstyleSubtitle">
    <w:name w:val="pstyleSubtitle"/>
    <w:basedOn w:val="Normal"/>
    <w:pPr>
      <w:spacing w:before="300" w:after="20" w:line="245" w:lineRule="auto"/>
      <w:ind w:left="216"/>
    </w:pPr>
  </w:style>
  <w:style w:type="paragraph" w:customStyle="1" w:styleId="pstyleFirstBottom">
    <w:name w:val="pstyleFirstBottom"/>
    <w:basedOn w:val="Normal"/>
    <w:pPr>
      <w:spacing w:after="0" w:line="240" w:lineRule="auto"/>
    </w:pPr>
  </w:style>
  <w:style w:type="paragraph" w:customStyle="1" w:styleId="pstyleHeader">
    <w:name w:val="pstyleHeader"/>
    <w:basedOn w:val="Normal"/>
    <w:pPr>
      <w:spacing w:after="50"/>
    </w:pPr>
  </w:style>
  <w:style w:type="table" w:customStyle="1" w:styleId="CommentTable">
    <w:name w:val="Comment_Table"/>
    <w:uiPriority w:val="99"/>
    <w:tblPr>
      <w:tblBorders>
        <w:top w:val="single" w:sz="6" w:space="0" w:color="4BACC6"/>
        <w:left w:val="single" w:sz="6" w:space="0" w:color="4BACC6"/>
        <w:bottom w:val="single" w:sz="6" w:space="0" w:color="4BACC6"/>
        <w:right w:val="single" w:sz="6" w:space="0" w:color="4BACC6"/>
        <w:insideH w:val="single" w:sz="6" w:space="0" w:color="4BACC6"/>
        <w:insideV w:val="single" w:sz="6" w:space="0" w:color="4BACC6"/>
      </w:tblBorders>
      <w:tblCellMar>
        <w:top w:w="40" w:type="dxa"/>
        <w:left w:w="40" w:type="dxa"/>
        <w:bottom w:w="40" w:type="dxa"/>
        <w:right w:w="40" w:type="dxa"/>
      </w:tblCellMar>
    </w:tblPr>
    <w:tblStylePr w:type="firstRow">
      <w:tblPr/>
      <w:tcPr>
        <w:shd w:val="clear" w:color="auto" w:fill="4BACC6"/>
      </w:tcPr>
    </w:tblStylePr>
  </w:style>
  <w:style w:type="character" w:customStyle="1" w:styleId="myOwnLinkStyle">
    <w:name w:val="myOwnLinkStyle"/>
    <w:rPr>
      <w:b/>
      <w:color w:val="808000"/>
    </w:rPr>
  </w:style>
  <w:style w:type="paragraph" w:customStyle="1" w:styleId="leftTab">
    <w:name w:val="leftTab"/>
    <w:basedOn w:val="Normal"/>
    <w:pPr>
      <w:tabs>
        <w:tab w:val="left" w:pos="9000"/>
      </w:tabs>
    </w:pPr>
  </w:style>
  <w:style w:type="table" w:customStyle="1" w:styleId="FancyTable">
    <w:name w:val="Fancy Table"/>
    <w:uiPriority w:val="99"/>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 w:type="table" w:customStyle="1" w:styleId="myTable">
    <w:name w:val="myTable"/>
    <w:uiPriority w:val="99"/>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10" w:type="dxa"/>
        <w:bottom w:w="10" w:type="dxa"/>
        <w:right w:w="10" w:type="dxa"/>
      </w:tblCellMar>
    </w:tblPr>
    <w:tblStylePr w:type="firstRow">
      <w:tblPr/>
      <w:tcPr>
        <w:shd w:val="clear" w:color="auto" w:fill="FDFFD9"/>
      </w:tcPr>
    </w:tblStylePr>
  </w:style>
  <w:style w:type="table" w:customStyle="1" w:styleId="myFieldTableStyle2">
    <w:name w:val="myFieldTableStyle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DFFD9"/>
      </w:tcPr>
    </w:tblStylePr>
  </w:style>
  <w:style w:type="table" w:customStyle="1" w:styleId="myFieldTableStyleW">
    <w:name w:val="myFieldTableStyleW"/>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FFFFF"/>
      </w:tcPr>
    </w:tblStylePr>
  </w:style>
  <w:style w:type="character" w:customStyle="1" w:styleId="styleAddColorTitle">
    <w:name w:val="styleAddColorTitle"/>
    <w:rPr>
      <w:rFonts w:ascii="Arial" w:eastAsia="Arial" w:hAnsi="Arial" w:cs="Arial"/>
      <w:b/>
      <w:color w:val="05348C"/>
      <w:sz w:val="26"/>
      <w:szCs w:val="26"/>
    </w:rPr>
  </w:style>
  <w:style w:type="character" w:customStyle="1" w:styleId="styleAddColorTxt">
    <w:name w:val="styleAddColorTxt"/>
    <w:rPr>
      <w:rFonts w:ascii="Arial" w:eastAsia="Arial" w:hAnsi="Arial" w:cs="Arial"/>
      <w:color w:val="05348C"/>
      <w:sz w:val="22"/>
      <w:szCs w:val="22"/>
    </w:rPr>
  </w:style>
  <w:style w:type="character" w:customStyle="1" w:styleId="styleAddColorLBlue">
    <w:name w:val="styleAddColorLBlue"/>
    <w:rPr>
      <w:rFonts w:ascii="Arial" w:eastAsia="Arial" w:hAnsi="Arial" w:cs="Arial"/>
      <w:b/>
      <w:color w:val="05348C"/>
      <w:sz w:val="22"/>
      <w:szCs w:val="22"/>
      <w:shd w:val="clear" w:color="auto" w:fill="F0FAFA"/>
    </w:rPr>
  </w:style>
  <w:style w:type="character" w:customStyle="1" w:styleId="styleAddColorLPurple">
    <w:name w:val="styleAddColorLPurple"/>
    <w:rPr>
      <w:rFonts w:ascii="Arial" w:eastAsia="Arial" w:hAnsi="Arial" w:cs="Arial"/>
      <w:b/>
      <w:color w:val="05348C"/>
      <w:sz w:val="22"/>
      <w:szCs w:val="22"/>
      <w:shd w:val="clear" w:color="auto" w:fill="F8E0F7"/>
    </w:rPr>
  </w:style>
  <w:style w:type="paragraph" w:customStyle="1" w:styleId="pstyleAddColor">
    <w:name w:val="pstyleAddColor"/>
    <w:basedOn w:val="Normal"/>
    <w:pPr>
      <w:spacing w:before="300" w:after="20" w:line="245" w:lineRule="auto"/>
      <w:ind w:left="2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sar.org/document/how-to-use-the-offline-ris-word-for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sis.ramsar.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sis.ramsar.org/RISapp/section.php?idSection=1&amp;amp;part=1&amp;amp;idvris=42194278&amp;amp;action=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DA3A1B1F.dotm</Template>
  <TotalTime>0</TotalTime>
  <Pages>74</Pages>
  <Words>20834</Words>
  <Characters>118754</Characters>
  <Application>Microsoft Office Word</Application>
  <DocSecurity>4</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Ramsar Information Sheet Australia Moreton Bay</dc:title>
  <dc:subject/>
  <dc:creator>Department of the Environment and Energy</dc:creator>
  <cp:keywords/>
  <dc:description/>
  <cp:lastModifiedBy>Bec Durack</cp:lastModifiedBy>
  <cp:revision>2</cp:revision>
  <dcterms:created xsi:type="dcterms:W3CDTF">2019-09-23T03:48:00Z</dcterms:created>
  <dcterms:modified xsi:type="dcterms:W3CDTF">2019-09-23T03:48:00Z</dcterms:modified>
  <cp:category/>
</cp:coreProperties>
</file>