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E167A4" w14:textId="77777777" w:rsidR="0061274C" w:rsidRDefault="0061274C" w:rsidP="00F75753">
      <w:pPr>
        <w:pStyle w:val="Heading1"/>
      </w:pPr>
      <w:bookmarkStart w:id="0" w:name="_GoBack"/>
      <w:bookmarkEnd w:id="0"/>
    </w:p>
    <w:p w14:paraId="3FE167A5" w14:textId="77777777" w:rsidR="0061274C" w:rsidRDefault="0061274C" w:rsidP="00F75753">
      <w:pPr>
        <w:pStyle w:val="Heading1"/>
      </w:pPr>
    </w:p>
    <w:p w14:paraId="0B8CCECC" w14:textId="77777777" w:rsidR="004608FE" w:rsidRDefault="004608FE" w:rsidP="004608FE">
      <w:pPr>
        <w:pStyle w:val="Heading1"/>
        <w:jc w:val="center"/>
        <w:rPr>
          <w:sz w:val="52"/>
          <w:szCs w:val="52"/>
        </w:rPr>
      </w:pPr>
    </w:p>
    <w:p w14:paraId="33E616B7" w14:textId="77777777" w:rsidR="004608FE" w:rsidRDefault="004608FE" w:rsidP="004608FE">
      <w:pPr>
        <w:pStyle w:val="Heading1"/>
        <w:jc w:val="center"/>
        <w:rPr>
          <w:sz w:val="52"/>
          <w:szCs w:val="52"/>
        </w:rPr>
      </w:pPr>
    </w:p>
    <w:p w14:paraId="2721763F" w14:textId="62A49CA5" w:rsidR="004608FE" w:rsidRDefault="004608FE" w:rsidP="004608FE">
      <w:pPr>
        <w:pStyle w:val="Heading1"/>
        <w:jc w:val="center"/>
        <w:rPr>
          <w:sz w:val="52"/>
          <w:szCs w:val="52"/>
          <w:lang w:val="en-GB"/>
        </w:rPr>
      </w:pPr>
      <w:r w:rsidRPr="004608FE">
        <w:rPr>
          <w:sz w:val="52"/>
          <w:szCs w:val="52"/>
          <w:lang w:val="en-GB"/>
        </w:rPr>
        <w:t xml:space="preserve">Australia’s </w:t>
      </w:r>
      <w:r w:rsidR="002E06A1">
        <w:rPr>
          <w:sz w:val="52"/>
          <w:szCs w:val="52"/>
          <w:lang w:val="en-GB"/>
        </w:rPr>
        <w:t xml:space="preserve">RAMSAR CEPA </w:t>
      </w:r>
      <w:r w:rsidR="002E06A1">
        <w:rPr>
          <w:sz w:val="52"/>
          <w:szCs w:val="52"/>
          <w:lang w:val="en-GB"/>
        </w:rPr>
        <w:br/>
        <w:t>NATIONAL aCTION</w:t>
      </w:r>
      <w:r w:rsidRPr="004608FE">
        <w:rPr>
          <w:sz w:val="52"/>
          <w:szCs w:val="52"/>
          <w:lang w:val="en-GB"/>
        </w:rPr>
        <w:t xml:space="preserve"> Plan 2016-2018</w:t>
      </w:r>
    </w:p>
    <w:p w14:paraId="5EBE1F13" w14:textId="0B7E1338" w:rsidR="005444FC" w:rsidRPr="005444FC" w:rsidRDefault="005444FC" w:rsidP="005444FC">
      <w:pPr>
        <w:pStyle w:val="Heading1"/>
        <w:jc w:val="center"/>
        <w:rPr>
          <w:sz w:val="52"/>
          <w:szCs w:val="52"/>
          <w:lang w:val="en-GB"/>
        </w:rPr>
      </w:pPr>
      <w:r w:rsidRPr="005444FC">
        <w:rPr>
          <w:sz w:val="52"/>
          <w:szCs w:val="52"/>
          <w:lang w:val="en-GB"/>
        </w:rPr>
        <w:t>REPORT AGAINST INDICATORS</w:t>
      </w:r>
    </w:p>
    <w:p w14:paraId="49C205BC" w14:textId="76DC9047" w:rsidR="004608FE" w:rsidRPr="005444FC" w:rsidRDefault="004608FE" w:rsidP="005444FC">
      <w:pPr>
        <w:rPr>
          <w:lang w:val="en-GB"/>
        </w:rPr>
      </w:pPr>
    </w:p>
    <w:p w14:paraId="3362D5A3" w14:textId="71E3C3CC" w:rsidR="004608FE" w:rsidRPr="005444FC" w:rsidRDefault="004608FE" w:rsidP="004608FE">
      <w:pPr>
        <w:pStyle w:val="Heading1"/>
        <w:jc w:val="center"/>
        <w:rPr>
          <w:sz w:val="36"/>
          <w:szCs w:val="36"/>
          <w:lang w:val="en-GB"/>
        </w:rPr>
      </w:pPr>
      <w:r w:rsidRPr="005444FC">
        <w:rPr>
          <w:sz w:val="36"/>
          <w:szCs w:val="36"/>
          <w:lang w:val="en-GB"/>
        </w:rPr>
        <w:t xml:space="preserve">Implementation Plan for </w:t>
      </w:r>
      <w:r w:rsidR="002E06A1" w:rsidRPr="005444FC">
        <w:rPr>
          <w:sz w:val="36"/>
          <w:szCs w:val="36"/>
          <w:lang w:val="en-GB"/>
        </w:rPr>
        <w:t xml:space="preserve">the </w:t>
      </w:r>
      <w:r w:rsidRPr="005444FC">
        <w:rPr>
          <w:sz w:val="36"/>
          <w:szCs w:val="36"/>
          <w:lang w:val="en-GB"/>
        </w:rPr>
        <w:t xml:space="preserve">First Triennium of </w:t>
      </w:r>
      <w:r w:rsidRPr="005444FC">
        <w:rPr>
          <w:sz w:val="36"/>
          <w:szCs w:val="36"/>
          <w:lang w:val="en-GB"/>
        </w:rPr>
        <w:br/>
        <w:t xml:space="preserve">THE Ramsar </w:t>
      </w:r>
      <w:r w:rsidR="00806534" w:rsidRPr="005444FC">
        <w:rPr>
          <w:sz w:val="36"/>
          <w:szCs w:val="36"/>
          <w:lang w:val="en-GB"/>
        </w:rPr>
        <w:t>pro</w:t>
      </w:r>
      <w:r w:rsidR="002E06A1" w:rsidRPr="005444FC">
        <w:rPr>
          <w:sz w:val="36"/>
          <w:szCs w:val="36"/>
          <w:lang w:val="en-GB"/>
        </w:rPr>
        <w:t>gramme on communication, capacity-building, education, participation and awareness (CEPA)</w:t>
      </w:r>
      <w:r w:rsidRPr="005444FC">
        <w:rPr>
          <w:sz w:val="36"/>
          <w:szCs w:val="36"/>
          <w:lang w:val="en-GB"/>
        </w:rPr>
        <w:t xml:space="preserve"> 2016-2024</w:t>
      </w:r>
    </w:p>
    <w:p w14:paraId="3FE167AC" w14:textId="1636F5F6" w:rsidR="00F55AEE" w:rsidRDefault="00F55AEE">
      <w:pPr>
        <w:spacing w:after="0" w:line="240" w:lineRule="auto"/>
        <w:rPr>
          <w:rFonts w:cs="Arial"/>
          <w:b/>
        </w:rPr>
      </w:pPr>
      <w:r>
        <w:rPr>
          <w:rFonts w:cs="Arial"/>
          <w:b/>
        </w:rPr>
        <w:br w:type="page"/>
      </w:r>
    </w:p>
    <w:p w14:paraId="361A54D3" w14:textId="77777777" w:rsidR="00333F4B" w:rsidRPr="00333F4B" w:rsidRDefault="00333F4B" w:rsidP="00333F4B">
      <w:pPr>
        <w:widowControl w:val="0"/>
        <w:kinsoku w:val="0"/>
        <w:overflowPunct w:val="0"/>
        <w:autoSpaceDE w:val="0"/>
        <w:autoSpaceDN w:val="0"/>
        <w:adjustRightInd w:val="0"/>
        <w:spacing w:after="0" w:line="240" w:lineRule="auto"/>
        <w:jc w:val="center"/>
        <w:outlineLvl w:val="3"/>
        <w:rPr>
          <w:rFonts w:asciiTheme="minorHAnsi" w:eastAsia="Times New Roman" w:hAnsiTheme="minorHAnsi"/>
          <w:b/>
          <w:bCs/>
          <w:lang w:val="en-GB" w:eastAsia="en-GB"/>
        </w:rPr>
      </w:pPr>
      <w:r w:rsidRPr="00333F4B">
        <w:rPr>
          <w:rFonts w:asciiTheme="minorHAnsi" w:eastAsia="Times New Roman" w:hAnsiTheme="minorHAnsi"/>
          <w:b/>
          <w:bCs/>
          <w:lang w:val="en-GB" w:eastAsia="en-GB"/>
        </w:rPr>
        <w:lastRenderedPageBreak/>
        <w:t>AUSTRALIA’S RAMSAR CEPA NATIONAL ACTION PLAN 2016-2018</w:t>
      </w:r>
    </w:p>
    <w:p w14:paraId="2B34E723" w14:textId="77777777" w:rsidR="00333F4B" w:rsidRPr="00333F4B" w:rsidRDefault="00333F4B" w:rsidP="00333F4B">
      <w:pPr>
        <w:widowControl w:val="0"/>
        <w:kinsoku w:val="0"/>
        <w:overflowPunct w:val="0"/>
        <w:autoSpaceDE w:val="0"/>
        <w:autoSpaceDN w:val="0"/>
        <w:adjustRightInd w:val="0"/>
        <w:spacing w:after="0" w:line="240" w:lineRule="auto"/>
        <w:outlineLvl w:val="3"/>
        <w:rPr>
          <w:rFonts w:asciiTheme="minorHAnsi" w:eastAsia="Times New Roman" w:hAnsiTheme="minorHAnsi"/>
          <w:bCs/>
          <w:lang w:val="en-GB" w:eastAsia="en-GB"/>
        </w:rPr>
      </w:pPr>
    </w:p>
    <w:p w14:paraId="0D55DCA0" w14:textId="77777777" w:rsidR="00333F4B" w:rsidRPr="00333F4B" w:rsidRDefault="00333F4B" w:rsidP="00333F4B">
      <w:pPr>
        <w:widowControl w:val="0"/>
        <w:kinsoku w:val="0"/>
        <w:overflowPunct w:val="0"/>
        <w:autoSpaceDE w:val="0"/>
        <w:autoSpaceDN w:val="0"/>
        <w:adjustRightInd w:val="0"/>
        <w:spacing w:after="0" w:line="240" w:lineRule="auto"/>
        <w:rPr>
          <w:rFonts w:asciiTheme="minorHAnsi" w:eastAsia="Times New Roman" w:hAnsiTheme="minorHAnsi"/>
          <w:lang w:val="en-GB" w:eastAsia="en-GB"/>
        </w:rPr>
      </w:pPr>
    </w:p>
    <w:tbl>
      <w:tblPr>
        <w:tblStyle w:val="TableGrid"/>
        <w:tblW w:w="0" w:type="auto"/>
        <w:tblInd w:w="250" w:type="dxa"/>
        <w:tblLayout w:type="fixed"/>
        <w:tblLook w:val="04A0" w:firstRow="1" w:lastRow="0" w:firstColumn="1" w:lastColumn="0" w:noHBand="0" w:noVBand="1"/>
      </w:tblPr>
      <w:tblGrid>
        <w:gridCol w:w="1730"/>
        <w:gridCol w:w="2835"/>
        <w:gridCol w:w="2268"/>
        <w:gridCol w:w="6804"/>
      </w:tblGrid>
      <w:tr w:rsidR="00A93620" w:rsidRPr="00333F4B" w14:paraId="46F72F15" w14:textId="77777777" w:rsidTr="00025685">
        <w:tc>
          <w:tcPr>
            <w:tcW w:w="1730" w:type="dxa"/>
          </w:tcPr>
          <w:p w14:paraId="31FD9CE6"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
                <w:bCs/>
                <w:lang w:val="lv-LV" w:eastAsia="en-GB"/>
              </w:rPr>
            </w:pPr>
            <w:r w:rsidRPr="00333F4B">
              <w:rPr>
                <w:rFonts w:ascii="Calibri" w:eastAsia="Times New Roman" w:hAnsi="Calibri"/>
                <w:b/>
                <w:bCs/>
                <w:lang w:val="lv-LV" w:eastAsia="en-GB"/>
              </w:rPr>
              <w:t>CEPA Programme Goals</w:t>
            </w:r>
          </w:p>
        </w:tc>
        <w:tc>
          <w:tcPr>
            <w:tcW w:w="2835" w:type="dxa"/>
          </w:tcPr>
          <w:p w14:paraId="6978F4ED"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
                <w:bCs/>
                <w:lang w:val="lv-LV" w:eastAsia="en-GB"/>
              </w:rPr>
            </w:pPr>
            <w:r w:rsidRPr="00333F4B">
              <w:rPr>
                <w:rFonts w:ascii="Calibri" w:eastAsia="Times New Roman" w:hAnsi="Calibri"/>
                <w:b/>
                <w:bCs/>
                <w:lang w:val="lv-LV" w:eastAsia="en-GB"/>
              </w:rPr>
              <w:t>Targets (set in Convention’s CEPA Programme)</w:t>
            </w:r>
          </w:p>
        </w:tc>
        <w:tc>
          <w:tcPr>
            <w:tcW w:w="2268" w:type="dxa"/>
          </w:tcPr>
          <w:p w14:paraId="532D5487" w14:textId="3B0AF0DF"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
                <w:bCs/>
                <w:lang w:val="lv-LV" w:eastAsia="en-GB"/>
              </w:rPr>
            </w:pPr>
            <w:r w:rsidRPr="00333F4B">
              <w:rPr>
                <w:rFonts w:ascii="Calibri" w:eastAsia="Times New Roman" w:hAnsi="Calibri"/>
                <w:b/>
                <w:bCs/>
                <w:lang w:val="lv-LV" w:eastAsia="en-GB"/>
              </w:rPr>
              <w:t>Output/outcome measures</w:t>
            </w:r>
            <w:r w:rsidR="00386CC3">
              <w:rPr>
                <w:rFonts w:ascii="Calibri" w:eastAsia="Times New Roman" w:hAnsi="Calibri"/>
                <w:b/>
                <w:bCs/>
                <w:lang w:val="lv-LV" w:eastAsia="en-GB"/>
              </w:rPr>
              <w:t xml:space="preserve"> (Indicators)</w:t>
            </w:r>
          </w:p>
          <w:p w14:paraId="0D10AFAA"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
                <w:bCs/>
                <w:lang w:val="lv-LV" w:eastAsia="en-GB"/>
              </w:rPr>
            </w:pPr>
          </w:p>
        </w:tc>
        <w:tc>
          <w:tcPr>
            <w:tcW w:w="6804" w:type="dxa"/>
          </w:tcPr>
          <w:p w14:paraId="542FC075" w14:textId="6AB681DB"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
                <w:bCs/>
                <w:lang w:val="lv-LV" w:eastAsia="en-GB"/>
              </w:rPr>
            </w:pPr>
            <w:r>
              <w:rPr>
                <w:rFonts w:ascii="Calibri" w:eastAsia="Times New Roman" w:hAnsi="Calibri"/>
                <w:b/>
                <w:bCs/>
                <w:lang w:val="lv-LV" w:eastAsia="en-GB"/>
              </w:rPr>
              <w:t>Comments</w:t>
            </w:r>
          </w:p>
        </w:tc>
      </w:tr>
      <w:tr w:rsidR="00A93620" w:rsidRPr="00333F4B" w14:paraId="77BD5E57" w14:textId="77777777" w:rsidTr="00025685">
        <w:tc>
          <w:tcPr>
            <w:tcW w:w="1730" w:type="dxa"/>
          </w:tcPr>
          <w:p w14:paraId="13D605A9" w14:textId="77777777" w:rsidR="00A93620" w:rsidRPr="00333F4B" w:rsidRDefault="00A93620" w:rsidP="00333F4B">
            <w:pPr>
              <w:widowControl w:val="0"/>
              <w:kinsoku w:val="0"/>
              <w:overflowPunct w:val="0"/>
              <w:autoSpaceDE w:val="0"/>
              <w:autoSpaceDN w:val="0"/>
              <w:adjustRightInd w:val="0"/>
              <w:spacing w:after="0" w:line="240" w:lineRule="auto"/>
              <w:rPr>
                <w:rFonts w:eastAsia="Times New Roman"/>
                <w:lang w:val="en-GB" w:eastAsia="en-GB"/>
              </w:rPr>
            </w:pPr>
            <w:r w:rsidRPr="00333F4B">
              <w:rPr>
                <w:rFonts w:eastAsia="Times New Roman"/>
                <w:bCs/>
                <w:lang w:val="en-GB" w:eastAsia="en-GB"/>
              </w:rPr>
              <w:t>1. E</w:t>
            </w:r>
            <w:r w:rsidRPr="00333F4B">
              <w:rPr>
                <w:rFonts w:eastAsia="Times New Roman"/>
                <w:lang w:val="en-GB" w:eastAsia="en-GB"/>
              </w:rPr>
              <w:t>nsure leadership to support effective implementation of the Programme by providing institutional mechanisms and establishing and supporting relevant networks.</w:t>
            </w:r>
          </w:p>
        </w:tc>
        <w:tc>
          <w:tcPr>
            <w:tcW w:w="2835" w:type="dxa"/>
          </w:tcPr>
          <w:p w14:paraId="14A3CD62" w14:textId="3709C7C8" w:rsidR="00A93620" w:rsidRPr="00333F4B" w:rsidRDefault="00A93620" w:rsidP="00333F4B">
            <w:pPr>
              <w:widowControl w:val="0"/>
              <w:numPr>
                <w:ilvl w:val="1"/>
                <w:numId w:val="10"/>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Appropriately experienced people to fill the roles of National Government and Non‐governmental Organization CEPA Focal Points (see Appendix 2) nominated by Contracting Parties and communic</w:t>
            </w:r>
            <w:r w:rsidR="00025685">
              <w:rPr>
                <w:rFonts w:eastAsia="Times New Roman"/>
                <w:lang w:val="en-GB" w:eastAsia="en-GB"/>
              </w:rPr>
              <w:t>ated to the Ramsar Secretariat.</w:t>
            </w:r>
          </w:p>
          <w:p w14:paraId="6B0AE9C9" w14:textId="0D4204B3" w:rsidR="00A93620" w:rsidRPr="00333F4B" w:rsidRDefault="00A93620" w:rsidP="00333F4B">
            <w:pPr>
              <w:widowControl w:val="0"/>
              <w:numPr>
                <w:ilvl w:val="1"/>
                <w:numId w:val="10"/>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 xml:space="preserve">National Ramsar/Wetland Committees established to collaborate with relevant government departments and institutions to mainstream wetlands and their ecosystem services. </w:t>
            </w:r>
          </w:p>
          <w:p w14:paraId="1CB7C546" w14:textId="28916843" w:rsidR="00A93620" w:rsidRPr="00333F4B" w:rsidRDefault="00A93620" w:rsidP="00333F4B">
            <w:pPr>
              <w:widowControl w:val="0"/>
              <w:numPr>
                <w:ilvl w:val="1"/>
                <w:numId w:val="10"/>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National Focal Points (</w:t>
            </w:r>
            <w:r w:rsidR="00025685">
              <w:rPr>
                <w:rFonts w:eastAsia="Times New Roman"/>
                <w:lang w:val="en-GB" w:eastAsia="en-GB"/>
              </w:rPr>
              <w:t>NFP</w:t>
            </w:r>
            <w:r w:rsidRPr="00333F4B">
              <w:rPr>
                <w:rFonts w:eastAsia="Times New Roman"/>
                <w:lang w:val="en-GB" w:eastAsia="en-GB"/>
              </w:rPr>
              <w:t>) included as members of National Ramsar/Wetlan</w:t>
            </w:r>
            <w:r w:rsidR="00025685">
              <w:rPr>
                <w:rFonts w:eastAsia="Times New Roman"/>
                <w:lang w:val="en-GB" w:eastAsia="en-GB"/>
              </w:rPr>
              <w:t>d Committees where these exist.</w:t>
            </w:r>
          </w:p>
          <w:p w14:paraId="5117CEA4" w14:textId="2F56C3B9" w:rsidR="00A93620" w:rsidRPr="00333F4B" w:rsidRDefault="00A93620" w:rsidP="00333F4B">
            <w:pPr>
              <w:widowControl w:val="0"/>
              <w:numPr>
                <w:ilvl w:val="1"/>
                <w:numId w:val="10"/>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 xml:space="preserve">Email networks that </w:t>
            </w:r>
            <w:r w:rsidRPr="00333F4B">
              <w:rPr>
                <w:rFonts w:eastAsia="Times New Roman"/>
                <w:lang w:val="en-GB" w:eastAsia="en-GB"/>
              </w:rPr>
              <w:lastRenderedPageBreak/>
              <w:t>connect and support Administrative Authorities, National Focal Points, Site managers and other Ramsar implementers established and supported</w:t>
            </w:r>
            <w:r w:rsidR="00806785">
              <w:rPr>
                <w:rFonts w:eastAsia="Times New Roman"/>
                <w:lang w:val="en-GB" w:eastAsia="en-GB"/>
              </w:rPr>
              <w:t xml:space="preserve"> at global and national levels.</w:t>
            </w:r>
          </w:p>
          <w:p w14:paraId="195F5CF8" w14:textId="58F5B9BE" w:rsidR="00A93620" w:rsidRPr="00333F4B" w:rsidRDefault="00A93620" w:rsidP="00333F4B">
            <w:pPr>
              <w:widowControl w:val="0"/>
              <w:numPr>
                <w:ilvl w:val="1"/>
                <w:numId w:val="10"/>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Relationships developed and maintained with those organizations that can support Ramsar objectives through their expertise, their traditional knowledge, their human resources or through fu</w:t>
            </w:r>
            <w:r w:rsidR="00806785">
              <w:rPr>
                <w:rFonts w:eastAsia="Times New Roman"/>
                <w:lang w:val="en-GB" w:eastAsia="en-GB"/>
              </w:rPr>
              <w:t>nding established and fostered.</w:t>
            </w:r>
          </w:p>
          <w:p w14:paraId="5E06879A" w14:textId="6602F36A" w:rsidR="00A93620" w:rsidRPr="00806785" w:rsidRDefault="00A93620" w:rsidP="00333F4B">
            <w:pPr>
              <w:widowControl w:val="0"/>
              <w:numPr>
                <w:ilvl w:val="1"/>
                <w:numId w:val="10"/>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 xml:space="preserve">Effectiveness of strategies, especially regarding development and distribution of materials on wetland education and management, the success of campaigns under WWD evaluated. </w:t>
            </w:r>
          </w:p>
        </w:tc>
        <w:tc>
          <w:tcPr>
            <w:tcW w:w="2268" w:type="dxa"/>
          </w:tcPr>
          <w:p w14:paraId="2473A659"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lastRenderedPageBreak/>
              <w:t>NFPs appointed</w:t>
            </w:r>
          </w:p>
          <w:p w14:paraId="03C16BAB"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2E4C2F9A" w14:textId="17568B0A" w:rsidR="00A93620" w:rsidRPr="00333F4B" w:rsidRDefault="00025685"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t>Wetlands and Aquatic Ecosystems Subcommitee (</w:t>
            </w:r>
            <w:r w:rsidR="00A93620" w:rsidRPr="00333F4B">
              <w:rPr>
                <w:rFonts w:ascii="Calibri" w:eastAsia="Times New Roman" w:hAnsi="Calibri"/>
                <w:bCs/>
                <w:lang w:val="lv-LV" w:eastAsia="en-GB"/>
              </w:rPr>
              <w:t>WAESC</w:t>
            </w:r>
            <w:r>
              <w:rPr>
                <w:rFonts w:ascii="Calibri" w:eastAsia="Times New Roman" w:hAnsi="Calibri"/>
                <w:bCs/>
                <w:lang w:val="lv-LV" w:eastAsia="en-GB"/>
              </w:rPr>
              <w:t>)</w:t>
            </w:r>
            <w:r w:rsidR="00A93620" w:rsidRPr="00333F4B">
              <w:rPr>
                <w:rFonts w:ascii="Calibri" w:eastAsia="Times New Roman" w:hAnsi="Calibri"/>
                <w:bCs/>
                <w:lang w:val="lv-LV" w:eastAsia="en-GB"/>
              </w:rPr>
              <w:t xml:space="preserve"> meetings held</w:t>
            </w:r>
          </w:p>
          <w:p w14:paraId="3BCAEE6D"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 xml:space="preserve"> (National Report Q16.4)</w:t>
            </w:r>
          </w:p>
          <w:p w14:paraId="7329B060"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2160387B"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NFPs attend meetings</w:t>
            </w:r>
          </w:p>
          <w:p w14:paraId="036385DA"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1C12B465"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Extent of networking with wetland stakeholders (National Report Q15.1, 15.2, 18.9)</w:t>
            </w:r>
          </w:p>
          <w:p w14:paraId="149F4303"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3CDA8608"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Emails to wetland stakeholders, World Wetlands Day (WWD) website hits and media/social media coverage (National Report Q16.6, 16.7)</w:t>
            </w:r>
          </w:p>
          <w:p w14:paraId="2654C6BC"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tc>
        <w:tc>
          <w:tcPr>
            <w:tcW w:w="6804" w:type="dxa"/>
          </w:tcPr>
          <w:p w14:paraId="7DA37CD0" w14:textId="1289CB14" w:rsidR="00AD7F4E" w:rsidRDefault="00802FBC"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t xml:space="preserve">Australia has appointed a </w:t>
            </w:r>
            <w:r w:rsidR="00AD7F4E">
              <w:rPr>
                <w:rFonts w:ascii="Calibri" w:eastAsia="Times New Roman" w:hAnsi="Calibri"/>
                <w:bCs/>
                <w:lang w:val="lv-LV" w:eastAsia="en-GB"/>
              </w:rPr>
              <w:t>National Focal Point,</w:t>
            </w:r>
            <w:r w:rsidR="00025685">
              <w:rPr>
                <w:rFonts w:ascii="Calibri" w:eastAsia="Times New Roman" w:hAnsi="Calibri"/>
                <w:bCs/>
                <w:lang w:val="lv-LV" w:eastAsia="en-GB"/>
              </w:rPr>
              <w:t xml:space="preserve"> Scientfic, Technical and Research Program</w:t>
            </w:r>
            <w:r w:rsidR="00AD7F4E">
              <w:rPr>
                <w:rFonts w:ascii="Calibri" w:eastAsia="Times New Roman" w:hAnsi="Calibri"/>
                <w:bCs/>
                <w:lang w:val="lv-LV" w:eastAsia="en-GB"/>
              </w:rPr>
              <w:t xml:space="preserve"> </w:t>
            </w:r>
            <w:r w:rsidR="00025685">
              <w:rPr>
                <w:rFonts w:ascii="Calibri" w:eastAsia="Times New Roman" w:hAnsi="Calibri"/>
                <w:bCs/>
                <w:lang w:val="lv-LV" w:eastAsia="en-GB"/>
              </w:rPr>
              <w:t>(</w:t>
            </w:r>
            <w:r w:rsidR="00AD7F4E">
              <w:rPr>
                <w:rFonts w:ascii="Calibri" w:eastAsia="Times New Roman" w:hAnsi="Calibri"/>
                <w:bCs/>
                <w:lang w:val="lv-LV" w:eastAsia="en-GB"/>
              </w:rPr>
              <w:t>STRP</w:t>
            </w:r>
            <w:r w:rsidR="00025685">
              <w:rPr>
                <w:rFonts w:ascii="Calibri" w:eastAsia="Times New Roman" w:hAnsi="Calibri"/>
                <w:bCs/>
                <w:lang w:val="lv-LV" w:eastAsia="en-GB"/>
              </w:rPr>
              <w:t>)</w:t>
            </w:r>
            <w:r w:rsidR="00AD7F4E">
              <w:rPr>
                <w:rFonts w:ascii="Calibri" w:eastAsia="Times New Roman" w:hAnsi="Calibri"/>
                <w:bCs/>
                <w:lang w:val="lv-LV" w:eastAsia="en-GB"/>
              </w:rPr>
              <w:t xml:space="preserve"> Focal Point</w:t>
            </w:r>
            <w:r>
              <w:rPr>
                <w:rFonts w:ascii="Calibri" w:eastAsia="Times New Roman" w:hAnsi="Calibri"/>
                <w:bCs/>
                <w:lang w:val="lv-LV" w:eastAsia="en-GB"/>
              </w:rPr>
              <w:t xml:space="preserve"> and CEPA Focal Point</w:t>
            </w:r>
            <w:r w:rsidR="00AD7F4E">
              <w:rPr>
                <w:rFonts w:ascii="Calibri" w:eastAsia="Times New Roman" w:hAnsi="Calibri"/>
                <w:bCs/>
                <w:lang w:val="lv-LV" w:eastAsia="en-GB"/>
              </w:rPr>
              <w:t>.</w:t>
            </w:r>
          </w:p>
          <w:p w14:paraId="6ADD4E4F" w14:textId="77777777" w:rsidR="00E57ECB" w:rsidRDefault="00E57EC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639D1617" w14:textId="12F63340" w:rsidR="00AD7F4E" w:rsidRDefault="004827EA"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t>M</w:t>
            </w:r>
            <w:r w:rsidR="00AD7F4E">
              <w:rPr>
                <w:rFonts w:ascii="Calibri" w:eastAsia="Times New Roman" w:hAnsi="Calibri"/>
                <w:bCs/>
                <w:lang w:val="lv-LV" w:eastAsia="en-GB"/>
              </w:rPr>
              <w:t xml:space="preserve">eetings </w:t>
            </w:r>
            <w:r>
              <w:rPr>
                <w:rFonts w:ascii="Calibri" w:eastAsia="Times New Roman" w:hAnsi="Calibri"/>
                <w:bCs/>
                <w:lang w:val="lv-LV" w:eastAsia="en-GB"/>
              </w:rPr>
              <w:t xml:space="preserve">of the Wetlands and Aquatic Ecosystems Sub-committee (comprising Australian and state/territory government officials) were </w:t>
            </w:r>
            <w:r w:rsidR="00AD7F4E">
              <w:rPr>
                <w:rFonts w:ascii="Calibri" w:eastAsia="Times New Roman" w:hAnsi="Calibri"/>
                <w:bCs/>
                <w:lang w:val="lv-LV" w:eastAsia="en-GB"/>
              </w:rPr>
              <w:t>held every 6 months.</w:t>
            </w:r>
          </w:p>
          <w:p w14:paraId="6F05B883" w14:textId="77777777" w:rsidR="00E57ECB" w:rsidRDefault="00E57EC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7796B268" w14:textId="74B7D078" w:rsidR="00AD7F4E" w:rsidRDefault="00E57EC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t>NFPs attend meetings of the national wetlands committee.</w:t>
            </w:r>
          </w:p>
          <w:p w14:paraId="1E7B54DA" w14:textId="77777777" w:rsidR="00E57ECB" w:rsidRDefault="00E57EC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26C4DFDA" w14:textId="3F6251DF" w:rsidR="00AD7F4E" w:rsidRDefault="004827EA"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t xml:space="preserve">Annual wetland </w:t>
            </w:r>
            <w:r w:rsidR="00025685">
              <w:rPr>
                <w:rFonts w:ascii="Calibri" w:eastAsia="Times New Roman" w:hAnsi="Calibri"/>
                <w:bCs/>
                <w:lang w:val="lv-LV" w:eastAsia="en-GB"/>
              </w:rPr>
              <w:t>non-government organisations (</w:t>
            </w:r>
            <w:r w:rsidR="00440A64">
              <w:rPr>
                <w:rFonts w:ascii="Calibri" w:eastAsia="Times New Roman" w:hAnsi="Calibri"/>
                <w:bCs/>
                <w:lang w:val="lv-LV" w:eastAsia="en-GB"/>
              </w:rPr>
              <w:t>NGO</w:t>
            </w:r>
            <w:r w:rsidR="00025685">
              <w:rPr>
                <w:rFonts w:ascii="Calibri" w:eastAsia="Times New Roman" w:hAnsi="Calibri"/>
                <w:bCs/>
                <w:lang w:val="lv-LV" w:eastAsia="en-GB"/>
              </w:rPr>
              <w:t>)</w:t>
            </w:r>
            <w:r w:rsidR="00440A64">
              <w:rPr>
                <w:rFonts w:ascii="Calibri" w:eastAsia="Times New Roman" w:hAnsi="Calibri"/>
                <w:bCs/>
                <w:lang w:val="lv-LV" w:eastAsia="en-GB"/>
              </w:rPr>
              <w:t xml:space="preserve"> </w:t>
            </w:r>
            <w:r>
              <w:rPr>
                <w:rFonts w:ascii="Calibri" w:eastAsia="Times New Roman" w:hAnsi="Calibri"/>
                <w:bCs/>
                <w:lang w:val="lv-LV" w:eastAsia="en-GB"/>
              </w:rPr>
              <w:t>forums provided an opportunity for wetland NGOs and other stakeholders to share information, including in 2018, preparations for COP13.</w:t>
            </w:r>
          </w:p>
          <w:p w14:paraId="0C0878A7" w14:textId="77777777" w:rsidR="00E57ECB" w:rsidRDefault="00E57EC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62AEBF6D" w14:textId="14227038" w:rsidR="00AD7F4E" w:rsidRDefault="00AD7F4E"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t>Aus</w:t>
            </w:r>
            <w:r w:rsidR="00264EC9">
              <w:rPr>
                <w:rFonts w:ascii="Calibri" w:eastAsia="Times New Roman" w:hAnsi="Calibri"/>
                <w:bCs/>
                <w:lang w:val="lv-LV" w:eastAsia="en-GB"/>
              </w:rPr>
              <w:t>tralian Wetlands Network and Wetland Education Centre</w:t>
            </w:r>
            <w:r>
              <w:rPr>
                <w:rFonts w:ascii="Calibri" w:eastAsia="Times New Roman" w:hAnsi="Calibri"/>
                <w:bCs/>
                <w:lang w:val="lv-LV" w:eastAsia="en-GB"/>
              </w:rPr>
              <w:t xml:space="preserve">s </w:t>
            </w:r>
            <w:r w:rsidR="00264EC9">
              <w:rPr>
                <w:rFonts w:ascii="Calibri" w:eastAsia="Times New Roman" w:hAnsi="Calibri"/>
                <w:bCs/>
                <w:lang w:val="lv-LV" w:eastAsia="en-GB"/>
              </w:rPr>
              <w:t xml:space="preserve"> (WECs) </w:t>
            </w:r>
            <w:r w:rsidR="009A01F5">
              <w:rPr>
                <w:rFonts w:ascii="Calibri" w:eastAsia="Times New Roman" w:hAnsi="Calibri"/>
                <w:bCs/>
                <w:lang w:val="lv-LV" w:eastAsia="en-GB"/>
              </w:rPr>
              <w:t xml:space="preserve">were </w:t>
            </w:r>
            <w:r>
              <w:rPr>
                <w:rFonts w:ascii="Calibri" w:eastAsia="Times New Roman" w:hAnsi="Calibri"/>
                <w:bCs/>
                <w:lang w:val="lv-LV" w:eastAsia="en-GB"/>
              </w:rPr>
              <w:t>regularly kept informed of relevant initiatives, and input sought from them.</w:t>
            </w:r>
          </w:p>
          <w:p w14:paraId="07F39AFB" w14:textId="19220471" w:rsidR="00AD7F4E" w:rsidRDefault="00AD7F4E"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AD7F4E">
              <w:rPr>
                <w:rFonts w:ascii="Calibri" w:eastAsia="Times New Roman" w:hAnsi="Calibri"/>
                <w:bCs/>
                <w:lang w:val="lv-LV" w:eastAsia="en-GB"/>
              </w:rPr>
              <w:t>Australia provides the Chair for the World Wetland Network, Louise Duff.</w:t>
            </w:r>
          </w:p>
          <w:p w14:paraId="4AC56EE0" w14:textId="77777777" w:rsidR="00E57ECB" w:rsidRDefault="00E57EC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4E522606" w14:textId="27C9838E" w:rsidR="00AD7F4E" w:rsidRDefault="00AD7F4E"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t>Emails sent to WECs</w:t>
            </w:r>
            <w:r w:rsidR="009A01F5">
              <w:rPr>
                <w:rFonts w:ascii="Calibri" w:eastAsia="Times New Roman" w:hAnsi="Calibri"/>
                <w:bCs/>
                <w:lang w:val="lv-LV" w:eastAsia="en-GB"/>
              </w:rPr>
              <w:t xml:space="preserve"> regarding key inititiaves, and WWD.</w:t>
            </w:r>
          </w:p>
          <w:p w14:paraId="5ECBF674" w14:textId="77777777" w:rsidR="00E57ECB" w:rsidRDefault="00E57EC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6B98D872" w14:textId="7F3EEC9D" w:rsidR="00AD7F4E" w:rsidRDefault="00AD7F4E"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t>Social Media</w:t>
            </w:r>
            <w:r w:rsidR="00946EC5">
              <w:rPr>
                <w:rFonts w:ascii="Calibri" w:eastAsia="Times New Roman" w:hAnsi="Calibri"/>
                <w:bCs/>
                <w:lang w:val="lv-LV" w:eastAsia="en-GB"/>
              </w:rPr>
              <w:t xml:space="preserve"> – Ramsar/wetlands were promoted through Facebook Posts and Tweets relating to each World Wetlands Day, the COP, </w:t>
            </w:r>
            <w:r w:rsidR="00E57ECB">
              <w:rPr>
                <w:rFonts w:ascii="Calibri" w:eastAsia="Times New Roman" w:hAnsi="Calibri"/>
                <w:bCs/>
                <w:lang w:val="lv-LV" w:eastAsia="en-GB"/>
              </w:rPr>
              <w:t xml:space="preserve">release of the </w:t>
            </w:r>
            <w:r w:rsidR="00946EC5">
              <w:rPr>
                <w:rFonts w:ascii="Calibri" w:eastAsia="Times New Roman" w:hAnsi="Calibri"/>
                <w:bCs/>
                <w:lang w:val="lv-LV" w:eastAsia="en-GB"/>
              </w:rPr>
              <w:t>Global Wetland Outlook, World Migratory Birds Day, Biodiversity Month, National Science Week etc.</w:t>
            </w:r>
          </w:p>
          <w:p w14:paraId="43046FFA" w14:textId="77777777" w:rsidR="00C226F5" w:rsidRDefault="00C226F5"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122C49E7" w14:textId="1C489979" w:rsidR="00C226F5" w:rsidRDefault="00C226F5"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C226F5">
              <w:rPr>
                <w:rFonts w:ascii="Calibri" w:eastAsia="Times New Roman" w:hAnsi="Calibri"/>
                <w:bCs/>
                <w:lang w:val="lv-LV" w:eastAsia="en-GB"/>
              </w:rPr>
              <w:t>There were 4, 000 WWD page website hits in 2017 and 2,300 in 2018</w:t>
            </w:r>
          </w:p>
          <w:p w14:paraId="70AAAB6B" w14:textId="77777777" w:rsidR="00A93620" w:rsidRDefault="00A93620" w:rsidP="00AD7F4E">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581627A9" w14:textId="77777777" w:rsidR="00440A64" w:rsidRPr="00440A64" w:rsidRDefault="00440A64" w:rsidP="00440A64">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440A64">
              <w:rPr>
                <w:rFonts w:ascii="Calibri" w:eastAsia="Times New Roman" w:hAnsi="Calibri"/>
                <w:bCs/>
                <w:lang w:val="lv-LV" w:eastAsia="en-GB"/>
              </w:rPr>
              <w:t xml:space="preserve">Networking -  The Queensland Wetlands Governance Group (QWGG) </w:t>
            </w:r>
            <w:r w:rsidRPr="00440A64">
              <w:rPr>
                <w:rFonts w:ascii="Calibri" w:eastAsia="Times New Roman" w:hAnsi="Calibri"/>
                <w:bCs/>
                <w:lang w:val="lv-LV" w:eastAsia="en-GB"/>
              </w:rPr>
              <w:lastRenderedPageBreak/>
              <w:t>meetings. Meeting frequency is up to 4 face to face meetings per year. Additional teleconference meetings are arranged on a needs basis. Main purpose is to provide and advice and strategic direction regarding wetland related matters.</w:t>
            </w:r>
          </w:p>
          <w:p w14:paraId="64FC5981" w14:textId="77777777" w:rsidR="00440A64" w:rsidRPr="00440A64" w:rsidRDefault="00440A64" w:rsidP="00440A64">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4002A545" w14:textId="77777777" w:rsidR="00440A64" w:rsidRPr="00440A64" w:rsidRDefault="00440A64" w:rsidP="00440A64">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440A64">
              <w:rPr>
                <w:rFonts w:ascii="Calibri" w:eastAsia="Times New Roman" w:hAnsi="Calibri"/>
                <w:bCs/>
                <w:lang w:val="lv-LV" w:eastAsia="en-GB"/>
              </w:rPr>
              <w:t xml:space="preserve">Networking - The Great Barrier Reef Wetlands Network. </w:t>
            </w:r>
            <w:r w:rsidRPr="00440A64">
              <w:rPr>
                <w:rFonts w:ascii="Calibri" w:eastAsia="Times New Roman" w:hAnsi="Calibri"/>
                <w:bCs/>
                <w:lang w:eastAsia="en-GB"/>
              </w:rPr>
              <w:t>An average one 1-2 day face to face meeting per year and quarterly 1.5 hour meetings via teleconference or on-line. Additional meetings may be required.</w:t>
            </w:r>
            <w:r w:rsidRPr="00440A64">
              <w:rPr>
                <w:rFonts w:ascii="Calibri" w:eastAsia="Times New Roman" w:hAnsi="Calibri"/>
                <w:bCs/>
                <w:lang w:val="lv-LV" w:eastAsia="en-GB"/>
              </w:rPr>
              <w:t xml:space="preserve"> </w:t>
            </w:r>
            <w:r w:rsidRPr="00440A64">
              <w:rPr>
                <w:rFonts w:ascii="Calibri" w:eastAsia="Times New Roman" w:hAnsi="Calibri"/>
                <w:bCs/>
                <w:lang w:eastAsia="en-GB"/>
              </w:rPr>
              <w:t>Other forms of communication:  use of Google, Dropbox, social networking etc.</w:t>
            </w:r>
            <w:r w:rsidRPr="00440A64">
              <w:rPr>
                <w:rFonts w:ascii="Calibri" w:eastAsia="Times New Roman" w:hAnsi="Calibri"/>
                <w:bCs/>
                <w:lang w:val="lv-LV" w:eastAsia="en-GB"/>
              </w:rPr>
              <w:t xml:space="preserve"> </w:t>
            </w:r>
          </w:p>
          <w:p w14:paraId="358F2838" w14:textId="33E8365D" w:rsidR="00440A64" w:rsidRPr="00440A64" w:rsidRDefault="00440A64" w:rsidP="00440A64">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5006C8F4" w14:textId="77777777" w:rsidR="00440A64" w:rsidRPr="00440A64" w:rsidRDefault="00440A64" w:rsidP="00440A64">
            <w:pPr>
              <w:widowControl w:val="0"/>
              <w:kinsoku w:val="0"/>
              <w:overflowPunct w:val="0"/>
              <w:autoSpaceDE w:val="0"/>
              <w:autoSpaceDN w:val="0"/>
              <w:adjustRightInd w:val="0"/>
              <w:spacing w:after="0" w:line="240" w:lineRule="auto"/>
              <w:rPr>
                <w:rFonts w:ascii="Calibri" w:eastAsia="Times New Roman" w:hAnsi="Calibri"/>
                <w:bCs/>
                <w:lang w:eastAsia="en-GB"/>
              </w:rPr>
            </w:pPr>
            <w:r w:rsidRPr="00440A64">
              <w:rPr>
                <w:rFonts w:ascii="Calibri" w:eastAsia="Times New Roman" w:hAnsi="Calibri"/>
                <w:bCs/>
                <w:lang w:val="lv-LV" w:eastAsia="en-GB"/>
              </w:rPr>
              <w:t xml:space="preserve">Networking - Relationships established and maintained with researchers including </w:t>
            </w:r>
            <w:r w:rsidRPr="00440A64">
              <w:rPr>
                <w:rFonts w:ascii="Calibri" w:eastAsia="Times New Roman" w:hAnsi="Calibri"/>
                <w:bCs/>
                <w:lang w:eastAsia="en-GB"/>
              </w:rPr>
              <w:t xml:space="preserve">the Fuller Lab at the University of Queensland. The Fuller lab is leading the </w:t>
            </w:r>
            <w:r w:rsidRPr="00440A64">
              <w:rPr>
                <w:rFonts w:ascii="Calibri" w:eastAsia="Times New Roman" w:hAnsi="Calibri"/>
                <w:bCs/>
                <w:i/>
                <w:lang w:eastAsia="en-GB"/>
              </w:rPr>
              <w:t>Recovering Australia’s Migratory Shorebirds Project</w:t>
            </w:r>
            <w:r w:rsidRPr="00440A64">
              <w:rPr>
                <w:rFonts w:ascii="Calibri" w:eastAsia="Times New Roman" w:hAnsi="Calibri"/>
                <w:bCs/>
                <w:lang w:eastAsia="en-GB"/>
              </w:rPr>
              <w:t xml:space="preserve"> funded through the Australian Research Linkage Projects Scheme in collaboration with the Queensland Wader Study Group (QWSG), the Queensland Department of Environment and Science, Wetlands Team) and the Burnett Mary Regional NRM group.</w:t>
            </w:r>
          </w:p>
          <w:p w14:paraId="1D58EE5E" w14:textId="673C1B63" w:rsidR="00440A64" w:rsidRPr="00333F4B" w:rsidRDefault="00440A64" w:rsidP="00AD7F4E">
            <w:pPr>
              <w:widowControl w:val="0"/>
              <w:kinsoku w:val="0"/>
              <w:overflowPunct w:val="0"/>
              <w:autoSpaceDE w:val="0"/>
              <w:autoSpaceDN w:val="0"/>
              <w:adjustRightInd w:val="0"/>
              <w:spacing w:after="0" w:line="240" w:lineRule="auto"/>
              <w:rPr>
                <w:rFonts w:ascii="Calibri" w:eastAsia="Times New Roman" w:hAnsi="Calibri"/>
                <w:bCs/>
                <w:lang w:val="lv-LV" w:eastAsia="en-GB"/>
              </w:rPr>
            </w:pPr>
          </w:p>
        </w:tc>
      </w:tr>
      <w:tr w:rsidR="00A93620" w:rsidRPr="00333F4B" w14:paraId="253DD17F" w14:textId="77777777" w:rsidTr="00025685">
        <w:tc>
          <w:tcPr>
            <w:tcW w:w="1730" w:type="dxa"/>
          </w:tcPr>
          <w:p w14:paraId="36D939C6" w14:textId="241E6BFE" w:rsidR="00A93620" w:rsidRPr="00333F4B" w:rsidRDefault="00A93620" w:rsidP="00333F4B">
            <w:pPr>
              <w:widowControl w:val="0"/>
              <w:kinsoku w:val="0"/>
              <w:overflowPunct w:val="0"/>
              <w:autoSpaceDE w:val="0"/>
              <w:autoSpaceDN w:val="0"/>
              <w:adjustRightInd w:val="0"/>
              <w:spacing w:after="0" w:line="240" w:lineRule="auto"/>
              <w:rPr>
                <w:rFonts w:eastAsia="Times New Roman"/>
                <w:lang w:val="en-GB" w:eastAsia="en-GB"/>
              </w:rPr>
            </w:pPr>
            <w:r w:rsidRPr="00333F4B">
              <w:rPr>
                <w:rFonts w:eastAsia="Times New Roman"/>
                <w:lang w:val="en-GB" w:eastAsia="en-GB"/>
              </w:rPr>
              <w:lastRenderedPageBreak/>
              <w:t xml:space="preserve">2. Integrate CEPA processes, where appropriate, into all levels of </w:t>
            </w:r>
            <w:r w:rsidRPr="00333F4B">
              <w:rPr>
                <w:rFonts w:eastAsia="Times New Roman"/>
                <w:lang w:val="en-GB" w:eastAsia="en-GB"/>
              </w:rPr>
              <w:lastRenderedPageBreak/>
              <w:t>policy development, planning and implementation of the Convention.</w:t>
            </w:r>
          </w:p>
        </w:tc>
        <w:tc>
          <w:tcPr>
            <w:tcW w:w="2835" w:type="dxa"/>
          </w:tcPr>
          <w:p w14:paraId="468A38AC" w14:textId="49DE68CF" w:rsidR="00A93620" w:rsidRPr="00333F4B" w:rsidRDefault="00A93620" w:rsidP="00333F4B">
            <w:pPr>
              <w:widowControl w:val="0"/>
              <w:numPr>
                <w:ilvl w:val="1"/>
                <w:numId w:val="11"/>
              </w:numPr>
              <w:kinsoku w:val="0"/>
              <w:overflowPunct w:val="0"/>
              <w:autoSpaceDE w:val="0"/>
              <w:autoSpaceDN w:val="0"/>
              <w:adjustRightInd w:val="0"/>
              <w:spacing w:after="0" w:line="240" w:lineRule="auto"/>
              <w:ind w:left="426" w:hanging="426"/>
              <w:rPr>
                <w:rFonts w:eastAsia="Times New Roman"/>
                <w:lang w:val="en-GB" w:eastAsia="en-GB"/>
              </w:rPr>
            </w:pPr>
            <w:r w:rsidRPr="00333F4B">
              <w:rPr>
                <w:rFonts w:eastAsia="Times New Roman"/>
                <w:lang w:val="en-GB" w:eastAsia="en-GB"/>
              </w:rPr>
              <w:lastRenderedPageBreak/>
              <w:t xml:space="preserve">CEPA expertise involved in the development of guidance by the Convention’s bodies including the Scientific </w:t>
            </w:r>
            <w:r w:rsidRPr="00333F4B">
              <w:rPr>
                <w:rFonts w:eastAsia="Times New Roman"/>
                <w:lang w:val="en-GB" w:eastAsia="en-GB"/>
              </w:rPr>
              <w:lastRenderedPageBreak/>
              <w:t>and Technical Review Panel (STR</w:t>
            </w:r>
            <w:r w:rsidR="00806785">
              <w:rPr>
                <w:rFonts w:eastAsia="Times New Roman"/>
                <w:lang w:val="en-GB" w:eastAsia="en-GB"/>
              </w:rPr>
              <w:t>P) and Standing Committee (SC).</w:t>
            </w:r>
          </w:p>
          <w:p w14:paraId="3FACECDC" w14:textId="74679CD8" w:rsidR="00A93620" w:rsidRPr="00333F4B" w:rsidRDefault="00A93620" w:rsidP="00333F4B">
            <w:pPr>
              <w:widowControl w:val="0"/>
              <w:numPr>
                <w:ilvl w:val="1"/>
                <w:numId w:val="11"/>
              </w:numPr>
              <w:kinsoku w:val="0"/>
              <w:overflowPunct w:val="0"/>
              <w:autoSpaceDE w:val="0"/>
              <w:autoSpaceDN w:val="0"/>
              <w:adjustRightInd w:val="0"/>
              <w:spacing w:after="0" w:line="240" w:lineRule="auto"/>
              <w:ind w:left="426" w:hanging="426"/>
              <w:rPr>
                <w:rFonts w:eastAsia="Times New Roman"/>
                <w:lang w:val="en-GB" w:eastAsia="en-GB"/>
              </w:rPr>
            </w:pPr>
            <w:r w:rsidRPr="00333F4B">
              <w:rPr>
                <w:rFonts w:eastAsia="Times New Roman"/>
                <w:lang w:val="en-GB" w:eastAsia="en-GB"/>
              </w:rPr>
              <w:t xml:space="preserve">Wetland communication (CEPA) plans developed at the appropriate level by Parties (national, basin or site) to support Ramsar implementers. </w:t>
            </w:r>
          </w:p>
          <w:p w14:paraId="04D083C6" w14:textId="6313C635" w:rsidR="00A93620" w:rsidRPr="00333F4B" w:rsidRDefault="00A93620" w:rsidP="00806785">
            <w:pPr>
              <w:widowControl w:val="0"/>
              <w:numPr>
                <w:ilvl w:val="1"/>
                <w:numId w:val="11"/>
              </w:numPr>
              <w:kinsoku w:val="0"/>
              <w:overflowPunct w:val="0"/>
              <w:autoSpaceDE w:val="0"/>
              <w:autoSpaceDN w:val="0"/>
              <w:adjustRightInd w:val="0"/>
              <w:spacing w:after="0" w:line="240" w:lineRule="auto"/>
              <w:ind w:left="426" w:hanging="426"/>
              <w:rPr>
                <w:rFonts w:ascii="Calibri" w:eastAsia="Times New Roman" w:hAnsi="Calibri"/>
                <w:bCs/>
                <w:lang w:val="lv-LV" w:eastAsia="en-GB"/>
              </w:rPr>
            </w:pPr>
            <w:r w:rsidRPr="00333F4B">
              <w:rPr>
                <w:rFonts w:eastAsia="Times New Roman"/>
                <w:lang w:val="en-GB" w:eastAsia="en-GB"/>
              </w:rPr>
              <w:t xml:space="preserve">Where appropriate, wetland CEPA integrated into national policy and planning relevant to wetlands. </w:t>
            </w:r>
          </w:p>
        </w:tc>
        <w:tc>
          <w:tcPr>
            <w:tcW w:w="2268" w:type="dxa"/>
          </w:tcPr>
          <w:p w14:paraId="291676E7"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lastRenderedPageBreak/>
              <w:t xml:space="preserve">National CEPA Plan and basin/site plans developed and published online (National Report </w:t>
            </w:r>
            <w:r w:rsidRPr="00333F4B">
              <w:rPr>
                <w:rFonts w:ascii="Calibri" w:eastAsia="Times New Roman" w:hAnsi="Calibri"/>
                <w:bCs/>
                <w:lang w:val="lv-LV" w:eastAsia="en-GB"/>
              </w:rPr>
              <w:lastRenderedPageBreak/>
              <w:t>Q16.1)</w:t>
            </w:r>
          </w:p>
          <w:p w14:paraId="5DDC5335"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6871098B"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tc>
        <w:tc>
          <w:tcPr>
            <w:tcW w:w="6804" w:type="dxa"/>
          </w:tcPr>
          <w:p w14:paraId="18CA29E2" w14:textId="21A60934" w:rsidR="00AD7F4E" w:rsidRDefault="006E4A9F"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lastRenderedPageBreak/>
              <w:t xml:space="preserve">A </w:t>
            </w:r>
            <w:r w:rsidR="00AD7F4E">
              <w:rPr>
                <w:rFonts w:ascii="Calibri" w:eastAsia="Times New Roman" w:hAnsi="Calibri"/>
                <w:bCs/>
                <w:lang w:val="lv-LV" w:eastAsia="en-GB"/>
              </w:rPr>
              <w:t>CEPA National Action Plan</w:t>
            </w:r>
            <w:r>
              <w:rPr>
                <w:rFonts w:ascii="Calibri" w:eastAsia="Times New Roman" w:hAnsi="Calibri"/>
                <w:bCs/>
                <w:lang w:val="lv-LV" w:eastAsia="en-GB"/>
              </w:rPr>
              <w:t xml:space="preserve"> was developed for the period 2016-2018</w:t>
            </w:r>
            <w:r w:rsidR="00AD7F4E">
              <w:rPr>
                <w:rFonts w:ascii="Calibri" w:eastAsia="Times New Roman" w:hAnsi="Calibri"/>
                <w:bCs/>
                <w:lang w:val="lv-LV" w:eastAsia="en-GB"/>
              </w:rPr>
              <w:t>.</w:t>
            </w:r>
          </w:p>
          <w:p w14:paraId="494B4D93" w14:textId="77777777" w:rsidR="00E57ECB" w:rsidRDefault="00E57EC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3464887D" w14:textId="13AED5F0" w:rsidR="00AD7F4E" w:rsidRDefault="006E4A9F"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t xml:space="preserve">A </w:t>
            </w:r>
            <w:r w:rsidR="00AD7F4E">
              <w:rPr>
                <w:rFonts w:ascii="Calibri" w:eastAsia="Times New Roman" w:hAnsi="Calibri"/>
                <w:bCs/>
                <w:lang w:val="lv-LV" w:eastAsia="en-GB"/>
              </w:rPr>
              <w:t xml:space="preserve">Wetlands and People Plan </w:t>
            </w:r>
            <w:r>
              <w:rPr>
                <w:rFonts w:ascii="Calibri" w:eastAsia="Times New Roman" w:hAnsi="Calibri"/>
                <w:bCs/>
                <w:lang w:val="lv-LV" w:eastAsia="en-GB"/>
              </w:rPr>
              <w:t xml:space="preserve">was </w:t>
            </w:r>
            <w:r w:rsidR="00AD7F4E">
              <w:rPr>
                <w:rFonts w:ascii="Calibri" w:eastAsia="Times New Roman" w:hAnsi="Calibri"/>
                <w:bCs/>
                <w:lang w:val="lv-LV" w:eastAsia="en-GB"/>
              </w:rPr>
              <w:t>developed for Peel-Yalgorup Ramsar site, WA</w:t>
            </w:r>
          </w:p>
          <w:p w14:paraId="320BB486" w14:textId="77777777" w:rsidR="00E57ECB" w:rsidRDefault="00E57EC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53880BE9" w14:textId="02FF3813" w:rsidR="00A93620" w:rsidRPr="00333F4B" w:rsidRDefault="00E256C2"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lastRenderedPageBreak/>
              <w:t>Management Plans for Australian Ramsar sites include priorities for CEPA.</w:t>
            </w:r>
          </w:p>
        </w:tc>
      </w:tr>
      <w:tr w:rsidR="00A93620" w:rsidRPr="00333F4B" w14:paraId="0684B9DE" w14:textId="77777777" w:rsidTr="00025685">
        <w:tc>
          <w:tcPr>
            <w:tcW w:w="1730" w:type="dxa"/>
          </w:tcPr>
          <w:p w14:paraId="4F9AC589" w14:textId="0FD4ED5E" w:rsidR="00A93620" w:rsidRPr="00333F4B" w:rsidRDefault="00A93620" w:rsidP="00333F4B">
            <w:pPr>
              <w:widowControl w:val="0"/>
              <w:kinsoku w:val="0"/>
              <w:overflowPunct w:val="0"/>
              <w:autoSpaceDE w:val="0"/>
              <w:autoSpaceDN w:val="0"/>
              <w:adjustRightInd w:val="0"/>
              <w:spacing w:after="0" w:line="240" w:lineRule="auto"/>
              <w:rPr>
                <w:rFonts w:eastAsia="Times New Roman"/>
                <w:noProof/>
                <w:lang w:val="en-GB" w:eastAsia="en-GB"/>
              </w:rPr>
            </w:pPr>
            <w:r w:rsidRPr="00333F4B">
              <w:rPr>
                <w:rFonts w:eastAsia="Times New Roman"/>
                <w:noProof/>
                <w:lang w:val="en-GB" w:eastAsia="en-GB"/>
              </w:rPr>
              <w:lastRenderedPageBreak/>
              <w:t>3. Provide support to implementers of wise use principles, especially those with a direct role in site management.</w:t>
            </w:r>
          </w:p>
        </w:tc>
        <w:tc>
          <w:tcPr>
            <w:tcW w:w="2835" w:type="dxa"/>
          </w:tcPr>
          <w:p w14:paraId="7F98EEC9" w14:textId="77777777" w:rsidR="00A93620" w:rsidRPr="00333F4B" w:rsidRDefault="00A93620" w:rsidP="00333F4B">
            <w:pPr>
              <w:widowControl w:val="0"/>
              <w:numPr>
                <w:ilvl w:val="1"/>
                <w:numId w:val="12"/>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The Strategic Plan 2016-2024 adopted by COP12 disseminated and promoted.</w:t>
            </w:r>
          </w:p>
          <w:p w14:paraId="290D82F1" w14:textId="4CDF5F6C" w:rsidR="00A93620" w:rsidRPr="00333F4B" w:rsidRDefault="00A93620" w:rsidP="00333F4B">
            <w:pPr>
              <w:widowControl w:val="0"/>
              <w:numPr>
                <w:ilvl w:val="1"/>
                <w:numId w:val="12"/>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Appropriate guidance materials that support and encourage the wise use of wetlands produced for use at Ramsar Sites and other we</w:t>
            </w:r>
            <w:r w:rsidR="00806785">
              <w:rPr>
                <w:rFonts w:eastAsia="Times New Roman"/>
                <w:lang w:val="en-GB" w:eastAsia="en-GB"/>
              </w:rPr>
              <w:t>tlands and by wetland networks.</w:t>
            </w:r>
          </w:p>
          <w:p w14:paraId="06651D03" w14:textId="305CA27A" w:rsidR="00A93620" w:rsidRPr="00333F4B" w:rsidRDefault="00A93620" w:rsidP="00333F4B">
            <w:pPr>
              <w:widowControl w:val="0"/>
              <w:numPr>
                <w:ilvl w:val="1"/>
                <w:numId w:val="12"/>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 xml:space="preserve">Websites, including the Convention’s website, to be further developed to be fit for purpose and be a useful platform for the sharing of </w:t>
            </w:r>
            <w:r w:rsidRPr="00333F4B">
              <w:rPr>
                <w:rFonts w:eastAsia="Times New Roman"/>
                <w:lang w:val="en-GB" w:eastAsia="en-GB"/>
              </w:rPr>
              <w:lastRenderedPageBreak/>
              <w:t>information and resources, including the sharing of information and experiences among CEPA National Focal Points.</w:t>
            </w:r>
          </w:p>
          <w:p w14:paraId="7016BE2D" w14:textId="47357C99" w:rsidR="00A93620" w:rsidRPr="00333F4B" w:rsidRDefault="00A93620" w:rsidP="00333F4B">
            <w:pPr>
              <w:widowControl w:val="0"/>
              <w:numPr>
                <w:ilvl w:val="1"/>
                <w:numId w:val="12"/>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 xml:space="preserve">Appropriate Ramsar Sites and other wetlands to be celebrated as “demonstration sites” for the wise use principle, and these sites suitably equipped in terms of capacity, signage, and interpretive materials. </w:t>
            </w:r>
          </w:p>
          <w:p w14:paraId="338AA621" w14:textId="14CFBC78" w:rsidR="00A93620" w:rsidRPr="00333F4B" w:rsidRDefault="00A93620" w:rsidP="00333F4B">
            <w:pPr>
              <w:widowControl w:val="0"/>
              <w:numPr>
                <w:ilvl w:val="1"/>
                <w:numId w:val="12"/>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Secretariat requested to share CEPA stories which illustrate how integration of CEPA can improve wetlan</w:t>
            </w:r>
            <w:r w:rsidR="00806785">
              <w:rPr>
                <w:rFonts w:eastAsia="Times New Roman"/>
                <w:lang w:val="en-GB" w:eastAsia="en-GB"/>
              </w:rPr>
              <w:t>d management.</w:t>
            </w:r>
          </w:p>
          <w:p w14:paraId="69141B79" w14:textId="3F1F1F0E" w:rsidR="00A93620" w:rsidRPr="00333F4B" w:rsidRDefault="00A93620" w:rsidP="00333F4B">
            <w:pPr>
              <w:widowControl w:val="0"/>
              <w:numPr>
                <w:ilvl w:val="1"/>
                <w:numId w:val="12"/>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 xml:space="preserve">Collaboration on CEPA with other Conventions, Ramsar IOPs, other NGOs, UN agencies and others ensured through sharing of CEPA experiences and </w:t>
            </w:r>
            <w:r w:rsidR="00806785">
              <w:rPr>
                <w:rFonts w:eastAsia="Times New Roman"/>
                <w:lang w:val="en-GB" w:eastAsia="en-GB"/>
              </w:rPr>
              <w:t>the encouragement of synergies.</w:t>
            </w:r>
          </w:p>
          <w:p w14:paraId="436EE8D8" w14:textId="77777777" w:rsidR="00A93620" w:rsidRPr="00333F4B" w:rsidRDefault="00A93620" w:rsidP="00333F4B">
            <w:pPr>
              <w:widowControl w:val="0"/>
              <w:kinsoku w:val="0"/>
              <w:overflowPunct w:val="0"/>
              <w:autoSpaceDE w:val="0"/>
              <w:autoSpaceDN w:val="0"/>
              <w:adjustRightInd w:val="0"/>
              <w:spacing w:after="0" w:line="240" w:lineRule="auto"/>
              <w:rPr>
                <w:rFonts w:eastAsia="Times New Roman"/>
                <w:lang w:val="en-GB" w:eastAsia="en-GB"/>
              </w:rPr>
            </w:pPr>
          </w:p>
          <w:p w14:paraId="10E771ED" w14:textId="77777777" w:rsidR="00A93620" w:rsidRPr="00333F4B" w:rsidRDefault="00A93620" w:rsidP="00333F4B">
            <w:pPr>
              <w:widowControl w:val="0"/>
              <w:kinsoku w:val="0"/>
              <w:overflowPunct w:val="0"/>
              <w:autoSpaceDE w:val="0"/>
              <w:autoSpaceDN w:val="0"/>
              <w:adjustRightInd w:val="0"/>
              <w:spacing w:after="0" w:line="240" w:lineRule="auto"/>
              <w:rPr>
                <w:rFonts w:eastAsia="Times New Roman"/>
                <w:lang w:val="en-GB" w:eastAsia="en-GB"/>
              </w:rPr>
            </w:pPr>
          </w:p>
        </w:tc>
        <w:tc>
          <w:tcPr>
            <w:tcW w:w="2268" w:type="dxa"/>
          </w:tcPr>
          <w:p w14:paraId="33B6DBF3"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lastRenderedPageBreak/>
              <w:t>Number of recipients of Ramsar materials</w:t>
            </w:r>
          </w:p>
          <w:p w14:paraId="0920C15D"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(National Report Q16.5a)</w:t>
            </w:r>
          </w:p>
          <w:p w14:paraId="48A6B638"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3EA96D57"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Number and distribution of wetland publications (National Report Q18.5)</w:t>
            </w:r>
          </w:p>
          <w:p w14:paraId="04D48B22"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68EA59BC" w14:textId="0D603DA2" w:rsidR="00A93620" w:rsidRPr="00333F4B" w:rsidRDefault="00440A64"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t>Extent of liaison with Multilateral Env Agreement National Focal Points</w:t>
            </w:r>
          </w:p>
          <w:p w14:paraId="01817EF5"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(National Report Q16.5b, 18.1))</w:t>
            </w:r>
          </w:p>
          <w:p w14:paraId="5FF02191"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1A44AA18"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 xml:space="preserve">Number of wetland </w:t>
            </w:r>
            <w:r w:rsidRPr="00333F4B">
              <w:rPr>
                <w:rFonts w:ascii="Calibri" w:eastAsia="Times New Roman" w:hAnsi="Calibri"/>
                <w:bCs/>
                <w:lang w:val="lv-LV" w:eastAsia="en-GB"/>
              </w:rPr>
              <w:lastRenderedPageBreak/>
              <w:t>demonstration sites/ case studies recognised.</w:t>
            </w:r>
          </w:p>
        </w:tc>
        <w:tc>
          <w:tcPr>
            <w:tcW w:w="6804" w:type="dxa"/>
          </w:tcPr>
          <w:p w14:paraId="4286D959" w14:textId="77777777" w:rsidR="006E4A9F" w:rsidRDefault="006E4A9F"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lastRenderedPageBreak/>
              <w:t>25 Wetland Education Centres received information relating to World Wetlands Day and other Ramsar-initiatives.</w:t>
            </w:r>
          </w:p>
          <w:p w14:paraId="2C084962" w14:textId="77777777" w:rsidR="00E57ECB" w:rsidRDefault="00E57EC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09A96531" w14:textId="77777777" w:rsidR="006E4A9F" w:rsidRDefault="006E4A9F"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t>Ramsar information was circulated via WetlandLink (an online newsletter by Conservation Volunteers Australia) to 1226 subscribers.</w:t>
            </w:r>
          </w:p>
          <w:p w14:paraId="0246ABD4" w14:textId="77777777" w:rsidR="009A01F5" w:rsidRDefault="009A01F5"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1F00EC6C" w14:textId="611061DD" w:rsidR="00E26449" w:rsidRDefault="006E4A9F"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t>Wetland</w:t>
            </w:r>
            <w:r w:rsidR="009A01F5">
              <w:rPr>
                <w:rFonts w:ascii="Calibri" w:eastAsia="Times New Roman" w:hAnsi="Calibri"/>
                <w:bCs/>
                <w:lang w:val="lv-LV" w:eastAsia="en-GB"/>
              </w:rPr>
              <w:t>s Australia was circulated to 430 subscribers, as well as WAESC, Wetland Education Centres and other wetland stakeholders.</w:t>
            </w:r>
          </w:p>
          <w:p w14:paraId="3CC4FB9B" w14:textId="77777777" w:rsidR="00E26449" w:rsidRDefault="00E26449"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6BF541B9" w14:textId="65B90853" w:rsidR="00E26449" w:rsidRDefault="00E26449"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t xml:space="preserve">There is regular liaison with other MEA contacts, including providing input to briefings for </w:t>
            </w:r>
            <w:r w:rsidR="00D9752C">
              <w:rPr>
                <w:rFonts w:ascii="Calibri" w:eastAsia="Times New Roman" w:hAnsi="Calibri"/>
                <w:bCs/>
                <w:lang w:val="lv-LV" w:eastAsia="en-GB"/>
              </w:rPr>
              <w:t xml:space="preserve">other </w:t>
            </w:r>
            <w:r w:rsidR="00264EC9">
              <w:rPr>
                <w:rFonts w:ascii="Calibri" w:eastAsia="Times New Roman" w:hAnsi="Calibri"/>
                <w:bCs/>
                <w:lang w:val="lv-LV" w:eastAsia="en-GB"/>
              </w:rPr>
              <w:t>Multilateral Environment Agrement</w:t>
            </w:r>
            <w:r>
              <w:rPr>
                <w:rFonts w:ascii="Calibri" w:eastAsia="Times New Roman" w:hAnsi="Calibri"/>
                <w:bCs/>
                <w:lang w:val="lv-LV" w:eastAsia="en-GB"/>
              </w:rPr>
              <w:t xml:space="preserve"> COPs.</w:t>
            </w:r>
          </w:p>
          <w:p w14:paraId="7E379A0A" w14:textId="77777777" w:rsidR="006E451C" w:rsidRDefault="006E451C"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30F3A597" w14:textId="77777777" w:rsidR="00D9752C" w:rsidRDefault="00E26449"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t xml:space="preserve">A representative from the Convention on Migratory Species attends </w:t>
            </w:r>
            <w:r w:rsidR="00D9752C">
              <w:rPr>
                <w:rFonts w:ascii="Calibri" w:eastAsia="Times New Roman" w:hAnsi="Calibri"/>
                <w:bCs/>
                <w:lang w:val="lv-LV" w:eastAsia="en-GB"/>
              </w:rPr>
              <w:t>the 6 monthly WAESC meetings.</w:t>
            </w:r>
          </w:p>
          <w:p w14:paraId="24A66FF6" w14:textId="77777777" w:rsidR="00D9752C" w:rsidRDefault="00D9752C"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38728911" w14:textId="1D7F4972" w:rsidR="00797774" w:rsidRDefault="00797774"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t>Australia provided case studies on Cobourg Peninsula, Kakadu and The Coorong for a report on “The relationship of Indigenous peoples and local communities with wetlands” (Aug 2018)</w:t>
            </w:r>
            <w:r>
              <w:t xml:space="preserve"> </w:t>
            </w:r>
            <w:hyperlink r:id="rId7" w:history="1">
              <w:r w:rsidRPr="00E46742">
                <w:rPr>
                  <w:rStyle w:val="Hyperlink"/>
                  <w:rFonts w:ascii="Calibri" w:eastAsia="Times New Roman" w:hAnsi="Calibri"/>
                  <w:bCs/>
                  <w:lang w:val="lv-LV" w:eastAsia="en-GB"/>
                </w:rPr>
                <w:t>https://www.ramsar.org/news/new-global-report-on-the-participation-of-indigenous-peoples-and-local-communities-in-wetland</w:t>
              </w:r>
            </w:hyperlink>
            <w:r>
              <w:rPr>
                <w:rFonts w:ascii="Calibri" w:eastAsia="Times New Roman" w:hAnsi="Calibri"/>
                <w:bCs/>
                <w:lang w:val="lv-LV" w:eastAsia="en-GB"/>
              </w:rPr>
              <w:t xml:space="preserve"> </w:t>
            </w:r>
          </w:p>
          <w:p w14:paraId="0E788D2E" w14:textId="77777777" w:rsidR="00EE77ED" w:rsidRDefault="00EE77ED"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25F7E0C7" w14:textId="26A0B68A" w:rsidR="00EE77ED" w:rsidRDefault="00EE77ED"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t xml:space="preserve">Australia shared a case study on the Ramsar website of wise use at Cobourg Peninsula - </w:t>
            </w:r>
            <w:hyperlink r:id="rId8" w:history="1">
              <w:r w:rsidRPr="00E46742">
                <w:rPr>
                  <w:rStyle w:val="Hyperlink"/>
                  <w:rFonts w:ascii="Calibri" w:eastAsia="Times New Roman" w:hAnsi="Calibri"/>
                  <w:bCs/>
                  <w:lang w:val="lv-LV" w:eastAsia="en-GB"/>
                </w:rPr>
                <w:t>https://www.ramsar.org/news/historic-cobourg-peninsula-is-a-model-of-wise-use-and-wetland-conservation-40-years-after-its</w:t>
              </w:r>
            </w:hyperlink>
            <w:r>
              <w:rPr>
                <w:rFonts w:ascii="Calibri" w:eastAsia="Times New Roman" w:hAnsi="Calibri"/>
                <w:bCs/>
                <w:lang w:val="lv-LV" w:eastAsia="en-GB"/>
              </w:rPr>
              <w:t xml:space="preserve"> </w:t>
            </w:r>
          </w:p>
          <w:p w14:paraId="7849197A" w14:textId="2CB556AE" w:rsidR="00EE77ED" w:rsidRDefault="00EE77ED"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t xml:space="preserve">and </w:t>
            </w:r>
            <w:r w:rsidR="00666DA4">
              <w:rPr>
                <w:rFonts w:ascii="Calibri" w:eastAsia="Times New Roman" w:hAnsi="Calibri"/>
                <w:bCs/>
                <w:lang w:val="lv-LV" w:eastAsia="en-GB"/>
              </w:rPr>
              <w:t>on the</w:t>
            </w:r>
            <w:r>
              <w:rPr>
                <w:rFonts w:ascii="Calibri" w:eastAsia="Times New Roman" w:hAnsi="Calibri"/>
                <w:bCs/>
                <w:lang w:val="lv-LV" w:eastAsia="en-GB"/>
              </w:rPr>
              <w:t xml:space="preserve"> privately owned Ramsar site, Banrock Station - </w:t>
            </w:r>
            <w:hyperlink r:id="rId9" w:history="1">
              <w:r w:rsidRPr="00E46742">
                <w:rPr>
                  <w:rStyle w:val="Hyperlink"/>
                  <w:rFonts w:ascii="Calibri" w:eastAsia="Times New Roman" w:hAnsi="Calibri"/>
                  <w:bCs/>
                  <w:lang w:val="lv-LV" w:eastAsia="en-GB"/>
                </w:rPr>
                <w:t>https://www.ramsar.org/banrock-station-how-a-ramsar-wetland-owned-by-a-private-agribusiness-in-south-australia-became-a</w:t>
              </w:r>
            </w:hyperlink>
            <w:r>
              <w:rPr>
                <w:rFonts w:ascii="Calibri" w:eastAsia="Times New Roman" w:hAnsi="Calibri"/>
                <w:bCs/>
                <w:lang w:val="lv-LV" w:eastAsia="en-GB"/>
              </w:rPr>
              <w:t xml:space="preserve"> </w:t>
            </w:r>
          </w:p>
          <w:p w14:paraId="11785E61" w14:textId="77777777" w:rsidR="00797774" w:rsidRDefault="00797774"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34B01663" w14:textId="52A77F4B" w:rsidR="00D9752C" w:rsidRDefault="00D9752C"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D9752C">
              <w:rPr>
                <w:rFonts w:ascii="Calibri" w:eastAsia="Times New Roman" w:hAnsi="Calibri"/>
                <w:bCs/>
                <w:lang w:val="lv-LV" w:eastAsia="en-GB"/>
              </w:rPr>
              <w:t xml:space="preserve">The </w:t>
            </w:r>
            <w:r w:rsidR="00762965">
              <w:rPr>
                <w:rFonts w:ascii="Calibri" w:eastAsia="Times New Roman" w:hAnsi="Calibri"/>
                <w:bCs/>
                <w:lang w:val="lv-LV" w:eastAsia="en-GB"/>
              </w:rPr>
              <w:t xml:space="preserve">annual </w:t>
            </w:r>
            <w:r w:rsidRPr="00D9752C">
              <w:rPr>
                <w:rFonts w:ascii="Calibri" w:eastAsia="Times New Roman" w:hAnsi="Calibri"/>
                <w:bCs/>
                <w:lang w:val="lv-LV" w:eastAsia="en-GB"/>
              </w:rPr>
              <w:t>on-line magazine,</w:t>
            </w:r>
            <w:r w:rsidRPr="00D9752C">
              <w:rPr>
                <w:rFonts w:ascii="Calibri" w:eastAsia="Times New Roman" w:hAnsi="Calibri"/>
                <w:bCs/>
                <w:i/>
                <w:lang w:val="lv-LV" w:eastAsia="en-GB"/>
              </w:rPr>
              <w:t xml:space="preserve"> Wetlands Australia</w:t>
            </w:r>
            <w:r>
              <w:rPr>
                <w:rFonts w:ascii="Calibri" w:eastAsia="Times New Roman" w:hAnsi="Calibri"/>
                <w:bCs/>
                <w:lang w:val="lv-LV" w:eastAsia="en-GB"/>
              </w:rPr>
              <w:t xml:space="preserve"> promotes wetland case studies, which demonstrate wise use principles. Other demonstration projects include:</w:t>
            </w:r>
          </w:p>
          <w:p w14:paraId="38915214" w14:textId="0125C6CE" w:rsidR="008620D3" w:rsidRPr="008620D3" w:rsidRDefault="008620D3" w:rsidP="008620D3">
            <w:pPr>
              <w:pStyle w:val="ListParagraph"/>
              <w:widowControl w:val="0"/>
              <w:numPr>
                <w:ilvl w:val="0"/>
                <w:numId w:val="17"/>
              </w:numPr>
              <w:kinsoku w:val="0"/>
              <w:overflowPunct w:val="0"/>
              <w:autoSpaceDE w:val="0"/>
              <w:autoSpaceDN w:val="0"/>
              <w:adjustRightInd w:val="0"/>
              <w:spacing w:after="0" w:line="240" w:lineRule="auto"/>
              <w:rPr>
                <w:rFonts w:ascii="Calibri" w:eastAsia="Times New Roman" w:hAnsi="Calibri"/>
                <w:bCs/>
                <w:lang w:val="lv-LV" w:eastAsia="en-GB"/>
              </w:rPr>
            </w:pPr>
            <w:r w:rsidRPr="008620D3">
              <w:rPr>
                <w:rFonts w:ascii="Calibri" w:eastAsia="Times New Roman" w:hAnsi="Calibri"/>
                <w:bCs/>
                <w:lang w:eastAsia="en-GB"/>
              </w:rPr>
              <w:t>Lower Burdekin, Qld - On-farm wetland demonstration site - This project involved a range of partners in the rehabilitation of a wetland on a cane farm. The project involved construction of a sediment basin upstream of the wetland to capture irrigation tail water to detain and filter sediment before entering the wetland.</w:t>
            </w:r>
          </w:p>
          <w:p w14:paraId="3D4158BC" w14:textId="7500D979" w:rsidR="00797774" w:rsidRPr="00797774" w:rsidRDefault="008620D3" w:rsidP="00797774">
            <w:pPr>
              <w:pStyle w:val="ListParagraph"/>
              <w:widowControl w:val="0"/>
              <w:numPr>
                <w:ilvl w:val="0"/>
                <w:numId w:val="17"/>
              </w:numPr>
              <w:kinsoku w:val="0"/>
              <w:overflowPunct w:val="0"/>
              <w:autoSpaceDE w:val="0"/>
              <w:autoSpaceDN w:val="0"/>
              <w:adjustRightInd w:val="0"/>
              <w:spacing w:after="0" w:line="240" w:lineRule="auto"/>
              <w:rPr>
                <w:rFonts w:ascii="Calibri" w:eastAsia="Times New Roman" w:hAnsi="Calibri"/>
                <w:bCs/>
                <w:lang w:val="lv-LV" w:eastAsia="en-GB"/>
              </w:rPr>
            </w:pPr>
            <w:r w:rsidRPr="008620D3">
              <w:rPr>
                <w:rFonts w:ascii="Calibri" w:eastAsia="Times New Roman" w:hAnsi="Calibri"/>
                <w:bCs/>
                <w:lang w:val="en" w:eastAsia="en-GB"/>
              </w:rPr>
              <w:t xml:space="preserve">ACT Healthy Waterways </w:t>
            </w:r>
            <w:r w:rsidR="0007053D">
              <w:rPr>
                <w:rFonts w:ascii="Calibri" w:eastAsia="Times New Roman" w:hAnsi="Calibri"/>
                <w:bCs/>
                <w:lang w:val="en" w:eastAsia="en-GB"/>
              </w:rPr>
              <w:t xml:space="preserve">(2017-2019) </w:t>
            </w:r>
            <w:r w:rsidRPr="008620D3">
              <w:rPr>
                <w:rFonts w:ascii="Calibri" w:eastAsia="Times New Roman" w:hAnsi="Calibri"/>
                <w:bCs/>
                <w:lang w:val="en" w:eastAsia="en-GB"/>
              </w:rPr>
              <w:t xml:space="preserve">- a joint initiative of the ACT and Australian governments to establish wetlands, ponds and rain gardens to improve </w:t>
            </w:r>
            <w:r>
              <w:rPr>
                <w:rFonts w:ascii="Calibri" w:eastAsia="Times New Roman" w:hAnsi="Calibri"/>
                <w:bCs/>
                <w:lang w:val="en" w:eastAsia="en-GB"/>
              </w:rPr>
              <w:t>long-term water</w:t>
            </w:r>
            <w:r w:rsidRPr="008620D3">
              <w:rPr>
                <w:rFonts w:ascii="Calibri" w:eastAsia="Times New Roman" w:hAnsi="Calibri"/>
                <w:bCs/>
                <w:lang w:val="en" w:eastAsia="en-GB"/>
              </w:rPr>
              <w:t xml:space="preserve"> quality </w:t>
            </w:r>
            <w:r>
              <w:rPr>
                <w:rFonts w:ascii="Calibri" w:eastAsia="Times New Roman" w:hAnsi="Calibri"/>
                <w:bCs/>
                <w:lang w:val="en" w:eastAsia="en-GB"/>
              </w:rPr>
              <w:t>in the ACT and further downstream in</w:t>
            </w:r>
            <w:r w:rsidRPr="008620D3">
              <w:rPr>
                <w:rFonts w:ascii="Calibri" w:eastAsia="Times New Roman" w:hAnsi="Calibri"/>
                <w:bCs/>
                <w:lang w:val="en" w:eastAsia="en-GB"/>
              </w:rPr>
              <w:t xml:space="preserve"> the Murrumbidgee River system.</w:t>
            </w:r>
            <w:r w:rsidR="002A3B2C">
              <w:rPr>
                <w:rFonts w:ascii="Calibri" w:eastAsia="Times New Roman" w:hAnsi="Calibri"/>
                <w:bCs/>
                <w:lang w:val="en" w:eastAsia="en-GB"/>
              </w:rPr>
              <w:t xml:space="preserve"> </w:t>
            </w:r>
            <w:hyperlink r:id="rId10" w:history="1">
              <w:r w:rsidR="002A3B2C" w:rsidRPr="00DE631F">
                <w:rPr>
                  <w:rStyle w:val="Hyperlink"/>
                  <w:rFonts w:ascii="Calibri" w:eastAsia="Times New Roman" w:hAnsi="Calibri"/>
                  <w:bCs/>
                  <w:lang w:val="en" w:eastAsia="en-GB"/>
                </w:rPr>
                <w:t>https://www.environment.act.gov.au/water/ACT-Healthy-Waterways/healthy-waterways/act-healthy-waterways-project</w:t>
              </w:r>
            </w:hyperlink>
            <w:r w:rsidR="002A3B2C">
              <w:rPr>
                <w:rFonts w:ascii="Calibri" w:eastAsia="Times New Roman" w:hAnsi="Calibri"/>
                <w:bCs/>
                <w:lang w:val="en" w:eastAsia="en-GB"/>
              </w:rPr>
              <w:t xml:space="preserve"> </w:t>
            </w:r>
          </w:p>
          <w:p w14:paraId="201B0081" w14:textId="77777777" w:rsidR="00A93620" w:rsidRDefault="00A93620" w:rsidP="006E451C">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43CB0F07" w14:textId="77777777" w:rsidR="006E451C" w:rsidRDefault="006E451C" w:rsidP="006E451C">
            <w:pPr>
              <w:widowControl w:val="0"/>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t xml:space="preserve">Cooperation on promotional activities with CMS and EAAFP relating to migratory species, including cross promotion of World Wetlands Day and World Migratory Bird Day, and production of series of publications in the same format – </w:t>
            </w:r>
            <w:hyperlink r:id="rId11" w:history="1">
              <w:r w:rsidRPr="006E451C">
                <w:rPr>
                  <w:rStyle w:val="Hyperlink"/>
                  <w:rFonts w:ascii="Calibri" w:eastAsia="Times New Roman" w:hAnsi="Calibri"/>
                  <w:bCs/>
                  <w:lang w:val="lv-LV" w:eastAsia="en-GB"/>
                </w:rPr>
                <w:t>Celebrating Australia’s Ramsar Wetlands</w:t>
              </w:r>
            </w:hyperlink>
            <w:r>
              <w:rPr>
                <w:rFonts w:ascii="Calibri" w:eastAsia="Times New Roman" w:hAnsi="Calibri"/>
                <w:bCs/>
                <w:lang w:val="lv-LV" w:eastAsia="en-GB"/>
              </w:rPr>
              <w:t xml:space="preserve">, </w:t>
            </w:r>
            <w:hyperlink r:id="rId12" w:history="1">
              <w:r w:rsidRPr="006E451C">
                <w:rPr>
                  <w:rStyle w:val="Hyperlink"/>
                  <w:rFonts w:ascii="Calibri" w:eastAsia="Times New Roman" w:hAnsi="Calibri"/>
                  <w:bCs/>
                  <w:lang w:val="lv-LV" w:eastAsia="en-GB"/>
                </w:rPr>
                <w:t>Celebrating Australia’s Migratory Waterbirds and their Habitats</w:t>
              </w:r>
            </w:hyperlink>
            <w:r>
              <w:rPr>
                <w:rFonts w:ascii="Calibri" w:eastAsia="Times New Roman" w:hAnsi="Calibri"/>
                <w:bCs/>
                <w:lang w:val="lv-LV" w:eastAsia="en-GB"/>
              </w:rPr>
              <w:t xml:space="preserve">, and </w:t>
            </w:r>
            <w:hyperlink r:id="rId13" w:history="1">
              <w:r w:rsidRPr="006E451C">
                <w:rPr>
                  <w:rStyle w:val="Hyperlink"/>
                  <w:rFonts w:ascii="Calibri" w:eastAsia="Times New Roman" w:hAnsi="Calibri"/>
                  <w:bCs/>
                  <w:lang w:val="lv-LV" w:eastAsia="en-GB"/>
                </w:rPr>
                <w:t>Celebrating Australia’s Wetland Science</w:t>
              </w:r>
            </w:hyperlink>
            <w:r>
              <w:rPr>
                <w:rFonts w:ascii="Calibri" w:eastAsia="Times New Roman" w:hAnsi="Calibri"/>
                <w:bCs/>
                <w:lang w:val="lv-LV" w:eastAsia="en-GB"/>
              </w:rPr>
              <w:t>.</w:t>
            </w:r>
          </w:p>
          <w:p w14:paraId="139058B5" w14:textId="77777777" w:rsidR="00666DA4" w:rsidRDefault="00666DA4" w:rsidP="006E451C">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28EFA3E3" w14:textId="77777777" w:rsidR="00440A64" w:rsidRPr="00440A64" w:rsidRDefault="00440A64" w:rsidP="00440A64">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440A64">
              <w:rPr>
                <w:rFonts w:ascii="Calibri" w:eastAsia="Times New Roman" w:hAnsi="Calibri"/>
                <w:bCs/>
                <w:lang w:eastAsia="en-GB"/>
              </w:rPr>
              <w:t>Wetland publications - On Queensland’s Wetland</w:t>
            </w:r>
            <w:r w:rsidRPr="00440A64">
              <w:rPr>
                <w:rFonts w:ascii="Calibri" w:eastAsia="Times New Roman" w:hAnsi="Calibri"/>
                <w:bCs/>
                <w:i/>
                <w:lang w:eastAsia="en-GB"/>
              </w:rPr>
              <w:t>Info</w:t>
            </w:r>
            <w:r w:rsidRPr="00440A64">
              <w:rPr>
                <w:rFonts w:ascii="Calibri" w:eastAsia="Times New Roman" w:hAnsi="Calibri"/>
                <w:bCs/>
                <w:lang w:eastAsia="en-GB"/>
              </w:rPr>
              <w:t xml:space="preserve"> website, an online </w:t>
            </w:r>
            <w:hyperlink r:id="rId14" w:history="1">
              <w:r w:rsidRPr="00440A64">
                <w:rPr>
                  <w:rStyle w:val="Hyperlink"/>
                  <w:rFonts w:ascii="Calibri" w:eastAsia="Times New Roman" w:hAnsi="Calibri"/>
                  <w:bCs/>
                  <w:lang w:eastAsia="en-GB"/>
                </w:rPr>
                <w:t>treatment systems ‘tool box’</w:t>
              </w:r>
            </w:hyperlink>
            <w:r w:rsidRPr="00440A64">
              <w:rPr>
                <w:rFonts w:ascii="Calibri" w:eastAsia="Times New Roman" w:hAnsi="Calibri"/>
                <w:bCs/>
                <w:lang w:eastAsia="en-GB"/>
              </w:rPr>
              <w:t xml:space="preserve"> was launched in 2018. It is designed to assist landholders and advisors to select and plan appropriate treatment systems for water quality improvement. </w:t>
            </w:r>
          </w:p>
          <w:p w14:paraId="0C6F0E44" w14:textId="77777777" w:rsidR="00440A64" w:rsidRPr="00440A64" w:rsidRDefault="00440A64" w:rsidP="00440A64">
            <w:pPr>
              <w:widowControl w:val="0"/>
              <w:kinsoku w:val="0"/>
              <w:overflowPunct w:val="0"/>
              <w:autoSpaceDE w:val="0"/>
              <w:autoSpaceDN w:val="0"/>
              <w:adjustRightInd w:val="0"/>
              <w:spacing w:after="0" w:line="240" w:lineRule="auto"/>
              <w:rPr>
                <w:rFonts w:ascii="Calibri" w:eastAsia="Times New Roman" w:hAnsi="Calibri"/>
                <w:bCs/>
                <w:lang w:eastAsia="en-GB"/>
              </w:rPr>
            </w:pPr>
          </w:p>
          <w:p w14:paraId="1B82EF2B" w14:textId="0C7B17D5" w:rsidR="00440A64" w:rsidRPr="00440A64" w:rsidRDefault="00440A64" w:rsidP="00440A64">
            <w:pPr>
              <w:widowControl w:val="0"/>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eastAsia="en-GB"/>
              </w:rPr>
              <w:t>Forums and case studies</w:t>
            </w:r>
            <w:r w:rsidRPr="00440A64">
              <w:rPr>
                <w:rFonts w:ascii="Calibri" w:eastAsia="Times New Roman" w:hAnsi="Calibri"/>
                <w:bCs/>
                <w:lang w:eastAsia="en-GB"/>
              </w:rPr>
              <w:t xml:space="preserve"> - Two forums to improve water quality have been held across the reporting period to date:</w:t>
            </w:r>
            <w:r w:rsidRPr="00440A64">
              <w:rPr>
                <w:rFonts w:ascii="Calibri" w:eastAsia="Times New Roman" w:hAnsi="Calibri"/>
                <w:bCs/>
                <w:lang w:val="lv-LV" w:eastAsia="en-GB"/>
              </w:rPr>
              <w:t xml:space="preserve"> 1) </w:t>
            </w:r>
            <w:r w:rsidRPr="00440A64">
              <w:rPr>
                <w:rFonts w:ascii="Calibri" w:eastAsia="Times New Roman" w:hAnsi="Calibri"/>
                <w:bCs/>
                <w:lang w:eastAsia="en-GB"/>
              </w:rPr>
              <w:t xml:space="preserve">The Treatment Systems in Coastal Catchments Forum in July 2016 and </w:t>
            </w:r>
          </w:p>
          <w:p w14:paraId="091DFB66" w14:textId="77777777" w:rsidR="00440A64" w:rsidRPr="00440A64" w:rsidRDefault="00440A64" w:rsidP="00440A64">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440A64">
              <w:rPr>
                <w:rFonts w:ascii="Calibri" w:eastAsia="Times New Roman" w:hAnsi="Calibri"/>
                <w:bCs/>
                <w:lang w:eastAsia="en-GB"/>
              </w:rPr>
              <w:t>2) Treatment Systems for water quality improvement - Regional Forum in November 2018.</w:t>
            </w:r>
            <w:r w:rsidRPr="00440A64">
              <w:rPr>
                <w:rFonts w:ascii="Calibri" w:eastAsia="Times New Roman" w:hAnsi="Calibri"/>
                <w:bCs/>
                <w:lang w:val="lv-LV" w:eastAsia="en-GB"/>
              </w:rPr>
              <w:t xml:space="preserve"> </w:t>
            </w:r>
          </w:p>
          <w:p w14:paraId="2A4800B2" w14:textId="7ECF1CE5" w:rsidR="00440A64" w:rsidRDefault="00440A64" w:rsidP="00440A64">
            <w:pPr>
              <w:widowControl w:val="0"/>
              <w:kinsoku w:val="0"/>
              <w:overflowPunct w:val="0"/>
              <w:autoSpaceDE w:val="0"/>
              <w:autoSpaceDN w:val="0"/>
              <w:adjustRightInd w:val="0"/>
              <w:spacing w:after="0" w:line="240" w:lineRule="auto"/>
              <w:rPr>
                <w:rFonts w:ascii="Calibri" w:eastAsia="Times New Roman" w:hAnsi="Calibri"/>
                <w:bCs/>
                <w:lang w:eastAsia="en-GB"/>
              </w:rPr>
            </w:pPr>
            <w:r w:rsidRPr="00440A64">
              <w:rPr>
                <w:rFonts w:ascii="Calibri" w:eastAsia="Times New Roman" w:hAnsi="Calibri"/>
                <w:bCs/>
                <w:lang w:eastAsia="en-GB"/>
              </w:rPr>
              <w:t>In October 2018, the 25 year anniversary for the Moreton Bay Ramsar site was celebrated at two public forums: Brisbane City Council forum on the 6</w:t>
            </w:r>
            <w:r w:rsidRPr="00440A64">
              <w:rPr>
                <w:rFonts w:ascii="Calibri" w:eastAsia="Times New Roman" w:hAnsi="Calibri"/>
                <w:bCs/>
                <w:vertAlign w:val="superscript"/>
                <w:lang w:eastAsia="en-GB"/>
              </w:rPr>
              <w:t>th</w:t>
            </w:r>
            <w:r w:rsidRPr="00440A64">
              <w:rPr>
                <w:rFonts w:ascii="Calibri" w:eastAsia="Times New Roman" w:hAnsi="Calibri"/>
                <w:bCs/>
                <w:lang w:eastAsia="en-GB"/>
              </w:rPr>
              <w:t xml:space="preserve"> of October and the Moreton Bay Wetland Expo hosted by the Redcliffe Environmental Forum and supported by Moreton Bay Regional Council on the 21</w:t>
            </w:r>
            <w:r w:rsidRPr="00440A64">
              <w:rPr>
                <w:rFonts w:ascii="Calibri" w:eastAsia="Times New Roman" w:hAnsi="Calibri"/>
                <w:bCs/>
                <w:vertAlign w:val="superscript"/>
                <w:lang w:eastAsia="en-GB"/>
              </w:rPr>
              <w:t>st</w:t>
            </w:r>
            <w:r w:rsidRPr="00440A64">
              <w:rPr>
                <w:rFonts w:ascii="Calibri" w:eastAsia="Times New Roman" w:hAnsi="Calibri"/>
                <w:bCs/>
                <w:lang w:eastAsia="en-GB"/>
              </w:rPr>
              <w:t xml:space="preserve"> of October. The Wetlands Team gave a presentation at these forums. These events have significantly increased the Moreton Bay Ramsar site public profile. </w:t>
            </w:r>
          </w:p>
          <w:p w14:paraId="40292487" w14:textId="77777777" w:rsidR="00440A64" w:rsidRPr="00440A64" w:rsidRDefault="00440A64" w:rsidP="00440A64">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274F6503" w14:textId="77777777" w:rsidR="00440A64" w:rsidRPr="00440A64" w:rsidRDefault="00440A64" w:rsidP="00440A64">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440A64">
              <w:rPr>
                <w:rFonts w:ascii="Calibri" w:eastAsia="Times New Roman" w:hAnsi="Calibri"/>
                <w:bCs/>
                <w:lang w:val="lv-LV" w:eastAsia="en-GB"/>
              </w:rPr>
              <w:t>Wetland publications- Wetland</w:t>
            </w:r>
            <w:r w:rsidRPr="00440A64">
              <w:rPr>
                <w:rFonts w:ascii="Calibri" w:eastAsia="Times New Roman" w:hAnsi="Calibri"/>
                <w:bCs/>
                <w:i/>
                <w:lang w:val="lv-LV" w:eastAsia="en-GB"/>
              </w:rPr>
              <w:t>Info</w:t>
            </w:r>
            <w:r w:rsidRPr="00440A64">
              <w:rPr>
                <w:rFonts w:ascii="Calibri" w:eastAsia="Times New Roman" w:hAnsi="Calibri"/>
                <w:bCs/>
                <w:lang w:val="lv-LV" w:eastAsia="en-GB"/>
              </w:rPr>
              <w:t xml:space="preserve"> website have been either updated and continued to be the first point of truth for wetlands infomation in Queensland. </w:t>
            </w:r>
          </w:p>
          <w:p w14:paraId="573E27AB" w14:textId="5EEED403" w:rsidR="00440A64" w:rsidRPr="006E451C" w:rsidRDefault="00440A64" w:rsidP="006E451C">
            <w:pPr>
              <w:widowControl w:val="0"/>
              <w:kinsoku w:val="0"/>
              <w:overflowPunct w:val="0"/>
              <w:autoSpaceDE w:val="0"/>
              <w:autoSpaceDN w:val="0"/>
              <w:adjustRightInd w:val="0"/>
              <w:spacing w:after="0" w:line="240" w:lineRule="auto"/>
              <w:rPr>
                <w:rFonts w:ascii="Calibri" w:eastAsia="Times New Roman" w:hAnsi="Calibri"/>
                <w:bCs/>
                <w:lang w:val="lv-LV" w:eastAsia="en-GB"/>
              </w:rPr>
            </w:pPr>
          </w:p>
        </w:tc>
      </w:tr>
      <w:tr w:rsidR="00A93620" w:rsidRPr="00333F4B" w14:paraId="4D82FA52" w14:textId="77777777" w:rsidTr="00025685">
        <w:tc>
          <w:tcPr>
            <w:tcW w:w="1730" w:type="dxa"/>
          </w:tcPr>
          <w:p w14:paraId="2CDB3EF5" w14:textId="51C969AE" w:rsidR="00A93620" w:rsidRPr="00333F4B" w:rsidRDefault="00A93620" w:rsidP="00333F4B">
            <w:pPr>
              <w:widowControl w:val="0"/>
              <w:kinsoku w:val="0"/>
              <w:overflowPunct w:val="0"/>
              <w:autoSpaceDE w:val="0"/>
              <w:autoSpaceDN w:val="0"/>
              <w:adjustRightInd w:val="0"/>
              <w:spacing w:after="0" w:line="240" w:lineRule="auto"/>
              <w:rPr>
                <w:rFonts w:eastAsia="Times New Roman"/>
                <w:lang w:val="en-GB" w:eastAsia="en-GB"/>
              </w:rPr>
            </w:pPr>
            <w:r w:rsidRPr="00333F4B">
              <w:rPr>
                <w:rFonts w:eastAsia="Times New Roman"/>
                <w:lang w:val="en-GB" w:eastAsia="en-GB"/>
              </w:rPr>
              <w:lastRenderedPageBreak/>
              <w:t>4. Build the individual, institutional and collective capacity of people with a direct responsibility for Ramsar implementation.</w:t>
            </w:r>
          </w:p>
        </w:tc>
        <w:tc>
          <w:tcPr>
            <w:tcW w:w="2835" w:type="dxa"/>
          </w:tcPr>
          <w:p w14:paraId="720B1784" w14:textId="6CA3637E" w:rsidR="00A93620" w:rsidRPr="00333F4B" w:rsidRDefault="00A93620" w:rsidP="00333F4B">
            <w:pPr>
              <w:widowControl w:val="0"/>
              <w:kinsoku w:val="0"/>
              <w:overflowPunct w:val="0"/>
              <w:autoSpaceDE w:val="0"/>
              <w:autoSpaceDN w:val="0"/>
              <w:adjustRightInd w:val="0"/>
              <w:spacing w:after="0" w:line="240" w:lineRule="auto"/>
              <w:ind w:left="400" w:hanging="400"/>
              <w:rPr>
                <w:rFonts w:eastAsia="Times New Roman"/>
                <w:lang w:val="en-GB" w:eastAsia="en-GB"/>
              </w:rPr>
            </w:pPr>
            <w:r w:rsidRPr="00333F4B">
              <w:rPr>
                <w:rFonts w:eastAsia="Times New Roman"/>
                <w:lang w:val="en-GB" w:eastAsia="en-GB"/>
              </w:rPr>
              <w:t>4.1 Managers supported to build communication, education, participation and awarene</w:t>
            </w:r>
            <w:r w:rsidR="00806785">
              <w:rPr>
                <w:rFonts w:eastAsia="Times New Roman"/>
                <w:lang w:val="en-GB" w:eastAsia="en-GB"/>
              </w:rPr>
              <w:t>ss into their management plans.</w:t>
            </w:r>
          </w:p>
          <w:p w14:paraId="2E920CFA" w14:textId="4F0FE26C" w:rsidR="00A93620" w:rsidRPr="00333F4B" w:rsidRDefault="00A93620" w:rsidP="00333F4B">
            <w:pPr>
              <w:widowControl w:val="0"/>
              <w:kinsoku w:val="0"/>
              <w:overflowPunct w:val="0"/>
              <w:autoSpaceDE w:val="0"/>
              <w:autoSpaceDN w:val="0"/>
              <w:adjustRightInd w:val="0"/>
              <w:spacing w:after="0" w:line="240" w:lineRule="auto"/>
              <w:ind w:left="400" w:hanging="400"/>
              <w:rPr>
                <w:rFonts w:eastAsia="Times New Roman"/>
                <w:lang w:val="en-GB" w:eastAsia="en-GB"/>
              </w:rPr>
            </w:pPr>
            <w:r w:rsidRPr="00333F4B">
              <w:rPr>
                <w:rFonts w:eastAsia="Times New Roman"/>
                <w:lang w:val="en-GB" w:eastAsia="en-GB"/>
              </w:rPr>
              <w:t xml:space="preserve">4.2 Current needs and capacities of wetland site managers and National Focal Points assessed and the results used to define training and capacity‐building priorities at regional and </w:t>
            </w:r>
            <w:r w:rsidR="00806785">
              <w:rPr>
                <w:rFonts w:eastAsia="Times New Roman"/>
                <w:lang w:val="en-GB" w:eastAsia="en-GB"/>
              </w:rPr>
              <w:lastRenderedPageBreak/>
              <w:t>national levels.</w:t>
            </w:r>
          </w:p>
          <w:p w14:paraId="3408AD8F" w14:textId="019E3C3C" w:rsidR="00A93620" w:rsidRPr="00333F4B" w:rsidRDefault="00A93620" w:rsidP="00333F4B">
            <w:pPr>
              <w:widowControl w:val="0"/>
              <w:kinsoku w:val="0"/>
              <w:overflowPunct w:val="0"/>
              <w:autoSpaceDE w:val="0"/>
              <w:autoSpaceDN w:val="0"/>
              <w:adjustRightInd w:val="0"/>
              <w:spacing w:after="0" w:line="240" w:lineRule="auto"/>
              <w:ind w:left="400" w:hanging="400"/>
              <w:rPr>
                <w:rFonts w:eastAsia="Times New Roman"/>
                <w:lang w:val="en-GB" w:eastAsia="en-GB"/>
              </w:rPr>
            </w:pPr>
            <w:r w:rsidRPr="00333F4B">
              <w:rPr>
                <w:rFonts w:eastAsia="Times New Roman"/>
                <w:lang w:val="en-GB" w:eastAsia="en-GB"/>
              </w:rPr>
              <w:t>4.3 Resources provided to produce appropriate wetland management training and capacity building materials and carry out the prioritized training and capacity</w:t>
            </w:r>
            <w:r w:rsidR="00806785">
              <w:rPr>
                <w:rFonts w:eastAsia="Times New Roman"/>
                <w:lang w:val="en-GB" w:eastAsia="en-GB"/>
              </w:rPr>
              <w:t xml:space="preserve"> building as identified in 4.2.</w:t>
            </w:r>
          </w:p>
          <w:p w14:paraId="4BF71F84" w14:textId="2E797089" w:rsidR="00A93620" w:rsidRPr="00333F4B" w:rsidRDefault="00A93620" w:rsidP="00333F4B">
            <w:pPr>
              <w:widowControl w:val="0"/>
              <w:kinsoku w:val="0"/>
              <w:overflowPunct w:val="0"/>
              <w:autoSpaceDE w:val="0"/>
              <w:autoSpaceDN w:val="0"/>
              <w:adjustRightInd w:val="0"/>
              <w:spacing w:after="0" w:line="240" w:lineRule="auto"/>
              <w:ind w:left="400" w:hanging="400"/>
              <w:rPr>
                <w:rFonts w:eastAsia="Times New Roman"/>
                <w:lang w:val="en-GB" w:eastAsia="en-GB"/>
              </w:rPr>
            </w:pPr>
            <w:r w:rsidRPr="00333F4B">
              <w:rPr>
                <w:rFonts w:eastAsia="Times New Roman"/>
                <w:lang w:val="en-GB" w:eastAsia="en-GB"/>
              </w:rPr>
              <w:t xml:space="preserve">4.4 A network of Ramsar Regional Centres working to agreed standards (such as peer reviewed materials) supported to deliver capacity building to site managers, National Focal Points and other relevant stakeholders. </w:t>
            </w:r>
          </w:p>
          <w:p w14:paraId="6280D940" w14:textId="14EA73AF" w:rsidR="00A93620" w:rsidRPr="00333F4B" w:rsidRDefault="00A93620" w:rsidP="00333F4B">
            <w:pPr>
              <w:widowControl w:val="0"/>
              <w:kinsoku w:val="0"/>
              <w:overflowPunct w:val="0"/>
              <w:autoSpaceDE w:val="0"/>
              <w:autoSpaceDN w:val="0"/>
              <w:adjustRightInd w:val="0"/>
              <w:spacing w:after="0" w:line="240" w:lineRule="auto"/>
              <w:ind w:left="400" w:hanging="400"/>
              <w:rPr>
                <w:rFonts w:eastAsia="Times New Roman"/>
                <w:lang w:val="en-GB" w:eastAsia="en-GB"/>
              </w:rPr>
            </w:pPr>
            <w:r w:rsidRPr="00333F4B">
              <w:rPr>
                <w:rFonts w:eastAsia="Times New Roman"/>
                <w:lang w:val="en-GB" w:eastAsia="en-GB"/>
              </w:rPr>
              <w:t>4.5 Partnerships with tertiary education institutions and other relevant organisations are developed to support the production and delivery of wetland management training and capacity bui</w:t>
            </w:r>
            <w:r w:rsidR="00806785">
              <w:rPr>
                <w:rFonts w:eastAsia="Times New Roman"/>
                <w:lang w:val="en-GB" w:eastAsia="en-GB"/>
              </w:rPr>
              <w:t>lding materials and programmes.</w:t>
            </w:r>
          </w:p>
          <w:p w14:paraId="041B6557" w14:textId="0164C6B6" w:rsidR="00A93620" w:rsidRPr="00333F4B" w:rsidRDefault="00A93620" w:rsidP="00806785">
            <w:pPr>
              <w:widowControl w:val="0"/>
              <w:kinsoku w:val="0"/>
              <w:overflowPunct w:val="0"/>
              <w:autoSpaceDE w:val="0"/>
              <w:autoSpaceDN w:val="0"/>
              <w:adjustRightInd w:val="0"/>
              <w:spacing w:after="0" w:line="240" w:lineRule="auto"/>
              <w:ind w:left="400" w:hanging="400"/>
              <w:rPr>
                <w:rFonts w:eastAsia="Times New Roman"/>
                <w:lang w:val="en-GB" w:eastAsia="en-GB"/>
              </w:rPr>
            </w:pPr>
            <w:r w:rsidRPr="00333F4B">
              <w:rPr>
                <w:rFonts w:eastAsia="Times New Roman"/>
                <w:lang w:val="en-GB" w:eastAsia="en-GB"/>
              </w:rPr>
              <w:t xml:space="preserve">4.6 National strategic plans that strengthen the technical capacity and </w:t>
            </w:r>
            <w:r w:rsidRPr="00333F4B">
              <w:rPr>
                <w:rFonts w:eastAsia="Times New Roman"/>
                <w:lang w:val="en-GB" w:eastAsia="en-GB"/>
              </w:rPr>
              <w:lastRenderedPageBreak/>
              <w:t xml:space="preserve">management of local authorities to incorporate environmental benefits and services of wetlands as strategies for local and regional development promoted. </w:t>
            </w:r>
          </w:p>
        </w:tc>
        <w:tc>
          <w:tcPr>
            <w:tcW w:w="2268" w:type="dxa"/>
          </w:tcPr>
          <w:p w14:paraId="5CA692A8"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lastRenderedPageBreak/>
              <w:t>Extent of inclusion of CEPA in new/updated management plans</w:t>
            </w:r>
          </w:p>
          <w:p w14:paraId="7D552805"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(National Report Q9.4)</w:t>
            </w:r>
          </w:p>
          <w:p w14:paraId="46ED44B9"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17723F42"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Extent of wetland training offered (National Report Q19.1, 19.2, 19.3)</w:t>
            </w:r>
          </w:p>
          <w:p w14:paraId="14F1767C"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0E5B2CAC" w14:textId="2DF6E8E6" w:rsidR="00A93620" w:rsidRPr="00333F4B" w:rsidRDefault="00264EC9"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t xml:space="preserve">Progress on development of Ramsar Regional </w:t>
            </w:r>
            <w:r>
              <w:rPr>
                <w:rFonts w:ascii="Calibri" w:eastAsia="Times New Roman" w:hAnsi="Calibri"/>
                <w:bCs/>
                <w:lang w:val="lv-LV" w:eastAsia="en-GB"/>
              </w:rPr>
              <w:lastRenderedPageBreak/>
              <w:t xml:space="preserve">Initiative </w:t>
            </w:r>
            <w:r w:rsidR="00A93620" w:rsidRPr="00333F4B">
              <w:rPr>
                <w:rFonts w:ascii="Calibri" w:eastAsia="Times New Roman" w:hAnsi="Calibri"/>
                <w:bCs/>
                <w:lang w:val="lv-LV" w:eastAsia="en-GB"/>
              </w:rPr>
              <w:t xml:space="preserve"> proposal (National Report Q15.1, 15.2)</w:t>
            </w:r>
          </w:p>
          <w:p w14:paraId="5ACD69BF"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155EA51F"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 xml:space="preserve">Number of relevant research projects </w:t>
            </w:r>
          </w:p>
          <w:p w14:paraId="6AF15CD8"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4883A85B"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Extent of promotion of research results</w:t>
            </w:r>
          </w:p>
          <w:p w14:paraId="7DDE7575"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5A4D17DE"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Number of assessments incorporating wetland advice</w:t>
            </w:r>
          </w:p>
        </w:tc>
        <w:tc>
          <w:tcPr>
            <w:tcW w:w="6804" w:type="dxa"/>
          </w:tcPr>
          <w:p w14:paraId="573A621E" w14:textId="77777777" w:rsidR="0037482D" w:rsidRDefault="0037482D"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lastRenderedPageBreak/>
              <w:t>Ramsar Management Principles (under EPBC Regulations) identify CEPA as an important part of Ramsar management plans.  Extent of inclusion in management plans developed during 2016-2018 was variable.</w:t>
            </w:r>
          </w:p>
          <w:p w14:paraId="3AD935C3" w14:textId="77777777" w:rsidR="0037482D" w:rsidRDefault="0037482D"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39F0437F" w14:textId="77777777" w:rsidR="0037482D" w:rsidRDefault="0037482D"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t>A variety of wetland training opportunites were offered, including:</w:t>
            </w:r>
          </w:p>
          <w:p w14:paraId="272A4BF5" w14:textId="77777777" w:rsidR="00A93620" w:rsidRPr="001B32BD" w:rsidRDefault="00521167" w:rsidP="001B32BD">
            <w:pPr>
              <w:pStyle w:val="ListParagraph"/>
              <w:widowControl w:val="0"/>
              <w:numPr>
                <w:ilvl w:val="0"/>
                <w:numId w:val="18"/>
              </w:numPr>
              <w:kinsoku w:val="0"/>
              <w:overflowPunct w:val="0"/>
              <w:autoSpaceDE w:val="0"/>
              <w:autoSpaceDN w:val="0"/>
              <w:adjustRightInd w:val="0"/>
              <w:spacing w:after="0" w:line="240" w:lineRule="auto"/>
              <w:rPr>
                <w:rFonts w:ascii="Calibri" w:eastAsia="Times New Roman" w:hAnsi="Calibri"/>
                <w:bCs/>
                <w:lang w:val="lv-LV" w:eastAsia="en-GB"/>
              </w:rPr>
            </w:pPr>
            <w:r w:rsidRPr="001B32BD">
              <w:rPr>
                <w:rFonts w:ascii="Calibri" w:eastAsia="Times New Roman" w:hAnsi="Calibri"/>
                <w:bCs/>
                <w:lang w:val="lv-LV" w:eastAsia="en-GB"/>
              </w:rPr>
              <w:t>Sydney Olymic Park Authority – Wetland Education and Training (WET) workshops</w:t>
            </w:r>
          </w:p>
          <w:p w14:paraId="34D310C1" w14:textId="3B638ADD" w:rsidR="00521167" w:rsidRDefault="00264EC9" w:rsidP="001B32BD">
            <w:pPr>
              <w:pStyle w:val="ListParagraph"/>
              <w:widowControl w:val="0"/>
              <w:numPr>
                <w:ilvl w:val="0"/>
                <w:numId w:val="18"/>
              </w:numPr>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t>Conservation Volunteers Australia</w:t>
            </w:r>
          </w:p>
          <w:p w14:paraId="2FB7CB26" w14:textId="77777777" w:rsidR="001B32BD" w:rsidRDefault="001B32BD" w:rsidP="001B32BD">
            <w:pPr>
              <w:pStyle w:val="ListParagraph"/>
              <w:widowControl w:val="0"/>
              <w:numPr>
                <w:ilvl w:val="0"/>
                <w:numId w:val="18"/>
              </w:numPr>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t>Port Phillip and Westernport CMA and BirdLife Australia– Indigenous Shorebird and Wetland Conservation Training program</w:t>
            </w:r>
          </w:p>
          <w:p w14:paraId="2395F7BA" w14:textId="77777777" w:rsidR="001B32BD" w:rsidRDefault="001B32BD" w:rsidP="001B32BD">
            <w:pPr>
              <w:pStyle w:val="ListParagraph"/>
              <w:widowControl w:val="0"/>
              <w:numPr>
                <w:ilvl w:val="0"/>
                <w:numId w:val="18"/>
              </w:numPr>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t>Greening Australia – training on monitoring</w:t>
            </w:r>
          </w:p>
          <w:p w14:paraId="714E1468" w14:textId="77777777" w:rsidR="00C40E93" w:rsidRPr="00C40E93" w:rsidRDefault="00C40E93" w:rsidP="00C40E93">
            <w:pPr>
              <w:pStyle w:val="ListParagraph"/>
              <w:widowControl w:val="0"/>
              <w:numPr>
                <w:ilvl w:val="0"/>
                <w:numId w:val="18"/>
              </w:numPr>
              <w:kinsoku w:val="0"/>
              <w:overflowPunct w:val="0"/>
              <w:autoSpaceDE w:val="0"/>
              <w:autoSpaceDN w:val="0"/>
              <w:adjustRightInd w:val="0"/>
              <w:spacing w:after="0" w:line="240" w:lineRule="auto"/>
              <w:rPr>
                <w:rFonts w:ascii="Calibri" w:eastAsia="Times New Roman" w:hAnsi="Calibri"/>
                <w:bCs/>
                <w:lang w:val="lv-LV" w:eastAsia="en-GB"/>
              </w:rPr>
            </w:pPr>
            <w:r w:rsidRPr="00C40E93">
              <w:rPr>
                <w:rFonts w:ascii="Calibri" w:eastAsia="Times New Roman" w:hAnsi="Calibri"/>
                <w:bCs/>
                <w:lang w:val="lv-LV" w:eastAsia="en-GB"/>
              </w:rPr>
              <w:t>Victoria: Lowland wetland ecology course</w:t>
            </w:r>
          </w:p>
          <w:p w14:paraId="46A789BE" w14:textId="4C45F0D2" w:rsidR="00C40E93" w:rsidRPr="00C40E93" w:rsidRDefault="00C40E93" w:rsidP="00C40E93">
            <w:pPr>
              <w:pStyle w:val="ListParagraph"/>
              <w:widowControl w:val="0"/>
              <w:numPr>
                <w:ilvl w:val="0"/>
                <w:numId w:val="18"/>
              </w:numPr>
              <w:kinsoku w:val="0"/>
              <w:overflowPunct w:val="0"/>
              <w:autoSpaceDE w:val="0"/>
              <w:autoSpaceDN w:val="0"/>
              <w:adjustRightInd w:val="0"/>
              <w:spacing w:after="0" w:line="240" w:lineRule="auto"/>
              <w:rPr>
                <w:rFonts w:ascii="Calibri" w:eastAsia="Times New Roman" w:hAnsi="Calibri"/>
                <w:bCs/>
                <w:lang w:val="lv-LV" w:eastAsia="en-GB"/>
              </w:rPr>
            </w:pPr>
            <w:r w:rsidRPr="00C40E93">
              <w:rPr>
                <w:rFonts w:ascii="Calibri" w:eastAsia="Times New Roman" w:hAnsi="Calibri"/>
                <w:bCs/>
                <w:lang w:val="lv-LV" w:eastAsia="en-GB"/>
              </w:rPr>
              <w:lastRenderedPageBreak/>
              <w:t>Victoria: Wetland vegetation identification course (http://rakali.com.au/education-and-training/)</w:t>
            </w:r>
          </w:p>
          <w:p w14:paraId="614EB6B0" w14:textId="77777777" w:rsidR="00C80518" w:rsidRDefault="00C80518" w:rsidP="00C80518">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3768784B" w14:textId="04B4BEE9" w:rsidR="00C80518" w:rsidRDefault="00264EC9" w:rsidP="00C80518">
            <w:pPr>
              <w:widowControl w:val="0"/>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t>Ramsar Regional Initiative</w:t>
            </w:r>
            <w:r w:rsidR="000466F4">
              <w:rPr>
                <w:rFonts w:ascii="Calibri" w:eastAsia="Times New Roman" w:hAnsi="Calibri"/>
                <w:bCs/>
                <w:lang w:val="lv-LV" w:eastAsia="en-GB"/>
              </w:rPr>
              <w:t>– see Ramsar Implementation Plan Target 15</w:t>
            </w:r>
          </w:p>
          <w:p w14:paraId="30A4C77C" w14:textId="77777777" w:rsidR="00C80518" w:rsidRDefault="00C80518" w:rsidP="00C80518">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21A1C2E2" w14:textId="086E63DB" w:rsidR="00C80518" w:rsidRDefault="000466F4" w:rsidP="00C80518">
            <w:pPr>
              <w:widowControl w:val="0"/>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t>Research – see Ramsar Implementation Plan Target 14</w:t>
            </w:r>
          </w:p>
          <w:p w14:paraId="76E31D87" w14:textId="77777777" w:rsidR="00C80518" w:rsidRDefault="00C80518" w:rsidP="00C80518">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3C31485E" w14:textId="51F88371" w:rsidR="00C80518" w:rsidRDefault="00C80518" w:rsidP="00C80518">
            <w:pPr>
              <w:widowControl w:val="0"/>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t>Promotion of research – NESP has an active program of promotion, through journal articles, workshops, newsletters, Fact Sheets etc</w:t>
            </w:r>
          </w:p>
          <w:p w14:paraId="45D76356" w14:textId="77777777" w:rsidR="00C80518" w:rsidRDefault="00C80518" w:rsidP="00C80518">
            <w:pPr>
              <w:widowControl w:val="0"/>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t>The CHIRP newsletter promotes research to an audience of ...</w:t>
            </w:r>
          </w:p>
          <w:p w14:paraId="7D7D31DB" w14:textId="77777777" w:rsidR="00C80518" w:rsidRDefault="00C80518" w:rsidP="00C80518">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738FD793" w14:textId="77777777" w:rsidR="00C80518" w:rsidRDefault="000466F4" w:rsidP="00C80518">
            <w:pPr>
              <w:widowControl w:val="0"/>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t>As</w:t>
            </w:r>
            <w:r w:rsidR="00521217">
              <w:rPr>
                <w:rFonts w:ascii="Calibri" w:eastAsia="Times New Roman" w:hAnsi="Calibri"/>
                <w:bCs/>
                <w:lang w:val="lv-LV" w:eastAsia="en-GB"/>
              </w:rPr>
              <w:t>sessments – see Ramsar Implementation Plan Target 1.</w:t>
            </w:r>
          </w:p>
          <w:p w14:paraId="6E5E3621" w14:textId="77777777" w:rsidR="005937AC" w:rsidRDefault="005937AC" w:rsidP="00C80518">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5A997DFB" w14:textId="63EEACD1" w:rsidR="005937AC" w:rsidRPr="00C80518" w:rsidRDefault="005937AC" w:rsidP="00C80518">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5937AC">
              <w:rPr>
                <w:rFonts w:ascii="Calibri" w:eastAsia="Times New Roman" w:hAnsi="Calibri"/>
                <w:bCs/>
                <w:lang w:val="lv-LV" w:eastAsia="en-GB"/>
              </w:rPr>
              <w:t xml:space="preserve">See CEPA </w:t>
            </w:r>
            <w:r>
              <w:rPr>
                <w:rFonts w:ascii="Calibri" w:eastAsia="Times New Roman" w:hAnsi="Calibri"/>
                <w:bCs/>
                <w:lang w:val="lv-LV" w:eastAsia="en-GB"/>
              </w:rPr>
              <w:t>Target 1</w:t>
            </w:r>
            <w:r w:rsidRPr="005937AC">
              <w:rPr>
                <w:rFonts w:ascii="Calibri" w:eastAsia="Times New Roman" w:hAnsi="Calibri"/>
                <w:bCs/>
                <w:lang w:val="lv-LV" w:eastAsia="en-GB"/>
              </w:rPr>
              <w:t xml:space="preserve"> above for information on </w:t>
            </w:r>
            <w:r>
              <w:rPr>
                <w:rFonts w:ascii="Calibri" w:eastAsia="Times New Roman" w:hAnsi="Calibri"/>
                <w:bCs/>
                <w:lang w:val="lv-LV" w:eastAsia="en-GB"/>
              </w:rPr>
              <w:t>networking and partnerships.</w:t>
            </w:r>
          </w:p>
        </w:tc>
      </w:tr>
      <w:tr w:rsidR="00A93620" w:rsidRPr="00333F4B" w14:paraId="51D7A91D" w14:textId="77777777" w:rsidTr="00025685">
        <w:tc>
          <w:tcPr>
            <w:tcW w:w="1730" w:type="dxa"/>
          </w:tcPr>
          <w:p w14:paraId="34CA0A76" w14:textId="730AB98C" w:rsidR="00A93620" w:rsidRPr="00333F4B" w:rsidRDefault="00A93620" w:rsidP="00333F4B">
            <w:pPr>
              <w:widowControl w:val="0"/>
              <w:kinsoku w:val="0"/>
              <w:overflowPunct w:val="0"/>
              <w:autoSpaceDE w:val="0"/>
              <w:autoSpaceDN w:val="0"/>
              <w:adjustRightInd w:val="0"/>
              <w:spacing w:after="0" w:line="240" w:lineRule="auto"/>
              <w:rPr>
                <w:rFonts w:eastAsia="Times New Roman"/>
                <w:lang w:val="en-GB" w:eastAsia="en-GB"/>
              </w:rPr>
            </w:pPr>
            <w:r w:rsidRPr="00333F4B">
              <w:rPr>
                <w:rFonts w:eastAsia="Times New Roman"/>
                <w:lang w:val="en-GB" w:eastAsia="en-GB"/>
              </w:rPr>
              <w:lastRenderedPageBreak/>
              <w:t>5. Develop and support mechanisms to ensure multi‐stakeholder participation in wetland management.</w:t>
            </w:r>
          </w:p>
        </w:tc>
        <w:tc>
          <w:tcPr>
            <w:tcW w:w="2835" w:type="dxa"/>
          </w:tcPr>
          <w:p w14:paraId="46000F35" w14:textId="6AD01585" w:rsidR="00A93620" w:rsidRPr="00333F4B" w:rsidRDefault="00A93620" w:rsidP="00333F4B">
            <w:pPr>
              <w:widowControl w:val="0"/>
              <w:numPr>
                <w:ilvl w:val="1"/>
                <w:numId w:val="13"/>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Participation of major stakeholders used by site managers and others as an effective process for selection of Ramsar Sites and management of all wetl</w:t>
            </w:r>
            <w:r w:rsidR="00806785">
              <w:rPr>
                <w:rFonts w:eastAsia="Times New Roman"/>
                <w:lang w:val="en-GB" w:eastAsia="en-GB"/>
              </w:rPr>
              <w:t>ands, including at basin level.</w:t>
            </w:r>
          </w:p>
          <w:p w14:paraId="0B5442E4" w14:textId="00E9A20F" w:rsidR="00A93620" w:rsidRPr="00333F4B" w:rsidRDefault="00A93620" w:rsidP="00333F4B">
            <w:pPr>
              <w:widowControl w:val="0"/>
              <w:numPr>
                <w:ilvl w:val="1"/>
                <w:numId w:val="13"/>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Participation in wetland management of stakeholder groups with cultural, spiritual, customary, traditional, historical and socio‐economic links to wetlands or those communities who depend on wetlands for their liveli</w:t>
            </w:r>
            <w:r w:rsidR="00806785">
              <w:rPr>
                <w:rFonts w:eastAsia="Times New Roman"/>
                <w:lang w:val="en-GB" w:eastAsia="en-GB"/>
              </w:rPr>
              <w:t>hoods is given a high priority.</w:t>
            </w:r>
          </w:p>
          <w:p w14:paraId="3A96E81D" w14:textId="5B2ECC6A" w:rsidR="00A93620" w:rsidRPr="00333F4B" w:rsidRDefault="00A93620" w:rsidP="00333F4B">
            <w:pPr>
              <w:widowControl w:val="0"/>
              <w:numPr>
                <w:ilvl w:val="1"/>
                <w:numId w:val="13"/>
              </w:numPr>
              <w:kinsoku w:val="0"/>
              <w:overflowPunct w:val="0"/>
              <w:autoSpaceDE w:val="0"/>
              <w:autoSpaceDN w:val="0"/>
              <w:adjustRightInd w:val="0"/>
              <w:spacing w:after="0" w:line="240" w:lineRule="auto"/>
              <w:ind w:left="524"/>
              <w:rPr>
                <w:rFonts w:eastAsia="Times New Roman"/>
                <w:lang w:val="en-GB" w:eastAsia="en-GB"/>
              </w:rPr>
            </w:pPr>
            <w:r w:rsidRPr="00333F4B">
              <w:rPr>
                <w:rFonts w:eastAsia="Times New Roman"/>
                <w:lang w:val="en-GB" w:eastAsia="en-GB"/>
              </w:rPr>
              <w:t xml:space="preserve">The use of practices and traditional knowledge systems that embody appropriate wetland </w:t>
            </w:r>
            <w:r w:rsidRPr="00333F4B">
              <w:rPr>
                <w:rFonts w:eastAsia="Times New Roman"/>
                <w:lang w:val="en-GB" w:eastAsia="en-GB"/>
              </w:rPr>
              <w:lastRenderedPageBreak/>
              <w:t>cultural management by Indigenous peoples and local communities</w:t>
            </w:r>
            <w:r w:rsidRPr="00333F4B" w:rsidDel="00E4116E">
              <w:rPr>
                <w:rFonts w:eastAsia="Times New Roman"/>
                <w:lang w:val="en-GB" w:eastAsia="en-GB"/>
              </w:rPr>
              <w:t xml:space="preserve"> </w:t>
            </w:r>
            <w:r w:rsidRPr="00333F4B">
              <w:rPr>
                <w:rFonts w:eastAsia="Times New Roman"/>
                <w:lang w:val="en-GB" w:eastAsia="en-GB"/>
              </w:rPr>
              <w:t>recovere</w:t>
            </w:r>
            <w:r w:rsidR="00806785">
              <w:rPr>
                <w:rFonts w:eastAsia="Times New Roman"/>
                <w:lang w:val="en-GB" w:eastAsia="en-GB"/>
              </w:rPr>
              <w:t>d, strengthened and encouraged.</w:t>
            </w:r>
          </w:p>
          <w:p w14:paraId="4A537EB8" w14:textId="2623168A" w:rsidR="00A93620" w:rsidRPr="00333F4B" w:rsidRDefault="00A93620" w:rsidP="00333F4B">
            <w:pPr>
              <w:widowControl w:val="0"/>
              <w:numPr>
                <w:ilvl w:val="1"/>
                <w:numId w:val="13"/>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Encourage community participation in wetlands through volunteer programmes which support the delivery of management objectives</w:t>
            </w:r>
            <w:r w:rsidR="00806785">
              <w:rPr>
                <w:rFonts w:eastAsia="Times New Roman"/>
                <w:lang w:val="en-GB" w:eastAsia="en-GB"/>
              </w:rPr>
              <w:t>.</w:t>
            </w:r>
          </w:p>
          <w:p w14:paraId="00313F0D" w14:textId="69F2F97C" w:rsidR="00A93620" w:rsidRPr="00333F4B" w:rsidRDefault="00A93620" w:rsidP="00806785">
            <w:pPr>
              <w:widowControl w:val="0"/>
              <w:numPr>
                <w:ilvl w:val="1"/>
                <w:numId w:val="13"/>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 xml:space="preserve">Relationships with the private sector are sought &amp; developed, including non‐traditional sectors and those sectors whose activities have a major </w:t>
            </w:r>
            <w:r w:rsidR="00806785">
              <w:rPr>
                <w:rFonts w:eastAsia="Times New Roman"/>
                <w:lang w:val="en-GB" w:eastAsia="en-GB"/>
              </w:rPr>
              <w:t>impact on wise use of wetlands.</w:t>
            </w:r>
          </w:p>
        </w:tc>
        <w:tc>
          <w:tcPr>
            <w:tcW w:w="2268" w:type="dxa"/>
          </w:tcPr>
          <w:p w14:paraId="4E71E0EC"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lastRenderedPageBreak/>
              <w:t>Extent of stakeholder consultation in nomination processes (National Report Q16.3b)</w:t>
            </w:r>
          </w:p>
          <w:p w14:paraId="01CE9E52"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6E9C686F"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Incorporation of catchment approaches in program guidelines (National Report Q16.3a)</w:t>
            </w:r>
          </w:p>
          <w:p w14:paraId="015F5075"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409E52B9"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Local and Indigenous participation in management of Ramsar Wetlands (National Report Q10.3, 16.3a)</w:t>
            </w:r>
          </w:p>
          <w:p w14:paraId="14D86238"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4C3CC992"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Case studies/projects on cultural aspects of wetlands (National Report Q10.2)</w:t>
            </w:r>
          </w:p>
          <w:p w14:paraId="530DCDF7"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53A35419"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tc>
        <w:tc>
          <w:tcPr>
            <w:tcW w:w="6804" w:type="dxa"/>
          </w:tcPr>
          <w:p w14:paraId="03CF31A6" w14:textId="468F03B7" w:rsidR="00A93620" w:rsidRDefault="00C80518"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t>Nomination – Glenelg and Discovery Bay Ramsar nomination involved extensive public consultation</w:t>
            </w:r>
            <w:r w:rsidR="00C40E93">
              <w:rPr>
                <w:rFonts w:ascii="Calibri" w:eastAsia="Times New Roman" w:hAnsi="Calibri"/>
                <w:bCs/>
                <w:lang w:val="lv-LV" w:eastAsia="en-GB"/>
              </w:rPr>
              <w:t>.</w:t>
            </w:r>
          </w:p>
          <w:p w14:paraId="65D564F5" w14:textId="77777777" w:rsidR="00C40E93" w:rsidRDefault="00C40E93"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2AED86F1" w14:textId="132535A4" w:rsidR="00C40E93" w:rsidRDefault="00C40E93"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t>In Victoria,</w:t>
            </w:r>
            <w:r w:rsidRPr="00C40E93">
              <w:rPr>
                <w:rFonts w:ascii="Calibri" w:eastAsia="Times New Roman" w:hAnsi="Calibri"/>
                <w:bCs/>
                <w:lang w:val="lv-LV" w:eastAsia="en-GB"/>
              </w:rPr>
              <w:t xml:space="preserve"> stakeholder consultation is an integral part of developing regional waterway strategies (which include wetlands and management planning for seven Ramsar sites) and stand alone Ramsar site managment plans (five remaining sites). The RWSs and stand alone managment plans each had a stakeholder engagement strategy, which involved stakeholder advisory groups and open public forums. </w:t>
            </w:r>
          </w:p>
          <w:p w14:paraId="6517BAC2" w14:textId="77777777" w:rsidR="00C80518" w:rsidRDefault="00C80518"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7F3E939F" w14:textId="4ACB7936" w:rsidR="00C80518" w:rsidRDefault="00C80518"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t xml:space="preserve">Management – preparation </w:t>
            </w:r>
            <w:r w:rsidR="00C061AD">
              <w:rPr>
                <w:rFonts w:ascii="Calibri" w:eastAsia="Times New Roman" w:hAnsi="Calibri"/>
                <w:bCs/>
                <w:lang w:val="lv-LV" w:eastAsia="en-GB"/>
              </w:rPr>
              <w:t>of Management Plans involved</w:t>
            </w:r>
            <w:r>
              <w:rPr>
                <w:rFonts w:ascii="Calibri" w:eastAsia="Times New Roman" w:hAnsi="Calibri"/>
                <w:bCs/>
                <w:lang w:val="lv-LV" w:eastAsia="en-GB"/>
              </w:rPr>
              <w:t xml:space="preserve"> wide public consulation eg </w:t>
            </w:r>
          </w:p>
          <w:p w14:paraId="7957DC0B" w14:textId="63B30471" w:rsidR="00C80518" w:rsidRPr="00C80518" w:rsidRDefault="00C80518" w:rsidP="00C80518">
            <w:pPr>
              <w:pStyle w:val="ListParagraph"/>
              <w:widowControl w:val="0"/>
              <w:numPr>
                <w:ilvl w:val="0"/>
                <w:numId w:val="19"/>
              </w:numPr>
              <w:kinsoku w:val="0"/>
              <w:overflowPunct w:val="0"/>
              <w:autoSpaceDE w:val="0"/>
              <w:autoSpaceDN w:val="0"/>
              <w:adjustRightInd w:val="0"/>
              <w:spacing w:after="0" w:line="240" w:lineRule="auto"/>
              <w:rPr>
                <w:rFonts w:ascii="Calibri" w:eastAsia="Times New Roman" w:hAnsi="Calibri"/>
                <w:bCs/>
                <w:lang w:val="lv-LV" w:eastAsia="en-GB"/>
              </w:rPr>
            </w:pPr>
            <w:r w:rsidRPr="00C80518">
              <w:rPr>
                <w:rFonts w:ascii="Calibri" w:eastAsia="Times New Roman" w:hAnsi="Calibri"/>
                <w:bCs/>
                <w:lang w:val="lv-LV" w:eastAsia="en-GB"/>
              </w:rPr>
              <w:t>Ginini</w:t>
            </w:r>
            <w:r>
              <w:rPr>
                <w:rFonts w:ascii="Calibri" w:eastAsia="Times New Roman" w:hAnsi="Calibri"/>
                <w:bCs/>
                <w:lang w:val="lv-LV" w:eastAsia="en-GB"/>
              </w:rPr>
              <w:t xml:space="preserve"> - </w:t>
            </w:r>
            <w:hyperlink r:id="rId15" w:history="1">
              <w:r w:rsidRPr="00B84871">
                <w:rPr>
                  <w:rStyle w:val="Hyperlink"/>
                  <w:rFonts w:ascii="Calibri" w:eastAsia="Times New Roman" w:hAnsi="Calibri"/>
                  <w:bCs/>
                  <w:lang w:val="lv-LV" w:eastAsia="en-GB"/>
                </w:rPr>
                <w:t>https://www.environment.act.gov.au/cpr/conservation_and_ecological_communities/ginini-flats-wetland-complex-ramsar-site</w:t>
              </w:r>
            </w:hyperlink>
            <w:r>
              <w:rPr>
                <w:rFonts w:ascii="Calibri" w:eastAsia="Times New Roman" w:hAnsi="Calibri"/>
                <w:bCs/>
                <w:lang w:val="lv-LV" w:eastAsia="en-GB"/>
              </w:rPr>
              <w:t xml:space="preserve"> </w:t>
            </w:r>
          </w:p>
          <w:p w14:paraId="01A7C583" w14:textId="2F0E370A" w:rsidR="00C80518" w:rsidRDefault="00C80518" w:rsidP="00C80518">
            <w:pPr>
              <w:pStyle w:val="ListParagraph"/>
              <w:widowControl w:val="0"/>
              <w:numPr>
                <w:ilvl w:val="0"/>
                <w:numId w:val="19"/>
              </w:numPr>
              <w:kinsoku w:val="0"/>
              <w:overflowPunct w:val="0"/>
              <w:autoSpaceDE w:val="0"/>
              <w:autoSpaceDN w:val="0"/>
              <w:adjustRightInd w:val="0"/>
              <w:spacing w:after="0" w:line="240" w:lineRule="auto"/>
              <w:rPr>
                <w:rFonts w:ascii="Calibri" w:eastAsia="Times New Roman" w:hAnsi="Calibri"/>
                <w:bCs/>
                <w:lang w:val="lv-LV" w:eastAsia="en-GB"/>
              </w:rPr>
            </w:pPr>
            <w:r w:rsidRPr="00C80518">
              <w:rPr>
                <w:rFonts w:ascii="Calibri" w:eastAsia="Times New Roman" w:hAnsi="Calibri"/>
                <w:bCs/>
                <w:lang w:val="lv-LV" w:eastAsia="en-GB"/>
              </w:rPr>
              <w:t>Kakadu</w:t>
            </w:r>
            <w:r>
              <w:rPr>
                <w:rFonts w:ascii="Calibri" w:eastAsia="Times New Roman" w:hAnsi="Calibri"/>
                <w:bCs/>
                <w:lang w:val="lv-LV" w:eastAsia="en-GB"/>
              </w:rPr>
              <w:t xml:space="preserve"> </w:t>
            </w:r>
            <w:r w:rsidR="00EA6C19">
              <w:rPr>
                <w:rFonts w:ascii="Calibri" w:eastAsia="Times New Roman" w:hAnsi="Calibri"/>
                <w:bCs/>
                <w:lang w:val="lv-LV" w:eastAsia="en-GB"/>
              </w:rPr>
              <w:t xml:space="preserve">(2016) </w:t>
            </w:r>
            <w:hyperlink r:id="rId16" w:history="1">
              <w:r w:rsidRPr="00B84871">
                <w:rPr>
                  <w:rStyle w:val="Hyperlink"/>
                  <w:rFonts w:ascii="Calibri" w:eastAsia="Times New Roman" w:hAnsi="Calibri"/>
                  <w:bCs/>
                  <w:lang w:val="lv-LV" w:eastAsia="en-GB"/>
                </w:rPr>
                <w:t>http://www.environment.gov.au/resource/kakadu-national-park-management-plan-2016-2026</w:t>
              </w:r>
            </w:hyperlink>
            <w:r>
              <w:rPr>
                <w:rFonts w:ascii="Calibri" w:eastAsia="Times New Roman" w:hAnsi="Calibri"/>
                <w:bCs/>
                <w:lang w:val="lv-LV" w:eastAsia="en-GB"/>
              </w:rPr>
              <w:t xml:space="preserve"> </w:t>
            </w:r>
          </w:p>
          <w:p w14:paraId="639D0BBC" w14:textId="5FA87EDC" w:rsidR="00EA6C19" w:rsidRPr="00C80518" w:rsidRDefault="00EA6C19" w:rsidP="00EA6C19">
            <w:pPr>
              <w:pStyle w:val="ListParagraph"/>
              <w:widowControl w:val="0"/>
              <w:numPr>
                <w:ilvl w:val="0"/>
                <w:numId w:val="19"/>
              </w:numPr>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t xml:space="preserve">Western Port (2017) </w:t>
            </w:r>
            <w:hyperlink r:id="rId17" w:history="1">
              <w:r w:rsidRPr="00B84871">
                <w:rPr>
                  <w:rStyle w:val="Hyperlink"/>
                  <w:rFonts w:ascii="Calibri" w:eastAsia="Times New Roman" w:hAnsi="Calibri"/>
                  <w:bCs/>
                  <w:lang w:val="lv-LV" w:eastAsia="en-GB"/>
                </w:rPr>
                <w:t>https://www.water.vic.gov.au/waterways-and-catchments/rivers-estuaries-and-waterways/wetlands/significant-wetlands</w:t>
              </w:r>
            </w:hyperlink>
            <w:r>
              <w:rPr>
                <w:rFonts w:ascii="Calibri" w:eastAsia="Times New Roman" w:hAnsi="Calibri"/>
                <w:bCs/>
                <w:lang w:val="lv-LV" w:eastAsia="en-GB"/>
              </w:rPr>
              <w:t xml:space="preserve"> </w:t>
            </w:r>
          </w:p>
          <w:p w14:paraId="1F7C160B" w14:textId="3AEC3CBF" w:rsidR="002A3B2C" w:rsidRDefault="002A3B2C"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286CD30F" w14:textId="199AA4CD" w:rsidR="00C061AD" w:rsidRDefault="00C061AD"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t>Catchment Approaches</w:t>
            </w:r>
          </w:p>
          <w:p w14:paraId="766669AD" w14:textId="296AA9F9" w:rsidR="002A3B2C" w:rsidRPr="00C061AD" w:rsidRDefault="00C061AD" w:rsidP="00C061AD">
            <w:pPr>
              <w:pStyle w:val="ListParagraph"/>
              <w:widowControl w:val="0"/>
              <w:numPr>
                <w:ilvl w:val="0"/>
                <w:numId w:val="20"/>
              </w:numPr>
              <w:kinsoku w:val="0"/>
              <w:overflowPunct w:val="0"/>
              <w:autoSpaceDE w:val="0"/>
              <w:autoSpaceDN w:val="0"/>
              <w:adjustRightInd w:val="0"/>
              <w:spacing w:after="0" w:line="240" w:lineRule="auto"/>
              <w:rPr>
                <w:rFonts w:ascii="Calibri" w:eastAsia="Times New Roman" w:hAnsi="Calibri"/>
                <w:bCs/>
                <w:lang w:val="lv-LV" w:eastAsia="en-GB"/>
              </w:rPr>
            </w:pPr>
            <w:r w:rsidRPr="00C061AD">
              <w:rPr>
                <w:rFonts w:ascii="Calibri" w:eastAsia="Times New Roman" w:hAnsi="Calibri"/>
                <w:bCs/>
                <w:lang w:val="lv-LV" w:eastAsia="en-GB"/>
              </w:rPr>
              <w:t xml:space="preserve">Regional Land Partnerships </w:t>
            </w:r>
            <w:r>
              <w:rPr>
                <w:rFonts w:ascii="Calibri" w:eastAsia="Times New Roman" w:hAnsi="Calibri"/>
                <w:bCs/>
                <w:lang w:val="lv-LV" w:eastAsia="en-GB"/>
              </w:rPr>
              <w:t>tender documents</w:t>
            </w:r>
            <w:r w:rsidRPr="00C061AD">
              <w:rPr>
                <w:rFonts w:ascii="Calibri" w:eastAsia="Times New Roman" w:hAnsi="Calibri"/>
                <w:bCs/>
                <w:lang w:val="lv-LV" w:eastAsia="en-GB"/>
              </w:rPr>
              <w:t xml:space="preserve"> emphasised need for </w:t>
            </w:r>
            <w:r>
              <w:rPr>
                <w:rFonts w:ascii="Calibri" w:eastAsia="Times New Roman" w:hAnsi="Calibri"/>
                <w:bCs/>
                <w:lang w:val="lv-LV" w:eastAsia="en-GB"/>
              </w:rPr>
              <w:t xml:space="preserve">Ramsar-related </w:t>
            </w:r>
            <w:r w:rsidRPr="00C061AD">
              <w:rPr>
                <w:rFonts w:ascii="Calibri" w:eastAsia="Times New Roman" w:hAnsi="Calibri"/>
                <w:bCs/>
                <w:lang w:val="lv-LV" w:eastAsia="en-GB"/>
              </w:rPr>
              <w:t>projects to consider catchment values and threats, and to address high priority issues using catchment approaches.</w:t>
            </w:r>
          </w:p>
          <w:p w14:paraId="33A6400A" w14:textId="15878882" w:rsidR="00D9752C" w:rsidRPr="002A3B2C" w:rsidRDefault="002A3B2C" w:rsidP="002A3B2C">
            <w:pPr>
              <w:widowControl w:val="0"/>
              <w:numPr>
                <w:ilvl w:val="0"/>
                <w:numId w:val="17"/>
              </w:numPr>
              <w:kinsoku w:val="0"/>
              <w:overflowPunct w:val="0"/>
              <w:autoSpaceDE w:val="0"/>
              <w:autoSpaceDN w:val="0"/>
              <w:adjustRightInd w:val="0"/>
              <w:spacing w:after="0" w:line="240" w:lineRule="auto"/>
              <w:rPr>
                <w:rFonts w:ascii="Calibri" w:eastAsia="Times New Roman" w:hAnsi="Calibri"/>
                <w:bCs/>
                <w:lang w:val="lv-LV" w:eastAsia="en-GB"/>
              </w:rPr>
            </w:pPr>
            <w:r w:rsidRPr="002A3B2C">
              <w:rPr>
                <w:rFonts w:ascii="Calibri" w:eastAsia="Times New Roman" w:hAnsi="Calibri"/>
                <w:bCs/>
                <w:lang w:val="en" w:eastAsia="en-GB"/>
              </w:rPr>
              <w:lastRenderedPageBreak/>
              <w:t xml:space="preserve">Walking the Landscape Catchment Stories, Qld (2018) – </w:t>
            </w:r>
            <w:r w:rsidRPr="002A3B2C">
              <w:rPr>
                <w:rFonts w:ascii="Calibri" w:eastAsia="Times New Roman" w:hAnsi="Calibri"/>
                <w:bCs/>
                <w:lang w:eastAsia="en-GB"/>
              </w:rPr>
              <w:t>Catchment stories have been developed for</w:t>
            </w:r>
            <w:r w:rsidR="00C40E93">
              <w:rPr>
                <w:rFonts w:ascii="Calibri" w:eastAsia="Times New Roman" w:hAnsi="Calibri"/>
                <w:bCs/>
                <w:lang w:eastAsia="en-GB"/>
              </w:rPr>
              <w:t xml:space="preserve"> </w:t>
            </w:r>
            <w:r w:rsidR="003504CB">
              <w:rPr>
                <w:rFonts w:ascii="Calibri" w:eastAsia="Times New Roman" w:hAnsi="Calibri"/>
                <w:bCs/>
                <w:lang w:eastAsia="en-GB"/>
              </w:rPr>
              <w:t>over 35 catchments</w:t>
            </w:r>
            <w:r w:rsidRPr="002A3B2C">
              <w:rPr>
                <w:rFonts w:ascii="Calibri" w:eastAsia="Times New Roman" w:hAnsi="Calibri"/>
                <w:bCs/>
                <w:lang w:eastAsia="en-GB"/>
              </w:rPr>
              <w:t xml:space="preserve">.  </w:t>
            </w:r>
            <w:hyperlink r:id="rId18" w:history="1">
              <w:r w:rsidRPr="002A3B2C">
                <w:rPr>
                  <w:rStyle w:val="Hyperlink"/>
                  <w:rFonts w:ascii="Calibri" w:eastAsia="Times New Roman" w:hAnsi="Calibri"/>
                  <w:bCs/>
                  <w:lang w:eastAsia="en-GB"/>
                </w:rPr>
                <w:t>https://wetlandinfo.des.qld.gov.au/wetlands/ecology/processes-systems/water/catchment-stories/</w:t>
              </w:r>
            </w:hyperlink>
            <w:r w:rsidRPr="002A3B2C">
              <w:rPr>
                <w:rFonts w:ascii="Calibri" w:eastAsia="Times New Roman" w:hAnsi="Calibri"/>
                <w:bCs/>
                <w:lang w:eastAsia="en-GB"/>
              </w:rPr>
              <w:t xml:space="preserve"> </w:t>
            </w:r>
          </w:p>
          <w:p w14:paraId="36299FE7" w14:textId="77777777" w:rsidR="002A3B2C" w:rsidRDefault="002A3B2C"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3CB486C4" w14:textId="77777777" w:rsidR="009172A3" w:rsidRDefault="009172A3"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t>Participation</w:t>
            </w:r>
          </w:p>
          <w:p w14:paraId="54A37531" w14:textId="2731D8C5" w:rsidR="009172A3" w:rsidRDefault="00DD5BD0" w:rsidP="00EA6C19">
            <w:pPr>
              <w:pStyle w:val="ListParagraph"/>
              <w:widowControl w:val="0"/>
              <w:numPr>
                <w:ilvl w:val="0"/>
                <w:numId w:val="17"/>
              </w:numPr>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t xml:space="preserve">Indigenous Australians manage or jointly manage </w:t>
            </w:r>
            <w:r w:rsidR="000466F4">
              <w:rPr>
                <w:rFonts w:ascii="Calibri" w:eastAsia="Times New Roman" w:hAnsi="Calibri"/>
                <w:bCs/>
                <w:lang w:val="lv-LV" w:eastAsia="en-GB"/>
              </w:rPr>
              <w:t>at least 11</w:t>
            </w:r>
            <w:r>
              <w:rPr>
                <w:rFonts w:ascii="Calibri" w:eastAsia="Times New Roman" w:hAnsi="Calibri"/>
                <w:bCs/>
                <w:lang w:val="lv-LV" w:eastAsia="en-GB"/>
              </w:rPr>
              <w:t xml:space="preserve"> of Australia’s Ramsar wetlands eg</w:t>
            </w:r>
            <w:r w:rsidR="009172A3" w:rsidRPr="009172A3">
              <w:rPr>
                <w:rFonts w:ascii="Calibri" w:eastAsia="Times New Roman" w:hAnsi="Calibri"/>
                <w:bCs/>
                <w:lang w:val="lv-LV" w:eastAsia="en-GB"/>
              </w:rPr>
              <w:t xml:space="preserve"> Kakadu National Park</w:t>
            </w:r>
            <w:r w:rsidR="00184043">
              <w:rPr>
                <w:rFonts w:ascii="Calibri" w:eastAsia="Times New Roman" w:hAnsi="Calibri"/>
                <w:bCs/>
                <w:lang w:val="lv-LV" w:eastAsia="en-GB"/>
              </w:rPr>
              <w:t>, Cobourg Peninsula</w:t>
            </w:r>
            <w:r w:rsidR="00C40E93">
              <w:rPr>
                <w:rFonts w:ascii="Calibri" w:eastAsia="Times New Roman" w:hAnsi="Calibri"/>
                <w:bCs/>
                <w:lang w:val="lv-LV" w:eastAsia="en-GB"/>
              </w:rPr>
              <w:t>, Barmah National Park (</w:t>
            </w:r>
            <w:r w:rsidR="00C40E93" w:rsidRPr="00C40E93">
              <w:rPr>
                <w:rFonts w:ascii="Calibri" w:eastAsia="Times New Roman" w:hAnsi="Calibri"/>
                <w:bCs/>
                <w:lang w:val="lv-LV" w:eastAsia="en-GB"/>
              </w:rPr>
              <w:t xml:space="preserve">which includes most of the Ramsar </w:t>
            </w:r>
            <w:r w:rsidR="00C40E93">
              <w:rPr>
                <w:rFonts w:ascii="Calibri" w:eastAsia="Times New Roman" w:hAnsi="Calibri"/>
                <w:bCs/>
                <w:lang w:val="lv-LV" w:eastAsia="en-GB"/>
              </w:rPr>
              <w:t>site –</w:t>
            </w:r>
            <w:r w:rsidR="00C40E93" w:rsidRPr="00C40E93">
              <w:rPr>
                <w:rFonts w:ascii="Calibri" w:eastAsia="Times New Roman" w:hAnsi="Calibri"/>
                <w:bCs/>
                <w:lang w:val="lv-LV" w:eastAsia="en-GB"/>
              </w:rPr>
              <w:t xml:space="preserve"> jointly managed).</w:t>
            </w:r>
          </w:p>
          <w:p w14:paraId="6C4BFAE2" w14:textId="36B45665" w:rsidR="000466F4" w:rsidRDefault="000466F4" w:rsidP="00306B9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0CC27D37" w14:textId="77777777" w:rsidR="00521217" w:rsidRDefault="000466F4" w:rsidP="00306B9B">
            <w:pPr>
              <w:widowControl w:val="0"/>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t>Case studies</w:t>
            </w:r>
          </w:p>
          <w:p w14:paraId="3F63228E" w14:textId="1C4A506B" w:rsidR="000466F4" w:rsidRDefault="00521217" w:rsidP="00306B9B">
            <w:pPr>
              <w:widowControl w:val="0"/>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t>See Target 3 above.  See Ramsar Implementation Plan Target 10.</w:t>
            </w:r>
          </w:p>
          <w:p w14:paraId="73FFCA49" w14:textId="77777777" w:rsidR="00306B9B" w:rsidRDefault="00306B9B" w:rsidP="00306B9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573B7D33" w14:textId="77777777" w:rsidR="002749FC" w:rsidRPr="002749FC" w:rsidRDefault="002749FC" w:rsidP="002749FC">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2749FC">
              <w:rPr>
                <w:rFonts w:ascii="Calibri" w:eastAsia="Times New Roman" w:hAnsi="Calibri"/>
                <w:bCs/>
                <w:lang w:val="lv-LV" w:eastAsia="en-GB"/>
              </w:rPr>
              <w:t xml:space="preserve">Local and indigenous particpation - See Ramsar Implementation Plan Target 10 for Indigenous participation in wetland related research, particularly migratory birds. </w:t>
            </w:r>
          </w:p>
          <w:p w14:paraId="3BDE14FB" w14:textId="37004D41" w:rsidR="002749FC" w:rsidRPr="00306B9B" w:rsidRDefault="002749FC" w:rsidP="00306B9B">
            <w:pPr>
              <w:widowControl w:val="0"/>
              <w:kinsoku w:val="0"/>
              <w:overflowPunct w:val="0"/>
              <w:autoSpaceDE w:val="0"/>
              <w:autoSpaceDN w:val="0"/>
              <w:adjustRightInd w:val="0"/>
              <w:spacing w:after="0" w:line="240" w:lineRule="auto"/>
              <w:rPr>
                <w:rFonts w:ascii="Calibri" w:eastAsia="Times New Roman" w:hAnsi="Calibri"/>
                <w:bCs/>
                <w:lang w:val="lv-LV" w:eastAsia="en-GB"/>
              </w:rPr>
            </w:pPr>
          </w:p>
        </w:tc>
      </w:tr>
      <w:tr w:rsidR="00A93620" w:rsidRPr="00333F4B" w14:paraId="5FD33A9F" w14:textId="77777777" w:rsidTr="00025685">
        <w:tc>
          <w:tcPr>
            <w:tcW w:w="1730" w:type="dxa"/>
          </w:tcPr>
          <w:p w14:paraId="597FA5C2" w14:textId="74A2D582" w:rsidR="00A93620" w:rsidRPr="00333F4B" w:rsidRDefault="00A93620" w:rsidP="00333F4B">
            <w:pPr>
              <w:widowControl w:val="0"/>
              <w:kinsoku w:val="0"/>
              <w:overflowPunct w:val="0"/>
              <w:autoSpaceDE w:val="0"/>
              <w:autoSpaceDN w:val="0"/>
              <w:adjustRightInd w:val="0"/>
              <w:spacing w:after="0" w:line="240" w:lineRule="auto"/>
              <w:rPr>
                <w:rFonts w:eastAsia="Times New Roman"/>
                <w:lang w:val="en-GB" w:eastAsia="en-GB"/>
              </w:rPr>
            </w:pPr>
            <w:r w:rsidRPr="00333F4B">
              <w:rPr>
                <w:rFonts w:eastAsia="Times New Roman"/>
                <w:lang w:val="en-GB" w:eastAsia="en-GB"/>
              </w:rPr>
              <w:lastRenderedPageBreak/>
              <w:t xml:space="preserve">6. Implement programmes, projects and campaigns targeting diverse sectors of society to increase awareness, appreciation and understanding of wetlands and </w:t>
            </w:r>
            <w:r w:rsidRPr="00333F4B">
              <w:rPr>
                <w:rFonts w:eastAsia="Times New Roman"/>
                <w:lang w:val="en-GB" w:eastAsia="en-GB"/>
              </w:rPr>
              <w:lastRenderedPageBreak/>
              <w:t>the ecosystem services they provide.</w:t>
            </w:r>
          </w:p>
        </w:tc>
        <w:tc>
          <w:tcPr>
            <w:tcW w:w="2835" w:type="dxa"/>
          </w:tcPr>
          <w:p w14:paraId="1106F6B8" w14:textId="239CB246" w:rsidR="00A93620" w:rsidRPr="00333F4B" w:rsidRDefault="00A93620" w:rsidP="00333F4B">
            <w:pPr>
              <w:widowControl w:val="0"/>
              <w:numPr>
                <w:ilvl w:val="1"/>
                <w:numId w:val="14"/>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lastRenderedPageBreak/>
              <w:t xml:space="preserve">Wide-reaching programmes, projects and campaigns, including World Wetlands Day, undertaken with diverse partners to raise awareness, build community support, and promote stewardship approaches and attitudes towards </w:t>
            </w:r>
            <w:r w:rsidRPr="00333F4B">
              <w:rPr>
                <w:rFonts w:eastAsia="Times New Roman"/>
                <w:lang w:val="en-GB" w:eastAsia="en-GB"/>
              </w:rPr>
              <w:lastRenderedPageBreak/>
              <w:t>wetlands, in particular t</w:t>
            </w:r>
            <w:r w:rsidR="00806785">
              <w:rPr>
                <w:rFonts w:eastAsia="Times New Roman"/>
                <w:lang w:val="en-GB" w:eastAsia="en-GB"/>
              </w:rPr>
              <w:t>hrough the use of social media.</w:t>
            </w:r>
          </w:p>
          <w:p w14:paraId="5333B241" w14:textId="7B109CA7" w:rsidR="00A93620" w:rsidRPr="00333F4B" w:rsidRDefault="00A93620" w:rsidP="00333F4B">
            <w:pPr>
              <w:widowControl w:val="0"/>
              <w:numPr>
                <w:ilvl w:val="1"/>
                <w:numId w:val="14"/>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Awareness enhanced on the monetary and non‐monetary values of wetlands and their ecosystem services to improve understanding of the b</w:t>
            </w:r>
            <w:r w:rsidR="00806785">
              <w:rPr>
                <w:rFonts w:eastAsia="Times New Roman"/>
                <w:lang w:val="en-GB" w:eastAsia="en-GB"/>
              </w:rPr>
              <w:t>enefits which wetlands provide.</w:t>
            </w:r>
          </w:p>
          <w:p w14:paraId="014A5769" w14:textId="52947A67" w:rsidR="00A93620" w:rsidRPr="00333F4B" w:rsidRDefault="00A93620" w:rsidP="00333F4B">
            <w:pPr>
              <w:widowControl w:val="0"/>
              <w:numPr>
                <w:ilvl w:val="1"/>
                <w:numId w:val="14"/>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Photo libraries, promotional videos and other similar tools developed and/or maintained to support awareness raising and appreciation of wetland</w:t>
            </w:r>
            <w:r w:rsidR="00806785">
              <w:rPr>
                <w:rFonts w:eastAsia="Times New Roman"/>
                <w:lang w:val="en-GB" w:eastAsia="en-GB"/>
              </w:rPr>
              <w:t>s and their ecosystem services.</w:t>
            </w:r>
          </w:p>
          <w:p w14:paraId="2EFE8CBB" w14:textId="2528B51C" w:rsidR="00A93620" w:rsidRDefault="00A93620" w:rsidP="00333F4B">
            <w:pPr>
              <w:widowControl w:val="0"/>
              <w:numPr>
                <w:ilvl w:val="1"/>
                <w:numId w:val="14"/>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Collaboration with the media, including social media, carried out to promote the conservation and wise use of wetlands and recognition of their ecosystem services to decision‐makers, key wetland users and the broad public.</w:t>
            </w:r>
          </w:p>
          <w:p w14:paraId="5201F2D1" w14:textId="77777777" w:rsidR="00A177CD" w:rsidRDefault="00A177CD" w:rsidP="00A177CD">
            <w:pPr>
              <w:widowControl w:val="0"/>
              <w:kinsoku w:val="0"/>
              <w:overflowPunct w:val="0"/>
              <w:autoSpaceDE w:val="0"/>
              <w:autoSpaceDN w:val="0"/>
              <w:adjustRightInd w:val="0"/>
              <w:spacing w:after="0" w:line="240" w:lineRule="auto"/>
              <w:rPr>
                <w:rFonts w:eastAsia="Times New Roman"/>
                <w:lang w:val="en-GB" w:eastAsia="en-GB"/>
              </w:rPr>
            </w:pPr>
          </w:p>
          <w:p w14:paraId="69CBB1BE" w14:textId="77777777" w:rsidR="00A177CD" w:rsidRDefault="00A177CD" w:rsidP="00A177CD">
            <w:pPr>
              <w:widowControl w:val="0"/>
              <w:kinsoku w:val="0"/>
              <w:overflowPunct w:val="0"/>
              <w:autoSpaceDE w:val="0"/>
              <w:autoSpaceDN w:val="0"/>
              <w:adjustRightInd w:val="0"/>
              <w:spacing w:after="0" w:line="240" w:lineRule="auto"/>
              <w:rPr>
                <w:rFonts w:eastAsia="Times New Roman"/>
                <w:lang w:val="en-GB" w:eastAsia="en-GB"/>
              </w:rPr>
            </w:pPr>
          </w:p>
          <w:p w14:paraId="466EC1A8" w14:textId="77777777" w:rsidR="00A177CD" w:rsidRDefault="00A177CD" w:rsidP="00A177CD">
            <w:pPr>
              <w:widowControl w:val="0"/>
              <w:kinsoku w:val="0"/>
              <w:overflowPunct w:val="0"/>
              <w:autoSpaceDE w:val="0"/>
              <w:autoSpaceDN w:val="0"/>
              <w:adjustRightInd w:val="0"/>
              <w:spacing w:after="0" w:line="240" w:lineRule="auto"/>
              <w:rPr>
                <w:rFonts w:eastAsia="Times New Roman"/>
                <w:lang w:val="en-GB" w:eastAsia="en-GB"/>
              </w:rPr>
            </w:pPr>
          </w:p>
          <w:p w14:paraId="1C080AEC" w14:textId="2FCD15D7" w:rsidR="00A177CD" w:rsidRPr="00333F4B" w:rsidRDefault="00A177CD" w:rsidP="00A177CD">
            <w:pPr>
              <w:widowControl w:val="0"/>
              <w:kinsoku w:val="0"/>
              <w:overflowPunct w:val="0"/>
              <w:autoSpaceDE w:val="0"/>
              <w:autoSpaceDN w:val="0"/>
              <w:adjustRightInd w:val="0"/>
              <w:spacing w:after="0" w:line="240" w:lineRule="auto"/>
              <w:rPr>
                <w:rFonts w:eastAsia="Times New Roman"/>
                <w:lang w:val="en-GB" w:eastAsia="en-GB"/>
              </w:rPr>
            </w:pPr>
          </w:p>
        </w:tc>
        <w:tc>
          <w:tcPr>
            <w:tcW w:w="2268" w:type="dxa"/>
          </w:tcPr>
          <w:p w14:paraId="5E85446D"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lastRenderedPageBreak/>
              <w:t>See Goals 1 and 3</w:t>
            </w:r>
          </w:p>
          <w:p w14:paraId="399EF246"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21C14338"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Number of Australian WWD events (National Report Q16.6, 16.7)</w:t>
            </w:r>
          </w:p>
          <w:p w14:paraId="0E3C8261"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42627E35"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tc>
        <w:tc>
          <w:tcPr>
            <w:tcW w:w="6804" w:type="dxa"/>
          </w:tcPr>
          <w:p w14:paraId="57908F38" w14:textId="5DF1CA44" w:rsidR="00A93620" w:rsidRPr="00333F4B" w:rsidRDefault="009A01F5" w:rsidP="00521217">
            <w:pPr>
              <w:widowControl w:val="0"/>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t xml:space="preserve">At </w:t>
            </w:r>
            <w:r w:rsidR="00521217">
              <w:rPr>
                <w:rFonts w:ascii="Calibri" w:eastAsia="Times New Roman" w:hAnsi="Calibri"/>
                <w:bCs/>
                <w:lang w:val="lv-LV" w:eastAsia="en-GB"/>
              </w:rPr>
              <w:t>7 March</w:t>
            </w:r>
            <w:r>
              <w:rPr>
                <w:rFonts w:ascii="Calibri" w:eastAsia="Times New Roman" w:hAnsi="Calibri"/>
                <w:bCs/>
                <w:lang w:val="lv-LV" w:eastAsia="en-GB"/>
              </w:rPr>
              <w:t xml:space="preserve"> 2019, a total of 2</w:t>
            </w:r>
            <w:r w:rsidR="00521217">
              <w:rPr>
                <w:rFonts w:ascii="Calibri" w:eastAsia="Times New Roman" w:hAnsi="Calibri"/>
                <w:bCs/>
                <w:lang w:val="lv-LV" w:eastAsia="en-GB"/>
              </w:rPr>
              <w:t>1 Australian WWD events (of 1459</w:t>
            </w:r>
            <w:r>
              <w:rPr>
                <w:rFonts w:ascii="Calibri" w:eastAsia="Times New Roman" w:hAnsi="Calibri"/>
                <w:bCs/>
                <w:lang w:val="lv-LV" w:eastAsia="en-GB"/>
              </w:rPr>
              <w:t xml:space="preserve"> events worldwide) were listed on the Ramsar Secretariat’s WWD Event Map.  These included the 15th annual Wetlands Management Conference, held at Cockburn Wetlands Centre in WA.</w:t>
            </w:r>
          </w:p>
        </w:tc>
      </w:tr>
      <w:tr w:rsidR="00A93620" w:rsidRPr="00333F4B" w14:paraId="6ECA165B" w14:textId="77777777" w:rsidTr="00025685">
        <w:tc>
          <w:tcPr>
            <w:tcW w:w="1730" w:type="dxa"/>
          </w:tcPr>
          <w:p w14:paraId="457CD973" w14:textId="77777777" w:rsidR="00A93620" w:rsidRPr="00333F4B" w:rsidRDefault="00A93620" w:rsidP="00333F4B">
            <w:pPr>
              <w:widowControl w:val="0"/>
              <w:kinsoku w:val="0"/>
              <w:overflowPunct w:val="0"/>
              <w:autoSpaceDE w:val="0"/>
              <w:autoSpaceDN w:val="0"/>
              <w:adjustRightInd w:val="0"/>
              <w:spacing w:after="0" w:line="240" w:lineRule="auto"/>
              <w:rPr>
                <w:rFonts w:eastAsia="Times New Roman"/>
                <w:lang w:val="en-GB" w:eastAsia="en-GB"/>
              </w:rPr>
            </w:pPr>
            <w:r w:rsidRPr="00333F4B">
              <w:rPr>
                <w:rFonts w:eastAsia="Times New Roman"/>
                <w:lang w:val="en-GB" w:eastAsia="en-GB"/>
              </w:rPr>
              <w:lastRenderedPageBreak/>
              <w:t>7. Recognize and support the role of wetland centres and other environmental centres as catalysts and key actors for activities that promote Ramsar objectives.</w:t>
            </w:r>
          </w:p>
        </w:tc>
        <w:tc>
          <w:tcPr>
            <w:tcW w:w="2835" w:type="dxa"/>
          </w:tcPr>
          <w:p w14:paraId="61AEFBFF" w14:textId="4951323C" w:rsidR="00A93620" w:rsidRPr="00333F4B" w:rsidRDefault="00A93620" w:rsidP="00333F4B">
            <w:pPr>
              <w:widowControl w:val="0"/>
              <w:numPr>
                <w:ilvl w:val="1"/>
                <w:numId w:val="15"/>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Wetland education/ interpretation or visitor centres and similar facilities established in all</w:t>
            </w:r>
            <w:r w:rsidR="00806785">
              <w:rPr>
                <w:rFonts w:eastAsia="Times New Roman"/>
                <w:lang w:val="en-GB" w:eastAsia="en-GB"/>
              </w:rPr>
              <w:t xml:space="preserve"> countries as resources permit.</w:t>
            </w:r>
          </w:p>
          <w:p w14:paraId="11066312" w14:textId="13727E63" w:rsidR="00A93620" w:rsidRPr="00333F4B" w:rsidRDefault="00A93620" w:rsidP="00333F4B">
            <w:pPr>
              <w:widowControl w:val="0"/>
              <w:numPr>
                <w:ilvl w:val="1"/>
                <w:numId w:val="15"/>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National CEPA Focal Points communicating directly with wetland education/visitor centres to support the</w:t>
            </w:r>
            <w:r w:rsidR="00806785">
              <w:rPr>
                <w:rFonts w:eastAsia="Times New Roman"/>
                <w:lang w:val="en-GB" w:eastAsia="en-GB"/>
              </w:rPr>
              <w:t>ir delivery of Ramsar messages.</w:t>
            </w:r>
          </w:p>
          <w:p w14:paraId="3D135F90" w14:textId="2A674780" w:rsidR="00A93620" w:rsidRPr="00333F4B" w:rsidRDefault="00A93620" w:rsidP="00333F4B">
            <w:pPr>
              <w:widowControl w:val="0"/>
              <w:numPr>
                <w:ilvl w:val="1"/>
                <w:numId w:val="15"/>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Wetland education/visitor centres linked nationally and internationally through, global mechanisms and national expertise in CEPA, to share experience and resources, for example through the Wetland Link International (WLI) programme of the Wildfowl &amp; Wetlands Trust, WWT (UK) and other initiatives.</w:t>
            </w:r>
          </w:p>
          <w:p w14:paraId="2B45EFBB" w14:textId="7D22F677" w:rsidR="00A93620" w:rsidRPr="00333F4B" w:rsidRDefault="00A93620" w:rsidP="00333F4B">
            <w:pPr>
              <w:widowControl w:val="0"/>
              <w:numPr>
                <w:ilvl w:val="1"/>
                <w:numId w:val="15"/>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 xml:space="preserve">Partnerships established with other education centres that could play a role in promoting </w:t>
            </w:r>
            <w:r w:rsidR="00806785">
              <w:rPr>
                <w:rFonts w:eastAsia="Times New Roman"/>
                <w:lang w:val="en-GB" w:eastAsia="en-GB"/>
              </w:rPr>
              <w:lastRenderedPageBreak/>
              <w:t>wetlands and Ramsar objectives.</w:t>
            </w:r>
          </w:p>
          <w:p w14:paraId="72A7D392" w14:textId="1C76A60D" w:rsidR="00A93620" w:rsidRPr="00806785" w:rsidRDefault="00A93620" w:rsidP="00333F4B">
            <w:pPr>
              <w:widowControl w:val="0"/>
              <w:numPr>
                <w:ilvl w:val="1"/>
                <w:numId w:val="15"/>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 xml:space="preserve">A comprehensive database of wetland education centres set up, to be managed through the WLI network. Contracting parties to be encouraged to provide information on wetland centres as part of their national reporting. </w:t>
            </w:r>
          </w:p>
        </w:tc>
        <w:tc>
          <w:tcPr>
            <w:tcW w:w="2268" w:type="dxa"/>
          </w:tcPr>
          <w:p w14:paraId="6FCB1F29"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lastRenderedPageBreak/>
              <w:t>See Goal 6</w:t>
            </w:r>
          </w:p>
          <w:p w14:paraId="5E775297"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22A85DDF"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Number of WECs</w:t>
            </w:r>
          </w:p>
          <w:p w14:paraId="302606E2"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(National Report Q16.2)</w:t>
            </w:r>
          </w:p>
          <w:p w14:paraId="3DE2E1E5"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4400E735" w14:textId="7ADCEBEB" w:rsidR="00A93620" w:rsidRPr="00333F4B" w:rsidRDefault="00A93620" w:rsidP="00806785">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 xml:space="preserve">WEC Survey undertaken and results provided to </w:t>
            </w:r>
            <w:r w:rsidR="00806785">
              <w:rPr>
                <w:rFonts w:ascii="Calibri" w:eastAsia="Times New Roman" w:hAnsi="Calibri"/>
                <w:bCs/>
                <w:lang w:val="lv-LV" w:eastAsia="en-GB"/>
              </w:rPr>
              <w:t>Wetland Link International (WLI)</w:t>
            </w:r>
          </w:p>
        </w:tc>
        <w:tc>
          <w:tcPr>
            <w:tcW w:w="6804" w:type="dxa"/>
          </w:tcPr>
          <w:p w14:paraId="38EA1F01" w14:textId="5969EB94" w:rsidR="00A93620" w:rsidRDefault="00D820B7"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t xml:space="preserve">There are </w:t>
            </w:r>
            <w:r w:rsidR="00DE7787">
              <w:rPr>
                <w:rFonts w:ascii="Calibri" w:eastAsia="Times New Roman" w:hAnsi="Calibri"/>
                <w:bCs/>
                <w:lang w:val="lv-LV" w:eastAsia="en-GB"/>
              </w:rPr>
              <w:t xml:space="preserve">28 Wetland Education Centres </w:t>
            </w:r>
            <w:r w:rsidR="00264EC9">
              <w:rPr>
                <w:rFonts w:ascii="Calibri" w:eastAsia="Times New Roman" w:hAnsi="Calibri"/>
                <w:bCs/>
                <w:lang w:val="lv-LV" w:eastAsia="en-GB"/>
              </w:rPr>
              <w:t xml:space="preserve">(WEC) </w:t>
            </w:r>
            <w:r w:rsidR="00DE7787">
              <w:rPr>
                <w:rFonts w:ascii="Calibri" w:eastAsia="Times New Roman" w:hAnsi="Calibri"/>
                <w:bCs/>
                <w:lang w:val="lv-LV" w:eastAsia="en-GB"/>
              </w:rPr>
              <w:t xml:space="preserve">in Australia. </w:t>
            </w:r>
            <w:hyperlink r:id="rId19" w:history="1">
              <w:r w:rsidR="00DE7787" w:rsidRPr="00B84871">
                <w:rPr>
                  <w:rStyle w:val="Hyperlink"/>
                  <w:rFonts w:ascii="Calibri" w:eastAsia="Times New Roman" w:hAnsi="Calibri"/>
                  <w:bCs/>
                  <w:lang w:val="lv-LV" w:eastAsia="en-GB"/>
                </w:rPr>
                <w:t>http://www.environment.gov.au/water/wetlands/programs/education-centres</w:t>
              </w:r>
            </w:hyperlink>
            <w:r w:rsidR="00DE7787">
              <w:rPr>
                <w:rFonts w:ascii="Calibri" w:eastAsia="Times New Roman" w:hAnsi="Calibri"/>
                <w:bCs/>
                <w:lang w:val="lv-LV" w:eastAsia="en-GB"/>
              </w:rPr>
              <w:t xml:space="preserve"> </w:t>
            </w:r>
          </w:p>
          <w:p w14:paraId="526A2586" w14:textId="55F1DA57" w:rsidR="00DE7787" w:rsidRDefault="00DE7787"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t xml:space="preserve">There are also 14 Marine Discovery Centres, focusing on Australia’s extensive marine environment.  </w:t>
            </w:r>
            <w:hyperlink r:id="rId20" w:history="1">
              <w:r w:rsidRPr="00B84871">
                <w:rPr>
                  <w:rStyle w:val="Hyperlink"/>
                  <w:rFonts w:ascii="Calibri" w:eastAsia="Times New Roman" w:hAnsi="Calibri"/>
                  <w:bCs/>
                  <w:lang w:val="lv-LV" w:eastAsia="en-GB"/>
                </w:rPr>
                <w:t>https://www.mdca.org.au/</w:t>
              </w:r>
            </w:hyperlink>
            <w:r>
              <w:rPr>
                <w:rFonts w:ascii="Calibri" w:eastAsia="Times New Roman" w:hAnsi="Calibri"/>
                <w:bCs/>
                <w:lang w:val="lv-LV" w:eastAsia="en-GB"/>
              </w:rPr>
              <w:t xml:space="preserve"> </w:t>
            </w:r>
          </w:p>
          <w:p w14:paraId="08B43BB7" w14:textId="77777777" w:rsidR="00DE7787" w:rsidRDefault="00DE7787"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71B2ADFF" w14:textId="4A1FD6DA" w:rsidR="00DE7787" w:rsidRPr="00333F4B" w:rsidRDefault="00DE7787" w:rsidP="00E22E53">
            <w:pPr>
              <w:widowControl w:val="0"/>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t xml:space="preserve">The WEC survey was completed and submitted in March 2016.  </w:t>
            </w:r>
            <w:r w:rsidR="00755CEF">
              <w:rPr>
                <w:rFonts w:ascii="Calibri" w:eastAsia="Times New Roman" w:hAnsi="Calibri"/>
                <w:bCs/>
                <w:lang w:val="lv-LV" w:eastAsia="en-GB"/>
              </w:rPr>
              <w:t xml:space="preserve">Results available at: </w:t>
            </w:r>
            <w:hyperlink r:id="rId21" w:history="1">
              <w:r w:rsidR="00755CEF" w:rsidRPr="00B84871">
                <w:rPr>
                  <w:rStyle w:val="Hyperlink"/>
                  <w:rFonts w:ascii="Calibri" w:eastAsia="Times New Roman" w:hAnsi="Calibri"/>
                  <w:bCs/>
                  <w:lang w:val="lv-LV" w:eastAsia="en-GB"/>
                </w:rPr>
                <w:t>https://wli.wwt.org.uk/category/members/oceania-regional-members/</w:t>
              </w:r>
            </w:hyperlink>
            <w:r w:rsidR="00755CEF">
              <w:rPr>
                <w:rFonts w:ascii="Calibri" w:eastAsia="Times New Roman" w:hAnsi="Calibri"/>
                <w:bCs/>
                <w:lang w:val="lv-LV" w:eastAsia="en-GB"/>
              </w:rPr>
              <w:t xml:space="preserve"> </w:t>
            </w:r>
          </w:p>
        </w:tc>
      </w:tr>
    </w:tbl>
    <w:p w14:paraId="59C891AD" w14:textId="2D401354" w:rsidR="00333F4B" w:rsidRPr="00333F4B" w:rsidRDefault="00333F4B" w:rsidP="00333F4B">
      <w:pPr>
        <w:rPr>
          <w:rFonts w:asciiTheme="minorHAnsi" w:eastAsiaTheme="minorHAnsi" w:hAnsiTheme="minorHAnsi" w:cstheme="minorBidi"/>
        </w:rPr>
      </w:pPr>
    </w:p>
    <w:tbl>
      <w:tblPr>
        <w:tblStyle w:val="TableGrid"/>
        <w:tblW w:w="0" w:type="auto"/>
        <w:tblInd w:w="250" w:type="dxa"/>
        <w:tblLayout w:type="fixed"/>
        <w:tblLook w:val="04A0" w:firstRow="1" w:lastRow="0" w:firstColumn="1" w:lastColumn="0" w:noHBand="0" w:noVBand="1"/>
      </w:tblPr>
      <w:tblGrid>
        <w:gridCol w:w="1588"/>
        <w:gridCol w:w="2977"/>
        <w:gridCol w:w="2268"/>
        <w:gridCol w:w="6804"/>
      </w:tblGrid>
      <w:tr w:rsidR="00A93620" w:rsidRPr="00333F4B" w14:paraId="012DD5F6" w14:textId="77777777" w:rsidTr="00A177CD">
        <w:tc>
          <w:tcPr>
            <w:tcW w:w="1588" w:type="dxa"/>
          </w:tcPr>
          <w:p w14:paraId="7E8973FC" w14:textId="77777777" w:rsidR="00A93620" w:rsidRPr="00333F4B" w:rsidRDefault="00A93620" w:rsidP="00333F4B">
            <w:pPr>
              <w:widowControl w:val="0"/>
              <w:kinsoku w:val="0"/>
              <w:overflowPunct w:val="0"/>
              <w:autoSpaceDE w:val="0"/>
              <w:autoSpaceDN w:val="0"/>
              <w:adjustRightInd w:val="0"/>
              <w:spacing w:after="0" w:line="240" w:lineRule="auto"/>
              <w:rPr>
                <w:rFonts w:eastAsia="Times New Roman"/>
                <w:lang w:val="en-GB" w:eastAsia="en-GB"/>
              </w:rPr>
            </w:pPr>
            <w:r w:rsidRPr="00333F4B">
              <w:rPr>
                <w:rFonts w:eastAsia="Times New Roman"/>
                <w:lang w:val="en-GB" w:eastAsia="en-GB"/>
              </w:rPr>
              <w:t>8. Support the development and distribution of education materials that build awareness of ecosystem values and services and the value of wetlands for use in formal education settings, at Ramsar Sites and by all Ramsar actors.</w:t>
            </w:r>
          </w:p>
        </w:tc>
        <w:tc>
          <w:tcPr>
            <w:tcW w:w="2977" w:type="dxa"/>
          </w:tcPr>
          <w:p w14:paraId="7A337817" w14:textId="0348116D" w:rsidR="00A93620" w:rsidRPr="00333F4B" w:rsidRDefault="00A93620" w:rsidP="00333F4B">
            <w:pPr>
              <w:widowControl w:val="0"/>
              <w:numPr>
                <w:ilvl w:val="1"/>
                <w:numId w:val="16"/>
              </w:numPr>
              <w:kinsoku w:val="0"/>
              <w:overflowPunct w:val="0"/>
              <w:autoSpaceDE w:val="0"/>
              <w:autoSpaceDN w:val="0"/>
              <w:adjustRightInd w:val="0"/>
              <w:spacing w:after="0" w:line="240" w:lineRule="auto"/>
              <w:ind w:left="426" w:hanging="426"/>
              <w:rPr>
                <w:rFonts w:eastAsia="Times New Roman"/>
                <w:lang w:val="en-GB" w:eastAsia="en-GB"/>
              </w:rPr>
            </w:pPr>
            <w:r w:rsidRPr="00333F4B">
              <w:rPr>
                <w:rFonts w:eastAsia="Times New Roman"/>
                <w:lang w:val="en-GB" w:eastAsia="en-GB"/>
              </w:rPr>
              <w:t>Wetland education materials that build awareness of the values of wetlands and their ecosystem services developed, promoted and distributed a</w:t>
            </w:r>
            <w:r w:rsidR="00806785">
              <w:rPr>
                <w:rFonts w:eastAsia="Times New Roman"/>
                <w:lang w:val="en-GB" w:eastAsia="en-GB"/>
              </w:rPr>
              <w:t>mong relevant target audiences.</w:t>
            </w:r>
          </w:p>
          <w:p w14:paraId="2392F9C7" w14:textId="3B1168B5" w:rsidR="00A93620" w:rsidRPr="00333F4B" w:rsidRDefault="00A93620" w:rsidP="00333F4B">
            <w:pPr>
              <w:widowControl w:val="0"/>
              <w:numPr>
                <w:ilvl w:val="1"/>
                <w:numId w:val="16"/>
              </w:numPr>
              <w:kinsoku w:val="0"/>
              <w:overflowPunct w:val="0"/>
              <w:autoSpaceDE w:val="0"/>
              <w:autoSpaceDN w:val="0"/>
              <w:adjustRightInd w:val="0"/>
              <w:spacing w:after="0" w:line="240" w:lineRule="auto"/>
              <w:ind w:left="426" w:hanging="426"/>
              <w:rPr>
                <w:rFonts w:eastAsia="Times New Roman"/>
                <w:lang w:val="en-GB" w:eastAsia="en-GB"/>
              </w:rPr>
            </w:pPr>
            <w:r w:rsidRPr="00333F4B">
              <w:rPr>
                <w:rFonts w:eastAsia="Times New Roman"/>
                <w:lang w:val="en-GB" w:eastAsia="en-GB"/>
              </w:rPr>
              <w:t>Tertiary education institutions, especially those with water and wetland programmes, contributed to the production of targeted wetland education materials</w:t>
            </w:r>
            <w:r w:rsidR="00806785">
              <w:rPr>
                <w:rFonts w:eastAsia="Times New Roman"/>
                <w:lang w:val="en-GB" w:eastAsia="en-GB"/>
              </w:rPr>
              <w:t>.</w:t>
            </w:r>
          </w:p>
          <w:p w14:paraId="5884FEAA" w14:textId="505E57FE" w:rsidR="00A93620" w:rsidRPr="00333F4B" w:rsidRDefault="00A93620" w:rsidP="00333F4B">
            <w:pPr>
              <w:widowControl w:val="0"/>
              <w:numPr>
                <w:ilvl w:val="1"/>
                <w:numId w:val="16"/>
              </w:numPr>
              <w:kinsoku w:val="0"/>
              <w:overflowPunct w:val="0"/>
              <w:autoSpaceDE w:val="0"/>
              <w:autoSpaceDN w:val="0"/>
              <w:adjustRightInd w:val="0"/>
              <w:spacing w:after="0" w:line="240" w:lineRule="auto"/>
              <w:ind w:left="426" w:hanging="426"/>
              <w:rPr>
                <w:rFonts w:eastAsia="Times New Roman"/>
                <w:lang w:val="en-GB" w:eastAsia="en-GB"/>
              </w:rPr>
            </w:pPr>
            <w:r w:rsidRPr="00333F4B">
              <w:rPr>
                <w:rFonts w:eastAsia="Times New Roman"/>
                <w:lang w:val="en-GB" w:eastAsia="en-GB"/>
              </w:rPr>
              <w:t xml:space="preserve">Cultural and traditional wetland knowledge and </w:t>
            </w:r>
            <w:r w:rsidRPr="00333F4B">
              <w:rPr>
                <w:rFonts w:eastAsia="Times New Roman"/>
                <w:lang w:val="en-GB" w:eastAsia="en-GB"/>
              </w:rPr>
              <w:lastRenderedPageBreak/>
              <w:t>practices are incorporated in</w:t>
            </w:r>
            <w:r w:rsidR="00806785">
              <w:rPr>
                <w:rFonts w:eastAsia="Times New Roman"/>
                <w:lang w:val="en-GB" w:eastAsia="en-GB"/>
              </w:rPr>
              <w:t>to wetland education materials.</w:t>
            </w:r>
          </w:p>
          <w:p w14:paraId="5BA964DD" w14:textId="33BF689B" w:rsidR="00A93620" w:rsidRPr="003504CB" w:rsidRDefault="00A93620" w:rsidP="00E13611">
            <w:pPr>
              <w:widowControl w:val="0"/>
              <w:numPr>
                <w:ilvl w:val="1"/>
                <w:numId w:val="16"/>
              </w:numPr>
              <w:kinsoku w:val="0"/>
              <w:overflowPunct w:val="0"/>
              <w:autoSpaceDE w:val="0"/>
              <w:autoSpaceDN w:val="0"/>
              <w:adjustRightInd w:val="0"/>
              <w:spacing w:after="0" w:line="240" w:lineRule="auto"/>
              <w:ind w:left="426" w:hanging="426"/>
              <w:rPr>
                <w:rFonts w:eastAsia="Times New Roman"/>
                <w:lang w:val="en-GB" w:eastAsia="en-GB"/>
              </w:rPr>
            </w:pPr>
            <w:r w:rsidRPr="00333F4B">
              <w:rPr>
                <w:rFonts w:eastAsia="Times New Roman"/>
                <w:lang w:val="en-GB" w:eastAsia="en-GB"/>
              </w:rPr>
              <w:t>Key messages about wetlands and their ecosystem services regularly reviewed through dialogue and f</w:t>
            </w:r>
            <w:r w:rsidR="00E13611">
              <w:rPr>
                <w:rFonts w:eastAsia="Times New Roman"/>
                <w:lang w:val="en-GB" w:eastAsia="en-GB"/>
              </w:rPr>
              <w:t>eedback with all Ramsar actors.</w:t>
            </w:r>
          </w:p>
        </w:tc>
        <w:tc>
          <w:tcPr>
            <w:tcW w:w="2268" w:type="dxa"/>
          </w:tcPr>
          <w:p w14:paraId="2438947B"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lastRenderedPageBreak/>
              <w:t>Number of products</w:t>
            </w:r>
          </w:p>
          <w:p w14:paraId="29A4E7F6"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36638177"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Extent of dissemination</w:t>
            </w:r>
          </w:p>
          <w:p w14:paraId="226A7571"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69284744"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Evaluations undertaken</w:t>
            </w:r>
          </w:p>
          <w:p w14:paraId="4942E607"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tc>
        <w:tc>
          <w:tcPr>
            <w:tcW w:w="6804" w:type="dxa"/>
          </w:tcPr>
          <w:p w14:paraId="6E1439A5" w14:textId="77777777" w:rsidR="00E96D51" w:rsidRDefault="00E96D51"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t>Products included:</w:t>
            </w:r>
          </w:p>
          <w:p w14:paraId="05EB1012" w14:textId="63B35307" w:rsidR="00E96D51" w:rsidRPr="00B93565" w:rsidRDefault="00E96D51" w:rsidP="00B93565">
            <w:pPr>
              <w:pStyle w:val="ListParagraph"/>
              <w:widowControl w:val="0"/>
              <w:numPr>
                <w:ilvl w:val="0"/>
                <w:numId w:val="17"/>
              </w:numPr>
              <w:kinsoku w:val="0"/>
              <w:overflowPunct w:val="0"/>
              <w:autoSpaceDE w:val="0"/>
              <w:autoSpaceDN w:val="0"/>
              <w:adjustRightInd w:val="0"/>
              <w:spacing w:after="0" w:line="240" w:lineRule="auto"/>
              <w:rPr>
                <w:rFonts w:ascii="Calibri" w:eastAsia="Times New Roman" w:hAnsi="Calibri"/>
                <w:bCs/>
                <w:lang w:val="lv-LV" w:eastAsia="en-GB"/>
              </w:rPr>
            </w:pPr>
            <w:r w:rsidRPr="00B93565">
              <w:rPr>
                <w:rFonts w:ascii="Calibri" w:eastAsia="Times New Roman" w:hAnsi="Calibri"/>
                <w:bCs/>
                <w:lang w:val="lv-LV" w:eastAsia="en-GB"/>
              </w:rPr>
              <w:t xml:space="preserve">Wetlands Australia </w:t>
            </w:r>
            <w:r w:rsidR="00A177CD">
              <w:rPr>
                <w:rFonts w:ascii="Calibri" w:eastAsia="Times New Roman" w:hAnsi="Calibri"/>
                <w:bCs/>
                <w:lang w:val="lv-LV" w:eastAsia="en-GB"/>
              </w:rPr>
              <w:t xml:space="preserve">magazine </w:t>
            </w:r>
            <w:r w:rsidRPr="00B93565">
              <w:rPr>
                <w:rFonts w:ascii="Calibri" w:eastAsia="Times New Roman" w:hAnsi="Calibri"/>
                <w:bCs/>
                <w:lang w:val="lv-LV" w:eastAsia="en-GB"/>
              </w:rPr>
              <w:t>– 2016,</w:t>
            </w:r>
            <w:r w:rsidR="00B93565">
              <w:rPr>
                <w:rFonts w:ascii="Calibri" w:eastAsia="Times New Roman" w:hAnsi="Calibri"/>
                <w:bCs/>
                <w:lang w:val="lv-LV" w:eastAsia="en-GB"/>
              </w:rPr>
              <w:t xml:space="preserve"> </w:t>
            </w:r>
            <w:r w:rsidRPr="00B93565">
              <w:rPr>
                <w:rFonts w:ascii="Calibri" w:eastAsia="Times New Roman" w:hAnsi="Calibri"/>
                <w:bCs/>
                <w:lang w:val="lv-LV" w:eastAsia="en-GB"/>
              </w:rPr>
              <w:t>2017 and 2018 editions</w:t>
            </w:r>
          </w:p>
          <w:p w14:paraId="5A2E9D5B" w14:textId="49E56FB4" w:rsidR="00E96D51" w:rsidRPr="00B93565" w:rsidRDefault="00E96D51" w:rsidP="00B93565">
            <w:pPr>
              <w:pStyle w:val="ListParagraph"/>
              <w:widowControl w:val="0"/>
              <w:numPr>
                <w:ilvl w:val="0"/>
                <w:numId w:val="17"/>
              </w:numPr>
              <w:kinsoku w:val="0"/>
              <w:overflowPunct w:val="0"/>
              <w:autoSpaceDE w:val="0"/>
              <w:autoSpaceDN w:val="0"/>
              <w:adjustRightInd w:val="0"/>
              <w:spacing w:after="0" w:line="240" w:lineRule="auto"/>
              <w:rPr>
                <w:rFonts w:ascii="Calibri" w:eastAsia="Times New Roman" w:hAnsi="Calibri"/>
                <w:bCs/>
                <w:lang w:val="lv-LV" w:eastAsia="en-GB"/>
              </w:rPr>
            </w:pPr>
            <w:r w:rsidRPr="00B93565">
              <w:rPr>
                <w:rFonts w:ascii="Calibri" w:eastAsia="Times New Roman" w:hAnsi="Calibri"/>
                <w:bCs/>
                <w:lang w:val="lv-LV" w:eastAsia="en-GB"/>
              </w:rPr>
              <w:t xml:space="preserve">Fact Sheets – </w:t>
            </w:r>
            <w:r w:rsidR="00B93565" w:rsidRPr="00B93565">
              <w:rPr>
                <w:rFonts w:ascii="Calibri" w:eastAsia="Times New Roman" w:hAnsi="Calibri"/>
                <w:bCs/>
                <w:lang w:val="lv-LV" w:eastAsia="en-GB"/>
              </w:rPr>
              <w:t xml:space="preserve"> 10 (2016), 1 (2017), 1 (2018)</w:t>
            </w:r>
          </w:p>
          <w:p w14:paraId="318EAF32" w14:textId="5DE61CFB" w:rsidR="00E96D51" w:rsidRPr="00B93565" w:rsidRDefault="00B93565" w:rsidP="00B93565">
            <w:pPr>
              <w:pStyle w:val="ListParagraph"/>
              <w:widowControl w:val="0"/>
              <w:numPr>
                <w:ilvl w:val="0"/>
                <w:numId w:val="17"/>
              </w:numPr>
              <w:kinsoku w:val="0"/>
              <w:overflowPunct w:val="0"/>
              <w:autoSpaceDE w:val="0"/>
              <w:autoSpaceDN w:val="0"/>
              <w:adjustRightInd w:val="0"/>
              <w:spacing w:after="0" w:line="240" w:lineRule="auto"/>
              <w:rPr>
                <w:rFonts w:ascii="Calibri" w:eastAsia="Times New Roman" w:hAnsi="Calibri"/>
                <w:bCs/>
                <w:lang w:val="lv-LV" w:eastAsia="en-GB"/>
              </w:rPr>
            </w:pPr>
            <w:r w:rsidRPr="00B93565">
              <w:rPr>
                <w:rFonts w:ascii="Calibri" w:eastAsia="Times New Roman" w:hAnsi="Calibri"/>
                <w:bCs/>
                <w:lang w:val="lv-LV" w:eastAsia="en-GB"/>
              </w:rPr>
              <w:t>Brochure - Australia’s Amazing Wetlands – reprint</w:t>
            </w:r>
          </w:p>
          <w:p w14:paraId="796C20E8" w14:textId="7715CCF9" w:rsidR="00B93565" w:rsidRPr="00B93565" w:rsidRDefault="00B93565" w:rsidP="00B93565">
            <w:pPr>
              <w:pStyle w:val="ListParagraph"/>
              <w:widowControl w:val="0"/>
              <w:numPr>
                <w:ilvl w:val="0"/>
                <w:numId w:val="17"/>
              </w:numPr>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t>Book</w:t>
            </w:r>
            <w:r w:rsidR="00A177CD">
              <w:rPr>
                <w:rFonts w:ascii="Calibri" w:eastAsia="Times New Roman" w:hAnsi="Calibri"/>
                <w:bCs/>
                <w:lang w:val="lv-LV" w:eastAsia="en-GB"/>
              </w:rPr>
              <w:t>s</w:t>
            </w:r>
            <w:r>
              <w:rPr>
                <w:rFonts w:ascii="Calibri" w:eastAsia="Times New Roman" w:hAnsi="Calibri"/>
                <w:bCs/>
                <w:lang w:val="lv-LV" w:eastAsia="en-GB"/>
              </w:rPr>
              <w:t xml:space="preserve"> – Celebrating Australia’s Migratory Waterbirds (2017), Celebrating Australia’s Wetland Science (2018)</w:t>
            </w:r>
          </w:p>
          <w:p w14:paraId="49E3DCB1" w14:textId="77777777" w:rsidR="00E96D51" w:rsidRDefault="00E96D51"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6C191349" w14:textId="463F831A" w:rsidR="00E96D51" w:rsidRDefault="00E96D51"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t>These were published on the website, sent to subscribers and promoted in a variety of newsletters.</w:t>
            </w:r>
            <w:r w:rsidR="003504CB">
              <w:rPr>
                <w:rFonts w:ascii="Calibri" w:eastAsia="Times New Roman" w:hAnsi="Calibri"/>
                <w:bCs/>
                <w:lang w:val="lv-LV" w:eastAsia="en-GB"/>
              </w:rPr>
              <w:t xml:space="preserve">  </w:t>
            </w:r>
            <w:r>
              <w:rPr>
                <w:rFonts w:ascii="Calibri" w:eastAsia="Times New Roman" w:hAnsi="Calibri"/>
                <w:bCs/>
                <w:lang w:val="lv-LV" w:eastAsia="en-GB"/>
              </w:rPr>
              <w:t xml:space="preserve">For WWD 2018, </w:t>
            </w:r>
            <w:r w:rsidR="008E059B">
              <w:rPr>
                <w:rFonts w:ascii="Calibri" w:eastAsia="Times New Roman" w:hAnsi="Calibri"/>
                <w:bCs/>
                <w:lang w:val="lv-LV" w:eastAsia="en-GB"/>
              </w:rPr>
              <w:t>this included over 5000 subscribers.</w:t>
            </w:r>
          </w:p>
          <w:p w14:paraId="4D0F6630" w14:textId="245DFBBD" w:rsidR="00B93565" w:rsidRDefault="00B93565"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01C958BD" w14:textId="7A185230" w:rsidR="00B93565" w:rsidRDefault="00B93565"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t xml:space="preserve">A number of videos, Tweets and Facebook posts were uploaded to the AG website over the </w:t>
            </w:r>
            <w:r w:rsidR="00A177CD">
              <w:rPr>
                <w:rFonts w:ascii="Calibri" w:eastAsia="Times New Roman" w:hAnsi="Calibri"/>
                <w:bCs/>
                <w:lang w:val="lv-LV" w:eastAsia="en-GB"/>
              </w:rPr>
              <w:t>triennium</w:t>
            </w:r>
            <w:r>
              <w:rPr>
                <w:rFonts w:ascii="Calibri" w:eastAsia="Times New Roman" w:hAnsi="Calibri"/>
                <w:bCs/>
                <w:lang w:val="lv-LV" w:eastAsia="en-GB"/>
              </w:rPr>
              <w:t>.</w:t>
            </w:r>
            <w:r w:rsidR="00504846">
              <w:rPr>
                <w:rFonts w:ascii="Calibri" w:eastAsia="Times New Roman" w:hAnsi="Calibri"/>
                <w:bCs/>
                <w:lang w:val="lv-LV" w:eastAsia="en-GB"/>
              </w:rPr>
              <w:t xml:space="preserve">  For WWD 2018, there were </w:t>
            </w:r>
            <w:r w:rsidR="008E059B">
              <w:rPr>
                <w:rFonts w:ascii="Calibri" w:eastAsia="Times New Roman" w:hAnsi="Calibri"/>
                <w:bCs/>
                <w:lang w:val="lv-LV" w:eastAsia="en-GB"/>
              </w:rPr>
              <w:t>11 Tweets, 5 Facebook posts and a video uploaded.</w:t>
            </w:r>
          </w:p>
          <w:p w14:paraId="0D65E63C" w14:textId="77777777" w:rsidR="00E96D51" w:rsidRDefault="00E96D51"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711149FB" w14:textId="77777777" w:rsidR="00A93620" w:rsidRDefault="00E96D51"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t>Evaluations were undertaken af</w:t>
            </w:r>
            <w:r w:rsidR="009614BF">
              <w:rPr>
                <w:rFonts w:ascii="Calibri" w:eastAsia="Times New Roman" w:hAnsi="Calibri"/>
                <w:bCs/>
                <w:lang w:val="lv-LV" w:eastAsia="en-GB"/>
              </w:rPr>
              <w:t>t</w:t>
            </w:r>
            <w:r>
              <w:rPr>
                <w:rFonts w:ascii="Calibri" w:eastAsia="Times New Roman" w:hAnsi="Calibri"/>
                <w:bCs/>
                <w:lang w:val="lv-LV" w:eastAsia="en-GB"/>
              </w:rPr>
              <w:t>er each World Wetlands Day to assess the reach and impact of activities.</w:t>
            </w:r>
          </w:p>
          <w:p w14:paraId="3F500E3B" w14:textId="77777777" w:rsidR="003504CB" w:rsidRDefault="003504C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0D9557A4" w14:textId="77777777" w:rsidR="003504CB" w:rsidRPr="003504CB" w:rsidRDefault="003504CB" w:rsidP="003504C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504CB">
              <w:rPr>
                <w:rFonts w:ascii="Calibri" w:eastAsia="Times New Roman" w:hAnsi="Calibri"/>
                <w:bCs/>
                <w:lang w:val="lv-LV" w:eastAsia="en-GB"/>
              </w:rPr>
              <w:t xml:space="preserve">Products - During 2018, the Queensland Wetlands Program commenced </w:t>
            </w:r>
            <w:r w:rsidRPr="003504CB">
              <w:rPr>
                <w:rFonts w:ascii="Calibri" w:eastAsia="Times New Roman" w:hAnsi="Calibri"/>
                <w:bCs/>
                <w:lang w:val="lv-LV" w:eastAsia="en-GB"/>
              </w:rPr>
              <w:lastRenderedPageBreak/>
              <w:t>work on developing part one of a Values Framework to support decison making concerning the wise use of wetlands.</w:t>
            </w:r>
          </w:p>
          <w:p w14:paraId="68E37A79" w14:textId="0D706B71" w:rsidR="003504CB" w:rsidRPr="003504CB" w:rsidRDefault="003504CB" w:rsidP="003504C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79DE5775" w14:textId="77777777" w:rsidR="003504CB" w:rsidRPr="003504CB" w:rsidRDefault="003504CB" w:rsidP="003504C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504CB">
              <w:rPr>
                <w:rFonts w:ascii="Calibri" w:eastAsia="Times New Roman" w:hAnsi="Calibri"/>
                <w:bCs/>
                <w:lang w:val="lv-LV" w:eastAsia="en-GB"/>
              </w:rPr>
              <w:t>Dissemination - Users of Queensland’s Wetland</w:t>
            </w:r>
            <w:r w:rsidRPr="003504CB">
              <w:rPr>
                <w:rFonts w:ascii="Calibri" w:eastAsia="Times New Roman" w:hAnsi="Calibri"/>
                <w:bCs/>
                <w:i/>
                <w:lang w:val="lv-LV" w:eastAsia="en-GB"/>
              </w:rPr>
              <w:t>Info</w:t>
            </w:r>
            <w:r w:rsidRPr="003504CB">
              <w:rPr>
                <w:rFonts w:ascii="Calibri" w:eastAsia="Times New Roman" w:hAnsi="Calibri"/>
                <w:bCs/>
                <w:lang w:val="lv-LV" w:eastAsia="en-GB"/>
              </w:rPr>
              <w:t xml:space="preserve"> website 2016- 121,252 users; 2017 – 199,612 users,  2018—298,123. Most users are from Australia at 83.17% whilst the remaining 16.83% is shared across 225 countries.</w:t>
            </w:r>
          </w:p>
          <w:p w14:paraId="61CE2C19" w14:textId="77777777" w:rsidR="003504CB" w:rsidRPr="003504CB" w:rsidRDefault="003504CB" w:rsidP="003504C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3D7E9A04" w14:textId="4350404D" w:rsidR="003504CB" w:rsidRPr="003504CB" w:rsidRDefault="003504CB" w:rsidP="003504CB">
            <w:pPr>
              <w:widowControl w:val="0"/>
              <w:kinsoku w:val="0"/>
              <w:overflowPunct w:val="0"/>
              <w:autoSpaceDE w:val="0"/>
              <w:autoSpaceDN w:val="0"/>
              <w:adjustRightInd w:val="0"/>
              <w:spacing w:after="0" w:line="240" w:lineRule="auto"/>
              <w:rPr>
                <w:rFonts w:ascii="Calibri" w:eastAsia="Times New Roman" w:hAnsi="Calibri"/>
                <w:bCs/>
                <w:lang w:eastAsia="en-GB"/>
              </w:rPr>
            </w:pPr>
            <w:r w:rsidRPr="003504CB">
              <w:rPr>
                <w:rFonts w:ascii="Calibri" w:eastAsia="Times New Roman" w:hAnsi="Calibri"/>
                <w:bCs/>
                <w:lang w:eastAsia="en-GB"/>
              </w:rPr>
              <w:t>The Wetland</w:t>
            </w:r>
            <w:r w:rsidRPr="003504CB">
              <w:rPr>
                <w:rFonts w:ascii="Calibri" w:eastAsia="Times New Roman" w:hAnsi="Calibri"/>
                <w:bCs/>
                <w:i/>
                <w:iCs/>
                <w:lang w:eastAsia="en-GB"/>
              </w:rPr>
              <w:t>Update</w:t>
            </w:r>
            <w:r w:rsidRPr="003504CB">
              <w:rPr>
                <w:rFonts w:ascii="Calibri" w:eastAsia="Times New Roman" w:hAnsi="Calibri"/>
                <w:bCs/>
                <w:lang w:eastAsia="en-GB"/>
              </w:rPr>
              <w:t xml:space="preserve"> is a regular newsletter that includes a wide range of information from brand new content, to website updates and additional links. There are ~850 subscribers for the Wetland</w:t>
            </w:r>
            <w:r w:rsidRPr="003504CB">
              <w:rPr>
                <w:rFonts w:ascii="Calibri" w:eastAsia="Times New Roman" w:hAnsi="Calibri"/>
                <w:bCs/>
                <w:i/>
                <w:iCs/>
                <w:lang w:eastAsia="en-GB"/>
              </w:rPr>
              <w:t>Update</w:t>
            </w:r>
            <w:r w:rsidRPr="003504CB">
              <w:rPr>
                <w:rFonts w:ascii="Calibri" w:eastAsia="Times New Roman" w:hAnsi="Calibri"/>
                <w:bCs/>
                <w:lang w:eastAsia="en-GB"/>
              </w:rPr>
              <w:t>. These subscribers come from both internal and external stakeholder groups.</w:t>
            </w:r>
          </w:p>
          <w:p w14:paraId="267F6AB8" w14:textId="4DD8B13E" w:rsidR="003504CB" w:rsidRPr="00333F4B" w:rsidRDefault="003504C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tc>
      </w:tr>
      <w:tr w:rsidR="00A93620" w:rsidRPr="00333F4B" w14:paraId="73BC0CCB" w14:textId="77777777" w:rsidTr="00A177CD">
        <w:tc>
          <w:tcPr>
            <w:tcW w:w="1588" w:type="dxa"/>
          </w:tcPr>
          <w:p w14:paraId="5675EBEC" w14:textId="44377019" w:rsidR="00A93620" w:rsidRPr="00333F4B" w:rsidRDefault="00A93620" w:rsidP="00333F4B">
            <w:pPr>
              <w:widowControl w:val="0"/>
              <w:kinsoku w:val="0"/>
              <w:overflowPunct w:val="0"/>
              <w:autoSpaceDE w:val="0"/>
              <w:autoSpaceDN w:val="0"/>
              <w:adjustRightInd w:val="0"/>
              <w:spacing w:after="0" w:line="240" w:lineRule="auto"/>
              <w:rPr>
                <w:rFonts w:eastAsia="Times New Roman"/>
                <w:lang w:val="en-GB" w:eastAsia="en-GB"/>
              </w:rPr>
            </w:pPr>
            <w:r w:rsidRPr="00333F4B">
              <w:rPr>
                <w:rFonts w:eastAsia="Times New Roman"/>
                <w:noProof/>
                <w:lang w:val="en-GB" w:eastAsia="en-GB"/>
              </w:rPr>
              <w:lastRenderedPageBreak/>
              <w:t xml:space="preserve">9. Ensure that the guidance and information provided by the STRP is developed in line with adopted Resolution and in close collaboration with the CEPA programme and dissemination to the identified target audiences is ensured </w:t>
            </w:r>
            <w:r w:rsidRPr="00333F4B">
              <w:rPr>
                <w:rFonts w:eastAsia="Times New Roman"/>
                <w:noProof/>
                <w:lang w:val="en-GB" w:eastAsia="en-GB"/>
              </w:rPr>
              <w:lastRenderedPageBreak/>
              <w:t>through the most effective communications channels.</w:t>
            </w:r>
          </w:p>
        </w:tc>
        <w:tc>
          <w:tcPr>
            <w:tcW w:w="2977" w:type="dxa"/>
          </w:tcPr>
          <w:p w14:paraId="04E8A75D" w14:textId="733E4E7F" w:rsidR="00A93620" w:rsidRPr="00333F4B" w:rsidRDefault="00A93620" w:rsidP="00333F4B">
            <w:pPr>
              <w:widowControl w:val="0"/>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lastRenderedPageBreak/>
              <w:t>9.1</w:t>
            </w:r>
            <w:r w:rsidRPr="00333F4B">
              <w:rPr>
                <w:rFonts w:eastAsia="Times New Roman"/>
                <w:lang w:val="en-GB" w:eastAsia="en-GB"/>
              </w:rPr>
              <w:tab/>
              <w:t>A series of information fact sheets developed based on identified and agreed large scale questions as key aw</w:t>
            </w:r>
            <w:r w:rsidR="00E13611">
              <w:rPr>
                <w:rFonts w:eastAsia="Times New Roman"/>
                <w:lang w:val="en-GB" w:eastAsia="en-GB"/>
              </w:rPr>
              <w:t>areness raising outreach tools.</w:t>
            </w:r>
          </w:p>
          <w:p w14:paraId="6C694591" w14:textId="048296EB" w:rsidR="00A93620" w:rsidRPr="00333F4B" w:rsidRDefault="00A93620" w:rsidP="00333F4B">
            <w:pPr>
              <w:spacing w:after="0" w:line="240" w:lineRule="auto"/>
              <w:ind w:left="425" w:hanging="425"/>
            </w:pPr>
            <w:r w:rsidRPr="00333F4B">
              <w:t>9.2</w:t>
            </w:r>
            <w:r w:rsidRPr="00333F4B">
              <w:tab/>
              <w:t>The Ramsar Briefing Notes and Ramsar Technical Reports developed and disseminated as pragmatic, working advisory documents targeting policy-makers or wetland practitioners and to ensure c</w:t>
            </w:r>
            <w:r w:rsidR="00E13611">
              <w:t>onsistency and Ramsar branding.</w:t>
            </w:r>
          </w:p>
          <w:p w14:paraId="1D9EC104" w14:textId="20E46D58" w:rsidR="00A93620" w:rsidRPr="00333F4B" w:rsidRDefault="00A93620" w:rsidP="00333F4B">
            <w:pPr>
              <w:spacing w:after="0" w:line="240" w:lineRule="auto"/>
              <w:ind w:left="425" w:hanging="425"/>
            </w:pPr>
            <w:r w:rsidRPr="00333F4B">
              <w:t>9.3</w:t>
            </w:r>
            <w:r w:rsidRPr="00333F4B">
              <w:tab/>
              <w:t xml:space="preserve">The content of Wise Use Handbooks reconfigured as training resource </w:t>
            </w:r>
            <w:r w:rsidRPr="00333F4B">
              <w:lastRenderedPageBreak/>
              <w:t xml:space="preserve">materials that summarize wise use site management and effective policy-making. </w:t>
            </w:r>
          </w:p>
          <w:p w14:paraId="6E5F7B4F" w14:textId="494A9C14" w:rsidR="00A93620" w:rsidRPr="00333F4B" w:rsidRDefault="00A93620" w:rsidP="00E13611">
            <w:pPr>
              <w:spacing w:after="0" w:line="240" w:lineRule="auto"/>
              <w:ind w:left="425" w:hanging="425"/>
            </w:pPr>
            <w:r w:rsidRPr="00333F4B">
              <w:t>9.4</w:t>
            </w:r>
            <w:r w:rsidRPr="00333F4B">
              <w:tab/>
              <w:t xml:space="preserve">The current STRP website integrated into the Ramsar website. </w:t>
            </w:r>
          </w:p>
        </w:tc>
        <w:tc>
          <w:tcPr>
            <w:tcW w:w="2268" w:type="dxa"/>
          </w:tcPr>
          <w:p w14:paraId="2E85111E" w14:textId="77777777" w:rsidR="00A93620" w:rsidRPr="00333F4B" w:rsidRDefault="00A93620"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tc>
        <w:tc>
          <w:tcPr>
            <w:tcW w:w="6804" w:type="dxa"/>
          </w:tcPr>
          <w:p w14:paraId="41EE72EF" w14:textId="16860A09" w:rsidR="00A93620" w:rsidRPr="00333F4B" w:rsidRDefault="00521217"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Pr>
                <w:rFonts w:ascii="Calibri" w:eastAsia="Times New Roman" w:hAnsi="Calibri"/>
                <w:bCs/>
                <w:lang w:val="lv-LV" w:eastAsia="en-GB"/>
              </w:rPr>
              <w:t>N/A</w:t>
            </w:r>
          </w:p>
        </w:tc>
      </w:tr>
    </w:tbl>
    <w:p w14:paraId="1043BD03" w14:textId="77777777" w:rsidR="00333F4B" w:rsidRPr="00333F4B" w:rsidRDefault="00333F4B" w:rsidP="00333F4B">
      <w:pPr>
        <w:rPr>
          <w:rFonts w:asciiTheme="minorHAnsi" w:eastAsiaTheme="minorHAnsi" w:hAnsiTheme="minorHAnsi" w:cstheme="minorBidi"/>
        </w:rPr>
      </w:pPr>
    </w:p>
    <w:p w14:paraId="21B05F8A" w14:textId="77777777" w:rsidR="00333F4B" w:rsidRPr="00333F4B" w:rsidRDefault="00333F4B" w:rsidP="00333F4B">
      <w:pPr>
        <w:rPr>
          <w:rFonts w:asciiTheme="minorHAnsi" w:eastAsiaTheme="minorHAnsi" w:hAnsiTheme="minorHAnsi" w:cstheme="minorBidi"/>
        </w:rPr>
      </w:pPr>
    </w:p>
    <w:sectPr w:rsidR="00333F4B" w:rsidRPr="00333F4B" w:rsidSect="00F55AEE">
      <w:headerReference w:type="even" r:id="rId22"/>
      <w:headerReference w:type="default" r:id="rId23"/>
      <w:footerReference w:type="even" r:id="rId24"/>
      <w:footerReference w:type="default" r:id="rId25"/>
      <w:headerReference w:type="first" r:id="rId26"/>
      <w:footerReference w:type="first" r:id="rId27"/>
      <w:type w:val="continuous"/>
      <w:pgSz w:w="16838" w:h="11906" w:orient="landscape"/>
      <w:pgMar w:top="1440" w:right="1440" w:bottom="1276" w:left="1440"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E167AF" w14:textId="77777777" w:rsidR="00DA62D9" w:rsidRDefault="00DA62D9" w:rsidP="00A60185">
      <w:pPr>
        <w:spacing w:after="0" w:line="240" w:lineRule="auto"/>
      </w:pPr>
      <w:r>
        <w:separator/>
      </w:r>
    </w:p>
  </w:endnote>
  <w:endnote w:type="continuationSeparator" w:id="0">
    <w:p w14:paraId="3FE167B0" w14:textId="77777777" w:rsidR="00DA62D9" w:rsidRDefault="00DA62D9"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E167B3" w14:textId="77777777" w:rsidR="004D1131" w:rsidRPr="00826410" w:rsidRDefault="00FE4E74" w:rsidP="00535D18">
    <w:pPr>
      <w:pStyle w:val="Classification"/>
    </w:pPr>
    <w:r>
      <w:fldChar w:fldCharType="begin"/>
    </w:r>
    <w:r>
      <w:instrText xml:space="preserve"> DOCPROPERTY SecurityClassification \* MERGEFORMAT </w:instrText>
    </w:r>
    <w:r>
      <w:fldChar w:fldCharType="separate"/>
    </w:r>
    <w:r w:rsidR="00386CC3">
      <w:t xml:space="preserve">DRAFT </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633433"/>
      <w:docPartObj>
        <w:docPartGallery w:val="Page Numbers (Bottom of Page)"/>
        <w:docPartUnique/>
      </w:docPartObj>
    </w:sdtPr>
    <w:sdtEndPr/>
    <w:sdtContent>
      <w:p w14:paraId="3FE167B4" w14:textId="77777777" w:rsidR="004D1131" w:rsidRDefault="007607AB" w:rsidP="008F64D3">
        <w:pPr>
          <w:pStyle w:val="Footer"/>
          <w:jc w:val="center"/>
        </w:pPr>
        <w:r>
          <w:fldChar w:fldCharType="begin"/>
        </w:r>
        <w:r>
          <w:instrText xml:space="preserve"> PAGE   \* MERGEFORMAT </w:instrText>
        </w:r>
        <w:r>
          <w:fldChar w:fldCharType="separate"/>
        </w:r>
        <w:r w:rsidR="00FE4E74">
          <w:rPr>
            <w:noProof/>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BEE30B" w14:textId="77777777" w:rsidR="00FE4E74" w:rsidRDefault="00FE4E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E167AD" w14:textId="77777777" w:rsidR="00DA62D9" w:rsidRDefault="00DA62D9" w:rsidP="00A60185">
      <w:pPr>
        <w:spacing w:after="0" w:line="240" w:lineRule="auto"/>
      </w:pPr>
      <w:r>
        <w:separator/>
      </w:r>
    </w:p>
  </w:footnote>
  <w:footnote w:type="continuationSeparator" w:id="0">
    <w:p w14:paraId="3FE167AE" w14:textId="77777777" w:rsidR="00DA62D9" w:rsidRDefault="00DA62D9"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E167B1" w14:textId="77777777" w:rsidR="004D1131" w:rsidRDefault="00FE4E74" w:rsidP="00535D18">
    <w:pPr>
      <w:pStyle w:val="Classification"/>
    </w:pPr>
    <w:r>
      <w:fldChar w:fldCharType="begin"/>
    </w:r>
    <w:r>
      <w:instrText xml:space="preserve"> DOCPROPERTY SecurityClassification \* MERGEFORMAT </w:instrText>
    </w:r>
    <w:r>
      <w:fldChar w:fldCharType="separate"/>
    </w:r>
    <w:r w:rsidR="00386CC3">
      <w:t xml:space="preserve">DRAFT </w:t>
    </w:r>
    <w:r>
      <w:fldChar w:fldCharType="end"/>
    </w:r>
  </w:p>
  <w:p w14:paraId="3FE167B2" w14:textId="77777777" w:rsidR="004D1131" w:rsidRDefault="009F3D45" w:rsidP="00E45765">
    <w:pPr>
      <w:pStyle w:val="Classification"/>
    </w:pPr>
    <w:r>
      <w:rPr>
        <w:b/>
        <w:bCs/>
        <w:lang w:val="en-US"/>
      </w:rPr>
      <w:fldChar w:fldCharType="begin"/>
    </w:r>
    <w:r>
      <w:rPr>
        <w:b/>
        <w:bCs/>
        <w:lang w:val="en-US"/>
      </w:rPr>
      <w:instrText xml:space="preserve"> DOCPROPERTY SecurityClassification \* MERGEFORMAT </w:instrText>
    </w:r>
    <w:r>
      <w:rPr>
        <w:b/>
        <w:bCs/>
        <w:lang w:val="en-US"/>
      </w:rPr>
      <w:fldChar w:fldCharType="separate"/>
    </w:r>
    <w:r w:rsidR="00386CC3">
      <w:rPr>
        <w:b/>
        <w:bCs/>
        <w:lang w:val="en-US"/>
      </w:rPr>
      <w:t xml:space="preserve">DRAFT </w:t>
    </w:r>
    <w:r>
      <w:rPr>
        <w:b/>
        <w:bCs/>
        <w:lang w:val="en-US"/>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482AD4" w14:textId="77777777" w:rsidR="00FE4E74" w:rsidRDefault="00FE4E7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CAB047" w14:textId="78B5B97E" w:rsidR="002E06A1" w:rsidRDefault="002E06A1" w:rsidP="00EA23CC">
    <w:pPr>
      <w:tabs>
        <w:tab w:val="left" w:pos="5280"/>
      </w:tabs>
      <w:rPr>
        <w:noProof/>
        <w:lang w:eastAsia="en-AU"/>
      </w:rPr>
    </w:pPr>
    <w:r w:rsidRPr="002E06A1">
      <w:rPr>
        <w:noProof/>
        <w:lang w:eastAsia="en-AU"/>
      </w:rPr>
      <w:drawing>
        <wp:anchor distT="0" distB="0" distL="114300" distR="114300" simplePos="0" relativeHeight="251658240" behindDoc="0" locked="0" layoutInCell="1" allowOverlap="1" wp14:anchorId="3E1A636E" wp14:editId="51100155">
          <wp:simplePos x="0" y="0"/>
          <wp:positionH relativeFrom="margin">
            <wp:posOffset>4457700</wp:posOffset>
          </wp:positionH>
          <wp:positionV relativeFrom="paragraph">
            <wp:posOffset>-269240</wp:posOffset>
          </wp:positionV>
          <wp:extent cx="5697855" cy="1000125"/>
          <wp:effectExtent l="0" t="0" r="0" b="9525"/>
          <wp:wrapSquare wrapText="bothSides"/>
          <wp:docPr id="2" name="Picture 2" descr="http://upvcdchdams01:8085/main_image_library/api/v1/asset/93358/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view" descr="http://upvcdchdams01:8085/main_image_library/api/v1/asset/93358/preview"/>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8582" t="27711" r="-8582" b="47119"/>
                  <a:stretch/>
                </pic:blipFill>
                <pic:spPr bwMode="auto">
                  <a:xfrm>
                    <a:off x="0" y="0"/>
                    <a:ext cx="5697855" cy="10001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DC322E5" w14:textId="584167C6" w:rsidR="002E06A1" w:rsidRDefault="002E06A1" w:rsidP="00EA23CC">
    <w:pPr>
      <w:tabs>
        <w:tab w:val="left" w:pos="5280"/>
      </w:tabs>
      <w:rPr>
        <w:noProof/>
        <w:lang w:eastAsia="en-AU"/>
      </w:rPr>
    </w:pPr>
  </w:p>
  <w:p w14:paraId="3FE167B5" w14:textId="06415DA8" w:rsidR="004D1131" w:rsidRPr="00826410" w:rsidRDefault="00354FAB" w:rsidP="00C86E1F">
    <w:pPr>
      <w:tabs>
        <w:tab w:val="left" w:pos="8925"/>
      </w:tabs>
    </w:pPr>
    <w:r>
      <w:rPr>
        <w:noProof/>
        <w:lang w:eastAsia="en-AU"/>
      </w:rPr>
      <w:drawing>
        <wp:anchor distT="0" distB="0" distL="114300" distR="114300" simplePos="0" relativeHeight="251657216" behindDoc="0" locked="0" layoutInCell="1" allowOverlap="1" wp14:anchorId="3FE167B6" wp14:editId="3FE167B7">
          <wp:simplePos x="0" y="0"/>
          <wp:positionH relativeFrom="page">
            <wp:posOffset>588393</wp:posOffset>
          </wp:positionH>
          <wp:positionV relativeFrom="page">
            <wp:posOffset>405442</wp:posOffset>
          </wp:positionV>
          <wp:extent cx="3099268" cy="534838"/>
          <wp:effectExtent l="19050" t="0" r="5882" b="0"/>
          <wp:wrapNone/>
          <wp:docPr id="1" name="Picture 0" descr="Description: Department of th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_Env_logo_white.png"/>
                  <pic:cNvPicPr/>
                </pic:nvPicPr>
                <pic:blipFill>
                  <a:blip r:embed="rId2"/>
                  <a:stretch>
                    <a:fillRect/>
                  </a:stretch>
                </pic:blipFill>
                <pic:spPr>
                  <a:xfrm>
                    <a:off x="0" y="0"/>
                    <a:ext cx="3099268" cy="534838"/>
                  </a:xfrm>
                  <a:prstGeom prst="rect">
                    <a:avLst/>
                  </a:prstGeom>
                </pic:spPr>
              </pic:pic>
            </a:graphicData>
          </a:graphic>
        </wp:anchor>
      </w:drawing>
    </w:r>
    <w:r w:rsidR="008D7FD8">
      <w:rPr>
        <w:noProof/>
        <w:lang w:eastAsia="en-AU"/>
      </w:rPr>
      <w:drawing>
        <wp:anchor distT="0" distB="0" distL="114300" distR="114300" simplePos="0" relativeHeight="251656192" behindDoc="1" locked="0" layoutInCell="1" allowOverlap="1" wp14:anchorId="3FE167B8" wp14:editId="219C6C65">
          <wp:simplePos x="0" y="0"/>
          <wp:positionH relativeFrom="page">
            <wp:posOffset>0</wp:posOffset>
          </wp:positionH>
          <wp:positionV relativeFrom="page">
            <wp:posOffset>0</wp:posOffset>
          </wp:positionV>
          <wp:extent cx="10693400" cy="1440180"/>
          <wp:effectExtent l="0" t="0" r="0" b="0"/>
          <wp:wrapNone/>
          <wp:docPr id="3" name="Picture 2" descr="A4_Word_Header_Pl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Word_Header_Plain.png"/>
                  <pic:cNvPicPr/>
                </pic:nvPicPr>
                <pic:blipFill>
                  <a:blip r:embed="rId3"/>
                  <a:stretch>
                    <a:fillRect/>
                  </a:stretch>
                </pic:blipFill>
                <pic:spPr>
                  <a:xfrm>
                    <a:off x="0" y="0"/>
                    <a:ext cx="10693400" cy="144018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4"/>
    <w:multiLevelType w:val="multilevel"/>
    <w:tmpl w:val="149E3C52"/>
    <w:lvl w:ilvl="0">
      <w:start w:val="2"/>
      <w:numFmt w:val="decimal"/>
      <w:lvlText w:val="%1"/>
      <w:lvlJc w:val="left"/>
      <w:pPr>
        <w:ind w:left="567" w:hanging="567"/>
      </w:pPr>
    </w:lvl>
    <w:lvl w:ilvl="1">
      <w:start w:val="1"/>
      <w:numFmt w:val="decimal"/>
      <w:lvlText w:val="%1.%2"/>
      <w:lvlJc w:val="left"/>
      <w:pPr>
        <w:ind w:left="567" w:hanging="567"/>
      </w:pPr>
      <w:rPr>
        <w:rFonts w:ascii="Calibri" w:hAnsi="Calibri" w:cs="Calibri"/>
        <w:b w:val="0"/>
        <w:bCs w:val="0"/>
        <w:w w:val="100"/>
        <w:sz w:val="22"/>
        <w:szCs w:val="22"/>
      </w:rPr>
    </w:lvl>
    <w:lvl w:ilvl="2">
      <w:numFmt w:val="bullet"/>
      <w:lvlText w:val="•"/>
      <w:lvlJc w:val="left"/>
      <w:pPr>
        <w:ind w:left="2234" w:hanging="567"/>
      </w:pPr>
    </w:lvl>
    <w:lvl w:ilvl="3">
      <w:numFmt w:val="bullet"/>
      <w:lvlText w:val="•"/>
      <w:lvlJc w:val="left"/>
      <w:pPr>
        <w:ind w:left="3067" w:hanging="567"/>
      </w:pPr>
    </w:lvl>
    <w:lvl w:ilvl="4">
      <w:numFmt w:val="bullet"/>
      <w:lvlText w:val="•"/>
      <w:lvlJc w:val="left"/>
      <w:pPr>
        <w:ind w:left="3901" w:hanging="567"/>
      </w:pPr>
    </w:lvl>
    <w:lvl w:ilvl="5">
      <w:numFmt w:val="bullet"/>
      <w:lvlText w:val="•"/>
      <w:lvlJc w:val="left"/>
      <w:pPr>
        <w:ind w:left="4734" w:hanging="567"/>
      </w:pPr>
    </w:lvl>
    <w:lvl w:ilvl="6">
      <w:numFmt w:val="bullet"/>
      <w:lvlText w:val="•"/>
      <w:lvlJc w:val="left"/>
      <w:pPr>
        <w:ind w:left="5567" w:hanging="567"/>
      </w:pPr>
    </w:lvl>
    <w:lvl w:ilvl="7">
      <w:numFmt w:val="bullet"/>
      <w:lvlText w:val="•"/>
      <w:lvlJc w:val="left"/>
      <w:pPr>
        <w:ind w:left="6401" w:hanging="567"/>
      </w:pPr>
    </w:lvl>
    <w:lvl w:ilvl="8">
      <w:numFmt w:val="bullet"/>
      <w:lvlText w:val="•"/>
      <w:lvlJc w:val="left"/>
      <w:pPr>
        <w:ind w:left="7234" w:hanging="567"/>
      </w:pPr>
    </w:lvl>
  </w:abstractNum>
  <w:abstractNum w:abstractNumId="1" w15:restartNumberingAfterBreak="0">
    <w:nsid w:val="00000405"/>
    <w:multiLevelType w:val="multilevel"/>
    <w:tmpl w:val="03A42C3E"/>
    <w:lvl w:ilvl="0">
      <w:start w:val="3"/>
      <w:numFmt w:val="decimal"/>
      <w:lvlText w:val="%1"/>
      <w:lvlJc w:val="left"/>
      <w:pPr>
        <w:ind w:left="1010" w:hanging="567"/>
      </w:pPr>
    </w:lvl>
    <w:lvl w:ilvl="1">
      <w:start w:val="1"/>
      <w:numFmt w:val="decimal"/>
      <w:lvlText w:val="%1.%2"/>
      <w:lvlJc w:val="left"/>
      <w:pPr>
        <w:ind w:left="567" w:hanging="567"/>
      </w:pPr>
      <w:rPr>
        <w:rFonts w:ascii="Calibri" w:hAnsi="Calibri" w:cs="Calibri"/>
        <w:b w:val="0"/>
        <w:bCs w:val="0"/>
        <w:w w:val="100"/>
        <w:sz w:val="22"/>
        <w:szCs w:val="22"/>
      </w:rPr>
    </w:lvl>
    <w:lvl w:ilvl="2">
      <w:numFmt w:val="bullet"/>
      <w:lvlText w:val="•"/>
      <w:lvlJc w:val="left"/>
      <w:pPr>
        <w:ind w:left="2677" w:hanging="567"/>
      </w:pPr>
    </w:lvl>
    <w:lvl w:ilvl="3">
      <w:numFmt w:val="bullet"/>
      <w:lvlText w:val="•"/>
      <w:lvlJc w:val="left"/>
      <w:pPr>
        <w:ind w:left="3510" w:hanging="567"/>
      </w:pPr>
    </w:lvl>
    <w:lvl w:ilvl="4">
      <w:numFmt w:val="bullet"/>
      <w:lvlText w:val="•"/>
      <w:lvlJc w:val="left"/>
      <w:pPr>
        <w:ind w:left="4344" w:hanging="567"/>
      </w:pPr>
    </w:lvl>
    <w:lvl w:ilvl="5">
      <w:numFmt w:val="bullet"/>
      <w:lvlText w:val="•"/>
      <w:lvlJc w:val="left"/>
      <w:pPr>
        <w:ind w:left="5177" w:hanging="567"/>
      </w:pPr>
    </w:lvl>
    <w:lvl w:ilvl="6">
      <w:numFmt w:val="bullet"/>
      <w:lvlText w:val="•"/>
      <w:lvlJc w:val="left"/>
      <w:pPr>
        <w:ind w:left="6010" w:hanging="567"/>
      </w:pPr>
    </w:lvl>
    <w:lvl w:ilvl="7">
      <w:numFmt w:val="bullet"/>
      <w:lvlText w:val="•"/>
      <w:lvlJc w:val="left"/>
      <w:pPr>
        <w:ind w:left="6844" w:hanging="567"/>
      </w:pPr>
    </w:lvl>
    <w:lvl w:ilvl="8">
      <w:numFmt w:val="bullet"/>
      <w:lvlText w:val="•"/>
      <w:lvlJc w:val="left"/>
      <w:pPr>
        <w:ind w:left="7677" w:hanging="567"/>
      </w:pPr>
    </w:lvl>
  </w:abstractNum>
  <w:abstractNum w:abstractNumId="2" w15:restartNumberingAfterBreak="0">
    <w:nsid w:val="00000408"/>
    <w:multiLevelType w:val="multilevel"/>
    <w:tmpl w:val="504851E8"/>
    <w:lvl w:ilvl="0">
      <w:start w:val="5"/>
      <w:numFmt w:val="decimal"/>
      <w:lvlText w:val="%1"/>
      <w:lvlJc w:val="left"/>
      <w:pPr>
        <w:ind w:left="950" w:hanging="567"/>
      </w:pPr>
    </w:lvl>
    <w:lvl w:ilvl="1">
      <w:start w:val="1"/>
      <w:numFmt w:val="decimal"/>
      <w:lvlText w:val="%1.%2"/>
      <w:lvlJc w:val="left"/>
      <w:pPr>
        <w:ind w:left="950" w:hanging="567"/>
      </w:pPr>
      <w:rPr>
        <w:rFonts w:ascii="Calibri" w:hAnsi="Calibri" w:cs="Calibri"/>
        <w:b w:val="0"/>
        <w:bCs w:val="0"/>
        <w:w w:val="100"/>
        <w:sz w:val="22"/>
        <w:szCs w:val="22"/>
      </w:rPr>
    </w:lvl>
    <w:lvl w:ilvl="2">
      <w:numFmt w:val="bullet"/>
      <w:lvlText w:val="•"/>
      <w:lvlJc w:val="left"/>
      <w:pPr>
        <w:ind w:left="2617" w:hanging="567"/>
      </w:pPr>
    </w:lvl>
    <w:lvl w:ilvl="3">
      <w:numFmt w:val="bullet"/>
      <w:lvlText w:val="•"/>
      <w:lvlJc w:val="left"/>
      <w:pPr>
        <w:ind w:left="3450" w:hanging="567"/>
      </w:pPr>
    </w:lvl>
    <w:lvl w:ilvl="4">
      <w:numFmt w:val="bullet"/>
      <w:lvlText w:val="•"/>
      <w:lvlJc w:val="left"/>
      <w:pPr>
        <w:ind w:left="4284" w:hanging="567"/>
      </w:pPr>
    </w:lvl>
    <w:lvl w:ilvl="5">
      <w:numFmt w:val="bullet"/>
      <w:lvlText w:val="•"/>
      <w:lvlJc w:val="left"/>
      <w:pPr>
        <w:ind w:left="5117" w:hanging="567"/>
      </w:pPr>
    </w:lvl>
    <w:lvl w:ilvl="6">
      <w:numFmt w:val="bullet"/>
      <w:lvlText w:val="•"/>
      <w:lvlJc w:val="left"/>
      <w:pPr>
        <w:ind w:left="5950" w:hanging="567"/>
      </w:pPr>
    </w:lvl>
    <w:lvl w:ilvl="7">
      <w:numFmt w:val="bullet"/>
      <w:lvlText w:val="•"/>
      <w:lvlJc w:val="left"/>
      <w:pPr>
        <w:ind w:left="6784" w:hanging="567"/>
      </w:pPr>
    </w:lvl>
    <w:lvl w:ilvl="8">
      <w:numFmt w:val="bullet"/>
      <w:lvlText w:val="•"/>
      <w:lvlJc w:val="left"/>
      <w:pPr>
        <w:ind w:left="7617" w:hanging="567"/>
      </w:pPr>
    </w:lvl>
  </w:abstractNum>
  <w:abstractNum w:abstractNumId="3" w15:restartNumberingAfterBreak="0">
    <w:nsid w:val="00000409"/>
    <w:multiLevelType w:val="multilevel"/>
    <w:tmpl w:val="EA5A175E"/>
    <w:lvl w:ilvl="0">
      <w:start w:val="6"/>
      <w:numFmt w:val="decimal"/>
      <w:lvlText w:val="%1"/>
      <w:lvlJc w:val="left"/>
      <w:pPr>
        <w:ind w:left="1010" w:hanging="567"/>
      </w:pPr>
    </w:lvl>
    <w:lvl w:ilvl="1">
      <w:start w:val="1"/>
      <w:numFmt w:val="decimal"/>
      <w:lvlText w:val="%1.%2"/>
      <w:lvlJc w:val="left"/>
      <w:pPr>
        <w:ind w:left="1010" w:hanging="567"/>
      </w:pPr>
      <w:rPr>
        <w:rFonts w:ascii="Calibri" w:hAnsi="Calibri" w:cs="Calibri"/>
        <w:b w:val="0"/>
        <w:bCs w:val="0"/>
        <w:w w:val="100"/>
        <w:sz w:val="22"/>
        <w:szCs w:val="22"/>
      </w:rPr>
    </w:lvl>
    <w:lvl w:ilvl="2">
      <w:numFmt w:val="bullet"/>
      <w:lvlText w:val="•"/>
      <w:lvlJc w:val="left"/>
      <w:pPr>
        <w:ind w:left="2677" w:hanging="567"/>
      </w:pPr>
    </w:lvl>
    <w:lvl w:ilvl="3">
      <w:numFmt w:val="bullet"/>
      <w:lvlText w:val="•"/>
      <w:lvlJc w:val="left"/>
      <w:pPr>
        <w:ind w:left="3510" w:hanging="567"/>
      </w:pPr>
    </w:lvl>
    <w:lvl w:ilvl="4">
      <w:numFmt w:val="bullet"/>
      <w:lvlText w:val="•"/>
      <w:lvlJc w:val="left"/>
      <w:pPr>
        <w:ind w:left="4344" w:hanging="567"/>
      </w:pPr>
    </w:lvl>
    <w:lvl w:ilvl="5">
      <w:numFmt w:val="bullet"/>
      <w:lvlText w:val="•"/>
      <w:lvlJc w:val="left"/>
      <w:pPr>
        <w:ind w:left="5177" w:hanging="567"/>
      </w:pPr>
    </w:lvl>
    <w:lvl w:ilvl="6">
      <w:numFmt w:val="bullet"/>
      <w:lvlText w:val="•"/>
      <w:lvlJc w:val="left"/>
      <w:pPr>
        <w:ind w:left="6010" w:hanging="567"/>
      </w:pPr>
    </w:lvl>
    <w:lvl w:ilvl="7">
      <w:numFmt w:val="bullet"/>
      <w:lvlText w:val="•"/>
      <w:lvlJc w:val="left"/>
      <w:pPr>
        <w:ind w:left="6844" w:hanging="567"/>
      </w:pPr>
    </w:lvl>
    <w:lvl w:ilvl="8">
      <w:numFmt w:val="bullet"/>
      <w:lvlText w:val="•"/>
      <w:lvlJc w:val="left"/>
      <w:pPr>
        <w:ind w:left="7677" w:hanging="567"/>
      </w:pPr>
    </w:lvl>
  </w:abstractNum>
  <w:abstractNum w:abstractNumId="4" w15:restartNumberingAfterBreak="0">
    <w:nsid w:val="0000040A"/>
    <w:multiLevelType w:val="multilevel"/>
    <w:tmpl w:val="A030006C"/>
    <w:lvl w:ilvl="0">
      <w:start w:val="7"/>
      <w:numFmt w:val="decimal"/>
      <w:lvlText w:val="%1"/>
      <w:lvlJc w:val="left"/>
      <w:pPr>
        <w:ind w:left="1010" w:hanging="567"/>
      </w:pPr>
    </w:lvl>
    <w:lvl w:ilvl="1">
      <w:start w:val="1"/>
      <w:numFmt w:val="decimal"/>
      <w:lvlText w:val="%1.%2"/>
      <w:lvlJc w:val="left"/>
      <w:pPr>
        <w:ind w:left="1010" w:hanging="567"/>
      </w:pPr>
      <w:rPr>
        <w:rFonts w:ascii="Calibri" w:hAnsi="Calibri" w:cs="Calibri"/>
        <w:b w:val="0"/>
        <w:bCs w:val="0"/>
        <w:w w:val="100"/>
        <w:sz w:val="22"/>
        <w:szCs w:val="22"/>
      </w:rPr>
    </w:lvl>
    <w:lvl w:ilvl="2">
      <w:numFmt w:val="bullet"/>
      <w:lvlText w:val="•"/>
      <w:lvlJc w:val="left"/>
      <w:pPr>
        <w:ind w:left="2677" w:hanging="567"/>
      </w:pPr>
    </w:lvl>
    <w:lvl w:ilvl="3">
      <w:numFmt w:val="bullet"/>
      <w:lvlText w:val="•"/>
      <w:lvlJc w:val="left"/>
      <w:pPr>
        <w:ind w:left="3510" w:hanging="567"/>
      </w:pPr>
    </w:lvl>
    <w:lvl w:ilvl="4">
      <w:numFmt w:val="bullet"/>
      <w:lvlText w:val="•"/>
      <w:lvlJc w:val="left"/>
      <w:pPr>
        <w:ind w:left="4344" w:hanging="567"/>
      </w:pPr>
    </w:lvl>
    <w:lvl w:ilvl="5">
      <w:numFmt w:val="bullet"/>
      <w:lvlText w:val="•"/>
      <w:lvlJc w:val="left"/>
      <w:pPr>
        <w:ind w:left="5177" w:hanging="567"/>
      </w:pPr>
    </w:lvl>
    <w:lvl w:ilvl="6">
      <w:numFmt w:val="bullet"/>
      <w:lvlText w:val="•"/>
      <w:lvlJc w:val="left"/>
      <w:pPr>
        <w:ind w:left="6010" w:hanging="567"/>
      </w:pPr>
    </w:lvl>
    <w:lvl w:ilvl="7">
      <w:numFmt w:val="bullet"/>
      <w:lvlText w:val="•"/>
      <w:lvlJc w:val="left"/>
      <w:pPr>
        <w:ind w:left="6844" w:hanging="567"/>
      </w:pPr>
    </w:lvl>
    <w:lvl w:ilvl="8">
      <w:numFmt w:val="bullet"/>
      <w:lvlText w:val="•"/>
      <w:lvlJc w:val="left"/>
      <w:pPr>
        <w:ind w:left="7677" w:hanging="567"/>
      </w:pPr>
    </w:lvl>
  </w:abstractNum>
  <w:abstractNum w:abstractNumId="5" w15:restartNumberingAfterBreak="0">
    <w:nsid w:val="0000040B"/>
    <w:multiLevelType w:val="multilevel"/>
    <w:tmpl w:val="BC9EB13A"/>
    <w:lvl w:ilvl="0">
      <w:start w:val="8"/>
      <w:numFmt w:val="decimal"/>
      <w:lvlText w:val="%1"/>
      <w:lvlJc w:val="left"/>
      <w:pPr>
        <w:ind w:left="1010" w:hanging="516"/>
      </w:pPr>
    </w:lvl>
    <w:lvl w:ilvl="1">
      <w:start w:val="1"/>
      <w:numFmt w:val="decimal"/>
      <w:lvlText w:val="%1.%2"/>
      <w:lvlJc w:val="left"/>
      <w:pPr>
        <w:ind w:left="1010" w:hanging="516"/>
      </w:pPr>
      <w:rPr>
        <w:rFonts w:ascii="Calibri" w:hAnsi="Calibri" w:cs="Calibri"/>
        <w:b w:val="0"/>
        <w:bCs w:val="0"/>
        <w:w w:val="100"/>
        <w:sz w:val="22"/>
        <w:szCs w:val="22"/>
      </w:rPr>
    </w:lvl>
    <w:lvl w:ilvl="2">
      <w:start w:val="1"/>
      <w:numFmt w:val="lowerLetter"/>
      <w:lvlText w:val="%3."/>
      <w:lvlJc w:val="left"/>
      <w:pPr>
        <w:ind w:left="1538" w:hanging="448"/>
      </w:pPr>
      <w:rPr>
        <w:rFonts w:ascii="Calibri" w:hAnsi="Calibri" w:cs="Calibri"/>
        <w:b w:val="0"/>
        <w:bCs w:val="0"/>
        <w:sz w:val="22"/>
        <w:szCs w:val="22"/>
      </w:rPr>
    </w:lvl>
    <w:lvl w:ilvl="3">
      <w:numFmt w:val="bullet"/>
      <w:lvlText w:val="•"/>
      <w:lvlJc w:val="left"/>
      <w:pPr>
        <w:ind w:left="3250" w:hanging="448"/>
      </w:pPr>
    </w:lvl>
    <w:lvl w:ilvl="4">
      <w:numFmt w:val="bullet"/>
      <w:lvlText w:val="•"/>
      <w:lvlJc w:val="left"/>
      <w:pPr>
        <w:ind w:left="4107" w:hanging="448"/>
      </w:pPr>
    </w:lvl>
    <w:lvl w:ilvl="5">
      <w:numFmt w:val="bullet"/>
      <w:lvlText w:val="•"/>
      <w:lvlJc w:val="left"/>
      <w:pPr>
        <w:ind w:left="4963" w:hanging="448"/>
      </w:pPr>
    </w:lvl>
    <w:lvl w:ilvl="6">
      <w:numFmt w:val="bullet"/>
      <w:lvlText w:val="•"/>
      <w:lvlJc w:val="left"/>
      <w:pPr>
        <w:ind w:left="5819" w:hanging="448"/>
      </w:pPr>
    </w:lvl>
    <w:lvl w:ilvl="7">
      <w:numFmt w:val="bullet"/>
      <w:lvlText w:val="•"/>
      <w:lvlJc w:val="left"/>
      <w:pPr>
        <w:ind w:left="6675" w:hanging="448"/>
      </w:pPr>
    </w:lvl>
    <w:lvl w:ilvl="8">
      <w:numFmt w:val="bullet"/>
      <w:lvlText w:val="•"/>
      <w:lvlJc w:val="left"/>
      <w:pPr>
        <w:ind w:left="7531" w:hanging="448"/>
      </w:pPr>
    </w:lvl>
  </w:abstractNum>
  <w:abstractNum w:abstractNumId="6"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7" w15:restartNumberingAfterBreak="0">
    <w:nsid w:val="0CDF6782"/>
    <w:multiLevelType w:val="hybridMultilevel"/>
    <w:tmpl w:val="78B65A9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1F745BC2"/>
    <w:multiLevelType w:val="multilevel"/>
    <w:tmpl w:val="E5E89F92"/>
    <w:numStyleLink w:val="BulletList"/>
  </w:abstractNum>
  <w:abstractNum w:abstractNumId="9" w15:restartNumberingAfterBreak="0">
    <w:nsid w:val="22542E5C"/>
    <w:multiLevelType w:val="hybridMultilevel"/>
    <w:tmpl w:val="BA8ABE44"/>
    <w:lvl w:ilvl="0" w:tplc="0C090001">
      <w:start w:val="1"/>
      <w:numFmt w:val="bullet"/>
      <w:lvlText w:val=""/>
      <w:lvlJc w:val="left"/>
      <w:pPr>
        <w:tabs>
          <w:tab w:val="num" w:pos="720"/>
        </w:tabs>
        <w:ind w:left="720" w:hanging="360"/>
      </w:pPr>
      <w:rPr>
        <w:rFonts w:ascii="Symbol" w:hAnsi="Symbol" w:hint="default"/>
      </w:rPr>
    </w:lvl>
    <w:lvl w:ilvl="1" w:tplc="0C09000F">
      <w:start w:val="1"/>
      <w:numFmt w:val="decimal"/>
      <w:lvlText w:val="%2."/>
      <w:lvlJc w:val="left"/>
      <w:pPr>
        <w:tabs>
          <w:tab w:val="num" w:pos="1800"/>
        </w:tabs>
        <w:ind w:left="1800" w:hanging="360"/>
      </w:pPr>
      <w:rPr>
        <w:rFonts w:cs="Times New Roman"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D5006A8"/>
    <w:multiLevelType w:val="hybridMultilevel"/>
    <w:tmpl w:val="27BCA32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FCD4EB3"/>
    <w:multiLevelType w:val="multilevel"/>
    <w:tmpl w:val="C43E23F2"/>
    <w:lvl w:ilvl="0">
      <w:start w:val="1"/>
      <w:numFmt w:val="decimal"/>
      <w:lvlText w:val="%1"/>
      <w:lvlJc w:val="left"/>
      <w:pPr>
        <w:ind w:left="360" w:hanging="360"/>
      </w:pPr>
      <w:rPr>
        <w:rFonts w:hint="default"/>
      </w:rPr>
    </w:lvl>
    <w:lvl w:ilvl="1">
      <w:start w:val="1"/>
      <w:numFmt w:val="decimal"/>
      <w:lvlText w:val="%1.%2"/>
      <w:lvlJc w:val="left"/>
      <w:pPr>
        <w:ind w:left="1358" w:hanging="360"/>
      </w:pPr>
      <w:rPr>
        <w:rFonts w:hint="default"/>
      </w:rPr>
    </w:lvl>
    <w:lvl w:ilvl="2">
      <w:start w:val="1"/>
      <w:numFmt w:val="decimal"/>
      <w:lvlText w:val="%1.%2.%3"/>
      <w:lvlJc w:val="left"/>
      <w:pPr>
        <w:ind w:left="2716" w:hanging="720"/>
      </w:pPr>
      <w:rPr>
        <w:rFonts w:hint="default"/>
      </w:rPr>
    </w:lvl>
    <w:lvl w:ilvl="3">
      <w:start w:val="1"/>
      <w:numFmt w:val="decimal"/>
      <w:lvlText w:val="%1.%2.%3.%4"/>
      <w:lvlJc w:val="left"/>
      <w:pPr>
        <w:ind w:left="3714" w:hanging="720"/>
      </w:pPr>
      <w:rPr>
        <w:rFonts w:hint="default"/>
      </w:rPr>
    </w:lvl>
    <w:lvl w:ilvl="4">
      <w:start w:val="1"/>
      <w:numFmt w:val="decimal"/>
      <w:lvlText w:val="%1.%2.%3.%4.%5"/>
      <w:lvlJc w:val="left"/>
      <w:pPr>
        <w:ind w:left="5072" w:hanging="1080"/>
      </w:pPr>
      <w:rPr>
        <w:rFonts w:hint="default"/>
      </w:rPr>
    </w:lvl>
    <w:lvl w:ilvl="5">
      <w:start w:val="1"/>
      <w:numFmt w:val="decimal"/>
      <w:lvlText w:val="%1.%2.%3.%4.%5.%6"/>
      <w:lvlJc w:val="left"/>
      <w:pPr>
        <w:ind w:left="6070" w:hanging="1080"/>
      </w:pPr>
      <w:rPr>
        <w:rFonts w:hint="default"/>
      </w:rPr>
    </w:lvl>
    <w:lvl w:ilvl="6">
      <w:start w:val="1"/>
      <w:numFmt w:val="decimal"/>
      <w:lvlText w:val="%1.%2.%3.%4.%5.%6.%7"/>
      <w:lvlJc w:val="left"/>
      <w:pPr>
        <w:ind w:left="7428" w:hanging="1440"/>
      </w:pPr>
      <w:rPr>
        <w:rFonts w:hint="default"/>
      </w:rPr>
    </w:lvl>
    <w:lvl w:ilvl="7">
      <w:start w:val="1"/>
      <w:numFmt w:val="decimal"/>
      <w:lvlText w:val="%1.%2.%3.%4.%5.%6.%7.%8"/>
      <w:lvlJc w:val="left"/>
      <w:pPr>
        <w:ind w:left="8426" w:hanging="1440"/>
      </w:pPr>
      <w:rPr>
        <w:rFonts w:hint="default"/>
      </w:rPr>
    </w:lvl>
    <w:lvl w:ilvl="8">
      <w:start w:val="1"/>
      <w:numFmt w:val="decimal"/>
      <w:lvlText w:val="%1.%2.%3.%4.%5.%6.%7.%8.%9"/>
      <w:lvlJc w:val="left"/>
      <w:pPr>
        <w:ind w:left="9424" w:hanging="1440"/>
      </w:pPr>
      <w:rPr>
        <w:rFonts w:hint="default"/>
      </w:rPr>
    </w:lvl>
  </w:abstractNum>
  <w:abstractNum w:abstractNumId="14" w15:restartNumberingAfterBreak="0">
    <w:nsid w:val="47AD7D8C"/>
    <w:multiLevelType w:val="hybridMultilevel"/>
    <w:tmpl w:val="5F3037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E79349D"/>
    <w:multiLevelType w:val="hybridMultilevel"/>
    <w:tmpl w:val="C1742898"/>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rPr>
        <w:rFonts w:cs="Times New Roman"/>
      </w:rPr>
    </w:lvl>
    <w:lvl w:ilvl="2" w:tplc="0C09001B" w:tentative="1">
      <w:start w:val="1"/>
      <w:numFmt w:val="lowerRoman"/>
      <w:lvlText w:val="%3."/>
      <w:lvlJc w:val="right"/>
      <w:pPr>
        <w:tabs>
          <w:tab w:val="num" w:pos="1800"/>
        </w:tabs>
        <w:ind w:left="1800" w:hanging="180"/>
      </w:pPr>
      <w:rPr>
        <w:rFonts w:cs="Times New Roman"/>
      </w:rPr>
    </w:lvl>
    <w:lvl w:ilvl="3" w:tplc="0C09000F" w:tentative="1">
      <w:start w:val="1"/>
      <w:numFmt w:val="decimal"/>
      <w:lvlText w:val="%4."/>
      <w:lvlJc w:val="left"/>
      <w:pPr>
        <w:tabs>
          <w:tab w:val="num" w:pos="2520"/>
        </w:tabs>
        <w:ind w:left="2520" w:hanging="360"/>
      </w:pPr>
      <w:rPr>
        <w:rFonts w:cs="Times New Roman"/>
      </w:rPr>
    </w:lvl>
    <w:lvl w:ilvl="4" w:tplc="0C090019" w:tentative="1">
      <w:start w:val="1"/>
      <w:numFmt w:val="lowerLetter"/>
      <w:lvlText w:val="%5."/>
      <w:lvlJc w:val="left"/>
      <w:pPr>
        <w:tabs>
          <w:tab w:val="num" w:pos="3240"/>
        </w:tabs>
        <w:ind w:left="3240" w:hanging="360"/>
      </w:pPr>
      <w:rPr>
        <w:rFonts w:cs="Times New Roman"/>
      </w:rPr>
    </w:lvl>
    <w:lvl w:ilvl="5" w:tplc="0C09001B" w:tentative="1">
      <w:start w:val="1"/>
      <w:numFmt w:val="lowerRoman"/>
      <w:lvlText w:val="%6."/>
      <w:lvlJc w:val="right"/>
      <w:pPr>
        <w:tabs>
          <w:tab w:val="num" w:pos="3960"/>
        </w:tabs>
        <w:ind w:left="3960" w:hanging="180"/>
      </w:pPr>
      <w:rPr>
        <w:rFonts w:cs="Times New Roman"/>
      </w:rPr>
    </w:lvl>
    <w:lvl w:ilvl="6" w:tplc="0C09000F" w:tentative="1">
      <w:start w:val="1"/>
      <w:numFmt w:val="decimal"/>
      <w:lvlText w:val="%7."/>
      <w:lvlJc w:val="left"/>
      <w:pPr>
        <w:tabs>
          <w:tab w:val="num" w:pos="4680"/>
        </w:tabs>
        <w:ind w:left="4680" w:hanging="360"/>
      </w:pPr>
      <w:rPr>
        <w:rFonts w:cs="Times New Roman"/>
      </w:rPr>
    </w:lvl>
    <w:lvl w:ilvl="7" w:tplc="0C090019" w:tentative="1">
      <w:start w:val="1"/>
      <w:numFmt w:val="lowerLetter"/>
      <w:lvlText w:val="%8."/>
      <w:lvlJc w:val="left"/>
      <w:pPr>
        <w:tabs>
          <w:tab w:val="num" w:pos="5400"/>
        </w:tabs>
        <w:ind w:left="5400" w:hanging="360"/>
      </w:pPr>
      <w:rPr>
        <w:rFonts w:cs="Times New Roman"/>
      </w:rPr>
    </w:lvl>
    <w:lvl w:ilvl="8" w:tplc="0C09001B">
      <w:start w:val="1"/>
      <w:numFmt w:val="lowerRoman"/>
      <w:lvlText w:val="%9."/>
      <w:lvlJc w:val="right"/>
      <w:pPr>
        <w:tabs>
          <w:tab w:val="num" w:pos="6120"/>
        </w:tabs>
        <w:ind w:left="6120" w:hanging="180"/>
      </w:pPr>
      <w:rPr>
        <w:rFonts w:cs="Times New Roman"/>
      </w:rPr>
    </w:lvl>
  </w:abstractNum>
  <w:abstractNum w:abstractNumId="16" w15:restartNumberingAfterBreak="0">
    <w:nsid w:val="5FDF3F37"/>
    <w:multiLevelType w:val="hybridMultilevel"/>
    <w:tmpl w:val="DE1EDED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65456429"/>
    <w:multiLevelType w:val="multilevel"/>
    <w:tmpl w:val="E898CC72"/>
    <w:numStyleLink w:val="KeyPoints"/>
  </w:abstractNum>
  <w:abstractNum w:abstractNumId="18" w15:restartNumberingAfterBreak="0">
    <w:nsid w:val="722C5E67"/>
    <w:multiLevelType w:val="hybridMultilevel"/>
    <w:tmpl w:val="03F6390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9"/>
  </w:num>
  <w:num w:numId="2">
    <w:abstractNumId w:val="6"/>
  </w:num>
  <w:num w:numId="3">
    <w:abstractNumId w:val="12"/>
  </w:num>
  <w:num w:numId="4">
    <w:abstractNumId w:val="11"/>
  </w:num>
  <w:num w:numId="5">
    <w:abstractNumId w:val="17"/>
  </w:num>
  <w:num w:numId="6">
    <w:abstractNumId w:val="8"/>
  </w:num>
  <w:num w:numId="7">
    <w:abstractNumId w:val="9"/>
  </w:num>
  <w:num w:numId="8">
    <w:abstractNumId w:val="14"/>
  </w:num>
  <w:num w:numId="9">
    <w:abstractNumId w:val="15"/>
  </w:num>
  <w:num w:numId="10">
    <w:abstractNumId w:val="13"/>
  </w:num>
  <w:num w:numId="11">
    <w:abstractNumId w:val="0"/>
  </w:num>
  <w:num w:numId="12">
    <w:abstractNumId w:val="1"/>
  </w:num>
  <w:num w:numId="13">
    <w:abstractNumId w:val="2"/>
  </w:num>
  <w:num w:numId="14">
    <w:abstractNumId w:val="3"/>
  </w:num>
  <w:num w:numId="15">
    <w:abstractNumId w:val="4"/>
  </w:num>
  <w:num w:numId="16">
    <w:abstractNumId w:val="5"/>
  </w:num>
  <w:num w:numId="17">
    <w:abstractNumId w:val="18"/>
  </w:num>
  <w:num w:numId="18">
    <w:abstractNumId w:val="10"/>
  </w:num>
  <w:num w:numId="19">
    <w:abstractNumId w:val="16"/>
  </w:num>
  <w:num w:numId="20">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C353F911-C23E-407A-AD40-59019656726C}"/>
    <w:docVar w:name="dgnword-eventsink" w:val="545693096"/>
    <w:docVar w:name="SecurityClassificationInHeader" w:val="False"/>
  </w:docVars>
  <w:rsids>
    <w:rsidRoot w:val="007D5E9D"/>
    <w:rsid w:val="0000369D"/>
    <w:rsid w:val="00004AEE"/>
    <w:rsid w:val="00004FE2"/>
    <w:rsid w:val="00005CAA"/>
    <w:rsid w:val="00010210"/>
    <w:rsid w:val="00013637"/>
    <w:rsid w:val="00015ADA"/>
    <w:rsid w:val="00020C99"/>
    <w:rsid w:val="00025685"/>
    <w:rsid w:val="0002707B"/>
    <w:rsid w:val="000466F4"/>
    <w:rsid w:val="0005148E"/>
    <w:rsid w:val="00057B36"/>
    <w:rsid w:val="00066E96"/>
    <w:rsid w:val="0007053D"/>
    <w:rsid w:val="00075037"/>
    <w:rsid w:val="000759E5"/>
    <w:rsid w:val="00084AC6"/>
    <w:rsid w:val="00091608"/>
    <w:rsid w:val="0009333C"/>
    <w:rsid w:val="0009704F"/>
    <w:rsid w:val="000A0F11"/>
    <w:rsid w:val="000A125A"/>
    <w:rsid w:val="000A57CD"/>
    <w:rsid w:val="000B3758"/>
    <w:rsid w:val="000B7681"/>
    <w:rsid w:val="000B7B42"/>
    <w:rsid w:val="000C02B7"/>
    <w:rsid w:val="000C5342"/>
    <w:rsid w:val="000C706A"/>
    <w:rsid w:val="000D2887"/>
    <w:rsid w:val="000D6D63"/>
    <w:rsid w:val="000D770F"/>
    <w:rsid w:val="000E0081"/>
    <w:rsid w:val="000E07CF"/>
    <w:rsid w:val="00105CBF"/>
    <w:rsid w:val="0011498E"/>
    <w:rsid w:val="00117A45"/>
    <w:rsid w:val="001224AE"/>
    <w:rsid w:val="001337D4"/>
    <w:rsid w:val="00145698"/>
    <w:rsid w:val="00147C12"/>
    <w:rsid w:val="001527A1"/>
    <w:rsid w:val="001530DC"/>
    <w:rsid w:val="00154989"/>
    <w:rsid w:val="00155A9F"/>
    <w:rsid w:val="00156843"/>
    <w:rsid w:val="00160262"/>
    <w:rsid w:val="0016780A"/>
    <w:rsid w:val="00173EBF"/>
    <w:rsid w:val="00184043"/>
    <w:rsid w:val="001842A2"/>
    <w:rsid w:val="00187FA8"/>
    <w:rsid w:val="00192F5E"/>
    <w:rsid w:val="00197772"/>
    <w:rsid w:val="001A51C8"/>
    <w:rsid w:val="001B32BD"/>
    <w:rsid w:val="001B4CA8"/>
    <w:rsid w:val="001C02A0"/>
    <w:rsid w:val="001C4F3D"/>
    <w:rsid w:val="001D0CDC"/>
    <w:rsid w:val="001D1D82"/>
    <w:rsid w:val="001E1182"/>
    <w:rsid w:val="001F79A1"/>
    <w:rsid w:val="00202C90"/>
    <w:rsid w:val="00213DE8"/>
    <w:rsid w:val="00216118"/>
    <w:rsid w:val="002209AB"/>
    <w:rsid w:val="002251E3"/>
    <w:rsid w:val="00227A95"/>
    <w:rsid w:val="00243F80"/>
    <w:rsid w:val="00246A2B"/>
    <w:rsid w:val="002473FC"/>
    <w:rsid w:val="00252E3C"/>
    <w:rsid w:val="00256FA1"/>
    <w:rsid w:val="00264EC9"/>
    <w:rsid w:val="002749FC"/>
    <w:rsid w:val="002839BB"/>
    <w:rsid w:val="00292B81"/>
    <w:rsid w:val="002A3B2C"/>
    <w:rsid w:val="002B1799"/>
    <w:rsid w:val="002B18AE"/>
    <w:rsid w:val="002C1C93"/>
    <w:rsid w:val="002C5066"/>
    <w:rsid w:val="002C7D54"/>
    <w:rsid w:val="002D4AAC"/>
    <w:rsid w:val="002E06A1"/>
    <w:rsid w:val="002F045A"/>
    <w:rsid w:val="0030039D"/>
    <w:rsid w:val="0030326F"/>
    <w:rsid w:val="00306B9B"/>
    <w:rsid w:val="00310701"/>
    <w:rsid w:val="00315980"/>
    <w:rsid w:val="00316F7F"/>
    <w:rsid w:val="003218E8"/>
    <w:rsid w:val="0032497D"/>
    <w:rsid w:val="00330DCE"/>
    <w:rsid w:val="00331D7A"/>
    <w:rsid w:val="00331E11"/>
    <w:rsid w:val="00333F4B"/>
    <w:rsid w:val="00334761"/>
    <w:rsid w:val="0033476C"/>
    <w:rsid w:val="003415CD"/>
    <w:rsid w:val="00341DCD"/>
    <w:rsid w:val="0034563E"/>
    <w:rsid w:val="003465B8"/>
    <w:rsid w:val="003504CB"/>
    <w:rsid w:val="003518D6"/>
    <w:rsid w:val="0035460C"/>
    <w:rsid w:val="00354FAB"/>
    <w:rsid w:val="003556BD"/>
    <w:rsid w:val="003616FE"/>
    <w:rsid w:val="00365147"/>
    <w:rsid w:val="0037016E"/>
    <w:rsid w:val="00372908"/>
    <w:rsid w:val="0037482D"/>
    <w:rsid w:val="00383020"/>
    <w:rsid w:val="003857F2"/>
    <w:rsid w:val="00386CC3"/>
    <w:rsid w:val="003975FD"/>
    <w:rsid w:val="003A3D33"/>
    <w:rsid w:val="003B60CC"/>
    <w:rsid w:val="003C1D52"/>
    <w:rsid w:val="003C2443"/>
    <w:rsid w:val="003C5DA3"/>
    <w:rsid w:val="003D0C2F"/>
    <w:rsid w:val="003D13EE"/>
    <w:rsid w:val="003D4BCD"/>
    <w:rsid w:val="003E2100"/>
    <w:rsid w:val="003F09D4"/>
    <w:rsid w:val="003F2CA6"/>
    <w:rsid w:val="0040342D"/>
    <w:rsid w:val="00413EE1"/>
    <w:rsid w:val="0042128E"/>
    <w:rsid w:val="00432B60"/>
    <w:rsid w:val="00440698"/>
    <w:rsid w:val="00440A64"/>
    <w:rsid w:val="004540E2"/>
    <w:rsid w:val="00455D9D"/>
    <w:rsid w:val="004608FE"/>
    <w:rsid w:val="004712A5"/>
    <w:rsid w:val="0047182F"/>
    <w:rsid w:val="0047266F"/>
    <w:rsid w:val="00476D6B"/>
    <w:rsid w:val="0048222A"/>
    <w:rsid w:val="004827EA"/>
    <w:rsid w:val="00492C16"/>
    <w:rsid w:val="004A0678"/>
    <w:rsid w:val="004A48A3"/>
    <w:rsid w:val="004A575C"/>
    <w:rsid w:val="004B0D92"/>
    <w:rsid w:val="004B0EC0"/>
    <w:rsid w:val="004B66F1"/>
    <w:rsid w:val="004B79F9"/>
    <w:rsid w:val="004C3EA0"/>
    <w:rsid w:val="004C6BF6"/>
    <w:rsid w:val="004D1131"/>
    <w:rsid w:val="004D3559"/>
    <w:rsid w:val="004E069F"/>
    <w:rsid w:val="004F7F68"/>
    <w:rsid w:val="00500D66"/>
    <w:rsid w:val="00504846"/>
    <w:rsid w:val="0050575A"/>
    <w:rsid w:val="00521167"/>
    <w:rsid w:val="00521217"/>
    <w:rsid w:val="00531DBF"/>
    <w:rsid w:val="005355B2"/>
    <w:rsid w:val="00535D18"/>
    <w:rsid w:val="00536F34"/>
    <w:rsid w:val="00543D6A"/>
    <w:rsid w:val="005444FC"/>
    <w:rsid w:val="00545BE0"/>
    <w:rsid w:val="00562E85"/>
    <w:rsid w:val="0056332F"/>
    <w:rsid w:val="00571C7A"/>
    <w:rsid w:val="005815DF"/>
    <w:rsid w:val="00581C39"/>
    <w:rsid w:val="00582D32"/>
    <w:rsid w:val="005903B6"/>
    <w:rsid w:val="00591A07"/>
    <w:rsid w:val="005937AC"/>
    <w:rsid w:val="005A0971"/>
    <w:rsid w:val="005B140D"/>
    <w:rsid w:val="005B7488"/>
    <w:rsid w:val="005C1FEA"/>
    <w:rsid w:val="005C3495"/>
    <w:rsid w:val="005E0815"/>
    <w:rsid w:val="005E1283"/>
    <w:rsid w:val="005E3DFC"/>
    <w:rsid w:val="005E60AF"/>
    <w:rsid w:val="005F1DEA"/>
    <w:rsid w:val="005F3699"/>
    <w:rsid w:val="00607FC9"/>
    <w:rsid w:val="0061274C"/>
    <w:rsid w:val="00622FE1"/>
    <w:rsid w:val="0062521C"/>
    <w:rsid w:val="00630A2B"/>
    <w:rsid w:val="00632DC7"/>
    <w:rsid w:val="006406FC"/>
    <w:rsid w:val="00643073"/>
    <w:rsid w:val="00653E16"/>
    <w:rsid w:val="0066104B"/>
    <w:rsid w:val="00661881"/>
    <w:rsid w:val="006655EE"/>
    <w:rsid w:val="00666DA4"/>
    <w:rsid w:val="00667C10"/>
    <w:rsid w:val="00667EF4"/>
    <w:rsid w:val="00672081"/>
    <w:rsid w:val="00674789"/>
    <w:rsid w:val="00676FCA"/>
    <w:rsid w:val="00677177"/>
    <w:rsid w:val="00682921"/>
    <w:rsid w:val="0068612E"/>
    <w:rsid w:val="0069534E"/>
    <w:rsid w:val="0069669C"/>
    <w:rsid w:val="006A1200"/>
    <w:rsid w:val="006A2A27"/>
    <w:rsid w:val="006A4F4E"/>
    <w:rsid w:val="006B14DB"/>
    <w:rsid w:val="006B21C4"/>
    <w:rsid w:val="006C4A1A"/>
    <w:rsid w:val="006C648F"/>
    <w:rsid w:val="006D0393"/>
    <w:rsid w:val="006D7AC2"/>
    <w:rsid w:val="006E1CFE"/>
    <w:rsid w:val="006E451C"/>
    <w:rsid w:val="006E4A9F"/>
    <w:rsid w:val="006E5B08"/>
    <w:rsid w:val="006F10C4"/>
    <w:rsid w:val="006F5603"/>
    <w:rsid w:val="00701400"/>
    <w:rsid w:val="007037CF"/>
    <w:rsid w:val="007167C0"/>
    <w:rsid w:val="00716D24"/>
    <w:rsid w:val="00720481"/>
    <w:rsid w:val="00733193"/>
    <w:rsid w:val="007372DA"/>
    <w:rsid w:val="00755CEF"/>
    <w:rsid w:val="00757219"/>
    <w:rsid w:val="0075732A"/>
    <w:rsid w:val="00760262"/>
    <w:rsid w:val="007607AB"/>
    <w:rsid w:val="00762965"/>
    <w:rsid w:val="0076310C"/>
    <w:rsid w:val="00764820"/>
    <w:rsid w:val="0076744F"/>
    <w:rsid w:val="00767BCE"/>
    <w:rsid w:val="007707DE"/>
    <w:rsid w:val="00770B5D"/>
    <w:rsid w:val="007752F1"/>
    <w:rsid w:val="00776768"/>
    <w:rsid w:val="00792BFD"/>
    <w:rsid w:val="00797774"/>
    <w:rsid w:val="007A2573"/>
    <w:rsid w:val="007B1A4E"/>
    <w:rsid w:val="007B3D05"/>
    <w:rsid w:val="007D2682"/>
    <w:rsid w:val="007D5E9D"/>
    <w:rsid w:val="007E24F6"/>
    <w:rsid w:val="00800F64"/>
    <w:rsid w:val="00802F0B"/>
    <w:rsid w:val="00802FBC"/>
    <w:rsid w:val="00806534"/>
    <w:rsid w:val="00806785"/>
    <w:rsid w:val="00810A67"/>
    <w:rsid w:val="0082401D"/>
    <w:rsid w:val="00826410"/>
    <w:rsid w:val="00833CF7"/>
    <w:rsid w:val="00836C0F"/>
    <w:rsid w:val="00845601"/>
    <w:rsid w:val="008513EC"/>
    <w:rsid w:val="00853A91"/>
    <w:rsid w:val="008620D3"/>
    <w:rsid w:val="0088744B"/>
    <w:rsid w:val="008A3C96"/>
    <w:rsid w:val="008A4AB6"/>
    <w:rsid w:val="008B4019"/>
    <w:rsid w:val="008B61E4"/>
    <w:rsid w:val="008B65C9"/>
    <w:rsid w:val="008C2D4A"/>
    <w:rsid w:val="008D0225"/>
    <w:rsid w:val="008D3900"/>
    <w:rsid w:val="008D6E1D"/>
    <w:rsid w:val="008D7FD8"/>
    <w:rsid w:val="008E059B"/>
    <w:rsid w:val="008E389E"/>
    <w:rsid w:val="008F39B4"/>
    <w:rsid w:val="008F4162"/>
    <w:rsid w:val="008F4213"/>
    <w:rsid w:val="008F64D3"/>
    <w:rsid w:val="009018BA"/>
    <w:rsid w:val="00903E02"/>
    <w:rsid w:val="0090633F"/>
    <w:rsid w:val="00913175"/>
    <w:rsid w:val="00916EDB"/>
    <w:rsid w:val="009172A3"/>
    <w:rsid w:val="009242EF"/>
    <w:rsid w:val="00931DFF"/>
    <w:rsid w:val="00932291"/>
    <w:rsid w:val="0093408E"/>
    <w:rsid w:val="00946EC5"/>
    <w:rsid w:val="00947A1B"/>
    <w:rsid w:val="00951A3B"/>
    <w:rsid w:val="00952DDF"/>
    <w:rsid w:val="009614BF"/>
    <w:rsid w:val="00985DA8"/>
    <w:rsid w:val="009A01F5"/>
    <w:rsid w:val="009B38BE"/>
    <w:rsid w:val="009C29E8"/>
    <w:rsid w:val="009C3D0F"/>
    <w:rsid w:val="009D382D"/>
    <w:rsid w:val="009E4E4A"/>
    <w:rsid w:val="009F1206"/>
    <w:rsid w:val="009F35E2"/>
    <w:rsid w:val="009F3D45"/>
    <w:rsid w:val="009F65F9"/>
    <w:rsid w:val="009F68BA"/>
    <w:rsid w:val="009F6A76"/>
    <w:rsid w:val="00A057B9"/>
    <w:rsid w:val="00A06277"/>
    <w:rsid w:val="00A079DC"/>
    <w:rsid w:val="00A111C2"/>
    <w:rsid w:val="00A177CD"/>
    <w:rsid w:val="00A2643B"/>
    <w:rsid w:val="00A30D75"/>
    <w:rsid w:val="00A35CAA"/>
    <w:rsid w:val="00A36E7F"/>
    <w:rsid w:val="00A41E65"/>
    <w:rsid w:val="00A437DA"/>
    <w:rsid w:val="00A43E0A"/>
    <w:rsid w:val="00A55F5B"/>
    <w:rsid w:val="00A60185"/>
    <w:rsid w:val="00A63DB2"/>
    <w:rsid w:val="00A661EA"/>
    <w:rsid w:val="00A75315"/>
    <w:rsid w:val="00A809FC"/>
    <w:rsid w:val="00A830E5"/>
    <w:rsid w:val="00A87135"/>
    <w:rsid w:val="00A92B71"/>
    <w:rsid w:val="00A93280"/>
    <w:rsid w:val="00A93620"/>
    <w:rsid w:val="00AA2548"/>
    <w:rsid w:val="00AA58C4"/>
    <w:rsid w:val="00AA6107"/>
    <w:rsid w:val="00AB0688"/>
    <w:rsid w:val="00AB11C8"/>
    <w:rsid w:val="00AB21BA"/>
    <w:rsid w:val="00AB56F3"/>
    <w:rsid w:val="00AC08A8"/>
    <w:rsid w:val="00AD56C8"/>
    <w:rsid w:val="00AD58F2"/>
    <w:rsid w:val="00AD7F4E"/>
    <w:rsid w:val="00B0529F"/>
    <w:rsid w:val="00B21195"/>
    <w:rsid w:val="00B24B22"/>
    <w:rsid w:val="00B25310"/>
    <w:rsid w:val="00B32F8F"/>
    <w:rsid w:val="00B46960"/>
    <w:rsid w:val="00B54DE9"/>
    <w:rsid w:val="00B553EC"/>
    <w:rsid w:val="00B93565"/>
    <w:rsid w:val="00B93DD0"/>
    <w:rsid w:val="00B97732"/>
    <w:rsid w:val="00BA65A8"/>
    <w:rsid w:val="00BA6D19"/>
    <w:rsid w:val="00BA7461"/>
    <w:rsid w:val="00BA7DA9"/>
    <w:rsid w:val="00BB1C73"/>
    <w:rsid w:val="00BC4215"/>
    <w:rsid w:val="00BC4643"/>
    <w:rsid w:val="00BD1A6F"/>
    <w:rsid w:val="00BE6D3C"/>
    <w:rsid w:val="00BE7852"/>
    <w:rsid w:val="00BF7CEE"/>
    <w:rsid w:val="00C00A79"/>
    <w:rsid w:val="00C01295"/>
    <w:rsid w:val="00C03880"/>
    <w:rsid w:val="00C061AD"/>
    <w:rsid w:val="00C135CF"/>
    <w:rsid w:val="00C226F5"/>
    <w:rsid w:val="00C2683F"/>
    <w:rsid w:val="00C302F1"/>
    <w:rsid w:val="00C3184D"/>
    <w:rsid w:val="00C40A6D"/>
    <w:rsid w:val="00C40E93"/>
    <w:rsid w:val="00C4714E"/>
    <w:rsid w:val="00C5504F"/>
    <w:rsid w:val="00C63376"/>
    <w:rsid w:val="00C74F97"/>
    <w:rsid w:val="00C80518"/>
    <w:rsid w:val="00C80888"/>
    <w:rsid w:val="00C8276E"/>
    <w:rsid w:val="00C842AC"/>
    <w:rsid w:val="00C86E1F"/>
    <w:rsid w:val="00CA0723"/>
    <w:rsid w:val="00CB0C59"/>
    <w:rsid w:val="00CB1690"/>
    <w:rsid w:val="00CC4365"/>
    <w:rsid w:val="00CD11B0"/>
    <w:rsid w:val="00CE71C2"/>
    <w:rsid w:val="00CF42D5"/>
    <w:rsid w:val="00CF4EDA"/>
    <w:rsid w:val="00D10314"/>
    <w:rsid w:val="00D10F1A"/>
    <w:rsid w:val="00D116F8"/>
    <w:rsid w:val="00D17596"/>
    <w:rsid w:val="00D42414"/>
    <w:rsid w:val="00D45EE3"/>
    <w:rsid w:val="00D50618"/>
    <w:rsid w:val="00D509E9"/>
    <w:rsid w:val="00D53B1C"/>
    <w:rsid w:val="00D820B7"/>
    <w:rsid w:val="00D82C19"/>
    <w:rsid w:val="00D9752C"/>
    <w:rsid w:val="00DA1B12"/>
    <w:rsid w:val="00DA54C9"/>
    <w:rsid w:val="00DA62D9"/>
    <w:rsid w:val="00DA6739"/>
    <w:rsid w:val="00DA6CAE"/>
    <w:rsid w:val="00DB1A9E"/>
    <w:rsid w:val="00DB31D6"/>
    <w:rsid w:val="00DB4005"/>
    <w:rsid w:val="00DC2E7E"/>
    <w:rsid w:val="00DC34EB"/>
    <w:rsid w:val="00DD5BD0"/>
    <w:rsid w:val="00DE7787"/>
    <w:rsid w:val="00DF1E5B"/>
    <w:rsid w:val="00DF2275"/>
    <w:rsid w:val="00DF33FF"/>
    <w:rsid w:val="00DF3F5E"/>
    <w:rsid w:val="00E0596E"/>
    <w:rsid w:val="00E13611"/>
    <w:rsid w:val="00E22E53"/>
    <w:rsid w:val="00E24EFB"/>
    <w:rsid w:val="00E256C2"/>
    <w:rsid w:val="00E26449"/>
    <w:rsid w:val="00E356E5"/>
    <w:rsid w:val="00E36F81"/>
    <w:rsid w:val="00E44704"/>
    <w:rsid w:val="00E45765"/>
    <w:rsid w:val="00E5098C"/>
    <w:rsid w:val="00E57ECB"/>
    <w:rsid w:val="00E60213"/>
    <w:rsid w:val="00E73F87"/>
    <w:rsid w:val="00E74D29"/>
    <w:rsid w:val="00E82221"/>
    <w:rsid w:val="00E83C74"/>
    <w:rsid w:val="00E83CEE"/>
    <w:rsid w:val="00E866E8"/>
    <w:rsid w:val="00E9226D"/>
    <w:rsid w:val="00E96D51"/>
    <w:rsid w:val="00E96E13"/>
    <w:rsid w:val="00EA23CC"/>
    <w:rsid w:val="00EA6C19"/>
    <w:rsid w:val="00EB3654"/>
    <w:rsid w:val="00EB60CE"/>
    <w:rsid w:val="00EB7D53"/>
    <w:rsid w:val="00EE04E7"/>
    <w:rsid w:val="00EE3146"/>
    <w:rsid w:val="00EE77ED"/>
    <w:rsid w:val="00EF50BB"/>
    <w:rsid w:val="00EF79CB"/>
    <w:rsid w:val="00F00192"/>
    <w:rsid w:val="00F01DF6"/>
    <w:rsid w:val="00F0340D"/>
    <w:rsid w:val="00F2523A"/>
    <w:rsid w:val="00F25FFA"/>
    <w:rsid w:val="00F310D2"/>
    <w:rsid w:val="00F36F3D"/>
    <w:rsid w:val="00F477BD"/>
    <w:rsid w:val="00F50FB6"/>
    <w:rsid w:val="00F53491"/>
    <w:rsid w:val="00F55AEE"/>
    <w:rsid w:val="00F65A1C"/>
    <w:rsid w:val="00F66F50"/>
    <w:rsid w:val="00F75753"/>
    <w:rsid w:val="00F82FF8"/>
    <w:rsid w:val="00F8330D"/>
    <w:rsid w:val="00F84305"/>
    <w:rsid w:val="00F8485C"/>
    <w:rsid w:val="00F865D7"/>
    <w:rsid w:val="00F87149"/>
    <w:rsid w:val="00F87FFE"/>
    <w:rsid w:val="00F954C9"/>
    <w:rsid w:val="00FA61AA"/>
    <w:rsid w:val="00FA69A4"/>
    <w:rsid w:val="00FB1279"/>
    <w:rsid w:val="00FB1495"/>
    <w:rsid w:val="00FD1694"/>
    <w:rsid w:val="00FD7636"/>
    <w:rsid w:val="00FE3229"/>
    <w:rsid w:val="00FE4E74"/>
    <w:rsid w:val="00FE74C3"/>
    <w:rsid w:val="00FF161F"/>
    <w:rsid w:val="00FF215C"/>
    <w:rsid w:val="00FF22DD"/>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FE167A4"/>
  <w15:docId w15:val="{193EE418-B22A-4701-BE98-CD16A01AD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18BA"/>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005CAA"/>
    <w:pPr>
      <w:tabs>
        <w:tab w:val="center" w:pos="4536"/>
        <w:tab w:val="center" w:pos="4819"/>
        <w:tab w:val="right" w:pos="9356"/>
      </w:tabs>
      <w:spacing w:after="120"/>
      <w:jc w:val="center"/>
    </w:pPr>
    <w:rPr>
      <w:rFonts w:eastAsia="Times New Roman" w:cs="Arial"/>
      <w:caps/>
      <w:color w:val="FF0000"/>
      <w:sz w:val="28"/>
      <w:szCs w:val="28"/>
      <w:lang w:eastAsia="en-AU"/>
    </w:rPr>
  </w:style>
  <w:style w:type="paragraph" w:styleId="ListParagraph">
    <w:name w:val="List Paragraph"/>
    <w:basedOn w:val="Normal"/>
    <w:uiPriority w:val="34"/>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character" w:styleId="Hyperlink">
    <w:name w:val="Hyperlink"/>
    <w:basedOn w:val="DefaultParagraphFont"/>
    <w:uiPriority w:val="99"/>
    <w:unhideWhenUsed/>
    <w:rsid w:val="00BC4643"/>
    <w:rPr>
      <w:color w:val="0000FF" w:themeColor="hyperlink"/>
      <w:u w:val="single"/>
    </w:rPr>
  </w:style>
  <w:style w:type="paragraph" w:styleId="FootnoteText">
    <w:name w:val="footnote text"/>
    <w:basedOn w:val="Normal"/>
    <w:link w:val="FootnoteTextChar"/>
    <w:semiHidden/>
    <w:rsid w:val="008F64D3"/>
    <w:pPr>
      <w:spacing w:after="0" w:line="240" w:lineRule="auto"/>
    </w:pPr>
    <w:rPr>
      <w:rFonts w:eastAsia="Times New Roman"/>
      <w:sz w:val="20"/>
      <w:szCs w:val="20"/>
      <w:lang w:eastAsia="en-AU"/>
    </w:rPr>
  </w:style>
  <w:style w:type="character" w:customStyle="1" w:styleId="FootnoteTextChar">
    <w:name w:val="Footnote Text Char"/>
    <w:basedOn w:val="DefaultParagraphFont"/>
    <w:link w:val="FootnoteText"/>
    <w:semiHidden/>
    <w:rsid w:val="008F64D3"/>
    <w:rPr>
      <w:rFonts w:eastAsia="Times New Roman"/>
    </w:rPr>
  </w:style>
  <w:style w:type="character" w:styleId="FootnoteReference">
    <w:name w:val="footnote reference"/>
    <w:basedOn w:val="DefaultParagraphFont"/>
    <w:semiHidden/>
    <w:rsid w:val="008F64D3"/>
    <w:rPr>
      <w:vertAlign w:val="superscript"/>
    </w:rPr>
  </w:style>
  <w:style w:type="table" w:styleId="TableGrid">
    <w:name w:val="Table Grid"/>
    <w:basedOn w:val="TableNormal"/>
    <w:uiPriority w:val="59"/>
    <w:rsid w:val="00333F4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EA6C1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0966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amsar.org/news/historic-cobourg-peninsula-is-a-model-of-wise-use-and-wetland-conservation-40-years-after-its" TargetMode="External"/><Relationship Id="rId13" Type="http://schemas.openxmlformats.org/officeDocument/2006/relationships/hyperlink" Target="http://www.environment.gov.au/water/wetlands/publications/celebrating-australias-wetland-science" TargetMode="External"/><Relationship Id="rId18" Type="http://schemas.openxmlformats.org/officeDocument/2006/relationships/hyperlink" Target="https://wetlandinfo.des.qld.gov.au/wetlands/ecology/processes-systems/water/catchment-stories/"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https://wli.wwt.org.uk/category/members/oceania-regional-members/" TargetMode="External"/><Relationship Id="rId7" Type="http://schemas.openxmlformats.org/officeDocument/2006/relationships/hyperlink" Target="https://www.ramsar.org/news/new-global-report-on-the-participation-of-indigenous-peoples-and-local-communities-in-wetland" TargetMode="External"/><Relationship Id="rId12" Type="http://schemas.openxmlformats.org/officeDocument/2006/relationships/hyperlink" Target="http://www.environment.gov.au/biodiversity/publications/celebrating-australias-migratory-waterbirds-and-their-habitats" TargetMode="External"/><Relationship Id="rId17" Type="http://schemas.openxmlformats.org/officeDocument/2006/relationships/hyperlink" Target="https://www.water.vic.gov.au/waterways-and-catchments/rivers-estuaries-and-waterways/wetlands/significant-wetlands"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www.environment.gov.au/resource/kakadu-national-park-management-plan-2016-2026" TargetMode="External"/><Relationship Id="rId20" Type="http://schemas.openxmlformats.org/officeDocument/2006/relationships/hyperlink" Target="https://www.mdca.org.au/"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water/wetlands/publications/celebrating-australias-wetlands"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environment.act.gov.au/cpr/conservation_and_ecological_communities/ginini-flats-wetland-complex-ramsar-site"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www.environment.act.gov.au/water/ACT-Healthy-Waterways/healthy-waterways/act-healthy-waterways-project" TargetMode="External"/><Relationship Id="rId19" Type="http://schemas.openxmlformats.org/officeDocument/2006/relationships/hyperlink" Target="http://www.environment.gov.au/water/wetlands/programs/education-centres" TargetMode="External"/><Relationship Id="rId4" Type="http://schemas.openxmlformats.org/officeDocument/2006/relationships/webSettings" Target="webSettings.xml"/><Relationship Id="rId9" Type="http://schemas.openxmlformats.org/officeDocument/2006/relationships/hyperlink" Target="https://www.ramsar.org/banrock-station-how-a-ramsar-wetland-owned-by-a-private-agribusiness-in-south-australia-became-a" TargetMode="External"/><Relationship Id="rId14" Type="http://schemas.openxmlformats.org/officeDocument/2006/relationships/hyperlink" Target="https://wetlandinfo.des.qld.gov.au/wetlands/management/treatment-systems/" TargetMode="External"/><Relationship Id="rId22" Type="http://schemas.openxmlformats.org/officeDocument/2006/relationships/header" Target="header1.xml"/><Relationship Id="rId27"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614FACE9.dotm</Template>
  <TotalTime>1</TotalTime>
  <Pages>14</Pages>
  <Words>3560</Words>
  <Characters>20297</Characters>
  <Application>Microsoft Office Word</Application>
  <DocSecurity>4</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Australia's Ramsar CEPA National Action Plan 2016-2018 - Report against indicators</dc:title>
  <dc:creator>Department of the Environment and Energy</dc:creator>
  <dc:description/>
  <cp:lastModifiedBy>Durack, Bec</cp:lastModifiedBy>
  <cp:revision>2</cp:revision>
  <dcterms:created xsi:type="dcterms:W3CDTF">2019-11-18T00:53:00Z</dcterms:created>
  <dcterms:modified xsi:type="dcterms:W3CDTF">2019-11-18T00:53:00Z</dcterms:modified>
</cp:coreProperties>
</file>