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F6" w:rsidRDefault="00A708F6">
      <w:pPr>
        <w:spacing w:before="10" w:after="0" w:line="150" w:lineRule="exact"/>
        <w:rPr>
          <w:sz w:val="15"/>
          <w:szCs w:val="15"/>
        </w:rPr>
      </w:pPr>
      <w:bookmarkStart w:id="0" w:name="_GoBack"/>
      <w:bookmarkEnd w:id="0"/>
    </w:p>
    <w:p w:rsidR="00A708F6" w:rsidRDefault="001D2626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AU" w:eastAsia="en-A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97790</wp:posOffset>
            </wp:positionH>
            <wp:positionV relativeFrom="paragraph">
              <wp:posOffset>128270</wp:posOffset>
            </wp:positionV>
            <wp:extent cx="2549525" cy="924560"/>
            <wp:effectExtent l="19050" t="0" r="3175" b="0"/>
            <wp:wrapTopAndBottom/>
            <wp:docPr id="22" name="Picture 22" descr="Image result for office of environment and heritag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office of environment and heritage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 w:rsidP="001D2626">
      <w:pPr>
        <w:spacing w:after="0" w:line="200" w:lineRule="exact"/>
        <w:ind w:firstLine="720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2B0ED0">
      <w:pPr>
        <w:spacing w:before="3" w:after="0" w:line="240" w:lineRule="auto"/>
        <w:ind w:left="102" w:right="-20"/>
        <w:rPr>
          <w:rFonts w:ascii="Arial" w:eastAsia="Arial" w:hAnsi="Arial" w:cs="Arial"/>
          <w:sz w:val="44"/>
          <w:szCs w:val="44"/>
        </w:rPr>
      </w:pPr>
      <w:r>
        <w:pict>
          <v:group id="_x0000_s1835" style="position:absolute;left:0;text-align:left;margin-left:100.4pt;margin-top:-25.65pt;width:339.5pt;height:359.35pt;z-index:-251678208;mso-position-horizontal-relative:page" coordorigin="2008,-513" coordsize="6790,7187">
            <v:group id="_x0000_s1856" style="position:absolute;left:2018;top:4272;width:2386;height:2393" coordorigin="2018,4272" coordsize="2386,2393">
              <v:shape id="_x0000_s1858" style="position:absolute;left:2018;top:4272;width:2386;height:2393" coordorigin="2018,4272" coordsize="2386,2393" path="m2917,4272r-78,4l2763,4292r-74,26l2633,4349r-62,43l2522,4433r-53,47l2407,4542r-389,388l3753,6664r363,-363l3707,6301,2383,4976r268,-269l2705,4658r50,-40l2819,4579r60,-25l2946,4543r634,-1l3557,4525r-65,-45l3429,4440r-63,-35l3304,4374r-61,-27l3182,4324r-61,-19l3060,4290r-62,-12l2937,4272r-20,e" fillcolor="silver" stroked="f">
                <v:path arrowok="t"/>
              </v:shape>
              <v:shape id="_x0000_s1857" style="position:absolute;left:2018;top:4272;width:2386;height:2393" coordorigin="2018,4272" coordsize="2386,2393" path="m3580,4542r-598,l3000,4542r19,2l3098,4557r63,18l3228,4601r64,32l3359,4672r69,46l3500,4773r49,41l3599,4858r51,47l3703,4956r48,50l3796,5055r43,48l3880,5152r38,49l3954,5250r49,74l4047,5398r37,71l4109,5530r18,59l4139,5665r1,36l4140,5719r-10,67l4106,5853r-40,69l4027,5975r-48,53l3707,6301r409,l4186,6231r52,-56l4283,6119r38,-57l4352,6004r24,-59l4392,5885r10,-60l4404,5762r-1,-22l4396,5673r-14,-71l4360,5527r-28,-78l4295,5367r-28,-56l4236,5255r-35,-56l4164,5142r-41,-57l4078,5028r-47,-58l3980,4912r-54,-58l3869,4795r-46,-45l3778,4708r-45,-41l3667,4610r-66,-52l3580,4542e" fillcolor="silver" stroked="f">
                <v:path arrowok="t"/>
              </v:shape>
            </v:group>
            <v:group id="_x0000_s1846" style="position:absolute;left:3232;top:2991;width:2793;height:2460" coordorigin="3232,2991" coordsize="2793,2460">
              <v:shape id="_x0000_s1855" style="position:absolute;left:3232;top:2991;width:2793;height:2460" coordorigin="3232,2991" coordsize="2793,2460" path="m4480,3091r-607,l3855,3111r-17,20l3820,3151r-18,l3783,3171r-18,20l3738,3231r-506,500l4966,5451r159,-140l4588,4751r-38,-20l4362,4531r184,-180l4563,4331r-407,l3583,3751r391,-380l3990,3351r17,-20l4024,3331r16,-20l4058,3311r17,-20l4093,3291r18,-20l4696,3271r-19,-20l4656,3231r-15,-20l4625,3211r-31,-40l4578,3171r-16,-20l4546,3131r-16,l4514,3111r-17,l4480,3091e" fillcolor="silver" stroked="f">
                <v:path arrowok="t"/>
              </v:shape>
              <v:shape id="_x0000_s1854" style="position:absolute;left:3232;top:2991;width:2793;height:2460" coordorigin="3232,2991" coordsize="2793,2460" path="m5957,4371r-711,l5275,4391r30,20l5331,4411r26,20l5383,4431r26,20l5565,4511r210,60l5827,4591r14,l6025,4411r-68,-40e" fillcolor="silver" stroked="f">
                <v:path arrowok="t"/>
              </v:shape>
              <v:shape id="_x0000_s1853" style="position:absolute;left:3232;top:2991;width:2793;height:2460" coordorigin="3232,2991" coordsize="2793,2460" path="m5630,4251r-738,l4906,4271r45,l4969,4291r56,l5046,4311r22,l5091,4331r48,l5164,4351r27,l5218,4371r705,l5855,4331r-69,-20l5630,4251e" fillcolor="silver" stroked="f">
                <v:path arrowok="t"/>
              </v:shape>
              <v:shape id="_x0000_s1852" style="position:absolute;left:3232;top:2991;width:2793;height:2460" coordorigin="3232,2991" coordsize="2793,2460" path="m4696,3271r-398,l4316,3291r35,l4368,3311r18,l4403,3331r18,l4456,3371r18,l4510,3411r15,20l4539,3451r13,20l4564,3471r32,60l4613,3571r8,l4639,3631r8,60l4647,3711r-1,20l4635,3791r-11,40l4616,3831r-8,20l4598,3871r-11,20l4575,3911r-13,l4548,3931r-16,20l4516,3971r-18,20l4156,4331r407,l4596,4291r16,l4629,4271r17,l4663,4251r967,l5578,4231r-71,-20l5437,4171r-36,l5329,4131r-19,l5291,4111r-56,l5216,4091r-38,l5159,4071r-77,l5062,4051r-262,l4812,4031r33,-60l4871,3911r19,-60l4901,3791r3,-60l4904,3711r-8,-60l4881,3591r-6,-40l4850,3491r-31,-60l4779,3371r-47,-60l4715,3291r-19,-20e" fillcolor="silver" stroked="f">
                <v:path arrowok="t"/>
              </v:shape>
              <v:shape id="_x0000_s1851" style="position:absolute;left:3232;top:2991;width:2793;height:2460" coordorigin="3232,2991" coordsize="2793,2460" path="m4964,4031r-77,l4866,4051r115,l4964,4031e" fillcolor="silver" stroked="f">
                <v:path arrowok="t"/>
              </v:shape>
              <v:shape id="_x0000_s1850" style="position:absolute;left:3232;top:2991;width:2793;height:2460" coordorigin="3232,2991" coordsize="2793,2460" path="m4411,3051r-487,l3907,3071r-17,20l4463,3091r-17,-20l4429,3071r-18,-20e" fillcolor="silver" stroked="f">
                <v:path arrowok="t"/>
              </v:shape>
              <v:shape id="_x0000_s1849" style="position:absolute;left:3232;top:2991;width:2793;height:2460" coordorigin="3232,2991" coordsize="2793,2460" path="m4376,3031r-420,l3940,3051r454,l4376,3031e" fillcolor="silver" stroked="f">
                <v:path arrowok="t"/>
              </v:shape>
              <v:shape id="_x0000_s1848" style="position:absolute;left:3232;top:2991;width:2793;height:2460" coordorigin="3232,2991" coordsize="2793,2460" path="m4318,3011r-314,l3988,3031r351,l4318,3011e" fillcolor="silver" stroked="f">
                <v:path arrowok="t"/>
              </v:shape>
              <v:shape id="_x0000_s1847" style="position:absolute;left:3232;top:2991;width:2793;height:2460" coordorigin="3232,2991" coordsize="2793,2460" path="m4258,2991r-209,l4034,3011r244,l4258,2991e" fillcolor="silver" stroked="f">
                <v:path arrowok="t"/>
              </v:shape>
            </v:group>
            <v:group id="_x0000_s1842" style="position:absolute;left:4774;top:2004;width:2396;height:2367" coordorigin="4774,2004" coordsize="2396,2367">
              <v:shape id="_x0000_s1845" style="position:absolute;left:4774;top:2004;width:2396;height:2367" coordorigin="4774,2004" coordsize="2396,2367" path="m4944,2004r-170,170l4966,2503r825,1429l6046,4371r167,-167l6134,4073,5878,3646r-60,-98l6051,3315r-373,l5602,3187,5378,2801r-75,-128l5266,2611r-38,-61l5189,2489r-40,-59l5108,2371r-42,-58l5037,2276r391,l4944,2004e" fillcolor="silver" stroked="f">
                <v:path arrowok="t"/>
              </v:shape>
              <v:shape id="_x0000_s1844" style="position:absolute;left:4774;top:2004;width:2396;height:2367" coordorigin="4774,2004" coordsize="2396,2367" path="m6808,3043r-484,l6490,3139r168,95l6793,3308r104,55l7001,3416r170,-170l6808,3043e" fillcolor="silver" stroked="f">
                <v:path arrowok="t"/>
              </v:shape>
              <v:shape id="_x0000_s1843" style="position:absolute;left:4774;top:2004;width:2396;height:2367" coordorigin="4774,2004" coordsize="2396,2367" path="m5428,2276r-391,l5072,2298r95,62l5231,2400r118,71l6087,2906r-409,409l6051,3315r273,-272l6808,3043,5428,2276e" fillcolor="silver" stroked="f">
                <v:path arrowok="t"/>
              </v:shape>
            </v:group>
            <v:group id="_x0000_s1839" style="position:absolute;left:5573;top:565;width:1893;height:2544" coordorigin="5573,565" coordsize="1893,2544">
              <v:shape id="_x0000_s1841" style="position:absolute;left:5573;top:565;width:1893;height:2544" coordorigin="5573,565" coordsize="1893,2544" path="m6384,565r-811,810l7308,3109r158,-159l6679,2163r204,-205l6474,1958,5937,1421r293,-294l6391,963r96,-100l6582,763,6384,565e" fillcolor="silver" stroked="f">
                <v:path arrowok="t"/>
              </v:shape>
              <v:shape id="_x0000_s1840" style="position:absolute;left:5573;top:565;width:1893;height:2544" coordorigin="5573,565" coordsize="1893,2544" path="m7037,1395r-563,563l6883,1958r132,-135l7098,1737r83,-86l7235,1593,7037,1395e" fillcolor="silver" stroked="f">
                <v:path arrowok="t"/>
              </v:shape>
            </v:group>
            <v:group id="_x0000_s1836" style="position:absolute;left:6506;top:-503;width:2282;height:2291" coordorigin="6506,-503" coordsize="2282,2291">
              <v:shape id="_x0000_s1838" style="position:absolute;left:6506;top:-503;width:2282;height:2291" coordorigin="6506,-503" coordsize="2282,2291" path="m7417,258r-317,l8629,1788r159,-159l7417,258e" fillcolor="silver" stroked="f">
                <v:path arrowok="t"/>
              </v:shape>
              <v:shape id="_x0000_s1837" style="position:absolute;left:6506;top:-503;width:2282;height:2291" coordorigin="6506,-503" coordsize="2282,2291" path="m7451,-503r-190,191l6740,214,6506,456r198,198l7100,258r317,l7259,99,7397,-40r79,-80l7554,-202r77,-82l7649,-305,7451,-503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b/>
          <w:bCs/>
          <w:sz w:val="44"/>
          <w:szCs w:val="44"/>
        </w:rPr>
        <w:t>NEW</w:t>
      </w:r>
      <w:r w:rsidR="004F4CDC">
        <w:rPr>
          <w:rFonts w:ascii="Arial" w:eastAsia="Arial" w:hAnsi="Arial" w:cs="Arial"/>
          <w:b/>
          <w:bCs/>
          <w:spacing w:val="-10"/>
          <w:sz w:val="44"/>
          <w:szCs w:val="44"/>
        </w:rPr>
        <w:t xml:space="preserve"> </w:t>
      </w:r>
      <w:r w:rsidR="004F4CDC">
        <w:rPr>
          <w:rFonts w:ascii="Arial" w:eastAsia="Arial" w:hAnsi="Arial" w:cs="Arial"/>
          <w:b/>
          <w:bCs/>
          <w:spacing w:val="2"/>
          <w:sz w:val="44"/>
          <w:szCs w:val="44"/>
        </w:rPr>
        <w:t>S</w:t>
      </w:r>
      <w:r w:rsidR="004F4CDC">
        <w:rPr>
          <w:rFonts w:ascii="Arial" w:eastAsia="Arial" w:hAnsi="Arial" w:cs="Arial"/>
          <w:b/>
          <w:bCs/>
          <w:sz w:val="44"/>
          <w:szCs w:val="44"/>
        </w:rPr>
        <w:t>OU</w:t>
      </w:r>
      <w:r w:rsidR="004F4CDC">
        <w:rPr>
          <w:rFonts w:ascii="Arial" w:eastAsia="Arial" w:hAnsi="Arial" w:cs="Arial"/>
          <w:b/>
          <w:bCs/>
          <w:spacing w:val="1"/>
          <w:sz w:val="44"/>
          <w:szCs w:val="44"/>
        </w:rPr>
        <w:t>T</w:t>
      </w:r>
      <w:r w:rsidR="004F4CDC">
        <w:rPr>
          <w:rFonts w:ascii="Arial" w:eastAsia="Arial" w:hAnsi="Arial" w:cs="Arial"/>
          <w:b/>
          <w:bCs/>
          <w:sz w:val="44"/>
          <w:szCs w:val="44"/>
        </w:rPr>
        <w:t>H</w:t>
      </w:r>
      <w:r w:rsidR="004F4CDC">
        <w:rPr>
          <w:rFonts w:ascii="Arial" w:eastAsia="Arial" w:hAnsi="Arial" w:cs="Arial"/>
          <w:b/>
          <w:bCs/>
          <w:spacing w:val="-15"/>
          <w:sz w:val="44"/>
          <w:szCs w:val="44"/>
        </w:rPr>
        <w:t xml:space="preserve"> </w:t>
      </w:r>
      <w:r w:rsidR="004F4CDC">
        <w:rPr>
          <w:rFonts w:ascii="Arial" w:eastAsia="Arial" w:hAnsi="Arial" w:cs="Arial"/>
          <w:b/>
          <w:bCs/>
          <w:sz w:val="44"/>
          <w:szCs w:val="44"/>
        </w:rPr>
        <w:t>WALES</w:t>
      </w:r>
    </w:p>
    <w:p w:rsidR="00A708F6" w:rsidRDefault="00A708F6">
      <w:pPr>
        <w:spacing w:before="7" w:after="0" w:line="100" w:lineRule="exact"/>
        <w:rPr>
          <w:sz w:val="10"/>
          <w:szCs w:val="1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after="0" w:line="479" w:lineRule="auto"/>
        <w:ind w:left="102" w:right="518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bCs/>
          <w:sz w:val="44"/>
          <w:szCs w:val="44"/>
        </w:rPr>
        <w:t>COM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M</w:t>
      </w:r>
      <w:r>
        <w:rPr>
          <w:rFonts w:ascii="Arial" w:eastAsia="Arial" w:hAnsi="Arial" w:cs="Arial"/>
          <w:b/>
          <w:bCs/>
          <w:sz w:val="44"/>
          <w:szCs w:val="44"/>
        </w:rPr>
        <w:t>E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R</w:t>
      </w:r>
      <w:r>
        <w:rPr>
          <w:rFonts w:ascii="Arial" w:eastAsia="Arial" w:hAnsi="Arial" w:cs="Arial"/>
          <w:b/>
          <w:bCs/>
          <w:sz w:val="44"/>
          <w:szCs w:val="44"/>
        </w:rPr>
        <w:t>C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I</w:t>
      </w:r>
      <w:r>
        <w:rPr>
          <w:rFonts w:ascii="Arial" w:eastAsia="Arial" w:hAnsi="Arial" w:cs="Arial"/>
          <w:b/>
          <w:bCs/>
          <w:sz w:val="44"/>
          <w:szCs w:val="44"/>
        </w:rPr>
        <w:t>AL</w:t>
      </w:r>
      <w:r>
        <w:rPr>
          <w:rFonts w:ascii="Arial" w:eastAsia="Arial" w:hAnsi="Arial" w:cs="Arial"/>
          <w:b/>
          <w:bCs/>
          <w:spacing w:val="-30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K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NG</w:t>
      </w:r>
      <w:r>
        <w:rPr>
          <w:rFonts w:ascii="Arial" w:eastAsia="Arial" w:hAnsi="Arial" w:cs="Arial"/>
          <w:b/>
          <w:bCs/>
          <w:spacing w:val="3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ROO</w:t>
      </w:r>
      <w:r>
        <w:rPr>
          <w:rFonts w:ascii="Arial" w:eastAsia="Arial" w:hAnsi="Arial" w:cs="Arial"/>
          <w:b/>
          <w:bCs/>
          <w:spacing w:val="-26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H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R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V</w:t>
      </w:r>
      <w:r>
        <w:rPr>
          <w:rFonts w:ascii="Arial" w:eastAsia="Arial" w:hAnsi="Arial" w:cs="Arial"/>
          <w:b/>
          <w:bCs/>
          <w:sz w:val="44"/>
          <w:szCs w:val="44"/>
        </w:rPr>
        <w:t xml:space="preserve">EST </w:t>
      </w:r>
      <w:r>
        <w:rPr>
          <w:rFonts w:ascii="Arial" w:eastAsia="Arial" w:hAnsi="Arial" w:cs="Arial"/>
          <w:b/>
          <w:bCs/>
          <w:spacing w:val="-1"/>
          <w:sz w:val="44"/>
          <w:szCs w:val="44"/>
        </w:rPr>
        <w:t>M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N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G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EM</w:t>
      </w:r>
      <w:r>
        <w:rPr>
          <w:rFonts w:ascii="Arial" w:eastAsia="Arial" w:hAnsi="Arial" w:cs="Arial"/>
          <w:b/>
          <w:bCs/>
          <w:sz w:val="44"/>
          <w:szCs w:val="44"/>
        </w:rPr>
        <w:t>ENT</w:t>
      </w:r>
      <w:r>
        <w:rPr>
          <w:rFonts w:ascii="Arial" w:eastAsia="Arial" w:hAnsi="Arial" w:cs="Arial"/>
          <w:b/>
          <w:bCs/>
          <w:spacing w:val="-32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PL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A</w:t>
      </w:r>
      <w:r>
        <w:rPr>
          <w:rFonts w:ascii="Arial" w:eastAsia="Arial" w:hAnsi="Arial" w:cs="Arial"/>
          <w:b/>
          <w:bCs/>
          <w:sz w:val="44"/>
          <w:szCs w:val="44"/>
        </w:rPr>
        <w:t>N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0" w:after="0" w:line="220" w:lineRule="exact"/>
      </w:pPr>
    </w:p>
    <w:p w:rsidR="00A708F6" w:rsidRDefault="004F4CDC">
      <w:pPr>
        <w:spacing w:after="0" w:line="240" w:lineRule="auto"/>
        <w:ind w:left="102" w:right="-20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bCs/>
          <w:spacing w:val="1"/>
          <w:sz w:val="44"/>
          <w:szCs w:val="44"/>
        </w:rPr>
        <w:t>201</w:t>
      </w:r>
      <w:r>
        <w:rPr>
          <w:rFonts w:ascii="Arial" w:eastAsia="Arial" w:hAnsi="Arial" w:cs="Arial"/>
          <w:b/>
          <w:bCs/>
          <w:sz w:val="44"/>
          <w:szCs w:val="44"/>
        </w:rPr>
        <w:t>7</w:t>
      </w:r>
      <w:r>
        <w:rPr>
          <w:rFonts w:ascii="Arial" w:eastAsia="Arial" w:hAnsi="Arial" w:cs="Arial"/>
          <w:b/>
          <w:bCs/>
          <w:spacing w:val="-10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–</w:t>
      </w:r>
      <w:r>
        <w:rPr>
          <w:rFonts w:ascii="Arial" w:eastAsia="Arial" w:hAnsi="Arial" w:cs="Arial"/>
          <w:b/>
          <w:bCs/>
          <w:spacing w:val="-2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202</w:t>
      </w:r>
      <w:r>
        <w:rPr>
          <w:rFonts w:ascii="Arial" w:eastAsia="Arial" w:hAnsi="Arial" w:cs="Arial"/>
          <w:b/>
          <w:bCs/>
          <w:sz w:val="44"/>
          <w:szCs w:val="44"/>
        </w:rPr>
        <w:t>1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tabs>
          <w:tab w:val="left" w:pos="5040"/>
        </w:tabs>
        <w:spacing w:after="0" w:line="240" w:lineRule="auto"/>
        <w:ind w:left="102" w:right="-20"/>
        <w:rPr>
          <w:rFonts w:ascii="Arial" w:eastAsia="Arial" w:hAnsi="Arial" w:cs="Arial"/>
          <w:b/>
          <w:bCs/>
          <w:sz w:val="44"/>
          <w:szCs w:val="44"/>
        </w:rPr>
      </w:pPr>
      <w:r>
        <w:rPr>
          <w:rFonts w:ascii="Arial" w:eastAsia="Arial" w:hAnsi="Arial" w:cs="Arial"/>
          <w:b/>
          <w:bCs/>
          <w:sz w:val="44"/>
          <w:szCs w:val="44"/>
        </w:rPr>
        <w:t>DRAFT</w:t>
      </w:r>
      <w:r>
        <w:rPr>
          <w:rFonts w:ascii="Arial" w:eastAsia="Arial" w:hAnsi="Arial" w:cs="Arial"/>
          <w:b/>
          <w:bCs/>
          <w:spacing w:val="-20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AU</w:t>
      </w:r>
      <w:r>
        <w:rPr>
          <w:rFonts w:ascii="Arial" w:eastAsia="Arial" w:hAnsi="Arial" w:cs="Arial"/>
          <w:b/>
          <w:bCs/>
          <w:sz w:val="44"/>
          <w:szCs w:val="44"/>
        </w:rPr>
        <w:t>GU</w:t>
      </w:r>
      <w:r>
        <w:rPr>
          <w:rFonts w:ascii="Arial" w:eastAsia="Arial" w:hAnsi="Arial" w:cs="Arial"/>
          <w:b/>
          <w:bCs/>
          <w:spacing w:val="-1"/>
          <w:sz w:val="44"/>
          <w:szCs w:val="44"/>
        </w:rPr>
        <w:t>S</w:t>
      </w:r>
      <w:r>
        <w:rPr>
          <w:rFonts w:ascii="Arial" w:eastAsia="Arial" w:hAnsi="Arial" w:cs="Arial"/>
          <w:b/>
          <w:bCs/>
          <w:sz w:val="44"/>
          <w:szCs w:val="44"/>
        </w:rPr>
        <w:t>T</w:t>
      </w:r>
      <w:r>
        <w:rPr>
          <w:rFonts w:ascii="Arial" w:eastAsia="Arial" w:hAnsi="Arial" w:cs="Arial"/>
          <w:b/>
          <w:bCs/>
          <w:spacing w:val="-23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20</w:t>
      </w:r>
      <w:r>
        <w:rPr>
          <w:rFonts w:ascii="Arial" w:eastAsia="Arial" w:hAnsi="Arial" w:cs="Arial"/>
          <w:b/>
          <w:bCs/>
          <w:spacing w:val="1"/>
          <w:sz w:val="44"/>
          <w:szCs w:val="44"/>
        </w:rPr>
        <w:t>1</w:t>
      </w:r>
      <w:r>
        <w:rPr>
          <w:rFonts w:ascii="Arial" w:eastAsia="Arial" w:hAnsi="Arial" w:cs="Arial"/>
          <w:b/>
          <w:bCs/>
          <w:spacing w:val="3"/>
          <w:sz w:val="44"/>
          <w:szCs w:val="44"/>
        </w:rPr>
        <w:t>6</w:t>
      </w:r>
      <w:r>
        <w:rPr>
          <w:rFonts w:ascii="Arial" w:eastAsia="Arial" w:hAnsi="Arial" w:cs="Arial"/>
          <w:b/>
          <w:bCs/>
          <w:sz w:val="44"/>
          <w:szCs w:val="44"/>
        </w:rPr>
        <w:t>:</w:t>
      </w:r>
      <w:r>
        <w:rPr>
          <w:rFonts w:ascii="Arial" w:eastAsia="Arial" w:hAnsi="Arial" w:cs="Arial"/>
          <w:b/>
          <w:bCs/>
          <w:sz w:val="44"/>
          <w:szCs w:val="44"/>
        </w:rPr>
        <w:tab/>
        <w:t>FOR</w:t>
      </w:r>
      <w:r>
        <w:rPr>
          <w:rFonts w:ascii="Arial" w:eastAsia="Arial" w:hAnsi="Arial" w:cs="Arial"/>
          <w:b/>
          <w:bCs/>
          <w:spacing w:val="-14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bCs/>
          <w:sz w:val="44"/>
          <w:szCs w:val="44"/>
        </w:rPr>
        <w:t>EXH</w:t>
      </w:r>
      <w:r>
        <w:rPr>
          <w:rFonts w:ascii="Arial" w:eastAsia="Arial" w:hAnsi="Arial" w:cs="Arial"/>
          <w:b/>
          <w:bCs/>
          <w:spacing w:val="2"/>
          <w:sz w:val="44"/>
          <w:szCs w:val="44"/>
        </w:rPr>
        <w:t>I</w:t>
      </w:r>
      <w:r>
        <w:rPr>
          <w:rFonts w:ascii="Arial" w:eastAsia="Arial" w:hAnsi="Arial" w:cs="Arial"/>
          <w:b/>
          <w:bCs/>
          <w:sz w:val="44"/>
          <w:szCs w:val="44"/>
        </w:rPr>
        <w:t>BITION</w:t>
      </w:r>
    </w:p>
    <w:p w:rsidR="001D2626" w:rsidRDefault="001D2626">
      <w:pPr>
        <w:tabs>
          <w:tab w:val="left" w:pos="5040"/>
        </w:tabs>
        <w:spacing w:after="0" w:line="240" w:lineRule="auto"/>
        <w:ind w:left="102" w:right="-20"/>
        <w:rPr>
          <w:rFonts w:ascii="Arial" w:eastAsia="Arial" w:hAnsi="Arial" w:cs="Arial"/>
          <w:sz w:val="44"/>
          <w:szCs w:val="44"/>
        </w:rPr>
      </w:pPr>
    </w:p>
    <w:p w:rsidR="00A708F6" w:rsidRDefault="00A708F6">
      <w:pPr>
        <w:spacing w:after="0"/>
        <w:sectPr w:rsidR="00A708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60"/>
          <w:pgMar w:top="1580" w:right="1600" w:bottom="880" w:left="1600" w:header="720" w:footer="686" w:gutter="0"/>
          <w:cols w:space="720"/>
        </w:sectPr>
      </w:pPr>
    </w:p>
    <w:p w:rsidR="00A708F6" w:rsidRDefault="00A708F6">
      <w:pPr>
        <w:spacing w:before="5" w:after="0" w:line="170" w:lineRule="exact"/>
        <w:rPr>
          <w:sz w:val="17"/>
          <w:szCs w:val="17"/>
        </w:rPr>
      </w:pPr>
    </w:p>
    <w:p w:rsidR="00A708F6" w:rsidRDefault="004F4CDC">
      <w:pPr>
        <w:spacing w:before="32" w:after="0" w:line="240" w:lineRule="auto"/>
        <w:ind w:left="102" w:right="13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©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erit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W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left="102" w:right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erit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8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 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ow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utho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 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ac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2" w:right="72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b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2" w:right="513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</w:p>
    <w:p w:rsidR="00A708F6" w:rsidRDefault="004F4CDC">
      <w:pPr>
        <w:spacing w:after="0" w:line="252" w:lineRule="exact"/>
        <w:ind w:left="102" w:right="38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En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)</w:t>
      </w:r>
    </w:p>
    <w:p w:rsidR="00A708F6" w:rsidRDefault="004F4CDC">
      <w:pPr>
        <w:spacing w:before="1" w:after="0" w:line="240" w:lineRule="auto"/>
        <w:ind w:left="102" w:right="43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59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61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00</w:t>
      </w:r>
    </w:p>
    <w:p w:rsidR="00A708F6" w:rsidRDefault="004F4CDC">
      <w:pPr>
        <w:spacing w:after="0" w:line="252" w:lineRule="exact"/>
        <w:ind w:left="102" w:right="45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ox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0,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32</w:t>
      </w:r>
    </w:p>
    <w:p w:rsidR="00A708F6" w:rsidRDefault="002B0ED0">
      <w:pPr>
        <w:spacing w:after="0" w:line="252" w:lineRule="exact"/>
        <w:ind w:left="102" w:right="5390"/>
        <w:jc w:val="both"/>
        <w:rPr>
          <w:rFonts w:ascii="Arial" w:eastAsia="Arial" w:hAnsi="Arial" w:cs="Arial"/>
        </w:rPr>
      </w:pPr>
      <w:r>
        <w:pict>
          <v:group id="_x0000_s1811" style="position:absolute;left:0;text-align:left;margin-left:100.4pt;margin-top:7.45pt;width:339.5pt;height:359.35pt;z-index:-251674112;mso-position-horizontal-relative:page" coordorigin="2008,149" coordsize="6790,7187">
            <v:group id="_x0000_s1832" style="position:absolute;left:2018;top:4933;width:2386;height:2393" coordorigin="2018,4933" coordsize="2386,2393">
              <v:shape id="_x0000_s1834" style="position:absolute;left:2018;top:4933;width:2386;height:2393" coordorigin="2018,4933" coordsize="2386,2393" path="m2917,4933r-78,5l2763,4953r-74,26l2633,5010r-62,43l2522,5094r-53,48l2407,5203r-389,389l3753,7326r363,-364l3707,6962,2383,5637r268,-269l2705,5320r50,-40l2819,5240r60,-25l2946,5204r634,-1l3557,5187r-65,-45l3429,5102r-63,-35l3304,5036r-61,-27l3182,4986r-61,-19l3060,4951r-62,-12l2937,4934r-20,-1e" fillcolor="silver" stroked="f">
                <v:path arrowok="t"/>
              </v:shape>
              <v:shape id="_x0000_s1833" style="position:absolute;left:2018;top:4933;width:2386;height:2393" coordorigin="2018,4933" coordsize="2386,2393" path="m3580,5203r-598,l3000,5204r19,1l3098,5219r63,18l3228,5263r64,31l3359,5333r69,47l3500,5434r49,41l3599,5519r51,48l3703,5618r48,49l3796,5716r43,49l3880,5814r38,49l3954,5912r49,73l4047,6060r37,71l4109,6192r18,59l4139,6326r1,36l4140,6380r-10,68l4106,6515r-40,68l4027,6636r-48,54l3707,6962r409,l4186,6892r52,-55l4283,6780r38,-57l4352,6665r24,-59l4392,6547r10,-61l4404,6423r-1,-21l4396,6334r-14,-71l4360,6188r-28,-78l4295,6028r-28,-55l4236,5917r-35,-56l4164,5804r-41,-57l4078,5689r-47,-57l3980,5574r-54,-59l3869,5456r-46,-44l3778,5369r-45,-41l3667,5271r-66,-52l3580,5203e" fillcolor="silver" stroked="f">
                <v:path arrowok="t"/>
              </v:shape>
            </v:group>
            <v:group id="_x0000_s1822" style="position:absolute;left:3232;top:3652;width:2793;height:2460" coordorigin="3232,3652" coordsize="2793,2460">
              <v:shape id="_x0000_s1831" style="position:absolute;left:3232;top:3652;width:2793;height:2460" coordorigin="3232,3652" coordsize="2793,2460" path="m4480,3752r-607,l3855,3772r-17,20l3820,3812r-18,l3783,3832r-18,20l3738,3892r-506,500l4966,6112r159,-140l4588,5412r-38,-20l4362,5192r184,-180l4563,4992r-407,l3583,4412r391,-380l3990,4012r17,-20l4024,3992r16,-20l4058,3972r17,-20l4093,3952r18,-20l4696,3932r-19,-20l4656,3892r-15,-20l4625,3872r-31,-40l4578,3832r-16,-20l4546,3792r-16,l4514,3772r-17,l4480,3752e" fillcolor="silver" stroked="f">
                <v:path arrowok="t"/>
              </v:shape>
              <v:shape id="_x0000_s1830" style="position:absolute;left:3232;top:3652;width:2793;height:2460" coordorigin="3232,3652" coordsize="2793,2460" path="m5957,5032r-711,l5275,5052r30,20l5331,5072r26,20l5383,5092r26,20l5565,5172r210,60l5827,5252r14,l6025,5072r-68,-40e" fillcolor="silver" stroked="f">
                <v:path arrowok="t"/>
              </v:shape>
              <v:shape id="_x0000_s1829" style="position:absolute;left:3232;top:3652;width:2793;height:2460" coordorigin="3232,3652" coordsize="2793,2460" path="m5630,4912r-738,l4906,4932r45,l4969,4952r56,l5046,4972r22,l5091,4992r48,l5164,5012r27,l5218,5032r705,l5855,4992r-69,-20l5630,4912e" fillcolor="silver" stroked="f">
                <v:path arrowok="t"/>
              </v:shape>
              <v:shape id="_x0000_s1828" style="position:absolute;left:3232;top:3652;width:2793;height:2460" coordorigin="3232,3652" coordsize="2793,2460" path="m4696,3932r-398,l4316,3952r35,l4368,3972r18,l4403,3992r18,l4456,4032r18,l4510,4072r15,20l4539,4112r13,20l4564,4132r32,60l4613,4232r8,l4639,4292r8,60l4647,4372r-1,20l4635,4452r-11,40l4616,4492r-8,20l4598,4532r-11,20l4575,4572r-13,l4548,4592r-16,20l4516,4632r-18,20l4156,4992r407,l4596,4952r16,l4629,4932r17,l4663,4912r967,l5578,4892r-71,-20l5437,4832r-36,l5329,4792r-19,l5291,4772r-56,l5216,4752r-38,l5159,4732r-77,l5062,4712r-262,l4812,4692r33,-60l4871,4572r19,-60l4901,4452r3,-60l4904,4372r-8,-60l4881,4252r-6,-40l4850,4152r-31,-60l4779,4032r-47,-60l4715,3952r-19,-20e" fillcolor="silver" stroked="f">
                <v:path arrowok="t"/>
              </v:shape>
              <v:shape id="_x0000_s1827" style="position:absolute;left:3232;top:3652;width:2793;height:2460" coordorigin="3232,3652" coordsize="2793,2460" path="m4964,4692r-77,l4866,4712r115,l4964,4692e" fillcolor="silver" stroked="f">
                <v:path arrowok="t"/>
              </v:shape>
              <v:shape id="_x0000_s1826" style="position:absolute;left:3232;top:3652;width:2793;height:2460" coordorigin="3232,3652" coordsize="2793,2460" path="m4411,3712r-487,l3907,3732r-17,20l4463,3752r-17,-20l4429,3732r-18,-20e" fillcolor="silver" stroked="f">
                <v:path arrowok="t"/>
              </v:shape>
              <v:shape id="_x0000_s1825" style="position:absolute;left:3232;top:3652;width:2793;height:2460" coordorigin="3232,3652" coordsize="2793,2460" path="m4376,3692r-420,l3940,3712r454,l4376,3692e" fillcolor="silver" stroked="f">
                <v:path arrowok="t"/>
              </v:shape>
              <v:shape id="_x0000_s1824" style="position:absolute;left:3232;top:3652;width:2793;height:2460" coordorigin="3232,3652" coordsize="2793,2460" path="m4318,3672r-314,l3988,3692r351,l4318,3672e" fillcolor="silver" stroked="f">
                <v:path arrowok="t"/>
              </v:shape>
              <v:shape id="_x0000_s1823" style="position:absolute;left:3232;top:3652;width:2793;height:2460" coordorigin="3232,3652" coordsize="2793,2460" path="m4258,3652r-209,l4034,3672r244,l4258,3652e" fillcolor="silver" stroked="f">
                <v:path arrowok="t"/>
              </v:shape>
            </v:group>
            <v:group id="_x0000_s1818" style="position:absolute;left:4774;top:2666;width:2396;height:2367" coordorigin="4774,2666" coordsize="2396,2367">
              <v:shape id="_x0000_s1821" style="position:absolute;left:4774;top:2666;width:2396;height:2367" coordorigin="4774,2666" coordsize="2396,2367" path="m4944,2666r-170,170l4966,3165r825,1429l6046,5032r167,-166l6134,4734,5878,4308r-60,-99l6051,3977r-373,l5602,3848,5378,3463r-75,-129l5266,3272r-38,-61l5189,3151r-40,-60l5108,3033r-42,-58l5037,2937r391,l4944,2666e" fillcolor="silver" stroked="f">
                <v:path arrowok="t"/>
              </v:shape>
              <v:shape id="_x0000_s1820" style="position:absolute;left:4774;top:2666;width:2396;height:2367" coordorigin="4774,2666" coordsize="2396,2367" path="m6808,3704r-484,l6490,3801r168,95l6793,3970r104,54l7001,4077r170,-169l6808,3704e" fillcolor="silver" stroked="f">
                <v:path arrowok="t"/>
              </v:shape>
              <v:shape id="_x0000_s1819" style="position:absolute;left:4774;top:2666;width:2396;height:2367" coordorigin="4774,2666" coordsize="2396,2367" path="m5428,2937r-391,l5072,2960r95,61l5231,3061r118,72l6087,3567r-409,410l6051,3977r273,-273l6808,3704,5428,2937e" fillcolor="silver" stroked="f">
                <v:path arrowok="t"/>
              </v:shape>
            </v:group>
            <v:group id="_x0000_s1815" style="position:absolute;left:5573;top:1226;width:1893;height:2544" coordorigin="5573,1226" coordsize="1893,2544">
              <v:shape id="_x0000_s1817" style="position:absolute;left:5573;top:1226;width:1893;height:2544" coordorigin="5573,1226" coordsize="1893,2544" path="m6384,1226r-811,811l7308,3771r158,-159l6679,2824r204,-205l6474,2619,5937,2082r293,-293l6391,1624r96,-99l6582,1424,6384,1226e" fillcolor="silver" stroked="f">
                <v:path arrowok="t"/>
              </v:shape>
              <v:shape id="_x0000_s1816" style="position:absolute;left:5573;top:1226;width:1893;height:2544" coordorigin="5573,1226" coordsize="1893,2544" path="m7037,2056r-563,563l6883,2619r132,-134l7098,2399r83,-87l7235,2254,7037,2056e" fillcolor="silver" stroked="f">
                <v:path arrowok="t"/>
              </v:shape>
            </v:group>
            <v:group id="_x0000_s1812" style="position:absolute;left:6506;top:159;width:2282;height:2291" coordorigin="6506,159" coordsize="2282,2291">
              <v:shape id="_x0000_s1814" style="position:absolute;left:6506;top:159;width:2282;height:2291" coordorigin="6506,159" coordsize="2282,2291" path="m7417,920r-317,l8629,2449r159,-159l7417,920e" fillcolor="silver" stroked="f">
                <v:path arrowok="t"/>
              </v:shape>
              <v:shape id="_x0000_s1813" style="position:absolute;left:6506;top:159;width:2282;height:2291" coordorigin="6506,159" coordsize="2282,2291" path="m7451,159l7261,349,6740,875r-234,242l6704,1315,7100,920r317,l7259,761,7397,621r79,-80l7554,460r77,-83l7649,356,7451,159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: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9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</w:rPr>
        <w:t>95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</w:rPr>
        <w:t>5</w:t>
      </w:r>
      <w:r w:rsidR="004F4CDC">
        <w:rPr>
          <w:rFonts w:ascii="Arial" w:eastAsia="Arial" w:hAnsi="Arial" w:cs="Arial"/>
          <w:spacing w:val="-1"/>
        </w:rPr>
        <w:t>0</w:t>
      </w:r>
      <w:r w:rsidR="004F4CDC">
        <w:rPr>
          <w:rFonts w:ascii="Arial" w:eastAsia="Arial" w:hAnsi="Arial" w:cs="Arial"/>
        </w:rPr>
        <w:t>00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ch</w:t>
      </w:r>
      <w:r w:rsidR="004F4CDC">
        <w:rPr>
          <w:rFonts w:ascii="Arial" w:eastAsia="Arial" w:hAnsi="Arial" w:cs="Arial"/>
          <w:spacing w:val="-1"/>
        </w:rPr>
        <w:t>b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d)</w:t>
      </w:r>
    </w:p>
    <w:p w:rsidR="00A708F6" w:rsidRDefault="004F4CDC">
      <w:pPr>
        <w:spacing w:before="1" w:after="0" w:line="240" w:lineRule="auto"/>
        <w:ind w:left="102" w:right="18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s)</w:t>
      </w:r>
    </w:p>
    <w:p w:rsidR="00A708F6" w:rsidRDefault="004F4CDC">
      <w:pPr>
        <w:spacing w:before="2" w:after="0" w:line="254" w:lineRule="exact"/>
        <w:ind w:left="102" w:right="6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pub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s)</w:t>
      </w:r>
    </w:p>
    <w:p w:rsidR="00A708F6" w:rsidRDefault="004F4CDC">
      <w:pPr>
        <w:spacing w:after="0" w:line="248" w:lineRule="exact"/>
        <w:ind w:left="102" w:right="70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95 5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99</w:t>
      </w:r>
    </w:p>
    <w:p w:rsidR="00A708F6" w:rsidRDefault="004F4CDC">
      <w:pPr>
        <w:spacing w:after="0" w:line="252" w:lineRule="exact"/>
        <w:ind w:left="102" w:right="69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: 9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23</w:t>
      </w:r>
    </w:p>
    <w:p w:rsidR="00A708F6" w:rsidRDefault="004F4CDC">
      <w:pPr>
        <w:spacing w:before="1" w:after="0" w:line="240" w:lineRule="auto"/>
        <w:ind w:left="102" w:right="49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hyperlink r:id="rId14"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  <w:spacing w:val="-3"/>
          </w:rPr>
          <w:t>n</w:t>
        </w:r>
        <w:r>
          <w:rPr>
            <w:rFonts w:ascii="Arial" w:eastAsia="Arial" w:hAnsi="Arial" w:cs="Arial"/>
            <w:spacing w:val="3"/>
          </w:rPr>
          <w:t>f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1"/>
          </w:rPr>
          <w:t>@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  <w:spacing w:val="-2"/>
          </w:rPr>
          <w:t>v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-3"/>
          </w:rPr>
          <w:t>n</w:t>
        </w:r>
        <w:r>
          <w:rPr>
            <w:rFonts w:ascii="Arial" w:eastAsia="Arial" w:hAnsi="Arial" w:cs="Arial"/>
            <w:spacing w:val="1"/>
          </w:rPr>
          <w:t>t.</w:t>
        </w:r>
        <w:r>
          <w:rPr>
            <w:rFonts w:ascii="Arial" w:eastAsia="Arial" w:hAnsi="Arial" w:cs="Arial"/>
          </w:rPr>
          <w:t>ns</w:t>
        </w:r>
        <w:r>
          <w:rPr>
            <w:rFonts w:ascii="Arial" w:eastAsia="Arial" w:hAnsi="Arial" w:cs="Arial"/>
            <w:spacing w:val="-4"/>
          </w:rPr>
          <w:t>w</w:t>
        </w:r>
        <w:r>
          <w:rPr>
            <w:rFonts w:ascii="Arial" w:eastAsia="Arial" w:hAnsi="Arial" w:cs="Arial"/>
            <w:spacing w:val="-1"/>
          </w:rPr>
          <w:t>.</w:t>
        </w:r>
        <w:r>
          <w:rPr>
            <w:rFonts w:ascii="Arial" w:eastAsia="Arial" w:hAnsi="Arial" w:cs="Arial"/>
            <w:spacing w:val="2"/>
          </w:rPr>
          <w:t>g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3"/>
          </w:rPr>
          <w:t>v</w:t>
        </w:r>
        <w:r>
          <w:rPr>
            <w:rFonts w:ascii="Arial" w:eastAsia="Arial" w:hAnsi="Arial" w:cs="Arial"/>
            <w:spacing w:val="1"/>
          </w:rPr>
          <w:t>.</w:t>
        </w:r>
        <w:r>
          <w:rPr>
            <w:rFonts w:ascii="Arial" w:eastAsia="Arial" w:hAnsi="Arial" w:cs="Arial"/>
          </w:rPr>
          <w:t>au</w:t>
        </w:r>
      </w:hyperlink>
    </w:p>
    <w:p w:rsidR="00A708F6" w:rsidRDefault="004F4CDC">
      <w:pPr>
        <w:spacing w:after="0" w:line="252" w:lineRule="exact"/>
        <w:ind w:left="102" w:right="47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eb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e:</w:t>
      </w:r>
      <w:r>
        <w:rPr>
          <w:rFonts w:ascii="Arial" w:eastAsia="Arial" w:hAnsi="Arial" w:cs="Arial"/>
          <w:spacing w:val="-1"/>
        </w:rPr>
        <w:t xml:space="preserve"> </w:t>
      </w:r>
      <w:hyperlink r:id="rId15">
        <w:r>
          <w:rPr>
            <w:rFonts w:ascii="Arial" w:eastAsia="Arial" w:hAnsi="Arial" w:cs="Arial"/>
            <w:spacing w:val="-1"/>
          </w:rPr>
          <w:t>ww</w:t>
        </w:r>
        <w:r>
          <w:rPr>
            <w:rFonts w:ascii="Arial" w:eastAsia="Arial" w:hAnsi="Arial" w:cs="Arial"/>
            <w:spacing w:val="-3"/>
          </w:rPr>
          <w:t>w</w:t>
        </w:r>
        <w:r>
          <w:rPr>
            <w:rFonts w:ascii="Arial" w:eastAsia="Arial" w:hAnsi="Arial" w:cs="Arial"/>
            <w:spacing w:val="1"/>
          </w:rPr>
          <w:t>.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  <w:spacing w:val="-2"/>
          </w:rPr>
          <w:t>v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  <w:spacing w:val="1"/>
          </w:rPr>
          <w:t>m</w:t>
        </w:r>
        <w:r>
          <w:rPr>
            <w:rFonts w:ascii="Arial" w:eastAsia="Arial" w:hAnsi="Arial" w:cs="Arial"/>
          </w:rPr>
          <w:t>e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3"/>
          </w:rPr>
          <w:t>.</w:t>
        </w:r>
        <w:r>
          <w:rPr>
            <w:rFonts w:ascii="Arial" w:eastAsia="Arial" w:hAnsi="Arial" w:cs="Arial"/>
          </w:rPr>
          <w:t>ns</w:t>
        </w:r>
        <w:r>
          <w:rPr>
            <w:rFonts w:ascii="Arial" w:eastAsia="Arial" w:hAnsi="Arial" w:cs="Arial"/>
            <w:spacing w:val="-4"/>
          </w:rPr>
          <w:t>w</w:t>
        </w:r>
        <w:r>
          <w:rPr>
            <w:rFonts w:ascii="Arial" w:eastAsia="Arial" w:hAnsi="Arial" w:cs="Arial"/>
            <w:spacing w:val="-1"/>
          </w:rPr>
          <w:t>.</w:t>
        </w:r>
        <w:r>
          <w:rPr>
            <w:rFonts w:ascii="Arial" w:eastAsia="Arial" w:hAnsi="Arial" w:cs="Arial"/>
            <w:spacing w:val="2"/>
          </w:rPr>
          <w:t>g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3"/>
          </w:rPr>
          <w:t>v</w:t>
        </w:r>
        <w:r>
          <w:rPr>
            <w:rFonts w:ascii="Arial" w:eastAsia="Arial" w:hAnsi="Arial" w:cs="Arial"/>
            <w:spacing w:val="1"/>
          </w:rPr>
          <w:t>.</w:t>
        </w:r>
        <w:r>
          <w:rPr>
            <w:rFonts w:ascii="Arial" w:eastAsia="Arial" w:hAnsi="Arial" w:cs="Arial"/>
          </w:rPr>
          <w:t>au</w:t>
        </w:r>
      </w:hyperlink>
    </w:p>
    <w:p w:rsidR="00A708F6" w:rsidRDefault="00A708F6">
      <w:pPr>
        <w:spacing w:after="0"/>
        <w:jc w:val="both"/>
        <w:sectPr w:rsidR="00A708F6">
          <w:pgSz w:w="11920" w:h="16860"/>
          <w:pgMar w:top="1580" w:right="1580" w:bottom="880" w:left="1600" w:header="0" w:footer="686" w:gutter="0"/>
          <w:cols w:space="720"/>
        </w:sectPr>
      </w:pPr>
    </w:p>
    <w:p w:rsidR="00A708F6" w:rsidRDefault="004F4CDC">
      <w:pPr>
        <w:spacing w:before="74" w:after="0" w:line="240" w:lineRule="auto"/>
        <w:ind w:left="102" w:right="74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</w:rPr>
        <w:lastRenderedPageBreak/>
        <w:t>P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i/>
          <w:sz w:val="28"/>
          <w:szCs w:val="28"/>
        </w:rPr>
        <w:t>se</w:t>
      </w:r>
    </w:p>
    <w:p w:rsidR="00A708F6" w:rsidRDefault="00A708F6">
      <w:pPr>
        <w:spacing w:before="1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2" w:right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ement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17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21 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 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sures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 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19" w:after="0" w:line="220" w:lineRule="exact"/>
      </w:pPr>
    </w:p>
    <w:p w:rsidR="00A708F6" w:rsidRDefault="002B0ED0">
      <w:pPr>
        <w:spacing w:after="0" w:line="240" w:lineRule="auto"/>
        <w:ind w:left="102" w:right="57"/>
        <w:jc w:val="both"/>
        <w:rPr>
          <w:rFonts w:ascii="Arial" w:eastAsia="Arial" w:hAnsi="Arial" w:cs="Arial"/>
        </w:rPr>
      </w:pPr>
      <w:r>
        <w:pict>
          <v:group id="_x0000_s1787" style="position:absolute;left:0;text-align:left;margin-left:100.4pt;margin-top:55.25pt;width:339.5pt;height:359.35pt;z-index:-251673088;mso-position-horizontal-relative:page" coordorigin="2008,1105" coordsize="6790,7187">
            <v:group id="_x0000_s1808" style="position:absolute;left:2018;top:5889;width:2386;height:2393" coordorigin="2018,5889" coordsize="2386,2393">
              <v:shape id="_x0000_s1810" style="position:absolute;left:2018;top:5889;width:2386;height:2393" coordorigin="2018,5889" coordsize="2386,2393" path="m2917,5889r-78,5l2763,5909r-74,26l2633,5966r-62,44l2522,6050r-53,48l2407,6160r-389,388l3753,8282r363,-363l3707,7919,2383,6593r268,-268l2705,6276r50,-40l2819,6196r60,-25l2946,6160r634,-1l3557,6143r-65,-45l3429,6058r-63,-35l3304,5992r-61,-27l3182,5942r-61,-19l3060,5907r-62,-12l2937,5890r-20,-1e" fillcolor="silver" stroked="f">
                <v:path arrowok="t"/>
              </v:shape>
              <v:shape id="_x0000_s1809" style="position:absolute;left:2018;top:5889;width:2386;height:2393" coordorigin="2018,5889" coordsize="2386,2393" path="m3580,6159r-598,l3000,6160r19,2l3098,6175r63,18l3228,6219r64,31l3359,6289r69,47l3500,6391r49,40l3599,6475r51,48l3703,6574r48,49l3796,6672r43,49l3880,6770r38,49l3954,6868r49,74l4047,7016r37,71l4109,7148r18,59l4139,7282r1,36l4140,7336r-10,68l4106,7471r-40,69l4027,7592r-48,54l3707,7919r409,l4186,7848r52,-55l4283,7736r38,-57l4352,7621r24,-58l4392,7503r10,-61l4404,7380r-1,-22l4396,7290r-14,-71l4360,7145r-28,-79l4295,6985r-28,-56l4236,6873r-35,-56l4164,6760r-41,-57l4078,6646r-47,-58l3980,6530r-54,-59l3869,6413r-46,-45l3778,6325r-45,-40l3667,6228r-66,-53l3580,6159e" fillcolor="silver" stroked="f">
                <v:path arrowok="t"/>
              </v:shape>
            </v:group>
            <v:group id="_x0000_s1798" style="position:absolute;left:3232;top:4608;width:2793;height:2460" coordorigin="3232,4608" coordsize="2793,2460">
              <v:shape id="_x0000_s1807" style="position:absolute;left:3232;top:4608;width:2793;height:2460" coordorigin="3232,4608" coordsize="2793,2460" path="m4480,4708r-607,l3855,4728r-17,20l3820,4768r-18,l3783,4788r-18,20l3738,4848r-506,500l4966,7068r159,-140l4588,6368r-38,-20l4362,6148r184,-180l4563,5948r-407,l3583,5368r391,-380l3990,4968r17,-20l4024,4948r16,-20l4058,4928r17,-20l4093,4908r18,-20l4696,4888r-19,-20l4656,4848r-15,-20l4625,4828r-31,-40l4578,4788r-16,-20l4546,4748r-16,l4514,4728r-17,l4480,4708e" fillcolor="silver" stroked="f">
                <v:path arrowok="t"/>
              </v:shape>
              <v:shape id="_x0000_s1806" style="position:absolute;left:3232;top:4608;width:2793;height:2460" coordorigin="3232,4608" coordsize="2793,2460" path="m5957,5988r-711,l5275,6008r30,20l5331,6028r26,20l5383,6048r26,20l5565,6128r210,60l5827,6208r14,l6025,6028r-68,-40e" fillcolor="silver" stroked="f">
                <v:path arrowok="t"/>
              </v:shape>
              <v:shape id="_x0000_s1805" style="position:absolute;left:3232;top:4608;width:2793;height:2460" coordorigin="3232,4608" coordsize="2793,2460" path="m5630,5868r-738,l4906,5888r45,l4969,5908r56,l5046,5928r22,l5091,5948r48,l5164,5968r27,l5218,5988r705,l5855,5948r-69,-20l5630,5868e" fillcolor="silver" stroked="f">
                <v:path arrowok="t"/>
              </v:shape>
              <v:shape id="_x0000_s1804" style="position:absolute;left:3232;top:4608;width:2793;height:2460" coordorigin="3232,4608" coordsize="2793,2460" path="m4696,4888r-398,l4316,4908r35,l4368,4928r18,l4403,4948r18,l4456,4988r18,l4510,5028r15,20l4539,5068r13,20l4564,5088r32,60l4613,5188r8,l4639,5248r8,60l4647,5328r-1,20l4635,5408r-11,40l4616,5448r-8,20l4598,5488r-11,20l4575,5528r-13,l4548,5548r-16,20l4516,5588r-18,20l4156,5948r407,l4596,5908r16,l4629,5888r17,l4663,5868r967,l5578,5848r-71,-20l5437,5788r-36,l5329,5748r-19,l5291,5728r-56,l5216,5708r-38,l5159,5688r-77,l5062,5668r-262,l4812,5648r33,-60l4871,5528r19,-60l4901,5408r3,-60l4904,5328r-8,-60l4881,5208r-6,-40l4850,5108r-31,-60l4779,4988r-47,-60l4715,4908r-19,-20e" fillcolor="silver" stroked="f">
                <v:path arrowok="t"/>
              </v:shape>
              <v:shape id="_x0000_s1803" style="position:absolute;left:3232;top:4608;width:2793;height:2460" coordorigin="3232,4608" coordsize="2793,2460" path="m4964,5648r-77,l4866,5668r115,l4964,5648e" fillcolor="silver" stroked="f">
                <v:path arrowok="t"/>
              </v:shape>
              <v:shape id="_x0000_s1802" style="position:absolute;left:3232;top:4608;width:2793;height:2460" coordorigin="3232,4608" coordsize="2793,2460" path="m4411,4668r-487,l3907,4688r-17,20l4463,4708r-17,-20l4429,4688r-18,-20e" fillcolor="silver" stroked="f">
                <v:path arrowok="t"/>
              </v:shape>
              <v:shape id="_x0000_s1801" style="position:absolute;left:3232;top:4608;width:2793;height:2460" coordorigin="3232,4608" coordsize="2793,2460" path="m4376,4648r-420,l3940,4668r454,l4376,4648e" fillcolor="silver" stroked="f">
                <v:path arrowok="t"/>
              </v:shape>
              <v:shape id="_x0000_s1800" style="position:absolute;left:3232;top:4608;width:2793;height:2460" coordorigin="3232,4608" coordsize="2793,2460" path="m4318,4628r-314,l3988,4648r351,l4318,4628e" fillcolor="silver" stroked="f">
                <v:path arrowok="t"/>
              </v:shape>
              <v:shape id="_x0000_s1799" style="position:absolute;left:3232;top:4608;width:2793;height:2460" coordorigin="3232,4608" coordsize="2793,2460" path="m4258,4608r-209,l4034,4628r244,l4258,4608e" fillcolor="silver" stroked="f">
                <v:path arrowok="t"/>
              </v:shape>
            </v:group>
            <v:group id="_x0000_s1794" style="position:absolute;left:4774;top:3622;width:2396;height:2367" coordorigin="4774,3622" coordsize="2396,2367">
              <v:shape id="_x0000_s1797" style="position:absolute;left:4774;top:3622;width:2396;height:2367" coordorigin="4774,3622" coordsize="2396,2367" path="m4944,3622r-170,170l4966,4121r825,1429l6046,5989r167,-167l6134,5691,5878,5264r-60,-98l6051,4933r-373,l5602,4804,5378,4419r-75,-129l5266,4228r-38,-61l5189,4107r-40,-60l5108,3989r-42,-58l5037,3893r391,l4944,3622e" fillcolor="silver" stroked="f">
                <v:path arrowok="t"/>
              </v:shape>
              <v:shape id="_x0000_s1796" style="position:absolute;left:4774;top:3622;width:2396;height:2367" coordorigin="4774,3622" coordsize="2396,2367" path="m6808,4660r-484,l6490,4757r168,95l6793,4926r104,54l7001,5033r170,-169l6808,4660e" fillcolor="silver" stroked="f">
                <v:path arrowok="t"/>
              </v:shape>
              <v:shape id="_x0000_s1795" style="position:absolute;left:4774;top:3622;width:2396;height:2367" coordorigin="4774,3622" coordsize="2396,2367" path="m5428,3893r-391,l5072,3916r95,61l5231,4017r118,72l6087,4523r-409,410l6051,4933r273,-273l6808,4660,5428,3893e" fillcolor="silver" stroked="f">
                <v:path arrowok="t"/>
              </v:shape>
            </v:group>
            <v:group id="_x0000_s1791" style="position:absolute;left:5573;top:2183;width:1893;height:2544" coordorigin="5573,2183" coordsize="1893,2544">
              <v:shape id="_x0000_s1793" style="position:absolute;left:5573;top:2183;width:1893;height:2544" coordorigin="5573,2183" coordsize="1893,2544" path="m6384,2183r-811,810l7308,4727r158,-159l6679,3780r204,-204l6474,3576,5937,3039r293,-294l6391,2580r96,-99l6582,2380,6384,2183e" fillcolor="silver" stroked="f">
                <v:path arrowok="t"/>
              </v:shape>
              <v:shape id="_x0000_s1792" style="position:absolute;left:5573;top:2183;width:1893;height:2544" coordorigin="5573,2183" coordsize="1893,2544" path="m7037,3012r-563,564l6883,3576r132,-135l7098,3355r83,-87l7235,3210,7037,3012e" fillcolor="silver" stroked="f">
                <v:path arrowok="t"/>
              </v:shape>
            </v:group>
            <v:group id="_x0000_s1788" style="position:absolute;left:6506;top:1115;width:2282;height:2291" coordorigin="6506,1115" coordsize="2282,2291">
              <v:shape id="_x0000_s1790" style="position:absolute;left:6506;top:1115;width:2282;height:2291" coordorigin="6506,1115" coordsize="2282,2291" path="m7417,1876r-317,l8629,3405r159,-158l7417,1876e" fillcolor="silver" stroked="f">
                <v:path arrowok="t"/>
              </v:shape>
              <v:shape id="_x0000_s1789" style="position:absolute;left:6506;top:1115;width:2282;height:2291" coordorigin="6506,1115" coordsize="2282,2291" path="m7451,1115r-190,190l6740,1832r-234,241l6704,2271r396,-395l7417,1876,7259,1717r138,-139l7476,1497r78,-81l7631,1333r18,-20l7451,1115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6"/>
        </w:rPr>
        <w:t>S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al </w:t>
      </w:r>
      <w:r w:rsidR="004F4CDC">
        <w:rPr>
          <w:rFonts w:ascii="Arial" w:eastAsia="Arial" w:hAnsi="Arial" w:cs="Arial"/>
          <w:spacing w:val="-1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4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Pl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2</w:t>
      </w:r>
      <w:r w:rsidR="004F4CDC">
        <w:rPr>
          <w:rFonts w:ascii="Arial" w:eastAsia="Arial" w:hAnsi="Arial" w:cs="Arial"/>
          <w:spacing w:val="-1"/>
        </w:rPr>
        <w:t>0</w:t>
      </w:r>
      <w:r w:rsidR="004F4CDC">
        <w:rPr>
          <w:rFonts w:ascii="Arial" w:eastAsia="Arial" w:hAnsi="Arial" w:cs="Arial"/>
        </w:rPr>
        <w:t>17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–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2</w:t>
      </w:r>
      <w:r w:rsidR="004F4CDC">
        <w:rPr>
          <w:rFonts w:ascii="Arial" w:eastAsia="Arial" w:hAnsi="Arial" w:cs="Arial"/>
          <w:spacing w:val="-3"/>
        </w:rPr>
        <w:t>0</w:t>
      </w:r>
      <w:r w:rsidR="004F4CDC">
        <w:rPr>
          <w:rFonts w:ascii="Arial" w:eastAsia="Arial" w:hAnsi="Arial" w:cs="Arial"/>
        </w:rPr>
        <w:t>21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en prepared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acc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 xml:space="preserve">nce </w:t>
      </w:r>
      <w:r w:rsidR="004F4CDC">
        <w:rPr>
          <w:rFonts w:ascii="Arial" w:eastAsia="Arial" w:hAnsi="Arial" w:cs="Arial"/>
          <w:spacing w:val="-1"/>
        </w:rPr>
        <w:t>wi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art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3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mmo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4"/>
        </w:rPr>
        <w:t>w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al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E</w:t>
      </w:r>
      <w:r w:rsidR="004F4CDC">
        <w:rPr>
          <w:rFonts w:ascii="Arial" w:eastAsia="Arial" w:hAnsi="Arial" w:cs="Arial"/>
          <w:i/>
        </w:rPr>
        <w:t>nv</w:t>
      </w:r>
      <w:r w:rsidR="004F4CDC">
        <w:rPr>
          <w:rFonts w:ascii="Arial" w:eastAsia="Arial" w:hAnsi="Arial" w:cs="Arial"/>
          <w:i/>
          <w:spacing w:val="-1"/>
        </w:rPr>
        <w:t>i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  <w:spacing w:val="1"/>
        </w:rPr>
        <w:t>m</w:t>
      </w:r>
      <w:r w:rsidR="004F4CDC">
        <w:rPr>
          <w:rFonts w:ascii="Arial" w:eastAsia="Arial" w:hAnsi="Arial" w:cs="Arial"/>
          <w:i/>
          <w:spacing w:val="-3"/>
        </w:rPr>
        <w:t>e</w:t>
      </w:r>
      <w:r w:rsidR="004F4CDC">
        <w:rPr>
          <w:rFonts w:ascii="Arial" w:eastAsia="Arial" w:hAnsi="Arial" w:cs="Arial"/>
          <w:i/>
        </w:rPr>
        <w:t>nt</w:t>
      </w:r>
      <w:r w:rsidR="004F4CDC">
        <w:rPr>
          <w:rFonts w:ascii="Arial" w:eastAsia="Arial" w:hAnsi="Arial" w:cs="Arial"/>
          <w:i/>
          <w:spacing w:val="4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P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</w:rPr>
        <w:t>ot</w:t>
      </w:r>
      <w:r w:rsidR="004F4CDC">
        <w:rPr>
          <w:rFonts w:ascii="Arial" w:eastAsia="Arial" w:hAnsi="Arial" w:cs="Arial"/>
          <w:i/>
          <w:spacing w:val="-2"/>
        </w:rPr>
        <w:t>e</w:t>
      </w:r>
      <w:r w:rsidR="004F4CDC">
        <w:rPr>
          <w:rFonts w:ascii="Arial" w:eastAsia="Arial" w:hAnsi="Arial" w:cs="Arial"/>
          <w:i/>
        </w:rPr>
        <w:t>c</w:t>
      </w:r>
      <w:r w:rsidR="004F4CDC">
        <w:rPr>
          <w:rFonts w:ascii="Arial" w:eastAsia="Arial" w:hAnsi="Arial" w:cs="Arial"/>
          <w:i/>
          <w:spacing w:val="1"/>
        </w:rPr>
        <w:t>t</w:t>
      </w:r>
      <w:r w:rsidR="004F4CDC">
        <w:rPr>
          <w:rFonts w:ascii="Arial" w:eastAsia="Arial" w:hAnsi="Arial" w:cs="Arial"/>
          <w:i/>
          <w:spacing w:val="-1"/>
        </w:rPr>
        <w:t>i</w:t>
      </w:r>
      <w:r w:rsidR="004F4CDC">
        <w:rPr>
          <w:rFonts w:ascii="Arial" w:eastAsia="Arial" w:hAnsi="Arial" w:cs="Arial"/>
          <w:i/>
        </w:rPr>
        <w:t>on a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d B</w:t>
      </w:r>
      <w:r w:rsidR="004F4CDC">
        <w:rPr>
          <w:rFonts w:ascii="Arial" w:eastAsia="Arial" w:hAnsi="Arial" w:cs="Arial"/>
          <w:i/>
          <w:spacing w:val="-1"/>
        </w:rPr>
        <w:t>i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1"/>
        </w:rPr>
        <w:t>di</w:t>
      </w:r>
      <w:r w:rsidR="004F4CDC">
        <w:rPr>
          <w:rFonts w:ascii="Arial" w:eastAsia="Arial" w:hAnsi="Arial" w:cs="Arial"/>
          <w:i/>
        </w:rPr>
        <w:t>versity</w:t>
      </w:r>
      <w:r w:rsidR="004F4CDC">
        <w:rPr>
          <w:rFonts w:ascii="Arial" w:eastAsia="Arial" w:hAnsi="Arial" w:cs="Arial"/>
          <w:i/>
          <w:spacing w:val="2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C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s</w:t>
      </w:r>
      <w:r w:rsidR="004F4CDC">
        <w:rPr>
          <w:rFonts w:ascii="Arial" w:eastAsia="Arial" w:hAnsi="Arial" w:cs="Arial"/>
          <w:i/>
          <w:spacing w:val="-3"/>
        </w:rPr>
        <w:t>e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  <w:spacing w:val="-2"/>
        </w:rPr>
        <w:t>v</w:t>
      </w:r>
      <w:r w:rsidR="004F4CDC">
        <w:rPr>
          <w:rFonts w:ascii="Arial" w:eastAsia="Arial" w:hAnsi="Arial" w:cs="Arial"/>
          <w:i/>
        </w:rPr>
        <w:t>ati</w:t>
      </w:r>
      <w:r w:rsidR="004F4CDC">
        <w:rPr>
          <w:rFonts w:ascii="Arial" w:eastAsia="Arial" w:hAnsi="Arial" w:cs="Arial"/>
          <w:i/>
          <w:spacing w:val="-1"/>
        </w:rPr>
        <w:t>o</w:t>
      </w:r>
      <w:r w:rsidR="004F4CDC">
        <w:rPr>
          <w:rFonts w:ascii="Arial" w:eastAsia="Arial" w:hAnsi="Arial" w:cs="Arial"/>
          <w:i/>
        </w:rPr>
        <w:t>n Act 1</w:t>
      </w:r>
      <w:r w:rsidR="004F4CDC">
        <w:rPr>
          <w:rFonts w:ascii="Arial" w:eastAsia="Arial" w:hAnsi="Arial" w:cs="Arial"/>
          <w:i/>
          <w:spacing w:val="-1"/>
        </w:rPr>
        <w:t>9</w:t>
      </w:r>
      <w:r w:rsidR="004F4CDC">
        <w:rPr>
          <w:rFonts w:ascii="Arial" w:eastAsia="Arial" w:hAnsi="Arial" w:cs="Arial"/>
          <w:i/>
        </w:rPr>
        <w:t>99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8" w:after="0" w:line="280" w:lineRule="exact"/>
        <w:rPr>
          <w:sz w:val="28"/>
          <w:szCs w:val="28"/>
        </w:rPr>
      </w:pPr>
    </w:p>
    <w:p w:rsidR="00A708F6" w:rsidRDefault="004F4CDC">
      <w:pPr>
        <w:tabs>
          <w:tab w:val="left" w:pos="8560"/>
        </w:tabs>
        <w:spacing w:before="34" w:after="0" w:line="240" w:lineRule="auto"/>
        <w:ind w:left="102" w:right="-20"/>
        <w:rPr>
          <w:rFonts w:ascii="Arial Narrow" w:eastAsia="Arial Narrow" w:hAnsi="Arial Narrow" w:cs="Arial Narrow"/>
        </w:rPr>
      </w:pP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pacing w:val="-2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m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er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ial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angaro</w:t>
      </w:r>
      <w:r>
        <w:rPr>
          <w:rFonts w:ascii="Arial" w:eastAsia="Arial" w:hAnsi="Arial" w:cs="Arial"/>
          <w:sz w:val="16"/>
          <w:szCs w:val="16"/>
        </w:rPr>
        <w:t xml:space="preserve">o </w:t>
      </w:r>
      <w:r>
        <w:rPr>
          <w:rFonts w:ascii="Arial" w:eastAsia="Arial" w:hAnsi="Arial" w:cs="Arial"/>
          <w:spacing w:val="-1"/>
          <w:sz w:val="16"/>
          <w:szCs w:val="16"/>
        </w:rPr>
        <w:t>Harve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2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anage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2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 xml:space="preserve">lan </w:t>
      </w:r>
      <w:r>
        <w:rPr>
          <w:rFonts w:ascii="Arial" w:eastAsia="Arial" w:hAnsi="Arial" w:cs="Arial"/>
          <w:spacing w:val="-1"/>
          <w:sz w:val="16"/>
          <w:szCs w:val="16"/>
        </w:rPr>
        <w:t>201</w:t>
      </w:r>
      <w:r>
        <w:rPr>
          <w:rFonts w:ascii="Arial" w:eastAsia="Arial" w:hAnsi="Arial" w:cs="Arial"/>
          <w:sz w:val="16"/>
          <w:szCs w:val="16"/>
        </w:rPr>
        <w:t>7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–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20</w:t>
      </w:r>
      <w:r>
        <w:rPr>
          <w:rFonts w:ascii="Arial" w:eastAsia="Arial" w:hAnsi="Arial" w:cs="Arial"/>
          <w:spacing w:val="-3"/>
          <w:sz w:val="16"/>
          <w:szCs w:val="16"/>
        </w:rPr>
        <w:t>2</w:t>
      </w:r>
      <w:r>
        <w:rPr>
          <w:rFonts w:ascii="Arial" w:eastAsia="Arial" w:hAnsi="Arial" w:cs="Arial"/>
          <w:spacing w:val="-1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Draf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ugus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2016</w:t>
      </w:r>
      <w:r>
        <w:rPr>
          <w:rFonts w:ascii="Arial" w:eastAsia="Arial" w:hAnsi="Arial" w:cs="Arial"/>
          <w:sz w:val="16"/>
          <w:szCs w:val="16"/>
        </w:rPr>
        <w:t>: For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>x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>ibi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ion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 Narrow" w:eastAsia="Arial Narrow" w:hAnsi="Arial Narrow" w:cs="Arial Narrow"/>
        </w:rPr>
        <w:t>i</w:t>
      </w:r>
    </w:p>
    <w:p w:rsidR="00A708F6" w:rsidRDefault="00A708F6">
      <w:pPr>
        <w:spacing w:after="0"/>
        <w:sectPr w:rsidR="00A708F6">
          <w:footerReference w:type="default" r:id="rId16"/>
          <w:pgSz w:w="11920" w:h="16860"/>
          <w:pgMar w:top="1580" w:right="1580" w:bottom="280" w:left="1600" w:header="0" w:footer="0" w:gutter="0"/>
          <w:cols w:space="720"/>
        </w:sectPr>
      </w:pPr>
    </w:p>
    <w:p w:rsidR="00A708F6" w:rsidRDefault="004F4CDC">
      <w:pPr>
        <w:spacing w:before="73"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 of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tabs>
          <w:tab w:val="left" w:pos="152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  <w:spacing w:val="-1"/>
        </w:rPr>
        <w:t>P</w:t>
      </w:r>
      <w:r>
        <w:rPr>
          <w:rFonts w:ascii="Arial" w:eastAsia="Arial" w:hAnsi="Arial" w:cs="Arial"/>
          <w:b/>
          <w:bCs/>
          <w:i/>
        </w:rPr>
        <w:t>urp</w:t>
      </w:r>
      <w:r>
        <w:rPr>
          <w:rFonts w:ascii="Arial" w:eastAsia="Arial" w:hAnsi="Arial" w:cs="Arial"/>
          <w:b/>
          <w:bCs/>
          <w:i/>
          <w:spacing w:val="-1"/>
        </w:rPr>
        <w:t>o</w:t>
      </w:r>
      <w:r>
        <w:rPr>
          <w:rFonts w:ascii="Arial" w:eastAsia="Arial" w:hAnsi="Arial" w:cs="Arial"/>
          <w:b/>
          <w:bCs/>
          <w:i/>
        </w:rPr>
        <w:t>se</w:t>
      </w:r>
      <w:r>
        <w:rPr>
          <w:rFonts w:ascii="Arial" w:eastAsia="Arial" w:hAnsi="Arial" w:cs="Arial"/>
          <w:b/>
          <w:bCs/>
          <w:i/>
        </w:rPr>
        <w:tab/>
      </w:r>
      <w:r>
        <w:rPr>
          <w:rFonts w:ascii="Arial" w:eastAsia="Arial" w:hAnsi="Arial" w:cs="Arial"/>
          <w:b/>
          <w:bCs/>
          <w:spacing w:val="1"/>
        </w:rPr>
        <w:t>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...............................................................................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31"/>
        </w:rPr>
        <w:t xml:space="preserve"> </w:t>
      </w:r>
      <w:r>
        <w:rPr>
          <w:rFonts w:ascii="Arial" w:eastAsia="Arial" w:hAnsi="Arial" w:cs="Arial"/>
          <w:b/>
          <w:bCs/>
        </w:rPr>
        <w:t>i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..............................................................................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1"/>
        </w:rPr>
        <w:t xml:space="preserve"> </w:t>
      </w:r>
      <w:r>
        <w:rPr>
          <w:rFonts w:ascii="Arial" w:eastAsia="Arial" w:hAnsi="Arial" w:cs="Arial"/>
        </w:rPr>
        <w:t>1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1.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2"/>
        </w:rPr>
        <w:t>n</w:t>
      </w:r>
      <w:r>
        <w:rPr>
          <w:rFonts w:ascii="Arial" w:eastAsia="Arial" w:hAnsi="Arial" w:cs="Arial"/>
          <w:b/>
          <w:bCs/>
          <w:spacing w:val="1"/>
        </w:rPr>
        <w:t>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31"/>
        </w:rPr>
        <w:t xml:space="preserve"> </w:t>
      </w:r>
      <w:r>
        <w:rPr>
          <w:rFonts w:ascii="Arial" w:eastAsia="Arial" w:hAnsi="Arial" w:cs="Arial"/>
          <w:b/>
          <w:bCs/>
        </w:rPr>
        <w:t>2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</w:rPr>
        <w:tab/>
        <w:t>L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gis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a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5"/>
        </w:rPr>
        <w:t>e</w:t>
      </w:r>
      <w:r>
        <w:rPr>
          <w:rFonts w:ascii="Arial" w:eastAsia="Arial" w:hAnsi="Arial" w:cs="Arial"/>
          <w:b/>
          <w:bCs/>
          <w:spacing w:val="3"/>
        </w:rPr>
        <w:t>w</w:t>
      </w:r>
      <w:r>
        <w:rPr>
          <w:rFonts w:ascii="Arial" w:eastAsia="Arial" w:hAnsi="Arial" w:cs="Arial"/>
          <w:b/>
          <w:bCs/>
        </w:rPr>
        <w:t>ork</w:t>
      </w:r>
      <w:r>
        <w:rPr>
          <w:rFonts w:ascii="Arial" w:eastAsia="Arial" w:hAnsi="Arial" w:cs="Arial"/>
          <w:b/>
          <w:bCs/>
          <w:spacing w:val="-2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......................................................................................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31"/>
        </w:rPr>
        <w:t xml:space="preserve"> </w:t>
      </w:r>
      <w:r>
        <w:rPr>
          <w:rFonts w:ascii="Arial" w:eastAsia="Arial" w:hAnsi="Arial" w:cs="Arial"/>
          <w:b/>
          <w:bCs/>
        </w:rPr>
        <w:t>2</w:t>
      </w:r>
    </w:p>
    <w:p w:rsidR="00A708F6" w:rsidRDefault="00A708F6">
      <w:pPr>
        <w:spacing w:before="1" w:after="0" w:line="240" w:lineRule="exact"/>
        <w:rPr>
          <w:sz w:val="24"/>
          <w:szCs w:val="24"/>
        </w:rPr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ment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ro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>ment</w:t>
      </w:r>
      <w:r>
        <w:rPr>
          <w:rFonts w:ascii="Arial" w:eastAsia="Arial" w:hAnsi="Arial" w:cs="Arial"/>
          <w:b/>
          <w:bCs/>
          <w:spacing w:val="-2"/>
        </w:rPr>
        <w:t>a</w:t>
      </w:r>
      <w:r>
        <w:rPr>
          <w:rFonts w:ascii="Arial" w:eastAsia="Arial" w:hAnsi="Arial" w:cs="Arial"/>
          <w:b/>
          <w:bCs/>
        </w:rPr>
        <w:t xml:space="preserve">l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mpa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31"/>
        </w:rPr>
        <w:t xml:space="preserve"> </w:t>
      </w:r>
      <w:r>
        <w:rPr>
          <w:rFonts w:ascii="Arial" w:eastAsia="Arial" w:hAnsi="Arial" w:cs="Arial"/>
          <w:b/>
          <w:bCs/>
        </w:rPr>
        <w:t>4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0"/>
        </w:rPr>
        <w:t>s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1"/>
        </w:rPr>
        <w:t xml:space="preserve"> </w:t>
      </w:r>
      <w:r>
        <w:rPr>
          <w:rFonts w:ascii="Arial" w:eastAsia="Arial" w:hAnsi="Arial" w:cs="Arial"/>
        </w:rPr>
        <w:t>4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2B0ED0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pict>
          <v:group id="_x0000_s1763" style="position:absolute;left:0;text-align:left;margin-left:100.4pt;margin-top:4pt;width:339.5pt;height:359.35pt;z-index:-251672064;mso-position-horizontal-relative:page" coordorigin="2008,80" coordsize="6790,7187">
            <v:group id="_x0000_s1784" style="position:absolute;left:2018;top:4864;width:2386;height:2393" coordorigin="2018,4864" coordsize="2386,2393">
              <v:shape id="_x0000_s1786" style="position:absolute;left:2018;top:4864;width:2386;height:2393" coordorigin="2018,4864" coordsize="2386,2393" path="m2917,4864r-78,5l2763,4885r-74,26l2633,4942r-62,43l2522,5026r-53,47l2407,5135r-389,388l3753,7257r363,-363l3707,6894,2383,5568r268,-268l2705,5251r50,-40l2819,5171r60,-25l2946,5136r634,-1l3557,5118r-65,-45l3429,5033r-63,-35l3304,4967r-61,-27l3182,4917r-61,-19l3060,4882r-62,-11l2937,4865r-20,-1e" fillcolor="silver" stroked="f">
                <v:path arrowok="t"/>
              </v:shape>
              <v:shape id="_x0000_s1785" style="position:absolute;left:2018;top:4864;width:2386;height:2393" coordorigin="2018,4864" coordsize="2386,2393" path="m3580,5135r-598,l3000,5135r19,2l3098,5150r63,18l3228,5194r64,31l3359,5265r69,46l3500,5366r49,40l3599,5450r51,48l3703,5549r48,49l3796,5647r43,49l3880,5745r38,49l3954,5843r49,74l4047,5991r37,71l4109,6123r18,59l4139,6257r1,37l4140,6311r-10,68l4106,6446r-40,69l4027,6567r-48,54l3707,6894r409,l4186,6824r52,-56l4283,6712r38,-58l4352,6597r24,-59l4392,6478r10,-60l4404,6355r-1,-22l4396,6266r-14,-72l4360,6120r-28,-78l4295,5960r-28,-56l4236,5848r-35,-56l4164,5735r-41,-57l4078,5621r-47,-58l3980,5505r-54,-59l3869,5388r-46,-45l3778,5300r-45,-40l3667,5203r-66,-53l3580,5135e" fillcolor="silver" stroked="f">
                <v:path arrowok="t"/>
              </v:shape>
            </v:group>
            <v:group id="_x0000_s1774" style="position:absolute;left:3232;top:3583;width:2793;height:2460" coordorigin="3232,3583" coordsize="2793,2460">
              <v:shape id="_x0000_s1783" style="position:absolute;left:3232;top:3583;width:2793;height:2460" coordorigin="3232,3583" coordsize="2793,2460" path="m4480,3683r-607,l3855,3703r-17,20l3820,3743r-18,l3783,3763r-18,20l3738,3823r-506,500l4966,6043r159,-140l4588,5343r-38,-20l4362,5123r184,-180l4563,4923r-407,l3583,4343r391,-380l3990,3943r17,-20l4024,3923r16,-20l4058,3903r17,-20l4093,3883r18,-20l4696,3863r-19,-20l4656,3823r-15,-20l4625,3803r-31,-40l4578,3763r-16,-20l4546,3723r-16,l4514,3703r-17,l4480,3683e" fillcolor="silver" stroked="f">
                <v:path arrowok="t"/>
              </v:shape>
              <v:shape id="_x0000_s1782" style="position:absolute;left:3232;top:3583;width:2793;height:2460" coordorigin="3232,3583" coordsize="2793,2460" path="m5957,4963r-711,l5275,4983r30,20l5331,5003r26,20l5383,5023r26,20l5565,5103r210,60l5827,5183r14,l6025,5003r-68,-40e" fillcolor="silver" stroked="f">
                <v:path arrowok="t"/>
              </v:shape>
              <v:shape id="_x0000_s1781" style="position:absolute;left:3232;top:3583;width:2793;height:2460" coordorigin="3232,3583" coordsize="2793,2460" path="m5630,4843r-738,l4906,4863r45,l4969,4883r56,l5046,4903r22,l5091,4923r48,l5164,4943r27,l5218,4963r705,l5855,4923r-69,-20l5630,4843e" fillcolor="silver" stroked="f">
                <v:path arrowok="t"/>
              </v:shape>
              <v:shape id="_x0000_s1780" style="position:absolute;left:3232;top:3583;width:2793;height:2460" coordorigin="3232,3583" coordsize="2793,2460" path="m4696,3863r-398,l4316,3883r35,l4368,3903r18,l4403,3923r18,l4456,3963r18,l4510,4003r15,20l4539,4043r13,20l4564,4063r32,60l4613,4163r8,l4639,4223r8,60l4647,4303r-1,20l4635,4383r-11,40l4616,4423r-8,20l4598,4463r-11,20l4575,4503r-13,l4548,4523r-16,20l4516,4563r-18,20l4156,4923r407,l4596,4883r16,l4629,4863r17,l4663,4843r967,l5578,4823r-71,-20l5437,4763r-36,l5329,4723r-19,l5291,4703r-56,l5216,4683r-38,l5159,4663r-77,l5062,4643r-262,l4812,4623r33,-60l4871,4503r19,-60l4901,4383r3,-60l4904,4303r-8,-60l4881,4183r-6,-40l4850,4083r-31,-60l4779,3963r-47,-60l4715,3883r-19,-20e" fillcolor="silver" stroked="f">
                <v:path arrowok="t"/>
              </v:shape>
              <v:shape id="_x0000_s1779" style="position:absolute;left:3232;top:3583;width:2793;height:2460" coordorigin="3232,3583" coordsize="2793,2460" path="m4964,4623r-77,l4866,4643r115,l4964,4623e" fillcolor="silver" stroked="f">
                <v:path arrowok="t"/>
              </v:shape>
              <v:shape id="_x0000_s1778" style="position:absolute;left:3232;top:3583;width:2793;height:2460" coordorigin="3232,3583" coordsize="2793,2460" path="m4411,3643r-487,l3907,3663r-17,20l4463,3683r-17,-20l4429,3663r-18,-20e" fillcolor="silver" stroked="f">
                <v:path arrowok="t"/>
              </v:shape>
              <v:shape id="_x0000_s1777" style="position:absolute;left:3232;top:3583;width:2793;height:2460" coordorigin="3232,3583" coordsize="2793,2460" path="m4376,3623r-420,l3940,3643r454,l4376,3623e" fillcolor="silver" stroked="f">
                <v:path arrowok="t"/>
              </v:shape>
              <v:shape id="_x0000_s1776" style="position:absolute;left:3232;top:3583;width:2793;height:2460" coordorigin="3232,3583" coordsize="2793,2460" path="m4318,3603r-314,l3988,3623r351,l4318,3603e" fillcolor="silver" stroked="f">
                <v:path arrowok="t"/>
              </v:shape>
              <v:shape id="_x0000_s1775" style="position:absolute;left:3232;top:3583;width:2793;height:2460" coordorigin="3232,3583" coordsize="2793,2460" path="m4258,3583r-209,l4034,3603r244,l4258,3583e" fillcolor="silver" stroked="f">
                <v:path arrowok="t"/>
              </v:shape>
            </v:group>
            <v:group id="_x0000_s1770" style="position:absolute;left:4774;top:2597;width:2396;height:2367" coordorigin="4774,2597" coordsize="2396,2367">
              <v:shape id="_x0000_s1773" style="position:absolute;left:4774;top:2597;width:2396;height:2367" coordorigin="4774,2597" coordsize="2396,2367" path="m4944,2597r-170,170l4966,3096r825,1429l6046,4964r167,-167l6134,4666,5878,4239r-60,-98l6051,3908r-373,l5602,3780,5378,3394r-75,-128l5266,3204r-38,-62l5189,3082r-40,-59l5108,2964r-42,-58l5037,2868r391,l4944,2597e" fillcolor="silver" stroked="f">
                <v:path arrowok="t"/>
              </v:shape>
              <v:shape id="_x0000_s1772" style="position:absolute;left:4774;top:2597;width:2396;height:2367" coordorigin="4774,2597" coordsize="2396,2367" path="m6808,3635r-484,l6490,3732r168,95l6793,3901r104,54l7001,4009r170,-170l6808,3635e" fillcolor="silver" stroked="f">
                <v:path arrowok="t"/>
              </v:shape>
              <v:shape id="_x0000_s1771" style="position:absolute;left:4774;top:2597;width:2396;height:2367" coordorigin="4774,2597" coordsize="2396,2367" path="m5428,2868r-391,l5072,2891r95,62l5231,2993r118,71l6087,3499r-409,409l6051,3908r273,-273l6808,3635,5428,2868e" fillcolor="silver" stroked="f">
                <v:path arrowok="t"/>
              </v:shape>
            </v:group>
            <v:group id="_x0000_s1767" style="position:absolute;left:5573;top:1158;width:1893;height:2544" coordorigin="5573,1158" coordsize="1893,2544">
              <v:shape id="_x0000_s1769" style="position:absolute;left:5573;top:1158;width:1893;height:2544" coordorigin="5573,1158" coordsize="1893,2544" path="m6384,1158r-811,810l7308,3702r158,-159l6679,2755r204,-204l6474,2551,5937,2014r293,-294l6391,1556r96,-100l6582,1356,6384,1158e" fillcolor="silver" stroked="f">
                <v:path arrowok="t"/>
              </v:shape>
              <v:shape id="_x0000_s1768" style="position:absolute;left:5573;top:1158;width:1893;height:2544" coordorigin="5573,1158" coordsize="1893,2544" path="m7037,1987r-563,564l6883,2551r132,-135l7098,2330r83,-87l7235,2185,7037,1987e" fillcolor="silver" stroked="f">
                <v:path arrowok="t"/>
              </v:shape>
            </v:group>
            <v:group id="_x0000_s1764" style="position:absolute;left:6506;top:90;width:2282;height:2291" coordorigin="6506,90" coordsize="2282,2291">
              <v:shape id="_x0000_s1766" style="position:absolute;left:6506;top:90;width:2282;height:2291" coordorigin="6506,90" coordsize="2282,2291" path="m7417,851r-317,l8629,2381r159,-159l7417,851e" fillcolor="silver" stroked="f">
                <v:path arrowok="t"/>
              </v:shape>
              <v:shape id="_x0000_s1765" style="position:absolute;left:6506;top:90;width:2282;height:2291" coordorigin="6506,90" coordsize="2282,2291" path="m7451,90l7261,280,6740,807r-234,242l6704,1247,7100,851r317,l7259,692,7397,553r79,-81l7554,391r77,-82l7649,288,7451,90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</w:rPr>
        <w:t>3.2</w:t>
      </w:r>
      <w:r w:rsidR="004F4CDC">
        <w:rPr>
          <w:rFonts w:ascii="Arial" w:eastAsia="Arial" w:hAnsi="Arial" w:cs="Arial"/>
        </w:rPr>
        <w:tab/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ssessme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 xml:space="preserve">f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hre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 xml:space="preserve">nd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erci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l 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</w:t>
      </w:r>
      <w:r w:rsidR="004F4CDC">
        <w:rPr>
          <w:rFonts w:ascii="Arial" w:eastAsia="Arial" w:hAnsi="Arial" w:cs="Arial"/>
          <w:spacing w:val="-16"/>
        </w:rPr>
        <w:t xml:space="preserve"> </w:t>
      </w:r>
      <w:r w:rsidR="004F4CDC">
        <w:rPr>
          <w:rFonts w:ascii="Arial" w:eastAsia="Arial" w:hAnsi="Arial" w:cs="Arial"/>
          <w:spacing w:val="1"/>
        </w:rPr>
        <w:t>...................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-31"/>
        </w:rPr>
        <w:t xml:space="preserve"> </w:t>
      </w:r>
      <w:r w:rsidR="004F4CDC">
        <w:rPr>
          <w:rFonts w:ascii="Arial" w:eastAsia="Arial" w:hAnsi="Arial" w:cs="Arial"/>
        </w:rPr>
        <w:t>8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4.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man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, m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e and mo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2"/>
        </w:rPr>
        <w:t>m</w:t>
      </w:r>
      <w:r>
        <w:rPr>
          <w:rFonts w:ascii="Arial" w:eastAsia="Arial" w:hAnsi="Arial" w:cs="Arial"/>
          <w:b/>
          <w:bCs/>
        </w:rPr>
        <w:t>merc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4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28"/>
        </w:rPr>
        <w:t xml:space="preserve"> </w:t>
      </w:r>
      <w:r>
        <w:rPr>
          <w:rFonts w:ascii="Arial" w:eastAsia="Arial" w:hAnsi="Arial" w:cs="Arial"/>
          <w:b/>
          <w:bCs/>
        </w:rPr>
        <w:t>11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3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...............................................................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9"/>
        </w:rPr>
        <w:t xml:space="preserve"> </w:t>
      </w:r>
      <w:r>
        <w:rPr>
          <w:rFonts w:ascii="Arial" w:eastAsia="Arial" w:hAnsi="Arial" w:cs="Arial"/>
        </w:rPr>
        <w:t>11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su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...............................................................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9"/>
        </w:rPr>
        <w:t xml:space="preserve"> </w:t>
      </w:r>
      <w:r>
        <w:rPr>
          <w:rFonts w:ascii="Arial" w:eastAsia="Arial" w:hAnsi="Arial" w:cs="Arial"/>
        </w:rPr>
        <w:t>11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 sa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es)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8"/>
        </w:rPr>
        <w:t xml:space="preserve"> </w:t>
      </w:r>
      <w:r>
        <w:rPr>
          <w:rFonts w:ascii="Arial" w:eastAsia="Arial" w:hAnsi="Arial" w:cs="Arial"/>
        </w:rPr>
        <w:t>11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4.4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preca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4"/>
        </w:rPr>
        <w:t>e</w:t>
      </w:r>
      <w:r>
        <w:rPr>
          <w:rFonts w:ascii="Arial" w:eastAsia="Arial" w:hAnsi="Arial" w:cs="Arial"/>
          <w:spacing w:val="1"/>
        </w:rPr>
        <w:t>.................................................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8"/>
        </w:rPr>
        <w:t xml:space="preserve"> </w:t>
      </w:r>
      <w:r>
        <w:rPr>
          <w:rFonts w:ascii="Arial" w:eastAsia="Arial" w:hAnsi="Arial" w:cs="Arial"/>
        </w:rPr>
        <w:t>11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4.5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 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  <w:spacing w:val="1"/>
        </w:rPr>
        <w:t>...............................................................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9"/>
        </w:rPr>
        <w:t xml:space="preserve"> </w:t>
      </w:r>
      <w:r>
        <w:rPr>
          <w:rFonts w:ascii="Arial" w:eastAsia="Arial" w:hAnsi="Arial" w:cs="Arial"/>
        </w:rPr>
        <w:t>12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4.6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...............................................................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9"/>
        </w:rPr>
        <w:t xml:space="preserve"> </w:t>
      </w:r>
      <w:r>
        <w:rPr>
          <w:rFonts w:ascii="Arial" w:eastAsia="Arial" w:hAnsi="Arial" w:cs="Arial"/>
        </w:rPr>
        <w:t>12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1520"/>
        </w:tabs>
        <w:spacing w:after="0" w:line="240" w:lineRule="auto"/>
        <w:ind w:left="34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4.7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arenes</w:t>
      </w:r>
      <w:r>
        <w:rPr>
          <w:rFonts w:ascii="Arial" w:eastAsia="Arial" w:hAnsi="Arial" w:cs="Arial"/>
          <w:spacing w:val="11"/>
        </w:rPr>
        <w:t>s</w:t>
      </w:r>
      <w:r>
        <w:rPr>
          <w:rFonts w:ascii="Arial" w:eastAsia="Arial" w:hAnsi="Arial" w:cs="Arial"/>
          <w:spacing w:val="1"/>
        </w:rPr>
        <w:t>............................................................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8"/>
        </w:rPr>
        <w:t xml:space="preserve"> </w:t>
      </w:r>
      <w:r>
        <w:rPr>
          <w:rFonts w:ascii="Arial" w:eastAsia="Arial" w:hAnsi="Arial" w:cs="Arial"/>
        </w:rPr>
        <w:t>12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5.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ni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>g and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rep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1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...............................................................................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28"/>
        </w:rPr>
        <w:t xml:space="preserve"> </w:t>
      </w:r>
      <w:r>
        <w:rPr>
          <w:rFonts w:ascii="Arial" w:eastAsia="Arial" w:hAnsi="Arial" w:cs="Arial"/>
          <w:b/>
          <w:bCs/>
        </w:rPr>
        <w:t>16</w:t>
      </w:r>
    </w:p>
    <w:p w:rsidR="00A708F6" w:rsidRDefault="00A708F6">
      <w:pPr>
        <w:spacing w:before="2" w:after="0" w:line="240" w:lineRule="exact"/>
        <w:rPr>
          <w:sz w:val="24"/>
          <w:szCs w:val="24"/>
        </w:rPr>
      </w:pPr>
    </w:p>
    <w:p w:rsidR="00A708F6" w:rsidRDefault="004F4CDC">
      <w:pPr>
        <w:tabs>
          <w:tab w:val="left" w:pos="660"/>
        </w:tabs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6.</w:t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eferenc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29"/>
        </w:rPr>
        <w:t xml:space="preserve"> </w:t>
      </w:r>
      <w:r>
        <w:rPr>
          <w:rFonts w:ascii="Arial" w:eastAsia="Arial" w:hAnsi="Arial" w:cs="Arial"/>
          <w:b/>
          <w:bCs/>
        </w:rPr>
        <w:t>17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1"/>
        </w:rPr>
        <w:t>PP</w:t>
      </w:r>
      <w:r>
        <w:rPr>
          <w:rFonts w:ascii="Arial" w:eastAsia="Arial" w:hAnsi="Arial" w:cs="Arial"/>
          <w:b/>
          <w:bCs/>
          <w:spacing w:val="-1"/>
        </w:rPr>
        <w:t>END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X 1</w:t>
      </w:r>
      <w:r>
        <w:rPr>
          <w:rFonts w:ascii="Arial" w:eastAsia="Arial" w:hAnsi="Arial" w:cs="Arial"/>
          <w:b/>
          <w:bCs/>
          <w:spacing w:val="49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...............................</w:t>
      </w:r>
      <w:r>
        <w:rPr>
          <w:rFonts w:ascii="Arial" w:eastAsia="Arial" w:hAnsi="Arial" w:cs="Arial"/>
          <w:b/>
          <w:bCs/>
          <w:spacing w:val="2"/>
        </w:rPr>
        <w:t>.</w:t>
      </w:r>
      <w:r>
        <w:rPr>
          <w:rFonts w:ascii="Arial" w:eastAsia="Arial" w:hAnsi="Arial" w:cs="Arial"/>
          <w:b/>
          <w:bCs/>
          <w:spacing w:val="1"/>
        </w:rPr>
        <w:t>............................................................................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-28"/>
        </w:rPr>
        <w:t xml:space="preserve"> </w:t>
      </w:r>
      <w:r>
        <w:rPr>
          <w:rFonts w:ascii="Arial" w:eastAsia="Arial" w:hAnsi="Arial" w:cs="Arial"/>
          <w:b/>
          <w:bCs/>
        </w:rPr>
        <w:t>19</w:t>
      </w:r>
    </w:p>
    <w:p w:rsidR="00A708F6" w:rsidRDefault="00A708F6">
      <w:pPr>
        <w:spacing w:before="1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 xml:space="preserve">e of </w:t>
      </w:r>
      <w:r>
        <w:rPr>
          <w:rFonts w:ascii="Arial" w:eastAsia="Arial" w:hAnsi="Arial" w:cs="Arial"/>
          <w:b/>
          <w:bCs/>
          <w:spacing w:val="1"/>
        </w:rPr>
        <w:t>fi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res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360"/>
        </w:tabs>
        <w:spacing w:after="0" w:line="252" w:lineRule="exact"/>
        <w:ind w:left="1379" w:right="68" w:hanging="127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1: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ement Z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otas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...............................................................................................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1"/>
        </w:rPr>
        <w:t xml:space="preserve"> </w:t>
      </w:r>
      <w:r>
        <w:rPr>
          <w:rFonts w:ascii="Arial" w:eastAsia="Arial" w:hAnsi="Arial" w:cs="Arial"/>
        </w:rPr>
        <w:t>4</w:t>
      </w:r>
    </w:p>
    <w:p w:rsidR="00A708F6" w:rsidRDefault="004F4CDC">
      <w:pPr>
        <w:tabs>
          <w:tab w:val="left" w:pos="1360"/>
        </w:tabs>
        <w:spacing w:after="0" w:line="251" w:lineRule="exact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acropus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</w:rPr>
        <w:t>nteus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</w:p>
    <w:p w:rsidR="00A708F6" w:rsidRDefault="004F4CDC">
      <w:pPr>
        <w:spacing w:before="2" w:after="0" w:line="254" w:lineRule="exact"/>
        <w:ind w:left="1374" w:right="68" w:firstLine="22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.....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31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 xml:space="preserve">ustus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 xml:space="preserve">.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 xml:space="preserve">ufus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c)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  <w:spacing w:val="-4"/>
        </w:rPr>
        <w:t>M</w:t>
      </w:r>
      <w:r>
        <w:rPr>
          <w:rFonts w:ascii="Arial" w:eastAsia="Arial" w:hAnsi="Arial" w:cs="Arial"/>
          <w:i/>
        </w:rPr>
        <w:t xml:space="preserve">.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1"/>
        </w:rPr>
        <w:t>li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1"/>
        </w:rPr>
        <w:t>o</w:t>
      </w:r>
      <w:r>
        <w:rPr>
          <w:rFonts w:ascii="Arial" w:eastAsia="Arial" w:hAnsi="Arial" w:cs="Arial"/>
          <w:i/>
        </w:rPr>
        <w:t>sus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d)</w:t>
      </w:r>
      <w:r>
        <w:rPr>
          <w:rFonts w:ascii="Arial" w:eastAsia="Arial" w:hAnsi="Arial" w:cs="Arial"/>
          <w:spacing w:val="-39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..........................................................................................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1"/>
        </w:rPr>
        <w:t xml:space="preserve"> </w:t>
      </w:r>
      <w:r>
        <w:rPr>
          <w:rFonts w:ascii="Arial" w:eastAsia="Arial" w:hAnsi="Arial" w:cs="Arial"/>
        </w:rPr>
        <w:t>5</w:t>
      </w:r>
    </w:p>
    <w:p w:rsidR="00A708F6" w:rsidRDefault="004F4CDC">
      <w:pPr>
        <w:tabs>
          <w:tab w:val="left" w:pos="1360"/>
        </w:tabs>
        <w:spacing w:after="0" w:line="248" w:lineRule="exact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ssessme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 abu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</w:p>
    <w:p w:rsidR="00A708F6" w:rsidRDefault="004F4CDC">
      <w:pPr>
        <w:spacing w:after="0" w:line="252" w:lineRule="exact"/>
        <w:ind w:left="137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emporal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</w:p>
    <w:p w:rsidR="00A708F6" w:rsidRDefault="004F4CDC">
      <w:pPr>
        <w:spacing w:before="1" w:after="0" w:line="239" w:lineRule="auto"/>
        <w:ind w:left="1374" w:right="6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dry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 and sudd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op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not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 by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ota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-1"/>
        </w:rPr>
        <w:t xml:space="preserve"> 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had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grea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>.</w:t>
      </w:r>
      <w:r>
        <w:rPr>
          <w:rFonts w:ascii="Arial" w:eastAsia="Arial" w:hAnsi="Arial" w:cs="Arial"/>
          <w:spacing w:val="1"/>
        </w:rPr>
        <w:t>....................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8"/>
        </w:rPr>
        <w:t xml:space="preserve"> </w:t>
      </w:r>
      <w:r>
        <w:rPr>
          <w:rFonts w:ascii="Arial" w:eastAsia="Arial" w:hAnsi="Arial" w:cs="Arial"/>
        </w:rPr>
        <w:t>10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es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tabs>
          <w:tab w:val="left" w:pos="1360"/>
        </w:tabs>
        <w:spacing w:after="0" w:line="248" w:lineRule="exact"/>
        <w:ind w:left="10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bl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1</w:t>
      </w:r>
      <w:r>
        <w:rPr>
          <w:rFonts w:ascii="Arial" w:eastAsia="Arial" w:hAnsi="Arial" w:cs="Arial"/>
          <w:position w:val="-1"/>
        </w:rPr>
        <w:t>: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>c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d i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d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ca</w:t>
      </w:r>
      <w:r>
        <w:rPr>
          <w:rFonts w:ascii="Arial" w:eastAsia="Arial" w:hAnsi="Arial" w:cs="Arial"/>
          <w:spacing w:val="-2"/>
          <w:position w:val="-1"/>
        </w:rPr>
        <w:t>t</w:t>
      </w:r>
      <w:r>
        <w:rPr>
          <w:rFonts w:ascii="Arial" w:eastAsia="Arial" w:hAnsi="Arial" w:cs="Arial"/>
          <w:position w:val="-1"/>
        </w:rPr>
        <w:t>ors</w:t>
      </w:r>
      <w:r>
        <w:rPr>
          <w:rFonts w:ascii="Arial" w:eastAsia="Arial" w:hAnsi="Arial" w:cs="Arial"/>
          <w:spacing w:val="-3"/>
          <w:position w:val="-1"/>
        </w:rPr>
        <w:t xml:space="preserve"> 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r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ac</w:t>
      </w:r>
      <w:r>
        <w:rPr>
          <w:rFonts w:ascii="Arial" w:eastAsia="Arial" w:hAnsi="Arial" w:cs="Arial"/>
          <w:spacing w:val="-1"/>
          <w:position w:val="-1"/>
        </w:rPr>
        <w:t>hi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v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p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an o</w:t>
      </w:r>
      <w:r>
        <w:rPr>
          <w:rFonts w:ascii="Arial" w:eastAsia="Arial" w:hAnsi="Arial" w:cs="Arial"/>
          <w:spacing w:val="-3"/>
          <w:position w:val="-1"/>
        </w:rPr>
        <w:t>b</w:t>
      </w:r>
      <w:r>
        <w:rPr>
          <w:rFonts w:ascii="Arial" w:eastAsia="Arial" w:hAnsi="Arial" w:cs="Arial"/>
          <w:spacing w:val="1"/>
          <w:position w:val="-1"/>
        </w:rPr>
        <w:t>j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c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es</w:t>
      </w:r>
    </w:p>
    <w:p w:rsidR="00A708F6" w:rsidRDefault="00A708F6">
      <w:pPr>
        <w:spacing w:before="6" w:after="0" w:line="150" w:lineRule="exact"/>
        <w:rPr>
          <w:sz w:val="15"/>
          <w:szCs w:val="15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before="34" w:after="0" w:line="240" w:lineRule="auto"/>
        <w:ind w:right="95"/>
        <w:jc w:val="righ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1"/>
        </w:rPr>
        <w:t>ii</w:t>
      </w:r>
    </w:p>
    <w:p w:rsidR="00A708F6" w:rsidRDefault="004F4CDC">
      <w:pPr>
        <w:spacing w:after="0" w:line="182" w:lineRule="exact"/>
        <w:ind w:left="10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pacing w:val="-2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m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er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ial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angaro</w:t>
      </w:r>
      <w:r>
        <w:rPr>
          <w:rFonts w:ascii="Arial" w:eastAsia="Arial" w:hAnsi="Arial" w:cs="Arial"/>
          <w:sz w:val="16"/>
          <w:szCs w:val="16"/>
        </w:rPr>
        <w:t xml:space="preserve">o </w:t>
      </w:r>
      <w:r>
        <w:rPr>
          <w:rFonts w:ascii="Arial" w:eastAsia="Arial" w:hAnsi="Arial" w:cs="Arial"/>
          <w:spacing w:val="-1"/>
          <w:sz w:val="16"/>
          <w:szCs w:val="16"/>
        </w:rPr>
        <w:t>Harve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2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anage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2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 xml:space="preserve">lan </w:t>
      </w:r>
      <w:r>
        <w:rPr>
          <w:rFonts w:ascii="Arial" w:eastAsia="Arial" w:hAnsi="Arial" w:cs="Arial"/>
          <w:spacing w:val="-1"/>
          <w:sz w:val="16"/>
          <w:szCs w:val="16"/>
        </w:rPr>
        <w:t>201</w:t>
      </w:r>
      <w:r>
        <w:rPr>
          <w:rFonts w:ascii="Arial" w:eastAsia="Arial" w:hAnsi="Arial" w:cs="Arial"/>
          <w:sz w:val="16"/>
          <w:szCs w:val="16"/>
        </w:rPr>
        <w:t>7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–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20</w:t>
      </w:r>
      <w:r>
        <w:rPr>
          <w:rFonts w:ascii="Arial" w:eastAsia="Arial" w:hAnsi="Arial" w:cs="Arial"/>
          <w:spacing w:val="-3"/>
          <w:sz w:val="16"/>
          <w:szCs w:val="16"/>
        </w:rPr>
        <w:t>2</w:t>
      </w:r>
      <w:r>
        <w:rPr>
          <w:rFonts w:ascii="Arial" w:eastAsia="Arial" w:hAnsi="Arial" w:cs="Arial"/>
          <w:spacing w:val="-1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: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Draf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ugus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2016</w:t>
      </w:r>
      <w:r>
        <w:rPr>
          <w:rFonts w:ascii="Arial" w:eastAsia="Arial" w:hAnsi="Arial" w:cs="Arial"/>
          <w:sz w:val="16"/>
          <w:szCs w:val="16"/>
        </w:rPr>
        <w:t>: For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>x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>ibi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ion</w:t>
      </w:r>
    </w:p>
    <w:p w:rsidR="00A708F6" w:rsidRDefault="00A708F6">
      <w:pPr>
        <w:spacing w:after="0"/>
        <w:sectPr w:rsidR="00A708F6">
          <w:footerReference w:type="default" r:id="rId17"/>
          <w:pgSz w:w="11920" w:h="16860"/>
          <w:pgMar w:top="1580" w:right="1580" w:bottom="280" w:left="1600" w:header="0" w:footer="0" w:gutter="0"/>
          <w:cols w:space="720"/>
        </w:sectPr>
      </w:pPr>
    </w:p>
    <w:p w:rsidR="00A708F6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  <w:r>
        <w:rPr>
          <w:rFonts w:ascii="Arial" w:eastAsia="Arial" w:hAnsi="Arial" w:cs="Arial"/>
          <w:b/>
          <w:bCs/>
          <w:spacing w:val="-1"/>
          <w:position w:val="-1"/>
        </w:rPr>
        <w:t>D</w:t>
      </w:r>
      <w:r>
        <w:rPr>
          <w:rFonts w:ascii="Arial" w:eastAsia="Arial" w:hAnsi="Arial" w:cs="Arial"/>
          <w:b/>
          <w:bCs/>
          <w:position w:val="-1"/>
        </w:rPr>
        <w:t>ef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n</w:t>
      </w:r>
      <w:r>
        <w:rPr>
          <w:rFonts w:ascii="Arial" w:eastAsia="Arial" w:hAnsi="Arial" w:cs="Arial"/>
          <w:b/>
          <w:bCs/>
          <w:spacing w:val="-2"/>
          <w:position w:val="-1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</w:rPr>
        <w:t>ti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s</w:t>
      </w: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4106"/>
        <w:gridCol w:w="5757"/>
      </w:tblGrid>
      <w:tr w:rsidR="004F4CDC" w:rsidTr="004F4CDC">
        <w:tc>
          <w:tcPr>
            <w:tcW w:w="4106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  <w:tc>
          <w:tcPr>
            <w:tcW w:w="5757" w:type="dxa"/>
            <w:tcBorders>
              <w:left w:val="nil"/>
            </w:tcBorders>
            <w:shd w:val="clear" w:color="auto" w:fill="BFBFBF" w:themeFill="background1" w:themeFillShade="BF"/>
          </w:tcPr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</w:rPr>
              <w:t xml:space="preserve">Definitions </w:t>
            </w:r>
          </w:p>
        </w:tc>
      </w:tr>
      <w:tr w:rsidR="004F4CDC" w:rsidTr="004F4CDC">
        <w:tc>
          <w:tcPr>
            <w:tcW w:w="4106" w:type="dxa"/>
            <w:tcBorders>
              <w:bottom w:val="nil"/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Carcass</w:t>
            </w:r>
          </w:p>
        </w:tc>
        <w:tc>
          <w:tcPr>
            <w:tcW w:w="5757" w:type="dxa"/>
            <w:tcBorders>
              <w:left w:val="nil"/>
              <w:bottom w:val="nil"/>
            </w:tcBorders>
          </w:tcPr>
          <w:p w:rsidR="004F4CDC" w:rsidRDefault="004F4CDC" w:rsidP="004F4CDC">
            <w:pPr>
              <w:spacing w:line="241" w:lineRule="auto"/>
              <w:ind w:righ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s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n)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scera.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  <w:tr w:rsidR="004F4CDC" w:rsidTr="004F4CDC">
        <w:tc>
          <w:tcPr>
            <w:tcW w:w="4106" w:type="dxa"/>
            <w:tcBorders>
              <w:top w:val="nil"/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Chiller premises</w:t>
            </w:r>
          </w:p>
        </w:tc>
        <w:tc>
          <w:tcPr>
            <w:tcW w:w="5757" w:type="dxa"/>
            <w:tcBorders>
              <w:top w:val="nil"/>
              <w:left w:val="nil"/>
            </w:tcBorders>
          </w:tcPr>
          <w:p w:rsidR="004F4CDC" w:rsidRDefault="004F4CDC" w:rsidP="004F4CDC">
            <w:pPr>
              <w:spacing w:line="241" w:lineRule="auto"/>
              <w:ind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aroo carcasses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3"/>
              </w:rPr>
              <w:t>k</w:t>
            </w:r>
            <w:r>
              <w:rPr>
                <w:rFonts w:ascii="Arial" w:eastAsia="Arial" w:hAnsi="Arial" w:cs="Arial"/>
              </w:rPr>
              <w:t>s.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  <w:tr w:rsidR="004F4CDC" w:rsidTr="004F4CDC">
        <w:tc>
          <w:tcPr>
            <w:tcW w:w="4106" w:type="dxa"/>
            <w:tcBorders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Commercial operators</w:t>
            </w:r>
          </w:p>
        </w:tc>
        <w:tc>
          <w:tcPr>
            <w:tcW w:w="5757" w:type="dxa"/>
            <w:tcBorders>
              <w:left w:val="nil"/>
            </w:tcBorders>
          </w:tcPr>
          <w:p w:rsidR="004F4CDC" w:rsidRDefault="004F4CDC" w:rsidP="004F4CDC">
            <w:pPr>
              <w:spacing w:line="252" w:lineRule="exact"/>
              <w:ind w:right="5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aroo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cass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ssor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emis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este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  <w:tr w:rsidR="004F4CDC" w:rsidTr="004F4CDC">
        <w:tc>
          <w:tcPr>
            <w:tcW w:w="4106" w:type="dxa"/>
            <w:tcBorders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Harvester</w:t>
            </w:r>
          </w:p>
        </w:tc>
        <w:tc>
          <w:tcPr>
            <w:tcW w:w="5757" w:type="dxa"/>
            <w:tcBorders>
              <w:left w:val="nil"/>
            </w:tcBorders>
          </w:tcPr>
          <w:p w:rsidR="004F4CDC" w:rsidRDefault="004F4CDC" w:rsidP="004F4CDC">
            <w:pPr>
              <w:spacing w:line="252" w:lineRule="exact"/>
              <w:ind w:right="7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sed 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 ha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est 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al p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ses.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  <w:tr w:rsidR="004F4CDC" w:rsidTr="004F4CDC">
        <w:tc>
          <w:tcPr>
            <w:tcW w:w="4106" w:type="dxa"/>
            <w:tcBorders>
              <w:right w:val="nil"/>
            </w:tcBorders>
          </w:tcPr>
          <w:p w:rsidR="004F4CDC" w:rsidRPr="004F4CDC" w:rsidRDefault="004F4CDC" w:rsidP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Kangaroo</w:t>
            </w:r>
          </w:p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</w:p>
        </w:tc>
        <w:tc>
          <w:tcPr>
            <w:tcW w:w="5757" w:type="dxa"/>
            <w:tcBorders>
              <w:left w:val="nil"/>
            </w:tcBorders>
          </w:tcPr>
          <w:p w:rsidR="004F4CDC" w:rsidRDefault="002B0ED0" w:rsidP="004F4CDC">
            <w:pPr>
              <w:ind w:right="167"/>
              <w:rPr>
                <w:rFonts w:ascii="Arial" w:eastAsia="Arial" w:hAnsi="Arial" w:cs="Arial"/>
                <w:b/>
                <w:bCs/>
                <w:position w:val="-1"/>
              </w:rPr>
            </w:pPr>
            <w:r>
              <w:pict>
                <v:group id="_x0000_s1932" style="position:absolute;margin-left:100.4pt;margin-top:8.9pt;width:339.5pt;height:359.35pt;z-index:-251639296;mso-position-horizontal-relative:page;mso-position-vertical-relative:text" coordorigin="2008,178" coordsize="6790,7187">
                  <v:group id="_x0000_s1933" style="position:absolute;left:2018;top:4963;width:2386;height:2393" coordorigin="2018,4963" coordsize="2386,2393">
                    <v:shape id="_x0000_s1934" style="position:absolute;left:2018;top:4963;width:2386;height:2393" coordorigin="2018,4963" coordsize="2386,2393" path="m2917,4963r-78,5l2763,4983r-74,26l2633,5040r-62,43l2522,5124r-53,47l2407,5233r-389,388l3753,7356r363,-364l3707,6992,2383,5667r268,-269l2705,5350r50,-40l2819,5270r60,-25l2946,5234r634,-1l3557,5216r-65,-44l3429,5132r-63,-36l3304,5066r-61,-27l3182,5016r-61,-20l3060,4981r-62,-12l2937,4963r-20,e" fillcolor="silver" stroked="f">
                      <v:path arrowok="t"/>
                    </v:shape>
                    <v:shape id="_x0000_s1935" style="position:absolute;left:2018;top:4963;width:2386;height:2393" coordorigin="2018,4963" coordsize="2386,2393" path="m3580,5233r-598,l3000,5234r19,1l3098,5248r63,19l3228,5292r64,32l3359,5363r69,47l3500,5464r49,41l3599,5549r51,47l3703,5648r48,49l3796,5746r43,49l3880,5844r38,48l3954,5941r49,74l4047,6089r37,71l4109,6222r18,59l4139,6356r1,36l4140,6410r-10,68l4106,6545r-40,68l4027,6666r-48,53l3707,6992r409,l4186,6922r52,-56l4283,6810r38,-57l4352,6695r24,-59l4392,6576r10,-60l4404,6453r-1,-22l4396,6364r-14,-71l4360,6218r-28,-78l4295,6058r-28,-55l4236,5947r-35,-57l4164,5834r-41,-57l4078,5719r-47,-58l3980,5603r-54,-58l3869,5486r-46,-45l3778,5399r-45,-41l3667,5301r-66,-52l3580,5233e" fillcolor="silver" stroked="f">
                      <v:path arrowok="t"/>
                    </v:shape>
                  </v:group>
                  <v:group id="_x0000_s1936" style="position:absolute;left:3232;top:3682;width:2793;height:2460" coordorigin="3232,3682" coordsize="2793,2460">
                    <v:shape id="_x0000_s1937" style="position:absolute;left:3232;top:3682;width:2793;height:2460" coordorigin="3232,3682" coordsize="2793,2460" path="m4480,3782r-607,l3855,3802r-17,20l3820,3842r-18,l3783,3862r-18,20l3738,3922r-506,500l4966,6142r159,-140l4588,5442r-38,-20l4362,5222r184,-180l4563,5022r-407,l3583,4442r391,-380l3990,4042r17,-20l4024,4022r16,-20l4058,4002r17,-20l4093,3982r18,-20l4696,3962r-19,-20l4656,3922r-15,-20l4625,3902r-31,-40l4578,3862r-16,-20l4546,3822r-16,l4514,3802r-17,l4480,3782e" fillcolor="silver" stroked="f">
                      <v:path arrowok="t"/>
                    </v:shape>
                    <v:shape id="_x0000_s1938" style="position:absolute;left:3232;top:3682;width:2793;height:2460" coordorigin="3232,3682" coordsize="2793,2460" path="m5957,5062r-711,l5275,5082r30,20l5331,5102r26,20l5383,5122r26,20l5565,5202r210,60l5827,5282r14,l6025,5102r-68,-40e" fillcolor="silver" stroked="f">
                      <v:path arrowok="t"/>
                    </v:shape>
                    <v:shape id="_x0000_s1939" style="position:absolute;left:3232;top:3682;width:2793;height:2460" coordorigin="3232,3682" coordsize="2793,2460" path="m5630,4942r-738,l4906,4962r45,l4969,4982r56,l5046,5002r22,l5091,5022r48,l5164,5042r27,l5218,5062r705,l5855,5022r-69,-20l5630,4942e" fillcolor="silver" stroked="f">
                      <v:path arrowok="t"/>
                    </v:shape>
                    <v:shape id="_x0000_s1940" style="position:absolute;left:3232;top:3682;width:2793;height:2460" coordorigin="3232,3682" coordsize="2793,2460" path="m4696,3962r-398,l4316,3982r35,l4368,4002r18,l4403,4022r18,l4456,4062r18,l4510,4102r15,20l4539,4142r13,20l4564,4162r32,60l4613,4262r8,l4639,4322r8,60l4647,4402r-1,20l4635,4482r-11,40l4616,4522r-8,20l4598,4562r-11,20l4575,4602r-13,l4548,4622r-16,20l4516,4662r-18,20l4156,5022r407,l4596,4982r16,l4629,4962r17,l4663,4942r967,l5578,4922r-71,-20l5437,4862r-36,l5329,4822r-19,l5291,4802r-56,l5216,4782r-38,l5159,4762r-77,l5062,4742r-262,l4812,4722r33,-60l4871,4602r19,-60l4901,4482r3,-60l4904,4402r-8,-60l4881,4282r-6,-40l4850,4182r-31,-60l4779,4062r-47,-60l4715,3982r-19,-20e" fillcolor="silver" stroked="f">
                      <v:path arrowok="t"/>
                    </v:shape>
                    <v:shape id="_x0000_s1941" style="position:absolute;left:3232;top:3682;width:2793;height:2460" coordorigin="3232,3682" coordsize="2793,2460" path="m4964,4722r-77,l4866,4742r115,l4964,4722e" fillcolor="silver" stroked="f">
                      <v:path arrowok="t"/>
                    </v:shape>
                    <v:shape id="_x0000_s1942" style="position:absolute;left:3232;top:3682;width:2793;height:2460" coordorigin="3232,3682" coordsize="2793,2460" path="m4411,3742r-487,l3907,3762r-17,20l4463,3782r-17,-20l4429,3762r-18,-20e" fillcolor="silver" stroked="f">
                      <v:path arrowok="t"/>
                    </v:shape>
                    <v:shape id="_x0000_s1943" style="position:absolute;left:3232;top:3682;width:2793;height:2460" coordorigin="3232,3682" coordsize="2793,2460" path="m4376,3722r-420,l3940,3742r454,l4376,3722e" fillcolor="silver" stroked="f">
                      <v:path arrowok="t"/>
                    </v:shape>
                    <v:shape id="_x0000_s1944" style="position:absolute;left:3232;top:3682;width:2793;height:2460" coordorigin="3232,3682" coordsize="2793,2460" path="m4318,3702r-314,l3988,3722r351,l4318,3702e" fillcolor="silver" stroked="f">
                      <v:path arrowok="t"/>
                    </v:shape>
                    <v:shape id="_x0000_s1945" style="position:absolute;left:3232;top:3682;width:2793;height:2460" coordorigin="3232,3682" coordsize="2793,2460" path="m4258,3682r-209,l4034,3702r244,l4258,3682e" fillcolor="silver" stroked="f">
                      <v:path arrowok="t"/>
                    </v:shape>
                  </v:group>
                  <v:group id="_x0000_s1946" style="position:absolute;left:4774;top:2696;width:2396;height:2367" coordorigin="4774,2696" coordsize="2396,2367">
                    <v:shape id="_x0000_s1947" style="position:absolute;left:4774;top:2696;width:2396;height:2367" coordorigin="4774,2696" coordsize="2396,2367" path="m4944,2696r-170,169l4966,3194r825,1429l6046,5062r167,-167l6134,4764,5878,4337r-60,-98l6051,4006r-373,l5602,3878,5378,3492r-75,-128l5266,3302r-38,-61l5189,3180r-40,-59l5108,3062r-42,-57l5037,2967r391,l4944,2696e" fillcolor="silver" stroked="f">
                      <v:path arrowok="t"/>
                    </v:shape>
                    <v:shape id="_x0000_s1948" style="position:absolute;left:4774;top:2696;width:2396;height:2367" coordorigin="4774,2696" coordsize="2396,2367" path="m6808,3734r-484,l6490,3830r168,95l6793,3999r104,55l7001,4107r170,-170l6808,3734e" fillcolor="silver" stroked="f">
                      <v:path arrowok="t"/>
                    </v:shape>
                    <v:shape id="_x0000_s1949" style="position:absolute;left:4774;top:2696;width:2396;height:2367" coordorigin="4774,2696" coordsize="2396,2367" path="m5428,2967r-391,l5072,2990r95,61l5231,3091r118,72l6087,3597r-409,409l6051,4006r273,-272l6808,3734,5428,2967e" fillcolor="silver" stroked="f">
                      <v:path arrowok="t"/>
                    </v:shape>
                  </v:group>
                  <v:group id="_x0000_s1950" style="position:absolute;left:5573;top:1256;width:1893;height:2544" coordorigin="5573,1256" coordsize="1893,2544">
                    <v:shape id="_x0000_s1951" style="position:absolute;left:5573;top:1256;width:1893;height:2544" coordorigin="5573,1256" coordsize="1893,2544" path="m6384,1256r-811,810l7308,3801r158,-159l6679,2854r204,-205l6474,2649,5937,2112r293,-294l6391,1654r96,-100l6582,1454,6384,1256e" fillcolor="silver" stroked="f">
                      <v:path arrowok="t"/>
                    </v:shape>
                    <v:shape id="_x0000_s1952" style="position:absolute;left:5573;top:1256;width:1893;height:2544" coordorigin="5573,1256" coordsize="1893,2544" path="m7037,2086r-563,563l6883,2649r132,-135l7098,2428r83,-86l7235,2284,7037,2086e" fillcolor="silver" stroked="f">
                      <v:path arrowok="t"/>
                    </v:shape>
                  </v:group>
                  <v:group id="_x0000_s1953" style="position:absolute;left:6506;top:188;width:2282;height:2291" coordorigin="6506,188" coordsize="2282,2291">
                    <v:shape id="_x0000_s1954" style="position:absolute;left:6506;top:188;width:2282;height:2291" coordorigin="6506,188" coordsize="2282,2291" path="m7417,949r-317,l8629,2479r159,-159l7417,949e" fillcolor="silver" stroked="f">
                      <v:path arrowok="t"/>
                    </v:shape>
                    <v:shape id="_x0000_s1955" style="position:absolute;left:6506;top:188;width:2282;height:2291" coordorigin="6506,188" coordsize="2282,2291" path="m7451,188l7261,379,6740,905r-234,242l6704,1345,7100,949r317,l7259,791,7397,651r79,-80l7554,490r77,-83l7649,386,7451,188e" fillcolor="silver" stroked="f">
                      <v:path arrowok="t"/>
                    </v:shape>
                  </v:group>
                  <w10:wrap anchorx="page"/>
                </v:group>
              </w:pict>
            </w:r>
            <w:r w:rsidR="004F4CDC">
              <w:rPr>
                <w:rFonts w:ascii="Arial" w:eastAsia="Arial" w:hAnsi="Arial" w:cs="Arial"/>
                <w:spacing w:val="2"/>
              </w:rPr>
              <w:t>T</w:t>
            </w:r>
            <w:r w:rsidR="004F4CDC">
              <w:rPr>
                <w:rFonts w:ascii="Arial" w:eastAsia="Arial" w:hAnsi="Arial" w:cs="Arial"/>
              </w:rPr>
              <w:t>he</w:t>
            </w:r>
            <w:r w:rsidR="004F4CDC">
              <w:rPr>
                <w:rFonts w:ascii="Arial" w:eastAsia="Arial" w:hAnsi="Arial" w:cs="Arial"/>
                <w:spacing w:val="-4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k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</w:rPr>
              <w:t>aroo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</w:rPr>
              <w:t>sp</w:t>
            </w:r>
            <w:r w:rsidR="004F4CDC">
              <w:rPr>
                <w:rFonts w:ascii="Arial" w:eastAsia="Arial" w:hAnsi="Arial" w:cs="Arial"/>
                <w:spacing w:val="-1"/>
              </w:rPr>
              <w:t>e</w:t>
            </w:r>
            <w:r w:rsidR="004F4CDC">
              <w:rPr>
                <w:rFonts w:ascii="Arial" w:eastAsia="Arial" w:hAnsi="Arial" w:cs="Arial"/>
              </w:rPr>
              <w:t>c</w:t>
            </w:r>
            <w:r w:rsidR="004F4CDC">
              <w:rPr>
                <w:rFonts w:ascii="Arial" w:eastAsia="Arial" w:hAnsi="Arial" w:cs="Arial"/>
                <w:spacing w:val="-1"/>
              </w:rPr>
              <w:t>i</w:t>
            </w:r>
            <w:r w:rsidR="004F4CDC">
              <w:rPr>
                <w:rFonts w:ascii="Arial" w:eastAsia="Arial" w:hAnsi="Arial" w:cs="Arial"/>
              </w:rPr>
              <w:t>es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1"/>
              </w:rPr>
              <w:t>t</w:t>
            </w:r>
            <w:r w:rsidR="004F4CDC">
              <w:rPr>
                <w:rFonts w:ascii="Arial" w:eastAsia="Arial" w:hAnsi="Arial" w:cs="Arial"/>
                <w:spacing w:val="-3"/>
              </w:rPr>
              <w:t>h</w:t>
            </w:r>
            <w:r w:rsidR="004F4CDC">
              <w:rPr>
                <w:rFonts w:ascii="Arial" w:eastAsia="Arial" w:hAnsi="Arial" w:cs="Arial"/>
              </w:rPr>
              <w:t>at</w:t>
            </w:r>
            <w:r w:rsidR="004F4CDC">
              <w:rPr>
                <w:rFonts w:ascii="Arial" w:eastAsia="Arial" w:hAnsi="Arial" w:cs="Arial"/>
                <w:spacing w:val="2"/>
              </w:rPr>
              <w:t xml:space="preserve"> </w:t>
            </w:r>
            <w:r w:rsidR="004F4CDC">
              <w:rPr>
                <w:rFonts w:ascii="Arial" w:eastAsia="Arial" w:hAnsi="Arial" w:cs="Arial"/>
              </w:rPr>
              <w:t>can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</w:rPr>
              <w:t xml:space="preserve">be </w:t>
            </w:r>
            <w:r w:rsidR="004F4CDC">
              <w:rPr>
                <w:rFonts w:ascii="Arial" w:eastAsia="Arial" w:hAnsi="Arial" w:cs="Arial"/>
                <w:spacing w:val="-3"/>
              </w:rPr>
              <w:t>u</w:t>
            </w:r>
            <w:r w:rsidR="004F4CDC">
              <w:rPr>
                <w:rFonts w:ascii="Arial" w:eastAsia="Arial" w:hAnsi="Arial" w:cs="Arial"/>
                <w:spacing w:val="1"/>
              </w:rPr>
              <w:t>t</w:t>
            </w:r>
            <w:r w:rsidR="004F4CDC">
              <w:rPr>
                <w:rFonts w:ascii="Arial" w:eastAsia="Arial" w:hAnsi="Arial" w:cs="Arial"/>
                <w:spacing w:val="-1"/>
              </w:rPr>
              <w:t>ili</w:t>
            </w:r>
            <w:r w:rsidR="004F4CDC">
              <w:rPr>
                <w:rFonts w:ascii="Arial" w:eastAsia="Arial" w:hAnsi="Arial" w:cs="Arial"/>
              </w:rPr>
              <w:t xml:space="preserve">sed </w:t>
            </w:r>
            <w:r w:rsidR="004F4CDC">
              <w:rPr>
                <w:rFonts w:ascii="Arial" w:eastAsia="Arial" w:hAnsi="Arial" w:cs="Arial"/>
                <w:spacing w:val="-1"/>
              </w:rPr>
              <w:t>i</w:t>
            </w:r>
            <w:r w:rsidR="004F4CDC">
              <w:rPr>
                <w:rFonts w:ascii="Arial" w:eastAsia="Arial" w:hAnsi="Arial" w:cs="Arial"/>
              </w:rPr>
              <w:t>n acc</w:t>
            </w:r>
            <w:r w:rsidR="004F4CDC">
              <w:rPr>
                <w:rFonts w:ascii="Arial" w:eastAsia="Arial" w:hAnsi="Arial" w:cs="Arial"/>
                <w:spacing w:val="-2"/>
              </w:rPr>
              <w:t>o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</w:rPr>
              <w:t>d</w:t>
            </w:r>
            <w:r w:rsidR="004F4CDC">
              <w:rPr>
                <w:rFonts w:ascii="Arial" w:eastAsia="Arial" w:hAnsi="Arial" w:cs="Arial"/>
                <w:spacing w:val="-1"/>
              </w:rPr>
              <w:t>a</w:t>
            </w:r>
            <w:r w:rsidR="004F4CDC">
              <w:rPr>
                <w:rFonts w:ascii="Arial" w:eastAsia="Arial" w:hAnsi="Arial" w:cs="Arial"/>
              </w:rPr>
              <w:t xml:space="preserve">nce </w:t>
            </w:r>
            <w:r w:rsidR="004F4CDC">
              <w:rPr>
                <w:rFonts w:ascii="Arial" w:eastAsia="Arial" w:hAnsi="Arial" w:cs="Arial"/>
                <w:spacing w:val="-3"/>
              </w:rPr>
              <w:t>w</w:t>
            </w:r>
            <w:r w:rsidR="004F4CDC">
              <w:rPr>
                <w:rFonts w:ascii="Arial" w:eastAsia="Arial" w:hAnsi="Arial" w:cs="Arial"/>
                <w:spacing w:val="-1"/>
              </w:rPr>
              <w:t>i</w:t>
            </w:r>
            <w:r w:rsidR="004F4CDC">
              <w:rPr>
                <w:rFonts w:ascii="Arial" w:eastAsia="Arial" w:hAnsi="Arial" w:cs="Arial"/>
                <w:spacing w:val="1"/>
              </w:rPr>
              <w:t>t</w:t>
            </w:r>
            <w:r w:rsidR="004F4CDC">
              <w:rPr>
                <w:rFonts w:ascii="Arial" w:eastAsia="Arial" w:hAnsi="Arial" w:cs="Arial"/>
              </w:rPr>
              <w:t xml:space="preserve">h </w:t>
            </w:r>
            <w:r w:rsidR="004F4CDC">
              <w:rPr>
                <w:rFonts w:ascii="Arial" w:eastAsia="Arial" w:hAnsi="Arial" w:cs="Arial"/>
                <w:spacing w:val="2"/>
              </w:rPr>
              <w:t>t</w:t>
            </w:r>
            <w:r w:rsidR="004F4CDC">
              <w:rPr>
                <w:rFonts w:ascii="Arial" w:eastAsia="Arial" w:hAnsi="Arial" w:cs="Arial"/>
              </w:rPr>
              <w:t>h</w:t>
            </w:r>
            <w:r w:rsidR="004F4CDC">
              <w:rPr>
                <w:rFonts w:ascii="Arial" w:eastAsia="Arial" w:hAnsi="Arial" w:cs="Arial"/>
                <w:spacing w:val="-1"/>
              </w:rPr>
              <w:t>i</w:t>
            </w:r>
            <w:r w:rsidR="004F4CDC">
              <w:rPr>
                <w:rFonts w:ascii="Arial" w:eastAsia="Arial" w:hAnsi="Arial" w:cs="Arial"/>
              </w:rPr>
              <w:t xml:space="preserve">s </w:t>
            </w:r>
            <w:r w:rsidR="004F4CDC">
              <w:rPr>
                <w:rFonts w:ascii="Arial" w:eastAsia="Arial" w:hAnsi="Arial" w:cs="Arial"/>
                <w:spacing w:val="1"/>
              </w:rPr>
              <w:t>m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1"/>
              </w:rPr>
              <w:t>n</w:t>
            </w:r>
            <w:r w:rsidR="004F4CDC">
              <w:rPr>
                <w:rFonts w:ascii="Arial" w:eastAsia="Arial" w:hAnsi="Arial" w:cs="Arial"/>
                <w:spacing w:val="-3"/>
              </w:rPr>
              <w:t>a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</w:rPr>
              <w:t>eme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</w:rPr>
              <w:t>t</w:t>
            </w:r>
            <w:r w:rsidR="004F4CDC">
              <w:rPr>
                <w:rFonts w:ascii="Arial" w:eastAsia="Arial" w:hAnsi="Arial" w:cs="Arial"/>
                <w:spacing w:val="2"/>
              </w:rPr>
              <w:t xml:space="preserve"> </w:t>
            </w:r>
            <w:r w:rsidR="004F4CDC">
              <w:rPr>
                <w:rFonts w:ascii="Arial" w:eastAsia="Arial" w:hAnsi="Arial" w:cs="Arial"/>
              </w:rPr>
              <w:t>p</w:t>
            </w:r>
            <w:r w:rsidR="004F4CDC">
              <w:rPr>
                <w:rFonts w:ascii="Arial" w:eastAsia="Arial" w:hAnsi="Arial" w:cs="Arial"/>
                <w:spacing w:val="-1"/>
              </w:rPr>
              <w:t>l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</w:rPr>
              <w:t xml:space="preserve">: </w:t>
            </w:r>
            <w:r w:rsidR="004F4CDC">
              <w:rPr>
                <w:rFonts w:ascii="Arial" w:eastAsia="Arial" w:hAnsi="Arial" w:cs="Arial"/>
                <w:spacing w:val="1"/>
              </w:rPr>
              <w:t>t</w:t>
            </w:r>
            <w:r w:rsidR="004F4CDC">
              <w:rPr>
                <w:rFonts w:ascii="Arial" w:eastAsia="Arial" w:hAnsi="Arial" w:cs="Arial"/>
              </w:rPr>
              <w:t>he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  <w:spacing w:val="-3"/>
              </w:rPr>
              <w:t>e</w:t>
            </w:r>
            <w:r w:rsidR="004F4CDC">
              <w:rPr>
                <w:rFonts w:ascii="Arial" w:eastAsia="Arial" w:hAnsi="Arial" w:cs="Arial"/>
              </w:rPr>
              <w:t>d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k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</w:rPr>
              <w:t>aroo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3"/>
              </w:rPr>
              <w:t>(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M</w:t>
            </w:r>
            <w:r w:rsidR="004F4CDC">
              <w:rPr>
                <w:rFonts w:ascii="Arial" w:eastAsia="Arial" w:hAnsi="Arial" w:cs="Arial"/>
                <w:i/>
              </w:rPr>
              <w:t>a</w:t>
            </w:r>
            <w:r w:rsidR="004F4CDC">
              <w:rPr>
                <w:rFonts w:ascii="Arial" w:eastAsia="Arial" w:hAnsi="Arial" w:cs="Arial"/>
                <w:i/>
                <w:spacing w:val="-3"/>
              </w:rPr>
              <w:t>c</w:t>
            </w:r>
            <w:r w:rsidR="004F4CDC">
              <w:rPr>
                <w:rFonts w:ascii="Arial" w:eastAsia="Arial" w:hAnsi="Arial" w:cs="Arial"/>
                <w:i/>
                <w:spacing w:val="1"/>
              </w:rPr>
              <w:t>r</w:t>
            </w:r>
            <w:r w:rsidR="004F4CDC">
              <w:rPr>
                <w:rFonts w:ascii="Arial" w:eastAsia="Arial" w:hAnsi="Arial" w:cs="Arial"/>
                <w:i/>
              </w:rPr>
              <w:t>o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p</w:t>
            </w:r>
            <w:r w:rsidR="004F4CDC">
              <w:rPr>
                <w:rFonts w:ascii="Arial" w:eastAsia="Arial" w:hAnsi="Arial" w:cs="Arial"/>
                <w:i/>
              </w:rPr>
              <w:t>us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 xml:space="preserve"> r</w:t>
            </w:r>
            <w:r w:rsidR="004F4CDC">
              <w:rPr>
                <w:rFonts w:ascii="Arial" w:eastAsia="Arial" w:hAnsi="Arial" w:cs="Arial"/>
                <w:i/>
              </w:rPr>
              <w:t>ufu</w:t>
            </w:r>
            <w:r w:rsidR="004F4CDC">
              <w:rPr>
                <w:rFonts w:ascii="Arial" w:eastAsia="Arial" w:hAnsi="Arial" w:cs="Arial"/>
                <w:i/>
                <w:spacing w:val="1"/>
              </w:rPr>
              <w:t>s</w:t>
            </w:r>
            <w:r w:rsidR="004F4CDC">
              <w:rPr>
                <w:rFonts w:ascii="Arial" w:eastAsia="Arial" w:hAnsi="Arial" w:cs="Arial"/>
                <w:spacing w:val="-2"/>
              </w:rPr>
              <w:t>)</w:t>
            </w:r>
            <w:r w:rsidR="004F4CDC">
              <w:rPr>
                <w:rFonts w:ascii="Arial" w:eastAsia="Arial" w:hAnsi="Arial" w:cs="Arial"/>
              </w:rPr>
              <w:t>,</w:t>
            </w:r>
            <w:r w:rsidR="004F4CDC">
              <w:rPr>
                <w:rFonts w:ascii="Arial" w:eastAsia="Arial" w:hAnsi="Arial" w:cs="Arial"/>
                <w:spacing w:val="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-3"/>
              </w:rPr>
              <w:t>w</w:t>
            </w:r>
            <w:r w:rsidR="004F4CDC">
              <w:rPr>
                <w:rFonts w:ascii="Arial" w:eastAsia="Arial" w:hAnsi="Arial" w:cs="Arial"/>
              </w:rPr>
              <w:t>este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</w:rPr>
              <w:t xml:space="preserve">n 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  <w:spacing w:val="-2"/>
              </w:rPr>
              <w:t>r</w:t>
            </w:r>
            <w:r w:rsidR="004F4CDC">
              <w:rPr>
                <w:rFonts w:ascii="Arial" w:eastAsia="Arial" w:hAnsi="Arial" w:cs="Arial"/>
              </w:rPr>
              <w:t>ey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k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  <w:spacing w:val="-3"/>
              </w:rPr>
              <w:t>a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</w:rPr>
              <w:t>oo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(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M</w:t>
            </w:r>
            <w:r w:rsidR="004F4CDC">
              <w:rPr>
                <w:rFonts w:ascii="Arial" w:eastAsia="Arial" w:hAnsi="Arial" w:cs="Arial"/>
                <w:i/>
              </w:rPr>
              <w:t xml:space="preserve">. </w:t>
            </w:r>
            <w:r w:rsidR="004F4CDC">
              <w:rPr>
                <w:rFonts w:ascii="Arial" w:eastAsia="Arial" w:hAnsi="Arial" w:cs="Arial"/>
                <w:i/>
                <w:spacing w:val="1"/>
              </w:rPr>
              <w:t>f</w:t>
            </w:r>
            <w:r w:rsidR="004F4CDC">
              <w:rPr>
                <w:rFonts w:ascii="Arial" w:eastAsia="Arial" w:hAnsi="Arial" w:cs="Arial"/>
                <w:i/>
              </w:rPr>
              <w:t>u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li</w:t>
            </w:r>
            <w:r w:rsidR="004F4CDC">
              <w:rPr>
                <w:rFonts w:ascii="Arial" w:eastAsia="Arial" w:hAnsi="Arial" w:cs="Arial"/>
                <w:i/>
              </w:rPr>
              <w:t>g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i</w:t>
            </w:r>
            <w:r w:rsidR="004F4CDC">
              <w:rPr>
                <w:rFonts w:ascii="Arial" w:eastAsia="Arial" w:hAnsi="Arial" w:cs="Arial"/>
                <w:i/>
              </w:rPr>
              <w:t>n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o</w:t>
            </w:r>
            <w:r w:rsidR="004F4CDC">
              <w:rPr>
                <w:rFonts w:ascii="Arial" w:eastAsia="Arial" w:hAnsi="Arial" w:cs="Arial"/>
                <w:i/>
              </w:rPr>
              <w:t>sus</w:t>
            </w:r>
            <w:r w:rsidR="004F4CDC">
              <w:rPr>
                <w:rFonts w:ascii="Arial" w:eastAsia="Arial" w:hAnsi="Arial" w:cs="Arial"/>
                <w:spacing w:val="1"/>
              </w:rPr>
              <w:t>)</w:t>
            </w:r>
            <w:r w:rsidR="004F4CDC">
              <w:rPr>
                <w:rFonts w:ascii="Arial" w:eastAsia="Arial" w:hAnsi="Arial" w:cs="Arial"/>
              </w:rPr>
              <w:t>, e</w:t>
            </w:r>
            <w:r w:rsidR="004F4CDC">
              <w:rPr>
                <w:rFonts w:ascii="Arial" w:eastAsia="Arial" w:hAnsi="Arial" w:cs="Arial"/>
                <w:spacing w:val="-1"/>
              </w:rPr>
              <w:t>a</w:t>
            </w:r>
            <w:r w:rsidR="004F4CDC">
              <w:rPr>
                <w:rFonts w:ascii="Arial" w:eastAsia="Arial" w:hAnsi="Arial" w:cs="Arial"/>
                <w:spacing w:val="-2"/>
              </w:rPr>
              <w:t>s</w:t>
            </w:r>
            <w:r w:rsidR="004F4CDC">
              <w:rPr>
                <w:rFonts w:ascii="Arial" w:eastAsia="Arial" w:hAnsi="Arial" w:cs="Arial"/>
                <w:spacing w:val="1"/>
              </w:rPr>
              <w:t>t</w:t>
            </w:r>
            <w:r w:rsidR="004F4CDC">
              <w:rPr>
                <w:rFonts w:ascii="Arial" w:eastAsia="Arial" w:hAnsi="Arial" w:cs="Arial"/>
              </w:rPr>
              <w:t>ern</w:t>
            </w:r>
            <w:r w:rsidR="004F4CDC">
              <w:rPr>
                <w:rFonts w:ascii="Arial" w:eastAsia="Arial" w:hAnsi="Arial" w:cs="Arial"/>
                <w:spacing w:val="-3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g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</w:rPr>
              <w:t>ey</w:t>
            </w:r>
            <w:r w:rsidR="004F4CDC">
              <w:rPr>
                <w:rFonts w:ascii="Arial" w:eastAsia="Arial" w:hAnsi="Arial" w:cs="Arial"/>
                <w:spacing w:val="-3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k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3"/>
              </w:rPr>
              <w:t>n</w:t>
            </w:r>
            <w:r w:rsidR="004F4CDC">
              <w:rPr>
                <w:rFonts w:ascii="Arial" w:eastAsia="Arial" w:hAnsi="Arial" w:cs="Arial"/>
              </w:rPr>
              <w:t>g</w:t>
            </w:r>
            <w:r w:rsidR="004F4CDC">
              <w:rPr>
                <w:rFonts w:ascii="Arial" w:eastAsia="Arial" w:hAnsi="Arial" w:cs="Arial"/>
                <w:spacing w:val="-1"/>
              </w:rPr>
              <w:t>a</w:t>
            </w:r>
            <w:r w:rsidR="004F4CDC">
              <w:rPr>
                <w:rFonts w:ascii="Arial" w:eastAsia="Arial" w:hAnsi="Arial" w:cs="Arial"/>
                <w:spacing w:val="1"/>
              </w:rPr>
              <w:t>r</w:t>
            </w:r>
            <w:r w:rsidR="004F4CDC">
              <w:rPr>
                <w:rFonts w:ascii="Arial" w:eastAsia="Arial" w:hAnsi="Arial" w:cs="Arial"/>
              </w:rPr>
              <w:t>oo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2"/>
              </w:rPr>
              <w:t>(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M</w:t>
            </w:r>
            <w:r w:rsidR="004F4CDC">
              <w:rPr>
                <w:rFonts w:ascii="Arial" w:eastAsia="Arial" w:hAnsi="Arial" w:cs="Arial"/>
                <w:i/>
              </w:rPr>
              <w:t>. g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i</w:t>
            </w:r>
            <w:r w:rsidR="004F4CDC">
              <w:rPr>
                <w:rFonts w:ascii="Arial" w:eastAsia="Arial" w:hAnsi="Arial" w:cs="Arial"/>
                <w:i/>
              </w:rPr>
              <w:t>g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a</w:t>
            </w:r>
            <w:r w:rsidR="004F4CDC">
              <w:rPr>
                <w:rFonts w:ascii="Arial" w:eastAsia="Arial" w:hAnsi="Arial" w:cs="Arial"/>
                <w:i/>
              </w:rPr>
              <w:t>nteus</w:t>
            </w:r>
            <w:r w:rsidR="004F4CDC">
              <w:rPr>
                <w:rFonts w:ascii="Arial" w:eastAsia="Arial" w:hAnsi="Arial" w:cs="Arial"/>
              </w:rPr>
              <w:t>)</w:t>
            </w:r>
            <w:r w:rsidR="004F4CDC">
              <w:rPr>
                <w:rFonts w:ascii="Arial" w:eastAsia="Arial" w:hAnsi="Arial" w:cs="Arial"/>
                <w:spacing w:val="2"/>
              </w:rPr>
              <w:t xml:space="preserve"> 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1"/>
              </w:rPr>
              <w:t>n</w:t>
            </w:r>
            <w:r w:rsidR="004F4CDC">
              <w:rPr>
                <w:rFonts w:ascii="Arial" w:eastAsia="Arial" w:hAnsi="Arial" w:cs="Arial"/>
              </w:rPr>
              <w:t>d</w:t>
            </w:r>
            <w:r w:rsidR="004F4CDC">
              <w:rPr>
                <w:rFonts w:ascii="Arial" w:eastAsia="Arial" w:hAnsi="Arial" w:cs="Arial"/>
                <w:spacing w:val="-2"/>
              </w:rPr>
              <w:t xml:space="preserve"> </w:t>
            </w:r>
            <w:r w:rsidR="004F4CDC">
              <w:rPr>
                <w:rFonts w:ascii="Arial" w:eastAsia="Arial" w:hAnsi="Arial" w:cs="Arial"/>
                <w:spacing w:val="-3"/>
              </w:rPr>
              <w:t>w</w:t>
            </w:r>
            <w:r w:rsidR="004F4CDC">
              <w:rPr>
                <w:rFonts w:ascii="Arial" w:eastAsia="Arial" w:hAnsi="Arial" w:cs="Arial"/>
              </w:rPr>
              <w:t>a</w:t>
            </w:r>
            <w:r w:rsidR="004F4CDC">
              <w:rPr>
                <w:rFonts w:ascii="Arial" w:eastAsia="Arial" w:hAnsi="Arial" w:cs="Arial"/>
                <w:spacing w:val="-1"/>
              </w:rPr>
              <w:t>ll</w:t>
            </w:r>
            <w:r w:rsidR="004F4CDC">
              <w:rPr>
                <w:rFonts w:ascii="Arial" w:eastAsia="Arial" w:hAnsi="Arial" w:cs="Arial"/>
              </w:rPr>
              <w:t>aroo</w:t>
            </w:r>
            <w:r w:rsidR="004F4CDC">
              <w:rPr>
                <w:rFonts w:ascii="Arial" w:eastAsia="Arial" w:hAnsi="Arial" w:cs="Arial"/>
                <w:spacing w:val="1"/>
              </w:rPr>
              <w:t xml:space="preserve"> (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M</w:t>
            </w:r>
            <w:r w:rsidR="004F4CDC">
              <w:rPr>
                <w:rFonts w:ascii="Arial" w:eastAsia="Arial" w:hAnsi="Arial" w:cs="Arial"/>
                <w:i/>
              </w:rPr>
              <w:t xml:space="preserve">. </w:t>
            </w:r>
            <w:r w:rsidR="004F4CDC">
              <w:rPr>
                <w:rFonts w:ascii="Arial" w:eastAsia="Arial" w:hAnsi="Arial" w:cs="Arial"/>
                <w:i/>
                <w:spacing w:val="1"/>
              </w:rPr>
              <w:t>r</w:t>
            </w:r>
            <w:r w:rsidR="004F4CDC">
              <w:rPr>
                <w:rFonts w:ascii="Arial" w:eastAsia="Arial" w:hAnsi="Arial" w:cs="Arial"/>
                <w:i/>
              </w:rPr>
              <w:t>o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b</w:t>
            </w:r>
            <w:r w:rsidR="004F4CDC">
              <w:rPr>
                <w:rFonts w:ascii="Arial" w:eastAsia="Arial" w:hAnsi="Arial" w:cs="Arial"/>
                <w:i/>
              </w:rPr>
              <w:t>ust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u</w:t>
            </w:r>
            <w:r w:rsidR="004F4CDC">
              <w:rPr>
                <w:rFonts w:ascii="Arial" w:eastAsia="Arial" w:hAnsi="Arial" w:cs="Arial"/>
                <w:i/>
              </w:rPr>
              <w:t>s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="004F4CDC">
              <w:rPr>
                <w:rFonts w:ascii="Arial" w:eastAsia="Arial" w:hAnsi="Arial" w:cs="Arial"/>
                <w:i/>
                <w:spacing w:val="1"/>
              </w:rPr>
              <w:t>r</w:t>
            </w:r>
            <w:r w:rsidR="004F4CDC">
              <w:rPr>
                <w:rFonts w:ascii="Arial" w:eastAsia="Arial" w:hAnsi="Arial" w:cs="Arial"/>
                <w:i/>
              </w:rPr>
              <w:t>o</w:t>
            </w:r>
            <w:r w:rsidR="004F4CDC">
              <w:rPr>
                <w:rFonts w:ascii="Arial" w:eastAsia="Arial" w:hAnsi="Arial" w:cs="Arial"/>
                <w:i/>
                <w:spacing w:val="-1"/>
              </w:rPr>
              <w:t>b</w:t>
            </w:r>
            <w:r w:rsidR="004F4CDC">
              <w:rPr>
                <w:rFonts w:ascii="Arial" w:eastAsia="Arial" w:hAnsi="Arial" w:cs="Arial"/>
                <w:i/>
              </w:rPr>
              <w:t>ustu</w:t>
            </w:r>
            <w:r w:rsidR="004F4CDC">
              <w:rPr>
                <w:rFonts w:ascii="Arial" w:eastAsia="Arial" w:hAnsi="Arial" w:cs="Arial"/>
                <w:i/>
                <w:spacing w:val="-2"/>
              </w:rPr>
              <w:t>s</w:t>
            </w:r>
            <w:r w:rsidR="004F4CDC">
              <w:rPr>
                <w:rFonts w:ascii="Arial" w:eastAsia="Arial" w:hAnsi="Arial" w:cs="Arial"/>
                <w:spacing w:val="1"/>
              </w:rPr>
              <w:t>)</w:t>
            </w:r>
            <w:r w:rsidR="004F4CDC">
              <w:rPr>
                <w:rFonts w:ascii="Arial" w:eastAsia="Arial" w:hAnsi="Arial" w:cs="Arial"/>
              </w:rPr>
              <w:t>.</w:t>
            </w:r>
          </w:p>
        </w:tc>
      </w:tr>
      <w:tr w:rsidR="004F4CDC" w:rsidTr="004F4CDC">
        <w:tc>
          <w:tcPr>
            <w:tcW w:w="4106" w:type="dxa"/>
            <w:tcBorders>
              <w:bottom w:val="nil"/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Landholder</w:t>
            </w:r>
          </w:p>
        </w:tc>
        <w:tc>
          <w:tcPr>
            <w:tcW w:w="5757" w:type="dxa"/>
            <w:tcBorders>
              <w:left w:val="nil"/>
              <w:bottom w:val="nil"/>
            </w:tcBorders>
          </w:tcPr>
          <w:p w:rsidR="004F4CDC" w:rsidRDefault="004F4CDC" w:rsidP="004F4CDC">
            <w:pPr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ccu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  <w:tr w:rsidR="004F4CDC" w:rsidTr="004F4CDC">
        <w:tc>
          <w:tcPr>
            <w:tcW w:w="4106" w:type="dxa"/>
            <w:tcBorders>
              <w:top w:val="nil"/>
              <w:right w:val="nil"/>
            </w:tcBorders>
          </w:tcPr>
          <w:p w:rsidR="004F4CDC" w:rsidRP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Cs/>
                <w:position w:val="-1"/>
              </w:rPr>
            </w:pPr>
            <w:r w:rsidRPr="004F4CDC">
              <w:rPr>
                <w:rFonts w:ascii="Arial" w:eastAsia="Arial" w:hAnsi="Arial" w:cs="Arial"/>
                <w:bCs/>
                <w:position w:val="-1"/>
              </w:rPr>
              <w:t>National Code of Practice for the Humane Shooting of Kangaroos and Wallabies for Commercial Purposes</w:t>
            </w:r>
          </w:p>
        </w:tc>
        <w:tc>
          <w:tcPr>
            <w:tcW w:w="5757" w:type="dxa"/>
            <w:tcBorders>
              <w:top w:val="nil"/>
              <w:left w:val="nil"/>
            </w:tcBorders>
          </w:tcPr>
          <w:p w:rsidR="004F4CDC" w:rsidRDefault="004F4CDC" w:rsidP="004F4CDC">
            <w:pPr>
              <w:spacing w:line="239" w:lineRule="auto"/>
              <w:ind w:right="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sed by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ural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2008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n is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</w:t>
            </w:r>
            <w:r>
              <w:rPr>
                <w:rFonts w:ascii="Arial" w:eastAsia="Arial" w:hAnsi="Arial" w:cs="Arial"/>
              </w:rPr>
              <w:t>es be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ested.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is e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ced 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ern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erci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oo 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esti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4F4CDC" w:rsidRDefault="004F4CDC">
            <w:pPr>
              <w:spacing w:before="67" w:line="248" w:lineRule="exact"/>
              <w:ind w:right="-20"/>
              <w:rPr>
                <w:rFonts w:ascii="Arial" w:eastAsia="Arial" w:hAnsi="Arial" w:cs="Arial"/>
                <w:b/>
                <w:bCs/>
                <w:position w:val="-1"/>
              </w:rPr>
            </w:pPr>
          </w:p>
        </w:tc>
      </w:tr>
    </w:tbl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  <w:b/>
          <w:bCs/>
          <w:position w:val="-1"/>
        </w:rPr>
      </w:pPr>
    </w:p>
    <w:p w:rsidR="004F4CDC" w:rsidRDefault="004F4CDC">
      <w:pPr>
        <w:spacing w:before="67" w:after="0" w:line="248" w:lineRule="exact"/>
        <w:ind w:left="113" w:right="-20"/>
        <w:rPr>
          <w:rFonts w:ascii="Arial" w:eastAsia="Arial" w:hAnsi="Arial" w:cs="Arial"/>
        </w:rPr>
      </w:pPr>
    </w:p>
    <w:p w:rsidR="00A708F6" w:rsidRDefault="00A708F6">
      <w:pPr>
        <w:spacing w:before="11" w:after="0" w:line="220" w:lineRule="exact"/>
      </w:pPr>
    </w:p>
    <w:p w:rsidR="00A708F6" w:rsidRDefault="00A708F6">
      <w:pPr>
        <w:spacing w:before="1" w:after="0" w:line="130" w:lineRule="exact"/>
        <w:rPr>
          <w:sz w:val="13"/>
          <w:szCs w:val="13"/>
        </w:rPr>
      </w:pP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A708F6">
      <w:pPr>
        <w:spacing w:after="0"/>
        <w:sectPr w:rsidR="00A708F6">
          <w:footerReference w:type="default" r:id="rId18"/>
          <w:pgSz w:w="11920" w:h="16860"/>
          <w:pgMar w:top="1180" w:right="1140" w:bottom="880" w:left="1020" w:header="0" w:footer="686" w:gutter="0"/>
          <w:pgNumType w:start="1"/>
          <w:cols w:space="720"/>
        </w:sectPr>
      </w:pPr>
    </w:p>
    <w:p w:rsidR="00A708F6" w:rsidRDefault="004F4CDC">
      <w:pPr>
        <w:spacing w:before="67" w:after="0" w:line="240" w:lineRule="auto"/>
        <w:ind w:left="113" w:right="7100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1. 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52" w:lineRule="exact"/>
        <w:ind w:left="113" w:right="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prima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 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 ar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2574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1332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ccordan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13" w:right="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erit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-1"/>
        </w:rPr>
        <w:t>OEH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13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2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</w:rPr>
        <w:t>nteus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1"/>
        </w:rPr>
        <w:t>li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1"/>
        </w:rPr>
        <w:t>o</w:t>
      </w:r>
      <w:r>
        <w:rPr>
          <w:rFonts w:ascii="Arial" w:eastAsia="Arial" w:hAnsi="Arial" w:cs="Arial"/>
          <w:i/>
        </w:rPr>
        <w:t>sus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(</w:t>
      </w:r>
      <w:r>
        <w:rPr>
          <w:rFonts w:ascii="Arial" w:eastAsia="Arial" w:hAnsi="Arial" w:cs="Arial"/>
          <w:i/>
          <w:spacing w:val="-4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2"/>
        </w:rPr>
        <w:t>s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2B0ED0">
      <w:pPr>
        <w:spacing w:after="0" w:line="252" w:lineRule="exact"/>
        <w:ind w:left="113" w:right="54"/>
        <w:jc w:val="both"/>
        <w:rPr>
          <w:rFonts w:ascii="Arial" w:eastAsia="Arial" w:hAnsi="Arial" w:cs="Arial"/>
        </w:rPr>
      </w:pPr>
      <w:r>
        <w:pict>
          <v:group id="_x0000_s1712" style="position:absolute;left:0;text-align:left;margin-left:56.15pt;margin-top:8.8pt;width:392.95pt;height:359.35pt;z-index:-251671040;mso-position-horizontal-relative:page" coordorigin="1123,176" coordsize="7859,7187">
            <v:group id="_x0000_s1735" style="position:absolute;left:2018;top:4961;width:2386;height:2393" coordorigin="2018,4961" coordsize="2386,2393">
              <v:shape id="_x0000_s1737" style="position:absolute;left:2018;top:4961;width:2386;height:2393" coordorigin="2018,4961" coordsize="2386,2393" path="m2917,4961r-78,4l2763,4981r-74,26l2633,5038r-62,43l2522,5122r-53,47l2407,5231r-389,388l3753,7353r363,-363l3707,6990,2383,5664r268,-268l2705,5347r50,-40l2819,5267r60,-25l2946,5232r634,-1l3557,5214r-65,-45l3429,5129r-63,-35l3304,5063r-61,-27l3182,5013r-61,-19l3060,4978r-62,-11l2937,4961r-20,e" fillcolor="silver" stroked="f">
                <v:path arrowok="t"/>
              </v:shape>
              <v:shape id="_x0000_s1736" style="position:absolute;left:2018;top:4961;width:2386;height:2393" coordorigin="2018,4961" coordsize="2386,2393" path="m3580,5231r-598,l3000,5231r19,2l3098,5246r63,18l3228,5290r64,31l3359,5361r69,46l3500,5462r49,40l3599,5547r51,47l3703,5645r48,49l3796,5743r43,49l3880,5841r38,49l3954,5939r49,74l4047,6087r37,71l4109,6219r18,59l4139,6353r1,37l4140,6407r-10,68l4106,6542r-40,69l4027,6663r-48,54l3707,6990r409,l4186,6920r52,-56l4283,6808r38,-58l4352,6693r24,-59l4392,6574r10,-60l4404,6451r-1,-22l4396,6362r-14,-71l4360,6216r-28,-78l4295,6056r-28,-56l4236,5944r-35,-56l4164,5831r-41,-57l4078,5717r-47,-58l3980,5601r-54,-58l3869,5484r-46,-45l3778,5396r-45,-40l3667,5299r-66,-53l3580,5231e" fillcolor="silver" stroked="f">
                <v:path arrowok="t"/>
              </v:shape>
            </v:group>
            <v:group id="_x0000_s1725" style="position:absolute;left:3232;top:3679;width:2793;height:2460" coordorigin="3232,3679" coordsize="2793,2460">
              <v:shape id="_x0000_s1734" style="position:absolute;left:3232;top:3679;width:2793;height:2460" coordorigin="3232,3679" coordsize="2793,2460" path="m4480,3779r-607,l3855,3799r-17,20l3820,3839r-18,l3783,3859r-18,20l3738,3919r-506,500l4966,6139r159,-140l4588,5439r-38,-20l4362,5219r184,-180l4563,5019r-407,l3583,4439r391,-380l3990,4039r17,-20l4024,4019r16,-20l4058,3999r17,-20l4093,3979r18,-20l4696,3959r-19,-20l4656,3919r-15,-20l4625,3899r-31,-40l4578,3859r-16,-20l4546,3819r-16,l4514,3799r-17,l4480,3779e" fillcolor="silver" stroked="f">
                <v:path arrowok="t"/>
              </v:shape>
              <v:shape id="_x0000_s1733" style="position:absolute;left:3232;top:3679;width:2793;height:2460" coordorigin="3232,3679" coordsize="2793,2460" path="m5957,5059r-711,l5275,5079r30,20l5331,5099r26,20l5383,5119r26,20l5565,5199r210,60l5827,5279r14,l6025,5099r-68,-40e" fillcolor="silver" stroked="f">
                <v:path arrowok="t"/>
              </v:shape>
              <v:shape id="_x0000_s1732" style="position:absolute;left:3232;top:3679;width:2793;height:2460" coordorigin="3232,3679" coordsize="2793,2460" path="m5630,4939r-738,l4906,4959r45,l4969,4979r56,l5046,4999r22,l5091,5019r48,l5164,5039r27,l5218,5059r705,l5855,5019r-69,-20l5630,4939e" fillcolor="silver" stroked="f">
                <v:path arrowok="t"/>
              </v:shape>
              <v:shape id="_x0000_s1731" style="position:absolute;left:3232;top:3679;width:2793;height:2460" coordorigin="3232,3679" coordsize="2793,2460" path="m4696,3959r-398,l4316,3979r35,l4368,3999r18,l4403,4019r18,l4456,4059r18,l4510,4099r15,20l4539,4139r13,20l4564,4159r32,60l4613,4259r8,l4639,4319r8,60l4647,4399r-1,20l4635,4479r-11,40l4616,4519r-8,20l4598,4559r-11,20l4575,4599r-13,l4548,4619r-16,20l4516,4659r-18,20l4156,5019r407,l4596,4979r16,l4629,4959r17,l4663,4939r967,l5578,4919r-71,-20l5437,4859r-36,l5329,4819r-19,l5291,4799r-56,l5216,4779r-38,l5159,4759r-77,l5062,4739r-262,l4812,4719r33,-60l4871,4599r19,-60l4901,4479r3,-60l4904,4399r-8,-60l4881,4279r-6,-40l4850,4179r-31,-60l4779,4059r-47,-60l4715,3979r-19,-20e" fillcolor="silver" stroked="f">
                <v:path arrowok="t"/>
              </v:shape>
              <v:shape id="_x0000_s1730" style="position:absolute;left:3232;top:3679;width:2793;height:2460" coordorigin="3232,3679" coordsize="2793,2460" path="m4964,4719r-77,l4866,4739r115,l4964,4719e" fillcolor="silver" stroked="f">
                <v:path arrowok="t"/>
              </v:shape>
              <v:shape id="_x0000_s1729" style="position:absolute;left:3232;top:3679;width:2793;height:2460" coordorigin="3232,3679" coordsize="2793,2460" path="m4411,3739r-487,l3907,3759r-17,20l4463,3779r-17,-20l4429,3759r-18,-20e" fillcolor="silver" stroked="f">
                <v:path arrowok="t"/>
              </v:shape>
              <v:shape id="_x0000_s1728" style="position:absolute;left:3232;top:3679;width:2793;height:2460" coordorigin="3232,3679" coordsize="2793,2460" path="m4376,3719r-420,l3940,3739r454,l4376,3719e" fillcolor="silver" stroked="f">
                <v:path arrowok="t"/>
              </v:shape>
              <v:shape id="_x0000_s1727" style="position:absolute;left:3232;top:3679;width:2793;height:2460" coordorigin="3232,3679" coordsize="2793,2460" path="m4318,3699r-314,l3988,3719r351,l4318,3699e" fillcolor="silver" stroked="f">
                <v:path arrowok="t"/>
              </v:shape>
              <v:shape id="_x0000_s1726" style="position:absolute;left:3232;top:3679;width:2793;height:2460" coordorigin="3232,3679" coordsize="2793,2460" path="m4258,3679r-209,l4034,3699r244,l4258,3679e" fillcolor="silver" stroked="f">
                <v:path arrowok="t"/>
              </v:shape>
            </v:group>
            <v:group id="_x0000_s1721" style="position:absolute;left:4774;top:2693;width:2396;height:2367" coordorigin="4774,2693" coordsize="2396,2367">
              <v:shape id="_x0000_s1724" style="position:absolute;left:4774;top:2693;width:2396;height:2367" coordorigin="4774,2693" coordsize="2396,2367" path="m4944,2693r-170,170l4966,3192r825,1429l6046,5060r167,-167l6134,4762,5878,4335r-60,-98l6051,4004r-373,l5602,3876,5378,3490r-75,-128l5266,3300r-38,-62l5189,3178r-40,-59l5108,3060r-42,-58l5037,2964r391,l4944,2693e" fillcolor="silver" stroked="f">
                <v:path arrowok="t"/>
              </v:shape>
              <v:shape id="_x0000_s1723" style="position:absolute;left:4774;top:2693;width:2396;height:2367" coordorigin="4774,2693" coordsize="2396,2367" path="m6808,3731r-484,l6490,3828r168,95l6793,3997r104,54l7001,4105r170,-170l6808,3731e" fillcolor="silver" stroked="f">
                <v:path arrowok="t"/>
              </v:shape>
              <v:shape id="_x0000_s1722" style="position:absolute;left:4774;top:2693;width:2396;height:2367" coordorigin="4774,2693" coordsize="2396,2367" path="m5428,2964r-391,l5072,2987r95,62l5231,3089r118,71l6087,3595r-409,409l6051,4004r273,-273l6808,3731,5428,2964e" fillcolor="silver" stroked="f">
                <v:path arrowok="t"/>
              </v:shape>
            </v:group>
            <v:group id="_x0000_s1718" style="position:absolute;left:5573;top:1254;width:1893;height:2544" coordorigin="5573,1254" coordsize="1893,2544">
              <v:shape id="_x0000_s1720" style="position:absolute;left:5573;top:1254;width:1893;height:2544" coordorigin="5573,1254" coordsize="1893,2544" path="m6384,1254r-811,810l7308,3798r158,-159l6679,2851r204,-204l6474,2647,5937,2110r293,-294l6391,1652r96,-100l6582,1452,6384,1254e" fillcolor="silver" stroked="f">
                <v:path arrowok="t"/>
              </v:shape>
              <v:shape id="_x0000_s1719" style="position:absolute;left:5573;top:1254;width:1893;height:2544" coordorigin="5573,1254" coordsize="1893,2544" path="m7037,2083r-563,564l6883,2647r132,-135l7098,2426r83,-86l7235,2281,7037,2083e" fillcolor="silver" stroked="f">
                <v:path arrowok="t"/>
              </v:shape>
            </v:group>
            <v:group id="_x0000_s1715" style="position:absolute;left:6506;top:186;width:2282;height:2291" coordorigin="6506,186" coordsize="2282,2291">
              <v:shape id="_x0000_s1717" style="position:absolute;left:6506;top:186;width:2282;height:2291" coordorigin="6506,186" coordsize="2282,2291" path="m7417,947r-317,l8629,2477r159,-159l7417,947e" fillcolor="silver" stroked="f">
                <v:path arrowok="t"/>
              </v:shape>
              <v:shape id="_x0000_s1716" style="position:absolute;left:6506;top:186;width:2282;height:2291" coordorigin="6506,186" coordsize="2282,2291" path="m7451,186l7261,376,6740,903r-234,242l6704,1343,7100,947r317,l7259,788,7397,649r79,-81l7554,487r77,-82l7649,384,7451,186e" fillcolor="silver" stroked="f">
                <v:path arrowok="t"/>
              </v:shape>
            </v:group>
            <v:group id="_x0000_s1713" style="position:absolute;left:1133;top:4651;width:7840;height:2" coordorigin="1133,4651" coordsize="7840,2">
              <v:shape id="_x0000_s1714" style="position:absolute;left:1133;top:4651;width:7840;height:2" coordorigin="1133,4651" coordsize="7840,0" path="m1133,4651r7840,e" filled="f" strokeweight=".94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-1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are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p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ote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6"/>
        </w:rPr>
        <w:t>S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8"/>
        </w:rPr>
        <w:t xml:space="preserve"> 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ati</w:t>
      </w:r>
      <w:r w:rsidR="004F4CDC">
        <w:rPr>
          <w:rFonts w:ascii="Arial" w:eastAsia="Arial" w:hAnsi="Arial" w:cs="Arial"/>
          <w:i/>
          <w:spacing w:val="-3"/>
        </w:rPr>
        <w:t>o</w:t>
      </w:r>
      <w:r w:rsidR="004F4CDC">
        <w:rPr>
          <w:rFonts w:ascii="Arial" w:eastAsia="Arial" w:hAnsi="Arial" w:cs="Arial"/>
          <w:i/>
        </w:rPr>
        <w:t>n</w:t>
      </w:r>
      <w:r w:rsidR="004F4CDC">
        <w:rPr>
          <w:rFonts w:ascii="Arial" w:eastAsia="Arial" w:hAnsi="Arial" w:cs="Arial"/>
          <w:i/>
          <w:spacing w:val="-1"/>
        </w:rPr>
        <w:t>a</w:t>
      </w:r>
      <w:r w:rsidR="004F4CDC">
        <w:rPr>
          <w:rFonts w:ascii="Arial" w:eastAsia="Arial" w:hAnsi="Arial" w:cs="Arial"/>
          <w:i/>
        </w:rPr>
        <w:t>l</w:t>
      </w:r>
      <w:r w:rsidR="004F4CDC">
        <w:rPr>
          <w:rFonts w:ascii="Arial" w:eastAsia="Arial" w:hAnsi="Arial" w:cs="Arial"/>
          <w:i/>
          <w:spacing w:val="4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P</w:t>
      </w:r>
      <w:r w:rsidR="004F4CDC">
        <w:rPr>
          <w:rFonts w:ascii="Arial" w:eastAsia="Arial" w:hAnsi="Arial" w:cs="Arial"/>
          <w:i/>
        </w:rPr>
        <w:t>arks</w:t>
      </w:r>
      <w:r w:rsidR="004F4CDC">
        <w:rPr>
          <w:rFonts w:ascii="Arial" w:eastAsia="Arial" w:hAnsi="Arial" w:cs="Arial"/>
          <w:i/>
          <w:spacing w:val="3"/>
        </w:rPr>
        <w:t xml:space="preserve"> 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 xml:space="preserve">d </w:t>
      </w:r>
      <w:r w:rsidR="004F4CDC">
        <w:rPr>
          <w:rFonts w:ascii="Arial" w:eastAsia="Arial" w:hAnsi="Arial" w:cs="Arial"/>
          <w:i/>
          <w:spacing w:val="3"/>
        </w:rPr>
        <w:t>W</w:t>
      </w:r>
      <w:r w:rsidR="004F4CDC">
        <w:rPr>
          <w:rFonts w:ascii="Arial" w:eastAsia="Arial" w:hAnsi="Arial" w:cs="Arial"/>
          <w:i/>
          <w:spacing w:val="-1"/>
        </w:rPr>
        <w:t>il</w:t>
      </w:r>
      <w:r w:rsidR="004F4CDC">
        <w:rPr>
          <w:rFonts w:ascii="Arial" w:eastAsia="Arial" w:hAnsi="Arial" w:cs="Arial"/>
          <w:i/>
        </w:rPr>
        <w:t>d</w:t>
      </w:r>
      <w:r w:rsidR="004F4CDC">
        <w:rPr>
          <w:rFonts w:ascii="Arial" w:eastAsia="Arial" w:hAnsi="Arial" w:cs="Arial"/>
          <w:i/>
          <w:spacing w:val="-1"/>
        </w:rPr>
        <w:t>li</w:t>
      </w:r>
      <w:r w:rsidR="004F4CDC">
        <w:rPr>
          <w:rFonts w:ascii="Arial" w:eastAsia="Arial" w:hAnsi="Arial" w:cs="Arial"/>
          <w:i/>
          <w:spacing w:val="1"/>
        </w:rPr>
        <w:t>f</w:t>
      </w:r>
      <w:r w:rsidR="004F4CDC">
        <w:rPr>
          <w:rFonts w:ascii="Arial" w:eastAsia="Arial" w:hAnsi="Arial" w:cs="Arial"/>
          <w:i/>
        </w:rPr>
        <w:t>e</w:t>
      </w:r>
      <w:r w:rsidR="004F4CDC">
        <w:rPr>
          <w:rFonts w:ascii="Arial" w:eastAsia="Arial" w:hAnsi="Arial" w:cs="Arial"/>
          <w:i/>
          <w:spacing w:val="3"/>
        </w:rPr>
        <w:t xml:space="preserve"> </w:t>
      </w:r>
      <w:r w:rsidR="004F4CDC">
        <w:rPr>
          <w:rFonts w:ascii="Arial" w:eastAsia="Arial" w:hAnsi="Arial" w:cs="Arial"/>
          <w:i/>
          <w:spacing w:val="-3"/>
        </w:rPr>
        <w:t>A</w:t>
      </w:r>
      <w:r w:rsidR="004F4CDC">
        <w:rPr>
          <w:rFonts w:ascii="Arial" w:eastAsia="Arial" w:hAnsi="Arial" w:cs="Arial"/>
          <w:i/>
        </w:rPr>
        <w:t>ct</w:t>
      </w:r>
      <w:r w:rsidR="004F4CDC">
        <w:rPr>
          <w:rFonts w:ascii="Arial" w:eastAsia="Arial" w:hAnsi="Arial" w:cs="Arial"/>
          <w:i/>
          <w:spacing w:val="6"/>
        </w:rPr>
        <w:t xml:space="preserve"> </w:t>
      </w:r>
      <w:r w:rsidR="004F4CDC">
        <w:rPr>
          <w:rFonts w:ascii="Arial" w:eastAsia="Arial" w:hAnsi="Arial" w:cs="Arial"/>
          <w:i/>
        </w:rPr>
        <w:t>1974</w:t>
      </w:r>
      <w:r w:rsidR="004F4CDC">
        <w:rPr>
          <w:rFonts w:ascii="Arial" w:eastAsia="Arial" w:hAnsi="Arial" w:cs="Arial"/>
          <w:i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6"/>
        </w:rPr>
        <w:t>P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8"/>
        </w:rPr>
        <w:t xml:space="preserve"> 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2"/>
        </w:rPr>
        <w:t>)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2"/>
        </w:rPr>
        <w:t xml:space="preserve"> T</w:t>
      </w:r>
      <w:r w:rsidR="004F4CDC">
        <w:rPr>
          <w:rFonts w:ascii="Arial" w:eastAsia="Arial" w:hAnsi="Arial" w:cs="Arial"/>
        </w:rPr>
        <w:t>he use</w:t>
      </w:r>
      <w:r w:rsidR="004F4CDC">
        <w:rPr>
          <w:rFonts w:ascii="Arial" w:eastAsia="Arial" w:hAnsi="Arial" w:cs="Arial"/>
          <w:spacing w:val="15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14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3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</w:rPr>
        <w:t>ated</w:t>
      </w:r>
      <w:r w:rsidR="004F4CDC">
        <w:rPr>
          <w:rFonts w:ascii="Arial" w:eastAsia="Arial" w:hAnsi="Arial" w:cs="Arial"/>
          <w:spacing w:val="15"/>
        </w:rPr>
        <w:t xml:space="preserve"> 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11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5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8"/>
        </w:rPr>
        <w:t>P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20"/>
        </w:rPr>
        <w:t xml:space="preserve"> 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ct</w:t>
      </w:r>
      <w:r w:rsidR="004F4CDC">
        <w:rPr>
          <w:rFonts w:ascii="Arial" w:eastAsia="Arial" w:hAnsi="Arial" w:cs="Arial"/>
          <w:spacing w:val="16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10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0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14"/>
        </w:rPr>
        <w:t xml:space="preserve"> 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</w:rPr>
        <w:t>ks</w:t>
      </w:r>
      <w:r w:rsidR="004F4CDC">
        <w:rPr>
          <w:rFonts w:ascii="Arial" w:eastAsia="Arial" w:hAnsi="Arial" w:cs="Arial"/>
          <w:spacing w:val="15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8"/>
        </w:rPr>
        <w:t xml:space="preserve"> </w:t>
      </w:r>
      <w:r w:rsidR="004F4CDC">
        <w:rPr>
          <w:rFonts w:ascii="Arial" w:eastAsia="Arial" w:hAnsi="Arial" w:cs="Arial"/>
          <w:spacing w:val="7"/>
        </w:rPr>
        <w:t>W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13"/>
        </w:rPr>
        <w:t xml:space="preserve"> </w:t>
      </w:r>
      <w:r w:rsidR="004F4CDC">
        <w:rPr>
          <w:rFonts w:ascii="Arial" w:eastAsia="Arial" w:hAnsi="Arial" w:cs="Arial"/>
          <w:spacing w:val="-1"/>
        </w:rPr>
        <w:t>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n</w:t>
      </w:r>
    </w:p>
    <w:p w:rsidR="00A708F6" w:rsidRDefault="004F4CDC">
      <w:pPr>
        <w:spacing w:before="3" w:after="0" w:line="252" w:lineRule="exact"/>
        <w:ind w:left="113" w:right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2009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est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UCN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</w:p>
    <w:p w:rsidR="00A708F6" w:rsidRDefault="004F4CDC">
      <w:pPr>
        <w:spacing w:before="2" w:after="0" w:line="252" w:lineRule="exact"/>
        <w:ind w:left="113" w:right="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some</w:t>
      </w:r>
      <w:r>
        <w:rPr>
          <w:rFonts w:ascii="Arial" w:eastAsia="Arial" w:hAnsi="Arial" w:cs="Arial"/>
          <w:spacing w:val="-3"/>
        </w:rPr>
        <w:t xml:space="preserve"> 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ary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ucti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n be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such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use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</w:p>
    <w:p w:rsidR="00A708F6" w:rsidRDefault="004F4CDC">
      <w:pPr>
        <w:spacing w:after="0" w:line="251" w:lineRule="exact"/>
        <w:ind w:left="113" w:right="60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propri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ards’</w:t>
      </w:r>
      <w:r>
        <w:rPr>
          <w:rFonts w:ascii="Arial" w:eastAsia="Arial" w:hAnsi="Arial" w:cs="Arial"/>
          <w:spacing w:val="-2"/>
        </w:rPr>
        <w:t xml:space="preserve"> (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UC</w:t>
      </w:r>
      <w:r>
        <w:rPr>
          <w:rFonts w:ascii="Arial" w:eastAsia="Arial" w:hAnsi="Arial" w:cs="Arial"/>
        </w:rPr>
        <w:t>N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left="113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 xml:space="preserve">It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es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cur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13" w:right="42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proh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on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7" w:after="0" w:line="260" w:lineRule="exact"/>
        <w:rPr>
          <w:sz w:val="26"/>
          <w:szCs w:val="26"/>
        </w:rPr>
      </w:pPr>
    </w:p>
    <w:p w:rsidR="00A708F6" w:rsidRDefault="004F4CDC">
      <w:pPr>
        <w:spacing w:after="0" w:line="240" w:lineRule="auto"/>
        <w:ind w:left="113" w:right="5605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2     </w:t>
      </w:r>
      <w:r>
        <w:rPr>
          <w:rFonts w:ascii="Arial" w:eastAsia="Arial" w:hAnsi="Arial" w:cs="Arial"/>
          <w:b/>
          <w:bCs/>
          <w:spacing w:val="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egisl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ork</w:t>
      </w:r>
    </w:p>
    <w:p w:rsidR="00A708F6" w:rsidRDefault="00A708F6">
      <w:pPr>
        <w:spacing w:before="2" w:after="0" w:line="240" w:lineRule="exact"/>
        <w:rPr>
          <w:sz w:val="24"/>
          <w:szCs w:val="24"/>
        </w:rPr>
      </w:pPr>
    </w:p>
    <w:p w:rsidR="00A708F6" w:rsidRDefault="004F4CDC">
      <w:pPr>
        <w:spacing w:after="0" w:line="248" w:lineRule="exact"/>
        <w:ind w:left="113" w:right="73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C</w:t>
      </w:r>
      <w:r>
        <w:rPr>
          <w:rFonts w:ascii="Arial" w:eastAsia="Arial" w:hAnsi="Arial" w:cs="Arial"/>
          <w:position w:val="-1"/>
        </w:rPr>
        <w:t>om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spacing w:val="-3"/>
          <w:position w:val="-1"/>
        </w:rPr>
        <w:t>w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1"/>
          <w:position w:val="-1"/>
        </w:rPr>
        <w:t>al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i/>
          <w:spacing w:val="-1"/>
          <w:position w:val="-1"/>
        </w:rPr>
        <w:t>E</w:t>
      </w:r>
      <w:r>
        <w:rPr>
          <w:rFonts w:ascii="Arial" w:eastAsia="Arial" w:hAnsi="Arial" w:cs="Arial"/>
          <w:i/>
          <w:position w:val="-1"/>
        </w:rPr>
        <w:t>nv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spacing w:val="1"/>
          <w:position w:val="-1"/>
        </w:rPr>
        <w:t>r</w:t>
      </w:r>
      <w:r>
        <w:rPr>
          <w:rFonts w:ascii="Arial" w:eastAsia="Arial" w:hAnsi="Arial" w:cs="Arial"/>
          <w:i/>
          <w:position w:val="-1"/>
        </w:rPr>
        <w:t>o</w:t>
      </w:r>
      <w:r>
        <w:rPr>
          <w:rFonts w:ascii="Arial" w:eastAsia="Arial" w:hAnsi="Arial" w:cs="Arial"/>
          <w:i/>
          <w:spacing w:val="-3"/>
          <w:position w:val="-1"/>
        </w:rPr>
        <w:t>n</w:t>
      </w:r>
      <w:r>
        <w:rPr>
          <w:rFonts w:ascii="Arial" w:eastAsia="Arial" w:hAnsi="Arial" w:cs="Arial"/>
          <w:i/>
          <w:spacing w:val="1"/>
          <w:position w:val="-1"/>
        </w:rPr>
        <w:t>m</w:t>
      </w:r>
      <w:r>
        <w:rPr>
          <w:rFonts w:ascii="Arial" w:eastAsia="Arial" w:hAnsi="Arial" w:cs="Arial"/>
          <w:i/>
          <w:position w:val="-1"/>
        </w:rPr>
        <w:t>e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position w:val="-1"/>
        </w:rPr>
        <w:t xml:space="preserve">t </w:t>
      </w:r>
      <w:r>
        <w:rPr>
          <w:rFonts w:ascii="Arial" w:eastAsia="Arial" w:hAnsi="Arial" w:cs="Arial"/>
          <w:i/>
          <w:spacing w:val="-1"/>
          <w:position w:val="-1"/>
        </w:rPr>
        <w:t>P</w:t>
      </w:r>
      <w:r>
        <w:rPr>
          <w:rFonts w:ascii="Arial" w:eastAsia="Arial" w:hAnsi="Arial" w:cs="Arial"/>
          <w:i/>
          <w:spacing w:val="1"/>
          <w:position w:val="-1"/>
        </w:rPr>
        <w:t>r</w:t>
      </w:r>
      <w:r>
        <w:rPr>
          <w:rFonts w:ascii="Arial" w:eastAsia="Arial" w:hAnsi="Arial" w:cs="Arial"/>
          <w:i/>
          <w:spacing w:val="-3"/>
          <w:position w:val="-1"/>
        </w:rPr>
        <w:t>o</w:t>
      </w:r>
      <w:r>
        <w:rPr>
          <w:rFonts w:ascii="Arial" w:eastAsia="Arial" w:hAnsi="Arial" w:cs="Arial"/>
          <w:i/>
          <w:spacing w:val="1"/>
          <w:position w:val="-1"/>
        </w:rPr>
        <w:t>t</w:t>
      </w:r>
      <w:r>
        <w:rPr>
          <w:rFonts w:ascii="Arial" w:eastAsia="Arial" w:hAnsi="Arial" w:cs="Arial"/>
          <w:i/>
          <w:position w:val="-1"/>
        </w:rPr>
        <w:t>ecti</w:t>
      </w:r>
      <w:r>
        <w:rPr>
          <w:rFonts w:ascii="Arial" w:eastAsia="Arial" w:hAnsi="Arial" w:cs="Arial"/>
          <w:i/>
          <w:spacing w:val="-1"/>
          <w:position w:val="-1"/>
        </w:rPr>
        <w:t>o</w:t>
      </w:r>
      <w:r>
        <w:rPr>
          <w:rFonts w:ascii="Arial" w:eastAsia="Arial" w:hAnsi="Arial" w:cs="Arial"/>
          <w:i/>
          <w:position w:val="-1"/>
        </w:rPr>
        <w:t>n</w:t>
      </w:r>
      <w:r>
        <w:rPr>
          <w:rFonts w:ascii="Arial" w:eastAsia="Arial" w:hAnsi="Arial" w:cs="Arial"/>
          <w:i/>
          <w:spacing w:val="-2"/>
          <w:position w:val="-1"/>
        </w:rPr>
        <w:t xml:space="preserve"> </w:t>
      </w:r>
      <w:r>
        <w:rPr>
          <w:rFonts w:ascii="Arial" w:eastAsia="Arial" w:hAnsi="Arial" w:cs="Arial"/>
          <w:i/>
          <w:position w:val="-1"/>
        </w:rPr>
        <w:t>a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position w:val="-1"/>
        </w:rPr>
        <w:t>d B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spacing w:val="-3"/>
          <w:position w:val="-1"/>
        </w:rPr>
        <w:t>o</w:t>
      </w:r>
      <w:r>
        <w:rPr>
          <w:rFonts w:ascii="Arial" w:eastAsia="Arial" w:hAnsi="Arial" w:cs="Arial"/>
          <w:i/>
          <w:position w:val="-1"/>
        </w:rPr>
        <w:t>d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>versity</w:t>
      </w:r>
      <w:r>
        <w:rPr>
          <w:rFonts w:ascii="Arial" w:eastAsia="Arial" w:hAnsi="Arial" w:cs="Arial"/>
          <w:i/>
          <w:spacing w:val="2"/>
          <w:position w:val="-1"/>
        </w:rPr>
        <w:t xml:space="preserve"> </w:t>
      </w:r>
      <w:r>
        <w:rPr>
          <w:rFonts w:ascii="Arial" w:eastAsia="Arial" w:hAnsi="Arial" w:cs="Arial"/>
          <w:i/>
          <w:spacing w:val="-1"/>
          <w:position w:val="-1"/>
        </w:rPr>
        <w:t>C</w:t>
      </w:r>
      <w:r>
        <w:rPr>
          <w:rFonts w:ascii="Arial" w:eastAsia="Arial" w:hAnsi="Arial" w:cs="Arial"/>
          <w:i/>
          <w:position w:val="-1"/>
        </w:rPr>
        <w:t>o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position w:val="-1"/>
        </w:rPr>
        <w:t>s</w:t>
      </w:r>
      <w:r>
        <w:rPr>
          <w:rFonts w:ascii="Arial" w:eastAsia="Arial" w:hAnsi="Arial" w:cs="Arial"/>
          <w:i/>
          <w:spacing w:val="-3"/>
          <w:position w:val="-1"/>
        </w:rPr>
        <w:t>e</w:t>
      </w:r>
      <w:r>
        <w:rPr>
          <w:rFonts w:ascii="Arial" w:eastAsia="Arial" w:hAnsi="Arial" w:cs="Arial"/>
          <w:i/>
          <w:spacing w:val="1"/>
          <w:position w:val="-1"/>
        </w:rPr>
        <w:t>r</w:t>
      </w:r>
      <w:r>
        <w:rPr>
          <w:rFonts w:ascii="Arial" w:eastAsia="Arial" w:hAnsi="Arial" w:cs="Arial"/>
          <w:i/>
          <w:position w:val="-1"/>
        </w:rPr>
        <w:t>v</w:t>
      </w:r>
      <w:r>
        <w:rPr>
          <w:rFonts w:ascii="Arial" w:eastAsia="Arial" w:hAnsi="Arial" w:cs="Arial"/>
          <w:i/>
          <w:spacing w:val="-3"/>
          <w:position w:val="-1"/>
        </w:rPr>
        <w:t>a</w:t>
      </w:r>
      <w:r>
        <w:rPr>
          <w:rFonts w:ascii="Arial" w:eastAsia="Arial" w:hAnsi="Arial" w:cs="Arial"/>
          <w:i/>
          <w:spacing w:val="1"/>
          <w:position w:val="-1"/>
        </w:rPr>
        <w:t>t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 xml:space="preserve">on </w:t>
      </w:r>
      <w:r>
        <w:rPr>
          <w:rFonts w:ascii="Arial" w:eastAsia="Arial" w:hAnsi="Arial" w:cs="Arial"/>
          <w:i/>
          <w:spacing w:val="-3"/>
          <w:position w:val="-1"/>
        </w:rPr>
        <w:t>A</w:t>
      </w:r>
      <w:r>
        <w:rPr>
          <w:rFonts w:ascii="Arial" w:eastAsia="Arial" w:hAnsi="Arial" w:cs="Arial"/>
          <w:i/>
          <w:position w:val="-1"/>
        </w:rPr>
        <w:t>ct</w:t>
      </w:r>
      <w:r>
        <w:rPr>
          <w:rFonts w:ascii="Arial" w:eastAsia="Arial" w:hAnsi="Arial" w:cs="Arial"/>
          <w:i/>
          <w:spacing w:val="2"/>
          <w:position w:val="-1"/>
        </w:rPr>
        <w:t xml:space="preserve"> </w:t>
      </w:r>
      <w:r>
        <w:rPr>
          <w:rFonts w:ascii="Arial" w:eastAsia="Arial" w:hAnsi="Arial" w:cs="Arial"/>
          <w:i/>
          <w:position w:val="-1"/>
        </w:rPr>
        <w:t>1</w:t>
      </w:r>
      <w:r>
        <w:rPr>
          <w:rFonts w:ascii="Arial" w:eastAsia="Arial" w:hAnsi="Arial" w:cs="Arial"/>
          <w:i/>
          <w:spacing w:val="-1"/>
          <w:position w:val="-1"/>
        </w:rPr>
        <w:t>9</w:t>
      </w:r>
      <w:r>
        <w:rPr>
          <w:rFonts w:ascii="Arial" w:eastAsia="Arial" w:hAnsi="Arial" w:cs="Arial"/>
          <w:i/>
          <w:position w:val="-1"/>
        </w:rPr>
        <w:t>99</w:t>
      </w:r>
      <w:r>
        <w:rPr>
          <w:rFonts w:ascii="Arial" w:eastAsia="Arial" w:hAnsi="Arial" w:cs="Arial"/>
          <w:i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(</w:t>
      </w:r>
      <w:r>
        <w:rPr>
          <w:rFonts w:ascii="Arial" w:eastAsia="Arial" w:hAnsi="Arial" w:cs="Arial"/>
          <w:spacing w:val="-1"/>
          <w:position w:val="-1"/>
        </w:rPr>
        <w:t>EPB</w:t>
      </w:r>
      <w:r>
        <w:rPr>
          <w:rFonts w:ascii="Arial" w:eastAsia="Arial" w:hAnsi="Arial" w:cs="Arial"/>
          <w:position w:val="-1"/>
        </w:rPr>
        <w:t xml:space="preserve">C 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spacing w:val="-2"/>
          <w:position w:val="-1"/>
        </w:rPr>
        <w:t>c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)</w:t>
      </w:r>
    </w:p>
    <w:p w:rsidR="00A708F6" w:rsidRDefault="00A708F6">
      <w:pPr>
        <w:spacing w:before="18" w:after="0" w:line="200" w:lineRule="exact"/>
        <w:rPr>
          <w:sz w:val="20"/>
          <w:szCs w:val="20"/>
        </w:rPr>
      </w:pPr>
    </w:p>
    <w:p w:rsidR="00A708F6" w:rsidRDefault="004F4CDC">
      <w:pPr>
        <w:spacing w:before="32" w:after="0" w:line="240" w:lineRule="auto"/>
        <w:ind w:left="113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EPB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 1</w:t>
      </w:r>
      <w:r>
        <w:rPr>
          <w:rFonts w:ascii="Arial" w:eastAsia="Arial" w:hAnsi="Arial" w:cs="Arial"/>
          <w:spacing w:val="-1"/>
        </w:rPr>
        <w:t>3A)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55"/>
        <w:jc w:val="both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a)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Trade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</w:p>
    <w:p w:rsidR="00A708F6" w:rsidRDefault="004F4CDC">
      <w:pPr>
        <w:spacing w:before="1" w:after="0" w:line="240" w:lineRule="auto"/>
        <w:ind w:left="47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 and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ES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ersity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3789"/>
        <w:jc w:val="both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b)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 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ected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13" w:right="2113"/>
        <w:jc w:val="both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  <w:spacing w:val="1"/>
        </w:rPr>
        <w:t>c</w:t>
      </w:r>
      <w:r>
        <w:rPr>
          <w:rFonts w:ascii="Arial Narrow" w:eastAsia="Arial Narrow" w:hAnsi="Arial Narrow" w:cs="Arial Narrow"/>
        </w:rPr>
        <w:t xml:space="preserve">)   </w:t>
      </w:r>
      <w:r>
        <w:rPr>
          <w:rFonts w:ascii="Arial Narrow" w:eastAsia="Arial Narrow" w:hAnsi="Arial Narrow" w:cs="Arial Narrow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ersity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 Aus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 and 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co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1" w:lineRule="auto"/>
        <w:ind w:left="473" w:right="56" w:hanging="360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d)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5475"/>
        <w:jc w:val="both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e)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h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1013"/>
        <w:jc w:val="both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f) 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uti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473" w:right="56" w:hanging="360"/>
        <w:rPr>
          <w:rFonts w:ascii="Arial" w:eastAsia="Arial" w:hAnsi="Arial" w:cs="Arial"/>
        </w:rPr>
      </w:pPr>
      <w:r>
        <w:rPr>
          <w:rFonts w:ascii="Arial Narrow" w:eastAsia="Arial Narrow" w:hAnsi="Arial Narrow" w:cs="Arial Narrow"/>
        </w:rPr>
        <w:t xml:space="preserve">g)  </w:t>
      </w:r>
      <w:r>
        <w:rPr>
          <w:rFonts w:ascii="Arial Narrow" w:eastAsia="Arial Narrow" w:hAnsi="Arial Narrow" w:cs="Arial Narrow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sure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preca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ak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uti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13" w:right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EPB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>u</w:t>
      </w:r>
      <w:r>
        <w:rPr>
          <w:rFonts w:ascii="Arial" w:eastAsia="Arial" w:hAnsi="Arial" w:cs="Arial"/>
        </w:rPr>
        <w:t>ch 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2084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EPB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e)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266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</w:rPr>
        <w:t>an 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in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ken</w:t>
      </w:r>
    </w:p>
    <w:p w:rsidR="00A708F6" w:rsidRDefault="00A708F6">
      <w:pPr>
        <w:spacing w:after="0"/>
        <w:jc w:val="both"/>
        <w:sectPr w:rsidR="00A708F6">
          <w:pgSz w:w="11920" w:h="16860"/>
          <w:pgMar w:top="1060" w:right="1020" w:bottom="880" w:left="1020" w:header="0" w:footer="686" w:gutter="0"/>
          <w:cols w:space="720"/>
        </w:sectPr>
      </w:pPr>
    </w:p>
    <w:p w:rsidR="00A708F6" w:rsidRDefault="004F4CDC">
      <w:pPr>
        <w:tabs>
          <w:tab w:val="left" w:pos="460"/>
        </w:tabs>
        <w:spacing w:before="87" w:after="0" w:line="254" w:lineRule="exact"/>
        <w:ind w:left="473" w:right="6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ected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ards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acts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co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</w:p>
    <w:p w:rsidR="00A708F6" w:rsidRDefault="00A708F6">
      <w:pPr>
        <w:spacing w:before="3" w:after="0" w:line="130" w:lineRule="exact"/>
        <w:rPr>
          <w:sz w:val="13"/>
          <w:szCs w:val="13"/>
        </w:rPr>
      </w:pPr>
    </w:p>
    <w:p w:rsidR="00A708F6" w:rsidRDefault="004F4CDC">
      <w:pPr>
        <w:tabs>
          <w:tab w:val="left" w:pos="460"/>
        </w:tabs>
        <w:spacing w:after="0" w:line="254" w:lineRule="exact"/>
        <w:ind w:left="473" w:right="58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 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</w:t>
      </w:r>
    </w:p>
    <w:p w:rsidR="00A708F6" w:rsidRDefault="00A708F6">
      <w:pPr>
        <w:spacing w:before="2" w:after="0" w:line="130" w:lineRule="exact"/>
        <w:rPr>
          <w:sz w:val="13"/>
          <w:szCs w:val="13"/>
        </w:rPr>
      </w:pPr>
    </w:p>
    <w:p w:rsidR="00A708F6" w:rsidRDefault="004F4CDC">
      <w:pPr>
        <w:tabs>
          <w:tab w:val="left" w:pos="460"/>
        </w:tabs>
        <w:spacing w:after="0" w:line="254" w:lineRule="exact"/>
        <w:ind w:left="473" w:right="57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5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14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dec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 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1" w:after="0" w:line="140" w:lineRule="exact"/>
        <w:rPr>
          <w:sz w:val="14"/>
          <w:szCs w:val="14"/>
        </w:rPr>
      </w:pPr>
    </w:p>
    <w:p w:rsidR="00A708F6" w:rsidRDefault="004F4CDC">
      <w:pPr>
        <w:tabs>
          <w:tab w:val="left" w:pos="460"/>
        </w:tabs>
        <w:spacing w:after="0" w:line="252" w:lineRule="exact"/>
        <w:ind w:left="473" w:right="5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6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cies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orce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cerned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2956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app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3962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o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13" w:right="54"/>
        <w:jc w:val="both"/>
        <w:rPr>
          <w:rFonts w:ascii="Arial" w:eastAsia="Arial" w:hAnsi="Arial" w:cs="Arial"/>
        </w:rPr>
      </w:pPr>
      <w:r>
        <w:pict>
          <v:group id="_x0000_s1684" style="position:absolute;left:0;text-align:left;margin-left:56.15pt;margin-top:-.8pt;width:383.75pt;height:359.35pt;z-index:-251670016;mso-position-horizontal-relative:page" coordorigin="1123,-16" coordsize="7675,7187">
            <v:group id="_x0000_s1709" style="position:absolute;left:2018;top:4768;width:2386;height:2393" coordorigin="2018,4768" coordsize="2386,2393">
              <v:shape id="_x0000_s1711" style="position:absolute;left:2018;top:4768;width:2386;height:2393" coordorigin="2018,4768" coordsize="2386,2393" path="m2917,4768r-78,5l2763,4789r-74,26l2633,4846r-62,43l2522,4930r-53,47l2407,5039r-389,388l3753,7161r363,-363l3707,6798,2383,5472r268,-268l2705,5155r50,-40l2819,5075r60,-25l2946,5040r634,-1l3557,5022r-65,-45l3429,4937r-63,-35l3304,4871r-61,-27l3182,4821r-61,-19l3060,4786r-62,-11l2937,4769r-20,-1e" fillcolor="silver" stroked="f">
                <v:path arrowok="t"/>
              </v:shape>
              <v:shape id="_x0000_s1710" style="position:absolute;left:2018;top:4768;width:2386;height:2393" coordorigin="2018,4768" coordsize="2386,2393" path="m3580,5039r-598,l3000,5039r19,2l3098,5054r63,18l3228,5098r64,31l3359,5169r69,46l3500,5270r49,40l3599,5354r51,48l3703,5453r48,49l3796,5551r43,49l3880,5649r38,49l3954,5747r49,74l4047,5895r37,71l4109,6027r18,59l4139,6161r1,37l4140,6215r-10,68l4106,6350r-40,69l4027,6471r-48,54l3707,6798r409,l4186,6728r52,-56l4283,6616r38,-58l4352,6501r24,-59l4392,6382r10,-60l4404,6259r-1,-22l4396,6170r-14,-72l4360,6024r-28,-78l4295,5864r-28,-56l4236,5752r-35,-56l4164,5639r-41,-57l4078,5525r-47,-58l3980,5409r-54,-59l3869,5292r-46,-45l3778,5204r-45,-40l3667,5107r-66,-53l3580,5039e" fillcolor="silver" stroked="f">
                <v:path arrowok="t"/>
              </v:shape>
            </v:group>
            <v:group id="_x0000_s1699" style="position:absolute;left:3232;top:3487;width:2793;height:2460" coordorigin="3232,3487" coordsize="2793,2460">
              <v:shape id="_x0000_s1708" style="position:absolute;left:3232;top:3487;width:2793;height:2460" coordorigin="3232,3487" coordsize="2793,2460" path="m4480,3587r-607,l3855,3607r-17,20l3820,3647r-18,l3783,3667r-18,20l3738,3727r-506,500l4966,5947r159,-140l4588,5247r-38,-20l4362,5027r184,-180l4563,4827r-407,l3583,4247r391,-380l3990,3847r17,-20l4024,3827r16,-20l4058,3807r17,-20l4093,3787r18,-20l4696,3767r-19,-20l4656,3727r-15,-20l4625,3707r-31,-40l4578,3667r-16,-20l4546,3627r-16,l4514,3607r-17,l4480,3587e" fillcolor="silver" stroked="f">
                <v:path arrowok="t"/>
              </v:shape>
              <v:shape id="_x0000_s1707" style="position:absolute;left:3232;top:3487;width:2793;height:2460" coordorigin="3232,3487" coordsize="2793,2460" path="m5957,4867r-711,l5275,4887r30,20l5331,4907r26,20l5383,4927r26,20l5565,5007r210,60l5827,5087r14,l6025,4907r-68,-40e" fillcolor="silver" stroked="f">
                <v:path arrowok="t"/>
              </v:shape>
              <v:shape id="_x0000_s1706" style="position:absolute;left:3232;top:3487;width:2793;height:2460" coordorigin="3232,3487" coordsize="2793,2460" path="m5630,4747r-738,l4906,4767r45,l4969,4787r56,l5046,4807r22,l5091,4827r48,l5164,4847r27,l5218,4867r705,l5855,4827r-69,-20l5630,4747e" fillcolor="silver" stroked="f">
                <v:path arrowok="t"/>
              </v:shape>
              <v:shape id="_x0000_s1705" style="position:absolute;left:3232;top:3487;width:2793;height:2460" coordorigin="3232,3487" coordsize="2793,2460" path="m4696,3767r-398,l4316,3787r35,l4368,3807r18,l4403,3827r18,l4456,3867r18,l4510,3907r15,20l4539,3947r13,20l4564,3967r32,60l4613,4067r8,l4639,4127r8,60l4647,4207r-1,20l4635,4287r-11,40l4616,4327r-8,20l4598,4367r-11,20l4575,4407r-13,l4548,4427r-16,20l4516,4467r-18,20l4156,4827r407,l4596,4787r16,l4629,4767r17,l4663,4747r967,l5578,4727r-71,-20l5437,4667r-36,l5329,4627r-19,l5291,4607r-56,l5216,4587r-38,l5159,4567r-77,l5062,4547r-262,l4812,4527r33,-60l4871,4407r19,-60l4901,4287r3,-60l4904,4207r-8,-60l4881,4087r-6,-40l4850,3987r-31,-60l4779,3867r-47,-60l4715,3787r-19,-20e" fillcolor="silver" stroked="f">
                <v:path arrowok="t"/>
              </v:shape>
              <v:shape id="_x0000_s1704" style="position:absolute;left:3232;top:3487;width:2793;height:2460" coordorigin="3232,3487" coordsize="2793,2460" path="m4964,4527r-77,l4866,4547r115,l4964,4527e" fillcolor="silver" stroked="f">
                <v:path arrowok="t"/>
              </v:shape>
              <v:shape id="_x0000_s1703" style="position:absolute;left:3232;top:3487;width:2793;height:2460" coordorigin="3232,3487" coordsize="2793,2460" path="m4411,3547r-487,l3907,3567r-17,20l4463,3587r-17,-20l4429,3567r-18,-20e" fillcolor="silver" stroked="f">
                <v:path arrowok="t"/>
              </v:shape>
              <v:shape id="_x0000_s1702" style="position:absolute;left:3232;top:3487;width:2793;height:2460" coordorigin="3232,3487" coordsize="2793,2460" path="m4376,3527r-420,l3940,3547r454,l4376,3527e" fillcolor="silver" stroked="f">
                <v:path arrowok="t"/>
              </v:shape>
              <v:shape id="_x0000_s1701" style="position:absolute;left:3232;top:3487;width:2793;height:2460" coordorigin="3232,3487" coordsize="2793,2460" path="m4318,3507r-314,l3988,3527r351,l4318,3507e" fillcolor="silver" stroked="f">
                <v:path arrowok="t"/>
              </v:shape>
              <v:shape id="_x0000_s1700" style="position:absolute;left:3232;top:3487;width:2793;height:2460" coordorigin="3232,3487" coordsize="2793,2460" path="m4258,3487r-209,l4034,3507r244,l4258,3487e" fillcolor="silver" stroked="f">
                <v:path arrowok="t"/>
              </v:shape>
            </v:group>
            <v:group id="_x0000_s1695" style="position:absolute;left:4774;top:2501;width:2396;height:2367" coordorigin="4774,2501" coordsize="2396,2367">
              <v:shape id="_x0000_s1698" style="position:absolute;left:4774;top:2501;width:2396;height:2367" coordorigin="4774,2501" coordsize="2396,2367" path="m4944,2501r-170,170l4966,3000r825,1429l6046,4868r167,-167l6134,4570,5878,4143r-60,-98l6051,3812r-373,l5602,3684,5378,3298r-75,-128l5266,3108r-38,-62l5189,2986r-40,-59l5108,2868r-42,-58l5037,2772r391,l4944,2501e" fillcolor="silver" stroked="f">
                <v:path arrowok="t"/>
              </v:shape>
              <v:shape id="_x0000_s1697" style="position:absolute;left:4774;top:2501;width:2396;height:2367" coordorigin="4774,2501" coordsize="2396,2367" path="m6808,3539r-484,l6490,3636r168,95l6793,3805r104,54l7001,3913r170,-170l6808,3539e" fillcolor="silver" stroked="f">
                <v:path arrowok="t"/>
              </v:shape>
              <v:shape id="_x0000_s1696" style="position:absolute;left:4774;top:2501;width:2396;height:2367" coordorigin="4774,2501" coordsize="2396,2367" path="m5428,2772r-391,l5072,2795r95,62l5231,2897r118,71l6087,3403r-409,409l6051,3812r273,-273l6808,3539,5428,2772e" fillcolor="silver" stroked="f">
                <v:path arrowok="t"/>
              </v:shape>
            </v:group>
            <v:group id="_x0000_s1692" style="position:absolute;left:5573;top:1062;width:1893;height:2544" coordorigin="5573,1062" coordsize="1893,2544">
              <v:shape id="_x0000_s1694" style="position:absolute;left:5573;top:1062;width:1893;height:2544" coordorigin="5573,1062" coordsize="1893,2544" path="m6384,1062r-811,810l7308,3606r158,-159l6679,2659r204,-204l6474,2455,5937,1918r293,-294l6391,1460r96,-100l6582,1260,6384,1062e" fillcolor="silver" stroked="f">
                <v:path arrowok="t"/>
              </v:shape>
              <v:shape id="_x0000_s1693" style="position:absolute;left:5573;top:1062;width:1893;height:2544" coordorigin="5573,1062" coordsize="1893,2544" path="m7037,1891r-563,564l6883,2455r132,-135l7098,2234r83,-87l7235,2089,7037,1891e" fillcolor="silver" stroked="f">
                <v:path arrowok="t"/>
              </v:shape>
            </v:group>
            <v:group id="_x0000_s1689" style="position:absolute;left:6506;top:-6;width:2282;height:2291" coordorigin="6506,-6" coordsize="2282,2291">
              <v:shape id="_x0000_s1691" style="position:absolute;left:6506;top:-6;width:2282;height:2291" coordorigin="6506,-6" coordsize="2282,2291" path="m7417,755r-317,l8629,2285r159,-159l7417,755e" fillcolor="silver" stroked="f">
                <v:path arrowok="t"/>
              </v:shape>
              <v:shape id="_x0000_s1690" style="position:absolute;left:6506;top:-6;width:2282;height:2291" coordorigin="6506,-6" coordsize="2282,2291" path="m7451,-6l7261,184,6740,711,6506,953r198,198l7100,755r317,l7259,596,7397,457r79,-81l7554,295r77,-82l7649,192,7451,-6e" fillcolor="silver" stroked="f">
                <v:path arrowok="t"/>
              </v:shape>
            </v:group>
            <v:group id="_x0000_s1687" style="position:absolute;left:1133;top:1876;width:6777;height:2" coordorigin="1133,1876" coordsize="6777,2">
              <v:shape id="_x0000_s1688" style="position:absolute;left:1133;top:1876;width:6777;height:2" coordorigin="1133,1876" coordsize="6777,0" path="m1133,1876r6776,e" filled="f" strokeweight=".94pt">
                <v:path arrowok="t"/>
              </v:shape>
            </v:group>
            <v:group id="_x0000_s1685" style="position:absolute;left:1133;top:5013;width:3975;height:2" coordorigin="1133,5013" coordsize="3975,2">
              <v:shape id="_x0000_s1686" style="position:absolute;left:1133;top:5013;width:3975;height:2" coordorigin="1133,5013" coordsize="3975,0" path="m1133,5013r3975,e" filled="f" strokeweight=".94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</w:rPr>
        <w:t>ec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are</w:t>
      </w:r>
      <w:r w:rsidR="004F4CDC">
        <w:rPr>
          <w:rFonts w:ascii="Arial" w:eastAsia="Arial" w:hAnsi="Arial" w:cs="Arial"/>
          <w:spacing w:val="8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4"/>
        </w:rPr>
        <w:t>M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>t</w:t>
      </w:r>
      <w:r w:rsidR="004F4CDC">
        <w:rPr>
          <w:rFonts w:ascii="Arial" w:eastAsia="Arial" w:hAnsi="Arial" w:cs="Arial"/>
        </w:rPr>
        <w:t>er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ust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sati</w:t>
      </w:r>
      <w:r w:rsidR="004F4CDC">
        <w:rPr>
          <w:rFonts w:ascii="Arial" w:eastAsia="Arial" w:hAnsi="Arial" w:cs="Arial"/>
          <w:spacing w:val="-3"/>
        </w:rPr>
        <w:t>s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ed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  <w:spacing w:val="-1"/>
        </w:rPr>
        <w:t>ill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 d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ay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acc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pted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1"/>
        </w:rPr>
        <w:t xml:space="preserve"> m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ai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-1"/>
        </w:rPr>
        <w:t>f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eri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 xml:space="preserve">. 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are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</w:rPr>
        <w:t xml:space="preserve">s 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or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erci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ka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aroos are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8"/>
        </w:rPr>
        <w:t xml:space="preserve"> </w:t>
      </w:r>
      <w:hyperlink r:id="rId19">
        <w:r w:rsidR="004F4CDC">
          <w:rPr>
            <w:rFonts w:ascii="Arial" w:eastAsia="Arial" w:hAnsi="Arial" w:cs="Arial"/>
            <w:i/>
            <w:spacing w:val="-1"/>
          </w:rPr>
          <w:t>N</w:t>
        </w:r>
        <w:r w:rsidR="004F4CDC">
          <w:rPr>
            <w:rFonts w:ascii="Arial" w:eastAsia="Arial" w:hAnsi="Arial" w:cs="Arial"/>
            <w:i/>
          </w:rPr>
          <w:t>ati</w:t>
        </w:r>
        <w:r w:rsidR="004F4CDC">
          <w:rPr>
            <w:rFonts w:ascii="Arial" w:eastAsia="Arial" w:hAnsi="Arial" w:cs="Arial"/>
            <w:i/>
            <w:spacing w:val="-1"/>
          </w:rPr>
          <w:t>o</w:t>
        </w:r>
        <w:r w:rsidR="004F4CDC">
          <w:rPr>
            <w:rFonts w:ascii="Arial" w:eastAsia="Arial" w:hAnsi="Arial" w:cs="Arial"/>
            <w:i/>
          </w:rPr>
          <w:t>n</w:t>
        </w:r>
        <w:r w:rsidR="004F4CDC">
          <w:rPr>
            <w:rFonts w:ascii="Arial" w:eastAsia="Arial" w:hAnsi="Arial" w:cs="Arial"/>
            <w:i/>
            <w:spacing w:val="-1"/>
          </w:rPr>
          <w:t>a</w:t>
        </w:r>
        <w:r w:rsidR="004F4CDC">
          <w:rPr>
            <w:rFonts w:ascii="Arial" w:eastAsia="Arial" w:hAnsi="Arial" w:cs="Arial"/>
            <w:i/>
          </w:rPr>
          <w:t xml:space="preserve">l </w:t>
        </w:r>
        <w:r w:rsidR="004F4CDC">
          <w:rPr>
            <w:rFonts w:ascii="Arial" w:eastAsia="Arial" w:hAnsi="Arial" w:cs="Arial"/>
            <w:i/>
            <w:spacing w:val="-1"/>
          </w:rPr>
          <w:t>C</w:t>
        </w:r>
        <w:r w:rsidR="004F4CDC">
          <w:rPr>
            <w:rFonts w:ascii="Arial" w:eastAsia="Arial" w:hAnsi="Arial" w:cs="Arial"/>
            <w:i/>
          </w:rPr>
          <w:t>o</w:t>
        </w:r>
        <w:r w:rsidR="004F4CDC">
          <w:rPr>
            <w:rFonts w:ascii="Arial" w:eastAsia="Arial" w:hAnsi="Arial" w:cs="Arial"/>
            <w:i/>
            <w:spacing w:val="-1"/>
          </w:rPr>
          <w:t>d</w:t>
        </w:r>
        <w:r w:rsidR="004F4CDC">
          <w:rPr>
            <w:rFonts w:ascii="Arial" w:eastAsia="Arial" w:hAnsi="Arial" w:cs="Arial"/>
            <w:i/>
          </w:rPr>
          <w:t>e</w:t>
        </w:r>
        <w:r w:rsidR="004F4CDC">
          <w:rPr>
            <w:rFonts w:ascii="Arial" w:eastAsia="Arial" w:hAnsi="Arial" w:cs="Arial"/>
            <w:i/>
            <w:spacing w:val="3"/>
          </w:rPr>
          <w:t xml:space="preserve"> </w:t>
        </w:r>
        <w:r w:rsidR="004F4CDC">
          <w:rPr>
            <w:rFonts w:ascii="Arial" w:eastAsia="Arial" w:hAnsi="Arial" w:cs="Arial"/>
            <w:i/>
          </w:rPr>
          <w:t>of</w:t>
        </w:r>
        <w:r w:rsidR="004F4CDC">
          <w:rPr>
            <w:rFonts w:ascii="Arial" w:eastAsia="Arial" w:hAnsi="Arial" w:cs="Arial"/>
            <w:i/>
            <w:spacing w:val="4"/>
          </w:rPr>
          <w:t xml:space="preserve"> </w:t>
        </w:r>
        <w:r w:rsidR="004F4CDC">
          <w:rPr>
            <w:rFonts w:ascii="Arial" w:eastAsia="Arial" w:hAnsi="Arial" w:cs="Arial"/>
            <w:i/>
            <w:spacing w:val="-3"/>
          </w:rPr>
          <w:t>P</w:t>
        </w:r>
        <w:r w:rsidR="004F4CDC">
          <w:rPr>
            <w:rFonts w:ascii="Arial" w:eastAsia="Arial" w:hAnsi="Arial" w:cs="Arial"/>
            <w:i/>
            <w:spacing w:val="1"/>
          </w:rPr>
          <w:t>r</w:t>
        </w:r>
        <w:r w:rsidR="004F4CDC">
          <w:rPr>
            <w:rFonts w:ascii="Arial" w:eastAsia="Arial" w:hAnsi="Arial" w:cs="Arial"/>
            <w:i/>
          </w:rPr>
          <w:t xml:space="preserve">actice </w:t>
        </w:r>
        <w:r w:rsidR="004F4CDC">
          <w:rPr>
            <w:rFonts w:ascii="Arial" w:eastAsia="Arial" w:hAnsi="Arial" w:cs="Arial"/>
            <w:i/>
            <w:spacing w:val="1"/>
          </w:rPr>
          <w:t>f</w:t>
        </w:r>
        <w:r w:rsidR="004F4CDC">
          <w:rPr>
            <w:rFonts w:ascii="Arial" w:eastAsia="Arial" w:hAnsi="Arial" w:cs="Arial"/>
            <w:i/>
          </w:rPr>
          <w:t>or</w:t>
        </w:r>
        <w:r w:rsidR="004F4CDC">
          <w:rPr>
            <w:rFonts w:ascii="Arial" w:eastAsia="Arial" w:hAnsi="Arial" w:cs="Arial"/>
            <w:i/>
            <w:spacing w:val="1"/>
          </w:rPr>
          <w:t xml:space="preserve"> t</w:t>
        </w:r>
        <w:r w:rsidR="004F4CDC">
          <w:rPr>
            <w:rFonts w:ascii="Arial" w:eastAsia="Arial" w:hAnsi="Arial" w:cs="Arial"/>
            <w:i/>
            <w:spacing w:val="-3"/>
          </w:rPr>
          <w:t>h</w:t>
        </w:r>
        <w:r w:rsidR="004F4CDC">
          <w:rPr>
            <w:rFonts w:ascii="Arial" w:eastAsia="Arial" w:hAnsi="Arial" w:cs="Arial"/>
            <w:i/>
          </w:rPr>
          <w:t>e</w:t>
        </w:r>
      </w:hyperlink>
      <w:hyperlink r:id="rId20">
        <w:r w:rsidR="004F4CDC">
          <w:rPr>
            <w:rFonts w:ascii="Arial" w:eastAsia="Arial" w:hAnsi="Arial" w:cs="Arial"/>
            <w:i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H</w:t>
        </w:r>
        <w:r w:rsidR="004F4CDC">
          <w:rPr>
            <w:rFonts w:ascii="Arial" w:eastAsia="Arial" w:hAnsi="Arial" w:cs="Arial"/>
            <w:i/>
          </w:rPr>
          <w:t>umane</w:t>
        </w:r>
        <w:r w:rsidR="004F4CDC">
          <w:rPr>
            <w:rFonts w:ascii="Arial" w:eastAsia="Arial" w:hAnsi="Arial" w:cs="Arial"/>
            <w:i/>
            <w:spacing w:val="5"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S</w:t>
        </w:r>
        <w:r w:rsidR="004F4CDC">
          <w:rPr>
            <w:rFonts w:ascii="Arial" w:eastAsia="Arial" w:hAnsi="Arial" w:cs="Arial"/>
            <w:i/>
          </w:rPr>
          <w:t>h</w:t>
        </w:r>
        <w:r w:rsidR="004F4CDC">
          <w:rPr>
            <w:rFonts w:ascii="Arial" w:eastAsia="Arial" w:hAnsi="Arial" w:cs="Arial"/>
            <w:i/>
            <w:spacing w:val="-1"/>
          </w:rPr>
          <w:t>o</w:t>
        </w:r>
        <w:r w:rsidR="004F4CDC">
          <w:rPr>
            <w:rFonts w:ascii="Arial" w:eastAsia="Arial" w:hAnsi="Arial" w:cs="Arial"/>
            <w:i/>
            <w:spacing w:val="-3"/>
          </w:rPr>
          <w:t>o</w:t>
        </w:r>
        <w:r w:rsidR="004F4CDC">
          <w:rPr>
            <w:rFonts w:ascii="Arial" w:eastAsia="Arial" w:hAnsi="Arial" w:cs="Arial"/>
            <w:i/>
            <w:spacing w:val="1"/>
          </w:rPr>
          <w:t>t</w:t>
        </w:r>
        <w:r w:rsidR="004F4CDC">
          <w:rPr>
            <w:rFonts w:ascii="Arial" w:eastAsia="Arial" w:hAnsi="Arial" w:cs="Arial"/>
            <w:i/>
            <w:spacing w:val="-1"/>
          </w:rPr>
          <w:t>i</w:t>
        </w:r>
        <w:r w:rsidR="004F4CDC">
          <w:rPr>
            <w:rFonts w:ascii="Arial" w:eastAsia="Arial" w:hAnsi="Arial" w:cs="Arial"/>
            <w:i/>
          </w:rPr>
          <w:t>ng</w:t>
        </w:r>
        <w:r w:rsidR="004F4CDC">
          <w:rPr>
            <w:rFonts w:ascii="Arial" w:eastAsia="Arial" w:hAnsi="Arial" w:cs="Arial"/>
            <w:i/>
            <w:spacing w:val="5"/>
          </w:rPr>
          <w:t xml:space="preserve"> </w:t>
        </w:r>
        <w:r w:rsidR="004F4CDC">
          <w:rPr>
            <w:rFonts w:ascii="Arial" w:eastAsia="Arial" w:hAnsi="Arial" w:cs="Arial"/>
            <w:i/>
            <w:spacing w:val="-3"/>
          </w:rPr>
          <w:t>o</w:t>
        </w:r>
        <w:r w:rsidR="004F4CDC">
          <w:rPr>
            <w:rFonts w:ascii="Arial" w:eastAsia="Arial" w:hAnsi="Arial" w:cs="Arial"/>
            <w:i/>
          </w:rPr>
          <w:t>f</w:t>
        </w:r>
        <w:r w:rsidR="004F4CDC">
          <w:rPr>
            <w:rFonts w:ascii="Arial" w:eastAsia="Arial" w:hAnsi="Arial" w:cs="Arial"/>
            <w:i/>
            <w:spacing w:val="6"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K</w:t>
        </w:r>
        <w:r w:rsidR="004F4CDC">
          <w:rPr>
            <w:rFonts w:ascii="Arial" w:eastAsia="Arial" w:hAnsi="Arial" w:cs="Arial"/>
            <w:i/>
            <w:spacing w:val="-3"/>
          </w:rPr>
          <w:t>a</w:t>
        </w:r>
        <w:r w:rsidR="004F4CDC">
          <w:rPr>
            <w:rFonts w:ascii="Arial" w:eastAsia="Arial" w:hAnsi="Arial" w:cs="Arial"/>
            <w:i/>
          </w:rPr>
          <w:t>n</w:t>
        </w:r>
        <w:r w:rsidR="004F4CDC">
          <w:rPr>
            <w:rFonts w:ascii="Arial" w:eastAsia="Arial" w:hAnsi="Arial" w:cs="Arial"/>
            <w:i/>
            <w:spacing w:val="-1"/>
          </w:rPr>
          <w:t>g</w:t>
        </w:r>
        <w:r w:rsidR="004F4CDC">
          <w:rPr>
            <w:rFonts w:ascii="Arial" w:eastAsia="Arial" w:hAnsi="Arial" w:cs="Arial"/>
            <w:i/>
          </w:rPr>
          <w:t>aroos</w:t>
        </w:r>
        <w:r w:rsidR="004F4CDC">
          <w:rPr>
            <w:rFonts w:ascii="Arial" w:eastAsia="Arial" w:hAnsi="Arial" w:cs="Arial"/>
            <w:i/>
            <w:spacing w:val="3"/>
          </w:rPr>
          <w:t xml:space="preserve"> </w:t>
        </w:r>
        <w:r w:rsidR="004F4CDC">
          <w:rPr>
            <w:rFonts w:ascii="Arial" w:eastAsia="Arial" w:hAnsi="Arial" w:cs="Arial"/>
            <w:i/>
          </w:rPr>
          <w:t>a</w:t>
        </w:r>
        <w:r w:rsidR="004F4CDC">
          <w:rPr>
            <w:rFonts w:ascii="Arial" w:eastAsia="Arial" w:hAnsi="Arial" w:cs="Arial"/>
            <w:i/>
            <w:spacing w:val="-1"/>
          </w:rPr>
          <w:t>n</w:t>
        </w:r>
        <w:r w:rsidR="004F4CDC">
          <w:rPr>
            <w:rFonts w:ascii="Arial" w:eastAsia="Arial" w:hAnsi="Arial" w:cs="Arial"/>
            <w:i/>
          </w:rPr>
          <w:t>d</w:t>
        </w:r>
        <w:r w:rsidR="004F4CDC">
          <w:rPr>
            <w:rFonts w:ascii="Arial" w:eastAsia="Arial" w:hAnsi="Arial" w:cs="Arial"/>
            <w:i/>
            <w:spacing w:val="2"/>
          </w:rPr>
          <w:t xml:space="preserve"> </w:t>
        </w:r>
        <w:r w:rsidR="004F4CDC">
          <w:rPr>
            <w:rFonts w:ascii="Arial" w:eastAsia="Arial" w:hAnsi="Arial" w:cs="Arial"/>
            <w:i/>
          </w:rPr>
          <w:t>Wa</w:t>
        </w:r>
        <w:r w:rsidR="004F4CDC">
          <w:rPr>
            <w:rFonts w:ascii="Arial" w:eastAsia="Arial" w:hAnsi="Arial" w:cs="Arial"/>
            <w:i/>
            <w:spacing w:val="-1"/>
          </w:rPr>
          <w:t>ll</w:t>
        </w:r>
        <w:r w:rsidR="004F4CDC">
          <w:rPr>
            <w:rFonts w:ascii="Arial" w:eastAsia="Arial" w:hAnsi="Arial" w:cs="Arial"/>
            <w:i/>
          </w:rPr>
          <w:t>a</w:t>
        </w:r>
        <w:r w:rsidR="004F4CDC">
          <w:rPr>
            <w:rFonts w:ascii="Arial" w:eastAsia="Arial" w:hAnsi="Arial" w:cs="Arial"/>
            <w:i/>
            <w:spacing w:val="-1"/>
          </w:rPr>
          <w:t>bi</w:t>
        </w:r>
        <w:r w:rsidR="004F4CDC">
          <w:rPr>
            <w:rFonts w:ascii="Arial" w:eastAsia="Arial" w:hAnsi="Arial" w:cs="Arial"/>
            <w:i/>
          </w:rPr>
          <w:t>es</w:t>
        </w:r>
        <w:r w:rsidR="004F4CDC">
          <w:rPr>
            <w:rFonts w:ascii="Arial" w:eastAsia="Arial" w:hAnsi="Arial" w:cs="Arial"/>
            <w:i/>
            <w:spacing w:val="5"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f</w:t>
        </w:r>
        <w:r w:rsidR="004F4CDC">
          <w:rPr>
            <w:rFonts w:ascii="Arial" w:eastAsia="Arial" w:hAnsi="Arial" w:cs="Arial"/>
            <w:i/>
          </w:rPr>
          <w:t>or</w:t>
        </w:r>
        <w:r w:rsidR="004F4CDC">
          <w:rPr>
            <w:rFonts w:ascii="Arial" w:eastAsia="Arial" w:hAnsi="Arial" w:cs="Arial"/>
            <w:i/>
            <w:spacing w:val="6"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C</w:t>
        </w:r>
        <w:r w:rsidR="004F4CDC">
          <w:rPr>
            <w:rFonts w:ascii="Arial" w:eastAsia="Arial" w:hAnsi="Arial" w:cs="Arial"/>
            <w:i/>
            <w:spacing w:val="-3"/>
          </w:rPr>
          <w:t>o</w:t>
        </w:r>
        <w:r w:rsidR="004F4CDC">
          <w:rPr>
            <w:rFonts w:ascii="Arial" w:eastAsia="Arial" w:hAnsi="Arial" w:cs="Arial"/>
            <w:i/>
            <w:spacing w:val="1"/>
          </w:rPr>
          <w:t>mm</w:t>
        </w:r>
        <w:r w:rsidR="004F4CDC">
          <w:rPr>
            <w:rFonts w:ascii="Arial" w:eastAsia="Arial" w:hAnsi="Arial" w:cs="Arial"/>
            <w:i/>
            <w:spacing w:val="-3"/>
          </w:rPr>
          <w:t>e</w:t>
        </w:r>
        <w:r w:rsidR="004F4CDC">
          <w:rPr>
            <w:rFonts w:ascii="Arial" w:eastAsia="Arial" w:hAnsi="Arial" w:cs="Arial"/>
            <w:i/>
            <w:spacing w:val="1"/>
          </w:rPr>
          <w:t>r</w:t>
        </w:r>
        <w:r w:rsidR="004F4CDC">
          <w:rPr>
            <w:rFonts w:ascii="Arial" w:eastAsia="Arial" w:hAnsi="Arial" w:cs="Arial"/>
            <w:i/>
          </w:rPr>
          <w:t>c</w:t>
        </w:r>
        <w:r w:rsidR="004F4CDC">
          <w:rPr>
            <w:rFonts w:ascii="Arial" w:eastAsia="Arial" w:hAnsi="Arial" w:cs="Arial"/>
            <w:i/>
            <w:spacing w:val="-1"/>
          </w:rPr>
          <w:t>i</w:t>
        </w:r>
        <w:r w:rsidR="004F4CDC">
          <w:rPr>
            <w:rFonts w:ascii="Arial" w:eastAsia="Arial" w:hAnsi="Arial" w:cs="Arial"/>
            <w:i/>
          </w:rPr>
          <w:t>al</w:t>
        </w:r>
        <w:r w:rsidR="004F4CDC">
          <w:rPr>
            <w:rFonts w:ascii="Arial" w:eastAsia="Arial" w:hAnsi="Arial" w:cs="Arial"/>
            <w:i/>
            <w:spacing w:val="4"/>
          </w:rPr>
          <w:t xml:space="preserve"> </w:t>
        </w:r>
        <w:r w:rsidR="004F4CDC">
          <w:rPr>
            <w:rFonts w:ascii="Arial" w:eastAsia="Arial" w:hAnsi="Arial" w:cs="Arial"/>
            <w:i/>
            <w:spacing w:val="-1"/>
          </w:rPr>
          <w:t>P</w:t>
        </w:r>
        <w:r w:rsidR="004F4CDC">
          <w:rPr>
            <w:rFonts w:ascii="Arial" w:eastAsia="Arial" w:hAnsi="Arial" w:cs="Arial"/>
            <w:i/>
          </w:rPr>
          <w:t>urp</w:t>
        </w:r>
        <w:r w:rsidR="004F4CDC">
          <w:rPr>
            <w:rFonts w:ascii="Arial" w:eastAsia="Arial" w:hAnsi="Arial" w:cs="Arial"/>
            <w:i/>
            <w:spacing w:val="-3"/>
          </w:rPr>
          <w:t>o</w:t>
        </w:r>
        <w:r w:rsidR="004F4CDC">
          <w:rPr>
            <w:rFonts w:ascii="Arial" w:eastAsia="Arial" w:hAnsi="Arial" w:cs="Arial"/>
            <w:i/>
          </w:rPr>
          <w:t>s</w:t>
        </w:r>
        <w:r w:rsidR="004F4CDC">
          <w:rPr>
            <w:rFonts w:ascii="Arial" w:eastAsia="Arial" w:hAnsi="Arial" w:cs="Arial"/>
            <w:i/>
            <w:spacing w:val="-3"/>
          </w:rPr>
          <w:t>e</w:t>
        </w:r>
        <w:r w:rsidR="004F4CDC">
          <w:rPr>
            <w:rFonts w:ascii="Arial" w:eastAsia="Arial" w:hAnsi="Arial" w:cs="Arial"/>
            <w:i/>
            <w:spacing w:val="3"/>
          </w:rPr>
          <w:t>s</w:t>
        </w:r>
      </w:hyperlink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Al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ka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 xml:space="preserve">aroos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ust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b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en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 acc</w:t>
      </w:r>
      <w:r w:rsidR="004F4CDC">
        <w:rPr>
          <w:rFonts w:ascii="Arial" w:eastAsia="Arial" w:hAnsi="Arial" w:cs="Arial"/>
          <w:spacing w:val="-2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 xml:space="preserve">nce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su</w:t>
      </w:r>
      <w:r w:rsidR="004F4CDC">
        <w:rPr>
          <w:rFonts w:ascii="Arial" w:eastAsia="Arial" w:hAnsi="Arial" w:cs="Arial"/>
          <w:spacing w:val="-3"/>
        </w:rPr>
        <w:t>b</w:t>
      </w:r>
      <w:r w:rsidR="004F4CDC">
        <w:rPr>
          <w:rFonts w:ascii="Arial" w:eastAsia="Arial" w:hAnsi="Arial" w:cs="Arial"/>
        </w:rPr>
        <w:t>se</w:t>
      </w:r>
      <w:r w:rsidR="004F4CDC">
        <w:rPr>
          <w:rFonts w:ascii="Arial" w:eastAsia="Arial" w:hAnsi="Arial" w:cs="Arial"/>
          <w:spacing w:val="2"/>
        </w:rPr>
        <w:t>q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1"/>
        </w:rPr>
        <w:t>ly-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sed co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 xml:space="preserve">es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 xml:space="preserve">t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pl</w:t>
      </w:r>
      <w:r w:rsidR="004F4CDC">
        <w:rPr>
          <w:rFonts w:ascii="Arial" w:eastAsia="Arial" w:hAnsi="Arial" w:cs="Arial"/>
        </w:rPr>
        <w:t xml:space="preserve">ace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</w:rPr>
        <w:t>oc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8" w:lineRule="exact"/>
        <w:ind w:left="113" w:right="29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spacing w:val="-6"/>
          <w:position w:val="-1"/>
        </w:rPr>
        <w:t>S</w:t>
      </w:r>
      <w:r>
        <w:rPr>
          <w:rFonts w:ascii="Arial" w:eastAsia="Arial" w:hAnsi="Arial" w:cs="Arial"/>
          <w:position w:val="-1"/>
        </w:rPr>
        <w:t>W</w:t>
      </w:r>
      <w:r>
        <w:rPr>
          <w:rFonts w:ascii="Arial" w:eastAsia="Arial" w:hAnsi="Arial" w:cs="Arial"/>
          <w:spacing w:val="9"/>
          <w:position w:val="-1"/>
        </w:rPr>
        <w:t xml:space="preserve"> 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spacing w:val="-3"/>
          <w:position w:val="-1"/>
        </w:rPr>
        <w:t>a</w:t>
      </w:r>
      <w:r>
        <w:rPr>
          <w:rFonts w:ascii="Arial" w:eastAsia="Arial" w:hAnsi="Arial" w:cs="Arial"/>
          <w:i/>
          <w:spacing w:val="1"/>
          <w:position w:val="-1"/>
        </w:rPr>
        <w:t>t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>o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position w:val="-1"/>
        </w:rPr>
        <w:t xml:space="preserve">al </w:t>
      </w:r>
      <w:r>
        <w:rPr>
          <w:rFonts w:ascii="Arial" w:eastAsia="Arial" w:hAnsi="Arial" w:cs="Arial"/>
          <w:i/>
          <w:spacing w:val="-1"/>
          <w:position w:val="-1"/>
        </w:rPr>
        <w:t>P</w:t>
      </w:r>
      <w:r>
        <w:rPr>
          <w:rFonts w:ascii="Arial" w:eastAsia="Arial" w:hAnsi="Arial" w:cs="Arial"/>
          <w:i/>
          <w:position w:val="-1"/>
        </w:rPr>
        <w:t>ar</w:t>
      </w:r>
      <w:r>
        <w:rPr>
          <w:rFonts w:ascii="Arial" w:eastAsia="Arial" w:hAnsi="Arial" w:cs="Arial"/>
          <w:i/>
          <w:spacing w:val="-2"/>
          <w:position w:val="-1"/>
        </w:rPr>
        <w:t>k</w:t>
      </w:r>
      <w:r>
        <w:rPr>
          <w:rFonts w:ascii="Arial" w:eastAsia="Arial" w:hAnsi="Arial" w:cs="Arial"/>
          <w:i/>
          <w:position w:val="-1"/>
        </w:rPr>
        <w:t>s</w:t>
      </w:r>
      <w:r>
        <w:rPr>
          <w:rFonts w:ascii="Arial" w:eastAsia="Arial" w:hAnsi="Arial" w:cs="Arial"/>
          <w:i/>
          <w:spacing w:val="1"/>
          <w:position w:val="-1"/>
        </w:rPr>
        <w:t xml:space="preserve"> </w:t>
      </w:r>
      <w:r>
        <w:rPr>
          <w:rFonts w:ascii="Arial" w:eastAsia="Arial" w:hAnsi="Arial" w:cs="Arial"/>
          <w:i/>
          <w:position w:val="-1"/>
        </w:rPr>
        <w:t>a</w:t>
      </w:r>
      <w:r>
        <w:rPr>
          <w:rFonts w:ascii="Arial" w:eastAsia="Arial" w:hAnsi="Arial" w:cs="Arial"/>
          <w:i/>
          <w:spacing w:val="-1"/>
          <w:position w:val="-1"/>
        </w:rPr>
        <w:t>n</w:t>
      </w:r>
      <w:r>
        <w:rPr>
          <w:rFonts w:ascii="Arial" w:eastAsia="Arial" w:hAnsi="Arial" w:cs="Arial"/>
          <w:i/>
          <w:position w:val="-1"/>
        </w:rPr>
        <w:t>d</w:t>
      </w:r>
      <w:r>
        <w:rPr>
          <w:rFonts w:ascii="Arial" w:eastAsia="Arial" w:hAnsi="Arial" w:cs="Arial"/>
          <w:i/>
          <w:spacing w:val="-4"/>
          <w:position w:val="-1"/>
        </w:rPr>
        <w:t xml:space="preserve"> </w:t>
      </w:r>
      <w:r>
        <w:rPr>
          <w:rFonts w:ascii="Arial" w:eastAsia="Arial" w:hAnsi="Arial" w:cs="Arial"/>
          <w:i/>
          <w:spacing w:val="3"/>
          <w:position w:val="-1"/>
        </w:rPr>
        <w:t>W</w:t>
      </w:r>
      <w:r>
        <w:rPr>
          <w:rFonts w:ascii="Arial" w:eastAsia="Arial" w:hAnsi="Arial" w:cs="Arial"/>
          <w:i/>
          <w:spacing w:val="-1"/>
          <w:position w:val="-1"/>
        </w:rPr>
        <w:t>il</w:t>
      </w:r>
      <w:r>
        <w:rPr>
          <w:rFonts w:ascii="Arial" w:eastAsia="Arial" w:hAnsi="Arial" w:cs="Arial"/>
          <w:i/>
          <w:position w:val="-1"/>
        </w:rPr>
        <w:t>d</w:t>
      </w:r>
      <w:r>
        <w:rPr>
          <w:rFonts w:ascii="Arial" w:eastAsia="Arial" w:hAnsi="Arial" w:cs="Arial"/>
          <w:i/>
          <w:spacing w:val="-1"/>
          <w:position w:val="-1"/>
        </w:rPr>
        <w:t>li</w:t>
      </w:r>
      <w:r>
        <w:rPr>
          <w:rFonts w:ascii="Arial" w:eastAsia="Arial" w:hAnsi="Arial" w:cs="Arial"/>
          <w:i/>
          <w:spacing w:val="1"/>
          <w:position w:val="-1"/>
        </w:rPr>
        <w:t>f</w:t>
      </w:r>
      <w:r>
        <w:rPr>
          <w:rFonts w:ascii="Arial" w:eastAsia="Arial" w:hAnsi="Arial" w:cs="Arial"/>
          <w:i/>
          <w:position w:val="-1"/>
        </w:rPr>
        <w:t>e Act 1</w:t>
      </w:r>
      <w:r>
        <w:rPr>
          <w:rFonts w:ascii="Arial" w:eastAsia="Arial" w:hAnsi="Arial" w:cs="Arial"/>
          <w:i/>
          <w:spacing w:val="-1"/>
          <w:position w:val="-1"/>
        </w:rPr>
        <w:t>9</w:t>
      </w:r>
      <w:r>
        <w:rPr>
          <w:rFonts w:ascii="Arial" w:eastAsia="Arial" w:hAnsi="Arial" w:cs="Arial"/>
          <w:i/>
          <w:position w:val="-1"/>
        </w:rPr>
        <w:t xml:space="preserve">74 </w:t>
      </w:r>
      <w:r>
        <w:rPr>
          <w:rFonts w:ascii="Arial" w:eastAsia="Arial" w:hAnsi="Arial" w:cs="Arial"/>
          <w:spacing w:val="1"/>
          <w:position w:val="-1"/>
        </w:rPr>
        <w:t>(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spacing w:val="-6"/>
          <w:position w:val="-1"/>
        </w:rPr>
        <w:t>P</w:t>
      </w:r>
      <w:r>
        <w:rPr>
          <w:rFonts w:ascii="Arial" w:eastAsia="Arial" w:hAnsi="Arial" w:cs="Arial"/>
          <w:position w:val="-1"/>
        </w:rPr>
        <w:t>W</w:t>
      </w:r>
      <w:r>
        <w:rPr>
          <w:rFonts w:ascii="Arial" w:eastAsia="Arial" w:hAnsi="Arial" w:cs="Arial"/>
          <w:spacing w:val="4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>c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) a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d R</w:t>
      </w:r>
      <w:r>
        <w:rPr>
          <w:rFonts w:ascii="Arial" w:eastAsia="Arial" w:hAnsi="Arial" w:cs="Arial"/>
          <w:spacing w:val="-3"/>
          <w:position w:val="-1"/>
        </w:rPr>
        <w:t>e</w:t>
      </w:r>
      <w:r>
        <w:rPr>
          <w:rFonts w:ascii="Arial" w:eastAsia="Arial" w:hAnsi="Arial" w:cs="Arial"/>
          <w:spacing w:val="2"/>
          <w:position w:val="-1"/>
        </w:rPr>
        <w:t>g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ati</w:t>
      </w:r>
      <w:r>
        <w:rPr>
          <w:rFonts w:ascii="Arial" w:eastAsia="Arial" w:hAnsi="Arial" w:cs="Arial"/>
          <w:spacing w:val="-1"/>
          <w:position w:val="-1"/>
        </w:rPr>
        <w:t>o</w:t>
      </w:r>
      <w:r>
        <w:rPr>
          <w:rFonts w:ascii="Arial" w:eastAsia="Arial" w:hAnsi="Arial" w:cs="Arial"/>
          <w:position w:val="-1"/>
        </w:rPr>
        <w:t>n</w:t>
      </w:r>
    </w:p>
    <w:p w:rsidR="00A708F6" w:rsidRDefault="00A708F6">
      <w:pPr>
        <w:spacing w:before="1" w:after="0" w:line="220" w:lineRule="exact"/>
      </w:pPr>
    </w:p>
    <w:p w:rsidR="00A708F6" w:rsidRDefault="004F4CDC">
      <w:pPr>
        <w:spacing w:before="37" w:after="0" w:line="252" w:lineRule="exact"/>
        <w:ind w:left="113" w:right="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ov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NS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5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EH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na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ers,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 cond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ces,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 acc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P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oo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ill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 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d, on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 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s.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8" w:lineRule="exact"/>
        <w:ind w:left="113" w:right="57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  <w:position w:val="-1"/>
        </w:rPr>
        <w:t>R</w:t>
      </w:r>
      <w:r>
        <w:rPr>
          <w:rFonts w:ascii="Arial" w:eastAsia="Arial" w:hAnsi="Arial" w:cs="Arial"/>
          <w:i/>
          <w:position w:val="-1"/>
        </w:rPr>
        <w:t>ev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>ew</w:t>
      </w:r>
      <w:r>
        <w:rPr>
          <w:rFonts w:ascii="Arial" w:eastAsia="Arial" w:hAnsi="Arial" w:cs="Arial"/>
          <w:i/>
          <w:spacing w:val="2"/>
          <w:position w:val="-1"/>
        </w:rPr>
        <w:t xml:space="preserve"> </w:t>
      </w:r>
      <w:r>
        <w:rPr>
          <w:rFonts w:ascii="Arial" w:eastAsia="Arial" w:hAnsi="Arial" w:cs="Arial"/>
          <w:i/>
          <w:position w:val="-1"/>
        </w:rPr>
        <w:t>of</w:t>
      </w:r>
      <w:r>
        <w:rPr>
          <w:rFonts w:ascii="Arial" w:eastAsia="Arial" w:hAnsi="Arial" w:cs="Arial"/>
          <w:i/>
          <w:spacing w:val="-1"/>
          <w:position w:val="-1"/>
        </w:rPr>
        <w:t xml:space="preserve"> </w:t>
      </w:r>
      <w:r>
        <w:rPr>
          <w:rFonts w:ascii="Arial" w:eastAsia="Arial" w:hAnsi="Arial" w:cs="Arial"/>
          <w:i/>
          <w:position w:val="-1"/>
        </w:rPr>
        <w:t>b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>o</w:t>
      </w:r>
      <w:r>
        <w:rPr>
          <w:rFonts w:ascii="Arial" w:eastAsia="Arial" w:hAnsi="Arial" w:cs="Arial"/>
          <w:i/>
          <w:spacing w:val="-1"/>
          <w:position w:val="-1"/>
        </w:rPr>
        <w:t>di</w:t>
      </w:r>
      <w:r>
        <w:rPr>
          <w:rFonts w:ascii="Arial" w:eastAsia="Arial" w:hAnsi="Arial" w:cs="Arial"/>
          <w:i/>
          <w:position w:val="-1"/>
        </w:rPr>
        <w:t>versity</w:t>
      </w:r>
      <w:r>
        <w:rPr>
          <w:rFonts w:ascii="Arial" w:eastAsia="Arial" w:hAnsi="Arial" w:cs="Arial"/>
          <w:i/>
          <w:spacing w:val="-1"/>
          <w:position w:val="-1"/>
        </w:rPr>
        <w:t xml:space="preserve"> l</w:t>
      </w:r>
      <w:r>
        <w:rPr>
          <w:rFonts w:ascii="Arial" w:eastAsia="Arial" w:hAnsi="Arial" w:cs="Arial"/>
          <w:i/>
          <w:spacing w:val="-3"/>
          <w:position w:val="-1"/>
        </w:rPr>
        <w:t>e</w:t>
      </w:r>
      <w:r>
        <w:rPr>
          <w:rFonts w:ascii="Arial" w:eastAsia="Arial" w:hAnsi="Arial" w:cs="Arial"/>
          <w:i/>
          <w:position w:val="-1"/>
        </w:rPr>
        <w:t>g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position w:val="-1"/>
        </w:rPr>
        <w:t>s</w:t>
      </w:r>
      <w:r>
        <w:rPr>
          <w:rFonts w:ascii="Arial" w:eastAsia="Arial" w:hAnsi="Arial" w:cs="Arial"/>
          <w:i/>
          <w:spacing w:val="-1"/>
          <w:position w:val="-1"/>
        </w:rPr>
        <w:t>l</w:t>
      </w:r>
      <w:r>
        <w:rPr>
          <w:rFonts w:ascii="Arial" w:eastAsia="Arial" w:hAnsi="Arial" w:cs="Arial"/>
          <w:i/>
          <w:position w:val="-1"/>
        </w:rPr>
        <w:t>ati</w:t>
      </w:r>
      <w:r>
        <w:rPr>
          <w:rFonts w:ascii="Arial" w:eastAsia="Arial" w:hAnsi="Arial" w:cs="Arial"/>
          <w:i/>
          <w:spacing w:val="-1"/>
          <w:position w:val="-1"/>
        </w:rPr>
        <w:t>o</w:t>
      </w:r>
      <w:r>
        <w:rPr>
          <w:rFonts w:ascii="Arial" w:eastAsia="Arial" w:hAnsi="Arial" w:cs="Arial"/>
          <w:i/>
          <w:position w:val="-1"/>
        </w:rPr>
        <w:t xml:space="preserve">n in </w:t>
      </w:r>
      <w:r>
        <w:rPr>
          <w:rFonts w:ascii="Arial" w:eastAsia="Arial" w:hAnsi="Arial" w:cs="Arial"/>
          <w:i/>
          <w:spacing w:val="-1"/>
          <w:position w:val="-1"/>
        </w:rPr>
        <w:t>NS</w:t>
      </w:r>
      <w:r>
        <w:rPr>
          <w:rFonts w:ascii="Arial" w:eastAsia="Arial" w:hAnsi="Arial" w:cs="Arial"/>
          <w:i/>
          <w:position w:val="-1"/>
        </w:rPr>
        <w:t>W</w:t>
      </w:r>
    </w:p>
    <w:p w:rsidR="00A708F6" w:rsidRDefault="00A708F6">
      <w:pPr>
        <w:spacing w:before="18" w:after="0" w:line="200" w:lineRule="exact"/>
        <w:rPr>
          <w:sz w:val="20"/>
          <w:szCs w:val="20"/>
        </w:rPr>
      </w:pPr>
    </w:p>
    <w:p w:rsidR="00A708F6" w:rsidRDefault="004F4CDC">
      <w:pPr>
        <w:spacing w:before="32" w:after="0" w:line="240" w:lineRule="auto"/>
        <w:ind w:left="113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prop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otec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care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 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ect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left="113" w:right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8"/>
        </w:rPr>
        <w:t>k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 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ersity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empt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1"/>
        </w:rPr>
        <w:t>(m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sed 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sk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13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ow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ke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omp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pra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ntent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cess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 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after="0"/>
        <w:jc w:val="both"/>
        <w:sectPr w:rsidR="00A708F6">
          <w:pgSz w:w="11920" w:h="16860"/>
          <w:pgMar w:top="1060" w:right="1020" w:bottom="880" w:left="1020" w:header="0" w:footer="686" w:gutter="0"/>
          <w:cols w:space="720"/>
        </w:sectPr>
      </w:pPr>
    </w:p>
    <w:p w:rsidR="00A708F6" w:rsidRDefault="002B0ED0">
      <w:pPr>
        <w:spacing w:before="6" w:after="0" w:line="130" w:lineRule="exact"/>
        <w:rPr>
          <w:sz w:val="13"/>
          <w:szCs w:val="13"/>
        </w:rPr>
      </w:pPr>
      <w:r>
        <w:pict>
          <v:group id="_x0000_s1659" style="position:absolute;margin-left:56.7pt;margin-top:56.7pt;width:483.3pt;height:544.05pt;z-index:-251668992;mso-position-horizontal-relative:page;mso-position-vertical-relative:page" coordorigin="1134,1134" coordsize="9666,10881">
            <v:group id="_x0000_s1681" style="position:absolute;left:2018;top:9612;width:2386;height:2393" coordorigin="2018,9612" coordsize="2386,2393">
              <v:shape id="_x0000_s1683" style="position:absolute;left:2018;top:9612;width:2386;height:2393" coordorigin="2018,9612" coordsize="2386,2393" path="m2917,9612r-78,5l2763,9632r-74,26l2633,9689r-62,44l2522,9773r-53,48l2407,9882r-389,389l3753,12005r363,-364l3707,11641,2383,10316r268,-269l2705,9999r50,-40l2819,9919r60,-25l2946,9883r634,-1l3557,9866r-65,-45l3429,9781r-63,-35l3304,9715r-61,-27l3182,9665r-61,-19l3060,9630r-62,-12l2937,9613r-20,-1e" fillcolor="silver" stroked="f">
                <v:path arrowok="t"/>
              </v:shape>
              <v:shape id="_x0000_s1682" style="position:absolute;left:2018;top:9612;width:2386;height:2393" coordorigin="2018,9612" coordsize="2386,2393" path="m3580,9882r-598,l3000,9883r19,1l3098,9898r63,18l3228,9942r64,31l3359,10012r69,47l3500,10113r49,41l3599,10198r51,48l3703,10297r48,49l3796,10395r43,49l3880,10493r38,49l3954,10591r49,73l4047,10739r37,71l4109,10871r18,59l4139,11005r1,36l4140,11059r-10,68l4106,11194r-40,68l4027,11315r-48,54l3707,11641r409,l4186,11571r52,-55l4283,11459r38,-57l4352,11344r24,-59l4392,11226r10,-61l4404,11102r-1,-21l4396,11013r-14,-71l4360,10867r-28,-78l4295,10707r-28,-55l4236,10596r-35,-56l4164,10483r-41,-57l4078,10368r-47,-57l3980,10253r-54,-59l3869,10135r-46,-44l3778,10048r-45,-41l3667,9950r-66,-52l3580,9882e" fillcolor="silver" stroked="f">
                <v:path arrowok="t"/>
              </v:shape>
            </v:group>
            <v:group id="_x0000_s1671" style="position:absolute;left:3232;top:8331;width:2793;height:2460" coordorigin="3232,8331" coordsize="2793,2460">
              <v:shape id="_x0000_s1680" style="position:absolute;left:3232;top:8331;width:2793;height:2460" coordorigin="3232,8331" coordsize="2793,2460" path="m4480,8431r-607,l3855,8451r-17,20l3820,8491r-18,l3783,8511r-18,20l3738,8571r-506,500l4966,10791r159,-140l4588,10091r-38,-20l4362,9871r184,-180l4563,9671r-407,l3583,9091r391,-380l3990,8691r17,-20l4024,8671r16,-20l4058,8651r17,-20l4093,8631r18,-20l4696,8611r-19,-20l4656,8571r-15,-20l4625,8551r-31,-40l4578,8511r-16,-20l4546,8471r-16,l4514,8451r-17,l4480,8431e" fillcolor="silver" stroked="f">
                <v:path arrowok="t"/>
              </v:shape>
              <v:shape id="_x0000_s1679" style="position:absolute;left:3232;top:8331;width:2793;height:2460" coordorigin="3232,8331" coordsize="2793,2460" path="m5957,9711r-711,l5275,9731r30,20l5331,9751r26,20l5383,9771r26,20l5565,9851r210,60l5827,9931r14,l6025,9751r-68,-40e" fillcolor="silver" stroked="f">
                <v:path arrowok="t"/>
              </v:shape>
              <v:shape id="_x0000_s1678" style="position:absolute;left:3232;top:8331;width:2793;height:2460" coordorigin="3232,8331" coordsize="2793,2460" path="m5630,9591r-738,l4906,9611r45,l4969,9631r56,l5046,9651r22,l5091,9671r48,l5164,9691r27,l5218,9711r705,l5855,9671r-69,-20l5630,9591e" fillcolor="silver" stroked="f">
                <v:path arrowok="t"/>
              </v:shape>
              <v:shape id="_x0000_s1677" style="position:absolute;left:3232;top:8331;width:2793;height:2460" coordorigin="3232,8331" coordsize="2793,2460" path="m4696,8611r-398,l4316,8631r35,l4368,8651r18,l4403,8671r18,l4456,8711r18,l4510,8751r15,20l4539,8791r13,20l4564,8811r32,60l4613,8911r8,l4639,8971r8,60l4647,9051r-1,20l4635,9131r-11,40l4616,9171r-8,20l4598,9211r-11,20l4575,9251r-13,l4548,9271r-16,20l4516,9311r-18,20l4156,9671r407,l4596,9631r16,l4629,9611r17,l4663,9591r967,l5578,9571r-71,-20l5437,9511r-36,l5329,9471r-19,l5291,9451r-56,l5216,9431r-38,l5159,9411r-77,l5062,9391r-262,l4812,9371r33,-60l4871,9251r19,-60l4901,9131r3,-60l4904,9051r-8,-60l4881,8931r-6,-40l4850,8831r-31,-60l4779,8711r-47,-60l4715,8631r-19,-20e" fillcolor="silver" stroked="f">
                <v:path arrowok="t"/>
              </v:shape>
              <v:shape id="_x0000_s1676" style="position:absolute;left:3232;top:8331;width:2793;height:2460" coordorigin="3232,8331" coordsize="2793,2460" path="m4964,9371r-77,l4866,9391r115,l4964,9371e" fillcolor="silver" stroked="f">
                <v:path arrowok="t"/>
              </v:shape>
              <v:shape id="_x0000_s1675" style="position:absolute;left:3232;top:8331;width:2793;height:2460" coordorigin="3232,8331" coordsize="2793,2460" path="m4411,8391r-487,l3907,8411r-17,20l4463,8431r-17,-20l4429,8411r-18,-20e" fillcolor="silver" stroked="f">
                <v:path arrowok="t"/>
              </v:shape>
              <v:shape id="_x0000_s1674" style="position:absolute;left:3232;top:8331;width:2793;height:2460" coordorigin="3232,8331" coordsize="2793,2460" path="m4376,8371r-420,l3940,8391r454,l4376,8371e" fillcolor="silver" stroked="f">
                <v:path arrowok="t"/>
              </v:shape>
              <v:shape id="_x0000_s1673" style="position:absolute;left:3232;top:8331;width:2793;height:2460" coordorigin="3232,8331" coordsize="2793,2460" path="m4318,8351r-314,l3988,8371r351,l4318,8351e" fillcolor="silver" stroked="f">
                <v:path arrowok="t"/>
              </v:shape>
              <v:shape id="_x0000_s1672" style="position:absolute;left:3232;top:8331;width:2793;height:2460" coordorigin="3232,8331" coordsize="2793,2460" path="m4258,8331r-209,l4034,8351r244,l4258,8331e" fillcolor="silver" stroked="f">
                <v:path arrowok="t"/>
              </v:shape>
            </v:group>
            <v:group id="_x0000_s1667" style="position:absolute;left:4774;top:7345;width:2396;height:2367" coordorigin="4774,7345" coordsize="2396,2367">
              <v:shape id="_x0000_s1670" style="position:absolute;left:4774;top:7345;width:2396;height:2367" coordorigin="4774,7345" coordsize="2396,2367" path="m4944,7345r-170,170l4966,7844r825,1429l6046,9711r167,-166l6134,9413,5878,8987r-60,-99l6051,8656r-373,l5602,8527,5378,8142r-75,-129l5266,7951r-38,-61l5189,7830r-40,-60l5108,7712r-42,-58l5037,7616r391,l4944,7345e" fillcolor="silver" stroked="f">
                <v:path arrowok="t"/>
              </v:shape>
              <v:shape id="_x0000_s1669" style="position:absolute;left:4774;top:7345;width:2396;height:2367" coordorigin="4774,7345" coordsize="2396,2367" path="m6808,8383r-484,l6490,8480r168,95l6793,8649r104,54l7001,8756r170,-169l6808,8383e" fillcolor="silver" stroked="f">
                <v:path arrowok="t"/>
              </v:shape>
              <v:shape id="_x0000_s1668" style="position:absolute;left:4774;top:7345;width:2396;height:2367" coordorigin="4774,7345" coordsize="2396,2367" path="m5428,7616r-391,l5072,7639r95,61l5231,7740r118,72l6087,8246r-409,410l6051,8656r273,-273l6808,8383,5428,7616e" fillcolor="silver" stroked="f">
                <v:path arrowok="t"/>
              </v:shape>
            </v:group>
            <v:group id="_x0000_s1664" style="position:absolute;left:5573;top:5905;width:1893;height:2544" coordorigin="5573,5905" coordsize="1893,2544">
              <v:shape id="_x0000_s1666" style="position:absolute;left:5573;top:5905;width:1893;height:2544" coordorigin="5573,5905" coordsize="1893,2544" path="m6384,5905r-811,811l7308,8450r158,-159l6679,7503r204,-205l6474,7298,5937,6761r293,-293l6391,6303r96,-99l6582,6103,6384,5905e" fillcolor="silver" stroked="f">
                <v:path arrowok="t"/>
              </v:shape>
              <v:shape id="_x0000_s1665" style="position:absolute;left:5573;top:5905;width:1893;height:2544" coordorigin="5573,5905" coordsize="1893,2544" path="m7037,6735r-563,563l6883,7298r132,-134l7098,7078r83,-87l7235,6933,7037,6735e" fillcolor="silver" stroked="f">
                <v:path arrowok="t"/>
              </v:shape>
            </v:group>
            <v:group id="_x0000_s1660" style="position:absolute;left:6506;top:4838;width:2282;height:2291" coordorigin="6506,4838" coordsize="2282,2291">
              <v:shape id="_x0000_s1663" style="position:absolute;left:6506;top:4838;width:2282;height:2291" coordorigin="6506,4838" coordsize="2282,2291" path="m7417,5599r-317,l8629,7128r159,-159l7417,5599e" fillcolor="silver" stroked="f">
                <v:path arrowok="t"/>
              </v:shape>
              <v:shape id="_x0000_s1662" style="position:absolute;left:6506;top:4838;width:2282;height:2291" coordorigin="6506,4838" coordsize="2282,2291" path="m7451,4838r-190,190l6740,5554r-234,242l6704,5994r396,-395l7417,5599,7259,5440r138,-140l7476,5220r78,-81l7631,5056r18,-21l7451,4838e" fillcolor="silver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661" type="#_x0000_t75" style="position:absolute;left:1134;top:1134;width:9666;height:6897">
                <v:imagedata r:id="rId21" o:title=""/>
              </v:shape>
            </v:group>
            <w10:wrap anchorx="page" anchory="page"/>
          </v:group>
        </w:pic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before="34" w:after="0" w:line="240" w:lineRule="auto"/>
        <w:ind w:left="113" w:right="601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18"/>
          <w:szCs w:val="18"/>
        </w:rPr>
        <w:t>: N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o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age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</w:p>
    <w:p w:rsidR="00A708F6" w:rsidRDefault="00A708F6">
      <w:pPr>
        <w:spacing w:before="9" w:after="0" w:line="180" w:lineRule="exact"/>
        <w:rPr>
          <w:sz w:val="18"/>
          <w:szCs w:val="18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left="113" w:right="3116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3. 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ss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me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f e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ts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13" w:right="38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</w:t>
      </w:r>
      <w:r>
        <w:rPr>
          <w:rFonts w:ascii="Arial" w:eastAsia="Arial" w:hAnsi="Arial" w:cs="Arial"/>
          <w:b/>
          <w:bCs/>
          <w:spacing w:val="46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olog</w:t>
      </w:r>
      <w:r>
        <w:rPr>
          <w:rFonts w:ascii="Arial" w:eastAsia="Arial" w:hAnsi="Arial" w:cs="Arial"/>
          <w:b/>
          <w:bCs/>
          <w:spacing w:val="-6"/>
        </w:rPr>
        <w:t>y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ology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 co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at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 of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k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</w:rPr>
        <w:t>ar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os</w:t>
      </w:r>
    </w:p>
    <w:p w:rsidR="00A708F6" w:rsidRDefault="00A708F6">
      <w:pPr>
        <w:spacing w:before="11" w:after="0" w:line="240" w:lineRule="exact"/>
        <w:rPr>
          <w:sz w:val="24"/>
          <w:szCs w:val="24"/>
        </w:rPr>
      </w:pPr>
    </w:p>
    <w:p w:rsidR="00A708F6" w:rsidRDefault="004F4CDC">
      <w:pPr>
        <w:spacing w:after="0" w:line="239" w:lineRule="auto"/>
        <w:ind w:left="113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com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 comp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amp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 xml:space="preserve">.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aw</w:t>
      </w:r>
      <w:r>
        <w:rPr>
          <w:rFonts w:ascii="Arial" w:eastAsia="Arial" w:hAnsi="Arial" w:cs="Arial"/>
        </w:rPr>
        <w:t>son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M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2003.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13" w:right="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ct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(r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prise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97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arly com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oral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ock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ater </w:t>
      </w:r>
      <w:r>
        <w:rPr>
          <w:rFonts w:ascii="Arial" w:eastAsia="Arial" w:hAnsi="Arial" w:cs="Arial"/>
          <w:spacing w:val="1"/>
        </w:rPr>
        <w:t>(O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86,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2003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 xml:space="preserve">ected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ate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some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>5a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13" w:right="5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atic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nse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dro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after="0"/>
        <w:sectPr w:rsidR="00A708F6">
          <w:pgSz w:w="11920" w:h="16860"/>
          <w:pgMar w:top="1580" w:right="1020" w:bottom="880" w:left="1020" w:header="0" w:footer="686" w:gutter="0"/>
          <w:cols w:space="720"/>
        </w:sectPr>
      </w:pPr>
    </w:p>
    <w:p w:rsidR="00A708F6" w:rsidRDefault="002B0ED0">
      <w:pPr>
        <w:spacing w:before="62" w:after="0" w:line="240" w:lineRule="auto"/>
        <w:ind w:left="976" w:right="-73"/>
        <w:rPr>
          <w:rFonts w:ascii="Arial" w:eastAsia="Arial" w:hAnsi="Arial" w:cs="Arial"/>
        </w:rPr>
      </w:pPr>
      <w:r>
        <w:pict>
          <v:shape id="_x0000_s1658" type="#_x0000_t75" style="position:absolute;left:0;text-align:left;margin-left:129.6pt;margin-top:6.9pt;width:235.95pt;height:200.95pt;z-index:-251667968;mso-position-horizontal-relative:page">
            <v:imagedata r:id="rId22" o:title=""/>
            <w10:wrap anchorx="page"/>
          </v:shape>
        </w:pict>
      </w:r>
      <w:r w:rsidR="004F4CDC">
        <w:rPr>
          <w:rFonts w:ascii="Arial" w:eastAsia="Arial" w:hAnsi="Arial" w:cs="Arial"/>
          <w:b/>
          <w:bCs/>
          <w:color w:val="050505"/>
        </w:rPr>
        <w:t>a.</w:t>
      </w:r>
      <w:r w:rsidR="004F4CDC">
        <w:rPr>
          <w:rFonts w:ascii="Arial" w:eastAsia="Arial" w:hAnsi="Arial" w:cs="Arial"/>
          <w:b/>
          <w:bCs/>
          <w:color w:val="050505"/>
          <w:spacing w:val="-12"/>
        </w:rPr>
        <w:t xml:space="preserve"> </w:t>
      </w:r>
      <w:r w:rsidR="004F4CDC">
        <w:rPr>
          <w:rFonts w:ascii="Arial" w:eastAsia="Arial" w:hAnsi="Arial" w:cs="Arial"/>
          <w:b/>
          <w:bCs/>
          <w:color w:val="050505"/>
          <w:w w:val="92"/>
        </w:rPr>
        <w:t>eastern</w:t>
      </w:r>
      <w:r w:rsidR="004F4CDC">
        <w:rPr>
          <w:rFonts w:ascii="Arial" w:eastAsia="Arial" w:hAnsi="Arial" w:cs="Arial"/>
          <w:b/>
          <w:bCs/>
          <w:color w:val="050505"/>
          <w:spacing w:val="18"/>
          <w:w w:val="92"/>
        </w:rPr>
        <w:t xml:space="preserve"> </w:t>
      </w:r>
      <w:r w:rsidR="004F4CDC">
        <w:rPr>
          <w:rFonts w:ascii="Arial" w:eastAsia="Arial" w:hAnsi="Arial" w:cs="Arial"/>
          <w:b/>
          <w:bCs/>
          <w:color w:val="050505"/>
          <w:w w:val="92"/>
        </w:rPr>
        <w:t>grey</w:t>
      </w:r>
      <w:r w:rsidR="004F4CDC">
        <w:rPr>
          <w:rFonts w:ascii="Arial" w:eastAsia="Arial" w:hAnsi="Arial" w:cs="Arial"/>
          <w:b/>
          <w:bCs/>
          <w:color w:val="050505"/>
          <w:spacing w:val="12"/>
          <w:w w:val="92"/>
        </w:rPr>
        <w:t xml:space="preserve"> </w:t>
      </w:r>
      <w:r w:rsidR="004F4CDC">
        <w:rPr>
          <w:rFonts w:ascii="Arial" w:eastAsia="Arial" w:hAnsi="Arial" w:cs="Arial"/>
          <w:b/>
          <w:bCs/>
          <w:color w:val="1A1A1A"/>
          <w:w w:val="92"/>
        </w:rPr>
        <w:t>kangaroo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7" w:after="0" w:line="280" w:lineRule="exact"/>
        <w:rPr>
          <w:sz w:val="28"/>
          <w:szCs w:val="28"/>
        </w:rPr>
      </w:pPr>
    </w:p>
    <w:p w:rsidR="00A708F6" w:rsidRDefault="002B0ED0">
      <w:pPr>
        <w:spacing w:after="0" w:line="248" w:lineRule="exact"/>
        <w:ind w:left="996" w:right="-20"/>
        <w:rPr>
          <w:rFonts w:ascii="Arial" w:eastAsia="Arial" w:hAnsi="Arial" w:cs="Arial"/>
        </w:rPr>
      </w:pPr>
      <w:r>
        <w:pict>
          <v:shape id="_x0000_s1657" type="#_x0000_t75" style="position:absolute;left:0;text-align:left;margin-left:130.25pt;margin-top:2.3pt;width:235.3pt;height:173.8pt;z-index:-251666944;mso-position-horizontal-relative:page">
            <v:imagedata r:id="rId23" o:title=""/>
            <w10:wrap anchorx="page"/>
          </v:shape>
        </w:pict>
      </w:r>
      <w:r w:rsidR="004F4CDC">
        <w:rPr>
          <w:rFonts w:ascii="Arial" w:eastAsia="Arial" w:hAnsi="Arial" w:cs="Arial"/>
          <w:b/>
          <w:bCs/>
          <w:color w:val="050505"/>
          <w:position w:val="-1"/>
        </w:rPr>
        <w:t>b.</w:t>
      </w:r>
      <w:r w:rsidR="004F4CDC">
        <w:rPr>
          <w:rFonts w:ascii="Arial" w:eastAsia="Arial" w:hAnsi="Arial" w:cs="Arial"/>
          <w:b/>
          <w:bCs/>
          <w:color w:val="050505"/>
          <w:spacing w:val="-23"/>
          <w:position w:val="-1"/>
        </w:rPr>
        <w:t xml:space="preserve"> </w:t>
      </w:r>
      <w:r w:rsidR="004F4CDC">
        <w:rPr>
          <w:rFonts w:ascii="Arial" w:eastAsia="Arial" w:hAnsi="Arial" w:cs="Arial"/>
          <w:b/>
          <w:bCs/>
          <w:color w:val="1A1A1A"/>
          <w:w w:val="92"/>
          <w:position w:val="-1"/>
        </w:rPr>
        <w:t>common</w:t>
      </w:r>
      <w:r w:rsidR="004F4CDC">
        <w:rPr>
          <w:rFonts w:ascii="Arial" w:eastAsia="Arial" w:hAnsi="Arial" w:cs="Arial"/>
          <w:b/>
          <w:bCs/>
          <w:color w:val="1A1A1A"/>
          <w:spacing w:val="1"/>
          <w:w w:val="92"/>
          <w:position w:val="-1"/>
        </w:rPr>
        <w:t xml:space="preserve"> </w:t>
      </w:r>
      <w:r w:rsidR="004F4CDC">
        <w:rPr>
          <w:rFonts w:ascii="Arial" w:eastAsia="Arial" w:hAnsi="Arial" w:cs="Arial"/>
          <w:b/>
          <w:bCs/>
          <w:color w:val="050505"/>
          <w:position w:val="-1"/>
        </w:rPr>
        <w:t>wallaroo</w:t>
      </w:r>
    </w:p>
    <w:p w:rsidR="00A708F6" w:rsidRDefault="004F4CDC">
      <w:pPr>
        <w:spacing w:before="75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  <w:color w:val="050505"/>
        </w:rPr>
        <w:t>c.</w:t>
      </w:r>
      <w:r>
        <w:rPr>
          <w:rFonts w:ascii="Arial" w:eastAsia="Arial" w:hAnsi="Arial" w:cs="Arial"/>
          <w:b/>
          <w:bCs/>
          <w:color w:val="050505"/>
          <w:spacing w:val="-19"/>
        </w:rPr>
        <w:t xml:space="preserve"> </w:t>
      </w:r>
      <w:r>
        <w:rPr>
          <w:rFonts w:ascii="Arial" w:eastAsia="Arial" w:hAnsi="Arial" w:cs="Arial"/>
          <w:b/>
          <w:bCs/>
          <w:color w:val="050505"/>
          <w:w w:val="93"/>
        </w:rPr>
        <w:t>red</w:t>
      </w:r>
      <w:r>
        <w:rPr>
          <w:rFonts w:ascii="Arial" w:eastAsia="Arial" w:hAnsi="Arial" w:cs="Arial"/>
          <w:b/>
          <w:bCs/>
          <w:color w:val="050505"/>
          <w:spacing w:val="3"/>
          <w:w w:val="93"/>
        </w:rPr>
        <w:t xml:space="preserve"> </w:t>
      </w:r>
      <w:r>
        <w:rPr>
          <w:rFonts w:ascii="Arial" w:eastAsia="Arial" w:hAnsi="Arial" w:cs="Arial"/>
          <w:b/>
          <w:bCs/>
          <w:color w:val="050505"/>
        </w:rPr>
        <w:t>kangaroo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4" w:after="0" w:line="280" w:lineRule="exact"/>
        <w:rPr>
          <w:sz w:val="28"/>
          <w:szCs w:val="28"/>
        </w:rPr>
      </w:pPr>
    </w:p>
    <w:p w:rsidR="00A708F6" w:rsidRDefault="002B0ED0">
      <w:pPr>
        <w:spacing w:after="0" w:line="248" w:lineRule="exact"/>
        <w:ind w:right="-20"/>
        <w:rPr>
          <w:rFonts w:ascii="Arial" w:eastAsia="Arial" w:hAnsi="Arial" w:cs="Arial"/>
        </w:rPr>
      </w:pPr>
      <w:r>
        <w:pict>
          <v:shape id="_x0000_s1656" type="#_x0000_t75" style="position:absolute;margin-left:456.85pt;margin-top:-212.75pt;width:235pt;height:200.6pt;z-index:-251665920;mso-position-horizontal-relative:page">
            <v:imagedata r:id="rId24" o:title=""/>
            <w10:wrap anchorx="page"/>
          </v:shape>
        </w:pict>
      </w:r>
      <w:r>
        <w:pict>
          <v:shape id="_x0000_s1655" type="#_x0000_t75" style="position:absolute;margin-left:455.9pt;margin-top:2.3pt;width:235.95pt;height:174.75pt;z-index:-251664896;mso-position-horizontal-relative:page">
            <v:imagedata r:id="rId25" o:title=""/>
            <w10:wrap anchorx="page"/>
          </v:shape>
        </w:pict>
      </w:r>
      <w:r w:rsidR="004F4CDC">
        <w:rPr>
          <w:rFonts w:ascii="Arial" w:eastAsia="Arial" w:hAnsi="Arial" w:cs="Arial"/>
          <w:b/>
          <w:bCs/>
          <w:color w:val="1A1A1A"/>
          <w:position w:val="-1"/>
        </w:rPr>
        <w:t>d.</w:t>
      </w:r>
      <w:r w:rsidR="004F4CDC">
        <w:rPr>
          <w:rFonts w:ascii="Arial" w:eastAsia="Arial" w:hAnsi="Arial" w:cs="Arial"/>
          <w:b/>
          <w:bCs/>
          <w:color w:val="1A1A1A"/>
          <w:spacing w:val="-5"/>
          <w:position w:val="-1"/>
        </w:rPr>
        <w:t xml:space="preserve"> </w:t>
      </w:r>
      <w:r w:rsidR="004F4CDC">
        <w:rPr>
          <w:rFonts w:ascii="Arial" w:eastAsia="Arial" w:hAnsi="Arial" w:cs="Arial"/>
          <w:b/>
          <w:bCs/>
          <w:color w:val="050505"/>
          <w:w w:val="92"/>
          <w:position w:val="-1"/>
        </w:rPr>
        <w:t>western</w:t>
      </w:r>
      <w:r w:rsidR="004F4CDC">
        <w:rPr>
          <w:rFonts w:ascii="Arial" w:eastAsia="Arial" w:hAnsi="Arial" w:cs="Arial"/>
          <w:b/>
          <w:bCs/>
          <w:color w:val="050505"/>
          <w:spacing w:val="-6"/>
          <w:w w:val="92"/>
          <w:position w:val="-1"/>
        </w:rPr>
        <w:t xml:space="preserve"> </w:t>
      </w:r>
      <w:r w:rsidR="004F4CDC">
        <w:rPr>
          <w:rFonts w:ascii="Arial" w:eastAsia="Arial" w:hAnsi="Arial" w:cs="Arial"/>
          <w:b/>
          <w:bCs/>
          <w:color w:val="050505"/>
          <w:w w:val="92"/>
          <w:position w:val="-1"/>
        </w:rPr>
        <w:t>grey</w:t>
      </w:r>
      <w:r w:rsidR="004F4CDC">
        <w:rPr>
          <w:rFonts w:ascii="Arial" w:eastAsia="Arial" w:hAnsi="Arial" w:cs="Arial"/>
          <w:b/>
          <w:bCs/>
          <w:color w:val="050505"/>
          <w:spacing w:val="12"/>
          <w:w w:val="92"/>
          <w:position w:val="-1"/>
        </w:rPr>
        <w:t xml:space="preserve"> </w:t>
      </w:r>
      <w:r w:rsidR="004F4CDC">
        <w:rPr>
          <w:rFonts w:ascii="Arial" w:eastAsia="Arial" w:hAnsi="Arial" w:cs="Arial"/>
          <w:b/>
          <w:bCs/>
          <w:color w:val="1A1A1A"/>
          <w:position w:val="-1"/>
        </w:rPr>
        <w:t>kangaroo</w:t>
      </w:r>
    </w:p>
    <w:p w:rsidR="00A708F6" w:rsidRDefault="00A708F6">
      <w:pPr>
        <w:spacing w:after="0"/>
        <w:sectPr w:rsidR="00A708F6">
          <w:footerReference w:type="default" r:id="rId26"/>
          <w:pgSz w:w="16860" w:h="11920" w:orient="landscape"/>
          <w:pgMar w:top="1020" w:right="1960" w:bottom="880" w:left="1020" w:header="0" w:footer="687" w:gutter="0"/>
          <w:cols w:num="2" w:space="720" w:equalWidth="0">
            <w:col w:w="3424" w:space="3822"/>
            <w:col w:w="6634"/>
          </w:cols>
        </w:sect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3" w:after="0" w:line="200" w:lineRule="exact"/>
        <w:rPr>
          <w:sz w:val="20"/>
          <w:szCs w:val="20"/>
        </w:rPr>
      </w:pP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960" w:bottom="880" w:left="1020" w:header="720" w:footer="720" w:gutter="0"/>
          <w:cols w:space="720"/>
        </w:sect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0" w:after="0" w:line="260" w:lineRule="exact"/>
        <w:rPr>
          <w:sz w:val="26"/>
          <w:szCs w:val="26"/>
        </w:rPr>
      </w:pPr>
    </w:p>
    <w:p w:rsidR="00A708F6" w:rsidRDefault="004F4CDC">
      <w:pPr>
        <w:spacing w:after="0" w:line="189" w:lineRule="atLeast"/>
        <w:ind w:right="-20"/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color w:val="1A1A1A"/>
          <w:w w:val="142"/>
          <w:sz w:val="11"/>
          <w:szCs w:val="11"/>
        </w:rPr>
        <w:t xml:space="preserve">0.  </w:t>
      </w:r>
      <w:r>
        <w:rPr>
          <w:rFonts w:ascii="Arial" w:eastAsia="Arial" w:hAnsi="Arial" w:cs="Arial"/>
          <w:color w:val="1A1A1A"/>
          <w:spacing w:val="39"/>
          <w:w w:val="142"/>
          <w:sz w:val="11"/>
          <w:szCs w:val="11"/>
        </w:rPr>
        <w:t xml:space="preserve"> </w:t>
      </w:r>
      <w:r>
        <w:rPr>
          <w:rFonts w:ascii="Arial" w:eastAsia="Arial" w:hAnsi="Arial" w:cs="Arial"/>
          <w:color w:val="52524F"/>
          <w:spacing w:val="-20"/>
          <w:w w:val="238"/>
          <w:sz w:val="11"/>
          <w:szCs w:val="11"/>
        </w:rPr>
        <w:t>·</w:t>
      </w:r>
      <w:r>
        <w:rPr>
          <w:rFonts w:ascii="Arial" w:eastAsia="Arial" w:hAnsi="Arial" w:cs="Arial"/>
          <w:color w:val="363636"/>
          <w:spacing w:val="-21"/>
          <w:w w:val="179"/>
          <w:sz w:val="11"/>
          <w:szCs w:val="11"/>
        </w:rPr>
        <w:t>·</w:t>
      </w:r>
      <w:r>
        <w:rPr>
          <w:rFonts w:ascii="Arial" w:eastAsia="Arial" w:hAnsi="Arial" w:cs="Arial"/>
          <w:color w:val="050505"/>
          <w:w w:val="482"/>
          <w:sz w:val="11"/>
          <w:szCs w:val="11"/>
        </w:rPr>
        <w:t>-</w:t>
      </w:r>
    </w:p>
    <w:p w:rsidR="00A708F6" w:rsidRDefault="004F4CDC">
      <w:pPr>
        <w:spacing w:before="91" w:after="0" w:line="240" w:lineRule="auto"/>
        <w:ind w:right="160"/>
        <w:jc w:val="right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bCs/>
          <w:color w:val="050505"/>
          <w:w w:val="109"/>
          <w:sz w:val="20"/>
          <w:szCs w:val="20"/>
        </w:rPr>
        <w:t>N</w:t>
      </w:r>
    </w:p>
    <w:p w:rsidR="00A708F6" w:rsidRDefault="00A708F6">
      <w:pPr>
        <w:spacing w:before="9" w:after="0" w:line="120" w:lineRule="exact"/>
        <w:rPr>
          <w:sz w:val="12"/>
          <w:szCs w:val="12"/>
        </w:rPr>
      </w:pPr>
    </w:p>
    <w:p w:rsidR="00A708F6" w:rsidRDefault="002B0ED0">
      <w:pPr>
        <w:tabs>
          <w:tab w:val="left" w:pos="320"/>
        </w:tabs>
        <w:spacing w:after="0" w:line="169" w:lineRule="atLeast"/>
        <w:ind w:right="-20"/>
        <w:rPr>
          <w:rFonts w:ascii="Times New Roman" w:eastAsia="Times New Roman" w:hAnsi="Times New Roman" w:cs="Times New Roman"/>
          <w:sz w:val="16"/>
          <w:szCs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54" type="#_x0000_t202" style="position:absolute;margin-left:723.25pt;margin-top:-19.5pt;width:14.5pt;height:33.5pt;z-index:-251662848;mso-position-horizontal-relative:page" filled="f" stroked="f">
            <v:textbox style="mso-next-textbox:#_x0000_s1654" inset="0,0,0,0">
              <w:txbxContent>
                <w:p w:rsidR="00A708F6" w:rsidRDefault="004F4CDC">
                  <w:pPr>
                    <w:spacing w:after="0" w:line="670" w:lineRule="exact"/>
                    <w:ind w:right="-140"/>
                    <w:rPr>
                      <w:rFonts w:ascii="Times New Roman" w:eastAsia="Times New Roman" w:hAnsi="Times New Roman" w:cs="Times New Roman"/>
                      <w:sz w:val="67"/>
                      <w:szCs w:val="67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50505"/>
                      <w:w w:val="60"/>
                      <w:sz w:val="67"/>
                      <w:szCs w:val="67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4F4CDC">
        <w:rPr>
          <w:rFonts w:ascii="Times New Roman" w:eastAsia="Times New Roman" w:hAnsi="Times New Roman" w:cs="Times New Roman"/>
          <w:color w:val="1A1A1A"/>
          <w:spacing w:val="-8"/>
          <w:w w:val="76"/>
          <w:sz w:val="16"/>
          <w:szCs w:val="16"/>
        </w:rPr>
        <w:t>o</w:t>
      </w:r>
      <w:r w:rsidR="004F4CDC">
        <w:rPr>
          <w:rFonts w:ascii="Times New Roman" w:eastAsia="Times New Roman" w:hAnsi="Times New Roman" w:cs="Times New Roman"/>
          <w:color w:val="798075"/>
          <w:w w:val="114"/>
          <w:sz w:val="16"/>
          <w:szCs w:val="16"/>
        </w:rPr>
        <w:t>.</w:t>
      </w:r>
      <w:r w:rsidR="004F4CDC">
        <w:rPr>
          <w:rFonts w:ascii="Times New Roman" w:eastAsia="Times New Roman" w:hAnsi="Times New Roman" w:cs="Times New Roman"/>
          <w:color w:val="798075"/>
          <w:sz w:val="16"/>
          <w:szCs w:val="16"/>
        </w:rPr>
        <w:tab/>
      </w:r>
      <w:r w:rsidR="004F4CDC">
        <w:rPr>
          <w:rFonts w:ascii="Times New Roman" w:eastAsia="Times New Roman" w:hAnsi="Times New Roman" w:cs="Times New Roman"/>
          <w:color w:val="52524F"/>
          <w:w w:val="94"/>
          <w:sz w:val="16"/>
          <w:szCs w:val="16"/>
        </w:rPr>
        <w:t>;</w:t>
      </w:r>
      <w:r w:rsidR="004F4CDC">
        <w:rPr>
          <w:rFonts w:ascii="Times New Roman" w:eastAsia="Times New Roman" w:hAnsi="Times New Roman" w:cs="Times New Roman"/>
          <w:color w:val="52524F"/>
          <w:spacing w:val="-8"/>
          <w:w w:val="95"/>
          <w:sz w:val="16"/>
          <w:szCs w:val="16"/>
        </w:rPr>
        <w:t>.</w:t>
      </w:r>
      <w:r w:rsidR="004F4CDC">
        <w:rPr>
          <w:rFonts w:ascii="Times New Roman" w:eastAsia="Times New Roman" w:hAnsi="Times New Roman" w:cs="Times New Roman"/>
          <w:color w:val="1A1A1A"/>
          <w:w w:val="311"/>
          <w:sz w:val="16"/>
          <w:szCs w:val="16"/>
        </w:rPr>
        <w:t>.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960" w:bottom="880" w:left="1020" w:header="720" w:footer="720" w:gutter="0"/>
          <w:cols w:num="2" w:space="720" w:equalWidth="0">
            <w:col w:w="5718" w:space="5946"/>
            <w:col w:w="2216"/>
          </w:cols>
        </w:sectPr>
      </w:pPr>
    </w:p>
    <w:p w:rsidR="00A708F6" w:rsidRDefault="004F4CDC">
      <w:pPr>
        <w:tabs>
          <w:tab w:val="left" w:pos="3700"/>
          <w:tab w:val="left" w:pos="5200"/>
        </w:tabs>
        <w:spacing w:after="0" w:line="345" w:lineRule="exact"/>
        <w:ind w:left="1088" w:right="-151"/>
        <w:rPr>
          <w:rFonts w:ascii="Arial" w:eastAsia="Arial" w:hAnsi="Arial" w:cs="Arial"/>
          <w:sz w:val="74"/>
          <w:szCs w:val="74"/>
        </w:rPr>
      </w:pPr>
      <w:r>
        <w:rPr>
          <w:rFonts w:ascii="Arial" w:eastAsia="Arial" w:hAnsi="Arial" w:cs="Arial"/>
          <w:color w:val="52524F"/>
          <w:spacing w:val="-13"/>
          <w:w w:val="244"/>
          <w:position w:val="3"/>
          <w:sz w:val="29"/>
          <w:szCs w:val="29"/>
        </w:rPr>
        <w:t>D</w:t>
      </w:r>
      <w:r>
        <w:rPr>
          <w:rFonts w:ascii="Arial" w:eastAsia="Arial" w:hAnsi="Arial" w:cs="Arial"/>
          <w:color w:val="1A1A1A"/>
          <w:w w:val="102"/>
          <w:position w:val="3"/>
          <w:sz w:val="15"/>
          <w:szCs w:val="15"/>
        </w:rPr>
        <w:t>E</w:t>
      </w:r>
      <w:r>
        <w:rPr>
          <w:rFonts w:ascii="Arial" w:eastAsia="Arial" w:hAnsi="Arial" w:cs="Arial"/>
          <w:color w:val="1A1A1A"/>
          <w:spacing w:val="-12"/>
          <w:w w:val="103"/>
          <w:position w:val="3"/>
          <w:sz w:val="15"/>
          <w:szCs w:val="15"/>
        </w:rPr>
        <w:t>a</w:t>
      </w:r>
      <w:r>
        <w:rPr>
          <w:rFonts w:ascii="Arial" w:eastAsia="Arial" w:hAnsi="Arial" w:cs="Arial"/>
          <w:color w:val="363636"/>
          <w:spacing w:val="-9"/>
          <w:w w:val="111"/>
          <w:position w:val="3"/>
          <w:sz w:val="15"/>
          <w:szCs w:val="15"/>
        </w:rPr>
        <w:t>s</w:t>
      </w:r>
      <w:r>
        <w:rPr>
          <w:rFonts w:ascii="Arial" w:eastAsia="Arial" w:hAnsi="Arial" w:cs="Arial"/>
          <w:color w:val="050505"/>
          <w:position w:val="3"/>
          <w:sz w:val="15"/>
          <w:szCs w:val="15"/>
        </w:rPr>
        <w:t>ter</w:t>
      </w:r>
      <w:r>
        <w:rPr>
          <w:rFonts w:ascii="Arial" w:eastAsia="Arial" w:hAnsi="Arial" w:cs="Arial"/>
          <w:color w:val="050505"/>
          <w:w w:val="101"/>
          <w:position w:val="3"/>
          <w:sz w:val="15"/>
          <w:szCs w:val="15"/>
        </w:rPr>
        <w:t>n</w:t>
      </w:r>
      <w:r>
        <w:rPr>
          <w:rFonts w:ascii="Arial" w:eastAsia="Arial" w:hAnsi="Arial" w:cs="Arial"/>
          <w:color w:val="050505"/>
          <w:spacing w:val="-12"/>
          <w:position w:val="3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position w:val="3"/>
          <w:sz w:val="15"/>
          <w:szCs w:val="15"/>
        </w:rPr>
        <w:t>grey</w:t>
      </w:r>
      <w:r>
        <w:rPr>
          <w:rFonts w:ascii="Arial" w:eastAsia="Arial" w:hAnsi="Arial" w:cs="Arial"/>
          <w:color w:val="1A1A1A"/>
          <w:spacing w:val="-4"/>
          <w:position w:val="3"/>
          <w:sz w:val="15"/>
          <w:szCs w:val="15"/>
        </w:rPr>
        <w:t xml:space="preserve"> </w:t>
      </w:r>
      <w:r>
        <w:rPr>
          <w:rFonts w:ascii="Arial" w:eastAsia="Arial" w:hAnsi="Arial" w:cs="Arial"/>
          <w:color w:val="363636"/>
          <w:spacing w:val="-6"/>
          <w:position w:val="3"/>
          <w:sz w:val="15"/>
          <w:szCs w:val="15"/>
        </w:rPr>
        <w:t>k</w:t>
      </w:r>
      <w:r>
        <w:rPr>
          <w:rFonts w:ascii="Arial" w:eastAsia="Arial" w:hAnsi="Arial" w:cs="Arial"/>
          <w:color w:val="1A1A1A"/>
          <w:position w:val="3"/>
          <w:sz w:val="15"/>
          <w:szCs w:val="15"/>
        </w:rPr>
        <w:t xml:space="preserve">angaroo  </w:t>
      </w:r>
      <w:r>
        <w:rPr>
          <w:rFonts w:ascii="Arial" w:eastAsia="Arial" w:hAnsi="Arial" w:cs="Arial"/>
          <w:color w:val="1A1A1A"/>
          <w:spacing w:val="14"/>
          <w:position w:val="3"/>
          <w:sz w:val="15"/>
          <w:szCs w:val="15"/>
        </w:rPr>
        <w:t xml:space="preserve"> </w:t>
      </w:r>
      <w:r>
        <w:rPr>
          <w:rFonts w:ascii="Arial" w:eastAsia="Arial" w:hAnsi="Arial" w:cs="Arial"/>
          <w:color w:val="F00505"/>
          <w:w w:val="600"/>
          <w:position w:val="3"/>
          <w:sz w:val="15"/>
          <w:szCs w:val="15"/>
        </w:rPr>
        <w:t>-</w:t>
      </w:r>
      <w:r>
        <w:rPr>
          <w:rFonts w:ascii="Arial" w:eastAsia="Arial" w:hAnsi="Arial" w:cs="Arial"/>
          <w:color w:val="F00505"/>
          <w:position w:val="3"/>
          <w:sz w:val="15"/>
          <w:szCs w:val="15"/>
        </w:rPr>
        <w:tab/>
      </w:r>
      <w:r>
        <w:rPr>
          <w:rFonts w:ascii="Arial" w:eastAsia="Arial" w:hAnsi="Arial" w:cs="Arial"/>
          <w:color w:val="1A1A1A"/>
          <w:position w:val="3"/>
          <w:sz w:val="15"/>
          <w:szCs w:val="15"/>
        </w:rPr>
        <w:t>Red</w:t>
      </w:r>
      <w:r>
        <w:rPr>
          <w:rFonts w:ascii="Arial" w:eastAsia="Arial" w:hAnsi="Arial" w:cs="Arial"/>
          <w:color w:val="1A1A1A"/>
          <w:spacing w:val="-2"/>
          <w:position w:val="3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position w:val="3"/>
          <w:sz w:val="15"/>
          <w:szCs w:val="15"/>
        </w:rPr>
        <w:t>kangaroo</w:t>
      </w:r>
      <w:r>
        <w:rPr>
          <w:rFonts w:ascii="Arial" w:eastAsia="Arial" w:hAnsi="Arial" w:cs="Arial"/>
          <w:color w:val="1A1A1A"/>
          <w:position w:val="3"/>
          <w:sz w:val="15"/>
          <w:szCs w:val="15"/>
        </w:rPr>
        <w:tab/>
      </w:r>
      <w:r>
        <w:rPr>
          <w:rFonts w:ascii="Arial" w:eastAsia="Arial" w:hAnsi="Arial" w:cs="Arial"/>
          <w:color w:val="52524F"/>
          <w:spacing w:val="43"/>
          <w:w w:val="27"/>
          <w:position w:val="3"/>
          <w:sz w:val="74"/>
          <w:szCs w:val="74"/>
        </w:rPr>
        <w:t>·</w:t>
      </w:r>
      <w:r>
        <w:rPr>
          <w:rFonts w:ascii="Arial" w:eastAsia="Arial" w:hAnsi="Arial" w:cs="Arial"/>
          <w:color w:val="1A1A1A"/>
          <w:w w:val="128"/>
          <w:position w:val="3"/>
          <w:sz w:val="74"/>
          <w:szCs w:val="74"/>
        </w:rPr>
        <w:t>v</w:t>
      </w:r>
    </w:p>
    <w:p w:rsidR="00A708F6" w:rsidRDefault="002B0ED0">
      <w:pPr>
        <w:tabs>
          <w:tab w:val="left" w:pos="3200"/>
          <w:tab w:val="left" w:pos="5500"/>
        </w:tabs>
        <w:spacing w:after="0" w:line="229" w:lineRule="exact"/>
        <w:ind w:left="1101" w:right="-20"/>
        <w:rPr>
          <w:rFonts w:ascii="Arial" w:eastAsia="Arial" w:hAnsi="Arial" w:cs="Arial"/>
          <w:sz w:val="15"/>
          <w:szCs w:val="15"/>
        </w:rPr>
      </w:pPr>
      <w:r>
        <w:pict>
          <v:group id="_x0000_s1652" style="position:absolute;left:0;text-align:left;margin-left:105.75pt;margin-top:7.75pt;width:23.35pt;height:21pt;z-index:-251663872;mso-position-horizontal-relative:page" coordorigin="2115,155" coordsize="467,420">
            <v:shape id="_x0000_s1653" style="position:absolute;left:2115;top:155;width:467;height:420" coordorigin="2115,155" coordsize="467,420" path="m2115,155r467,l2582,576r-467,l2115,155e" fillcolor="#d4f2f6" stroked="f">
              <v:path arrowok="t"/>
            </v:shape>
            <w10:wrap anchorx="page"/>
          </v:group>
        </w:pict>
      </w:r>
      <w:r w:rsidR="004F4CDC">
        <w:rPr>
          <w:rFonts w:ascii="Arial" w:eastAsia="Arial" w:hAnsi="Arial" w:cs="Arial"/>
          <w:color w:val="798075"/>
          <w:spacing w:val="10"/>
          <w:w w:val="248"/>
          <w:position w:val="1"/>
          <w:sz w:val="29"/>
          <w:szCs w:val="29"/>
        </w:rPr>
        <w:t>D</w:t>
      </w:r>
      <w:r w:rsidR="004F4CDC">
        <w:rPr>
          <w:rFonts w:ascii="Arial" w:eastAsia="Arial" w:hAnsi="Arial" w:cs="Arial"/>
          <w:color w:val="1A1A1A"/>
          <w:w w:val="96"/>
          <w:position w:val="1"/>
          <w:sz w:val="15"/>
          <w:szCs w:val="15"/>
        </w:rPr>
        <w:t>Wallaroo</w:t>
      </w:r>
      <w:r w:rsidR="004F4CDC">
        <w:rPr>
          <w:rFonts w:ascii="Arial" w:eastAsia="Arial" w:hAnsi="Arial" w:cs="Arial"/>
          <w:color w:val="1A1A1A"/>
          <w:position w:val="1"/>
          <w:sz w:val="15"/>
          <w:szCs w:val="15"/>
        </w:rPr>
        <w:tab/>
      </w:r>
      <w:r w:rsidR="004F4CDC">
        <w:rPr>
          <w:rFonts w:ascii="Arial" w:eastAsia="Arial" w:hAnsi="Arial" w:cs="Arial"/>
          <w:color w:val="52524F"/>
          <w:spacing w:val="16"/>
          <w:w w:val="252"/>
          <w:position w:val="1"/>
          <w:sz w:val="29"/>
          <w:szCs w:val="29"/>
        </w:rPr>
        <w:t>D</w:t>
      </w:r>
      <w:r w:rsidR="004F4CDC">
        <w:rPr>
          <w:rFonts w:ascii="Arial" w:eastAsia="Arial" w:hAnsi="Arial" w:cs="Arial"/>
          <w:color w:val="1A1A1A"/>
          <w:position w:val="1"/>
          <w:sz w:val="15"/>
          <w:szCs w:val="15"/>
        </w:rPr>
        <w:t>Extende</w:t>
      </w:r>
      <w:r w:rsidR="004F4CDC">
        <w:rPr>
          <w:rFonts w:ascii="Arial" w:eastAsia="Arial" w:hAnsi="Arial" w:cs="Arial"/>
          <w:color w:val="1A1A1A"/>
          <w:w w:val="101"/>
          <w:position w:val="1"/>
          <w:sz w:val="15"/>
          <w:szCs w:val="15"/>
        </w:rPr>
        <w:t>d</w:t>
      </w:r>
      <w:r w:rsidR="004F4CDC">
        <w:rPr>
          <w:rFonts w:ascii="Arial" w:eastAsia="Arial" w:hAnsi="Arial" w:cs="Arial"/>
          <w:color w:val="1A1A1A"/>
          <w:spacing w:val="-7"/>
          <w:position w:val="1"/>
          <w:sz w:val="15"/>
          <w:szCs w:val="15"/>
        </w:rPr>
        <w:t xml:space="preserve"> </w:t>
      </w:r>
      <w:r w:rsidR="004F4CDC">
        <w:rPr>
          <w:rFonts w:ascii="Arial" w:eastAsia="Arial" w:hAnsi="Arial" w:cs="Arial"/>
          <w:color w:val="1A1A1A"/>
          <w:position w:val="1"/>
          <w:sz w:val="15"/>
          <w:szCs w:val="15"/>
        </w:rPr>
        <w:t>species</w:t>
      </w:r>
      <w:r w:rsidR="004F4CDC">
        <w:rPr>
          <w:rFonts w:ascii="Arial" w:eastAsia="Arial" w:hAnsi="Arial" w:cs="Arial"/>
          <w:color w:val="1A1A1A"/>
          <w:spacing w:val="-10"/>
          <w:position w:val="1"/>
          <w:sz w:val="15"/>
          <w:szCs w:val="15"/>
        </w:rPr>
        <w:t xml:space="preserve"> </w:t>
      </w:r>
      <w:r w:rsidR="004F4CDC">
        <w:rPr>
          <w:rFonts w:ascii="Arial" w:eastAsia="Arial" w:hAnsi="Arial" w:cs="Arial"/>
          <w:color w:val="1A1A1A"/>
          <w:position w:val="1"/>
          <w:sz w:val="15"/>
          <w:szCs w:val="15"/>
        </w:rPr>
        <w:t>range</w:t>
      </w:r>
      <w:r w:rsidR="004F4CDC">
        <w:rPr>
          <w:rFonts w:ascii="Arial" w:eastAsia="Arial" w:hAnsi="Arial" w:cs="Arial"/>
          <w:color w:val="1A1A1A"/>
          <w:position w:val="1"/>
          <w:sz w:val="15"/>
          <w:szCs w:val="15"/>
        </w:rPr>
        <w:tab/>
      </w:r>
      <w:r w:rsidR="004F4CDC">
        <w:rPr>
          <w:rFonts w:ascii="Arial" w:eastAsia="Arial" w:hAnsi="Arial" w:cs="Arial"/>
          <w:color w:val="1A1A1A"/>
          <w:w w:val="130"/>
          <w:position w:val="1"/>
          <w:sz w:val="15"/>
          <w:szCs w:val="15"/>
        </w:rPr>
        <w:t>.</w:t>
      </w:r>
    </w:p>
    <w:p w:rsidR="00A708F6" w:rsidRDefault="004F4CDC">
      <w:pPr>
        <w:spacing w:after="0" w:line="318" w:lineRule="exact"/>
        <w:ind w:left="1101" w:right="-20"/>
        <w:rPr>
          <w:rFonts w:ascii="Arial" w:eastAsia="Arial" w:hAnsi="Arial" w:cs="Arial"/>
          <w:sz w:val="15"/>
          <w:szCs w:val="15"/>
        </w:rPr>
      </w:pPr>
      <w:r>
        <w:rPr>
          <w:rFonts w:ascii="Times New Roman" w:eastAsia="Times New Roman" w:hAnsi="Times New Roman" w:cs="Times New Roman"/>
          <w:color w:val="A0ACAE"/>
          <w:w w:val="202"/>
          <w:position w:val="1"/>
          <w:sz w:val="32"/>
          <w:szCs w:val="32"/>
        </w:rPr>
        <w:t>D</w:t>
      </w:r>
      <w:r>
        <w:rPr>
          <w:rFonts w:ascii="Times New Roman" w:eastAsia="Times New Roman" w:hAnsi="Times New Roman" w:cs="Times New Roman"/>
          <w:color w:val="A0ACAE"/>
          <w:spacing w:val="-56"/>
          <w:position w:val="1"/>
          <w:sz w:val="32"/>
          <w:szCs w:val="32"/>
        </w:rPr>
        <w:t xml:space="preserve"> </w:t>
      </w:r>
      <w:r>
        <w:rPr>
          <w:rFonts w:ascii="Arial" w:eastAsia="Arial" w:hAnsi="Arial" w:cs="Arial"/>
          <w:color w:val="1A1A1A"/>
          <w:w w:val="98"/>
          <w:position w:val="1"/>
          <w:sz w:val="15"/>
          <w:szCs w:val="15"/>
        </w:rPr>
        <w:t>Western</w:t>
      </w:r>
      <w:r>
        <w:rPr>
          <w:rFonts w:ascii="Arial" w:eastAsia="Arial" w:hAnsi="Arial" w:cs="Arial"/>
          <w:color w:val="1A1A1A"/>
          <w:spacing w:val="-10"/>
          <w:w w:val="98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position w:val="1"/>
          <w:sz w:val="15"/>
          <w:szCs w:val="15"/>
        </w:rPr>
        <w:t>grey</w:t>
      </w:r>
      <w:r>
        <w:rPr>
          <w:rFonts w:ascii="Arial" w:eastAsia="Arial" w:hAnsi="Arial" w:cs="Arial"/>
          <w:color w:val="1A1A1A"/>
          <w:spacing w:val="2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position w:val="1"/>
          <w:sz w:val="15"/>
          <w:szCs w:val="15"/>
        </w:rPr>
        <w:t>ka</w:t>
      </w:r>
      <w:r>
        <w:rPr>
          <w:rFonts w:ascii="Arial" w:eastAsia="Arial" w:hAnsi="Arial" w:cs="Arial"/>
          <w:color w:val="1A1A1A"/>
          <w:spacing w:val="-11"/>
          <w:position w:val="1"/>
          <w:sz w:val="15"/>
          <w:szCs w:val="15"/>
        </w:rPr>
        <w:t>n</w:t>
      </w:r>
      <w:r>
        <w:rPr>
          <w:rFonts w:ascii="Arial" w:eastAsia="Arial" w:hAnsi="Arial" w:cs="Arial"/>
          <w:color w:val="363636"/>
          <w:spacing w:val="-11"/>
          <w:position w:val="1"/>
          <w:sz w:val="15"/>
          <w:szCs w:val="15"/>
        </w:rPr>
        <w:t>g</w:t>
      </w:r>
      <w:r>
        <w:rPr>
          <w:rFonts w:ascii="Arial" w:eastAsia="Arial" w:hAnsi="Arial" w:cs="Arial"/>
          <w:color w:val="1A1A1A"/>
          <w:position w:val="1"/>
          <w:sz w:val="15"/>
          <w:szCs w:val="15"/>
        </w:rPr>
        <w:t xml:space="preserve">aroo </w:t>
      </w:r>
      <w:r>
        <w:rPr>
          <w:rFonts w:ascii="Arial" w:eastAsia="Arial" w:hAnsi="Arial" w:cs="Arial"/>
          <w:color w:val="1A1A1A"/>
          <w:spacing w:val="18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w w:val="132"/>
          <w:position w:val="1"/>
          <w:sz w:val="15"/>
          <w:szCs w:val="15"/>
        </w:rPr>
        <w:t>1</w:t>
      </w:r>
      <w:r>
        <w:rPr>
          <w:rFonts w:ascii="Arial" w:eastAsia="Arial" w:hAnsi="Arial" w:cs="Arial"/>
          <w:color w:val="1A1A1A"/>
          <w:spacing w:val="-30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pacing w:val="-10"/>
          <w:position w:val="1"/>
          <w:sz w:val="15"/>
          <w:szCs w:val="15"/>
        </w:rPr>
        <w:t>e</w:t>
      </w:r>
      <w:r>
        <w:rPr>
          <w:rFonts w:ascii="Arial" w:eastAsia="Arial" w:hAnsi="Arial" w:cs="Arial"/>
          <w:color w:val="363636"/>
          <w:position w:val="1"/>
          <w:sz w:val="15"/>
          <w:szCs w:val="15"/>
        </w:rPr>
        <w:t>m</w:t>
      </w:r>
      <w:r>
        <w:rPr>
          <w:rFonts w:ascii="Arial" w:eastAsia="Arial" w:hAnsi="Arial" w:cs="Arial"/>
          <w:color w:val="363636"/>
          <w:spacing w:val="14"/>
          <w:position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64"/>
          <w:position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363636"/>
          <w:spacing w:val="7"/>
          <w:w w:val="64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1A1A1A"/>
          <w:position w:val="1"/>
          <w:sz w:val="15"/>
          <w:szCs w:val="15"/>
        </w:rPr>
        <w:t>300</w:t>
      </w:r>
      <w:r>
        <w:rPr>
          <w:rFonts w:ascii="Arial" w:eastAsia="Arial" w:hAnsi="Arial" w:cs="Arial"/>
          <w:color w:val="1A1A1A"/>
          <w:spacing w:val="-7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position w:val="1"/>
          <w:sz w:val="15"/>
          <w:szCs w:val="15"/>
        </w:rPr>
        <w:t>km</w:t>
      </w:r>
    </w:p>
    <w:p w:rsidR="00A708F6" w:rsidRDefault="004F4CDC">
      <w:pPr>
        <w:spacing w:after="0" w:line="546" w:lineRule="exact"/>
        <w:ind w:right="-20"/>
        <w:rPr>
          <w:rFonts w:ascii="Arial" w:eastAsia="Arial" w:hAnsi="Arial" w:cs="Arial"/>
          <w:sz w:val="77"/>
          <w:szCs w:val="77"/>
        </w:rPr>
      </w:pPr>
      <w:r>
        <w:br w:type="column"/>
      </w:r>
      <w:r>
        <w:rPr>
          <w:rFonts w:ascii="Arial" w:eastAsia="Arial" w:hAnsi="Arial" w:cs="Arial"/>
          <w:color w:val="1A1A1A"/>
          <w:position w:val="1"/>
          <w:sz w:val="77"/>
          <w:szCs w:val="77"/>
        </w:rPr>
        <w:t>v</w:t>
      </w:r>
      <w:r>
        <w:rPr>
          <w:rFonts w:ascii="Arial" w:eastAsia="Arial" w:hAnsi="Arial" w:cs="Arial"/>
          <w:color w:val="1A1A1A"/>
          <w:spacing w:val="-64"/>
          <w:position w:val="1"/>
          <w:sz w:val="77"/>
          <w:szCs w:val="77"/>
        </w:rPr>
        <w:t xml:space="preserve"> </w:t>
      </w:r>
      <w:r>
        <w:rPr>
          <w:rFonts w:ascii="Arial" w:eastAsia="Arial" w:hAnsi="Arial" w:cs="Arial"/>
          <w:color w:val="AC0A38"/>
          <w:w w:val="37"/>
          <w:position w:val="1"/>
          <w:sz w:val="77"/>
          <w:szCs w:val="77"/>
        </w:rPr>
        <w:t>...</w:t>
      </w:r>
    </w:p>
    <w:p w:rsidR="00A708F6" w:rsidRDefault="002B0ED0">
      <w:pPr>
        <w:spacing w:after="0" w:line="94" w:lineRule="exact"/>
        <w:ind w:left="1073" w:right="-20"/>
        <w:rPr>
          <w:rFonts w:ascii="Arial" w:eastAsia="Arial" w:hAnsi="Arial" w:cs="Arial"/>
          <w:sz w:val="14"/>
          <w:szCs w:val="14"/>
        </w:rPr>
      </w:pPr>
      <w:r>
        <w:pict>
          <v:shape id="_x0000_s1651" type="#_x0000_t202" style="position:absolute;left:0;text-align:left;margin-left:661.05pt;margin-top:-10.4pt;width:29.35pt;height:22.45pt;z-index:-251661824;mso-position-horizontal-relative:page" filled="f" stroked="f">
            <v:textbox style="mso-next-textbox:#_x0000_s1651" inset="0,0,0,0">
              <w:txbxContent>
                <w:p w:rsidR="00A708F6" w:rsidRDefault="004F4CDC">
                  <w:pPr>
                    <w:spacing w:after="0" w:line="449" w:lineRule="exact"/>
                    <w:ind w:right="-107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C0A38"/>
                      <w:spacing w:val="-102"/>
                      <w:w w:val="92"/>
                      <w:position w:val="8"/>
                      <w:sz w:val="35"/>
                      <w:szCs w:val="35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A365B"/>
                      <w:spacing w:val="-58"/>
                      <w:w w:val="94"/>
                      <w:position w:val="-5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C0A38"/>
                      <w:spacing w:val="-37"/>
                      <w:w w:val="91"/>
                      <w:position w:val="8"/>
                      <w:sz w:val="35"/>
                      <w:szCs w:val="35"/>
                    </w:rPr>
                    <w:t>'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A365B"/>
                      <w:spacing w:val="-86"/>
                      <w:w w:val="94"/>
                      <w:position w:val="-5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C0A38"/>
                      <w:spacing w:val="-9"/>
                      <w:w w:val="91"/>
                      <w:position w:val="8"/>
                      <w:sz w:val="35"/>
                      <w:szCs w:val="35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A365B"/>
                      <w:spacing w:val="-210"/>
                      <w:w w:val="94"/>
                      <w:position w:val="-5"/>
                    </w:rPr>
                    <w:t>W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C0A38"/>
                      <w:w w:val="92"/>
                      <w:position w:val="8"/>
                      <w:sz w:val="35"/>
                      <w:szCs w:val="35"/>
                    </w:rPr>
                    <w:t>};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C0A38"/>
                      <w:spacing w:val="-57"/>
                      <w:position w:val="8"/>
                      <w:sz w:val="35"/>
                      <w:szCs w:val="3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87979C"/>
                      <w:w w:val="70"/>
                      <w:position w:val="8"/>
                      <w:sz w:val="19"/>
                      <w:szCs w:val="19"/>
                    </w:rPr>
                    <w:t>I</w:t>
                  </w:r>
                </w:p>
              </w:txbxContent>
            </v:textbox>
            <w10:wrap anchorx="page"/>
          </v:shape>
        </w:pict>
      </w:r>
      <w:r w:rsidR="004F4CDC">
        <w:rPr>
          <w:rFonts w:ascii="Arial" w:eastAsia="Arial" w:hAnsi="Arial" w:cs="Arial"/>
          <w:b/>
          <w:bCs/>
          <w:color w:val="1A365B"/>
          <w:sz w:val="14"/>
          <w:szCs w:val="14"/>
        </w:rPr>
        <w:t>Office</w:t>
      </w:r>
      <w:r w:rsidR="004F4CDC">
        <w:rPr>
          <w:rFonts w:ascii="Arial" w:eastAsia="Arial" w:hAnsi="Arial" w:cs="Arial"/>
          <w:b/>
          <w:bCs/>
          <w:color w:val="1A365B"/>
          <w:spacing w:val="31"/>
          <w:sz w:val="14"/>
          <w:szCs w:val="14"/>
        </w:rPr>
        <w:t xml:space="preserve"> </w:t>
      </w:r>
      <w:r w:rsidR="004F4CDC">
        <w:rPr>
          <w:rFonts w:ascii="Arial" w:eastAsia="Arial" w:hAnsi="Arial" w:cs="Arial"/>
          <w:b/>
          <w:bCs/>
          <w:color w:val="314969"/>
          <w:w w:val="114"/>
          <w:sz w:val="14"/>
          <w:szCs w:val="14"/>
        </w:rPr>
        <w:t>of</w:t>
      </w:r>
    </w:p>
    <w:p w:rsidR="00A708F6" w:rsidRDefault="004F4CDC">
      <w:pPr>
        <w:spacing w:after="0" w:line="134" w:lineRule="exact"/>
        <w:ind w:left="1073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color w:val="1A365B"/>
          <w:w w:val="106"/>
          <w:sz w:val="14"/>
          <w:szCs w:val="14"/>
        </w:rPr>
        <w:t>Environment</w:t>
      </w:r>
    </w:p>
    <w:p w:rsidR="00A708F6" w:rsidRDefault="004F4CDC">
      <w:pPr>
        <w:spacing w:after="0" w:line="163" w:lineRule="exact"/>
        <w:ind w:left="458" w:right="-20"/>
        <w:rPr>
          <w:rFonts w:ascii="Arial" w:eastAsia="Arial" w:hAnsi="Arial" w:cs="Arial"/>
          <w:sz w:val="14"/>
          <w:szCs w:val="14"/>
        </w:rPr>
      </w:pPr>
      <w:r>
        <w:rPr>
          <w:rFonts w:ascii="Times New Roman" w:eastAsia="Times New Roman" w:hAnsi="Times New Roman" w:cs="Times New Roman"/>
          <w:color w:val="5B6B79"/>
          <w:w w:val="146"/>
          <w:sz w:val="15"/>
          <w:szCs w:val="15"/>
        </w:rPr>
        <w:t>'''</w:t>
      </w:r>
      <w:r>
        <w:rPr>
          <w:rFonts w:ascii="Times New Roman" w:eastAsia="Times New Roman" w:hAnsi="Times New Roman" w:cs="Times New Roman"/>
          <w:color w:val="5B6B79"/>
          <w:spacing w:val="-2"/>
          <w:w w:val="146"/>
          <w:sz w:val="15"/>
          <w:szCs w:val="15"/>
        </w:rPr>
        <w:t>"</w:t>
      </w:r>
      <w:r>
        <w:rPr>
          <w:rFonts w:ascii="Times New Roman" w:eastAsia="Times New Roman" w:hAnsi="Times New Roman" w:cs="Times New Roman"/>
          <w:color w:val="314969"/>
          <w:spacing w:val="-59"/>
          <w:w w:val="103"/>
          <w:sz w:val="15"/>
          <w:szCs w:val="15"/>
        </w:rPr>
        <w:t>"</w:t>
      </w:r>
      <w:r>
        <w:rPr>
          <w:rFonts w:ascii="Times New Roman" w:eastAsia="Times New Roman" w:hAnsi="Times New Roman" w:cs="Times New Roman"/>
          <w:color w:val="5B6B79"/>
          <w:w w:val="146"/>
          <w:sz w:val="15"/>
          <w:szCs w:val="15"/>
        </w:rPr>
        <w:t>'</w:t>
      </w:r>
      <w:r>
        <w:rPr>
          <w:rFonts w:ascii="Times New Roman" w:eastAsia="Times New Roman" w:hAnsi="Times New Roman" w:cs="Times New Roman"/>
          <w:color w:val="5B6B79"/>
          <w:spacing w:val="-1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314969"/>
          <w:w w:val="116"/>
          <w:sz w:val="15"/>
          <w:szCs w:val="15"/>
        </w:rPr>
        <w:t>"</w:t>
      </w:r>
      <w:r>
        <w:rPr>
          <w:rFonts w:ascii="Times New Roman" w:eastAsia="Times New Roman" w:hAnsi="Times New Roman" w:cs="Times New Roman"/>
          <w:color w:val="314969"/>
          <w:spacing w:val="-23"/>
          <w:w w:val="116"/>
          <w:sz w:val="15"/>
          <w:szCs w:val="15"/>
        </w:rPr>
        <w:t>'</w:t>
      </w:r>
      <w:r>
        <w:rPr>
          <w:rFonts w:ascii="Times New Roman" w:eastAsia="Times New Roman" w:hAnsi="Times New Roman" w:cs="Times New Roman"/>
          <w:color w:val="5B6B79"/>
          <w:w w:val="116"/>
          <w:sz w:val="15"/>
          <w:szCs w:val="15"/>
        </w:rPr>
        <w:t xml:space="preserve">"'  </w:t>
      </w:r>
      <w:r>
        <w:rPr>
          <w:rFonts w:ascii="Times New Roman" w:eastAsia="Times New Roman" w:hAnsi="Times New Roman" w:cs="Times New Roman"/>
          <w:color w:val="5B6B79"/>
          <w:spacing w:val="29"/>
          <w:w w:val="11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5B6B79"/>
          <w:w w:val="91"/>
          <w:sz w:val="15"/>
          <w:szCs w:val="15"/>
        </w:rPr>
        <w:t>&amp;</w:t>
      </w:r>
      <w:r>
        <w:rPr>
          <w:rFonts w:ascii="Times New Roman" w:eastAsia="Times New Roman" w:hAnsi="Times New Roman" w:cs="Times New Roman"/>
          <w:color w:val="5B6B79"/>
          <w:spacing w:val="-9"/>
          <w:w w:val="91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bCs/>
          <w:color w:val="1A365B"/>
          <w:w w:val="111"/>
          <w:sz w:val="14"/>
          <w:szCs w:val="14"/>
        </w:rPr>
        <w:t>Heritage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960" w:bottom="880" w:left="1020" w:header="720" w:footer="720" w:gutter="0"/>
          <w:cols w:num="2" w:space="720" w:equalWidth="0">
            <w:col w:w="5795" w:space="5961"/>
            <w:col w:w="2124"/>
          </w:cols>
        </w:sectPr>
      </w:pPr>
    </w:p>
    <w:p w:rsidR="00A708F6" w:rsidRDefault="00A708F6">
      <w:pPr>
        <w:spacing w:before="6" w:after="0" w:line="140" w:lineRule="exact"/>
        <w:rPr>
          <w:sz w:val="14"/>
          <w:szCs w:val="14"/>
        </w:rPr>
      </w:pPr>
    </w:p>
    <w:p w:rsidR="00A708F6" w:rsidRDefault="004F4CDC">
      <w:pPr>
        <w:spacing w:after="0" w:line="240" w:lineRule="auto"/>
        <w:ind w:left="119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color w:val="050505"/>
          <w:sz w:val="19"/>
          <w:szCs w:val="19"/>
        </w:rPr>
        <w:t>Figure</w:t>
      </w:r>
      <w:r>
        <w:rPr>
          <w:rFonts w:ascii="Arial" w:eastAsia="Arial" w:hAnsi="Arial" w:cs="Arial"/>
          <w:b/>
          <w:bCs/>
          <w:color w:val="050505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spacing w:val="2"/>
          <w:sz w:val="17"/>
          <w:szCs w:val="17"/>
        </w:rPr>
        <w:t>2</w:t>
      </w:r>
      <w:r>
        <w:rPr>
          <w:rFonts w:ascii="Arial" w:eastAsia="Arial" w:hAnsi="Arial" w:cs="Arial"/>
          <w:color w:val="52524F"/>
          <w:sz w:val="17"/>
          <w:szCs w:val="17"/>
        </w:rPr>
        <w:t>:</w:t>
      </w:r>
      <w:r>
        <w:rPr>
          <w:rFonts w:ascii="Arial" w:eastAsia="Arial" w:hAnsi="Arial" w:cs="Arial"/>
          <w:color w:val="52524F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color w:val="050505"/>
          <w:sz w:val="17"/>
          <w:szCs w:val="17"/>
        </w:rPr>
        <w:t>Distribution</w:t>
      </w:r>
      <w:r>
        <w:rPr>
          <w:rFonts w:ascii="Arial" w:eastAsia="Arial" w:hAnsi="Arial" w:cs="Arial"/>
          <w:color w:val="050505"/>
          <w:spacing w:val="42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of</w:t>
      </w:r>
      <w:r>
        <w:rPr>
          <w:rFonts w:ascii="Arial" w:eastAsia="Arial" w:hAnsi="Arial" w:cs="Arial"/>
          <w:color w:val="1A1A1A"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eastern</w:t>
      </w:r>
      <w:r>
        <w:rPr>
          <w:rFonts w:ascii="Arial" w:eastAsia="Arial" w:hAnsi="Arial" w:cs="Arial"/>
          <w:color w:val="1A1A1A"/>
          <w:spacing w:val="27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grey</w:t>
      </w:r>
      <w:r>
        <w:rPr>
          <w:rFonts w:ascii="Arial" w:eastAsia="Arial" w:hAnsi="Arial" w:cs="Arial"/>
          <w:color w:val="1A1A1A"/>
          <w:spacing w:val="21"/>
          <w:sz w:val="17"/>
          <w:szCs w:val="17"/>
        </w:rPr>
        <w:t xml:space="preserve"> </w:t>
      </w:r>
      <w:r>
        <w:rPr>
          <w:rFonts w:ascii="Arial" w:eastAsia="Arial" w:hAnsi="Arial" w:cs="Arial"/>
          <w:color w:val="050505"/>
          <w:sz w:val="17"/>
          <w:szCs w:val="17"/>
        </w:rPr>
        <w:t xml:space="preserve">kangaroo </w:t>
      </w:r>
      <w:r>
        <w:rPr>
          <w:rFonts w:ascii="Arial" w:eastAsia="Arial" w:hAnsi="Arial" w:cs="Arial"/>
          <w:color w:val="050505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50505"/>
          <w:sz w:val="17"/>
          <w:szCs w:val="17"/>
        </w:rPr>
        <w:t>Macropus</w:t>
      </w:r>
      <w:r>
        <w:rPr>
          <w:rFonts w:ascii="Arial" w:eastAsia="Arial" w:hAnsi="Arial" w:cs="Arial"/>
          <w:i/>
          <w:color w:val="050505"/>
          <w:spacing w:val="38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sz w:val="17"/>
          <w:szCs w:val="17"/>
        </w:rPr>
        <w:t>giganteus,</w:t>
      </w:r>
      <w:r>
        <w:rPr>
          <w:rFonts w:ascii="Arial" w:eastAsia="Arial" w:hAnsi="Arial" w:cs="Arial"/>
          <w:i/>
          <w:color w:val="1A1A1A"/>
          <w:spacing w:val="45"/>
          <w:sz w:val="17"/>
          <w:szCs w:val="17"/>
        </w:rPr>
        <w:t xml:space="preserve"> </w:t>
      </w:r>
      <w:r>
        <w:rPr>
          <w:rFonts w:ascii="Arial" w:eastAsia="Arial" w:hAnsi="Arial" w:cs="Arial"/>
          <w:color w:val="050505"/>
          <w:sz w:val="17"/>
          <w:szCs w:val="17"/>
        </w:rPr>
        <w:t>wallaroo</w:t>
      </w:r>
      <w:r>
        <w:rPr>
          <w:rFonts w:ascii="Arial" w:eastAsia="Arial" w:hAnsi="Arial" w:cs="Arial"/>
          <w:color w:val="050505"/>
          <w:spacing w:val="46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sz w:val="17"/>
          <w:szCs w:val="17"/>
        </w:rPr>
        <w:t xml:space="preserve">M </w:t>
      </w:r>
      <w:r>
        <w:rPr>
          <w:rFonts w:ascii="Arial" w:eastAsia="Arial" w:hAnsi="Arial" w:cs="Arial"/>
          <w:i/>
          <w:color w:val="1A1A1A"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w w:val="106"/>
          <w:sz w:val="17"/>
          <w:szCs w:val="17"/>
        </w:rPr>
        <w:t>robustu</w:t>
      </w:r>
      <w:r>
        <w:rPr>
          <w:rFonts w:ascii="Arial" w:eastAsia="Arial" w:hAnsi="Arial" w:cs="Arial"/>
          <w:i/>
          <w:color w:val="1A1A1A"/>
          <w:spacing w:val="-5"/>
          <w:w w:val="107"/>
          <w:sz w:val="17"/>
          <w:szCs w:val="17"/>
        </w:rPr>
        <w:t>s</w:t>
      </w:r>
      <w:r>
        <w:rPr>
          <w:rFonts w:ascii="Arial" w:eastAsia="Arial" w:hAnsi="Arial" w:cs="Arial"/>
          <w:i/>
          <w:color w:val="363636"/>
          <w:w w:val="75"/>
          <w:sz w:val="17"/>
          <w:szCs w:val="17"/>
        </w:rPr>
        <w:t>,</w:t>
      </w:r>
      <w:r>
        <w:rPr>
          <w:rFonts w:ascii="Arial" w:eastAsia="Arial" w:hAnsi="Arial" w:cs="Arial"/>
          <w:i/>
          <w:color w:val="363636"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red</w:t>
      </w:r>
      <w:r>
        <w:rPr>
          <w:rFonts w:ascii="Arial" w:eastAsia="Arial" w:hAnsi="Arial" w:cs="Arial"/>
          <w:color w:val="1A1A1A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color w:val="050505"/>
          <w:sz w:val="17"/>
          <w:szCs w:val="17"/>
        </w:rPr>
        <w:t xml:space="preserve">kangaroo </w:t>
      </w:r>
      <w:r>
        <w:rPr>
          <w:rFonts w:ascii="Arial" w:eastAsia="Arial" w:hAnsi="Arial" w:cs="Arial"/>
          <w:color w:val="050505"/>
          <w:spacing w:val="3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50505"/>
          <w:sz w:val="17"/>
          <w:szCs w:val="17"/>
        </w:rPr>
        <w:t xml:space="preserve">M </w:t>
      </w:r>
      <w:r>
        <w:rPr>
          <w:rFonts w:ascii="Arial" w:eastAsia="Arial" w:hAnsi="Arial" w:cs="Arial"/>
          <w:i/>
          <w:color w:val="050505"/>
          <w:spacing w:val="2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sz w:val="17"/>
          <w:szCs w:val="17"/>
        </w:rPr>
        <w:t>rufus,</w:t>
      </w:r>
      <w:r>
        <w:rPr>
          <w:rFonts w:ascii="Arial" w:eastAsia="Arial" w:hAnsi="Arial" w:cs="Arial"/>
          <w:i/>
          <w:color w:val="1A1A1A"/>
          <w:spacing w:val="36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and</w:t>
      </w:r>
      <w:r>
        <w:rPr>
          <w:rFonts w:ascii="Arial" w:eastAsia="Arial" w:hAnsi="Arial" w:cs="Arial"/>
          <w:color w:val="1A1A1A"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western</w:t>
      </w:r>
      <w:r>
        <w:rPr>
          <w:rFonts w:ascii="Arial" w:eastAsia="Arial" w:hAnsi="Arial" w:cs="Arial"/>
          <w:color w:val="1A1A1A"/>
          <w:spacing w:val="35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sz w:val="17"/>
          <w:szCs w:val="17"/>
        </w:rPr>
        <w:t>grey</w:t>
      </w:r>
      <w:r>
        <w:rPr>
          <w:rFonts w:ascii="Arial" w:eastAsia="Arial" w:hAnsi="Arial" w:cs="Arial"/>
          <w:color w:val="1A1A1A"/>
          <w:spacing w:val="21"/>
          <w:sz w:val="17"/>
          <w:szCs w:val="17"/>
        </w:rPr>
        <w:t xml:space="preserve"> </w:t>
      </w:r>
      <w:r>
        <w:rPr>
          <w:rFonts w:ascii="Arial" w:eastAsia="Arial" w:hAnsi="Arial" w:cs="Arial"/>
          <w:color w:val="050505"/>
          <w:sz w:val="17"/>
          <w:szCs w:val="17"/>
        </w:rPr>
        <w:t xml:space="preserve">kangaroo </w:t>
      </w:r>
      <w:r>
        <w:rPr>
          <w:rFonts w:ascii="Arial" w:eastAsia="Arial" w:hAnsi="Arial" w:cs="Arial"/>
          <w:color w:val="050505"/>
          <w:spacing w:val="4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sz w:val="17"/>
          <w:szCs w:val="17"/>
        </w:rPr>
        <w:t xml:space="preserve">M </w:t>
      </w:r>
      <w:r>
        <w:rPr>
          <w:rFonts w:ascii="Arial" w:eastAsia="Arial" w:hAnsi="Arial" w:cs="Arial"/>
          <w:i/>
          <w:color w:val="1A1A1A"/>
          <w:spacing w:val="7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1A1A1A"/>
          <w:w w:val="106"/>
          <w:sz w:val="17"/>
          <w:szCs w:val="17"/>
        </w:rPr>
        <w:t>fuliginosus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960" w:bottom="880" w:left="1020" w:header="720" w:footer="720" w:gutter="0"/>
          <w:cols w:space="720"/>
        </w:sectPr>
      </w:pPr>
    </w:p>
    <w:p w:rsidR="00A708F6" w:rsidRDefault="004F4CDC">
      <w:pPr>
        <w:spacing w:before="82" w:after="0" w:line="240" w:lineRule="auto"/>
        <w:ind w:left="108" w:right="613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ed k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</w:rPr>
        <w:t>aroo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(M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</w:rPr>
        <w:t>ro</w:t>
      </w:r>
      <w:r>
        <w:rPr>
          <w:rFonts w:ascii="Arial" w:eastAsia="Arial" w:hAnsi="Arial" w:cs="Arial"/>
          <w:b/>
          <w:bCs/>
          <w:i/>
          <w:spacing w:val="-3"/>
        </w:rPr>
        <w:t>p</w:t>
      </w:r>
      <w:r>
        <w:rPr>
          <w:rFonts w:ascii="Arial" w:eastAsia="Arial" w:hAnsi="Arial" w:cs="Arial"/>
          <w:b/>
          <w:bCs/>
          <w:i/>
        </w:rPr>
        <w:t>us ru</w:t>
      </w:r>
      <w:r>
        <w:rPr>
          <w:rFonts w:ascii="Arial" w:eastAsia="Arial" w:hAnsi="Arial" w:cs="Arial"/>
          <w:b/>
          <w:bCs/>
          <w:i/>
          <w:spacing w:val="1"/>
        </w:rPr>
        <w:t>f</w:t>
      </w:r>
      <w:r>
        <w:rPr>
          <w:rFonts w:ascii="Arial" w:eastAsia="Arial" w:hAnsi="Arial" w:cs="Arial"/>
          <w:b/>
          <w:bCs/>
          <w:i/>
        </w:rPr>
        <w:t>us)</w:t>
      </w:r>
    </w:p>
    <w:p w:rsidR="00A708F6" w:rsidRDefault="004F4CDC">
      <w:pPr>
        <w:spacing w:before="61" w:after="0" w:line="240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arid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e-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scoe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3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l</w:t>
      </w:r>
    </w:p>
    <w:p w:rsidR="00A708F6" w:rsidRDefault="004F4CDC">
      <w:pPr>
        <w:spacing w:after="0" w:line="252" w:lineRule="exact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son 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; 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  <w:spacing w:val="-3"/>
        </w:rPr>
        <w:t>95</w:t>
      </w:r>
      <w:r>
        <w:rPr>
          <w:rFonts w:ascii="Arial" w:eastAsia="Arial" w:hAnsi="Arial" w:cs="Arial"/>
        </w:rPr>
        <w:t>)</w:t>
      </w:r>
    </w:p>
    <w:p w:rsidR="00A708F6" w:rsidRDefault="004F4CDC">
      <w:pPr>
        <w:spacing w:after="0" w:line="252" w:lineRule="exact"/>
        <w:ind w:left="108" w:right="5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R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h</w:t>
      </w:r>
      <w:r>
        <w:rPr>
          <w:rFonts w:ascii="Arial" w:eastAsia="Arial" w:hAnsi="Arial" w:cs="Arial"/>
          <w:spacing w:val="-1"/>
        </w:rPr>
        <w:t>ow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en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 hab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green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cot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&amp;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e 196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8;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Elli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  <w:spacing w:val="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08" w:right="47"/>
        <w:jc w:val="both"/>
        <w:rPr>
          <w:rFonts w:ascii="Arial" w:eastAsia="Arial" w:hAnsi="Arial" w:cs="Arial"/>
        </w:rPr>
      </w:pPr>
      <w:r>
        <w:pict>
          <v:group id="_x0000_s1627" style="position:absolute;left:0;text-align:left;margin-left:100.4pt;margin-top:14.6pt;width:339.5pt;height:359.35pt;z-index:-251660800;mso-position-horizontal-relative:page" coordorigin="2008,292" coordsize="6790,7187">
            <v:group id="_x0000_s1648" style="position:absolute;left:2018;top:5076;width:2386;height:2393" coordorigin="2018,5076" coordsize="2386,2393">
              <v:shape id="_x0000_s1650" style="position:absolute;left:2018;top:5076;width:2386;height:2393" coordorigin="2018,5076" coordsize="2386,2393" path="m2917,5076r-78,5l2763,5097r-74,26l2633,5154r-62,43l2522,5238r-53,47l2407,5347r-389,388l3753,7469r363,-363l3707,7106,2383,5780r268,-268l2705,5463r50,-40l2819,5383r60,-25l2946,5348r634,-1l3557,5330r-65,-45l3429,5245r-63,-35l3304,5179r-61,-27l3182,5129r-61,-19l3060,5094r-62,-11l2937,5077r-20,-1e" fillcolor="silver" stroked="f">
                <v:path arrowok="t"/>
              </v:shape>
              <v:shape id="_x0000_s1649" style="position:absolute;left:2018;top:5076;width:2386;height:2393" coordorigin="2018,5076" coordsize="2386,2393" path="m3580,5347r-598,l3000,5347r19,2l3098,5362r63,18l3228,5406r64,31l3359,5477r69,46l3500,5578r49,40l3599,5662r51,48l3703,5761r48,49l3796,5859r43,49l3880,5957r38,49l3954,6055r49,74l4047,6203r37,71l4109,6335r18,59l4139,6469r1,37l4140,6523r-10,68l4106,6658r-40,69l4027,6779r-48,54l3707,7106r409,l4186,7036r52,-56l4283,6924r38,-58l4352,6809r24,-59l4392,6690r10,-60l4404,6567r-1,-22l4396,6478r-14,-72l4360,6332r-28,-78l4295,6172r-28,-56l4236,6060r-35,-56l4164,5947r-41,-57l4078,5833r-47,-58l3980,5717r-54,-59l3869,5600r-46,-45l3778,5512r-45,-40l3667,5415r-66,-53l3580,5347e" fillcolor="silver" stroked="f">
                <v:path arrowok="t"/>
              </v:shape>
            </v:group>
            <v:group id="_x0000_s1638" style="position:absolute;left:3232;top:3795;width:2793;height:2460" coordorigin="3232,3795" coordsize="2793,2460">
              <v:shape id="_x0000_s1647" style="position:absolute;left:3232;top:3795;width:2793;height:2460" coordorigin="3232,3795" coordsize="2793,2460" path="m4480,3895r-607,l3855,3915r-17,20l3820,3955r-18,l3783,3975r-18,20l3738,4035r-506,500l4966,6255r159,-140l4588,5555r-38,-20l4362,5335r184,-180l4563,5135r-407,l3583,4555r391,-380l3990,4155r17,-20l4024,4135r16,-20l4058,4115r17,-20l4093,4095r18,-20l4696,4075r-19,-20l4656,4035r-15,-20l4625,4015r-31,-40l4578,3975r-16,-20l4546,3935r-16,l4514,3915r-17,l4480,3895e" fillcolor="silver" stroked="f">
                <v:path arrowok="t"/>
              </v:shape>
              <v:shape id="_x0000_s1646" style="position:absolute;left:3232;top:3795;width:2793;height:2460" coordorigin="3232,3795" coordsize="2793,2460" path="m5957,5175r-711,l5275,5195r30,20l5331,5215r26,20l5383,5235r26,20l5565,5315r210,60l5827,5395r14,l6025,5215r-68,-40e" fillcolor="silver" stroked="f">
                <v:path arrowok="t"/>
              </v:shape>
              <v:shape id="_x0000_s1645" style="position:absolute;left:3232;top:3795;width:2793;height:2460" coordorigin="3232,3795" coordsize="2793,2460" path="m5630,5055r-738,l4906,5075r45,l4969,5095r56,l5046,5115r22,l5091,5135r48,l5164,5155r27,l5218,5175r705,l5855,5135r-69,-20l5630,5055e" fillcolor="silver" stroked="f">
                <v:path arrowok="t"/>
              </v:shape>
              <v:shape id="_x0000_s1644" style="position:absolute;left:3232;top:3795;width:2793;height:2460" coordorigin="3232,3795" coordsize="2793,2460" path="m4696,4075r-398,l4316,4095r35,l4368,4115r18,l4403,4135r18,l4456,4175r18,l4510,4215r15,20l4539,4255r13,20l4564,4275r32,60l4613,4375r8,l4639,4435r8,60l4647,4515r-1,20l4635,4595r-11,40l4616,4635r-8,20l4598,4675r-11,20l4575,4715r-13,l4548,4735r-16,20l4516,4775r-18,20l4156,5135r407,l4596,5095r16,l4629,5075r17,l4663,5055r967,l5578,5035r-71,-20l5437,4975r-36,l5329,4935r-19,l5291,4915r-56,l5216,4895r-38,l5159,4875r-77,l5062,4855r-262,l4812,4835r33,-60l4871,4715r19,-60l4901,4595r3,-60l4904,4515r-8,-60l4881,4395r-6,-40l4850,4295r-31,-60l4779,4175r-47,-60l4715,4095r-19,-20e" fillcolor="silver" stroked="f">
                <v:path arrowok="t"/>
              </v:shape>
              <v:shape id="_x0000_s1643" style="position:absolute;left:3232;top:3795;width:2793;height:2460" coordorigin="3232,3795" coordsize="2793,2460" path="m4964,4835r-77,l4866,4855r115,l4964,4835e" fillcolor="silver" stroked="f">
                <v:path arrowok="t"/>
              </v:shape>
              <v:shape id="_x0000_s1642" style="position:absolute;left:3232;top:3795;width:2793;height:2460" coordorigin="3232,3795" coordsize="2793,2460" path="m4411,3855r-487,l3907,3875r-17,20l4463,3895r-17,-20l4429,3875r-18,-20e" fillcolor="silver" stroked="f">
                <v:path arrowok="t"/>
              </v:shape>
              <v:shape id="_x0000_s1641" style="position:absolute;left:3232;top:3795;width:2793;height:2460" coordorigin="3232,3795" coordsize="2793,2460" path="m4376,3835r-420,l3940,3855r454,l4376,3835e" fillcolor="silver" stroked="f">
                <v:path arrowok="t"/>
              </v:shape>
              <v:shape id="_x0000_s1640" style="position:absolute;left:3232;top:3795;width:2793;height:2460" coordorigin="3232,3795" coordsize="2793,2460" path="m4318,3815r-314,l3988,3835r351,l4318,3815e" fillcolor="silver" stroked="f">
                <v:path arrowok="t"/>
              </v:shape>
              <v:shape id="_x0000_s1639" style="position:absolute;left:3232;top:3795;width:2793;height:2460" coordorigin="3232,3795" coordsize="2793,2460" path="m4258,3795r-209,l4034,3815r244,l4258,3795e" fillcolor="silver" stroked="f">
                <v:path arrowok="t"/>
              </v:shape>
            </v:group>
            <v:group id="_x0000_s1634" style="position:absolute;left:4774;top:2809;width:2396;height:2367" coordorigin="4774,2809" coordsize="2396,2367">
              <v:shape id="_x0000_s1637" style="position:absolute;left:4774;top:2809;width:2396;height:2367" coordorigin="4774,2809" coordsize="2396,2367" path="m4944,2809r-170,170l4966,3308r825,1429l6046,5176r167,-167l6134,4878,5878,4451r-60,-98l6051,4120r-373,l5602,3992,5378,3606r-75,-128l5266,3416r-38,-62l5189,3294r-40,-59l5108,3176r-42,-58l5037,3080r391,l4944,2809e" fillcolor="silver" stroked="f">
                <v:path arrowok="t"/>
              </v:shape>
              <v:shape id="_x0000_s1636" style="position:absolute;left:4774;top:2809;width:2396;height:2367" coordorigin="4774,2809" coordsize="2396,2367" path="m6808,3847r-484,l6490,3944r168,95l6793,4113r104,54l7001,4221r170,-170l6808,3847e" fillcolor="silver" stroked="f">
                <v:path arrowok="t"/>
              </v:shape>
              <v:shape id="_x0000_s1635" style="position:absolute;left:4774;top:2809;width:2396;height:2367" coordorigin="4774,2809" coordsize="2396,2367" path="m5428,3080r-391,l5072,3103r95,62l5231,3205r118,71l6087,3711r-409,409l6051,4120r273,-273l6808,3847,5428,3080e" fillcolor="silver" stroked="f">
                <v:path arrowok="t"/>
              </v:shape>
            </v:group>
            <v:group id="_x0000_s1631" style="position:absolute;left:5573;top:1370;width:1893;height:2544" coordorigin="5573,1370" coordsize="1893,2544">
              <v:shape id="_x0000_s1633" style="position:absolute;left:5573;top:1370;width:1893;height:2544" coordorigin="5573,1370" coordsize="1893,2544" path="m6384,1370r-811,810l7308,3914r158,-159l6679,2967r204,-204l6474,2763,5937,2226r293,-294l6391,1768r96,-100l6582,1568,6384,1370e" fillcolor="silver" stroked="f">
                <v:path arrowok="t"/>
              </v:shape>
              <v:shape id="_x0000_s1632" style="position:absolute;left:5573;top:1370;width:1893;height:2544" coordorigin="5573,1370" coordsize="1893,2544" path="m7037,2199r-563,564l6883,2763r132,-135l7098,2542r83,-87l7235,2397,7037,2199e" fillcolor="silver" stroked="f">
                <v:path arrowok="t"/>
              </v:shape>
            </v:group>
            <v:group id="_x0000_s1628" style="position:absolute;left:6506;top:302;width:2282;height:2291" coordorigin="6506,302" coordsize="2282,2291">
              <v:shape id="_x0000_s1630" style="position:absolute;left:6506;top:302;width:2282;height:2291" coordorigin="6506,302" coordsize="2282,2291" path="m7417,1063r-317,l8629,2593r159,-159l7417,1063e" fillcolor="silver" stroked="f">
                <v:path arrowok="t"/>
              </v:shape>
              <v:shape id="_x0000_s1629" style="position:absolute;left:6506;top:302;width:2282;height:2291" coordorigin="6506,302" coordsize="2282,2291" path="m7451,302l7261,492r-521,527l6506,1261r198,198l7100,1063r317,l7259,904,7397,765r79,-81l7554,603r77,-82l7649,500,7451,302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3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9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 xml:space="preserve">ed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en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3"/>
        </w:rPr>
        <w:t>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di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  <w:spacing w:val="-3"/>
        </w:rPr>
        <w:t>F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&amp;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S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  <w:spacing w:val="-3"/>
        </w:rPr>
        <w:t>64</w:t>
      </w:r>
      <w:r w:rsidR="004F4CDC">
        <w:rPr>
          <w:rFonts w:ascii="Arial" w:eastAsia="Arial" w:hAnsi="Arial" w:cs="Arial"/>
        </w:rPr>
        <w:t xml:space="preserve">;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4"/>
        </w:rPr>
        <w:t>w</w:t>
      </w:r>
      <w:r w:rsidR="004F4CDC">
        <w:rPr>
          <w:rFonts w:ascii="Arial" w:eastAsia="Arial" w:hAnsi="Arial" w:cs="Arial"/>
        </w:rPr>
        <w:t>some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</w:rPr>
        <w:t>6</w:t>
      </w:r>
      <w:r w:rsidR="004F4CDC">
        <w:rPr>
          <w:rFonts w:ascii="Arial" w:eastAsia="Arial" w:hAnsi="Arial" w:cs="Arial"/>
          <w:spacing w:val="-1"/>
        </w:rPr>
        <w:t>4</w:t>
      </w:r>
      <w:r w:rsidR="004F4CDC">
        <w:rPr>
          <w:rFonts w:ascii="Arial" w:eastAsia="Arial" w:hAnsi="Arial" w:cs="Arial"/>
        </w:rPr>
        <w:t>a,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b,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3"/>
        </w:rPr>
        <w:t>1</w:t>
      </w:r>
      <w:r w:rsidR="004F4CDC">
        <w:rPr>
          <w:rFonts w:ascii="Arial" w:eastAsia="Arial" w:hAnsi="Arial" w:cs="Arial"/>
        </w:rPr>
        <w:t>9</w:t>
      </w:r>
      <w:r w:rsidR="004F4CDC">
        <w:rPr>
          <w:rFonts w:ascii="Arial" w:eastAsia="Arial" w:hAnsi="Arial" w:cs="Arial"/>
          <w:spacing w:val="-1"/>
        </w:rPr>
        <w:t>6</w:t>
      </w:r>
      <w:r w:rsidR="004F4CDC">
        <w:rPr>
          <w:rFonts w:ascii="Arial" w:eastAsia="Arial" w:hAnsi="Arial" w:cs="Arial"/>
        </w:rPr>
        <w:t>5</w:t>
      </w:r>
      <w:r w:rsidR="004F4CDC">
        <w:rPr>
          <w:rFonts w:ascii="Arial" w:eastAsia="Arial" w:hAnsi="Arial" w:cs="Arial"/>
          <w:spacing w:val="-1"/>
        </w:rPr>
        <w:t>b</w:t>
      </w:r>
      <w:r w:rsidR="004F4CDC">
        <w:rPr>
          <w:rFonts w:ascii="Arial" w:eastAsia="Arial" w:hAnsi="Arial" w:cs="Arial"/>
        </w:rPr>
        <w:t>;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S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</w:rPr>
        <w:t>6</w:t>
      </w:r>
      <w:r w:rsidR="004F4CDC">
        <w:rPr>
          <w:rFonts w:ascii="Arial" w:eastAsia="Arial" w:hAnsi="Arial" w:cs="Arial"/>
          <w:spacing w:val="-3"/>
        </w:rPr>
        <w:t>4</w:t>
      </w:r>
      <w:r w:rsidR="004F4CDC">
        <w:rPr>
          <w:rFonts w:ascii="Arial" w:eastAsia="Arial" w:hAnsi="Arial" w:cs="Arial"/>
        </w:rPr>
        <w:t>;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S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rm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&amp;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Pil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on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  <w:spacing w:val="-3"/>
        </w:rPr>
        <w:t>6</w:t>
      </w:r>
      <w:r w:rsidR="004F4CDC">
        <w:rPr>
          <w:rFonts w:ascii="Arial" w:eastAsia="Arial" w:hAnsi="Arial" w:cs="Arial"/>
        </w:rPr>
        <w:t>4).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 xml:space="preserve">are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rt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hro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2"/>
        </w:rPr>
        <w:t xml:space="preserve"> y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2"/>
        </w:rPr>
        <w:t>r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h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x</w:t>
      </w:r>
      <w:r w:rsidR="004F4CDC">
        <w:rPr>
          <w:rFonts w:ascii="Arial" w:eastAsia="Arial" w:hAnsi="Arial" w:cs="Arial"/>
          <w:spacing w:val="1"/>
        </w:rPr>
        <w:t>tr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</w:rPr>
        <w:t>dro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 xml:space="preserve">ht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ay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 xml:space="preserve">d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o su</w:t>
      </w:r>
      <w:r w:rsidR="004F4CDC">
        <w:rPr>
          <w:rFonts w:ascii="Arial" w:eastAsia="Arial" w:hAnsi="Arial" w:cs="Arial"/>
          <w:spacing w:val="-2"/>
        </w:rPr>
        <w:t>p</w:t>
      </w:r>
      <w:r w:rsidR="004F4CDC">
        <w:rPr>
          <w:rFonts w:ascii="Arial" w:eastAsia="Arial" w:hAnsi="Arial" w:cs="Arial"/>
        </w:rPr>
        <w:t>press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on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 o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</w:rPr>
        <w:t>s c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e,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ch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cu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 b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dy 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on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  <w:spacing w:val="-4"/>
        </w:rPr>
        <w:t>M</w:t>
      </w:r>
      <w:r w:rsidR="004F4CDC">
        <w:rPr>
          <w:rFonts w:ascii="Arial" w:eastAsia="Arial" w:hAnsi="Arial" w:cs="Arial"/>
        </w:rPr>
        <w:t>oss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&amp;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1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</w:rPr>
        <w:t>9</w:t>
      </w:r>
      <w:r w:rsidR="004F4CDC">
        <w:rPr>
          <w:rFonts w:ascii="Arial" w:eastAsia="Arial" w:hAnsi="Arial" w:cs="Arial"/>
          <w:spacing w:val="-1"/>
        </w:rPr>
        <w:t>9</w:t>
      </w:r>
      <w:r w:rsidR="004F4CDC">
        <w:rPr>
          <w:rFonts w:ascii="Arial" w:eastAsia="Arial" w:hAnsi="Arial" w:cs="Arial"/>
          <w:spacing w:val="-2"/>
        </w:rPr>
        <w:t>)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 xml:space="preserve">come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nto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b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 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on 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3"/>
        </w:rPr>
        <w:t>s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</w:rPr>
        <w:t>ate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</w:rPr>
        <w:t>af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er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</w:rPr>
        <w:t>dro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  <w:spacing w:val="1"/>
        </w:rPr>
        <w:t>t-</w:t>
      </w:r>
      <w:r w:rsidR="004F4CDC">
        <w:rPr>
          <w:rFonts w:ascii="Arial" w:eastAsia="Arial" w:hAnsi="Arial" w:cs="Arial"/>
        </w:rPr>
        <w:t>bre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</w:rPr>
        <w:t xml:space="preserve">ng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ns.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 some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groups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c</w:t>
      </w:r>
      <w:r>
        <w:rPr>
          <w:rFonts w:ascii="Arial" w:eastAsia="Arial" w:hAnsi="Arial" w:cs="Arial"/>
        </w:rPr>
        <w:t>ompos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0).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p is 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ement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cated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</w:rPr>
        <w:t>ecta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cs,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acro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arly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35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per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est.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1" w:after="0" w:line="240" w:lineRule="exact"/>
        <w:rPr>
          <w:sz w:val="24"/>
          <w:szCs w:val="24"/>
        </w:rPr>
      </w:pPr>
    </w:p>
    <w:p w:rsidR="00A708F6" w:rsidRDefault="004F4CDC">
      <w:pPr>
        <w:spacing w:after="0" w:line="241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0)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o-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5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7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 xml:space="preserve">ern </w:t>
      </w:r>
      <w:r>
        <w:rPr>
          <w:rFonts w:ascii="Arial" w:eastAsia="Arial" w:hAnsi="Arial" w:cs="Arial"/>
          <w:b/>
          <w:bCs/>
          <w:spacing w:val="-2"/>
        </w:rPr>
        <w:t>g</w:t>
      </w:r>
      <w:r>
        <w:rPr>
          <w:rFonts w:ascii="Arial" w:eastAsia="Arial" w:hAnsi="Arial" w:cs="Arial"/>
          <w:b/>
          <w:bCs/>
        </w:rPr>
        <w:t>rey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k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</w:rPr>
        <w:t>aroo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(M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1"/>
        </w:rPr>
        <w:t>c</w:t>
      </w:r>
      <w:r>
        <w:rPr>
          <w:rFonts w:ascii="Arial" w:eastAsia="Arial" w:hAnsi="Arial" w:cs="Arial"/>
          <w:b/>
          <w:bCs/>
          <w:i/>
        </w:rPr>
        <w:t>rop</w:t>
      </w:r>
      <w:r>
        <w:rPr>
          <w:rFonts w:ascii="Arial" w:eastAsia="Arial" w:hAnsi="Arial" w:cs="Arial"/>
          <w:b/>
          <w:bCs/>
          <w:i/>
          <w:spacing w:val="-1"/>
        </w:rPr>
        <w:t>u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g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nteus)</w:t>
      </w:r>
    </w:p>
    <w:p w:rsidR="00A708F6" w:rsidRDefault="004F4CDC">
      <w:pPr>
        <w:spacing w:before="64"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 grey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aroo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 cor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areas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a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arid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ee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ga sc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hley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Hil</w:t>
      </w:r>
      <w:r>
        <w:rPr>
          <w:rFonts w:ascii="Arial" w:eastAsia="Arial" w:hAnsi="Arial" w:cs="Arial"/>
        </w:rPr>
        <w:t>l</w:t>
      </w:r>
    </w:p>
    <w:p w:rsidR="00A708F6" w:rsidRDefault="004F4CDC">
      <w:pPr>
        <w:spacing w:after="0" w:line="252" w:lineRule="exact"/>
        <w:ind w:left="108" w:right="57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ay be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ncrease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ca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scoe 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grasses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such 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(</w:t>
      </w:r>
      <w:r>
        <w:rPr>
          <w:rFonts w:ascii="Arial" w:eastAsia="Arial" w:hAnsi="Arial" w:cs="Arial"/>
          <w:i/>
        </w:rPr>
        <w:t>Tri</w:t>
      </w:r>
      <w:r>
        <w:rPr>
          <w:rFonts w:ascii="Arial" w:eastAsia="Arial" w:hAnsi="Arial" w:cs="Arial"/>
          <w:i/>
          <w:spacing w:val="-1"/>
        </w:rPr>
        <w:t>o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it</w:t>
      </w:r>
      <w:r>
        <w:rPr>
          <w:rFonts w:ascii="Arial" w:eastAsia="Arial" w:hAnsi="Arial" w:cs="Arial"/>
          <w:i/>
          <w:spacing w:val="-2"/>
        </w:rPr>
        <w:t>c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>elli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5,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 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 197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ects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bree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grey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gr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a),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groups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 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 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b).</w:t>
      </w:r>
    </w:p>
    <w:p w:rsidR="00A708F6" w:rsidRDefault="00A708F6">
      <w:pPr>
        <w:spacing w:after="0"/>
        <w:jc w:val="both"/>
        <w:sectPr w:rsidR="00A708F6">
          <w:footerReference w:type="default" r:id="rId27"/>
          <w:pgSz w:w="11920" w:h="16860"/>
          <w:pgMar w:top="1160" w:right="1140" w:bottom="1560" w:left="1140" w:header="0" w:footer="1363" w:gutter="0"/>
          <w:pgNumType w:start="6"/>
          <w:cols w:space="720"/>
        </w:sectPr>
      </w:pPr>
    </w:p>
    <w:p w:rsidR="00A708F6" w:rsidRDefault="004F4CDC">
      <w:pPr>
        <w:spacing w:before="65" w:after="0" w:line="239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grey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l-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 a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198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&amp;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oth se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es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 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3"/>
        </w:rPr>
        <w:t>03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but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etic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 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etic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 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&lt;50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ome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es)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50–2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es)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35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25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dec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on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grey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arden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emo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areas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ural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 po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ns.</w:t>
      </w:r>
    </w:p>
    <w:p w:rsidR="00A708F6" w:rsidRDefault="00A708F6">
      <w:pPr>
        <w:spacing w:before="6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08" w:right="4538"/>
        <w:jc w:val="both"/>
        <w:rPr>
          <w:rFonts w:ascii="Arial" w:eastAsia="Arial" w:hAnsi="Arial" w:cs="Arial"/>
        </w:rPr>
      </w:pPr>
      <w:r>
        <w:pict>
          <v:group id="_x0000_s1603" style="position:absolute;left:0;text-align:left;margin-left:100.4pt;margin-top:11.7pt;width:339.5pt;height:359.35pt;z-index:-251659776;mso-position-horizontal-relative:page" coordorigin="2008,234" coordsize="6790,7187">
            <v:group id="_x0000_s1624" style="position:absolute;left:2018;top:5019;width:2386;height:2393" coordorigin="2018,5019" coordsize="2386,2393">
              <v:shape id="_x0000_s1626" style="position:absolute;left:2018;top:5019;width:2386;height:2393" coordorigin="2018,5019" coordsize="2386,2393" path="m2917,5019r-78,5l2763,5039r-74,26l2633,5096r-62,43l2522,5180r-53,47l2407,5289r-389,388l3753,7412r363,-364l3707,7048,2383,5723r268,-269l2705,5406r50,-40l2819,5326r60,-25l2946,5290r634,-1l3557,5273r-65,-45l3429,5188r-63,-35l3304,5122r-61,-27l3182,5072r-61,-20l3060,5037r-62,-12l2937,5019r-20,e" fillcolor="silver" stroked="f">
                <v:path arrowok="t"/>
              </v:shape>
              <v:shape id="_x0000_s1625" style="position:absolute;left:2018;top:5019;width:2386;height:2393" coordorigin="2018,5019" coordsize="2386,2393" path="m3580,5289r-598,l3000,5290r19,1l3098,5304r63,19l3228,5348r64,32l3359,5419r69,47l3500,5520r49,41l3599,5605r51,47l3703,5704r48,49l3796,5802r43,49l3880,5900r38,48l3954,5997r49,74l4047,6145r37,71l4109,6278r18,59l4139,6412r1,36l4140,6466r-10,68l4106,6601r-40,68l4027,6722r-48,53l3707,7048r409,l4186,6978r52,-56l4283,6866r38,-57l4352,6751r24,-59l4392,6632r10,-60l4404,6509r-1,-22l4396,6420r-14,-71l4360,6274r-28,-78l4295,6114r-28,-55l4236,6003r-35,-57l4164,5890r-41,-57l4078,5775r-47,-58l3980,5659r-54,-58l3869,5542r-46,-45l3778,5455r-45,-41l3667,5357r-66,-52l3580,5289e" fillcolor="silver" stroked="f">
                <v:path arrowok="t"/>
              </v:shape>
            </v:group>
            <v:group id="_x0000_s1614" style="position:absolute;left:3232;top:3738;width:2793;height:2460" coordorigin="3232,3738" coordsize="2793,2460">
              <v:shape id="_x0000_s1623" style="position:absolute;left:3232;top:3738;width:2793;height:2460" coordorigin="3232,3738" coordsize="2793,2460" path="m4480,3838r-607,l3855,3858r-17,20l3820,3898r-18,l3783,3918r-18,20l3738,3978r-506,500l4966,6198r159,-140l4588,5498r-38,-20l4362,5278r184,-180l4563,5078r-407,l3583,4498r391,-380l3990,4098r17,-20l4024,4078r16,-20l4058,4058r17,-20l4093,4038r18,-20l4696,4018r-19,-20l4656,3978r-15,-20l4625,3958r-31,-40l4578,3918r-16,-20l4546,3878r-16,l4514,3858r-17,l4480,3838e" fillcolor="silver" stroked="f">
                <v:path arrowok="t"/>
              </v:shape>
              <v:shape id="_x0000_s1622" style="position:absolute;left:3232;top:3738;width:2793;height:2460" coordorigin="3232,3738" coordsize="2793,2460" path="m5957,5118r-711,l5275,5138r30,20l5331,5158r26,20l5383,5178r26,20l5565,5258r210,60l5827,5338r14,l6025,5158r-68,-40e" fillcolor="silver" stroked="f">
                <v:path arrowok="t"/>
              </v:shape>
              <v:shape id="_x0000_s1621" style="position:absolute;left:3232;top:3738;width:2793;height:2460" coordorigin="3232,3738" coordsize="2793,2460" path="m5630,4998r-738,l4906,5018r45,l4969,5038r56,l5046,5058r22,l5091,5078r48,l5164,5098r27,l5218,5118r705,l5855,5078r-69,-20l5630,4998e" fillcolor="silver" stroked="f">
                <v:path arrowok="t"/>
              </v:shape>
              <v:shape id="_x0000_s1620" style="position:absolute;left:3232;top:3738;width:2793;height:2460" coordorigin="3232,3738" coordsize="2793,2460" path="m4696,4018r-398,l4316,4038r35,l4368,4058r18,l4403,4078r18,l4456,4118r18,l4510,4158r15,20l4539,4198r13,20l4564,4218r32,60l4613,4318r8,l4639,4378r8,60l4647,4458r-1,20l4635,4538r-11,40l4616,4578r-8,20l4598,4618r-11,20l4575,4658r-13,l4548,4678r-16,20l4516,4718r-18,20l4156,5078r407,l4596,5038r16,l4629,5018r17,l4663,4998r967,l5578,4978r-71,-20l5437,4918r-36,l5329,4878r-19,l5291,4858r-56,l5216,4838r-38,l5159,4818r-77,l5062,4798r-262,l4812,4778r33,-60l4871,4658r19,-60l4901,4538r3,-60l4904,4458r-8,-60l4881,4338r-6,-40l4850,4238r-31,-60l4779,4118r-47,-60l4715,4038r-19,-20e" fillcolor="silver" stroked="f">
                <v:path arrowok="t"/>
              </v:shape>
              <v:shape id="_x0000_s1619" style="position:absolute;left:3232;top:3738;width:2793;height:2460" coordorigin="3232,3738" coordsize="2793,2460" path="m4964,4778r-77,l4866,4798r115,l4964,4778e" fillcolor="silver" stroked="f">
                <v:path arrowok="t"/>
              </v:shape>
              <v:shape id="_x0000_s1618" style="position:absolute;left:3232;top:3738;width:2793;height:2460" coordorigin="3232,3738" coordsize="2793,2460" path="m4411,3798r-487,l3907,3818r-17,20l4463,3838r-17,-20l4429,3818r-18,-20e" fillcolor="silver" stroked="f">
                <v:path arrowok="t"/>
              </v:shape>
              <v:shape id="_x0000_s1617" style="position:absolute;left:3232;top:3738;width:2793;height:2460" coordorigin="3232,3738" coordsize="2793,2460" path="m4376,3778r-420,l3940,3798r454,l4376,3778e" fillcolor="silver" stroked="f">
                <v:path arrowok="t"/>
              </v:shape>
              <v:shape id="_x0000_s1616" style="position:absolute;left:3232;top:3738;width:2793;height:2460" coordorigin="3232,3738" coordsize="2793,2460" path="m4318,3758r-314,l3988,3778r351,l4318,3758e" fillcolor="silver" stroked="f">
                <v:path arrowok="t"/>
              </v:shape>
              <v:shape id="_x0000_s1615" style="position:absolute;left:3232;top:3738;width:2793;height:2460" coordorigin="3232,3738" coordsize="2793,2460" path="m4258,3738r-209,l4034,3758r244,l4258,3738e" fillcolor="silver" stroked="f">
                <v:path arrowok="t"/>
              </v:shape>
            </v:group>
            <v:group id="_x0000_s1610" style="position:absolute;left:4774;top:2752;width:2396;height:2367" coordorigin="4774,2752" coordsize="2396,2367">
              <v:shape id="_x0000_s1613" style="position:absolute;left:4774;top:2752;width:2396;height:2367" coordorigin="4774,2752" coordsize="2396,2367" path="m4944,2752r-170,169l4966,3250r825,1429l6046,5118r167,-167l6134,4820,5878,4393r-60,-98l6051,4062r-373,l5602,3934,5378,3548r-75,-128l5266,3358r-38,-61l5189,3236r-40,-59l5108,3118r-42,-57l5037,3023r391,l4944,2752e" fillcolor="silver" stroked="f">
                <v:path arrowok="t"/>
              </v:shape>
              <v:shape id="_x0000_s1612" style="position:absolute;left:4774;top:2752;width:2396;height:2367" coordorigin="4774,2752" coordsize="2396,2367" path="m6808,3790r-484,l6490,3886r168,95l6793,4055r104,55l7001,4163r170,-170l6808,3790e" fillcolor="silver" stroked="f">
                <v:path arrowok="t"/>
              </v:shape>
              <v:shape id="_x0000_s1611" style="position:absolute;left:4774;top:2752;width:2396;height:2367" coordorigin="4774,2752" coordsize="2396,2367" path="m5428,3023r-391,l5072,3046r95,61l5231,3147r118,72l6087,3653r-409,409l6051,4062r273,-272l6808,3790,5428,3023e" fillcolor="silver" stroked="f">
                <v:path arrowok="t"/>
              </v:shape>
            </v:group>
            <v:group id="_x0000_s1607" style="position:absolute;left:5573;top:1312;width:1893;height:2544" coordorigin="5573,1312" coordsize="1893,2544">
              <v:shape id="_x0000_s1609" style="position:absolute;left:5573;top:1312;width:1893;height:2544" coordorigin="5573,1312" coordsize="1893,2544" path="m6384,1312r-811,810l7308,3857r158,-159l6679,2910r204,-205l6474,2705,5937,2168r293,-294l6391,1710r96,-100l6582,1510,6384,1312e" fillcolor="silver" stroked="f">
                <v:path arrowok="t"/>
              </v:shape>
              <v:shape id="_x0000_s1608" style="position:absolute;left:5573;top:1312;width:1893;height:2544" coordorigin="5573,1312" coordsize="1893,2544" path="m7037,2142r-563,563l6883,2705r132,-135l7098,2484r83,-86l7235,2340,7037,2142e" fillcolor="silver" stroked="f">
                <v:path arrowok="t"/>
              </v:shape>
            </v:group>
            <v:group id="_x0000_s1604" style="position:absolute;left:6506;top:244;width:2282;height:2291" coordorigin="6506,244" coordsize="2282,2291">
              <v:shape id="_x0000_s1606" style="position:absolute;left:6506;top:244;width:2282;height:2291" coordorigin="6506,244" coordsize="2282,2291" path="m7417,1005r-317,l8629,2535r159,-159l7417,1005e" fillcolor="silver" stroked="f">
                <v:path arrowok="t"/>
              </v:shape>
              <v:shape id="_x0000_s1605" style="position:absolute;left:6506;top:244;width:2282;height:2291" coordorigin="6506,244" coordsize="2282,2291" path="m7451,244l7261,435,6740,961r-234,242l6704,1401r396,-396l7417,1005,7259,847,7397,707r79,-80l7554,546r77,-83l7649,442,7451,244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b/>
          <w:bCs/>
        </w:rPr>
        <w:t>Western</w:t>
      </w:r>
      <w:r w:rsidR="004F4CDC">
        <w:rPr>
          <w:rFonts w:ascii="Arial" w:eastAsia="Arial" w:hAnsi="Arial" w:cs="Arial"/>
          <w:b/>
          <w:bCs/>
          <w:spacing w:val="-1"/>
        </w:rPr>
        <w:t xml:space="preserve"> </w:t>
      </w:r>
      <w:r w:rsidR="004F4CDC">
        <w:rPr>
          <w:rFonts w:ascii="Arial" w:eastAsia="Arial" w:hAnsi="Arial" w:cs="Arial"/>
          <w:b/>
          <w:bCs/>
        </w:rPr>
        <w:t>grey</w:t>
      </w:r>
      <w:r w:rsidR="004F4CDC">
        <w:rPr>
          <w:rFonts w:ascii="Arial" w:eastAsia="Arial" w:hAnsi="Arial" w:cs="Arial"/>
          <w:b/>
          <w:bCs/>
          <w:spacing w:val="-4"/>
        </w:rPr>
        <w:t xml:space="preserve"> </w:t>
      </w:r>
      <w:r w:rsidR="004F4CDC">
        <w:rPr>
          <w:rFonts w:ascii="Arial" w:eastAsia="Arial" w:hAnsi="Arial" w:cs="Arial"/>
          <w:b/>
          <w:bCs/>
        </w:rPr>
        <w:t>k</w:t>
      </w:r>
      <w:r w:rsidR="004F4CDC">
        <w:rPr>
          <w:rFonts w:ascii="Arial" w:eastAsia="Arial" w:hAnsi="Arial" w:cs="Arial"/>
          <w:b/>
          <w:bCs/>
          <w:spacing w:val="-1"/>
        </w:rPr>
        <w:t>a</w:t>
      </w:r>
      <w:r w:rsidR="004F4CDC">
        <w:rPr>
          <w:rFonts w:ascii="Arial" w:eastAsia="Arial" w:hAnsi="Arial" w:cs="Arial"/>
          <w:b/>
          <w:bCs/>
        </w:rPr>
        <w:t>n</w:t>
      </w:r>
      <w:r w:rsidR="004F4CDC">
        <w:rPr>
          <w:rFonts w:ascii="Arial" w:eastAsia="Arial" w:hAnsi="Arial" w:cs="Arial"/>
          <w:b/>
          <w:bCs/>
          <w:spacing w:val="-1"/>
        </w:rPr>
        <w:t>g</w:t>
      </w:r>
      <w:r w:rsidR="004F4CDC">
        <w:rPr>
          <w:rFonts w:ascii="Arial" w:eastAsia="Arial" w:hAnsi="Arial" w:cs="Arial"/>
          <w:b/>
          <w:bCs/>
        </w:rPr>
        <w:t>aroo</w:t>
      </w:r>
      <w:r w:rsidR="004F4CDC">
        <w:rPr>
          <w:rFonts w:ascii="Arial" w:eastAsia="Arial" w:hAnsi="Arial" w:cs="Arial"/>
          <w:b/>
          <w:bCs/>
          <w:spacing w:val="1"/>
        </w:rPr>
        <w:t xml:space="preserve"> </w:t>
      </w:r>
      <w:r w:rsidR="004F4CDC">
        <w:rPr>
          <w:rFonts w:ascii="Arial" w:eastAsia="Arial" w:hAnsi="Arial" w:cs="Arial"/>
          <w:b/>
          <w:bCs/>
          <w:i/>
          <w:spacing w:val="-2"/>
        </w:rPr>
        <w:t>(</w:t>
      </w:r>
      <w:r w:rsidR="004F4CDC">
        <w:rPr>
          <w:rFonts w:ascii="Arial" w:eastAsia="Arial" w:hAnsi="Arial" w:cs="Arial"/>
          <w:b/>
          <w:bCs/>
          <w:i/>
          <w:spacing w:val="1"/>
        </w:rPr>
        <w:t>M</w:t>
      </w:r>
      <w:r w:rsidR="004F4CDC">
        <w:rPr>
          <w:rFonts w:ascii="Arial" w:eastAsia="Arial" w:hAnsi="Arial" w:cs="Arial"/>
          <w:b/>
          <w:bCs/>
          <w:i/>
        </w:rPr>
        <w:t>a</w:t>
      </w:r>
      <w:r w:rsidR="004F4CDC">
        <w:rPr>
          <w:rFonts w:ascii="Arial" w:eastAsia="Arial" w:hAnsi="Arial" w:cs="Arial"/>
          <w:b/>
          <w:bCs/>
          <w:i/>
          <w:spacing w:val="-1"/>
        </w:rPr>
        <w:t>c</w:t>
      </w:r>
      <w:r w:rsidR="004F4CDC">
        <w:rPr>
          <w:rFonts w:ascii="Arial" w:eastAsia="Arial" w:hAnsi="Arial" w:cs="Arial"/>
          <w:b/>
          <w:bCs/>
          <w:i/>
        </w:rPr>
        <w:t>rop</w:t>
      </w:r>
      <w:r w:rsidR="004F4CDC">
        <w:rPr>
          <w:rFonts w:ascii="Arial" w:eastAsia="Arial" w:hAnsi="Arial" w:cs="Arial"/>
          <w:b/>
          <w:bCs/>
          <w:i/>
          <w:spacing w:val="-1"/>
        </w:rPr>
        <w:t>u</w:t>
      </w:r>
      <w:r w:rsidR="004F4CDC">
        <w:rPr>
          <w:rFonts w:ascii="Arial" w:eastAsia="Arial" w:hAnsi="Arial" w:cs="Arial"/>
          <w:b/>
          <w:bCs/>
          <w:i/>
        </w:rPr>
        <w:t>s</w:t>
      </w:r>
      <w:r w:rsidR="004F4CDC">
        <w:rPr>
          <w:rFonts w:ascii="Arial" w:eastAsia="Arial" w:hAnsi="Arial" w:cs="Arial"/>
          <w:b/>
          <w:bCs/>
          <w:i/>
          <w:spacing w:val="-2"/>
        </w:rPr>
        <w:t xml:space="preserve"> </w:t>
      </w:r>
      <w:r w:rsidR="004F4CDC">
        <w:rPr>
          <w:rFonts w:ascii="Arial" w:eastAsia="Arial" w:hAnsi="Arial" w:cs="Arial"/>
          <w:b/>
          <w:bCs/>
          <w:i/>
          <w:spacing w:val="1"/>
        </w:rPr>
        <w:t>f</w:t>
      </w:r>
      <w:r w:rsidR="004F4CDC">
        <w:rPr>
          <w:rFonts w:ascii="Arial" w:eastAsia="Arial" w:hAnsi="Arial" w:cs="Arial"/>
          <w:b/>
          <w:bCs/>
          <w:i/>
          <w:spacing w:val="-3"/>
        </w:rPr>
        <w:t>u</w:t>
      </w:r>
      <w:r w:rsidR="004F4CDC">
        <w:rPr>
          <w:rFonts w:ascii="Arial" w:eastAsia="Arial" w:hAnsi="Arial" w:cs="Arial"/>
          <w:b/>
          <w:bCs/>
          <w:i/>
          <w:spacing w:val="1"/>
        </w:rPr>
        <w:t>li</w:t>
      </w:r>
      <w:r w:rsidR="004F4CDC">
        <w:rPr>
          <w:rFonts w:ascii="Arial" w:eastAsia="Arial" w:hAnsi="Arial" w:cs="Arial"/>
          <w:b/>
          <w:bCs/>
          <w:i/>
          <w:spacing w:val="-3"/>
        </w:rPr>
        <w:t>g</w:t>
      </w:r>
      <w:r w:rsidR="004F4CDC">
        <w:rPr>
          <w:rFonts w:ascii="Arial" w:eastAsia="Arial" w:hAnsi="Arial" w:cs="Arial"/>
          <w:b/>
          <w:bCs/>
          <w:i/>
          <w:spacing w:val="1"/>
        </w:rPr>
        <w:t>i</w:t>
      </w:r>
      <w:r w:rsidR="004F4CDC">
        <w:rPr>
          <w:rFonts w:ascii="Arial" w:eastAsia="Arial" w:hAnsi="Arial" w:cs="Arial"/>
          <w:b/>
          <w:bCs/>
          <w:i/>
        </w:rPr>
        <w:t>n</w:t>
      </w:r>
      <w:r w:rsidR="004F4CDC">
        <w:rPr>
          <w:rFonts w:ascii="Arial" w:eastAsia="Arial" w:hAnsi="Arial" w:cs="Arial"/>
          <w:b/>
          <w:bCs/>
          <w:i/>
          <w:spacing w:val="-1"/>
        </w:rPr>
        <w:t>o</w:t>
      </w:r>
      <w:r w:rsidR="004F4CDC">
        <w:rPr>
          <w:rFonts w:ascii="Arial" w:eastAsia="Arial" w:hAnsi="Arial" w:cs="Arial"/>
          <w:b/>
          <w:bCs/>
          <w:i/>
        </w:rPr>
        <w:t>s</w:t>
      </w:r>
      <w:r w:rsidR="004F4CDC">
        <w:rPr>
          <w:rFonts w:ascii="Arial" w:eastAsia="Arial" w:hAnsi="Arial" w:cs="Arial"/>
          <w:b/>
          <w:bCs/>
          <w:i/>
          <w:spacing w:val="-1"/>
        </w:rPr>
        <w:t>us</w:t>
      </w:r>
      <w:r w:rsidR="004F4CDC">
        <w:rPr>
          <w:rFonts w:ascii="Arial" w:eastAsia="Arial" w:hAnsi="Arial" w:cs="Arial"/>
          <w:b/>
          <w:bCs/>
          <w:i/>
        </w:rPr>
        <w:t>)</w:t>
      </w:r>
    </w:p>
    <w:p w:rsidR="00A708F6" w:rsidRDefault="004F4CDC">
      <w:pPr>
        <w:spacing w:before="61" w:after="0" w:line="241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al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eco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ces 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 sp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actua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across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so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ards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8"/>
        </w:rPr>
        <w:t>S</w:t>
      </w:r>
      <w:r>
        <w:rPr>
          <w:rFonts w:ascii="Arial" w:eastAsia="Arial" w:hAnsi="Arial" w:cs="Arial"/>
        </w:rPr>
        <w:t>W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 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 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 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are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ar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grey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8)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shru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omass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  <w:spacing w:val="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ey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el 1987,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4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</w:rPr>
        <w:t>1988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, b</w:t>
      </w:r>
      <w:r>
        <w:rPr>
          <w:rFonts w:ascii="Arial" w:eastAsia="Arial" w:hAnsi="Arial" w:cs="Arial"/>
          <w:spacing w:val="1"/>
        </w:rPr>
        <w:t>).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11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grey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 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 199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62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Wa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aroo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(</w:t>
      </w:r>
      <w:r>
        <w:rPr>
          <w:rFonts w:ascii="Arial" w:eastAsia="Arial" w:hAnsi="Arial" w:cs="Arial"/>
          <w:b/>
          <w:bCs/>
          <w:i/>
          <w:spacing w:val="1"/>
        </w:rPr>
        <w:t>M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1"/>
        </w:rPr>
        <w:t>c</w:t>
      </w:r>
      <w:r>
        <w:rPr>
          <w:rFonts w:ascii="Arial" w:eastAsia="Arial" w:hAnsi="Arial" w:cs="Arial"/>
          <w:b/>
          <w:bCs/>
          <w:i/>
        </w:rPr>
        <w:t>rop</w:t>
      </w:r>
      <w:r>
        <w:rPr>
          <w:rFonts w:ascii="Arial" w:eastAsia="Arial" w:hAnsi="Arial" w:cs="Arial"/>
          <w:b/>
          <w:bCs/>
          <w:i/>
          <w:spacing w:val="-1"/>
        </w:rPr>
        <w:t>u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</w:rPr>
        <w:t>r</w:t>
      </w:r>
      <w:r>
        <w:rPr>
          <w:rFonts w:ascii="Arial" w:eastAsia="Arial" w:hAnsi="Arial" w:cs="Arial"/>
          <w:b/>
          <w:bCs/>
          <w:i/>
          <w:spacing w:val="-2"/>
        </w:rPr>
        <w:t>o</w:t>
      </w:r>
      <w:r>
        <w:rPr>
          <w:rFonts w:ascii="Arial" w:eastAsia="Arial" w:hAnsi="Arial" w:cs="Arial"/>
          <w:b/>
          <w:bCs/>
          <w:i/>
        </w:rPr>
        <w:t>b</w:t>
      </w:r>
      <w:r>
        <w:rPr>
          <w:rFonts w:ascii="Arial" w:eastAsia="Arial" w:hAnsi="Arial" w:cs="Arial"/>
          <w:b/>
          <w:bCs/>
          <w:i/>
          <w:spacing w:val="-1"/>
        </w:rPr>
        <w:t>u</w:t>
      </w:r>
      <w:r>
        <w:rPr>
          <w:rFonts w:ascii="Arial" w:eastAsia="Arial" w:hAnsi="Arial" w:cs="Arial"/>
          <w:b/>
          <w:bCs/>
          <w:i/>
        </w:rPr>
        <w:t>stu</w:t>
      </w:r>
      <w:r>
        <w:rPr>
          <w:rFonts w:ascii="Arial" w:eastAsia="Arial" w:hAnsi="Arial" w:cs="Arial"/>
          <w:b/>
          <w:bCs/>
          <w:i/>
          <w:spacing w:val="1"/>
        </w:rPr>
        <w:t>s</w:t>
      </w:r>
      <w:r>
        <w:rPr>
          <w:rFonts w:ascii="Arial" w:eastAsia="Arial" w:hAnsi="Arial" w:cs="Arial"/>
          <w:b/>
          <w:bCs/>
          <w:i/>
        </w:rPr>
        <w:t>)</w:t>
      </w:r>
    </w:p>
    <w:p w:rsidR="00A708F6" w:rsidRDefault="004F4CDC">
      <w:pPr>
        <w:spacing w:before="62" w:after="0" w:line="239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ccurs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2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ntly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son</w:t>
      </w:r>
    </w:p>
    <w:p w:rsidR="00A708F6" w:rsidRDefault="004F4CDC">
      <w:pPr>
        <w:spacing w:before="1" w:after="0" w:line="240" w:lineRule="auto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-16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ust</w:t>
      </w:r>
      <w:r>
        <w:rPr>
          <w:rFonts w:ascii="Arial" w:eastAsia="Arial" w:hAnsi="Arial" w:cs="Arial"/>
          <w:i/>
          <w:spacing w:val="-2"/>
        </w:rPr>
        <w:t>u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spacing w:val="-2"/>
        </w:rPr>
        <w:t xml:space="preserve">),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e;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esc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son</w:t>
      </w:r>
    </w:p>
    <w:p w:rsidR="00A708F6" w:rsidRDefault="004F4CDC">
      <w:pPr>
        <w:spacing w:after="0" w:line="252" w:lineRule="exact"/>
        <w:ind w:left="108" w:right="17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be 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ep esc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y h</w:t>
      </w:r>
      <w:r>
        <w:rPr>
          <w:rFonts w:ascii="Arial" w:eastAsia="Arial" w:hAnsi="Arial" w:cs="Arial"/>
          <w:spacing w:val="-1"/>
        </w:rPr>
        <w:t>ill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ses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an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some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 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ax 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ep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5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 has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 pre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areas.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prim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</w:p>
    <w:p w:rsidR="00A708F6" w:rsidRDefault="004F4CDC">
      <w:pPr>
        <w:spacing w:before="1" w:after="0" w:line="240" w:lineRule="auto"/>
        <w:ind w:left="108" w:right="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19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7,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Elli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82,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1983b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arid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Pil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</w:p>
    <w:p w:rsidR="00A708F6" w:rsidRDefault="004F4CDC">
      <w:pPr>
        <w:spacing w:after="0" w:line="252" w:lineRule="exact"/>
        <w:ind w:left="108" w:right="6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 Au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 co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&amp;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196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W</w:t>
      </w:r>
      <w:r>
        <w:rPr>
          <w:rFonts w:ascii="Arial" w:eastAsia="Arial" w:hAnsi="Arial" w:cs="Arial"/>
          <w:spacing w:val="-5"/>
        </w:rPr>
        <w:t>a</w:t>
      </w:r>
      <w:r>
        <w:rPr>
          <w:rFonts w:ascii="Arial" w:eastAsia="Arial" w:hAnsi="Arial" w:cs="Arial"/>
          <w:spacing w:val="-3"/>
        </w:rPr>
        <w:t>lla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oppo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uni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eede</w:t>
      </w:r>
      <w:r>
        <w:rPr>
          <w:rFonts w:ascii="Arial" w:eastAsia="Arial" w:hAnsi="Arial" w:cs="Arial"/>
          <w:spacing w:val="-2"/>
        </w:rPr>
        <w:t>rs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Unde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no</w:t>
      </w:r>
      <w:r>
        <w:rPr>
          <w:rFonts w:ascii="Arial" w:eastAsia="Arial" w:hAnsi="Arial" w:cs="Arial"/>
          <w:spacing w:val="-4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3"/>
        </w:rPr>
        <w:t>ondi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  <w:spacing w:val="-5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ale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3"/>
        </w:rPr>
        <w:t>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inuou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in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3"/>
        </w:rPr>
        <w:t>bi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3"/>
        </w:rPr>
        <w:t>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  <w:spacing w:val="-3"/>
        </w:rPr>
        <w:t>oun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3"/>
        </w:rPr>
        <w:t>ei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nin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4"/>
        </w:rPr>
        <w:t>(</w:t>
      </w:r>
      <w:r>
        <w:rPr>
          <w:rFonts w:ascii="Arial" w:eastAsia="Arial" w:hAnsi="Arial" w:cs="Arial"/>
          <w:spacing w:val="-3"/>
        </w:rPr>
        <w:t>Sad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1965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Eal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3"/>
        </w:rPr>
        <w:t>1963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Ki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3"/>
        </w:rPr>
        <w:t>pa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1968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Pool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6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rc</w:t>
      </w:r>
      <w:r>
        <w:rPr>
          <w:rFonts w:ascii="Arial" w:eastAsia="Arial" w:hAnsi="Arial" w:cs="Arial"/>
          <w:spacing w:val="-3"/>
        </w:rPr>
        <w:t>han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1987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4"/>
        </w:rPr>
        <w:t>r</w:t>
      </w:r>
      <w:r>
        <w:rPr>
          <w:rFonts w:ascii="Arial" w:eastAsia="Arial" w:hAnsi="Arial" w:cs="Arial"/>
          <w:spacing w:val="-3"/>
        </w:rPr>
        <w:t>ou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pe</w:t>
      </w:r>
      <w:r>
        <w:rPr>
          <w:rFonts w:ascii="Arial" w:eastAsia="Arial" w:hAnsi="Arial" w:cs="Arial"/>
          <w:spacing w:val="-2"/>
        </w:rPr>
        <w:t>rs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5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6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la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oo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eedin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5"/>
        </w:rPr>
        <w:t>a</w:t>
      </w:r>
      <w:r>
        <w:rPr>
          <w:rFonts w:ascii="Arial" w:eastAsia="Arial" w:hAnsi="Arial" w:cs="Arial"/>
        </w:rPr>
        <w:t>ks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4"/>
        </w:rPr>
        <w:t>(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  <w:spacing w:val="-3"/>
        </w:rPr>
        <w:t>ndal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Bi</w:t>
      </w:r>
      <w:r>
        <w:rPr>
          <w:rFonts w:ascii="Arial" w:eastAsia="Arial" w:hAnsi="Arial" w:cs="Arial"/>
          <w:spacing w:val="-2"/>
        </w:rPr>
        <w:t>sc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2005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oth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acropod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6"/>
        </w:rPr>
        <w:t>8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</w:p>
    <w:p w:rsidR="00A708F6" w:rsidRDefault="004F4CDC">
      <w:pPr>
        <w:spacing w:before="6" w:after="0" w:line="252" w:lineRule="exact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1981,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groups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p 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her 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981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after="0"/>
        <w:jc w:val="both"/>
        <w:sectPr w:rsidR="00A708F6">
          <w:pgSz w:w="11920" w:h="16860"/>
          <w:pgMar w:top="1180" w:right="1140" w:bottom="1560" w:left="1140" w:header="0" w:footer="1363" w:gutter="0"/>
          <w:cols w:space="720"/>
        </w:sectPr>
      </w:pPr>
    </w:p>
    <w:p w:rsidR="00A708F6" w:rsidRDefault="004F4CDC">
      <w:pPr>
        <w:spacing w:before="65" w:after="0" w:line="239" w:lineRule="auto"/>
        <w:ind w:left="108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occ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broad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oth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67,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198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"/>
        </w:rPr>
        <w:t>3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08" w:right="26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3.2     </w:t>
      </w:r>
      <w:r>
        <w:rPr>
          <w:rFonts w:ascii="Arial" w:eastAsia="Arial" w:hAnsi="Arial" w:cs="Arial"/>
          <w:b/>
          <w:bCs/>
          <w:spacing w:val="46"/>
        </w:rPr>
        <w:t xml:space="preserve"> 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ment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hre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</w:rPr>
        <w:t>mpa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2"/>
        </w:rPr>
        <w:t>t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2"/>
        </w:rPr>
        <w:t>m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al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t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 xml:space="preserve">is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can be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by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sy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such 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preda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proce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ed 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08" w:right="65"/>
        <w:jc w:val="both"/>
        <w:rPr>
          <w:rFonts w:ascii="Arial" w:eastAsia="Arial" w:hAnsi="Arial" w:cs="Arial"/>
        </w:rPr>
      </w:pPr>
      <w:r>
        <w:pict>
          <v:group id="_x0000_s1577" style="position:absolute;left:0;text-align:left;margin-left:61.95pt;margin-top:11.95pt;width:453.55pt;height:359.35pt;z-index:-251658752;mso-position-horizontal-relative:page" coordorigin="1239,239" coordsize="9071,7187">
            <v:group id="_x0000_s1600" style="position:absolute;left:2018;top:5024;width:2386;height:2393" coordorigin="2018,5024" coordsize="2386,2393">
              <v:shape id="_x0000_s1602" style="position:absolute;left:2018;top:5024;width:2386;height:2393" coordorigin="2018,5024" coordsize="2386,2393" path="m2917,5024r-78,4l2763,5044r-74,26l2633,5101r-62,43l2522,5185r-53,47l2407,5294r-389,388l3753,7416r363,-363l3707,7053,2383,5728r268,-269l2705,5410r50,-39l2819,5331r60,-25l2946,5295r634,-1l3557,5277r-65,-44l3429,5193r-63,-36l3304,5126r-61,-27l3182,5076r-61,-19l3060,5042r-62,-12l2937,5024r-20,e" fillcolor="silver" stroked="f">
                <v:path arrowok="t"/>
              </v:shape>
              <v:shape id="_x0000_s1601" style="position:absolute;left:2018;top:5024;width:2386;height:2393" coordorigin="2018,5024" coordsize="2386,2393" path="m3580,5294r-598,l3000,5295r19,1l3098,5309r63,19l3228,5353r64,32l3359,5424r69,46l3500,5525r49,41l3599,5610r51,47l3703,5708r48,50l3796,5807r43,48l3880,5904r38,49l3954,6002r49,74l4047,6150r37,71l4109,6282r18,59l4139,6417r1,36l4140,6471r-10,67l4106,6605r-40,69l4027,6727r-48,53l3707,7053r409,l4186,6983r52,-56l4283,6871r38,-57l4352,6756r24,-59l4392,6637r10,-60l4404,6514r-1,-22l4396,6425r-14,-71l4360,6279r-28,-78l4295,6119r-28,-56l4236,6007r-35,-56l4164,5894r-41,-57l4078,5780r-47,-58l3980,5664r-54,-58l3869,5547r-46,-45l3778,5460r-45,-41l3667,5362r-66,-52l3580,5294e" fillcolor="silver" stroked="f">
                <v:path arrowok="t"/>
              </v:shape>
            </v:group>
            <v:group id="_x0000_s1590" style="position:absolute;left:3232;top:3743;width:2793;height:2460" coordorigin="3232,3743" coordsize="2793,2460">
              <v:shape id="_x0000_s1599" style="position:absolute;left:3232;top:3743;width:2793;height:2460" coordorigin="3232,3743" coordsize="2793,2460" path="m4480,3843r-607,l3855,3863r-17,20l3820,3903r-18,l3783,3923r-18,20l3738,3983r-506,500l4966,6203r159,-140l4588,5503r-38,-20l4362,5283r184,-180l4563,5083r-407,l3583,4503r391,-380l3990,4103r17,-20l4024,4083r16,-20l4058,4063r17,-20l4093,4043r18,-20l4696,4023r-19,-20l4656,3983r-15,-20l4625,3963r-31,-40l4578,3923r-16,-20l4546,3883r-16,l4514,3863r-17,l4480,3843e" fillcolor="silver" stroked="f">
                <v:path arrowok="t"/>
              </v:shape>
              <v:shape id="_x0000_s1598" style="position:absolute;left:3232;top:3743;width:2793;height:2460" coordorigin="3232,3743" coordsize="2793,2460" path="m5957,5123r-711,l5275,5143r30,20l5331,5163r26,20l5383,5183r26,20l5565,5263r210,60l5827,5343r14,l6025,5163r-68,-40e" fillcolor="silver" stroked="f">
                <v:path arrowok="t"/>
              </v:shape>
              <v:shape id="_x0000_s1597" style="position:absolute;left:3232;top:3743;width:2793;height:2460" coordorigin="3232,3743" coordsize="2793,2460" path="m5630,5003r-738,l4906,5023r45,l4969,5043r56,l5046,5063r22,l5091,5083r48,l5164,5103r27,l5218,5123r705,l5855,5083r-69,-20l5630,5003e" fillcolor="silver" stroked="f">
                <v:path arrowok="t"/>
              </v:shape>
              <v:shape id="_x0000_s1596" style="position:absolute;left:3232;top:3743;width:2793;height:2460" coordorigin="3232,3743" coordsize="2793,2460" path="m4696,4023r-398,l4316,4043r35,l4368,4063r18,l4403,4083r18,l4456,4123r18,l4510,4163r15,20l4539,4203r13,20l4564,4223r32,60l4613,4323r8,l4639,4383r8,60l4647,4463r-1,20l4635,4543r-11,40l4616,4583r-8,20l4598,4623r-11,20l4575,4663r-13,l4548,4683r-16,20l4516,4723r-18,20l4156,5083r407,l4596,5043r16,l4629,5023r17,l4663,5003r967,l5578,4983r-71,-20l5437,4923r-36,l5329,4883r-19,l5291,4863r-56,l5216,4843r-38,l5159,4823r-77,l5062,4803r-262,l4812,4783r33,-60l4871,4663r19,-60l4901,4543r3,-60l4904,4463r-8,-60l4881,4343r-6,-40l4850,4243r-31,-60l4779,4123r-47,-60l4715,4043r-19,-20e" fillcolor="silver" stroked="f">
                <v:path arrowok="t"/>
              </v:shape>
              <v:shape id="_x0000_s1595" style="position:absolute;left:3232;top:3743;width:2793;height:2460" coordorigin="3232,3743" coordsize="2793,2460" path="m4964,4783r-77,l4866,4803r115,l4964,4783e" fillcolor="silver" stroked="f">
                <v:path arrowok="t"/>
              </v:shape>
              <v:shape id="_x0000_s1594" style="position:absolute;left:3232;top:3743;width:2793;height:2460" coordorigin="3232,3743" coordsize="2793,2460" path="m4411,3803r-487,l3907,3823r-17,20l4463,3843r-17,-20l4429,3823r-18,-20e" fillcolor="silver" stroked="f">
                <v:path arrowok="t"/>
              </v:shape>
              <v:shape id="_x0000_s1593" style="position:absolute;left:3232;top:3743;width:2793;height:2460" coordorigin="3232,3743" coordsize="2793,2460" path="m4376,3783r-420,l3940,3803r454,l4376,3783e" fillcolor="silver" stroked="f">
                <v:path arrowok="t"/>
              </v:shape>
              <v:shape id="_x0000_s1592" style="position:absolute;left:3232;top:3743;width:2793;height:2460" coordorigin="3232,3743" coordsize="2793,2460" path="m4318,3763r-314,l3988,3783r351,l4318,3763e" fillcolor="silver" stroked="f">
                <v:path arrowok="t"/>
              </v:shape>
              <v:shape id="_x0000_s1591" style="position:absolute;left:3232;top:3743;width:2793;height:2460" coordorigin="3232,3743" coordsize="2793,2460" path="m4258,3743r-209,l4034,3763r244,l4258,3743e" fillcolor="silver" stroked="f">
                <v:path arrowok="t"/>
              </v:shape>
            </v:group>
            <v:group id="_x0000_s1586" style="position:absolute;left:4774;top:2756;width:2396;height:2367" coordorigin="4774,2756" coordsize="2396,2367">
              <v:shape id="_x0000_s1589" style="position:absolute;left:4774;top:2756;width:2396;height:2367" coordorigin="4774,2756" coordsize="2396,2367" path="m4944,2756r-170,170l4966,3255r825,1429l6046,5123r167,-167l6134,4825,5878,4398r-60,-98l6051,4067r-373,l5602,3939,5378,3553r-75,-128l5266,3363r-38,-61l5189,3241r-40,-59l5108,3123r-42,-57l5037,3028r391,l4944,2756e" fillcolor="silver" stroked="f">
                <v:path arrowok="t"/>
              </v:shape>
              <v:shape id="_x0000_s1588" style="position:absolute;left:4774;top:2756;width:2396;height:2367" coordorigin="4774,2756" coordsize="2396,2367" path="m6808,3795r-484,l6490,3891r168,95l6793,4060r104,55l7001,4168r170,-170l6808,3795e" fillcolor="silver" stroked="f">
                <v:path arrowok="t"/>
              </v:shape>
              <v:shape id="_x0000_s1587" style="position:absolute;left:4774;top:2756;width:2396;height:2367" coordorigin="4774,2756" coordsize="2396,2367" path="m5428,3028r-391,l5072,3050r95,62l5231,3152r118,71l6087,3658r-409,409l6051,4067r273,-272l6808,3795,5428,3028e" fillcolor="silver" stroked="f">
                <v:path arrowok="t"/>
              </v:shape>
            </v:group>
            <v:group id="_x0000_s1583" style="position:absolute;left:5573;top:1317;width:1893;height:2544" coordorigin="5573,1317" coordsize="1893,2544">
              <v:shape id="_x0000_s1585" style="position:absolute;left:5573;top:1317;width:1893;height:2544" coordorigin="5573,1317" coordsize="1893,2544" path="m6384,1317r-811,810l7308,3861r158,-159l6679,2915r204,-205l6474,2710,5937,2173r293,-294l6391,1715r96,-100l6582,1515,6384,1317e" fillcolor="silver" stroked="f">
                <v:path arrowok="t"/>
              </v:shape>
              <v:shape id="_x0000_s1584" style="position:absolute;left:5573;top:1317;width:1893;height:2544" coordorigin="5573,1317" coordsize="1893,2544" path="m7037,2147r-563,563l6883,2710r132,-135l7098,2489r83,-86l7235,2345,7037,2147e" fillcolor="silver" stroked="f">
                <v:path arrowok="t"/>
              </v:shape>
            </v:group>
            <v:group id="_x0000_s1580" style="position:absolute;left:6506;top:249;width:2282;height:2291" coordorigin="6506,249" coordsize="2282,2291">
              <v:shape id="_x0000_s1582" style="position:absolute;left:6506;top:249;width:2282;height:2291" coordorigin="6506,249" coordsize="2282,2291" path="m7417,1010r-317,l8629,2540r159,-159l7417,1010e" fillcolor="silver" stroked="f">
                <v:path arrowok="t"/>
              </v:shape>
              <v:shape id="_x0000_s1581" style="position:absolute;left:6506;top:249;width:2282;height:2291" coordorigin="6506,249" coordsize="2282,2291" path="m7451,249l7261,440,6740,966r-234,242l6704,1406r396,-396l7417,1010,7259,851,7397,712r79,-80l7554,550r77,-82l7649,447,7451,249e" fillcolor="silver" stroked="f">
                <v:path arrowok="t"/>
              </v:shape>
            </v:group>
            <v:group id="_x0000_s1578" style="position:absolute;left:1248;top:6480;width:9052;height:2" coordorigin="1248,6480" coordsize="9052,2">
              <v:shape id="_x0000_s1579" style="position:absolute;left:1248;top:6480;width:9052;height:2" coordorigin="1248,6480" coordsize="9052,0" path="m1248,6480r9052,e" filled="f" strokecolor="blue" strokeweight=".94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5"/>
        </w:rPr>
        <w:t>W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ore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40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al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oo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8"/>
        </w:rPr>
        <w:t>S</w:t>
      </w:r>
      <w:r w:rsidR="004F4CDC">
        <w:rPr>
          <w:rFonts w:ascii="Arial" w:eastAsia="Arial" w:hAnsi="Arial" w:cs="Arial"/>
          <w:spacing w:val="7"/>
        </w:rPr>
        <w:t>W</w:t>
      </w:r>
      <w:r w:rsidR="004F4CDC">
        <w:rPr>
          <w:rFonts w:ascii="Arial" w:eastAsia="Arial" w:hAnsi="Arial" w:cs="Arial"/>
        </w:rPr>
        <w:t xml:space="preserve">, 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bl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 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ested</w:t>
      </w:r>
      <w:r w:rsidR="004F4CDC">
        <w:rPr>
          <w:rFonts w:ascii="Arial" w:eastAsia="Arial" w:hAnsi="Arial" w:cs="Arial"/>
          <w:spacing w:val="30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30"/>
        </w:rPr>
        <w:t xml:space="preserve"> </w:t>
      </w:r>
      <w:r w:rsidR="004F4CDC">
        <w:rPr>
          <w:rFonts w:ascii="Arial" w:eastAsia="Arial" w:hAnsi="Arial" w:cs="Arial"/>
        </w:rPr>
        <w:t>sp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en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nta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</w:rPr>
        <w:t>across</w:t>
      </w:r>
      <w:r w:rsidR="004F4CDC">
        <w:rPr>
          <w:rFonts w:ascii="Arial" w:eastAsia="Arial" w:hAnsi="Arial" w:cs="Arial"/>
          <w:spacing w:val="30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ei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ge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9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 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ern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grey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este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 xml:space="preserve">ey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sp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x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4"/>
        </w:rPr>
        <w:t>d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1"/>
        </w:rPr>
        <w:t>A</w:t>
      </w:r>
      <w:r w:rsidR="004F4CDC">
        <w:rPr>
          <w:rFonts w:ascii="Arial" w:eastAsia="Arial" w:hAnsi="Arial" w:cs="Arial"/>
        </w:rPr>
        <w:t>ccord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al 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hre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 xml:space="preserve">he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bi</w:t>
      </w:r>
      <w:r w:rsidR="004F4CDC">
        <w:rPr>
          <w:rFonts w:ascii="Arial" w:eastAsia="Arial" w:hAnsi="Arial" w:cs="Arial"/>
          <w:spacing w:val="1"/>
        </w:rPr>
        <w:t>l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or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ser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us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h</w:t>
      </w:r>
      <w:r w:rsidR="004F4CDC">
        <w:rPr>
          <w:rFonts w:ascii="Arial" w:eastAsia="Arial" w:hAnsi="Arial" w:cs="Arial"/>
        </w:rPr>
        <w:t>e 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ested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sp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</w:rPr>
        <w:t>2</w:t>
      </w:r>
      <w:r w:rsidR="004F4CDC">
        <w:rPr>
          <w:rFonts w:ascii="Arial" w:eastAsia="Arial" w:hAnsi="Arial" w:cs="Arial"/>
          <w:spacing w:val="-1"/>
        </w:rPr>
        <w:t>0</w:t>
      </w:r>
      <w:r w:rsidR="004F4CDC">
        <w:rPr>
          <w:rFonts w:ascii="Arial" w:eastAsia="Arial" w:hAnsi="Arial" w:cs="Arial"/>
        </w:rPr>
        <w:t>0</w:t>
      </w:r>
      <w:r w:rsidR="004F4CDC">
        <w:rPr>
          <w:rFonts w:ascii="Arial" w:eastAsia="Arial" w:hAnsi="Arial" w:cs="Arial"/>
          <w:spacing w:val="-1"/>
        </w:rPr>
        <w:t>4</w:t>
      </w:r>
      <w:r w:rsidR="004F4CDC">
        <w:rPr>
          <w:rFonts w:ascii="Arial" w:eastAsia="Arial" w:hAnsi="Arial" w:cs="Arial"/>
          <w:spacing w:val="2"/>
        </w:rPr>
        <w:t>)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 com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es.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ory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UC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 does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 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sures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atus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ast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cern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39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3.2</w:t>
      </w:r>
      <w:r>
        <w:rPr>
          <w:rFonts w:ascii="Arial" w:eastAsia="Arial" w:hAnsi="Arial" w:cs="Arial"/>
          <w:b/>
          <w:bCs/>
          <w:i/>
          <w:spacing w:val="1"/>
        </w:rPr>
        <w:t>.</w:t>
      </w:r>
      <w:r>
        <w:rPr>
          <w:rFonts w:ascii="Arial" w:eastAsia="Arial" w:hAnsi="Arial" w:cs="Arial"/>
          <w:b/>
          <w:bCs/>
          <w:i/>
        </w:rPr>
        <w:t xml:space="preserve">1  </w:t>
      </w:r>
      <w:r>
        <w:rPr>
          <w:rFonts w:ascii="Arial" w:eastAsia="Arial" w:hAnsi="Arial" w:cs="Arial"/>
          <w:b/>
          <w:bCs/>
          <w:i/>
          <w:spacing w:val="4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sme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 xml:space="preserve">f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mpa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</w:rPr>
        <w:t xml:space="preserve">t 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o po</w:t>
      </w:r>
      <w:r>
        <w:rPr>
          <w:rFonts w:ascii="Arial" w:eastAsia="Arial" w:hAnsi="Arial" w:cs="Arial"/>
          <w:b/>
          <w:bCs/>
          <w:i/>
          <w:spacing w:val="-1"/>
        </w:rPr>
        <w:t>p</w:t>
      </w:r>
      <w:r>
        <w:rPr>
          <w:rFonts w:ascii="Arial" w:eastAsia="Arial" w:hAnsi="Arial" w:cs="Arial"/>
          <w:b/>
          <w:bCs/>
          <w:i/>
          <w:spacing w:val="-3"/>
        </w:rPr>
        <w:t>u</w:t>
      </w:r>
      <w:r>
        <w:rPr>
          <w:rFonts w:ascii="Arial" w:eastAsia="Arial" w:hAnsi="Arial" w:cs="Arial"/>
          <w:b/>
          <w:bCs/>
          <w:i/>
          <w:spacing w:val="1"/>
        </w:rPr>
        <w:t>l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2"/>
        </w:rPr>
        <w:t>t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on n</w:t>
      </w:r>
      <w:r>
        <w:rPr>
          <w:rFonts w:ascii="Arial" w:eastAsia="Arial" w:hAnsi="Arial" w:cs="Arial"/>
          <w:b/>
          <w:bCs/>
          <w:i/>
          <w:spacing w:val="-3"/>
        </w:rPr>
        <w:t>u</w:t>
      </w:r>
      <w:r>
        <w:rPr>
          <w:rFonts w:ascii="Arial" w:eastAsia="Arial" w:hAnsi="Arial" w:cs="Arial"/>
          <w:b/>
          <w:bCs/>
          <w:i/>
        </w:rPr>
        <w:t>mbers</w:t>
      </w:r>
    </w:p>
    <w:p w:rsidR="00A708F6" w:rsidRDefault="004F4CDC">
      <w:pPr>
        <w:spacing w:before="66" w:after="0" w:line="252" w:lineRule="exact"/>
        <w:ind w:left="108" w:right="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sca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urope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 of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1"/>
        </w:rPr>
        <w:t>bili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</w:rPr>
        <w:t>o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5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otas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are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31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3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3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cey 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8;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4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ethods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hyperlink r:id="rId28">
        <w:r>
          <w:rPr>
            <w:rFonts w:ascii="Arial" w:eastAsia="Arial" w:hAnsi="Arial" w:cs="Arial"/>
            <w:color w:val="0000FF"/>
          </w:rPr>
          <w:t>ht</w:t>
        </w:r>
        <w:r>
          <w:rPr>
            <w:rFonts w:ascii="Arial" w:eastAsia="Arial" w:hAnsi="Arial" w:cs="Arial"/>
            <w:color w:val="0000FF"/>
            <w:spacing w:val="2"/>
          </w:rPr>
          <w:t>t</w:t>
        </w:r>
        <w:r>
          <w:rPr>
            <w:rFonts w:ascii="Arial" w:eastAsia="Arial" w:hAnsi="Arial" w:cs="Arial"/>
            <w:color w:val="0000FF"/>
            <w:spacing w:val="-3"/>
          </w:rPr>
          <w:t>p</w:t>
        </w:r>
        <w:r>
          <w:rPr>
            <w:rFonts w:ascii="Arial" w:eastAsia="Arial" w:hAnsi="Arial" w:cs="Arial"/>
            <w:color w:val="0000FF"/>
            <w:spacing w:val="1"/>
          </w:rPr>
          <w:t>:</w:t>
        </w:r>
        <w:r>
          <w:rPr>
            <w:rFonts w:ascii="Arial" w:eastAsia="Arial" w:hAnsi="Arial" w:cs="Arial"/>
            <w:color w:val="0000FF"/>
            <w:spacing w:val="-1"/>
          </w:rPr>
          <w:t>/</w:t>
        </w:r>
        <w:r>
          <w:rPr>
            <w:rFonts w:ascii="Arial" w:eastAsia="Arial" w:hAnsi="Arial" w:cs="Arial"/>
            <w:color w:val="0000FF"/>
            <w:spacing w:val="1"/>
          </w:rPr>
          <w:t>/</w:t>
        </w:r>
        <w:r>
          <w:rPr>
            <w:rFonts w:ascii="Arial" w:eastAsia="Arial" w:hAnsi="Arial" w:cs="Arial"/>
            <w:color w:val="0000FF"/>
            <w:spacing w:val="-1"/>
          </w:rPr>
          <w:t>ww</w:t>
        </w:r>
        <w:r>
          <w:rPr>
            <w:rFonts w:ascii="Arial" w:eastAsia="Arial" w:hAnsi="Arial" w:cs="Arial"/>
            <w:color w:val="0000FF"/>
            <w:spacing w:val="-3"/>
          </w:rPr>
          <w:t>w</w:t>
        </w:r>
        <w:r>
          <w:rPr>
            <w:rFonts w:ascii="Arial" w:eastAsia="Arial" w:hAnsi="Arial" w:cs="Arial"/>
            <w:color w:val="0000FF"/>
            <w:spacing w:val="1"/>
          </w:rPr>
          <w:t>.</w:t>
        </w:r>
        <w:r>
          <w:rPr>
            <w:rFonts w:ascii="Arial" w:eastAsia="Arial" w:hAnsi="Arial" w:cs="Arial"/>
            <w:color w:val="0000FF"/>
          </w:rPr>
          <w:t>e</w:t>
        </w:r>
        <w:r>
          <w:rPr>
            <w:rFonts w:ascii="Arial" w:eastAsia="Arial" w:hAnsi="Arial" w:cs="Arial"/>
            <w:color w:val="0000FF"/>
            <w:spacing w:val="-1"/>
          </w:rPr>
          <w:t>n</w:t>
        </w:r>
        <w:r>
          <w:rPr>
            <w:rFonts w:ascii="Arial" w:eastAsia="Arial" w:hAnsi="Arial" w:cs="Arial"/>
            <w:color w:val="0000FF"/>
          </w:rPr>
          <w:t>v</w:t>
        </w:r>
        <w:r>
          <w:rPr>
            <w:rFonts w:ascii="Arial" w:eastAsia="Arial" w:hAnsi="Arial" w:cs="Arial"/>
            <w:color w:val="0000FF"/>
            <w:spacing w:val="-1"/>
          </w:rPr>
          <w:t>i</w:t>
        </w:r>
        <w:r>
          <w:rPr>
            <w:rFonts w:ascii="Arial" w:eastAsia="Arial" w:hAnsi="Arial" w:cs="Arial"/>
            <w:color w:val="0000FF"/>
            <w:spacing w:val="1"/>
          </w:rPr>
          <w:t>r</w:t>
        </w:r>
        <w:r>
          <w:rPr>
            <w:rFonts w:ascii="Arial" w:eastAsia="Arial" w:hAnsi="Arial" w:cs="Arial"/>
            <w:color w:val="0000FF"/>
          </w:rPr>
          <w:t>o</w:t>
        </w:r>
        <w:r>
          <w:rPr>
            <w:rFonts w:ascii="Arial" w:eastAsia="Arial" w:hAnsi="Arial" w:cs="Arial"/>
            <w:color w:val="0000FF"/>
            <w:spacing w:val="-1"/>
          </w:rPr>
          <w:t>n</w:t>
        </w:r>
        <w:r>
          <w:rPr>
            <w:rFonts w:ascii="Arial" w:eastAsia="Arial" w:hAnsi="Arial" w:cs="Arial"/>
            <w:color w:val="0000FF"/>
            <w:spacing w:val="1"/>
          </w:rPr>
          <w:t>m</w:t>
        </w:r>
        <w:r>
          <w:rPr>
            <w:rFonts w:ascii="Arial" w:eastAsia="Arial" w:hAnsi="Arial" w:cs="Arial"/>
            <w:color w:val="0000FF"/>
          </w:rPr>
          <w:t>e</w:t>
        </w:r>
        <w:r>
          <w:rPr>
            <w:rFonts w:ascii="Arial" w:eastAsia="Arial" w:hAnsi="Arial" w:cs="Arial"/>
            <w:color w:val="0000FF"/>
            <w:spacing w:val="-1"/>
          </w:rPr>
          <w:t>nt.</w:t>
        </w:r>
        <w:r>
          <w:rPr>
            <w:rFonts w:ascii="Arial" w:eastAsia="Arial" w:hAnsi="Arial" w:cs="Arial"/>
            <w:color w:val="0000FF"/>
          </w:rPr>
          <w:t>ns</w:t>
        </w:r>
        <w:r>
          <w:rPr>
            <w:rFonts w:ascii="Arial" w:eastAsia="Arial" w:hAnsi="Arial" w:cs="Arial"/>
            <w:color w:val="0000FF"/>
            <w:spacing w:val="-4"/>
          </w:rPr>
          <w:t>w</w:t>
        </w:r>
        <w:r>
          <w:rPr>
            <w:rFonts w:ascii="Arial" w:eastAsia="Arial" w:hAnsi="Arial" w:cs="Arial"/>
            <w:color w:val="0000FF"/>
            <w:spacing w:val="1"/>
          </w:rPr>
          <w:t>.</w:t>
        </w:r>
        <w:r>
          <w:rPr>
            <w:rFonts w:ascii="Arial" w:eastAsia="Arial" w:hAnsi="Arial" w:cs="Arial"/>
            <w:color w:val="0000FF"/>
            <w:spacing w:val="2"/>
          </w:rPr>
          <w:t>g</w:t>
        </w:r>
        <w:r>
          <w:rPr>
            <w:rFonts w:ascii="Arial" w:eastAsia="Arial" w:hAnsi="Arial" w:cs="Arial"/>
            <w:color w:val="0000FF"/>
          </w:rPr>
          <w:t>o</w:t>
        </w:r>
        <w:r>
          <w:rPr>
            <w:rFonts w:ascii="Arial" w:eastAsia="Arial" w:hAnsi="Arial" w:cs="Arial"/>
            <w:color w:val="0000FF"/>
            <w:spacing w:val="-3"/>
          </w:rPr>
          <w:t>v</w:t>
        </w:r>
        <w:r>
          <w:rPr>
            <w:rFonts w:ascii="Arial" w:eastAsia="Arial" w:hAnsi="Arial" w:cs="Arial"/>
            <w:color w:val="0000FF"/>
            <w:spacing w:val="1"/>
          </w:rPr>
          <w:t>.</w:t>
        </w:r>
        <w:r>
          <w:rPr>
            <w:rFonts w:ascii="Arial" w:eastAsia="Arial" w:hAnsi="Arial" w:cs="Arial"/>
            <w:color w:val="0000FF"/>
          </w:rPr>
          <w:t>a</w:t>
        </w:r>
        <w:r>
          <w:rPr>
            <w:rFonts w:ascii="Arial" w:eastAsia="Arial" w:hAnsi="Arial" w:cs="Arial"/>
            <w:color w:val="0000FF"/>
            <w:spacing w:val="-1"/>
          </w:rPr>
          <w:t>u</w:t>
        </w:r>
        <w:r>
          <w:rPr>
            <w:rFonts w:ascii="Arial" w:eastAsia="Arial" w:hAnsi="Arial" w:cs="Arial"/>
            <w:color w:val="0000FF"/>
            <w:spacing w:val="1"/>
          </w:rPr>
          <w:t>/</w:t>
        </w:r>
        <w:r>
          <w:rPr>
            <w:rFonts w:ascii="Arial" w:eastAsia="Arial" w:hAnsi="Arial" w:cs="Arial"/>
            <w:color w:val="0000FF"/>
            <w:spacing w:val="-3"/>
          </w:rPr>
          <w:t>w</w:t>
        </w:r>
        <w:r>
          <w:rPr>
            <w:rFonts w:ascii="Arial" w:eastAsia="Arial" w:hAnsi="Arial" w:cs="Arial"/>
            <w:color w:val="0000FF"/>
            <w:spacing w:val="-1"/>
          </w:rPr>
          <w:t>il</w:t>
        </w:r>
        <w:r>
          <w:rPr>
            <w:rFonts w:ascii="Arial" w:eastAsia="Arial" w:hAnsi="Arial" w:cs="Arial"/>
            <w:color w:val="0000FF"/>
            <w:spacing w:val="2"/>
          </w:rPr>
          <w:t>d</w:t>
        </w:r>
        <w:r>
          <w:rPr>
            <w:rFonts w:ascii="Arial" w:eastAsia="Arial" w:hAnsi="Arial" w:cs="Arial"/>
            <w:color w:val="0000FF"/>
            <w:spacing w:val="-1"/>
          </w:rPr>
          <w:t>li</w:t>
        </w:r>
        <w:r>
          <w:rPr>
            <w:rFonts w:ascii="Arial" w:eastAsia="Arial" w:hAnsi="Arial" w:cs="Arial"/>
            <w:color w:val="0000FF"/>
            <w:spacing w:val="3"/>
          </w:rPr>
          <w:t>f</w:t>
        </w:r>
        <w:r>
          <w:rPr>
            <w:rFonts w:ascii="Arial" w:eastAsia="Arial" w:hAnsi="Arial" w:cs="Arial"/>
            <w:color w:val="0000FF"/>
          </w:rPr>
          <w:t>eman</w:t>
        </w:r>
        <w:r>
          <w:rPr>
            <w:rFonts w:ascii="Arial" w:eastAsia="Arial" w:hAnsi="Arial" w:cs="Arial"/>
            <w:color w:val="0000FF"/>
            <w:spacing w:val="-3"/>
          </w:rPr>
          <w:t>a</w:t>
        </w:r>
        <w:r>
          <w:rPr>
            <w:rFonts w:ascii="Arial" w:eastAsia="Arial" w:hAnsi="Arial" w:cs="Arial"/>
            <w:color w:val="0000FF"/>
            <w:spacing w:val="2"/>
          </w:rPr>
          <w:t>g</w:t>
        </w:r>
        <w:r>
          <w:rPr>
            <w:rFonts w:ascii="Arial" w:eastAsia="Arial" w:hAnsi="Arial" w:cs="Arial"/>
            <w:color w:val="0000FF"/>
            <w:spacing w:val="-3"/>
          </w:rPr>
          <w:t>e</w:t>
        </w:r>
        <w:r>
          <w:rPr>
            <w:rFonts w:ascii="Arial" w:eastAsia="Arial" w:hAnsi="Arial" w:cs="Arial"/>
            <w:color w:val="0000FF"/>
            <w:spacing w:val="1"/>
          </w:rPr>
          <w:t>m</w:t>
        </w:r>
        <w:r>
          <w:rPr>
            <w:rFonts w:ascii="Arial" w:eastAsia="Arial" w:hAnsi="Arial" w:cs="Arial"/>
            <w:color w:val="0000FF"/>
          </w:rPr>
          <w:t>e</w:t>
        </w:r>
        <w:r>
          <w:rPr>
            <w:rFonts w:ascii="Arial" w:eastAsia="Arial" w:hAnsi="Arial" w:cs="Arial"/>
            <w:color w:val="0000FF"/>
            <w:spacing w:val="-1"/>
          </w:rPr>
          <w:t>nt</w:t>
        </w:r>
        <w:r>
          <w:rPr>
            <w:rFonts w:ascii="Arial" w:eastAsia="Arial" w:hAnsi="Arial" w:cs="Arial"/>
            <w:color w:val="0000FF"/>
            <w:spacing w:val="1"/>
          </w:rPr>
          <w:t>/</w:t>
        </w:r>
        <w:r>
          <w:rPr>
            <w:rFonts w:ascii="Arial" w:eastAsia="Arial" w:hAnsi="Arial" w:cs="Arial"/>
            <w:color w:val="0000FF"/>
            <w:spacing w:val="-1"/>
          </w:rPr>
          <w:t>K</w:t>
        </w:r>
        <w:r>
          <w:rPr>
            <w:rFonts w:ascii="Arial" w:eastAsia="Arial" w:hAnsi="Arial" w:cs="Arial"/>
            <w:color w:val="0000FF"/>
          </w:rPr>
          <w:t>a</w:t>
        </w:r>
        <w:r>
          <w:rPr>
            <w:rFonts w:ascii="Arial" w:eastAsia="Arial" w:hAnsi="Arial" w:cs="Arial"/>
            <w:color w:val="0000FF"/>
            <w:spacing w:val="-3"/>
          </w:rPr>
          <w:t>n</w:t>
        </w:r>
        <w:r>
          <w:rPr>
            <w:rFonts w:ascii="Arial" w:eastAsia="Arial" w:hAnsi="Arial" w:cs="Arial"/>
            <w:color w:val="0000FF"/>
            <w:spacing w:val="2"/>
          </w:rPr>
          <w:t>g</w:t>
        </w:r>
        <w:r>
          <w:rPr>
            <w:rFonts w:ascii="Arial" w:eastAsia="Arial" w:hAnsi="Arial" w:cs="Arial"/>
            <w:color w:val="0000FF"/>
          </w:rPr>
          <w:t>aroo</w:t>
        </w:r>
        <w:r>
          <w:rPr>
            <w:rFonts w:ascii="Arial" w:eastAsia="Arial" w:hAnsi="Arial" w:cs="Arial"/>
            <w:color w:val="0000FF"/>
            <w:spacing w:val="-4"/>
          </w:rPr>
          <w:t>M</w:t>
        </w:r>
        <w:r>
          <w:rPr>
            <w:rFonts w:ascii="Arial" w:eastAsia="Arial" w:hAnsi="Arial" w:cs="Arial"/>
            <w:color w:val="0000FF"/>
          </w:rPr>
          <w:t>a</w:t>
        </w:r>
        <w:r>
          <w:rPr>
            <w:rFonts w:ascii="Arial" w:eastAsia="Arial" w:hAnsi="Arial" w:cs="Arial"/>
            <w:color w:val="0000FF"/>
            <w:spacing w:val="-1"/>
          </w:rPr>
          <w:t>n</w:t>
        </w:r>
        <w:r>
          <w:rPr>
            <w:rFonts w:ascii="Arial" w:eastAsia="Arial" w:hAnsi="Arial" w:cs="Arial"/>
            <w:color w:val="0000FF"/>
          </w:rPr>
          <w:t>a</w:t>
        </w:r>
        <w:r>
          <w:rPr>
            <w:rFonts w:ascii="Arial" w:eastAsia="Arial" w:hAnsi="Arial" w:cs="Arial"/>
            <w:color w:val="0000FF"/>
            <w:spacing w:val="-1"/>
          </w:rPr>
          <w:t>g</w:t>
        </w:r>
        <w:r>
          <w:rPr>
            <w:rFonts w:ascii="Arial" w:eastAsia="Arial" w:hAnsi="Arial" w:cs="Arial"/>
            <w:color w:val="0000FF"/>
          </w:rPr>
          <w:t>emen</w:t>
        </w:r>
        <w:r>
          <w:rPr>
            <w:rFonts w:ascii="Arial" w:eastAsia="Arial" w:hAnsi="Arial" w:cs="Arial"/>
            <w:color w:val="0000FF"/>
            <w:spacing w:val="1"/>
          </w:rPr>
          <w:t>t</w:t>
        </w:r>
        <w:r>
          <w:rPr>
            <w:rFonts w:ascii="Arial" w:eastAsia="Arial" w:hAnsi="Arial" w:cs="Arial"/>
            <w:color w:val="0000FF"/>
            <w:spacing w:val="-3"/>
          </w:rPr>
          <w:t>P</w:t>
        </w:r>
        <w:r>
          <w:rPr>
            <w:rFonts w:ascii="Arial" w:eastAsia="Arial" w:hAnsi="Arial" w:cs="Arial"/>
            <w:color w:val="0000FF"/>
            <w:spacing w:val="1"/>
          </w:rPr>
          <w:t>r</w:t>
        </w:r>
        <w:r>
          <w:rPr>
            <w:rFonts w:ascii="Arial" w:eastAsia="Arial" w:hAnsi="Arial" w:cs="Arial"/>
            <w:color w:val="0000FF"/>
            <w:spacing w:val="-3"/>
          </w:rPr>
          <w:t>o</w:t>
        </w:r>
        <w:r>
          <w:rPr>
            <w:rFonts w:ascii="Arial" w:eastAsia="Arial" w:hAnsi="Arial" w:cs="Arial"/>
            <w:color w:val="0000FF"/>
            <w:spacing w:val="2"/>
          </w:rPr>
          <w:t>g</w:t>
        </w:r>
        <w:r>
          <w:rPr>
            <w:rFonts w:ascii="Arial" w:eastAsia="Arial" w:hAnsi="Arial" w:cs="Arial"/>
            <w:color w:val="0000FF"/>
            <w:spacing w:val="1"/>
          </w:rPr>
          <w:t>r</w:t>
        </w:r>
        <w:r>
          <w:rPr>
            <w:rFonts w:ascii="Arial" w:eastAsia="Arial" w:hAnsi="Arial" w:cs="Arial"/>
            <w:color w:val="0000FF"/>
            <w:spacing w:val="-3"/>
          </w:rPr>
          <w:t>a</w:t>
        </w:r>
        <w:r>
          <w:rPr>
            <w:rFonts w:ascii="Arial" w:eastAsia="Arial" w:hAnsi="Arial" w:cs="Arial"/>
            <w:color w:val="0000FF"/>
            <w:spacing w:val="1"/>
          </w:rPr>
          <w:t>m.</w:t>
        </w:r>
        <w:r>
          <w:rPr>
            <w:rFonts w:ascii="Arial" w:eastAsia="Arial" w:hAnsi="Arial" w:cs="Arial"/>
            <w:color w:val="0000FF"/>
            <w:spacing w:val="-3"/>
          </w:rPr>
          <w:t>h</w:t>
        </w:r>
        <w:r>
          <w:rPr>
            <w:rFonts w:ascii="Arial" w:eastAsia="Arial" w:hAnsi="Arial" w:cs="Arial"/>
            <w:color w:val="0000FF"/>
            <w:spacing w:val="1"/>
          </w:rPr>
          <w:t>t</w:t>
        </w:r>
        <w:r>
          <w:rPr>
            <w:rFonts w:ascii="Arial" w:eastAsia="Arial" w:hAnsi="Arial" w:cs="Arial"/>
            <w:color w:val="0000FF"/>
            <w:spacing w:val="5"/>
          </w:rPr>
          <w:t>m</w:t>
        </w:r>
      </w:hyperlink>
      <w:r>
        <w:rPr>
          <w:rFonts w:ascii="Arial" w:eastAsia="Arial" w:hAnsi="Arial" w:cs="Arial"/>
          <w:color w:val="000000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aroo 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17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od 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propo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1),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 has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proach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in</w:t>
      </w:r>
      <w:r>
        <w:rPr>
          <w:rFonts w:ascii="Arial" w:eastAsia="Arial" w:hAnsi="Arial" w:cs="Arial"/>
        </w:rPr>
        <w:t>g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199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ery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carca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ested)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8" w:after="0" w:line="240" w:lineRule="exact"/>
        <w:rPr>
          <w:sz w:val="24"/>
          <w:szCs w:val="24"/>
        </w:rPr>
      </w:pPr>
    </w:p>
    <w:p w:rsidR="00A708F6" w:rsidRDefault="004F4CDC">
      <w:pPr>
        <w:spacing w:after="0" w:line="252" w:lineRule="exact"/>
        <w:ind w:left="108" w:right="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erence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 or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cer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</w:p>
    <w:p w:rsidR="00A708F6" w:rsidRDefault="004F4CDC">
      <w:pPr>
        <w:spacing w:after="0" w:line="251" w:lineRule="exact"/>
        <w:ind w:left="108" w:right="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nstanc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</w:p>
    <w:p w:rsidR="00A708F6" w:rsidRDefault="004F4CDC">
      <w:pPr>
        <w:spacing w:before="3" w:after="0" w:line="252" w:lineRule="exact"/>
        <w:ind w:left="108" w:right="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a no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1.</w:t>
      </w:r>
    </w:p>
    <w:p w:rsidR="00A708F6" w:rsidRDefault="00A708F6">
      <w:pPr>
        <w:spacing w:after="0"/>
        <w:jc w:val="both"/>
        <w:sectPr w:rsidR="00A708F6">
          <w:pgSz w:w="11920" w:h="16860"/>
          <w:pgMar w:top="1180" w:right="1120" w:bottom="1560" w:left="1140" w:header="0" w:footer="1363" w:gutter="0"/>
          <w:cols w:space="720"/>
        </w:sectPr>
      </w:pPr>
    </w:p>
    <w:p w:rsidR="00A708F6" w:rsidRDefault="004F4CDC">
      <w:pPr>
        <w:spacing w:before="65" w:after="0" w:line="239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cass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es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 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cass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drop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cass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hts.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4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n be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n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5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3.2</w:t>
      </w:r>
      <w:r>
        <w:rPr>
          <w:rFonts w:ascii="Arial" w:eastAsia="Arial" w:hAnsi="Arial" w:cs="Arial"/>
          <w:b/>
          <w:bCs/>
          <w:i/>
          <w:spacing w:val="2"/>
        </w:rPr>
        <w:t>.</w:t>
      </w:r>
      <w:r>
        <w:rPr>
          <w:rFonts w:ascii="Arial" w:eastAsia="Arial" w:hAnsi="Arial" w:cs="Arial"/>
          <w:b/>
          <w:bCs/>
          <w:i/>
        </w:rPr>
        <w:t xml:space="preserve">2  </w:t>
      </w:r>
      <w:r>
        <w:rPr>
          <w:rFonts w:ascii="Arial" w:eastAsia="Arial" w:hAnsi="Arial" w:cs="Arial"/>
          <w:b/>
          <w:bCs/>
          <w:i/>
          <w:spacing w:val="4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sme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 xml:space="preserve">f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mpa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</w:rPr>
        <w:t xml:space="preserve">t 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o ge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  <w:spacing w:val="-3"/>
        </w:rPr>
        <w:t>e</w:t>
      </w:r>
      <w:r>
        <w:rPr>
          <w:rFonts w:ascii="Arial" w:eastAsia="Arial" w:hAnsi="Arial" w:cs="Arial"/>
          <w:b/>
          <w:bCs/>
          <w:i/>
          <w:spacing w:val="1"/>
        </w:rPr>
        <w:t>ti</w:t>
      </w:r>
      <w:r>
        <w:rPr>
          <w:rFonts w:ascii="Arial" w:eastAsia="Arial" w:hAnsi="Arial" w:cs="Arial"/>
          <w:b/>
          <w:bCs/>
          <w:i/>
        </w:rPr>
        <w:t>c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3"/>
        </w:rPr>
        <w:t>n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</w:rPr>
        <w:t>r</w:t>
      </w:r>
      <w:r>
        <w:rPr>
          <w:rFonts w:ascii="Arial" w:eastAsia="Arial" w:hAnsi="Arial" w:cs="Arial"/>
          <w:b/>
          <w:bCs/>
          <w:i/>
          <w:spacing w:val="-1"/>
        </w:rPr>
        <w:t>i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y</w:t>
      </w:r>
    </w:p>
    <w:p w:rsidR="00A708F6" w:rsidRDefault="002B0ED0">
      <w:pPr>
        <w:spacing w:before="61" w:after="0" w:line="240" w:lineRule="auto"/>
        <w:ind w:left="108" w:right="43"/>
        <w:jc w:val="both"/>
        <w:rPr>
          <w:rFonts w:ascii="Arial" w:eastAsia="Arial" w:hAnsi="Arial" w:cs="Arial"/>
        </w:rPr>
      </w:pPr>
      <w:r>
        <w:pict>
          <v:group id="_x0000_s1553" style="position:absolute;left:0;text-align:left;margin-left:100.4pt;margin-top:55.55pt;width:339.5pt;height:359.35pt;z-index:-251657728;mso-position-horizontal-relative:page" coordorigin="2008,1111" coordsize="6790,7187">
            <v:group id="_x0000_s1574" style="position:absolute;left:2018;top:5896;width:2386;height:2393" coordorigin="2018,5896" coordsize="2386,2393">
              <v:shape id="_x0000_s1576" style="position:absolute;left:2018;top:5896;width:2386;height:2393" coordorigin="2018,5896" coordsize="2386,2393" path="m2917,5896r-78,5l2763,5916r-74,26l2633,5973r-62,43l2522,6057r-53,47l2407,6166r-389,388l3753,8289r363,-364l3707,7925,2383,6600r268,-269l2705,6283r50,-40l2819,6203r60,-25l2946,6167r634,-1l3557,6150r-65,-45l3429,6065r-63,-35l3304,5999r-61,-27l3182,5949r-61,-20l3060,5914r-62,-12l2937,5896r-20,e" fillcolor="silver" stroked="f">
                <v:path arrowok="t"/>
              </v:shape>
              <v:shape id="_x0000_s1575" style="position:absolute;left:2018;top:5896;width:2386;height:2393" coordorigin="2018,5896" coordsize="2386,2393" path="m3580,6166r-598,l3000,6167r19,1l3098,6181r63,19l3228,6225r64,32l3359,6296r69,47l3500,6397r49,41l3599,6482r51,47l3703,6581r48,49l3796,6679r43,49l3880,6777r38,48l3954,6874r49,74l4047,7022r37,71l4109,7155r18,59l4139,7289r1,36l4140,7343r-10,68l4106,7478r-40,68l4027,7599r-48,53l3707,7925r409,l4186,7855r52,-56l4283,7743r38,-57l4352,7628r24,-59l4392,7509r10,-60l4404,7386r-1,-22l4396,7297r-14,-71l4360,7151r-28,-78l4295,6991r-28,-55l4236,6880r-35,-57l4164,6767r-41,-57l4078,6652r-47,-58l3980,6536r-54,-58l3869,6419r-46,-45l3778,6332r-45,-41l3667,6234r-66,-52l3580,6166e" fillcolor="silver" stroked="f">
                <v:path arrowok="t"/>
              </v:shape>
            </v:group>
            <v:group id="_x0000_s1564" style="position:absolute;left:3232;top:4615;width:2793;height:2460" coordorigin="3232,4615" coordsize="2793,2460">
              <v:shape id="_x0000_s1573" style="position:absolute;left:3232;top:4615;width:2793;height:2460" coordorigin="3232,4615" coordsize="2793,2460" path="m4480,4715r-607,l3855,4735r-17,20l3820,4775r-18,l3783,4795r-18,20l3738,4855r-506,500l4966,7075r159,-140l4588,6375r-38,-20l4362,6155r184,-180l4563,5955r-407,l3583,5375r391,-380l3990,4975r17,-20l4024,4955r16,-20l4058,4935r17,-20l4093,4915r18,-20l4696,4895r-19,-20l4656,4855r-15,-20l4625,4835r-31,-40l4578,4795r-16,-20l4546,4755r-16,l4514,4735r-17,l4480,4715e" fillcolor="silver" stroked="f">
                <v:path arrowok="t"/>
              </v:shape>
              <v:shape id="_x0000_s1572" style="position:absolute;left:3232;top:4615;width:2793;height:2460" coordorigin="3232,4615" coordsize="2793,2460" path="m5957,5995r-711,l5275,6015r30,20l5331,6035r26,20l5383,6055r26,20l5565,6135r210,60l5827,6215r14,l6025,6035r-68,-40e" fillcolor="silver" stroked="f">
                <v:path arrowok="t"/>
              </v:shape>
              <v:shape id="_x0000_s1571" style="position:absolute;left:3232;top:4615;width:2793;height:2460" coordorigin="3232,4615" coordsize="2793,2460" path="m5630,5875r-738,l4906,5895r45,l4969,5915r56,l5046,5935r22,l5091,5955r48,l5164,5975r27,l5218,5995r705,l5855,5955r-69,-20l5630,5875e" fillcolor="silver" stroked="f">
                <v:path arrowok="t"/>
              </v:shape>
              <v:shape id="_x0000_s1570" style="position:absolute;left:3232;top:4615;width:2793;height:2460" coordorigin="3232,4615" coordsize="2793,2460" path="m4696,4895r-398,l4316,4915r35,l4368,4935r18,l4403,4955r18,l4456,4995r18,l4510,5035r15,20l4539,5075r13,20l4564,5095r32,60l4613,5195r8,l4639,5255r8,60l4647,5335r-1,20l4635,5415r-11,40l4616,5455r-8,20l4598,5495r-11,20l4575,5535r-13,l4548,5555r-16,20l4516,5595r-18,20l4156,5955r407,l4596,5915r16,l4629,5895r17,l4663,5875r967,l5578,5855r-71,-20l5437,5795r-36,l5329,5755r-19,l5291,5735r-56,l5216,5715r-38,l5159,5695r-77,l5062,5675r-262,l4812,5655r33,-60l4871,5535r19,-60l4901,5415r3,-60l4904,5335r-8,-60l4881,5215r-6,-40l4850,5115r-31,-60l4779,4995r-47,-60l4715,4915r-19,-20e" fillcolor="silver" stroked="f">
                <v:path arrowok="t"/>
              </v:shape>
              <v:shape id="_x0000_s1569" style="position:absolute;left:3232;top:4615;width:2793;height:2460" coordorigin="3232,4615" coordsize="2793,2460" path="m4964,5655r-77,l4866,5675r115,l4964,5655e" fillcolor="silver" stroked="f">
                <v:path arrowok="t"/>
              </v:shape>
              <v:shape id="_x0000_s1568" style="position:absolute;left:3232;top:4615;width:2793;height:2460" coordorigin="3232,4615" coordsize="2793,2460" path="m4411,4675r-487,l3907,4695r-17,20l4463,4715r-17,-20l4429,4695r-18,-20e" fillcolor="silver" stroked="f">
                <v:path arrowok="t"/>
              </v:shape>
              <v:shape id="_x0000_s1567" style="position:absolute;left:3232;top:4615;width:2793;height:2460" coordorigin="3232,4615" coordsize="2793,2460" path="m4376,4655r-420,l3940,4675r454,l4376,4655e" fillcolor="silver" stroked="f">
                <v:path arrowok="t"/>
              </v:shape>
              <v:shape id="_x0000_s1566" style="position:absolute;left:3232;top:4615;width:2793;height:2460" coordorigin="3232,4615" coordsize="2793,2460" path="m4318,4635r-314,l3988,4655r351,l4318,4635e" fillcolor="silver" stroked="f">
                <v:path arrowok="t"/>
              </v:shape>
              <v:shape id="_x0000_s1565" style="position:absolute;left:3232;top:4615;width:2793;height:2460" coordorigin="3232,4615" coordsize="2793,2460" path="m4258,4615r-209,l4034,4635r244,l4258,4615e" fillcolor="silver" stroked="f">
                <v:path arrowok="t"/>
              </v:shape>
            </v:group>
            <v:group id="_x0000_s1560" style="position:absolute;left:4774;top:3629;width:2396;height:2367" coordorigin="4774,3629" coordsize="2396,2367">
              <v:shape id="_x0000_s1563" style="position:absolute;left:4774;top:3629;width:2396;height:2367" coordorigin="4774,3629" coordsize="2396,2367" path="m4944,3629r-170,169l4966,4127r825,1429l6046,5995r167,-167l6134,5697,5878,5270r-60,-98l6051,4939r-373,l5602,4811,5378,4425r-75,-128l5266,4235r-38,-61l5189,4113r-40,-59l5108,3995r-42,-57l5037,3900r391,l4944,3629e" fillcolor="silver" stroked="f">
                <v:path arrowok="t"/>
              </v:shape>
              <v:shape id="_x0000_s1562" style="position:absolute;left:4774;top:3629;width:2396;height:2367" coordorigin="4774,3629" coordsize="2396,2367" path="m6808,4667r-484,l6490,4763r168,95l6793,4932r104,55l7001,5040r170,-170l6808,4667e" fillcolor="silver" stroked="f">
                <v:path arrowok="t"/>
              </v:shape>
              <v:shape id="_x0000_s1561" style="position:absolute;left:4774;top:3629;width:2396;height:2367" coordorigin="4774,3629" coordsize="2396,2367" path="m5428,3900r-391,l5072,3923r95,61l5231,4024r118,72l6087,4530r-409,409l6051,4939r273,-272l6808,4667,5428,3900e" fillcolor="silver" stroked="f">
                <v:path arrowok="t"/>
              </v:shape>
            </v:group>
            <v:group id="_x0000_s1557" style="position:absolute;left:5573;top:2189;width:1893;height:2544" coordorigin="5573,2189" coordsize="1893,2544">
              <v:shape id="_x0000_s1559" style="position:absolute;left:5573;top:2189;width:1893;height:2544" coordorigin="5573,2189" coordsize="1893,2544" path="m6384,2189r-811,810l7308,4734r158,-159l6679,3787r204,-205l6474,3582,5937,3045r293,-294l6391,2587r96,-100l6582,2387,6384,2189e" fillcolor="silver" stroked="f">
                <v:path arrowok="t"/>
              </v:shape>
              <v:shape id="_x0000_s1558" style="position:absolute;left:5573;top:2189;width:1893;height:2544" coordorigin="5573,2189" coordsize="1893,2544" path="m7037,3019r-563,563l6883,3582r132,-135l7098,3361r83,-86l7235,3217,7037,3019e" fillcolor="silver" stroked="f">
                <v:path arrowok="t"/>
              </v:shape>
            </v:group>
            <v:group id="_x0000_s1554" style="position:absolute;left:6506;top:1121;width:2282;height:2291" coordorigin="6506,1121" coordsize="2282,2291">
              <v:shape id="_x0000_s1556" style="position:absolute;left:6506;top:1121;width:2282;height:2291" coordorigin="6506,1121" coordsize="2282,2291" path="m7417,1882r-317,l8629,3412r159,-159l7417,1882e" fillcolor="silver" stroked="f">
                <v:path arrowok="t"/>
              </v:shape>
              <v:shape id="_x0000_s1555" style="position:absolute;left:6506;top:1121;width:2282;height:2291" coordorigin="6506,1121" coordsize="2282,2291" path="m7451,1121r-190,191l6740,1838r-234,242l6704,2278r396,-396l7417,1882,7259,1724r138,-140l7476,1504r78,-81l7631,1340r18,-21l7451,1121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</w:rPr>
        <w:t>om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 xml:space="preserve">ed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erse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 xml:space="preserve">on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"/>
        </w:rPr>
        <w:t xml:space="preserve"> 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nt</w:t>
      </w:r>
      <w:r w:rsidR="004F4CDC">
        <w:rPr>
          <w:rFonts w:ascii="Arial" w:eastAsia="Arial" w:hAnsi="Arial" w:cs="Arial"/>
          <w:spacing w:val="-2"/>
        </w:rPr>
        <w:t>e</w:t>
      </w:r>
      <w:r w:rsidR="004F4CDC">
        <w:rPr>
          <w:rFonts w:ascii="Arial" w:eastAsia="Arial" w:hAnsi="Arial" w:cs="Arial"/>
        </w:rPr>
        <w:t>grity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r 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ser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us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ka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6"/>
        </w:rPr>
        <w:t>S</w:t>
      </w:r>
      <w:r w:rsidR="004F4CDC">
        <w:rPr>
          <w:rFonts w:ascii="Arial" w:eastAsia="Arial" w:hAnsi="Arial" w:cs="Arial"/>
          <w:spacing w:val="5"/>
        </w:rPr>
        <w:t>W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R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arch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ss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 xml:space="preserve">by 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6"/>
        </w:rPr>
        <w:t>S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10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</w:rPr>
        <w:t>ks 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  <w:spacing w:val="7"/>
        </w:rPr>
        <w:t>W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  <w:spacing w:val="-1"/>
        </w:rPr>
        <w:t>S</w:t>
      </w:r>
      <w:r w:rsidR="004F4CDC">
        <w:rPr>
          <w:rFonts w:ascii="Arial" w:eastAsia="Arial" w:hAnsi="Arial" w:cs="Arial"/>
        </w:rPr>
        <w:t>er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  <w:spacing w:val="1"/>
        </w:rPr>
        <w:t>(</w:t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9"/>
        </w:rPr>
        <w:t xml:space="preserve"> </w:t>
      </w:r>
      <w:r w:rsidR="004F4CDC">
        <w:rPr>
          <w:rFonts w:ascii="Arial" w:eastAsia="Arial" w:hAnsi="Arial" w:cs="Arial"/>
        </w:rPr>
        <w:t>2001)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di</w:t>
      </w:r>
      <w:r w:rsidR="004F4CDC">
        <w:rPr>
          <w:rFonts w:ascii="Arial" w:eastAsia="Arial" w:hAnsi="Arial" w:cs="Arial"/>
        </w:rPr>
        <w:t>cates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37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nt</w:t>
      </w:r>
      <w:r w:rsidR="004F4CDC">
        <w:rPr>
          <w:rFonts w:ascii="Arial" w:eastAsia="Arial" w:hAnsi="Arial" w:cs="Arial"/>
          <w:spacing w:val="-2"/>
        </w:rPr>
        <w:t>e</w:t>
      </w:r>
      <w:r w:rsidR="004F4CDC">
        <w:rPr>
          <w:rFonts w:ascii="Arial" w:eastAsia="Arial" w:hAnsi="Arial" w:cs="Arial"/>
        </w:rPr>
        <w:t>grit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ss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6"/>
        </w:rPr>
        <w:t xml:space="preserve"> 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ersity</w:t>
      </w:r>
      <w:r w:rsidR="004F4CDC">
        <w:rPr>
          <w:rFonts w:ascii="Arial" w:eastAsia="Arial" w:hAnsi="Arial" w:cs="Arial"/>
          <w:spacing w:val="30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 xml:space="preserve">f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oo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2"/>
        </w:rPr>
        <w:t>u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pr</w:t>
      </w:r>
      <w:r w:rsidR="004F4CDC">
        <w:rPr>
          <w:rFonts w:ascii="Arial" w:eastAsia="Arial" w:hAnsi="Arial" w:cs="Arial"/>
          <w:spacing w:val="-2"/>
        </w:rPr>
        <w:t>o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sed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by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6"/>
        </w:rPr>
        <w:t>g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3"/>
        </w:rPr>
        <w:t>T</w:t>
      </w:r>
      <w:r w:rsidR="004F4CDC">
        <w:rPr>
          <w:rFonts w:ascii="Arial" w:eastAsia="Arial" w:hAnsi="Arial" w:cs="Arial"/>
        </w:rPr>
        <w:t xml:space="preserve">he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etic 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ns</w:t>
      </w:r>
      <w:r w:rsidR="004F4CDC">
        <w:rPr>
          <w:rFonts w:ascii="Arial" w:eastAsia="Arial" w:hAnsi="Arial" w:cs="Arial"/>
          <w:spacing w:val="30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26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oo</w:t>
      </w:r>
      <w:r w:rsidR="004F4CDC">
        <w:rPr>
          <w:rFonts w:ascii="Arial" w:eastAsia="Arial" w:hAnsi="Arial" w:cs="Arial"/>
          <w:spacing w:val="29"/>
        </w:rPr>
        <w:t xml:space="preserve"> </w:t>
      </w:r>
      <w:r w:rsidR="004F4CDC">
        <w:rPr>
          <w:rFonts w:ascii="Arial" w:eastAsia="Arial" w:hAnsi="Arial" w:cs="Arial"/>
        </w:rPr>
        <w:t>sp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32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29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7"/>
        </w:rPr>
        <w:t xml:space="preserve"> 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</w:rPr>
        <w:t>ge</w:t>
      </w:r>
      <w:r w:rsidR="004F4CDC">
        <w:rPr>
          <w:rFonts w:ascii="Arial" w:eastAsia="Arial" w:hAnsi="Arial" w:cs="Arial"/>
          <w:spacing w:val="27"/>
        </w:rPr>
        <w:t xml:space="preserve"> 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27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27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27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24"/>
        </w:rPr>
        <w:t xml:space="preserve">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</w:rPr>
        <w:t>s pro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de a g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r se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ect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 i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nce on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 xml:space="preserve">os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2"/>
        </w:rPr>
        <w:t>t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ema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 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etic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y 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erse 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  <w:spacing w:val="1"/>
        </w:rPr>
        <w:t>-r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10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3.2</w:t>
      </w:r>
      <w:r>
        <w:rPr>
          <w:rFonts w:ascii="Arial" w:eastAsia="Arial" w:hAnsi="Arial" w:cs="Arial"/>
          <w:b/>
          <w:bCs/>
          <w:i/>
          <w:spacing w:val="2"/>
        </w:rPr>
        <w:t>.</w:t>
      </w:r>
      <w:r>
        <w:rPr>
          <w:rFonts w:ascii="Arial" w:eastAsia="Arial" w:hAnsi="Arial" w:cs="Arial"/>
          <w:b/>
          <w:bCs/>
          <w:i/>
        </w:rPr>
        <w:t xml:space="preserve">3  </w:t>
      </w:r>
      <w:r>
        <w:rPr>
          <w:rFonts w:ascii="Arial" w:eastAsia="Arial" w:hAnsi="Arial" w:cs="Arial"/>
          <w:b/>
          <w:bCs/>
          <w:i/>
          <w:spacing w:val="4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sme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 xml:space="preserve">f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mpa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</w:rPr>
        <w:t xml:space="preserve">t </w:t>
      </w:r>
      <w:r>
        <w:rPr>
          <w:rFonts w:ascii="Arial" w:eastAsia="Arial" w:hAnsi="Arial" w:cs="Arial"/>
          <w:b/>
          <w:bCs/>
          <w:i/>
          <w:spacing w:val="1"/>
        </w:rPr>
        <w:t>f</w:t>
      </w:r>
      <w:r>
        <w:rPr>
          <w:rFonts w:ascii="Arial" w:eastAsia="Arial" w:hAnsi="Arial" w:cs="Arial"/>
          <w:b/>
          <w:bCs/>
          <w:i/>
        </w:rPr>
        <w:t>rom</w:t>
      </w:r>
      <w:r>
        <w:rPr>
          <w:rFonts w:ascii="Arial" w:eastAsia="Arial" w:hAnsi="Arial" w:cs="Arial"/>
          <w:b/>
          <w:bCs/>
          <w:i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</w:rPr>
        <w:t>h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rve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</w:rPr>
        <w:t>c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>mb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-1"/>
        </w:rPr>
        <w:t>e</w:t>
      </w:r>
      <w:r>
        <w:rPr>
          <w:rFonts w:ascii="Arial" w:eastAsia="Arial" w:hAnsi="Arial" w:cs="Arial"/>
          <w:b/>
          <w:bCs/>
          <w:i/>
        </w:rPr>
        <w:t>d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w</w:t>
      </w:r>
      <w:r>
        <w:rPr>
          <w:rFonts w:ascii="Arial" w:eastAsia="Arial" w:hAnsi="Arial" w:cs="Arial"/>
          <w:b/>
          <w:bCs/>
          <w:i/>
          <w:spacing w:val="1"/>
        </w:rPr>
        <w:t>it</w:t>
      </w:r>
      <w:r>
        <w:rPr>
          <w:rFonts w:ascii="Arial" w:eastAsia="Arial" w:hAnsi="Arial" w:cs="Arial"/>
          <w:b/>
          <w:bCs/>
          <w:i/>
        </w:rPr>
        <w:t>h 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v</w:t>
      </w:r>
      <w:r>
        <w:rPr>
          <w:rFonts w:ascii="Arial" w:eastAsia="Arial" w:hAnsi="Arial" w:cs="Arial"/>
          <w:b/>
          <w:bCs/>
          <w:i/>
          <w:spacing w:val="-2"/>
        </w:rPr>
        <w:t>i</w:t>
      </w:r>
      <w:r>
        <w:rPr>
          <w:rFonts w:ascii="Arial" w:eastAsia="Arial" w:hAnsi="Arial" w:cs="Arial"/>
          <w:b/>
          <w:bCs/>
          <w:i/>
        </w:rPr>
        <w:t>ronme</w:t>
      </w:r>
      <w:r>
        <w:rPr>
          <w:rFonts w:ascii="Arial" w:eastAsia="Arial" w:hAnsi="Arial" w:cs="Arial"/>
          <w:b/>
          <w:bCs/>
          <w:i/>
          <w:spacing w:val="-3"/>
        </w:rPr>
        <w:t>n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al</w:t>
      </w:r>
      <w:r>
        <w:rPr>
          <w:rFonts w:ascii="Arial" w:eastAsia="Arial" w:hAnsi="Arial" w:cs="Arial"/>
          <w:b/>
          <w:bCs/>
          <w:i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f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ors</w:t>
      </w:r>
    </w:p>
    <w:p w:rsidR="00A708F6" w:rsidRDefault="004F4CDC">
      <w:pPr>
        <w:spacing w:before="59" w:after="0" w:line="239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uctu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by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</w:p>
    <w:p w:rsidR="00A708F6" w:rsidRDefault="004F4CDC">
      <w:pPr>
        <w:spacing w:before="1"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96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05–2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1996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97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4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grea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y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cs.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40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 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after="0"/>
        <w:jc w:val="both"/>
        <w:sectPr w:rsidR="00A708F6">
          <w:pgSz w:w="11920" w:h="16860"/>
          <w:pgMar w:top="1180" w:right="1140" w:bottom="1560" w:left="1140" w:header="0" w:footer="1363" w:gutter="0"/>
          <w:cols w:space="720"/>
        </w:sectPr>
      </w:pPr>
    </w:p>
    <w:p w:rsidR="00A708F6" w:rsidRDefault="002B0ED0">
      <w:pPr>
        <w:spacing w:before="57" w:after="0" w:line="240" w:lineRule="exact"/>
        <w:ind w:left="521" w:right="-20"/>
        <w:rPr>
          <w:rFonts w:ascii="Calibri" w:eastAsia="Calibri" w:hAnsi="Calibri" w:cs="Calibri"/>
          <w:sz w:val="20"/>
          <w:szCs w:val="20"/>
        </w:rPr>
      </w:pPr>
      <w:r>
        <w:pict>
          <v:group id="_x0000_s1374" style="position:absolute;left:0;text-align:left;margin-left:100.4pt;margin-top:9.05pt;width:430.5pt;height:519.25pt;z-index:-251656704;mso-position-horizontal-relative:page" coordorigin="2008,181" coordsize="8610,10385">
            <v:group id="_x0000_s1550" style="position:absolute;left:2018;top:8163;width:2386;height:2393" coordorigin="2018,8163" coordsize="2386,2393">
              <v:shape id="_x0000_s1552" style="position:absolute;left:2018;top:8163;width:2386;height:2393" coordorigin="2018,8163" coordsize="2386,2393" path="m2917,8163r-78,5l2763,8183r-74,26l2633,8240r-62,44l2522,8324r-53,48l2407,8433r-389,389l3753,10556r363,-364l3707,10192,2383,8867r268,-269l2705,8550r50,-40l2819,8470r60,-25l2946,8434r634,-1l3557,8417r-65,-45l3429,8332r-63,-35l3304,8266r-61,-27l3182,8216r-61,-19l3060,8181r-62,-12l2937,8164r-20,-1e" fillcolor="silver" stroked="f">
                <v:path arrowok="t"/>
              </v:shape>
              <v:shape id="_x0000_s1551" style="position:absolute;left:2018;top:8163;width:2386;height:2393" coordorigin="2018,8163" coordsize="2386,2393" path="m3580,8433r-598,l3000,8434r19,1l3098,8449r63,18l3228,8493r64,31l3359,8563r69,47l3500,8664r49,41l3599,8749r51,48l3703,8848r48,49l3796,8946r43,49l3880,9044r38,49l3954,9142r49,73l4047,9290r37,71l4109,9422r18,59l4139,9556r1,36l4140,9610r-10,68l4106,9745r-40,68l4027,9866r-48,54l3707,10192r409,l4186,10122r52,-55l4283,10010r38,-57l4352,9895r24,-59l4392,9777r10,-61l4404,9653r-1,-21l4396,9564r-14,-71l4360,9418r-28,-78l4295,9258r-28,-55l4236,9147r-35,-56l4164,9034r-41,-57l4078,8919r-47,-57l3980,8804r-54,-59l3869,8686r-46,-44l3778,8599r-45,-41l3667,8501r-66,-52l3580,8433e" fillcolor="silver" stroked="f">
                <v:path arrowok="t"/>
              </v:shape>
            </v:group>
            <v:group id="_x0000_s1540" style="position:absolute;left:3232;top:6882;width:2793;height:2460" coordorigin="3232,6882" coordsize="2793,2460">
              <v:shape id="_x0000_s1549" style="position:absolute;left:3232;top:6882;width:2793;height:2460" coordorigin="3232,6882" coordsize="2793,2460" path="m4480,6982r-607,l3855,7002r-17,20l3820,7042r-18,l3783,7062r-18,20l3738,7122r-506,500l4966,9342r159,-140l4588,8642r-38,-20l4362,8422r184,-180l4563,8222r-407,l3583,7642r391,-380l3990,7242r17,-20l4024,7222r16,-20l4058,7202r17,-20l4093,7182r18,-20l4696,7162r-19,-20l4656,7122r-15,-20l4625,7102r-31,-40l4578,7062r-16,-20l4546,7022r-16,l4514,7002r-17,l4480,6982e" fillcolor="silver" stroked="f">
                <v:path arrowok="t"/>
              </v:shape>
              <v:shape id="_x0000_s1548" style="position:absolute;left:3232;top:6882;width:2793;height:2460" coordorigin="3232,6882" coordsize="2793,2460" path="m5957,8262r-711,l5275,8282r30,20l5331,8302r26,20l5383,8322r26,20l5565,8402r210,60l5827,8482r14,l6025,8302r-68,-40e" fillcolor="silver" stroked="f">
                <v:path arrowok="t"/>
              </v:shape>
              <v:shape id="_x0000_s1547" style="position:absolute;left:3232;top:6882;width:2793;height:2460" coordorigin="3232,6882" coordsize="2793,2460" path="m5630,8142r-738,l4906,8162r45,l4969,8182r56,l5046,8202r22,l5091,8222r48,l5164,8242r27,l5218,8262r705,l5855,8222r-69,-20l5630,8142e" fillcolor="silver" stroked="f">
                <v:path arrowok="t"/>
              </v:shape>
              <v:shape id="_x0000_s1546" style="position:absolute;left:3232;top:6882;width:2793;height:2460" coordorigin="3232,6882" coordsize="2793,2460" path="m4696,7162r-398,l4316,7182r35,l4368,7202r18,l4403,7222r18,l4456,7262r18,l4510,7302r15,20l4539,7342r13,20l4564,7362r32,60l4613,7462r8,l4639,7522r8,60l4647,7602r-1,20l4635,7682r-11,40l4616,7722r-8,20l4598,7762r-11,20l4575,7802r-13,l4548,7822r-16,20l4516,7862r-18,20l4156,8222r407,l4596,8182r16,l4629,8162r17,l4663,8142r967,l5578,8122r-71,-20l5437,8062r-36,l5329,8022r-19,l5291,8002r-56,l5216,7982r-38,l5159,7962r-77,l5062,7942r-262,l4812,7922r33,-60l4871,7802r19,-60l4901,7682r3,-60l4904,7602r-8,-60l4881,7482r-6,-40l4850,7382r-31,-60l4779,7262r-47,-60l4715,7182r-19,-20e" fillcolor="silver" stroked="f">
                <v:path arrowok="t"/>
              </v:shape>
              <v:shape id="_x0000_s1545" style="position:absolute;left:3232;top:6882;width:2793;height:2460" coordorigin="3232,6882" coordsize="2793,2460" path="m4964,7922r-77,l4866,7942r115,l4964,7922e" fillcolor="silver" stroked="f">
                <v:path arrowok="t"/>
              </v:shape>
              <v:shape id="_x0000_s1544" style="position:absolute;left:3232;top:6882;width:2793;height:2460" coordorigin="3232,6882" coordsize="2793,2460" path="m4411,6942r-487,l3907,6962r-17,20l4463,6982r-17,-20l4429,6962r-18,-20e" fillcolor="silver" stroked="f">
                <v:path arrowok="t"/>
              </v:shape>
              <v:shape id="_x0000_s1543" style="position:absolute;left:3232;top:6882;width:2793;height:2460" coordorigin="3232,6882" coordsize="2793,2460" path="m4376,6922r-420,l3940,6942r454,l4376,6922e" fillcolor="silver" stroked="f">
                <v:path arrowok="t"/>
              </v:shape>
              <v:shape id="_x0000_s1542" style="position:absolute;left:3232;top:6882;width:2793;height:2460" coordorigin="3232,6882" coordsize="2793,2460" path="m4318,6902r-314,l3988,6922r351,l4318,6902e" fillcolor="silver" stroked="f">
                <v:path arrowok="t"/>
              </v:shape>
              <v:shape id="_x0000_s1541" style="position:absolute;left:3232;top:6882;width:2793;height:2460" coordorigin="3232,6882" coordsize="2793,2460" path="m4258,6882r-209,l4034,6902r244,l4258,6882e" fillcolor="silver" stroked="f">
                <v:path arrowok="t"/>
              </v:shape>
            </v:group>
            <v:group id="_x0000_s1536" style="position:absolute;left:4774;top:5896;width:2396;height:2367" coordorigin="4774,5896" coordsize="2396,2367">
              <v:shape id="_x0000_s1539" style="position:absolute;left:4774;top:5896;width:2396;height:2367" coordorigin="4774,5896" coordsize="2396,2367" path="m4944,5896r-170,170l4966,6395r825,1429l6046,8262r167,-166l6134,7965,5878,7538r-60,-99l6051,7207r-373,l5602,7078,5378,6693r-75,-129l5266,6502r-38,-61l5189,6381r-40,-60l5108,6263r-42,-58l5037,6167r391,l4944,5896e" fillcolor="silver" stroked="f">
                <v:path arrowok="t"/>
              </v:shape>
              <v:shape id="_x0000_s1538" style="position:absolute;left:4774;top:5896;width:2396;height:2367" coordorigin="4774,5896" coordsize="2396,2367" path="m6808,6934r-484,l6490,7031r168,95l6793,7200r104,54l7001,7307r170,-169l6808,6934e" fillcolor="silver" stroked="f">
                <v:path arrowok="t"/>
              </v:shape>
              <v:shape id="_x0000_s1537" style="position:absolute;left:4774;top:5896;width:2396;height:2367" coordorigin="4774,5896" coordsize="2396,2367" path="m5428,6167r-391,l5072,6190r95,61l5231,6291r118,72l6087,6797r-409,410l6051,7207r273,-273l6808,6934,5428,6167e" fillcolor="silver" stroked="f">
                <v:path arrowok="t"/>
              </v:shape>
            </v:group>
            <v:group id="_x0000_s1533" style="position:absolute;left:5573;top:4456;width:1893;height:2544" coordorigin="5573,4456" coordsize="1893,2544">
              <v:shape id="_x0000_s1535" style="position:absolute;left:5573;top:4456;width:1893;height:2544" coordorigin="5573,4456" coordsize="1893,2544" path="m6384,4456r-811,811l7308,7001r158,-159l6679,6054r204,-205l6474,5849,5937,5312r293,-293l6391,4854r96,-99l6582,4654,6384,4456e" fillcolor="silver" stroked="f">
                <v:path arrowok="t"/>
              </v:shape>
              <v:shape id="_x0000_s1534" style="position:absolute;left:5573;top:4456;width:1893;height:2544" coordorigin="5573,4456" coordsize="1893,2544" path="m7037,5286r-563,563l6883,5849r132,-134l7098,5629r83,-87l7235,5484,7037,5286e" fillcolor="silver" stroked="f">
                <v:path arrowok="t"/>
              </v:shape>
            </v:group>
            <v:group id="_x0000_s1530" style="position:absolute;left:6506;top:3389;width:2282;height:2291" coordorigin="6506,3389" coordsize="2282,2291">
              <v:shape id="_x0000_s1532" style="position:absolute;left:6506;top:3389;width:2282;height:2291" coordorigin="6506,3389" coordsize="2282,2291" path="m7417,4150r-317,l8629,5679r159,-159l7417,4150e" fillcolor="silver" stroked="f">
                <v:path arrowok="t"/>
              </v:shape>
              <v:shape id="_x0000_s1531" style="position:absolute;left:6506;top:3389;width:2282;height:2291" coordorigin="6506,3389" coordsize="2282,2291" path="m7451,3389r-190,190l6740,4105r-234,242l6704,4545r396,-395l7417,4150,7259,3991r138,-140l7476,3771r78,-81l7631,3607r18,-20l7451,3389e" fillcolor="silver" stroked="f">
                <v:path arrowok="t"/>
              </v:shape>
            </v:group>
            <v:group id="_x0000_s1528" style="position:absolute;left:7740;top:228;width:1252;height:3520" coordorigin="7740,228" coordsize="1252,3520">
              <v:shape id="_x0000_s1529" style="position:absolute;left:7740;top:228;width:1252;height:3520" coordorigin="7740,228" coordsize="1252,3520" path="m7740,3748r1252,l8992,228r-1252,l7740,3748e" fillcolor="#ffc000" stroked="f">
                <v:path arrowok="t"/>
              </v:shape>
            </v:group>
            <v:group id="_x0000_s1526" style="position:absolute;left:7740;top:228;width:1252;height:3520" coordorigin="7740,228" coordsize="1252,3520">
              <v:shape id="_x0000_s1527" style="position:absolute;left:7740;top:228;width:1252;height:3520" coordorigin="7740,228" coordsize="1252,3520" path="m7740,3748r1252,l8992,228r-1252,l7740,3748xe" filled="f" strokecolor="#ffc000" strokeweight="1pt">
                <v:path arrowok="t"/>
              </v:shape>
            </v:group>
            <v:group id="_x0000_s1524" style="position:absolute;left:2970;top:228;width:162;height:3542" coordorigin="2970,228" coordsize="162,3542">
              <v:shape id="_x0000_s1525" style="position:absolute;left:2970;top:228;width:162;height:3542" coordorigin="2970,228" coordsize="162,3542" path="m2970,3770r162,l3132,228r-162,l2970,3770e" fillcolor="#5b9bd4" stroked="f">
                <v:path arrowok="t"/>
              </v:shape>
            </v:group>
            <v:group id="_x0000_s1522" style="position:absolute;left:2970;top:228;width:162;height:3542" coordorigin="2970,228" coordsize="162,3542">
              <v:shape id="_x0000_s1523" style="position:absolute;left:2970;top:228;width:162;height:3542" coordorigin="2970,228" coordsize="162,3542" path="m2970,3770r162,l3132,228r-162,l2970,3770xe" filled="f" strokecolor="#41709c" strokeweight="1pt">
                <v:path arrowok="t"/>
              </v:shape>
            </v:group>
            <v:group id="_x0000_s1520" style="position:absolute;left:4125;top:228;width:259;height:3542" coordorigin="4125,228" coordsize="259,3542">
              <v:shape id="_x0000_s1521" style="position:absolute;left:4125;top:228;width:259;height:3542" coordorigin="4125,228" coordsize="259,3542" path="m4125,3770r259,l4384,228r-259,l4125,3770e" fillcolor="#ffc000" stroked="f">
                <v:path arrowok="t"/>
              </v:shape>
            </v:group>
            <v:group id="_x0000_s1518" style="position:absolute;left:4125;top:228;width:259;height:3542" coordorigin="4125,228" coordsize="259,3542">
              <v:shape id="_x0000_s1519" style="position:absolute;left:4125;top:228;width:259;height:3542" coordorigin="4125,228" coordsize="259,3542" path="m4125,3770r259,l4384,228r-259,l4125,3770xe" filled="f" strokecolor="#ffc000" strokeweight="1pt">
                <v:path arrowok="t"/>
              </v:shape>
            </v:group>
            <v:group id="_x0000_s1516" style="position:absolute;left:4290;top:378;width:140;height:3132" coordorigin="4290,378" coordsize="140,3132">
              <v:shape id="_x0000_s1517" style="position:absolute;left:4290;top:378;width:140;height:3132" coordorigin="4290,378" coordsize="140,3132" path="m4290,3510r140,l4430,378r-140,l4290,3510e" fillcolor="#5b9bd4" stroked="f">
                <v:path arrowok="t"/>
              </v:shape>
            </v:group>
            <v:group id="_x0000_s1514" style="position:absolute;left:4290;top:378;width:140;height:3132" coordorigin="4290,378" coordsize="140,3132">
              <v:shape id="_x0000_s1515" style="position:absolute;left:4290;top:378;width:140;height:3132" coordorigin="4290,378" coordsize="140,3132" path="m4290,3510r140,l4430,378r-140,l4290,3510xe" filled="f" strokecolor="#41709c" strokeweight="1pt">
                <v:path arrowok="t"/>
              </v:shape>
            </v:group>
            <v:group id="_x0000_s1512" style="position:absolute;left:5655;top:228;width:108;height:3542" coordorigin="5655,228" coordsize="108,3542">
              <v:shape id="_x0000_s1513" style="position:absolute;left:5655;top:228;width:108;height:3542" coordorigin="5655,228" coordsize="108,3542" path="m5655,3770r108,l5763,228r-108,l5655,3770e" fillcolor="#5b9bd4" stroked="f">
                <v:path arrowok="t"/>
              </v:shape>
            </v:group>
            <v:group id="_x0000_s1510" style="position:absolute;left:5655;top:228;width:108;height:3542" coordorigin="5655,228" coordsize="108,3542">
              <v:shape id="_x0000_s1511" style="position:absolute;left:5655;top:228;width:108;height:3542" coordorigin="5655,228" coordsize="108,3542" path="m5655,3770r108,l5763,228r-108,l5655,3770xe" filled="f" strokecolor="#41709c" strokeweight="1pt">
                <v:path arrowok="t"/>
              </v:shape>
            </v:group>
            <v:group id="_x0000_s1508" style="position:absolute;left:9465;top:228;width:788;height:3542" coordorigin="9465,228" coordsize="788,3542">
              <v:shape id="_x0000_s1509" style="position:absolute;left:9465;top:228;width:788;height:3542" coordorigin="9465,228" coordsize="788,3542" path="m9465,3770r788,l10253,228r-788,l9465,3770e" fillcolor="#5b9bd4" stroked="f">
                <v:path arrowok="t"/>
              </v:shape>
            </v:group>
            <v:group id="_x0000_s1506" style="position:absolute;left:9465;top:228;width:788;height:3542" coordorigin="9465,228" coordsize="788,3542">
              <v:shape id="_x0000_s1507" style="position:absolute;left:9465;top:228;width:788;height:3542" coordorigin="9465,228" coordsize="788,3542" path="m9465,3770r788,l10253,228r-788,l9465,3770xe" filled="f" strokecolor="#41709c" strokeweight="1pt">
                <v:path arrowok="t"/>
              </v:shape>
            </v:group>
            <v:group id="_x0000_s1504" style="position:absolute;left:10065;top:408;width:356;height:3110" coordorigin="10065,408" coordsize="356,3110">
              <v:shape id="_x0000_s1505" style="position:absolute;left:10065;top:408;width:356;height:3110" coordorigin="10065,408" coordsize="356,3110" path="m10065,3518r356,l10421,408r-356,l10065,3518e" fillcolor="#ffc000" stroked="f">
                <v:path arrowok="t"/>
              </v:shape>
            </v:group>
            <v:group id="_x0000_s1502" style="position:absolute;left:10065;top:408;width:356;height:3110" coordorigin="10065,408" coordsize="356,3110">
              <v:shape id="_x0000_s1503" style="position:absolute;left:10065;top:408;width:356;height:3110" coordorigin="10065,408" coordsize="356,3110" path="m10065,3518r356,l10421,408r-356,l10065,3518xe" filled="f" strokecolor="#ffc000" strokeweight="1pt">
                <v:path arrowok="t"/>
              </v:shape>
            </v:group>
            <v:group id="_x0000_s1500" style="position:absolute;left:2758;top:191;width:7851;height:4489" coordorigin="2758,191" coordsize="7851,4489">
              <v:shape id="_x0000_s1501" style="position:absolute;left:2758;top:191;width:7851;height:4489" coordorigin="2758,191" coordsize="7851,4489" path="m2758,4680r7850,l10608,191r-7850,l2758,4680xe" filled="f" strokeweight="1pt">
                <v:path arrowok="t"/>
              </v:shape>
            </v:group>
            <v:group id="_x0000_s1489" style="position:absolute;left:2853;top:4320;width:7659;height:360" coordorigin="2853,4320" coordsize="7659,360">
              <v:shape id="_x0000_s1499" style="position:absolute;left:2853;top:4320;width:7659;height:360" coordorigin="2853,4320" coordsize="7659,360" path="m2853,4649r,31l10513,4680r,-24l3046,4656r-193,-7e" fillcolor="#aeabab" stroked="f">
                <v:path arrowok="t"/>
              </v:shape>
              <v:shape id="_x0000_s1498" style="position:absolute;left:2853;top:4320;width:7659;height:360" coordorigin="2853,4320" coordsize="7659,360" path="m3811,4526r-192,24l3427,4625r-192,14l3046,4656r7467,l10513,4629r-36,-7l4577,4622r-192,-43l4321,4557r-318,l3811,4526e" fillcolor="#aeabab" stroked="f">
                <v:path arrowok="t"/>
              </v:shape>
              <v:shape id="_x0000_s1497" style="position:absolute;left:2853;top:4320;width:7659;height:360" coordorigin="2853,4320" coordsize="7659,360" path="m5150,4562r-189,7l4769,4598r-192,24l10477,4622r-131,-26l9938,4596r-192,-10l9554,4586r-158,-12l5342,4574r-192,-12e" fillcolor="#aeabab" stroked="f">
                <v:path arrowok="t"/>
              </v:shape>
              <v:shape id="_x0000_s1496" style="position:absolute;left:2853;top:4320;width:7659;height:360" coordorigin="2853,4320" coordsize="7659,360" path="m10322,4591r-384,5l10346,4596r-24,-5e" fillcolor="#aeabab" stroked="f">
                <v:path arrowok="t"/>
              </v:shape>
              <v:shape id="_x0000_s1495" style="position:absolute;left:2853;top:4320;width:7659;height:360" coordorigin="2853,4320" coordsize="7659,360" path="m5916,4466r-190,55l5534,4555r-192,19l9396,4574r-31,-2l9173,4533r-144,-36l8597,4497r-95,-12l6300,4485r-192,-4l5916,4466e" fillcolor="#aeabab" stroked="f">
                <v:path arrowok="t"/>
              </v:shape>
              <v:shape id="_x0000_s1494" style="position:absolute;left:2853;top:4320;width:7659;height:360" coordorigin="2853,4320" coordsize="7659,360" path="m4193,4514r-190,43l4321,4557r-128,-43e" fillcolor="#aeabab" stroked="f">
                <v:path arrowok="t"/>
              </v:shape>
              <v:shape id="_x0000_s1493" style="position:absolute;left:2853;top:4320;width:7659;height:360" coordorigin="2853,4320" coordsize="7659,360" path="m8789,4478r-192,19l9029,4497r-48,-12l8789,4478e" fillcolor="#aeabab" stroked="f">
                <v:path arrowok="t"/>
              </v:shape>
              <v:shape id="_x0000_s1492" style="position:absolute;left:2853;top:4320;width:7659;height:360" coordorigin="2853,4320" coordsize="7659,360" path="m6874,4394r-190,41l6492,4437r-192,48l8502,4485r-95,-12l8339,4459r-697,l7603,4457r-537,l6874,4394e" fillcolor="#aeabab" stroked="f">
                <v:path arrowok="t"/>
              </v:shape>
              <v:shape id="_x0000_s1491" style="position:absolute;left:2853;top:4320;width:7659;height:360" coordorigin="2853,4320" coordsize="7659,360" path="m8023,4320r-381,139l8339,4459r-124,-26l8023,4320e" fillcolor="#aeabab" stroked="f">
                <v:path arrowok="t"/>
              </v:shape>
              <v:shape id="_x0000_s1490" style="position:absolute;left:2853;top:4320;width:7659;height:360" coordorigin="2853,4320" coordsize="7659,360" path="m7258,4445r-192,12l7603,4457r-153,-10l7258,4445e" fillcolor="#aeabab" stroked="f">
                <v:path arrowok="t"/>
              </v:shape>
            </v:group>
            <v:group id="_x0000_s1487" style="position:absolute;left:2758;top:191;width:2;height:4553" coordorigin="2758,191" coordsize="2,4553">
              <v:shape id="_x0000_s1488" style="position:absolute;left:2758;top:191;width:2;height:4553" coordorigin="2758,191" coordsize="0,4553" path="m2758,191r,4552e" filled="f" strokeweight=".5pt">
                <v:path arrowok="t"/>
              </v:shape>
            </v:group>
            <v:group id="_x0000_s1485" style="position:absolute;left:2694;top:4680;width:7914;height:2" coordorigin="2694,4680" coordsize="7914,2">
              <v:shape id="_x0000_s1486" style="position:absolute;left:2694;top:4680;width:7914;height:2" coordorigin="2694,4680" coordsize="7914,0" path="m2694,4680r7915,e" filled="f" strokeweight=".5pt">
                <v:path arrowok="t"/>
              </v:shape>
            </v:group>
            <v:group id="_x0000_s1483" style="position:absolute;left:2694;top:4181;width:63;height:2" coordorigin="2694,4181" coordsize="63,2">
              <v:shape id="_x0000_s1484" style="position:absolute;left:2694;top:4181;width:63;height:2" coordorigin="2694,4181" coordsize="63,0" path="m2694,4181r64,e" filled="f" strokeweight=".5pt">
                <v:path arrowok="t"/>
              </v:shape>
            </v:group>
            <v:group id="_x0000_s1481" style="position:absolute;left:2694;top:3681;width:63;height:2" coordorigin="2694,3681" coordsize="63,2">
              <v:shape id="_x0000_s1482" style="position:absolute;left:2694;top:3681;width:63;height:2" coordorigin="2694,3681" coordsize="63,0" path="m2694,3681r64,e" filled="f" strokeweight=".5pt">
                <v:path arrowok="t"/>
              </v:shape>
            </v:group>
            <v:group id="_x0000_s1479" style="position:absolute;left:2694;top:3185;width:63;height:2" coordorigin="2694,3185" coordsize="63,2">
              <v:shape id="_x0000_s1480" style="position:absolute;left:2694;top:3185;width:63;height:2" coordorigin="2694,3185" coordsize="63,0" path="m2694,3185r64,e" filled="f" strokeweight=".5pt">
                <v:path arrowok="t"/>
              </v:shape>
            </v:group>
            <v:group id="_x0000_s1477" style="position:absolute;left:2694;top:2685;width:63;height:2" coordorigin="2694,2685" coordsize="63,2">
              <v:shape id="_x0000_s1478" style="position:absolute;left:2694;top:2685;width:63;height:2" coordorigin="2694,2685" coordsize="63,0" path="m2694,2685r64,e" filled="f" strokeweight=".5pt">
                <v:path arrowok="t"/>
              </v:shape>
            </v:group>
            <v:group id="_x0000_s1475" style="position:absolute;left:2694;top:2186;width:63;height:2" coordorigin="2694,2186" coordsize="63,2">
              <v:shape id="_x0000_s1476" style="position:absolute;left:2694;top:2186;width:63;height:2" coordorigin="2694,2186" coordsize="63,0" path="m2694,2186r64,e" filled="f" strokeweight=".5pt">
                <v:path arrowok="t"/>
              </v:shape>
            </v:group>
            <v:group id="_x0000_s1473" style="position:absolute;left:2694;top:1687;width:63;height:2" coordorigin="2694,1687" coordsize="63,2">
              <v:shape id="_x0000_s1474" style="position:absolute;left:2694;top:1687;width:63;height:2" coordorigin="2694,1687" coordsize="63,0" path="m2694,1687r64,e" filled="f" strokeweight=".5pt">
                <v:path arrowok="t"/>
              </v:shape>
            </v:group>
            <v:group id="_x0000_s1471" style="position:absolute;left:2694;top:1188;width:63;height:2" coordorigin="2694,1188" coordsize="63,2">
              <v:shape id="_x0000_s1472" style="position:absolute;left:2694;top:1188;width:63;height:2" coordorigin="2694,1188" coordsize="63,0" path="m2694,1188r64,e" filled="f" strokeweight=".5pt">
                <v:path arrowok="t"/>
              </v:shape>
            </v:group>
            <v:group id="_x0000_s1469" style="position:absolute;left:2694;top:689;width:63;height:2" coordorigin="2694,689" coordsize="63,2">
              <v:shape id="_x0000_s1470" style="position:absolute;left:2694;top:689;width:63;height:2" coordorigin="2694,689" coordsize="63,0" path="m2694,689r64,e" filled="f" strokeweight=".5pt">
                <v:path arrowok="t"/>
              </v:shape>
            </v:group>
            <v:group id="_x0000_s1467" style="position:absolute;left:2694;top:191;width:63;height:2" coordorigin="2694,191" coordsize="63,2">
              <v:shape id="_x0000_s1468" style="position:absolute;left:2694;top:191;width:63;height:2" coordorigin="2694,191" coordsize="63,0" path="m2694,191r64,e" filled="f" strokeweight=".5pt">
                <v:path arrowok="t"/>
              </v:shape>
            </v:group>
            <v:group id="_x0000_s1465" style="position:absolute;left:2950;top:4680;width:2;height:63" coordorigin="2950,4680" coordsize="2,63">
              <v:shape id="_x0000_s1466" style="position:absolute;left:2950;top:4680;width:2;height:63" coordorigin="2950,4680" coordsize="0,63" path="m2950,4680r,63e" filled="f" strokeweight=".5pt">
                <v:path arrowok="t"/>
              </v:shape>
            </v:group>
            <v:group id="_x0000_s1463" style="position:absolute;left:3142;top:4680;width:2;height:63" coordorigin="3142,4680" coordsize="2,63">
              <v:shape id="_x0000_s1464" style="position:absolute;left:3142;top:4680;width:2;height:63" coordorigin="3142,4680" coordsize="0,63" path="m3142,4680r,63e" filled="f" strokeweight=".5pt">
                <v:path arrowok="t"/>
              </v:shape>
            </v:group>
            <v:group id="_x0000_s1461" style="position:absolute;left:3331;top:4680;width:2;height:63" coordorigin="3331,4680" coordsize="2,63">
              <v:shape id="_x0000_s1462" style="position:absolute;left:3331;top:4680;width:2;height:63" coordorigin="3331,4680" coordsize="0,63" path="m3331,4680r,63e" filled="f" strokeweight=".5pt">
                <v:path arrowok="t"/>
              </v:shape>
            </v:group>
            <v:group id="_x0000_s1459" style="position:absolute;left:3523;top:4680;width:2;height:63" coordorigin="3523,4680" coordsize="2,63">
              <v:shape id="_x0000_s1460" style="position:absolute;left:3523;top:4680;width:2;height:63" coordorigin="3523,4680" coordsize="0,63" path="m3523,4680r,63e" filled="f" strokeweight=".5pt">
                <v:path arrowok="t"/>
              </v:shape>
            </v:group>
            <v:group id="_x0000_s1457" style="position:absolute;left:3715;top:4680;width:2;height:63" coordorigin="3715,4680" coordsize="2,63">
              <v:shape id="_x0000_s1458" style="position:absolute;left:3715;top:4680;width:2;height:63" coordorigin="3715,4680" coordsize="0,63" path="m3715,4680r,63e" filled="f" strokeweight=".5pt">
                <v:path arrowok="t"/>
              </v:shape>
            </v:group>
            <v:group id="_x0000_s1455" style="position:absolute;left:3907;top:4680;width:2;height:63" coordorigin="3907,4680" coordsize="2,63">
              <v:shape id="_x0000_s1456" style="position:absolute;left:3907;top:4680;width:2;height:63" coordorigin="3907,4680" coordsize="0,63" path="m3907,4680r,63e" filled="f" strokeweight=".5pt">
                <v:path arrowok="t"/>
              </v:shape>
            </v:group>
            <v:group id="_x0000_s1453" style="position:absolute;left:4099;top:4680;width:2;height:63" coordorigin="4099,4680" coordsize="2,63">
              <v:shape id="_x0000_s1454" style="position:absolute;left:4099;top:4680;width:2;height:63" coordorigin="4099,4680" coordsize="0,63" path="m4099,4680r,63e" filled="f" strokeweight=".5pt">
                <v:path arrowok="t"/>
              </v:shape>
            </v:group>
            <v:group id="_x0000_s1451" style="position:absolute;left:4289;top:4680;width:2;height:63" coordorigin="4289,4680" coordsize="2,63">
              <v:shape id="_x0000_s1452" style="position:absolute;left:4289;top:4680;width:2;height:63" coordorigin="4289,4680" coordsize="0,63" path="m4289,4680r,63e" filled="f" strokeweight=".5pt">
                <v:path arrowok="t"/>
              </v:shape>
            </v:group>
            <v:group id="_x0000_s1449" style="position:absolute;left:4481;top:4680;width:2;height:63" coordorigin="4481,4680" coordsize="2,63">
              <v:shape id="_x0000_s1450" style="position:absolute;left:4481;top:4680;width:2;height:63" coordorigin="4481,4680" coordsize="0,63" path="m4481,4680r,63e" filled="f" strokeweight=".5pt">
                <v:path arrowok="t"/>
              </v:shape>
            </v:group>
            <v:group id="_x0000_s1447" style="position:absolute;left:4673;top:4680;width:2;height:63" coordorigin="4673,4680" coordsize="2,63">
              <v:shape id="_x0000_s1448" style="position:absolute;left:4673;top:4680;width:2;height:63" coordorigin="4673,4680" coordsize="0,63" path="m4673,4680r,63e" filled="f" strokeweight=".5pt">
                <v:path arrowok="t"/>
              </v:shape>
            </v:group>
            <v:group id="_x0000_s1445" style="position:absolute;left:4865;top:4680;width:2;height:63" coordorigin="4865,4680" coordsize="2,63">
              <v:shape id="_x0000_s1446" style="position:absolute;left:4865;top:4680;width:2;height:63" coordorigin="4865,4680" coordsize="0,63" path="m4865,4680r,63e" filled="f" strokeweight=".5pt">
                <v:path arrowok="t"/>
              </v:shape>
            </v:group>
            <v:group id="_x0000_s1443" style="position:absolute;left:5054;top:4680;width:2;height:63" coordorigin="5054,4680" coordsize="2,63">
              <v:shape id="_x0000_s1444" style="position:absolute;left:5054;top:4680;width:2;height:63" coordorigin="5054,4680" coordsize="0,63" path="m5054,4680r,63e" filled="f" strokeweight=".5pt">
                <v:path arrowok="t"/>
              </v:shape>
            </v:group>
            <v:group id="_x0000_s1441" style="position:absolute;left:5246;top:4680;width:2;height:63" coordorigin="5246,4680" coordsize="2,63">
              <v:shape id="_x0000_s1442" style="position:absolute;left:5246;top:4680;width:2;height:63" coordorigin="5246,4680" coordsize="0,63" path="m5246,4680r,63e" filled="f" strokeweight=".5pt">
                <v:path arrowok="t"/>
              </v:shape>
            </v:group>
            <v:group id="_x0000_s1439" style="position:absolute;left:5438;top:4680;width:2;height:63" coordorigin="5438,4680" coordsize="2,63">
              <v:shape id="_x0000_s1440" style="position:absolute;left:5438;top:4680;width:2;height:63" coordorigin="5438,4680" coordsize="0,63" path="m5438,4680r,63e" filled="f" strokeweight=".5pt">
                <v:path arrowok="t"/>
              </v:shape>
            </v:group>
            <v:group id="_x0000_s1437" style="position:absolute;left:5630;top:4680;width:2;height:63" coordorigin="5630,4680" coordsize="2,63">
              <v:shape id="_x0000_s1438" style="position:absolute;left:5630;top:4680;width:2;height:63" coordorigin="5630,4680" coordsize="0,63" path="m5630,4680r,63e" filled="f" strokeweight=".5pt">
                <v:path arrowok="t"/>
              </v:shape>
            </v:group>
            <v:group id="_x0000_s1435" style="position:absolute;left:5822;top:4680;width:2;height:63" coordorigin="5822,4680" coordsize="2,63">
              <v:shape id="_x0000_s1436" style="position:absolute;left:5822;top:4680;width:2;height:63" coordorigin="5822,4680" coordsize="0,63" path="m5822,4680r,63e" filled="f" strokeweight=".5pt">
                <v:path arrowok="t"/>
              </v:shape>
            </v:group>
            <v:group id="_x0000_s1433" style="position:absolute;left:6012;top:4680;width:2;height:63" coordorigin="6012,4680" coordsize="2,63">
              <v:shape id="_x0000_s1434" style="position:absolute;left:6012;top:4680;width:2;height:63" coordorigin="6012,4680" coordsize="0,63" path="m6012,4680r,63e" filled="f" strokeweight=".5pt">
                <v:path arrowok="t"/>
              </v:shape>
            </v:group>
            <v:group id="_x0000_s1431" style="position:absolute;left:6204;top:4680;width:2;height:63" coordorigin="6204,4680" coordsize="2,63">
              <v:shape id="_x0000_s1432" style="position:absolute;left:6204;top:4680;width:2;height:63" coordorigin="6204,4680" coordsize="0,63" path="m6204,4680r,63e" filled="f" strokeweight=".5pt">
                <v:path arrowok="t"/>
              </v:shape>
            </v:group>
            <v:group id="_x0000_s1429" style="position:absolute;left:6396;top:4680;width:2;height:63" coordorigin="6396,4680" coordsize="2,63">
              <v:shape id="_x0000_s1430" style="position:absolute;left:6396;top:4680;width:2;height:63" coordorigin="6396,4680" coordsize="0,63" path="m6396,4680r,63e" filled="f" strokeweight=".5pt">
                <v:path arrowok="t"/>
              </v:shape>
            </v:group>
            <v:group id="_x0000_s1427" style="position:absolute;left:6588;top:4680;width:2;height:63" coordorigin="6588,4680" coordsize="2,63">
              <v:shape id="_x0000_s1428" style="position:absolute;left:6588;top:4680;width:2;height:63" coordorigin="6588,4680" coordsize="0,63" path="m6588,4680r,63e" filled="f" strokeweight=".5pt">
                <v:path arrowok="t"/>
              </v:shape>
            </v:group>
            <v:group id="_x0000_s1425" style="position:absolute;left:6780;top:4680;width:2;height:63" coordorigin="6780,4680" coordsize="2,63">
              <v:shape id="_x0000_s1426" style="position:absolute;left:6780;top:4680;width:2;height:63" coordorigin="6780,4680" coordsize="0,63" path="m6780,4680r,63e" filled="f" strokeweight=".5pt">
                <v:path arrowok="t"/>
              </v:shape>
            </v:group>
            <v:group id="_x0000_s1423" style="position:absolute;left:6970;top:4680;width:2;height:63" coordorigin="6970,4680" coordsize="2,63">
              <v:shape id="_x0000_s1424" style="position:absolute;left:6970;top:4680;width:2;height:63" coordorigin="6970,4680" coordsize="0,63" path="m6970,4680r,63e" filled="f" strokeweight=".5pt">
                <v:path arrowok="t"/>
              </v:shape>
            </v:group>
            <v:group id="_x0000_s1421" style="position:absolute;left:7162;top:4680;width:2;height:63" coordorigin="7162,4680" coordsize="2,63">
              <v:shape id="_x0000_s1422" style="position:absolute;left:7162;top:4680;width:2;height:63" coordorigin="7162,4680" coordsize="0,63" path="m7162,4680r,63e" filled="f" strokeweight=".5pt">
                <v:path arrowok="t"/>
              </v:shape>
            </v:group>
            <v:group id="_x0000_s1419" style="position:absolute;left:7354;top:4680;width:2;height:63" coordorigin="7354,4680" coordsize="2,63">
              <v:shape id="_x0000_s1420" style="position:absolute;left:7354;top:4680;width:2;height:63" coordorigin="7354,4680" coordsize="0,63" path="m7354,4680r,63e" filled="f" strokeweight=".5pt">
                <v:path arrowok="t"/>
              </v:shape>
            </v:group>
            <v:group id="_x0000_s1417" style="position:absolute;left:7546;top:4680;width:2;height:63" coordorigin="7546,4680" coordsize="2,63">
              <v:shape id="_x0000_s1418" style="position:absolute;left:7546;top:4680;width:2;height:63" coordorigin="7546,4680" coordsize="0,63" path="m7546,4680r,63e" filled="f" strokeweight=".5pt">
                <v:path arrowok="t"/>
              </v:shape>
            </v:group>
            <v:group id="_x0000_s1415" style="position:absolute;left:7735;top:4680;width:2;height:63" coordorigin="7735,4680" coordsize="2,63">
              <v:shape id="_x0000_s1416" style="position:absolute;left:7735;top:4680;width:2;height:63" coordorigin="7735,4680" coordsize="0,63" path="m7735,4680r,63e" filled="f" strokeweight=".5pt">
                <v:path arrowok="t"/>
              </v:shape>
            </v:group>
            <v:group id="_x0000_s1413" style="position:absolute;left:7927;top:4680;width:2;height:63" coordorigin="7927,4680" coordsize="2,63">
              <v:shape id="_x0000_s1414" style="position:absolute;left:7927;top:4680;width:2;height:63" coordorigin="7927,4680" coordsize="0,63" path="m7927,4680r,63e" filled="f" strokeweight=".5pt">
                <v:path arrowok="t"/>
              </v:shape>
            </v:group>
            <v:group id="_x0000_s1411" style="position:absolute;left:8119;top:4680;width:2;height:63" coordorigin="8119,4680" coordsize="2,63">
              <v:shape id="_x0000_s1412" style="position:absolute;left:8119;top:4680;width:2;height:63" coordorigin="8119,4680" coordsize="0,63" path="m8119,4680r,63e" filled="f" strokeweight=".5pt">
                <v:path arrowok="t"/>
              </v:shape>
            </v:group>
            <v:group id="_x0000_s1409" style="position:absolute;left:8311;top:4680;width:2;height:63" coordorigin="8311,4680" coordsize="2,63">
              <v:shape id="_x0000_s1410" style="position:absolute;left:8311;top:4680;width:2;height:63" coordorigin="8311,4680" coordsize="0,63" path="m8311,4680r,63e" filled="f" strokeweight=".5pt">
                <v:path arrowok="t"/>
              </v:shape>
            </v:group>
            <v:group id="_x0000_s1407" style="position:absolute;left:8503;top:4680;width:2;height:63" coordorigin="8503,4680" coordsize="2,63">
              <v:shape id="_x0000_s1408" style="position:absolute;left:8503;top:4680;width:2;height:63" coordorigin="8503,4680" coordsize="0,63" path="m8503,4680r,63e" filled="f" strokeweight=".5pt">
                <v:path arrowok="t"/>
              </v:shape>
            </v:group>
            <v:group id="_x0000_s1405" style="position:absolute;left:8693;top:4680;width:2;height:63" coordorigin="8693,4680" coordsize="2,63">
              <v:shape id="_x0000_s1406" style="position:absolute;left:8693;top:4680;width:2;height:63" coordorigin="8693,4680" coordsize="0,63" path="m8693,4680r,63e" filled="f" strokeweight=".5pt">
                <v:path arrowok="t"/>
              </v:shape>
            </v:group>
            <v:group id="_x0000_s1403" style="position:absolute;left:8885;top:4680;width:2;height:63" coordorigin="8885,4680" coordsize="2,63">
              <v:shape id="_x0000_s1404" style="position:absolute;left:8885;top:4680;width:2;height:63" coordorigin="8885,4680" coordsize="0,63" path="m8885,4680r,63e" filled="f" strokeweight=".5pt">
                <v:path arrowok="t"/>
              </v:shape>
            </v:group>
            <v:group id="_x0000_s1401" style="position:absolute;left:9077;top:4680;width:2;height:63" coordorigin="9077,4680" coordsize="2,63">
              <v:shape id="_x0000_s1402" style="position:absolute;left:9077;top:4680;width:2;height:63" coordorigin="9077,4680" coordsize="0,63" path="m9077,4680r,63e" filled="f" strokeweight=".5pt">
                <v:path arrowok="t"/>
              </v:shape>
            </v:group>
            <v:group id="_x0000_s1399" style="position:absolute;left:9269;top:4680;width:2;height:63" coordorigin="9269,4680" coordsize="2,63">
              <v:shape id="_x0000_s1400" style="position:absolute;left:9269;top:4680;width:2;height:63" coordorigin="9269,4680" coordsize="0,63" path="m9269,4680r,63e" filled="f" strokeweight=".5pt">
                <v:path arrowok="t"/>
              </v:shape>
            </v:group>
            <v:group id="_x0000_s1397" style="position:absolute;left:9458;top:4680;width:2;height:63" coordorigin="9458,4680" coordsize="2,63">
              <v:shape id="_x0000_s1398" style="position:absolute;left:9458;top:4680;width:2;height:63" coordorigin="9458,4680" coordsize="0,63" path="m9458,4680r,63e" filled="f" strokeweight=".5pt">
                <v:path arrowok="t"/>
              </v:shape>
            </v:group>
            <v:group id="_x0000_s1395" style="position:absolute;left:9650;top:4680;width:2;height:63" coordorigin="9650,4680" coordsize="2,63">
              <v:shape id="_x0000_s1396" style="position:absolute;left:9650;top:4680;width:2;height:63" coordorigin="9650,4680" coordsize="0,63" path="m9650,4680r,63e" filled="f" strokeweight=".5pt">
                <v:path arrowok="t"/>
              </v:shape>
            </v:group>
            <v:group id="_x0000_s1393" style="position:absolute;left:9842;top:4680;width:2;height:63" coordorigin="9842,4680" coordsize="2,63">
              <v:shape id="_x0000_s1394" style="position:absolute;left:9842;top:4680;width:2;height:63" coordorigin="9842,4680" coordsize="0,63" path="m9842,4680r,63e" filled="f" strokeweight=".5pt">
                <v:path arrowok="t"/>
              </v:shape>
            </v:group>
            <v:group id="_x0000_s1391" style="position:absolute;left:10034;top:4680;width:2;height:63" coordorigin="10034,4680" coordsize="2,63">
              <v:shape id="_x0000_s1392" style="position:absolute;left:10034;top:4680;width:2;height:63" coordorigin="10034,4680" coordsize="0,63" path="m10034,4680r,63e" filled="f" strokeweight=".5pt">
                <v:path arrowok="t"/>
              </v:shape>
            </v:group>
            <v:group id="_x0000_s1389" style="position:absolute;left:10226;top:4680;width:2;height:63" coordorigin="10226,4680" coordsize="2,63">
              <v:shape id="_x0000_s1390" style="position:absolute;left:10226;top:4680;width:2;height:63" coordorigin="10226,4680" coordsize="0,63" path="m10226,4680r,63e" filled="f" strokeweight=".5pt">
                <v:path arrowok="t"/>
              </v:shape>
            </v:group>
            <v:group id="_x0000_s1387" style="position:absolute;left:10416;top:4680;width:2;height:63" coordorigin="10416,4680" coordsize="2,63">
              <v:shape id="_x0000_s1388" style="position:absolute;left:10416;top:4680;width:2;height:63" coordorigin="10416,4680" coordsize="0,63" path="m10416,4680r,63e" filled="f" strokeweight=".5pt">
                <v:path arrowok="t"/>
              </v:shape>
            </v:group>
            <v:group id="_x0000_s1385" style="position:absolute;left:10609;top:4680;width:2;height:63" coordorigin="10609,4680" coordsize="2,63">
              <v:shape id="_x0000_s1386" style="position:absolute;left:10609;top:4680;width:2;height:63" coordorigin="10609,4680" coordsize="0,63" path="m10609,4680r,63e" filled="f" strokeweight=".5pt">
                <v:path arrowok="t"/>
              </v:shape>
            </v:group>
            <v:group id="_x0000_s1383" style="position:absolute;left:2853;top:403;width:7646;height:3600" coordorigin="2853,403" coordsize="7646,3600">
              <v:shape id="_x0000_s1384" style="position:absolute;left:2853;top:403;width:7646;height:3600" coordorigin="2853,403" coordsize="7646,3600" path="m2853,3841r61,-53l2974,3736r45,-40l3067,3653r47,-49l3129,3588r44,-44l3231,3509r18,-2l3268,3509r70,31l3355,3550r17,11l3389,3571r18,8l3424,3586r15,5l3454,3598r16,7l3485,3614r15,8l3515,3629r15,6l3545,3639r15,2l3575,3639r54,-41l3658,3544r28,-72l3715,3390r19,-56l3744,3306r29,-80l3801,3158r33,-53l3880,3058r24,-18l3916,3032r46,-45l3997,2933r31,-87l4048,2770r20,-85l4088,2598r9,-42l4117,2476r19,-67l4165,2343r19,-13l4194,2335r29,65l4242,2476r19,96l4280,2683r9,59l4299,2803r10,62l4318,2927r10,61l4337,3048r19,115l4376,3264r19,86l4404,3393r10,44l4423,3481r10,44l4443,3569r19,85l4481,3736r19,74l4519,3876r29,77l4586,4003r10,l4606,3998r38,-57l4672,3871r29,-79l4711,3766r28,-72l4784,3625r49,-39l4898,3555r16,-8l4978,3499r45,-47l5051,3419r14,-15l5120,3349r53,-27l5187,3322r15,3l5216,3328r15,4l5246,3336r14,3l5275,3341r14,l5303,3339r48,-44l5380,3235r29,-77l5429,3101r19,-61l5458,3010r9,-31l5486,2919r19,-57l5534,2786r29,-68l5592,2652r28,-63l5649,2529r29,-54l5716,2412r22,-32l5750,2363r37,-51l5837,2259r50,-19l5899,2242r43,62l5963,2368r20,76l6002,2525r10,40l6032,2637r29,76l6080,2731r9,-3l6118,2651r19,-120l6147,2453r9,-88l6166,2270r10,-103l6185,2061r10,-110l6204,1840r10,-111l6223,1621r10,-105l6243,1417r9,-92l6262,1242r9,-72l6281,1110r19,-76l6319,1018r10,10l6358,1119r19,98l6396,1332r9,61l6415,1455r10,61l6444,1631r19,97l6482,1797r38,41l6530,1834r38,-47l6597,1733r9,-18l6645,1659r19,-11l6673,1650r39,61l6731,1769r19,71l6769,1917r10,39l6788,1994r20,72l6827,2128r28,61l6875,2200r9,-4l6922,2123r20,-61l6961,1991r19,-78l6989,1873r10,-40l7018,1756r19,-71l7056,1626r32,-74l7122,1481r33,-62l7200,1357r56,-30l7267,1330r43,46l7342,1435r32,68l7385,1525r32,62l7462,1645r13,13l7528,1707r53,24l7594,1731r50,-35l7675,1639r31,-76l7726,1506r19,-60l7765,1384r9,-30l7794,1295r28,-79l7832,1193r8,-21l7867,1087r20,-68l7897,984r20,-68l7938,854r31,-67l7988,768r10,1l8033,863r19,126l8062,1068r9,89l8081,1254r9,103l8100,1465r10,112l8119,1691r10,115l8138,1920r10,113l8158,2142r9,105l8177,2346r9,91l8196,2520r9,72l8215,2653r21,82l8265,2804r35,58l8346,2925r22,26l8378,2962r35,50l8446,3073r21,41l8478,3134r32,58l8541,3243r42,50l8643,3315r16,-3l8723,3282r31,-21l8770,3251r16,-9l8803,3233r17,-10l8887,3180r49,-35l8986,3108r50,-42l9068,3039r15,-14l9144,2978r67,-26l9260,2949r15,-1l9336,2933r49,-49l9427,2818r31,-55l9488,2705r10,-19l9507,2666r29,-55l9576,2542r41,-67l9637,2442r10,-17l9688,2358r31,-53l9749,2250r10,-18l9770,2215r10,-17l9790,2182r10,-17l9811,2149r31,-52l9872,2040r29,-68l9929,1892r19,-67l9967,1741r19,-96l10005,1541r20,-110l10044,1320r9,-56l10072,1156r20,-102l10111,961r19,-79l10149,812r19,-64l10187,689r29,-79l10245,542r28,-55l10312,432r50,-29l10376,405r55,32l10459,460r13,12l10486,482r14,9e" filled="f" strokeweight="2pt">
                <v:path arrowok="t"/>
              </v:shape>
            </v:group>
            <v:group id="_x0000_s1381" style="position:absolute;left:2853;top:4041;width:7651;height:538" coordorigin="2853,4041" coordsize="7651,538">
              <v:shape id="_x0000_s1382" style="position:absolute;left:2853;top:4041;width:7651;height:538" coordorigin="2853,4041" coordsize="7651,538" path="m2853,4554r80,-10l2992,4536r62,-8l3116,4518r20,-3l3212,4506r40,-2l3272,4504r60,4l3372,4512r19,2l3411,4515r22,1l3455,4518r21,1l3496,4521r20,1l3536,4524r18,l3573,4524r77,-13l3708,4489r36,-16l3763,4466r57,-19l3881,4437r39,-5l3939,4430r74,-18l4067,4381r18,-12l4102,4358r69,-30l4187,4328r17,4l4270,4373r48,44l4334,4432r15,14l4365,4459r15,12l4399,4483r18,13l4470,4531r69,37l4593,4578r19,-2l4688,4552r18,-7l4725,4537r79,-18l4864,4514r39,-3l4922,4509r64,-8l5047,4492r20,-4l5140,4478r43,-1l5203,4477r20,1l5243,4479r19,1l5338,4475r57,-18l5451,4433r18,-9l5487,4415r57,-23l5604,4372r75,-23l5757,4331r60,-11l5874,4314r19,l5964,4334r34,20l6015,4364r16,9l6048,4381r16,5l6081,4388r16,-2l6151,4335r38,-58l6214,4236r12,-20l6262,4164r51,-33l6329,4133r62,40l6421,4202r15,14l6502,4251r20,1l6541,4250r19,-3l6579,4242r18,-5l6615,4233r18,-4l6651,4226r18,-1l6690,4230r58,25l6785,4276r18,10l6820,4295r18,7l6855,4306r17,2l6891,4306r73,-32l7000,4252r18,-11l7075,4215r61,-19l7212,4180r37,-3l7270,4178r60,12l7388,4208r19,6l7485,4228r60,8l7584,4238r19,-1l7665,4226r58,-22l7777,4180r17,-8l7811,4165r18,-7l7846,4151r17,-8l7880,4134r16,-10l7913,4115r17,-9l7946,4099r17,-5l7979,4091r16,l8050,4129r37,50l8122,4238r11,20l8145,4278r33,54l8230,4387r55,24l8357,4421r18,1l8435,4436r41,12l8495,4453r75,17l8630,4475r21,l8730,4470r19,-2l8768,4466r19,-2l8807,4463r20,-2l8887,4455r79,-9l9031,4439r40,-6l9090,4431r75,-8l9227,4420r20,l9267,4420r20,l9367,4414r63,-14l9505,4379r18,-6l9583,4358r60,-15l9662,4338r19,-4l9699,4329r18,-5l9735,4319r21,-5l9776,4309r20,-5l9816,4299r19,-4l9909,4271r53,-29l10011,4203r32,-27l10058,4163r61,-46l10179,4085r56,-23l10307,4043r44,-2l10371,4041r78,10l10468,4054r18,3l10505,4060e" filled="f" strokeweight="2pt">
                <v:stroke dashstyle="dash"/>
                <v:path arrowok="t"/>
              </v:shape>
            </v:group>
            <v:group id="_x0000_s1379" style="position:absolute;left:2853;top:4009;width:7653;height:618" coordorigin="2853,4009" coordsize="7653,618">
              <v:shape id="_x0000_s1380" style="position:absolute;left:2853;top:4009;width:7653;height:618" coordorigin="2853,4009" coordsize="7653,618" path="m2853,4627r20,-3l2893,4621r20,-3l2933,4615r19,-3l3032,4601r64,-2l3117,4599r19,l3156,4599r19,1l3194,4600r19,l3232,4600r20,l3273,4600r20,1l3313,4601r20,1l3411,4597r62,-19l3529,4553r18,-8l3617,4519r60,-5l3697,4514r20,1l3736,4517r20,1l3776,4519r64,-1l3901,4515r76,-5l4037,4501r59,-13l4116,4483r76,-13l4252,4464r59,-2l4331,4462r60,10l4449,4494r55,28l4521,4531r17,8l4556,4547r17,7l4593,4561r19,7l4670,4589r76,16l4765,4605r19,-2l4841,4584r38,-18l4897,4558r77,-24l5014,4533r20,l5054,4534r19,2l5093,4537r19,l5131,4537r19,-1l5209,4527r59,-14l5287,4509r62,-11l5411,4493r20,l5450,4492r74,-10l5582,4461r54,-27l5671,4415r18,-9l5760,4372r37,-15l5815,4350r72,-33l5941,4283r50,-44l6008,4224r16,-14l6086,4168r15,-4l6120,4164r71,29l6242,4229r16,12l6312,4270r59,21l6445,4314r19,5l6522,4340r39,16l6580,4363r74,25l6714,4394r20,-1l6754,4390r19,-2l6792,4384r19,-2l6830,4379r18,-1l6867,4379r60,14l6985,4416r18,7l7022,4429r19,5l7059,4436r21,l7139,4427r76,-24l7234,4396r19,-7l7309,4362r36,-20l7363,4332r71,-31l7477,4298r21,1l7517,4302r20,4l7556,4310r18,5l7593,4319r18,4l7629,4326r22,2l7671,4330r21,2l7712,4334r19,2l7751,4337r18,l7843,4321r52,-31l7945,4252r17,-13l7978,4227r17,-10l8011,4207r20,-9l8050,4189r55,-24l8175,4151r17,2l8252,4188r42,48l8321,4271r14,18l8375,4338r66,45l8516,4402r38,5l8572,4410r59,15l8671,4436r19,6l8766,4459r60,5l8846,4464r79,-6l8945,4456r19,-1l9030,4448r59,-7l9127,4436r18,-3l9164,4431r21,-3l9206,4426r20,-3l9246,4420r20,-3l9343,4409r39,-1l9402,4409r20,1l9442,4413r20,2l9481,4417r20,1l9521,4419r19,l9603,4407r58,-17l9698,4378r18,-7l9734,4366r21,-7l9776,4353r20,-6l9816,4342r74,-23l9927,4308r20,-6l9968,4296r19,-6l10007,4285r19,-5l10099,4254r52,-31l10200,4184r47,-41l10262,4129r59,-45l10377,4056r74,-27l10469,4023r19,-7l10506,4009e" filled="f" strokeweight="1.5pt">
                <v:stroke dashstyle="longDash"/>
                <v:path arrowok="t"/>
              </v:shape>
            </v:group>
            <v:group id="_x0000_s1377" style="position:absolute;left:5194;top:5989;width:504;height:2" coordorigin="5194,5989" coordsize="504,2">
              <v:shape id="_x0000_s1378" style="position:absolute;left:5194;top:5989;width:504;height:2" coordorigin="5194,5989" coordsize="504,0" path="m5194,5989r504,e" filled="f" strokeweight="2pt">
                <v:path arrowok="t"/>
              </v:shape>
            </v:group>
            <v:group id="_x0000_s1375" style="position:absolute;left:5194;top:6341;width:504;height:2" coordorigin="5194,6341" coordsize="504,2">
              <v:shape id="_x0000_s1376" style="position:absolute;left:5194;top:6341;width:504;height:2" coordorigin="5194,6341" coordsize="504,0" path="m5194,6341r504,e" filled="f" strokeweight="1.5pt">
                <v:stroke dashstyle="longDash"/>
                <v:path arrowok="t"/>
              </v:shape>
            </v:group>
            <w10:wrap anchorx="page"/>
          </v:group>
        </w:pict>
      </w:r>
      <w:r w:rsidR="004F4CDC">
        <w:rPr>
          <w:rFonts w:ascii="Calibri" w:eastAsia="Calibri" w:hAnsi="Calibri" w:cs="Calibri"/>
          <w:sz w:val="20"/>
          <w:szCs w:val="20"/>
        </w:rPr>
        <w:t>1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8</w:t>
      </w:r>
      <w:r w:rsidR="004F4CDC">
        <w:rPr>
          <w:rFonts w:ascii="Calibri" w:eastAsia="Calibri" w:hAnsi="Calibri" w:cs="Calibri"/>
          <w:spacing w:val="-2"/>
          <w:sz w:val="20"/>
          <w:szCs w:val="20"/>
        </w:rPr>
        <w:t>,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0</w:t>
      </w:r>
      <w:r w:rsidR="004F4CDC">
        <w:rPr>
          <w:rFonts w:ascii="Calibri" w:eastAsia="Calibri" w:hAnsi="Calibri" w:cs="Calibri"/>
          <w:sz w:val="20"/>
          <w:szCs w:val="20"/>
        </w:rPr>
        <w:t>00,000</w:t>
      </w:r>
    </w:p>
    <w:p w:rsidR="00A708F6" w:rsidRDefault="00A708F6">
      <w:pPr>
        <w:spacing w:before="20" w:after="0" w:line="220" w:lineRule="exact"/>
      </w:pPr>
    </w:p>
    <w:p w:rsidR="00A708F6" w:rsidRDefault="004F4CDC">
      <w:pPr>
        <w:spacing w:before="19" w:after="0" w:line="240" w:lineRule="exact"/>
        <w:ind w:left="521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sz w:val="20"/>
          <w:szCs w:val="20"/>
        </w:rPr>
        <w:t>6</w:t>
      </w:r>
      <w:r>
        <w:rPr>
          <w:rFonts w:ascii="Calibri" w:eastAsia="Calibri" w:hAnsi="Calibri" w:cs="Calibri"/>
          <w:spacing w:val="-2"/>
          <w:sz w:val="20"/>
          <w:szCs w:val="20"/>
        </w:rPr>
        <w:t>,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00,000</w:t>
      </w:r>
    </w:p>
    <w:p w:rsidR="00A708F6" w:rsidRDefault="00A708F6">
      <w:pPr>
        <w:spacing w:before="20" w:after="0" w:line="220" w:lineRule="exact"/>
      </w:pPr>
    </w:p>
    <w:p w:rsidR="00A708F6" w:rsidRDefault="004F4CDC">
      <w:pPr>
        <w:spacing w:before="19" w:after="0" w:line="240" w:lineRule="exact"/>
        <w:ind w:left="521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sz w:val="20"/>
          <w:szCs w:val="20"/>
        </w:rPr>
        <w:t>4</w:t>
      </w:r>
      <w:r>
        <w:rPr>
          <w:rFonts w:ascii="Calibri" w:eastAsia="Calibri" w:hAnsi="Calibri" w:cs="Calibri"/>
          <w:spacing w:val="-2"/>
          <w:sz w:val="20"/>
          <w:szCs w:val="20"/>
        </w:rPr>
        <w:t>,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00,000</w:t>
      </w:r>
    </w:p>
    <w:p w:rsidR="00A708F6" w:rsidRDefault="00A708F6">
      <w:pPr>
        <w:spacing w:after="0" w:line="240" w:lineRule="exact"/>
        <w:rPr>
          <w:sz w:val="24"/>
          <w:szCs w:val="24"/>
        </w:rPr>
      </w:pPr>
    </w:p>
    <w:p w:rsidR="00A708F6" w:rsidRDefault="004F4CDC">
      <w:pPr>
        <w:spacing w:before="19" w:after="0" w:line="240" w:lineRule="exact"/>
        <w:ind w:left="521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sz w:val="20"/>
          <w:szCs w:val="20"/>
        </w:rPr>
        <w:t>2</w:t>
      </w:r>
      <w:r>
        <w:rPr>
          <w:rFonts w:ascii="Calibri" w:eastAsia="Calibri" w:hAnsi="Calibri" w:cs="Calibri"/>
          <w:spacing w:val="-2"/>
          <w:sz w:val="20"/>
          <w:szCs w:val="20"/>
        </w:rPr>
        <w:t>,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00,000</w:t>
      </w:r>
    </w:p>
    <w:p w:rsidR="00A708F6" w:rsidRDefault="00A708F6">
      <w:pPr>
        <w:spacing w:before="19" w:after="0" w:line="220" w:lineRule="exact"/>
      </w:pPr>
    </w:p>
    <w:p w:rsidR="00A708F6" w:rsidRDefault="002B0ED0">
      <w:pPr>
        <w:spacing w:before="19" w:after="0" w:line="240" w:lineRule="exact"/>
        <w:ind w:left="521" w:right="-20"/>
        <w:rPr>
          <w:rFonts w:ascii="Calibri" w:eastAsia="Calibri" w:hAnsi="Calibri" w:cs="Calibri"/>
          <w:sz w:val="20"/>
          <w:szCs w:val="20"/>
        </w:rPr>
      </w:pPr>
      <w:r>
        <w:pict>
          <v:shape id="_x0000_s1373" type="#_x0000_t202" style="position:absolute;left:0;text-align:left;margin-left:66.8pt;margin-top:-5.5pt;width:11.95pt;height:86.15pt;z-index:-251653632;mso-position-horizontal-relative:page" filled="f" stroked="f">
            <v:textbox style="layout-flow:vertical;mso-layout-flow-alt:bottom-to-top;mso-next-textbox:#_x0000_s1373" inset="0,0,0,0">
              <w:txbxContent>
                <w:p w:rsidR="00A708F6" w:rsidRDefault="004F4CDC">
                  <w:pPr>
                    <w:spacing w:after="0" w:line="223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position w:val="1"/>
                      <w:sz w:val="20"/>
                      <w:szCs w:val="20"/>
                    </w:rPr>
                    <w:t>Po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position w:val="1"/>
                      <w:sz w:val="20"/>
                      <w:szCs w:val="20"/>
                    </w:rPr>
                    <w:t>pu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position w:val="1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bCs/>
                      <w:position w:val="1"/>
                      <w:sz w:val="20"/>
                      <w:szCs w:val="20"/>
                    </w:rPr>
                    <w:t>ation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8"/>
                      <w:position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position w:val="1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b/>
                      <w:bCs/>
                      <w:position w:val="1"/>
                      <w:sz w:val="20"/>
                      <w:szCs w:val="20"/>
                    </w:rPr>
                    <w:t>st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position w:val="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position w:val="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b/>
                      <w:bCs/>
                      <w:position w:val="1"/>
                      <w:sz w:val="20"/>
                      <w:szCs w:val="20"/>
                    </w:rPr>
                    <w:t>ate</w:t>
                  </w:r>
                </w:p>
              </w:txbxContent>
            </v:textbox>
            <w10:wrap anchorx="page"/>
          </v:shape>
        </w:pict>
      </w:r>
      <w:r w:rsidR="004F4CDC">
        <w:rPr>
          <w:rFonts w:ascii="Calibri" w:eastAsia="Calibri" w:hAnsi="Calibri" w:cs="Calibri"/>
          <w:sz w:val="20"/>
          <w:szCs w:val="20"/>
        </w:rPr>
        <w:t>1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0</w:t>
      </w:r>
      <w:r w:rsidR="004F4CDC">
        <w:rPr>
          <w:rFonts w:ascii="Calibri" w:eastAsia="Calibri" w:hAnsi="Calibri" w:cs="Calibri"/>
          <w:spacing w:val="-2"/>
          <w:sz w:val="20"/>
          <w:szCs w:val="20"/>
        </w:rPr>
        <w:t>,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0</w:t>
      </w:r>
      <w:r w:rsidR="004F4CDC">
        <w:rPr>
          <w:rFonts w:ascii="Calibri" w:eastAsia="Calibri" w:hAnsi="Calibri" w:cs="Calibri"/>
          <w:sz w:val="20"/>
          <w:szCs w:val="20"/>
        </w:rPr>
        <w:t>00,000</w:t>
      </w:r>
    </w:p>
    <w:p w:rsidR="00A708F6" w:rsidRDefault="00A708F6">
      <w:pPr>
        <w:spacing w:before="20" w:after="0" w:line="220" w:lineRule="exact"/>
      </w:pPr>
    </w:p>
    <w:p w:rsidR="00A708F6" w:rsidRDefault="004F4CDC">
      <w:pPr>
        <w:spacing w:before="19" w:after="0" w:line="240" w:lineRule="exact"/>
        <w:ind w:left="623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8,0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0,000</w:t>
      </w:r>
    </w:p>
    <w:p w:rsidR="00A708F6" w:rsidRDefault="00A708F6">
      <w:pPr>
        <w:spacing w:before="20" w:after="0" w:line="220" w:lineRule="exact"/>
      </w:pPr>
    </w:p>
    <w:p w:rsidR="00A708F6" w:rsidRDefault="004F4CDC">
      <w:pPr>
        <w:spacing w:before="19" w:after="0" w:line="240" w:lineRule="exact"/>
        <w:ind w:left="623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6,0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0,000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before="19" w:after="0" w:line="240" w:lineRule="exact"/>
        <w:ind w:left="623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4,0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0,000</w:t>
      </w:r>
    </w:p>
    <w:p w:rsidR="00A708F6" w:rsidRDefault="00A708F6">
      <w:pPr>
        <w:spacing w:before="20" w:after="0" w:line="220" w:lineRule="exact"/>
      </w:pPr>
    </w:p>
    <w:p w:rsidR="00A708F6" w:rsidRDefault="004F4CDC">
      <w:pPr>
        <w:spacing w:before="19" w:after="0" w:line="240" w:lineRule="exact"/>
        <w:ind w:left="623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2,0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0,000</w:t>
      </w:r>
    </w:p>
    <w:p w:rsidR="00A708F6" w:rsidRDefault="00A708F6">
      <w:pPr>
        <w:spacing w:after="0" w:line="240" w:lineRule="exact"/>
        <w:rPr>
          <w:sz w:val="24"/>
          <w:szCs w:val="24"/>
        </w:rPr>
      </w:pPr>
    </w:p>
    <w:p w:rsidR="00A708F6" w:rsidRDefault="002B0ED0">
      <w:pPr>
        <w:spacing w:before="19" w:after="0" w:line="240" w:lineRule="exact"/>
        <w:ind w:left="1331" w:right="-20"/>
        <w:rPr>
          <w:rFonts w:ascii="Calibri" w:eastAsia="Calibri" w:hAnsi="Calibri" w:cs="Calibri"/>
          <w:sz w:val="20"/>
          <w:szCs w:val="20"/>
        </w:rPr>
      </w:pPr>
      <w:r>
        <w:pict>
          <v:shape id="_x0000_s1372" type="#_x0000_t202" style="position:absolute;left:0;text-align:left;margin-left:137.6pt;margin-top:13pt;width:165.2pt;height:22.3pt;z-index:-251652608;mso-position-horizontal-relative:page" filled="f" stroked="f">
            <v:textbox style="layout-flow:vertical;mso-layout-flow-alt:bottom-to-top;mso-next-textbox:#_x0000_s1372" inset="0,0,0,0">
              <w:txbxContent>
                <w:p w:rsidR="00A708F6" w:rsidRDefault="004F4CDC">
                  <w:pPr>
                    <w:spacing w:after="0" w:line="217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75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76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77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78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79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80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81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82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83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84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85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86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87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88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89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90</w:t>
                  </w:r>
                </w:p>
                <w:p w:rsidR="00A708F6" w:rsidRDefault="004F4CDC">
                  <w:pPr>
                    <w:spacing w:after="0" w:line="197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91</w:t>
                  </w:r>
                </w:p>
              </w:txbxContent>
            </v:textbox>
            <w10:wrap anchorx="page"/>
          </v:shape>
        </w:pict>
      </w:r>
      <w:r>
        <w:pict>
          <v:shape id="_x0000_s1371" type="#_x0000_t202" style="position:absolute;left:0;text-align:left;margin-left:300.4pt;margin-top:13pt;width:11.95pt;height:22.3pt;z-index:-251651584;mso-position-horizontal-relative:page" filled="f" stroked="f">
            <v:textbox style="layout-flow:vertical;mso-layout-flow-alt:bottom-to-top;mso-next-textbox:#_x0000_s1371" inset="0,0,0,0">
              <w:txbxContent>
                <w:p w:rsidR="00A708F6" w:rsidRDefault="004F4CDC">
                  <w:pPr>
                    <w:spacing w:after="0" w:line="223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92</w:t>
                  </w:r>
                </w:p>
              </w:txbxContent>
            </v:textbox>
            <w10:wrap anchorx="page"/>
          </v:shape>
        </w:pict>
      </w:r>
      <w:r>
        <w:pict>
          <v:shape id="_x0000_s1370" type="#_x0000_t202" style="position:absolute;left:0;text-align:left;margin-left:309.95pt;margin-top:13pt;width:222.65pt;height:22.3pt;z-index:-251650560;mso-position-horizontal-relative:page" filled="f" stroked="f">
            <v:textbox style="layout-flow:vertical;mso-layout-flow-alt:bottom-to-top;mso-next-textbox:#_x0000_s1370" inset="0,0,0,0">
              <w:txbxContent>
                <w:p w:rsidR="00A708F6" w:rsidRDefault="004F4CDC">
                  <w:pPr>
                    <w:spacing w:after="0" w:line="217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93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94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95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96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97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98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9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99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00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01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02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03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04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05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06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07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08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09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10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11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12</w:t>
                  </w:r>
                </w:p>
                <w:p w:rsidR="00A708F6" w:rsidRDefault="004F4CDC">
                  <w:pPr>
                    <w:spacing w:after="0" w:line="191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13</w:t>
                  </w:r>
                </w:p>
                <w:p w:rsidR="00A708F6" w:rsidRDefault="004F4CDC">
                  <w:pPr>
                    <w:spacing w:after="0" w:line="192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14</w:t>
                  </w:r>
                </w:p>
                <w:p w:rsidR="00A708F6" w:rsidRDefault="004F4CDC">
                  <w:pPr>
                    <w:spacing w:after="0" w:line="197" w:lineRule="exact"/>
                    <w:ind w:left="20" w:right="-5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2</w:t>
                  </w:r>
                  <w:r>
                    <w:rPr>
                      <w:rFonts w:ascii="Calibri" w:eastAsia="Calibri" w:hAnsi="Calibri" w:cs="Calibri"/>
                      <w:spacing w:val="2"/>
                      <w:position w:val="1"/>
                      <w:sz w:val="20"/>
                      <w:szCs w:val="20"/>
                    </w:rPr>
                    <w:t>0</w:t>
                  </w:r>
                  <w:r>
                    <w:rPr>
                      <w:rFonts w:ascii="Calibri" w:eastAsia="Calibri" w:hAnsi="Calibri" w:cs="Calibri"/>
                      <w:position w:val="1"/>
                      <w:sz w:val="20"/>
                      <w:szCs w:val="20"/>
                    </w:rPr>
                    <w:t>15</w:t>
                  </w:r>
                </w:p>
              </w:txbxContent>
            </v:textbox>
            <w10:wrap anchorx="page"/>
          </v:shape>
        </w:pict>
      </w:r>
      <w:r w:rsidR="004F4CDC">
        <w:rPr>
          <w:rFonts w:ascii="Calibri" w:eastAsia="Calibri" w:hAnsi="Calibri" w:cs="Calibri"/>
          <w:sz w:val="20"/>
          <w:szCs w:val="20"/>
        </w:rPr>
        <w:t>0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6" w:after="0" w:line="240" w:lineRule="exact"/>
        <w:rPr>
          <w:sz w:val="24"/>
          <w:szCs w:val="24"/>
        </w:rPr>
      </w:pPr>
    </w:p>
    <w:p w:rsidR="00A708F6" w:rsidRDefault="00A708F6">
      <w:pPr>
        <w:spacing w:after="0"/>
        <w:sectPr w:rsidR="00A708F6">
          <w:pgSz w:w="11920" w:h="16860"/>
          <w:pgMar w:top="1240" w:right="1120" w:bottom="1560" w:left="1140" w:header="0" w:footer="1363" w:gutter="0"/>
          <w:cols w:space="720"/>
        </w:sectPr>
      </w:pPr>
    </w:p>
    <w:p w:rsidR="00A708F6" w:rsidRDefault="004F4CDC">
      <w:pPr>
        <w:spacing w:before="19" w:after="0" w:line="240" w:lineRule="auto"/>
        <w:ind w:right="1920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w w:val="99"/>
          <w:sz w:val="20"/>
          <w:szCs w:val="20"/>
        </w:rPr>
        <w:t>Year</w:t>
      </w:r>
    </w:p>
    <w:p w:rsidR="00A708F6" w:rsidRDefault="00A708F6">
      <w:pPr>
        <w:spacing w:before="9" w:after="0" w:line="140" w:lineRule="exact"/>
        <w:rPr>
          <w:sz w:val="14"/>
          <w:szCs w:val="14"/>
        </w:rPr>
      </w:pPr>
    </w:p>
    <w:p w:rsidR="00A708F6" w:rsidRDefault="002B0ED0">
      <w:pPr>
        <w:tabs>
          <w:tab w:val="left" w:pos="4600"/>
        </w:tabs>
        <w:spacing w:after="0" w:line="240" w:lineRule="auto"/>
        <w:ind w:left="979" w:right="-20"/>
        <w:rPr>
          <w:rFonts w:ascii="Calibri" w:eastAsia="Calibri" w:hAnsi="Calibri" w:cs="Calibri"/>
          <w:sz w:val="20"/>
          <w:szCs w:val="20"/>
        </w:rPr>
      </w:pPr>
      <w:r>
        <w:pict>
          <v:group id="_x0000_s1368" style="position:absolute;left:0;text-align:left;margin-left:77.95pt;margin-top:3.9pt;width:25.2pt;height:5.5pt;z-index:-251655680;mso-position-horizontal-relative:page" coordorigin="1559,78" coordsize="504,110">
            <v:shape id="_x0000_s1369" style="position:absolute;left:1559;top:78;width:504;height:110" coordorigin="1559,78" coordsize="504,110" path="m1559,188r504,l2063,78r-504,l1559,188e" fillcolor="#aeabab" stroked="f">
              <v:path arrowok="t"/>
            </v:shape>
            <w10:wrap anchorx="page"/>
          </v:group>
        </w:pict>
      </w:r>
      <w:r w:rsidR="004F4CDC">
        <w:rPr>
          <w:rFonts w:ascii="Calibri" w:eastAsia="Calibri" w:hAnsi="Calibri" w:cs="Calibri"/>
          <w:sz w:val="20"/>
          <w:szCs w:val="20"/>
        </w:rPr>
        <w:t>Ka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n</w:t>
      </w:r>
      <w:r w:rsidR="004F4CDC">
        <w:rPr>
          <w:rFonts w:ascii="Calibri" w:eastAsia="Calibri" w:hAnsi="Calibri" w:cs="Calibri"/>
          <w:sz w:val="20"/>
          <w:szCs w:val="20"/>
        </w:rPr>
        <w:t>gar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o</w:t>
      </w:r>
      <w:r w:rsidR="004F4CDC">
        <w:rPr>
          <w:rFonts w:ascii="Calibri" w:eastAsia="Calibri" w:hAnsi="Calibri" w:cs="Calibri"/>
          <w:sz w:val="20"/>
          <w:szCs w:val="20"/>
        </w:rPr>
        <w:t>os</w:t>
      </w:r>
      <w:r w:rsidR="004F4CDC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h</w:t>
      </w:r>
      <w:r w:rsidR="004F4CDC">
        <w:rPr>
          <w:rFonts w:ascii="Calibri" w:eastAsia="Calibri" w:hAnsi="Calibri" w:cs="Calibri"/>
          <w:sz w:val="20"/>
          <w:szCs w:val="20"/>
        </w:rPr>
        <w:t>ar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v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s</w:t>
      </w:r>
      <w:r w:rsidR="004F4CDC">
        <w:rPr>
          <w:rFonts w:ascii="Calibri" w:eastAsia="Calibri" w:hAnsi="Calibri" w:cs="Calibri"/>
          <w:sz w:val="20"/>
          <w:szCs w:val="20"/>
        </w:rPr>
        <w:t>ted</w:t>
      </w:r>
      <w:r w:rsidR="004F4CDC">
        <w:rPr>
          <w:rFonts w:ascii="Calibri" w:eastAsia="Calibri" w:hAnsi="Calibri" w:cs="Calibri"/>
          <w:sz w:val="20"/>
          <w:szCs w:val="20"/>
        </w:rPr>
        <w:tab/>
        <w:t>P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opu</w:t>
      </w:r>
      <w:r w:rsidR="004F4CDC">
        <w:rPr>
          <w:rFonts w:ascii="Calibri" w:eastAsia="Calibri" w:hAnsi="Calibri" w:cs="Calibri"/>
          <w:sz w:val="20"/>
          <w:szCs w:val="20"/>
        </w:rPr>
        <w:t>la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t</w:t>
      </w:r>
      <w:r w:rsidR="004F4CDC">
        <w:rPr>
          <w:rFonts w:ascii="Calibri" w:eastAsia="Calibri" w:hAnsi="Calibri" w:cs="Calibri"/>
          <w:sz w:val="20"/>
          <w:szCs w:val="20"/>
        </w:rPr>
        <w:t>ion</w:t>
      </w:r>
      <w:r w:rsidR="004F4CDC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s</w:t>
      </w:r>
      <w:r w:rsidR="004F4CDC">
        <w:rPr>
          <w:rFonts w:ascii="Calibri" w:eastAsia="Calibri" w:hAnsi="Calibri" w:cs="Calibri"/>
          <w:sz w:val="20"/>
          <w:szCs w:val="20"/>
        </w:rPr>
        <w:t>ti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m</w:t>
      </w:r>
      <w:r w:rsidR="004F4CDC">
        <w:rPr>
          <w:rFonts w:ascii="Calibri" w:eastAsia="Calibri" w:hAnsi="Calibri" w:cs="Calibri"/>
          <w:sz w:val="20"/>
          <w:szCs w:val="20"/>
        </w:rPr>
        <w:t>a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t</w:t>
      </w:r>
      <w:r w:rsidR="004F4CDC">
        <w:rPr>
          <w:rFonts w:ascii="Calibri" w:eastAsia="Calibri" w:hAnsi="Calibri" w:cs="Calibri"/>
          <w:sz w:val="20"/>
          <w:szCs w:val="20"/>
        </w:rPr>
        <w:t>e</w:t>
      </w:r>
    </w:p>
    <w:p w:rsidR="00A708F6" w:rsidRDefault="00A708F6">
      <w:pPr>
        <w:spacing w:before="8" w:after="0" w:line="100" w:lineRule="exact"/>
        <w:rPr>
          <w:sz w:val="10"/>
          <w:szCs w:val="10"/>
        </w:rPr>
      </w:pPr>
    </w:p>
    <w:p w:rsidR="00A708F6" w:rsidRDefault="002B0ED0">
      <w:pPr>
        <w:tabs>
          <w:tab w:val="left" w:pos="4600"/>
        </w:tabs>
        <w:spacing w:after="0" w:line="240" w:lineRule="auto"/>
        <w:ind w:left="979" w:right="-70"/>
        <w:rPr>
          <w:rFonts w:ascii="Calibri" w:eastAsia="Calibri" w:hAnsi="Calibri" w:cs="Calibri"/>
          <w:sz w:val="20"/>
          <w:szCs w:val="20"/>
        </w:rPr>
      </w:pPr>
      <w:r>
        <w:pict>
          <v:group id="_x0000_s1366" style="position:absolute;left:0;text-align:left;margin-left:77.95pt;margin-top:6.65pt;width:25.2pt;height:.1pt;z-index:-251654656;mso-position-horizontal-relative:page" coordorigin="1559,133" coordsize="504,2">
            <v:shape id="_x0000_s1367" style="position:absolute;left:1559;top:133;width:504;height:2" coordorigin="1559,133" coordsize="504,0" path="m1559,133r504,e" filled="f" strokeweight="2pt">
              <v:stroke dashstyle="dash"/>
              <v:path arrowok="t"/>
            </v:shape>
            <w10:wrap anchorx="page"/>
          </v:group>
        </w:pict>
      </w:r>
      <w:r w:rsidR="004F4CDC">
        <w:rPr>
          <w:rFonts w:ascii="Calibri" w:eastAsia="Calibri" w:hAnsi="Calibri" w:cs="Calibri"/>
          <w:sz w:val="20"/>
          <w:szCs w:val="20"/>
        </w:rPr>
        <w:t>1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5</w:t>
      </w:r>
      <w:r w:rsidR="004F4CDC">
        <w:rPr>
          <w:rFonts w:ascii="Calibri" w:eastAsia="Calibri" w:hAnsi="Calibri" w:cs="Calibri"/>
          <w:sz w:val="20"/>
          <w:szCs w:val="20"/>
        </w:rPr>
        <w:t>%</w:t>
      </w:r>
      <w:r w:rsidR="004F4CDC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qu</w:t>
      </w:r>
      <w:r w:rsidR="004F4CDC">
        <w:rPr>
          <w:rFonts w:ascii="Calibri" w:eastAsia="Calibri" w:hAnsi="Calibri" w:cs="Calibri"/>
          <w:spacing w:val="-2"/>
          <w:sz w:val="20"/>
          <w:szCs w:val="20"/>
        </w:rPr>
        <w:t>o</w:t>
      </w:r>
      <w:r w:rsidR="004F4CDC">
        <w:rPr>
          <w:rFonts w:ascii="Calibri" w:eastAsia="Calibri" w:hAnsi="Calibri" w:cs="Calibri"/>
          <w:sz w:val="20"/>
          <w:szCs w:val="20"/>
        </w:rPr>
        <w:t>ta</w:t>
      </w:r>
      <w:r w:rsidR="004F4CDC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f</w:t>
      </w:r>
      <w:r w:rsidR="004F4CDC">
        <w:rPr>
          <w:rFonts w:ascii="Calibri" w:eastAsia="Calibri" w:hAnsi="Calibri" w:cs="Calibri"/>
          <w:sz w:val="20"/>
          <w:szCs w:val="20"/>
        </w:rPr>
        <w:t>or</w:t>
      </w:r>
      <w:r w:rsidR="004F4CDC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c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u</w:t>
      </w:r>
      <w:r w:rsidR="004F4CDC">
        <w:rPr>
          <w:rFonts w:ascii="Calibri" w:eastAsia="Calibri" w:hAnsi="Calibri" w:cs="Calibri"/>
          <w:sz w:val="20"/>
          <w:szCs w:val="20"/>
        </w:rPr>
        <w:t>r</w:t>
      </w:r>
      <w:r w:rsidR="004F4CDC">
        <w:rPr>
          <w:rFonts w:ascii="Calibri" w:eastAsia="Calibri" w:hAnsi="Calibri" w:cs="Calibri"/>
          <w:spacing w:val="3"/>
          <w:sz w:val="20"/>
          <w:szCs w:val="20"/>
        </w:rPr>
        <w:t>r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n</w:t>
      </w:r>
      <w:r w:rsidR="004F4CDC">
        <w:rPr>
          <w:rFonts w:ascii="Calibri" w:eastAsia="Calibri" w:hAnsi="Calibri" w:cs="Calibri"/>
          <w:sz w:val="20"/>
          <w:szCs w:val="20"/>
        </w:rPr>
        <w:t>t</w:t>
      </w:r>
      <w:r w:rsidR="004F4CDC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s</w:t>
      </w:r>
      <w:r w:rsidR="004F4CDC">
        <w:rPr>
          <w:rFonts w:ascii="Calibri" w:eastAsia="Calibri" w:hAnsi="Calibri" w:cs="Calibri"/>
          <w:spacing w:val="-2"/>
          <w:sz w:val="20"/>
          <w:szCs w:val="20"/>
        </w:rPr>
        <w:t>t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i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m</w:t>
      </w:r>
      <w:r w:rsidR="004F4CDC">
        <w:rPr>
          <w:rFonts w:ascii="Calibri" w:eastAsia="Calibri" w:hAnsi="Calibri" w:cs="Calibri"/>
          <w:sz w:val="20"/>
          <w:szCs w:val="20"/>
        </w:rPr>
        <w:t>a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t</w:t>
      </w:r>
      <w:r w:rsidR="004F4CDC">
        <w:rPr>
          <w:rFonts w:ascii="Calibri" w:eastAsia="Calibri" w:hAnsi="Calibri" w:cs="Calibri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(</w:t>
      </w:r>
      <w:r w:rsidR="004F4CDC">
        <w:rPr>
          <w:rFonts w:ascii="Calibri" w:eastAsia="Calibri" w:hAnsi="Calibri" w:cs="Calibri"/>
          <w:sz w:val="20"/>
          <w:szCs w:val="20"/>
        </w:rPr>
        <w:t>lag)</w:t>
      </w:r>
      <w:r w:rsidR="004F4CDC">
        <w:rPr>
          <w:rFonts w:ascii="Calibri" w:eastAsia="Calibri" w:hAnsi="Calibri" w:cs="Calibri"/>
          <w:sz w:val="20"/>
          <w:szCs w:val="20"/>
        </w:rPr>
        <w:tab/>
        <w:t>1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5</w:t>
      </w:r>
      <w:r w:rsidR="004F4CDC">
        <w:rPr>
          <w:rFonts w:ascii="Calibri" w:eastAsia="Calibri" w:hAnsi="Calibri" w:cs="Calibri"/>
          <w:sz w:val="20"/>
          <w:szCs w:val="20"/>
        </w:rPr>
        <w:t>%</w:t>
      </w:r>
      <w:r w:rsidR="004F4CDC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qu</w:t>
      </w:r>
      <w:r w:rsidR="004F4CDC">
        <w:rPr>
          <w:rFonts w:ascii="Calibri" w:eastAsia="Calibri" w:hAnsi="Calibri" w:cs="Calibri"/>
          <w:spacing w:val="-2"/>
          <w:sz w:val="20"/>
          <w:szCs w:val="20"/>
        </w:rPr>
        <w:t>o</w:t>
      </w:r>
      <w:r w:rsidR="004F4CDC">
        <w:rPr>
          <w:rFonts w:ascii="Calibri" w:eastAsia="Calibri" w:hAnsi="Calibri" w:cs="Calibri"/>
          <w:sz w:val="20"/>
          <w:szCs w:val="20"/>
        </w:rPr>
        <w:t>ta</w:t>
      </w:r>
      <w:r w:rsidR="004F4CDC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s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4F4CDC">
        <w:rPr>
          <w:rFonts w:ascii="Calibri" w:eastAsia="Calibri" w:hAnsi="Calibri" w:cs="Calibri"/>
          <w:sz w:val="20"/>
          <w:szCs w:val="20"/>
        </w:rPr>
        <w:t>t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z w:val="20"/>
          <w:szCs w:val="20"/>
        </w:rPr>
        <w:t>on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 w:rsidR="004F4CDC">
        <w:rPr>
          <w:rFonts w:ascii="Calibri" w:eastAsia="Calibri" w:hAnsi="Calibri" w:cs="Calibri"/>
          <w:sz w:val="20"/>
          <w:szCs w:val="20"/>
        </w:rPr>
        <w:t>r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v</w:t>
      </w:r>
      <w:r w:rsidR="004F4CDC">
        <w:rPr>
          <w:rFonts w:ascii="Calibri" w:eastAsia="Calibri" w:hAnsi="Calibri" w:cs="Calibri"/>
          <w:spacing w:val="2"/>
          <w:sz w:val="20"/>
          <w:szCs w:val="20"/>
        </w:rPr>
        <w:t>i</w:t>
      </w:r>
      <w:r w:rsidR="004F4CDC">
        <w:rPr>
          <w:rFonts w:ascii="Calibri" w:eastAsia="Calibri" w:hAnsi="Calibri" w:cs="Calibri"/>
          <w:sz w:val="20"/>
          <w:szCs w:val="20"/>
        </w:rPr>
        <w:t>o</w:t>
      </w:r>
      <w:r w:rsidR="004F4CDC">
        <w:rPr>
          <w:rFonts w:ascii="Calibri" w:eastAsia="Calibri" w:hAnsi="Calibri" w:cs="Calibri"/>
          <w:spacing w:val="-1"/>
          <w:sz w:val="20"/>
          <w:szCs w:val="20"/>
        </w:rPr>
        <w:t>u</w:t>
      </w:r>
      <w:r w:rsidR="004F4CDC">
        <w:rPr>
          <w:rFonts w:ascii="Calibri" w:eastAsia="Calibri" w:hAnsi="Calibri" w:cs="Calibri"/>
          <w:sz w:val="20"/>
          <w:szCs w:val="20"/>
        </w:rPr>
        <w:t>s</w:t>
      </w:r>
      <w:r w:rsidR="004F4CDC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4F4CDC">
        <w:rPr>
          <w:rFonts w:ascii="Calibri" w:eastAsia="Calibri" w:hAnsi="Calibri" w:cs="Calibri"/>
          <w:sz w:val="20"/>
          <w:szCs w:val="20"/>
        </w:rPr>
        <w:t>e</w:t>
      </w:r>
      <w:r w:rsidR="004F4CDC">
        <w:rPr>
          <w:rFonts w:ascii="Calibri" w:eastAsia="Calibri" w:hAnsi="Calibri" w:cs="Calibri"/>
          <w:spacing w:val="1"/>
          <w:sz w:val="20"/>
          <w:szCs w:val="20"/>
        </w:rPr>
        <w:t>s</w:t>
      </w:r>
      <w:r w:rsidR="004F4CDC">
        <w:rPr>
          <w:rFonts w:ascii="Calibri" w:eastAsia="Calibri" w:hAnsi="Calibri" w:cs="Calibri"/>
          <w:sz w:val="20"/>
          <w:szCs w:val="20"/>
        </w:rPr>
        <w:t>timate</w:t>
      </w:r>
    </w:p>
    <w:p w:rsidR="00A708F6" w:rsidRDefault="004F4CDC">
      <w:pPr>
        <w:spacing w:after="0" w:line="200" w:lineRule="exact"/>
        <w:rPr>
          <w:sz w:val="20"/>
          <w:szCs w:val="20"/>
        </w:rPr>
      </w:pPr>
      <w:r>
        <w:br w:type="column"/>
      </w:r>
    </w:p>
    <w:p w:rsidR="00A708F6" w:rsidRDefault="00A708F6">
      <w:pPr>
        <w:spacing w:before="12"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>
        <w:rPr>
          <w:rFonts w:ascii="Wingdings" w:eastAsia="Wingdings" w:hAnsi="Wingdings" w:cs="Wingdings"/>
          <w:color w:val="FFC000"/>
          <w:sz w:val="20"/>
          <w:szCs w:val="20"/>
        </w:rPr>
        <w:t></w:t>
      </w:r>
      <w:r>
        <w:rPr>
          <w:rFonts w:ascii="Times New Roman" w:eastAsia="Times New Roman" w:hAnsi="Times New Roman" w:cs="Times New Roman"/>
          <w:color w:val="FFC000"/>
          <w:spacing w:val="4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Dry</w:t>
      </w:r>
      <w:r>
        <w:rPr>
          <w:rFonts w:ascii="Calibri" w:eastAsia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000000"/>
          <w:sz w:val="20"/>
          <w:szCs w:val="20"/>
        </w:rPr>
        <w:t>riod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exact"/>
        <w:ind w:right="-20"/>
        <w:rPr>
          <w:rFonts w:ascii="Calibri" w:eastAsia="Calibri" w:hAnsi="Calibri" w:cs="Calibri"/>
          <w:sz w:val="20"/>
          <w:szCs w:val="20"/>
        </w:rPr>
      </w:pPr>
      <w:r>
        <w:rPr>
          <w:rFonts w:ascii="Wingdings" w:eastAsia="Wingdings" w:hAnsi="Wingdings" w:cs="Wingdings"/>
          <w:color w:val="4471C4"/>
          <w:sz w:val="20"/>
          <w:szCs w:val="20"/>
        </w:rPr>
        <w:t></w:t>
      </w:r>
      <w:r>
        <w:rPr>
          <w:rFonts w:ascii="Times New Roman" w:eastAsia="Times New Roman" w:hAnsi="Times New Roman" w:cs="Times New Roman"/>
          <w:color w:val="4471C4"/>
          <w:spacing w:val="4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Wet </w:t>
      </w:r>
      <w:r>
        <w:rPr>
          <w:rFonts w:ascii="Calibri" w:eastAsia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000000"/>
          <w:sz w:val="20"/>
          <w:szCs w:val="20"/>
        </w:rPr>
        <w:t>riod</w:t>
      </w:r>
    </w:p>
    <w:p w:rsidR="00A708F6" w:rsidRDefault="00A708F6">
      <w:pPr>
        <w:spacing w:after="0"/>
        <w:sectPr w:rsidR="00A708F6">
          <w:type w:val="continuous"/>
          <w:pgSz w:w="11920" w:h="16860"/>
          <w:pgMar w:top="1580" w:right="1120" w:bottom="880" w:left="1140" w:header="720" w:footer="720" w:gutter="0"/>
          <w:cols w:num="2" w:space="720" w:equalWidth="0">
            <w:col w:w="7528" w:space="179"/>
            <w:col w:w="1953"/>
          </w:cols>
        </w:sectPr>
      </w:pPr>
    </w:p>
    <w:p w:rsidR="00A708F6" w:rsidRDefault="00A708F6">
      <w:pPr>
        <w:spacing w:before="1" w:after="0" w:line="170" w:lineRule="exact"/>
        <w:rPr>
          <w:sz w:val="17"/>
          <w:szCs w:val="17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before="37" w:after="0" w:line="240" w:lineRule="auto"/>
        <w:ind w:left="108" w:right="26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igu</w:t>
      </w:r>
      <w:r>
        <w:rPr>
          <w:rFonts w:ascii="Arial" w:eastAsia="Arial" w:hAnsi="Arial" w:cs="Arial"/>
          <w:sz w:val="18"/>
          <w:szCs w:val="18"/>
        </w:rPr>
        <w:t xml:space="preserve">re </w:t>
      </w: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ue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abun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sho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mpo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pul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r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pu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ou</w:t>
      </w:r>
      <w:r>
        <w:rPr>
          <w:rFonts w:ascii="Arial" w:eastAsia="Arial" w:hAnsi="Arial" w:cs="Arial"/>
          <w:spacing w:val="1"/>
          <w:sz w:val="18"/>
          <w:szCs w:val="18"/>
        </w:rPr>
        <w:t>ghou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9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pula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no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ee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uo</w:t>
      </w:r>
      <w:r>
        <w:rPr>
          <w:rFonts w:ascii="Arial" w:eastAsia="Arial" w:hAnsi="Arial" w:cs="Arial"/>
          <w:sz w:val="18"/>
          <w:szCs w:val="18"/>
        </w:rPr>
        <w:t>ta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hod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pea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imp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bs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lu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ula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43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3.2</w:t>
      </w:r>
      <w:r>
        <w:rPr>
          <w:rFonts w:ascii="Arial" w:eastAsia="Arial" w:hAnsi="Arial" w:cs="Arial"/>
          <w:b/>
          <w:bCs/>
          <w:i/>
          <w:spacing w:val="2"/>
        </w:rPr>
        <w:t>.</w:t>
      </w:r>
      <w:r>
        <w:rPr>
          <w:rFonts w:ascii="Arial" w:eastAsia="Arial" w:hAnsi="Arial" w:cs="Arial"/>
          <w:b/>
          <w:bCs/>
          <w:i/>
        </w:rPr>
        <w:t xml:space="preserve">4  </w:t>
      </w:r>
      <w:r>
        <w:rPr>
          <w:rFonts w:ascii="Arial" w:eastAsia="Arial" w:hAnsi="Arial" w:cs="Arial"/>
          <w:b/>
          <w:bCs/>
          <w:i/>
          <w:spacing w:val="4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s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1"/>
        </w:rPr>
        <w:t>s</w:t>
      </w:r>
      <w:r>
        <w:rPr>
          <w:rFonts w:ascii="Arial" w:eastAsia="Arial" w:hAnsi="Arial" w:cs="Arial"/>
          <w:b/>
          <w:bCs/>
          <w:i/>
        </w:rPr>
        <w:t>sme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 xml:space="preserve">f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mpa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</w:rPr>
        <w:t xml:space="preserve">t 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o ka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</w:rPr>
        <w:t>g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roo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</w:rPr>
        <w:t>h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</w:rPr>
        <w:t>b</w:t>
      </w:r>
      <w:r>
        <w:rPr>
          <w:rFonts w:ascii="Arial" w:eastAsia="Arial" w:hAnsi="Arial" w:cs="Arial"/>
          <w:b/>
          <w:bCs/>
          <w:i/>
          <w:spacing w:val="-2"/>
        </w:rPr>
        <w:t>i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at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 other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 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by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estic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dro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gi</w:t>
      </w:r>
      <w:r>
        <w:rPr>
          <w:rFonts w:ascii="Arial" w:eastAsia="Arial" w:hAnsi="Arial" w:cs="Arial"/>
        </w:rPr>
        <w:t>cal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ds.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ny 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ncreased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nce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or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predat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sumi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carcasses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&amp;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i/>
        </w:rPr>
        <w:t>et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1995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49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3.2</w:t>
      </w:r>
      <w:r>
        <w:rPr>
          <w:rFonts w:ascii="Arial" w:eastAsia="Arial" w:hAnsi="Arial" w:cs="Arial"/>
          <w:b/>
          <w:bCs/>
          <w:i/>
          <w:spacing w:val="1"/>
        </w:rPr>
        <w:t>.</w:t>
      </w:r>
      <w:r>
        <w:rPr>
          <w:rFonts w:ascii="Arial" w:eastAsia="Arial" w:hAnsi="Arial" w:cs="Arial"/>
          <w:b/>
          <w:bCs/>
          <w:i/>
        </w:rPr>
        <w:t>5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C</w:t>
      </w:r>
      <w:r>
        <w:rPr>
          <w:rFonts w:ascii="Arial" w:eastAsia="Arial" w:hAnsi="Arial" w:cs="Arial"/>
          <w:b/>
          <w:bCs/>
          <w:i/>
        </w:rPr>
        <w:t>er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  <w:spacing w:val="-3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-1"/>
        </w:rPr>
        <w:t>d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g</w:t>
      </w:r>
      <w:r>
        <w:rPr>
          <w:rFonts w:ascii="Arial" w:eastAsia="Arial" w:hAnsi="Arial" w:cs="Arial"/>
          <w:b/>
          <w:bCs/>
          <w:i/>
          <w:spacing w:val="-1"/>
        </w:rPr>
        <w:t>e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-1"/>
        </w:rPr>
        <w:t>o</w:t>
      </w:r>
      <w:r>
        <w:rPr>
          <w:rFonts w:ascii="Arial" w:eastAsia="Arial" w:hAnsi="Arial" w:cs="Arial"/>
          <w:b/>
          <w:bCs/>
          <w:i/>
          <w:spacing w:val="-3"/>
        </w:rPr>
        <w:t>u</w:t>
      </w:r>
      <w:r>
        <w:rPr>
          <w:rFonts w:ascii="Arial" w:eastAsia="Arial" w:hAnsi="Arial" w:cs="Arial"/>
          <w:b/>
          <w:bCs/>
          <w:i/>
        </w:rPr>
        <w:t xml:space="preserve">s </w:t>
      </w:r>
      <w:r>
        <w:rPr>
          <w:rFonts w:ascii="Arial" w:eastAsia="Arial" w:hAnsi="Arial" w:cs="Arial"/>
          <w:b/>
          <w:bCs/>
          <w:i/>
          <w:spacing w:val="1"/>
        </w:rPr>
        <w:t>ri</w:t>
      </w:r>
      <w:r>
        <w:rPr>
          <w:rFonts w:ascii="Arial" w:eastAsia="Arial" w:hAnsi="Arial" w:cs="Arial"/>
          <w:b/>
          <w:bCs/>
          <w:i/>
        </w:rPr>
        <w:t>g</w:t>
      </w:r>
      <w:r>
        <w:rPr>
          <w:rFonts w:ascii="Arial" w:eastAsia="Arial" w:hAnsi="Arial" w:cs="Arial"/>
          <w:b/>
          <w:bCs/>
          <w:i/>
          <w:spacing w:val="-3"/>
        </w:rPr>
        <w:t>h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s n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>t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3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ff</w:t>
      </w:r>
      <w:r>
        <w:rPr>
          <w:rFonts w:ascii="Arial" w:eastAsia="Arial" w:hAnsi="Arial" w:cs="Arial"/>
          <w:b/>
          <w:bCs/>
          <w:i/>
        </w:rPr>
        <w:t>e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ed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left="108" w:right="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EPB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uti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acc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car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use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erson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acco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al use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: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48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urposes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 sa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e); or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352" w:lineRule="auto"/>
        <w:ind w:left="108" w:right="41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e);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c)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cere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urpose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after="0"/>
        <w:sectPr w:rsidR="00A708F6">
          <w:type w:val="continuous"/>
          <w:pgSz w:w="11920" w:h="16860"/>
          <w:pgMar w:top="1580" w:right="1120" w:bottom="880" w:left="1140" w:header="720" w:footer="720" w:gutter="0"/>
          <w:cols w:space="720"/>
        </w:sectPr>
      </w:pPr>
    </w:p>
    <w:p w:rsidR="00A708F6" w:rsidRDefault="004F4CDC">
      <w:pPr>
        <w:tabs>
          <w:tab w:val="left" w:pos="820"/>
        </w:tabs>
        <w:spacing w:before="68" w:after="0" w:line="368" w:lineRule="exact"/>
        <w:ind w:left="108" w:right="514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trols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to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age,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ate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or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om</w:t>
      </w:r>
      <w:r>
        <w:rPr>
          <w:rFonts w:ascii="Arial" w:eastAsia="Arial" w:hAnsi="Arial" w:cs="Arial"/>
          <w:b/>
          <w:bCs/>
          <w:sz w:val="32"/>
          <w:szCs w:val="32"/>
        </w:rPr>
        <w:t>mercial ha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est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ng</w:t>
      </w:r>
    </w:p>
    <w:p w:rsidR="00A708F6" w:rsidRDefault="00A708F6">
      <w:pPr>
        <w:spacing w:before="16" w:after="0" w:line="220" w:lineRule="exact"/>
      </w:pPr>
    </w:p>
    <w:p w:rsidR="00A708F6" w:rsidRDefault="004F4CDC">
      <w:pPr>
        <w:spacing w:after="0" w:line="241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susta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ame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cordance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fr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s comp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fr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acc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see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5)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08" w:right="6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1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ro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 a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a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  <w:spacing w:val="3"/>
        </w:rPr>
        <w:t>w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2"/>
        </w:rPr>
        <w:t>f</w:t>
      </w:r>
      <w:r>
        <w:rPr>
          <w:rFonts w:ascii="Arial" w:eastAsia="Arial" w:hAnsi="Arial" w:cs="Arial"/>
          <w:b/>
          <w:bCs/>
        </w:rPr>
        <w:t>are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2B0ED0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pict>
          <v:group id="_x0000_s1342" style="position:absolute;left:0;text-align:left;margin-left:100.4pt;margin-top:1.05pt;width:339.5pt;height:359.35pt;z-index:-251649536;mso-position-horizontal-relative:page" coordorigin="2008,21" coordsize="6790,7187">
            <v:group id="_x0000_s1363" style="position:absolute;left:2018;top:4805;width:2386;height:2393" coordorigin="2018,4805" coordsize="2386,2393">
              <v:shape id="_x0000_s1365" style="position:absolute;left:2018;top:4805;width:2386;height:2393" coordorigin="2018,4805" coordsize="2386,2393" path="m2917,4805r-78,5l2763,4825r-74,26l2633,4882r-62,44l2522,4966r-53,48l2407,5076r-389,388l3753,7198r363,-363l3707,6835,2383,5509r268,-268l2705,5192r50,-40l2819,5112r60,-25l2946,5076r634,-1l3557,5059r-65,-45l3429,4974r-63,-35l3304,4908r-61,-27l3182,4858r-61,-19l3060,4823r-62,-12l2937,4806r-20,-1e" fillcolor="silver" stroked="f">
                <v:path arrowok="t"/>
              </v:shape>
              <v:shape id="_x0000_s1364" style="position:absolute;left:2018;top:4805;width:2386;height:2393" coordorigin="2018,4805" coordsize="2386,2393" path="m3580,5075r-598,l3000,5076r19,2l3098,5091r63,18l3228,5135r64,31l3359,5205r69,47l3500,5307r49,40l3599,5391r51,48l3703,5490r48,49l3796,5588r43,49l3880,5686r38,49l3954,5784r49,74l4047,5932r37,71l4109,6064r18,59l4139,6198r1,36l4140,6252r-10,68l4106,6387r-40,69l4027,6508r-48,54l3707,6835r409,l4186,6764r52,-55l4283,6652r38,-57l4352,6537r24,-58l4392,6419r10,-61l4404,6296r-1,-22l4396,6206r-14,-71l4360,6061r-28,-79l4295,5901r-28,-56l4236,5789r-35,-56l4164,5676r-41,-57l4078,5562r-47,-58l3980,5446r-54,-59l3869,5329r-46,-45l3778,5241r-45,-40l3667,5144r-66,-53l3580,5075e" fillcolor="silver" stroked="f">
                <v:path arrowok="t"/>
              </v:shape>
            </v:group>
            <v:group id="_x0000_s1353" style="position:absolute;left:3232;top:3524;width:2793;height:2460" coordorigin="3232,3524" coordsize="2793,2460">
              <v:shape id="_x0000_s1362" style="position:absolute;left:3232;top:3524;width:2793;height:2460" coordorigin="3232,3524" coordsize="2793,2460" path="m4480,3624r-607,l3855,3644r-17,20l3820,3684r-18,l3783,3704r-18,20l3738,3764r-506,500l4966,5984r159,-140l4588,5284r-38,-20l4362,5064r184,-180l4563,4864r-407,l3583,4284r391,-380l3990,3884r17,-20l4024,3864r16,-20l4058,3844r17,-20l4093,3824r18,-20l4696,3804r-19,-20l4656,3764r-15,-20l4625,3744r-31,-40l4578,3704r-16,-20l4546,3664r-16,l4514,3644r-17,l4480,3624e" fillcolor="silver" stroked="f">
                <v:path arrowok="t"/>
              </v:shape>
              <v:shape id="_x0000_s1361" style="position:absolute;left:3232;top:3524;width:2793;height:2460" coordorigin="3232,3524" coordsize="2793,2460" path="m5957,4904r-711,l5275,4924r30,20l5331,4944r26,20l5383,4964r26,20l5565,5044r210,60l5827,5124r14,l6025,4944r-68,-40e" fillcolor="silver" stroked="f">
                <v:path arrowok="t"/>
              </v:shape>
              <v:shape id="_x0000_s1360" style="position:absolute;left:3232;top:3524;width:2793;height:2460" coordorigin="3232,3524" coordsize="2793,2460" path="m5630,4784r-738,l4906,4804r45,l4969,4824r56,l5046,4844r22,l5091,4864r48,l5164,4884r27,l5218,4904r705,l5855,4864r-69,-20l5630,4784e" fillcolor="silver" stroked="f">
                <v:path arrowok="t"/>
              </v:shape>
              <v:shape id="_x0000_s1359" style="position:absolute;left:3232;top:3524;width:2793;height:2460" coordorigin="3232,3524" coordsize="2793,2460" path="m4696,3804r-398,l4316,3824r35,l4368,3844r18,l4403,3864r18,l4456,3904r18,l4510,3944r15,20l4539,3984r13,20l4564,4004r32,60l4613,4104r8,l4639,4164r8,60l4647,4244r-1,20l4635,4324r-11,40l4616,4364r-8,20l4598,4404r-11,20l4575,4444r-13,l4548,4464r-16,20l4516,4504r-18,20l4156,4864r407,l4596,4824r16,l4629,4804r17,l4663,4784r967,l5578,4764r-71,-20l5437,4704r-36,l5329,4664r-19,l5291,4644r-56,l5216,4624r-38,l5159,4604r-77,l5062,4584r-262,l4812,4564r33,-60l4871,4444r19,-60l4901,4324r3,-60l4904,4244r-8,-60l4881,4124r-6,-40l4850,4024r-31,-60l4779,3904r-47,-60l4715,3824r-19,-20e" fillcolor="silver" stroked="f">
                <v:path arrowok="t"/>
              </v:shape>
              <v:shape id="_x0000_s1358" style="position:absolute;left:3232;top:3524;width:2793;height:2460" coordorigin="3232,3524" coordsize="2793,2460" path="m4964,4564r-77,l4866,4584r115,l4964,4564e" fillcolor="silver" stroked="f">
                <v:path arrowok="t"/>
              </v:shape>
              <v:shape id="_x0000_s1357" style="position:absolute;left:3232;top:3524;width:2793;height:2460" coordorigin="3232,3524" coordsize="2793,2460" path="m4411,3584r-487,l3907,3604r-17,20l4463,3624r-17,-20l4429,3604r-18,-20e" fillcolor="silver" stroked="f">
                <v:path arrowok="t"/>
              </v:shape>
              <v:shape id="_x0000_s1356" style="position:absolute;left:3232;top:3524;width:2793;height:2460" coordorigin="3232,3524" coordsize="2793,2460" path="m4376,3564r-420,l3940,3584r454,l4376,3564e" fillcolor="silver" stroked="f">
                <v:path arrowok="t"/>
              </v:shape>
              <v:shape id="_x0000_s1355" style="position:absolute;left:3232;top:3524;width:2793;height:2460" coordorigin="3232,3524" coordsize="2793,2460" path="m4318,3544r-314,l3988,3564r351,l4318,3544e" fillcolor="silver" stroked="f">
                <v:path arrowok="t"/>
              </v:shape>
              <v:shape id="_x0000_s1354" style="position:absolute;left:3232;top:3524;width:2793;height:2460" coordorigin="3232,3524" coordsize="2793,2460" path="m4258,3524r-209,l4034,3544r244,l4258,3524e" fillcolor="silver" stroked="f">
                <v:path arrowok="t"/>
              </v:shape>
            </v:group>
            <v:group id="_x0000_s1349" style="position:absolute;left:4774;top:2538;width:2396;height:2367" coordorigin="4774,2538" coordsize="2396,2367">
              <v:shape id="_x0000_s1352" style="position:absolute;left:4774;top:2538;width:2396;height:2367" coordorigin="4774,2538" coordsize="2396,2367" path="m4944,2538r-170,170l4966,3037r825,1429l6046,4905r167,-167l6134,4607,5878,4180r-60,-98l6051,3849r-373,l5602,3720,5378,3335r-75,-129l5266,3144r-38,-61l5189,3023r-40,-60l5108,2905r-42,-58l5037,2809r391,l4944,2538e" fillcolor="silver" stroked="f">
                <v:path arrowok="t"/>
              </v:shape>
              <v:shape id="_x0000_s1351" style="position:absolute;left:4774;top:2538;width:2396;height:2367" coordorigin="4774,2538" coordsize="2396,2367" path="m6808,3576r-484,l6490,3673r168,95l6793,3842r104,54l7001,3949r170,-169l6808,3576e" fillcolor="silver" stroked="f">
                <v:path arrowok="t"/>
              </v:shape>
              <v:shape id="_x0000_s1350" style="position:absolute;left:4774;top:2538;width:2396;height:2367" coordorigin="4774,2538" coordsize="2396,2367" path="m5428,2809r-391,l5072,2832r95,61l5231,2933r118,72l6087,3439r-409,410l6051,3849r273,-273l6808,3576,5428,2809e" fillcolor="silver" stroked="f">
                <v:path arrowok="t"/>
              </v:shape>
            </v:group>
            <v:group id="_x0000_s1346" style="position:absolute;left:5573;top:1099;width:1893;height:2544" coordorigin="5573,1099" coordsize="1893,2544">
              <v:shape id="_x0000_s1348" style="position:absolute;left:5573;top:1099;width:1893;height:2544" coordorigin="5573,1099" coordsize="1893,2544" path="m6384,1099r-811,810l7308,3643r158,-159l6679,2696r204,-204l6474,2492,5937,1955r293,-294l6391,1496r96,-99l6582,1296,6384,1099e" fillcolor="silver" stroked="f">
                <v:path arrowok="t"/>
              </v:shape>
              <v:shape id="_x0000_s1347" style="position:absolute;left:5573;top:1099;width:1893;height:2544" coordorigin="5573,1099" coordsize="1893,2544" path="m7037,1928r-563,564l6883,2492r132,-135l7098,2271r83,-87l7235,2126,7037,1928e" fillcolor="silver" stroked="f">
                <v:path arrowok="t"/>
              </v:shape>
            </v:group>
            <v:group id="_x0000_s1343" style="position:absolute;left:6506;top:31;width:2282;height:2291" coordorigin="6506,31" coordsize="2282,2291">
              <v:shape id="_x0000_s1345" style="position:absolute;left:6506;top:31;width:2282;height:2291" coordorigin="6506,31" coordsize="2282,2291" path="m7417,792r-317,l8629,2321r159,-158l7417,792e" fillcolor="silver" stroked="f">
                <v:path arrowok="t"/>
              </v:shape>
              <v:shape id="_x0000_s1344" style="position:absolute;left:6506;top:31;width:2282;height:2291" coordorigin="6506,31" coordsize="2282,2291" path="m7451,31l7261,221,6740,748,6506,989r198,198l7100,792r317,l7259,633,7397,494r79,-81l7554,332r77,-83l7649,229,7451,31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-1"/>
        </w:rPr>
        <w:t>Al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-7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ces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2"/>
        </w:rPr>
        <w:t>q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9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7"/>
        </w:rPr>
        <w:t xml:space="preserve"> 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ol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8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-8"/>
        </w:rPr>
        <w:t xml:space="preserve"> </w:t>
      </w:r>
      <w:r w:rsidR="004F4CDC">
        <w:rPr>
          <w:rFonts w:ascii="Arial" w:eastAsia="Arial" w:hAnsi="Arial" w:cs="Arial"/>
          <w:spacing w:val="-1"/>
        </w:rPr>
        <w:t>wi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ati</w:t>
      </w:r>
      <w:r w:rsidR="004F4CDC">
        <w:rPr>
          <w:rFonts w:ascii="Arial" w:eastAsia="Arial" w:hAnsi="Arial" w:cs="Arial"/>
          <w:i/>
          <w:spacing w:val="-1"/>
        </w:rPr>
        <w:t>o</w:t>
      </w:r>
      <w:r w:rsidR="004F4CDC">
        <w:rPr>
          <w:rFonts w:ascii="Arial" w:eastAsia="Arial" w:hAnsi="Arial" w:cs="Arial"/>
          <w:i/>
          <w:spacing w:val="-3"/>
        </w:rPr>
        <w:t>n</w:t>
      </w:r>
      <w:r w:rsidR="004F4CDC">
        <w:rPr>
          <w:rFonts w:ascii="Arial" w:eastAsia="Arial" w:hAnsi="Arial" w:cs="Arial"/>
          <w:i/>
        </w:rPr>
        <w:t>al</w:t>
      </w:r>
      <w:r w:rsidR="004F4CDC">
        <w:rPr>
          <w:rFonts w:ascii="Arial" w:eastAsia="Arial" w:hAnsi="Arial" w:cs="Arial"/>
          <w:i/>
          <w:spacing w:val="-7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C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1"/>
        </w:rPr>
        <w:t>d</w:t>
      </w:r>
      <w:r w:rsidR="004F4CDC">
        <w:rPr>
          <w:rFonts w:ascii="Arial" w:eastAsia="Arial" w:hAnsi="Arial" w:cs="Arial"/>
          <w:i/>
        </w:rPr>
        <w:t>e</w:t>
      </w:r>
      <w:r w:rsidR="004F4CDC">
        <w:rPr>
          <w:rFonts w:ascii="Arial" w:eastAsia="Arial" w:hAnsi="Arial" w:cs="Arial"/>
          <w:i/>
          <w:spacing w:val="-6"/>
        </w:rPr>
        <w:t xml:space="preserve"> </w:t>
      </w:r>
      <w:r w:rsidR="004F4CDC">
        <w:rPr>
          <w:rFonts w:ascii="Arial" w:eastAsia="Arial" w:hAnsi="Arial" w:cs="Arial"/>
          <w:i/>
        </w:rPr>
        <w:t>of</w:t>
      </w:r>
      <w:r w:rsidR="004F4CDC">
        <w:rPr>
          <w:rFonts w:ascii="Arial" w:eastAsia="Arial" w:hAnsi="Arial" w:cs="Arial"/>
          <w:i/>
          <w:spacing w:val="-5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P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  <w:spacing w:val="-3"/>
        </w:rPr>
        <w:t>a</w:t>
      </w:r>
      <w:r w:rsidR="004F4CDC">
        <w:rPr>
          <w:rFonts w:ascii="Arial" w:eastAsia="Arial" w:hAnsi="Arial" w:cs="Arial"/>
          <w:i/>
        </w:rPr>
        <w:t>c</w:t>
      </w:r>
      <w:r w:rsidR="004F4CDC">
        <w:rPr>
          <w:rFonts w:ascii="Arial" w:eastAsia="Arial" w:hAnsi="Arial" w:cs="Arial"/>
          <w:i/>
          <w:spacing w:val="1"/>
        </w:rPr>
        <w:t>t</w:t>
      </w:r>
      <w:r w:rsidR="004F4CDC">
        <w:rPr>
          <w:rFonts w:ascii="Arial" w:eastAsia="Arial" w:hAnsi="Arial" w:cs="Arial"/>
          <w:i/>
          <w:spacing w:val="-1"/>
        </w:rPr>
        <w:t>i</w:t>
      </w:r>
      <w:r w:rsidR="004F4CDC">
        <w:rPr>
          <w:rFonts w:ascii="Arial" w:eastAsia="Arial" w:hAnsi="Arial" w:cs="Arial"/>
          <w:i/>
        </w:rPr>
        <w:t>ce</w:t>
      </w:r>
      <w:r w:rsidR="004F4CDC">
        <w:rPr>
          <w:rFonts w:ascii="Arial" w:eastAsia="Arial" w:hAnsi="Arial" w:cs="Arial"/>
          <w:i/>
          <w:spacing w:val="-9"/>
        </w:rPr>
        <w:t xml:space="preserve"> </w:t>
      </w:r>
      <w:r w:rsidR="004F4CDC">
        <w:rPr>
          <w:rFonts w:ascii="Arial" w:eastAsia="Arial" w:hAnsi="Arial" w:cs="Arial"/>
          <w:i/>
          <w:spacing w:val="1"/>
        </w:rPr>
        <w:t>f</w:t>
      </w:r>
      <w:r w:rsidR="004F4CDC">
        <w:rPr>
          <w:rFonts w:ascii="Arial" w:eastAsia="Arial" w:hAnsi="Arial" w:cs="Arial"/>
          <w:i/>
          <w:spacing w:val="-3"/>
        </w:rPr>
        <w:t>o</w:t>
      </w:r>
      <w:r w:rsidR="004F4CDC">
        <w:rPr>
          <w:rFonts w:ascii="Arial" w:eastAsia="Arial" w:hAnsi="Arial" w:cs="Arial"/>
          <w:i/>
        </w:rPr>
        <w:t xml:space="preserve">r </w:t>
      </w:r>
      <w:r w:rsidR="004F4CDC">
        <w:rPr>
          <w:rFonts w:ascii="Arial" w:eastAsia="Arial" w:hAnsi="Arial" w:cs="Arial"/>
          <w:i/>
          <w:spacing w:val="1"/>
        </w:rPr>
        <w:t>t</w:t>
      </w:r>
      <w:r w:rsidR="004F4CDC">
        <w:rPr>
          <w:rFonts w:ascii="Arial" w:eastAsia="Arial" w:hAnsi="Arial" w:cs="Arial"/>
          <w:i/>
        </w:rPr>
        <w:t>he</w:t>
      </w:r>
      <w:r w:rsidR="004F4CDC">
        <w:rPr>
          <w:rFonts w:ascii="Arial" w:eastAsia="Arial" w:hAnsi="Arial" w:cs="Arial"/>
          <w:i/>
          <w:spacing w:val="-14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H</w:t>
      </w:r>
      <w:r w:rsidR="004F4CDC">
        <w:rPr>
          <w:rFonts w:ascii="Arial" w:eastAsia="Arial" w:hAnsi="Arial" w:cs="Arial"/>
          <w:i/>
          <w:spacing w:val="-3"/>
        </w:rPr>
        <w:t>u</w:t>
      </w:r>
      <w:r w:rsidR="004F4CDC">
        <w:rPr>
          <w:rFonts w:ascii="Arial" w:eastAsia="Arial" w:hAnsi="Arial" w:cs="Arial"/>
          <w:i/>
          <w:spacing w:val="1"/>
        </w:rPr>
        <w:t>m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e</w:t>
      </w:r>
      <w:r w:rsidR="004F4CDC">
        <w:rPr>
          <w:rFonts w:ascii="Arial" w:eastAsia="Arial" w:hAnsi="Arial" w:cs="Arial"/>
          <w:i/>
          <w:spacing w:val="-13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S</w:t>
      </w:r>
      <w:r w:rsidR="004F4CDC">
        <w:rPr>
          <w:rFonts w:ascii="Arial" w:eastAsia="Arial" w:hAnsi="Arial" w:cs="Arial"/>
          <w:i/>
        </w:rPr>
        <w:t>h</w:t>
      </w:r>
      <w:r w:rsidR="004F4CDC">
        <w:rPr>
          <w:rFonts w:ascii="Arial" w:eastAsia="Arial" w:hAnsi="Arial" w:cs="Arial"/>
          <w:i/>
          <w:spacing w:val="-1"/>
        </w:rPr>
        <w:t>o</w:t>
      </w:r>
      <w:r w:rsidR="004F4CDC">
        <w:rPr>
          <w:rFonts w:ascii="Arial" w:eastAsia="Arial" w:hAnsi="Arial" w:cs="Arial"/>
          <w:i/>
          <w:spacing w:val="-3"/>
        </w:rPr>
        <w:t>o</w:t>
      </w:r>
      <w:r w:rsidR="004F4CDC">
        <w:rPr>
          <w:rFonts w:ascii="Arial" w:eastAsia="Arial" w:hAnsi="Arial" w:cs="Arial"/>
          <w:i/>
          <w:spacing w:val="1"/>
        </w:rPr>
        <w:t>t</w:t>
      </w:r>
      <w:r w:rsidR="004F4CDC">
        <w:rPr>
          <w:rFonts w:ascii="Arial" w:eastAsia="Arial" w:hAnsi="Arial" w:cs="Arial"/>
          <w:i/>
          <w:spacing w:val="-1"/>
        </w:rPr>
        <w:t>i</w:t>
      </w:r>
      <w:r w:rsidR="004F4CDC">
        <w:rPr>
          <w:rFonts w:ascii="Arial" w:eastAsia="Arial" w:hAnsi="Arial" w:cs="Arial"/>
          <w:i/>
        </w:rPr>
        <w:t>ng</w:t>
      </w:r>
      <w:r w:rsidR="004F4CDC">
        <w:rPr>
          <w:rFonts w:ascii="Arial" w:eastAsia="Arial" w:hAnsi="Arial" w:cs="Arial"/>
          <w:i/>
          <w:spacing w:val="-14"/>
        </w:rPr>
        <w:t xml:space="preserve"> </w:t>
      </w:r>
      <w:r w:rsidR="004F4CDC">
        <w:rPr>
          <w:rFonts w:ascii="Arial" w:eastAsia="Arial" w:hAnsi="Arial" w:cs="Arial"/>
          <w:i/>
          <w:spacing w:val="-3"/>
        </w:rPr>
        <w:t>o</w:t>
      </w:r>
      <w:r w:rsidR="004F4CDC">
        <w:rPr>
          <w:rFonts w:ascii="Arial" w:eastAsia="Arial" w:hAnsi="Arial" w:cs="Arial"/>
          <w:i/>
        </w:rPr>
        <w:t>f</w:t>
      </w:r>
      <w:r w:rsidR="004F4CDC">
        <w:rPr>
          <w:rFonts w:ascii="Arial" w:eastAsia="Arial" w:hAnsi="Arial" w:cs="Arial"/>
          <w:i/>
          <w:spacing w:val="-15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K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g</w:t>
      </w:r>
      <w:r w:rsidR="004F4CDC">
        <w:rPr>
          <w:rFonts w:ascii="Arial" w:eastAsia="Arial" w:hAnsi="Arial" w:cs="Arial"/>
          <w:i/>
          <w:spacing w:val="-1"/>
        </w:rPr>
        <w:t>a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1"/>
        </w:rPr>
        <w:t>o</w:t>
      </w:r>
      <w:r w:rsidR="004F4CDC">
        <w:rPr>
          <w:rFonts w:ascii="Arial" w:eastAsia="Arial" w:hAnsi="Arial" w:cs="Arial"/>
          <w:i/>
        </w:rPr>
        <w:t>s</w:t>
      </w:r>
      <w:r w:rsidR="004F4CDC">
        <w:rPr>
          <w:rFonts w:ascii="Arial" w:eastAsia="Arial" w:hAnsi="Arial" w:cs="Arial"/>
          <w:i/>
          <w:spacing w:val="-13"/>
        </w:rPr>
        <w:t xml:space="preserve"> 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n</w:t>
      </w:r>
      <w:r w:rsidR="004F4CDC">
        <w:rPr>
          <w:rFonts w:ascii="Arial" w:eastAsia="Arial" w:hAnsi="Arial" w:cs="Arial"/>
          <w:i/>
        </w:rPr>
        <w:t>d</w:t>
      </w:r>
      <w:r w:rsidR="004F4CDC">
        <w:rPr>
          <w:rFonts w:ascii="Arial" w:eastAsia="Arial" w:hAnsi="Arial" w:cs="Arial"/>
          <w:i/>
          <w:spacing w:val="-18"/>
        </w:rPr>
        <w:t xml:space="preserve"> </w:t>
      </w:r>
      <w:r w:rsidR="004F4CDC">
        <w:rPr>
          <w:rFonts w:ascii="Arial" w:eastAsia="Arial" w:hAnsi="Arial" w:cs="Arial"/>
          <w:i/>
          <w:spacing w:val="3"/>
        </w:rPr>
        <w:t>W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ll</w:t>
      </w:r>
      <w:r w:rsidR="004F4CDC">
        <w:rPr>
          <w:rFonts w:ascii="Arial" w:eastAsia="Arial" w:hAnsi="Arial" w:cs="Arial"/>
          <w:i/>
        </w:rPr>
        <w:t>a</w:t>
      </w:r>
      <w:r w:rsidR="004F4CDC">
        <w:rPr>
          <w:rFonts w:ascii="Arial" w:eastAsia="Arial" w:hAnsi="Arial" w:cs="Arial"/>
          <w:i/>
          <w:spacing w:val="-1"/>
        </w:rPr>
        <w:t>bi</w:t>
      </w:r>
      <w:r w:rsidR="004F4CDC">
        <w:rPr>
          <w:rFonts w:ascii="Arial" w:eastAsia="Arial" w:hAnsi="Arial" w:cs="Arial"/>
          <w:i/>
        </w:rPr>
        <w:t>es</w:t>
      </w:r>
      <w:r w:rsidR="004F4CDC">
        <w:rPr>
          <w:rFonts w:ascii="Arial" w:eastAsia="Arial" w:hAnsi="Arial" w:cs="Arial"/>
          <w:i/>
          <w:spacing w:val="-13"/>
        </w:rPr>
        <w:t xml:space="preserve"> </w:t>
      </w:r>
      <w:r w:rsidR="004F4CDC">
        <w:rPr>
          <w:rFonts w:ascii="Arial" w:eastAsia="Arial" w:hAnsi="Arial" w:cs="Arial"/>
          <w:i/>
          <w:spacing w:val="1"/>
        </w:rPr>
        <w:t>f</w:t>
      </w:r>
      <w:r w:rsidR="004F4CDC">
        <w:rPr>
          <w:rFonts w:ascii="Arial" w:eastAsia="Arial" w:hAnsi="Arial" w:cs="Arial"/>
          <w:i/>
          <w:spacing w:val="-3"/>
        </w:rPr>
        <w:t>o</w:t>
      </w:r>
      <w:r w:rsidR="004F4CDC">
        <w:rPr>
          <w:rFonts w:ascii="Arial" w:eastAsia="Arial" w:hAnsi="Arial" w:cs="Arial"/>
          <w:i/>
        </w:rPr>
        <w:t>r</w:t>
      </w:r>
      <w:r w:rsidR="004F4CDC">
        <w:rPr>
          <w:rFonts w:ascii="Arial" w:eastAsia="Arial" w:hAnsi="Arial" w:cs="Arial"/>
          <w:i/>
          <w:spacing w:val="-15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C</w:t>
      </w:r>
      <w:r w:rsidR="004F4CDC">
        <w:rPr>
          <w:rFonts w:ascii="Arial" w:eastAsia="Arial" w:hAnsi="Arial" w:cs="Arial"/>
          <w:i/>
        </w:rPr>
        <w:t>o</w:t>
      </w:r>
      <w:r w:rsidR="004F4CDC">
        <w:rPr>
          <w:rFonts w:ascii="Arial" w:eastAsia="Arial" w:hAnsi="Arial" w:cs="Arial"/>
          <w:i/>
          <w:spacing w:val="-2"/>
        </w:rPr>
        <w:t>m</w:t>
      </w:r>
      <w:r w:rsidR="004F4CDC">
        <w:rPr>
          <w:rFonts w:ascii="Arial" w:eastAsia="Arial" w:hAnsi="Arial" w:cs="Arial"/>
          <w:i/>
          <w:spacing w:val="1"/>
        </w:rPr>
        <w:t>m</w:t>
      </w:r>
      <w:r w:rsidR="004F4CDC">
        <w:rPr>
          <w:rFonts w:ascii="Arial" w:eastAsia="Arial" w:hAnsi="Arial" w:cs="Arial"/>
          <w:i/>
        </w:rPr>
        <w:t>erci</w:t>
      </w:r>
      <w:r w:rsidR="004F4CDC">
        <w:rPr>
          <w:rFonts w:ascii="Arial" w:eastAsia="Arial" w:hAnsi="Arial" w:cs="Arial"/>
          <w:i/>
          <w:spacing w:val="-1"/>
        </w:rPr>
        <w:t>a</w:t>
      </w:r>
      <w:r w:rsidR="004F4CDC">
        <w:rPr>
          <w:rFonts w:ascii="Arial" w:eastAsia="Arial" w:hAnsi="Arial" w:cs="Arial"/>
          <w:i/>
        </w:rPr>
        <w:t>l</w:t>
      </w:r>
      <w:r w:rsidR="004F4CDC">
        <w:rPr>
          <w:rFonts w:ascii="Arial" w:eastAsia="Arial" w:hAnsi="Arial" w:cs="Arial"/>
          <w:i/>
          <w:spacing w:val="-14"/>
        </w:rPr>
        <w:t xml:space="preserve"> </w:t>
      </w:r>
      <w:r w:rsidR="004F4CDC">
        <w:rPr>
          <w:rFonts w:ascii="Arial" w:eastAsia="Arial" w:hAnsi="Arial" w:cs="Arial"/>
          <w:i/>
          <w:spacing w:val="-1"/>
        </w:rPr>
        <w:t>P</w:t>
      </w:r>
      <w:r w:rsidR="004F4CDC">
        <w:rPr>
          <w:rFonts w:ascii="Arial" w:eastAsia="Arial" w:hAnsi="Arial" w:cs="Arial"/>
          <w:i/>
          <w:spacing w:val="-3"/>
        </w:rPr>
        <w:t>u</w:t>
      </w:r>
      <w:r w:rsidR="004F4CDC">
        <w:rPr>
          <w:rFonts w:ascii="Arial" w:eastAsia="Arial" w:hAnsi="Arial" w:cs="Arial"/>
          <w:i/>
          <w:spacing w:val="1"/>
        </w:rPr>
        <w:t>r</w:t>
      </w:r>
      <w:r w:rsidR="004F4CDC">
        <w:rPr>
          <w:rFonts w:ascii="Arial" w:eastAsia="Arial" w:hAnsi="Arial" w:cs="Arial"/>
          <w:i/>
        </w:rPr>
        <w:t>p</w:t>
      </w:r>
      <w:r w:rsidR="004F4CDC">
        <w:rPr>
          <w:rFonts w:ascii="Arial" w:eastAsia="Arial" w:hAnsi="Arial" w:cs="Arial"/>
          <w:i/>
          <w:spacing w:val="-1"/>
        </w:rPr>
        <w:t>o</w:t>
      </w:r>
      <w:r w:rsidR="004F4CDC">
        <w:rPr>
          <w:rFonts w:ascii="Arial" w:eastAsia="Arial" w:hAnsi="Arial" w:cs="Arial"/>
          <w:i/>
          <w:spacing w:val="-2"/>
        </w:rPr>
        <w:t>s</w:t>
      </w:r>
      <w:r w:rsidR="004F4CDC">
        <w:rPr>
          <w:rFonts w:ascii="Arial" w:eastAsia="Arial" w:hAnsi="Arial" w:cs="Arial"/>
          <w:i/>
        </w:rPr>
        <w:t>e</w:t>
      </w:r>
      <w:r w:rsidR="004F4CDC">
        <w:rPr>
          <w:rFonts w:ascii="Arial" w:eastAsia="Arial" w:hAnsi="Arial" w:cs="Arial"/>
          <w:i/>
          <w:spacing w:val="3"/>
        </w:rPr>
        <w:t>s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-12"/>
        </w:rPr>
        <w:t xml:space="preserve"> 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ced</w:t>
      </w:r>
      <w:r w:rsidR="004F4CDC">
        <w:rPr>
          <w:rFonts w:ascii="Arial" w:eastAsia="Arial" w:hAnsi="Arial" w:cs="Arial"/>
          <w:spacing w:val="-16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este</w:t>
      </w:r>
      <w:r w:rsidR="004F4CDC">
        <w:rPr>
          <w:rFonts w:ascii="Arial" w:eastAsia="Arial" w:hAnsi="Arial" w:cs="Arial"/>
          <w:spacing w:val="-1"/>
        </w:rPr>
        <w:t>r</w:t>
      </w:r>
      <w:r w:rsidR="004F4CDC">
        <w:rPr>
          <w:rFonts w:ascii="Arial" w:eastAsia="Arial" w:hAnsi="Arial" w:cs="Arial"/>
        </w:rPr>
        <w:t>s are</w:t>
      </w:r>
      <w:r w:rsidR="004F4CDC">
        <w:rPr>
          <w:rFonts w:ascii="Arial" w:eastAsia="Arial" w:hAnsi="Arial" w:cs="Arial"/>
          <w:spacing w:val="-15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2"/>
        </w:rPr>
        <w:t>q</w:t>
      </w:r>
      <w:r w:rsidR="004F4CDC">
        <w:rPr>
          <w:rFonts w:ascii="Arial" w:eastAsia="Arial" w:hAnsi="Arial" w:cs="Arial"/>
        </w:rPr>
        <w:t>ui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-16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6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-14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c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-14"/>
        </w:rPr>
        <w:t xml:space="preserve"> 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-1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15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oo</w:t>
      </w:r>
      <w:r w:rsidR="004F4CDC">
        <w:rPr>
          <w:rFonts w:ascii="Arial" w:eastAsia="Arial" w:hAnsi="Arial" w:cs="Arial"/>
          <w:spacing w:val="-19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eme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-15"/>
        </w:rPr>
        <w:t xml:space="preserve"> </w:t>
      </w:r>
      <w:r w:rsidR="004F4CDC">
        <w:rPr>
          <w:rFonts w:ascii="Arial" w:eastAsia="Arial" w:hAnsi="Arial" w:cs="Arial"/>
        </w:rPr>
        <w:t>pr</w:t>
      </w:r>
      <w:r w:rsidR="004F4CDC">
        <w:rPr>
          <w:rFonts w:ascii="Arial" w:eastAsia="Arial" w:hAnsi="Arial" w:cs="Arial"/>
          <w:spacing w:val="-2"/>
        </w:rPr>
        <w:t>o</w:t>
      </w:r>
      <w:r w:rsidR="004F4CDC">
        <w:rPr>
          <w:rFonts w:ascii="Arial" w:eastAsia="Arial" w:hAnsi="Arial" w:cs="Arial"/>
        </w:rPr>
        <w:t>gram</w:t>
      </w:r>
      <w:r w:rsidR="004F4CDC">
        <w:rPr>
          <w:rFonts w:ascii="Arial" w:eastAsia="Arial" w:hAnsi="Arial" w:cs="Arial"/>
          <w:spacing w:val="-1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4"/>
        </w:rPr>
        <w:t xml:space="preserve"> 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5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 xml:space="preserve">cy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esti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ery</w:t>
      </w:r>
      <w:r w:rsidR="004F4CDC">
        <w:rPr>
          <w:rFonts w:ascii="Arial" w:eastAsia="Arial" w:hAnsi="Arial" w:cs="Arial"/>
          <w:spacing w:val="-3"/>
        </w:rPr>
        <w:t xml:space="preserve">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rs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embed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gram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ers,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uth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  <w:spacing w:val="-3"/>
        </w:rPr>
        <w:t>en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urces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EH’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</w:p>
    <w:p w:rsidR="00A708F6" w:rsidRDefault="004F4CDC">
      <w:pPr>
        <w:spacing w:before="1" w:after="0" w:line="240" w:lineRule="auto"/>
        <w:ind w:left="108" w:right="61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n.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spacing w:after="0" w:line="240" w:lineRule="auto"/>
        <w:ind w:left="108" w:right="6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2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l s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aina</w:t>
      </w:r>
      <w:r>
        <w:rPr>
          <w:rFonts w:ascii="Arial" w:eastAsia="Arial" w:hAnsi="Arial" w:cs="Arial"/>
          <w:b/>
          <w:bCs/>
          <w:spacing w:val="-3"/>
        </w:rPr>
        <w:t>b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y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4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ored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prac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ethods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ne</w:t>
      </w:r>
    </w:p>
    <w:p w:rsidR="00A708F6" w:rsidRDefault="004F4CDC">
      <w:pPr>
        <w:spacing w:before="6" w:after="0" w:line="252" w:lineRule="exact"/>
        <w:ind w:left="108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 are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se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otas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hea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h.</w:t>
      </w:r>
    </w:p>
    <w:p w:rsidR="00A708F6" w:rsidRDefault="00A708F6">
      <w:pPr>
        <w:spacing w:before="5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ored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arly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ds.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 can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ethods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see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 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 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es.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ember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oo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otas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set 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d.</w:t>
      </w:r>
    </w:p>
    <w:p w:rsidR="00A708F6" w:rsidRDefault="00A708F6">
      <w:pPr>
        <w:spacing w:before="16" w:after="0" w:line="220" w:lineRule="exact"/>
      </w:pPr>
    </w:p>
    <w:p w:rsidR="00A708F6" w:rsidRDefault="004F4CDC">
      <w:pPr>
        <w:spacing w:after="0" w:line="240" w:lineRule="auto"/>
        <w:ind w:left="108" w:right="33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3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har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rea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ar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)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 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 xml:space="preserve">s are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be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areas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s.</w:t>
      </w:r>
    </w:p>
    <w:p w:rsidR="00A708F6" w:rsidRDefault="00A708F6">
      <w:pPr>
        <w:spacing w:before="16" w:after="0" w:line="220" w:lineRule="exact"/>
      </w:pPr>
    </w:p>
    <w:p w:rsidR="00A708F6" w:rsidRDefault="004F4CDC">
      <w:pPr>
        <w:spacing w:after="0" w:line="240" w:lineRule="auto"/>
        <w:ind w:left="108" w:right="47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4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mp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6"/>
        </w:rPr>
        <w:t>y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ng 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he pre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2"/>
        </w:rPr>
        <w:t>r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pr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hresho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ets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set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ds are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sed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</w:p>
    <w:p w:rsidR="00A708F6" w:rsidRDefault="00A708F6">
      <w:pPr>
        <w:spacing w:after="0"/>
        <w:jc w:val="both"/>
        <w:sectPr w:rsidR="00A708F6">
          <w:pgSz w:w="11920" w:h="16860"/>
          <w:pgMar w:top="1180" w:right="1140" w:bottom="1560" w:left="1140" w:header="0" w:footer="1363" w:gutter="0"/>
          <w:cols w:space="720"/>
        </w:sectPr>
      </w:pPr>
    </w:p>
    <w:p w:rsidR="00A708F6" w:rsidRDefault="004F4CDC">
      <w:pPr>
        <w:spacing w:before="69" w:after="0" w:line="252" w:lineRule="exact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cern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3" w:after="0" w:line="220" w:lineRule="exact"/>
      </w:pPr>
    </w:p>
    <w:p w:rsidR="00A708F6" w:rsidRDefault="004F4CDC">
      <w:pPr>
        <w:spacing w:after="0" w:line="240" w:lineRule="auto"/>
        <w:ind w:left="108" w:right="59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5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ompl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ce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reg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tio</w:t>
      </w:r>
      <w:r>
        <w:rPr>
          <w:rFonts w:ascii="Arial" w:eastAsia="Arial" w:hAnsi="Arial" w:cs="Arial"/>
          <w:b/>
          <w:bCs/>
        </w:rPr>
        <w:t>n</w:t>
      </w:r>
    </w:p>
    <w:p w:rsidR="00A708F6" w:rsidRDefault="00A708F6">
      <w:pPr>
        <w:spacing w:before="11" w:after="0" w:line="240" w:lineRule="exact"/>
        <w:rPr>
          <w:sz w:val="24"/>
          <w:szCs w:val="24"/>
        </w:rPr>
      </w:pPr>
    </w:p>
    <w:p w:rsidR="00A708F6" w:rsidRDefault="004F4CDC">
      <w:pPr>
        <w:spacing w:after="0" w:line="239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ge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ary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4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ce.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ce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s, 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 h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comp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comp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n-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ecte</w:t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08" w:right="43"/>
        <w:jc w:val="both"/>
        <w:rPr>
          <w:rFonts w:ascii="Arial" w:eastAsia="Arial" w:hAnsi="Arial" w:cs="Arial"/>
        </w:rPr>
      </w:pPr>
      <w:r>
        <w:pict>
          <v:group id="_x0000_s1318" style="position:absolute;left:0;text-align:left;margin-left:100.4pt;margin-top:11.95pt;width:339.5pt;height:359.35pt;z-index:-251648512;mso-position-horizontal-relative:page" coordorigin="2008,239" coordsize="6790,7187">
            <v:group id="_x0000_s1339" style="position:absolute;left:2018;top:5024;width:2386;height:2393" coordorigin="2018,5024" coordsize="2386,2393">
              <v:shape id="_x0000_s1341" style="position:absolute;left:2018;top:5024;width:2386;height:2393" coordorigin="2018,5024" coordsize="2386,2393" path="m2917,5024r-78,4l2763,5044r-74,26l2633,5101r-62,43l2522,5185r-53,47l2407,5294r-389,388l3753,7416r363,-363l3707,7053,2383,5728r268,-269l2705,5410r50,-39l2819,5331r60,-25l2946,5295r634,-1l3557,5277r-65,-44l3429,5193r-63,-36l3304,5126r-61,-27l3182,5076r-61,-19l3060,5042r-62,-12l2937,5024r-20,e" fillcolor="silver" stroked="f">
                <v:path arrowok="t"/>
              </v:shape>
              <v:shape id="_x0000_s1340" style="position:absolute;left:2018;top:5024;width:2386;height:2393" coordorigin="2018,5024" coordsize="2386,2393" path="m3580,5294r-598,l3000,5295r19,1l3098,5309r63,19l3228,5353r64,32l3359,5424r69,46l3500,5525r49,41l3599,5610r51,47l3703,5708r48,50l3796,5807r43,48l3880,5904r38,49l3954,6002r49,74l4047,6150r37,71l4109,6282r18,59l4139,6417r1,36l4140,6471r-10,67l4106,6605r-40,69l4027,6727r-48,53l3707,7053r409,l4186,6983r52,-56l4283,6871r38,-57l4352,6756r24,-59l4392,6637r10,-60l4404,6514r-1,-22l4396,6425r-14,-71l4360,6279r-28,-78l4295,6119r-28,-56l4236,6007r-35,-56l4164,5894r-41,-57l4078,5780r-47,-58l3980,5664r-54,-58l3869,5547r-46,-45l3778,5460r-45,-41l3667,5362r-66,-52l3580,5294e" fillcolor="silver" stroked="f">
                <v:path arrowok="t"/>
              </v:shape>
            </v:group>
            <v:group id="_x0000_s1329" style="position:absolute;left:3232;top:3743;width:2793;height:2460" coordorigin="3232,3743" coordsize="2793,2460">
              <v:shape id="_x0000_s1338" style="position:absolute;left:3232;top:3743;width:2793;height:2460" coordorigin="3232,3743" coordsize="2793,2460" path="m4480,3843r-607,l3855,3863r-17,20l3820,3903r-18,l3783,3923r-18,20l3738,3983r-506,500l4966,6203r159,-140l4588,5503r-38,-20l4362,5283r184,-180l4563,5083r-407,l3583,4503r391,-380l3990,4103r17,-20l4024,4083r16,-20l4058,4063r17,-20l4093,4043r18,-20l4696,4023r-19,-20l4656,3983r-15,-20l4625,3963r-31,-40l4578,3923r-16,-20l4546,3883r-16,l4514,3863r-17,l4480,3843e" fillcolor="silver" stroked="f">
                <v:path arrowok="t"/>
              </v:shape>
              <v:shape id="_x0000_s1337" style="position:absolute;left:3232;top:3743;width:2793;height:2460" coordorigin="3232,3743" coordsize="2793,2460" path="m5957,5123r-711,l5275,5143r30,20l5331,5163r26,20l5383,5183r26,20l5565,5263r210,60l5827,5343r14,l6025,5163r-68,-40e" fillcolor="silver" stroked="f">
                <v:path arrowok="t"/>
              </v:shape>
              <v:shape id="_x0000_s1336" style="position:absolute;left:3232;top:3743;width:2793;height:2460" coordorigin="3232,3743" coordsize="2793,2460" path="m5630,5003r-738,l4906,5023r45,l4969,5043r56,l5046,5063r22,l5091,5083r48,l5164,5103r27,l5218,5123r705,l5855,5083r-69,-20l5630,5003e" fillcolor="silver" stroked="f">
                <v:path arrowok="t"/>
              </v:shape>
              <v:shape id="_x0000_s1335" style="position:absolute;left:3232;top:3743;width:2793;height:2460" coordorigin="3232,3743" coordsize="2793,2460" path="m4696,4023r-398,l4316,4043r35,l4368,4063r18,l4403,4083r18,l4456,4123r18,l4510,4163r15,20l4539,4203r13,20l4564,4223r32,60l4613,4323r8,l4639,4383r8,60l4647,4463r-1,20l4635,4543r-11,40l4616,4583r-8,20l4598,4623r-11,20l4575,4663r-13,l4548,4683r-16,20l4516,4723r-18,20l4156,5083r407,l4596,5043r16,l4629,5023r17,l4663,5003r967,l5578,4983r-71,-20l5437,4923r-36,l5329,4883r-19,l5291,4863r-56,l5216,4843r-38,l5159,4823r-77,l5062,4803r-262,l4812,4783r33,-60l4871,4663r19,-60l4901,4543r3,-60l4904,4463r-8,-60l4881,4343r-6,-40l4850,4243r-31,-60l4779,4123r-47,-60l4715,4043r-19,-20e" fillcolor="silver" stroked="f">
                <v:path arrowok="t"/>
              </v:shape>
              <v:shape id="_x0000_s1334" style="position:absolute;left:3232;top:3743;width:2793;height:2460" coordorigin="3232,3743" coordsize="2793,2460" path="m4964,4783r-77,l4866,4803r115,l4964,4783e" fillcolor="silver" stroked="f">
                <v:path arrowok="t"/>
              </v:shape>
              <v:shape id="_x0000_s1333" style="position:absolute;left:3232;top:3743;width:2793;height:2460" coordorigin="3232,3743" coordsize="2793,2460" path="m4411,3803r-487,l3907,3823r-17,20l4463,3843r-17,-20l4429,3823r-18,-20e" fillcolor="silver" stroked="f">
                <v:path arrowok="t"/>
              </v:shape>
              <v:shape id="_x0000_s1332" style="position:absolute;left:3232;top:3743;width:2793;height:2460" coordorigin="3232,3743" coordsize="2793,2460" path="m4376,3783r-420,l3940,3803r454,l4376,3783e" fillcolor="silver" stroked="f">
                <v:path arrowok="t"/>
              </v:shape>
              <v:shape id="_x0000_s1331" style="position:absolute;left:3232;top:3743;width:2793;height:2460" coordorigin="3232,3743" coordsize="2793,2460" path="m4318,3763r-314,l3988,3783r351,l4318,3763e" fillcolor="silver" stroked="f">
                <v:path arrowok="t"/>
              </v:shape>
              <v:shape id="_x0000_s1330" style="position:absolute;left:3232;top:3743;width:2793;height:2460" coordorigin="3232,3743" coordsize="2793,2460" path="m4258,3743r-209,l4034,3763r244,l4258,3743e" fillcolor="silver" stroked="f">
                <v:path arrowok="t"/>
              </v:shape>
            </v:group>
            <v:group id="_x0000_s1325" style="position:absolute;left:4774;top:2756;width:2396;height:2367" coordorigin="4774,2756" coordsize="2396,2367">
              <v:shape id="_x0000_s1328" style="position:absolute;left:4774;top:2756;width:2396;height:2367" coordorigin="4774,2756" coordsize="2396,2367" path="m4944,2756r-170,170l4966,3255r825,1429l6046,5123r167,-167l6134,4825,5878,4398r-60,-98l6051,4067r-373,l5602,3939,5378,3553r-75,-128l5266,3363r-38,-61l5189,3241r-40,-59l5108,3123r-42,-57l5037,3028r391,l4944,2756e" fillcolor="silver" stroked="f">
                <v:path arrowok="t"/>
              </v:shape>
              <v:shape id="_x0000_s1327" style="position:absolute;left:4774;top:2756;width:2396;height:2367" coordorigin="4774,2756" coordsize="2396,2367" path="m6808,3795r-484,l6490,3891r168,95l6793,4060r104,55l7001,4168r170,-170l6808,3795e" fillcolor="silver" stroked="f">
                <v:path arrowok="t"/>
              </v:shape>
              <v:shape id="_x0000_s1326" style="position:absolute;left:4774;top:2756;width:2396;height:2367" coordorigin="4774,2756" coordsize="2396,2367" path="m5428,3028r-391,l5072,3050r95,62l5231,3152r118,71l6087,3658r-409,409l6051,4067r273,-272l6808,3795,5428,3028e" fillcolor="silver" stroked="f">
                <v:path arrowok="t"/>
              </v:shape>
            </v:group>
            <v:group id="_x0000_s1322" style="position:absolute;left:5573;top:1317;width:1893;height:2544" coordorigin="5573,1317" coordsize="1893,2544">
              <v:shape id="_x0000_s1324" style="position:absolute;left:5573;top:1317;width:1893;height:2544" coordorigin="5573,1317" coordsize="1893,2544" path="m6384,1317r-811,810l7308,3861r158,-159l6679,2915r204,-205l6474,2710,5937,2173r293,-294l6391,1715r96,-100l6582,1515,6384,1317e" fillcolor="silver" stroked="f">
                <v:path arrowok="t"/>
              </v:shape>
              <v:shape id="_x0000_s1323" style="position:absolute;left:5573;top:1317;width:1893;height:2544" coordorigin="5573,1317" coordsize="1893,2544" path="m7037,2147r-563,563l6883,2710r132,-135l7098,2489r83,-86l7235,2345,7037,2147e" fillcolor="silver" stroked="f">
                <v:path arrowok="t"/>
              </v:shape>
            </v:group>
            <v:group id="_x0000_s1319" style="position:absolute;left:6506;top:249;width:2282;height:2291" coordorigin="6506,249" coordsize="2282,2291">
              <v:shape id="_x0000_s1321" style="position:absolute;left:6506;top:249;width:2282;height:2291" coordorigin="6506,249" coordsize="2282,2291" path="m7417,1010r-317,l8629,2540r159,-159l7417,1010e" fillcolor="silver" stroked="f">
                <v:path arrowok="t"/>
              </v:shape>
              <v:shape id="_x0000_s1320" style="position:absolute;left:6506;top:249;width:2282;height:2291" coordorigin="6506,249" coordsize="2282,2291" path="m7451,249l7261,440,6740,966r-234,242l6704,1406r396,-396l7417,1010,7259,851,7397,712r79,-80l7554,550r77,-82l7649,447,7451,249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1"/>
        </w:rPr>
        <w:t>O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</w:rPr>
        <w:t>esc</w:t>
      </w:r>
      <w:r w:rsidR="004F4CDC">
        <w:rPr>
          <w:rFonts w:ascii="Arial" w:eastAsia="Arial" w:hAnsi="Arial" w:cs="Arial"/>
          <w:spacing w:val="-1"/>
        </w:rPr>
        <w:t>al</w:t>
      </w:r>
      <w:r w:rsidR="004F4CDC">
        <w:rPr>
          <w:rFonts w:ascii="Arial" w:eastAsia="Arial" w:hAnsi="Arial" w:cs="Arial"/>
        </w:rPr>
        <w:t>ates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</w:rPr>
        <w:t>comp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se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</w:rPr>
        <w:t>acc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ng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</w:rPr>
        <w:t>sn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ss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7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  <w:spacing w:val="2"/>
        </w:rPr>
        <w:t>n</w:t>
      </w:r>
      <w:r w:rsidR="004F4CDC">
        <w:rPr>
          <w:rFonts w:ascii="Arial" w:eastAsia="Arial" w:hAnsi="Arial" w:cs="Arial"/>
          <w:spacing w:val="1"/>
        </w:rPr>
        <w:t>-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mp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ce,</w:t>
      </w:r>
      <w:r w:rsidR="004F4CDC">
        <w:rPr>
          <w:rFonts w:ascii="Arial" w:eastAsia="Arial" w:hAnsi="Arial" w:cs="Arial"/>
          <w:spacing w:val="-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 xml:space="preserve">d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cu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1"/>
        </w:rPr>
        <w:t>ili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of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ff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er.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O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sures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-1"/>
        </w:rPr>
        <w:t>it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com</w:t>
      </w:r>
      <w:r w:rsidR="004F4CDC">
        <w:rPr>
          <w:rFonts w:ascii="Arial" w:eastAsia="Arial" w:hAnsi="Arial" w:cs="Arial"/>
          <w:spacing w:val="-2"/>
        </w:rPr>
        <w:t>p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3"/>
        </w:rPr>
        <w:t xml:space="preserve"> f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 xml:space="preserve">so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 xml:space="preserve">t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can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pr</w:t>
      </w:r>
      <w:r w:rsidR="004F4CDC">
        <w:rPr>
          <w:rFonts w:ascii="Arial" w:eastAsia="Arial" w:hAnsi="Arial" w:cs="Arial"/>
          <w:spacing w:val="-2"/>
        </w:rPr>
        <w:t>ov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ef</w:t>
      </w:r>
      <w:r w:rsidR="004F4CDC">
        <w:rPr>
          <w:rFonts w:ascii="Arial" w:eastAsia="Arial" w:hAnsi="Arial" w:cs="Arial"/>
          <w:spacing w:val="2"/>
        </w:rPr>
        <w:t>f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ess,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nt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y eme</w:t>
      </w:r>
      <w:r w:rsidR="004F4CDC">
        <w:rPr>
          <w:rFonts w:ascii="Arial" w:eastAsia="Arial" w:hAnsi="Arial" w:cs="Arial"/>
          <w:spacing w:val="-1"/>
        </w:rPr>
        <w:t>r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ssu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6"/>
        </w:rPr>
        <w:t>s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 a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proach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bl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1"/>
        </w:rPr>
        <w:t xml:space="preserve"> O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 xml:space="preserve">H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acc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ate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era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ff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</w:rPr>
        <w:t>ss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al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oo 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 xml:space="preserve">est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 pr</w:t>
      </w:r>
      <w:r w:rsidR="004F4CDC">
        <w:rPr>
          <w:rFonts w:ascii="Arial" w:eastAsia="Arial" w:hAnsi="Arial" w:cs="Arial"/>
          <w:spacing w:val="-2"/>
        </w:rPr>
        <w:t>o</w:t>
      </w:r>
      <w:r w:rsidR="004F4CDC">
        <w:rPr>
          <w:rFonts w:ascii="Arial" w:eastAsia="Arial" w:hAnsi="Arial" w:cs="Arial"/>
        </w:rPr>
        <w:t>gra</w:t>
      </w:r>
      <w:r w:rsidR="004F4CDC">
        <w:rPr>
          <w:rFonts w:ascii="Arial" w:eastAsia="Arial" w:hAnsi="Arial" w:cs="Arial"/>
          <w:spacing w:val="-1"/>
        </w:rPr>
        <w:t>m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 xml:space="preserve">o </w:t>
      </w:r>
      <w:r w:rsidR="004F4CDC">
        <w:rPr>
          <w:rFonts w:ascii="Arial" w:eastAsia="Arial" w:hAnsi="Arial" w:cs="Arial"/>
          <w:spacing w:val="-2"/>
        </w:rPr>
        <w:t>d</w:t>
      </w:r>
      <w:r w:rsidR="004F4CDC">
        <w:rPr>
          <w:rFonts w:ascii="Arial" w:eastAsia="Arial" w:hAnsi="Arial" w:cs="Arial"/>
        </w:rPr>
        <w:t>etect 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ng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before="16" w:after="0" w:line="220" w:lineRule="exact"/>
      </w:pPr>
    </w:p>
    <w:p w:rsidR="00A708F6" w:rsidRDefault="004F4CDC">
      <w:pPr>
        <w:spacing w:after="0" w:line="240" w:lineRule="auto"/>
        <w:ind w:left="108" w:right="612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6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ni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>g and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rep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</w:rPr>
        <w:t>ng</w:t>
      </w:r>
    </w:p>
    <w:p w:rsidR="00A708F6" w:rsidRDefault="00A708F6">
      <w:pPr>
        <w:spacing w:before="11" w:after="0" w:line="240" w:lineRule="exact"/>
        <w:rPr>
          <w:sz w:val="24"/>
          <w:szCs w:val="24"/>
        </w:rPr>
      </w:pPr>
    </w:p>
    <w:p w:rsidR="00A708F6" w:rsidRDefault="004F4CDC">
      <w:pPr>
        <w:spacing w:after="0" w:line="239" w:lineRule="auto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prepared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comp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 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nst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1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1</w:t>
      </w:r>
    </w:p>
    <w:p w:rsidR="00A708F6" w:rsidRDefault="004F4CDC">
      <w:pPr>
        <w:spacing w:after="0" w:line="252" w:lineRule="exact"/>
        <w:ind w:left="108" w:right="77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arch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>a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 30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ember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spacing w:after="0" w:line="240" w:lineRule="auto"/>
        <w:ind w:left="108" w:right="552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4</w:t>
      </w:r>
      <w:r>
        <w:rPr>
          <w:rFonts w:ascii="Arial" w:eastAsia="Arial" w:hAnsi="Arial" w:cs="Arial"/>
          <w:b/>
          <w:bCs/>
          <w:spacing w:val="1"/>
        </w:rPr>
        <w:t>.</w:t>
      </w:r>
      <w:r>
        <w:rPr>
          <w:rFonts w:ascii="Arial" w:eastAsia="Arial" w:hAnsi="Arial" w:cs="Arial"/>
          <w:b/>
          <w:bCs/>
        </w:rPr>
        <w:t xml:space="preserve">7     </w:t>
      </w:r>
      <w:r>
        <w:rPr>
          <w:rFonts w:ascii="Arial" w:eastAsia="Arial" w:hAnsi="Arial" w:cs="Arial"/>
          <w:b/>
          <w:bCs/>
          <w:spacing w:val="4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ais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 c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w</w:t>
      </w:r>
      <w:r>
        <w:rPr>
          <w:rFonts w:ascii="Arial" w:eastAsia="Arial" w:hAnsi="Arial" w:cs="Arial"/>
          <w:b/>
          <w:bCs/>
        </w:rPr>
        <w:t>are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s</w:t>
      </w:r>
    </w:p>
    <w:p w:rsidR="00A708F6" w:rsidRDefault="00A708F6">
      <w:pPr>
        <w:spacing w:before="9" w:after="0" w:line="240" w:lineRule="exact"/>
        <w:rPr>
          <w:sz w:val="24"/>
          <w:szCs w:val="24"/>
        </w:rPr>
      </w:pPr>
    </w:p>
    <w:p w:rsidR="00A708F6" w:rsidRDefault="004F4CDC">
      <w:pPr>
        <w:spacing w:after="0" w:line="241" w:lineRule="auto"/>
        <w:ind w:left="108" w:right="4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sory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AP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pro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ey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s.</w:t>
      </w:r>
    </w:p>
    <w:p w:rsidR="00A708F6" w:rsidRDefault="00A708F6">
      <w:pPr>
        <w:spacing w:before="8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15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cume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 are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/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od: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3800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oo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an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2144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ement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an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2229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oo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 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5006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oo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after="0"/>
        <w:jc w:val="both"/>
        <w:sectPr w:rsidR="00A708F6">
          <w:pgSz w:w="11920" w:h="16860"/>
          <w:pgMar w:top="1180" w:right="1140" w:bottom="1640" w:left="1140" w:header="0" w:footer="1363" w:gutter="0"/>
          <w:cols w:space="720"/>
        </w:sectPr>
      </w:pPr>
    </w:p>
    <w:p w:rsidR="00A708F6" w:rsidRDefault="00A708F6">
      <w:pPr>
        <w:spacing w:before="9" w:after="0" w:line="150" w:lineRule="exact"/>
        <w:rPr>
          <w:sz w:val="15"/>
          <w:szCs w:val="15"/>
        </w:rPr>
      </w:pPr>
    </w:p>
    <w:p w:rsidR="00A708F6" w:rsidRDefault="004F4CDC">
      <w:pPr>
        <w:spacing w:after="0" w:line="240" w:lineRule="auto"/>
        <w:ind w:left="10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1: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tors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</w:p>
    <w:p w:rsidR="00A708F6" w:rsidRDefault="00A708F6">
      <w:pPr>
        <w:spacing w:before="6" w:after="0" w:line="150" w:lineRule="exact"/>
        <w:rPr>
          <w:sz w:val="15"/>
          <w:szCs w:val="15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tabs>
          <w:tab w:val="left" w:pos="4440"/>
          <w:tab w:val="left" w:pos="8120"/>
        </w:tabs>
        <w:spacing w:after="0" w:line="240" w:lineRule="auto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anagement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hod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ma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A708F6" w:rsidRDefault="004F4CDC">
      <w:pPr>
        <w:spacing w:before="82" w:after="0" w:line="225" w:lineRule="exact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bje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ensure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ent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anim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corda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ith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plan</w:t>
      </w:r>
    </w:p>
    <w:p w:rsidR="00A708F6" w:rsidRDefault="00A708F6">
      <w:pPr>
        <w:spacing w:after="0"/>
        <w:sectPr w:rsidR="00A708F6">
          <w:footerReference w:type="default" r:id="rId29"/>
          <w:pgSz w:w="16860" w:h="11920" w:orient="landscape"/>
          <w:pgMar w:top="1080" w:right="1820" w:bottom="1640" w:left="1140" w:header="0" w:footer="1443" w:gutter="0"/>
          <w:pgNumType w:start="13"/>
          <w:cols w:space="720"/>
        </w:sectPr>
      </w:pPr>
    </w:p>
    <w:p w:rsidR="00A708F6" w:rsidRDefault="004F4CDC">
      <w:pPr>
        <w:spacing w:before="84" w:after="0" w:line="239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at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Co</w:t>
      </w:r>
      <w:r>
        <w:rPr>
          <w:rFonts w:ascii="Arial" w:eastAsia="Arial" w:hAnsi="Arial" w:cs="Arial"/>
          <w:i/>
          <w:sz w:val="20"/>
          <w:szCs w:val="20"/>
        </w:rPr>
        <w:t>de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of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P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or the</w:t>
      </w:r>
      <w:r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H</w:t>
      </w:r>
      <w:r>
        <w:rPr>
          <w:rFonts w:ascii="Arial" w:eastAsia="Arial" w:hAnsi="Arial" w:cs="Arial"/>
          <w:i/>
          <w:sz w:val="20"/>
          <w:szCs w:val="20"/>
        </w:rPr>
        <w:t>u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ne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ot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ng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of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K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g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3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s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 xml:space="preserve">d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ll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b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es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before="86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ng</w:t>
      </w:r>
      <w:r>
        <w:rPr>
          <w:rFonts w:ascii="Arial" w:eastAsia="Arial" w:hAnsi="Arial" w:cs="Arial"/>
          <w:sz w:val="20"/>
          <w:szCs w:val="20"/>
        </w:rPr>
        <w:t>:</w:t>
      </w:r>
    </w:p>
    <w:p w:rsidR="00A708F6" w:rsidRDefault="004F4CDC">
      <w:pPr>
        <w:spacing w:before="1" w:after="0" w:line="240" w:lineRule="auto"/>
        <w:ind w:left="34" w:right="-20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16" w:after="0" w:line="228" w:lineRule="exact"/>
        <w:ind w:left="317" w:right="-54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after="0" w:line="243" w:lineRule="exact"/>
        <w:ind w:left="34" w:right="-20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after="0" w:line="229" w:lineRule="exact"/>
        <w:ind w:left="3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)</w:t>
      </w:r>
    </w:p>
    <w:p w:rsidR="00A708F6" w:rsidRDefault="004F4CDC">
      <w:pPr>
        <w:spacing w:before="2" w:after="0" w:line="240" w:lineRule="auto"/>
        <w:ind w:left="34" w:right="-20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-r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16" w:after="0" w:line="228" w:lineRule="exact"/>
        <w:ind w:left="317" w:right="81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87" w:after="0" w:line="239" w:lineRule="auto"/>
        <w:ind w:left="458" w:right="385" w:hanging="458"/>
        <w:jc w:val="both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 xml:space="preserve">1a.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0%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h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4F4CDC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1b.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tors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after="0" w:line="240" w:lineRule="auto"/>
        <w:ind w:left="458" w:right="988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-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</w:p>
    <w:p w:rsidR="00A708F6" w:rsidRDefault="004F4CDC">
      <w:pPr>
        <w:spacing w:after="0" w:line="240" w:lineRule="auto"/>
        <w:ind w:left="458" w:right="50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1d.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 propro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es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num="3" w:space="720" w:equalWidth="0">
            <w:col w:w="4097" w:space="344"/>
            <w:col w:w="3317" w:space="367"/>
            <w:col w:w="5775"/>
          </w:cols>
        </w:sectPr>
      </w:pPr>
    </w:p>
    <w:p w:rsidR="00A708F6" w:rsidRDefault="004F4CDC">
      <w:pPr>
        <w:spacing w:before="4" w:after="0" w:line="225" w:lineRule="exact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bje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2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ensure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olo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us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ain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ble</w:t>
      </w:r>
    </w:p>
    <w:p w:rsidR="00A708F6" w:rsidRDefault="00A708F6">
      <w:pPr>
        <w:spacing w:before="2" w:after="0" w:line="240" w:lineRule="exact"/>
        <w:rPr>
          <w:sz w:val="24"/>
          <w:szCs w:val="24"/>
        </w:rPr>
      </w:pPr>
    </w:p>
    <w:p w:rsidR="00A708F6" w:rsidRDefault="004F4CDC">
      <w:pPr>
        <w:tabs>
          <w:tab w:val="left" w:pos="4460"/>
          <w:tab w:val="left" w:pos="8120"/>
          <w:tab w:val="left" w:pos="8580"/>
        </w:tabs>
        <w:spacing w:before="63" w:after="0" w:line="216" w:lineRule="exact"/>
        <w:ind w:left="8584" w:right="165" w:hanging="836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position w:val="1"/>
          <w:sz w:val="20"/>
          <w:szCs w:val="20"/>
        </w:rPr>
        <w:t>P</w:t>
      </w:r>
      <w:r>
        <w:rPr>
          <w:rFonts w:ascii="Arial" w:eastAsia="Arial" w:hAnsi="Arial" w:cs="Arial"/>
          <w:position w:val="1"/>
          <w:sz w:val="20"/>
          <w:szCs w:val="20"/>
        </w:rPr>
        <w:t>o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p</w:t>
      </w:r>
      <w:r>
        <w:rPr>
          <w:rFonts w:ascii="Arial" w:eastAsia="Arial" w:hAnsi="Arial" w:cs="Arial"/>
          <w:position w:val="1"/>
          <w:sz w:val="20"/>
          <w:szCs w:val="20"/>
        </w:rPr>
        <w:t>u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l</w:t>
      </w:r>
      <w:r>
        <w:rPr>
          <w:rFonts w:ascii="Arial" w:eastAsia="Arial" w:hAnsi="Arial" w:cs="Arial"/>
          <w:position w:val="1"/>
          <w:sz w:val="20"/>
          <w:szCs w:val="20"/>
        </w:rPr>
        <w:t>at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i</w:t>
      </w:r>
      <w:r>
        <w:rPr>
          <w:rFonts w:ascii="Arial" w:eastAsia="Arial" w:hAnsi="Arial" w:cs="Arial"/>
          <w:position w:val="1"/>
          <w:sz w:val="20"/>
          <w:szCs w:val="20"/>
        </w:rPr>
        <w:t>on</w:t>
      </w:r>
      <w:r>
        <w:rPr>
          <w:rFonts w:ascii="Arial" w:eastAsia="Arial" w:hAnsi="Arial" w:cs="Arial"/>
          <w:spacing w:val="-10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position w:val="1"/>
          <w:sz w:val="20"/>
          <w:szCs w:val="20"/>
        </w:rPr>
        <w:t>m</w:t>
      </w:r>
      <w:r>
        <w:rPr>
          <w:rFonts w:ascii="Arial" w:eastAsia="Arial" w:hAnsi="Arial" w:cs="Arial"/>
          <w:position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ni</w:t>
      </w:r>
      <w:r>
        <w:rPr>
          <w:rFonts w:ascii="Arial" w:eastAsia="Arial" w:hAnsi="Arial" w:cs="Arial"/>
          <w:position w:val="1"/>
          <w:sz w:val="20"/>
          <w:szCs w:val="20"/>
        </w:rPr>
        <w:t>tor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i</w:t>
      </w:r>
      <w:r>
        <w:rPr>
          <w:rFonts w:ascii="Arial" w:eastAsia="Arial" w:hAnsi="Arial" w:cs="Arial"/>
          <w:position w:val="1"/>
          <w:sz w:val="20"/>
          <w:szCs w:val="20"/>
        </w:rPr>
        <w:t>ng</w:t>
      </w:r>
      <w:r>
        <w:rPr>
          <w:rFonts w:ascii="Arial" w:eastAsia="Arial" w:hAnsi="Arial" w:cs="Arial"/>
          <w:position w:val="1"/>
          <w:sz w:val="20"/>
          <w:szCs w:val="20"/>
        </w:rPr>
        <w:tab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position w:val="1"/>
          <w:sz w:val="20"/>
          <w:szCs w:val="20"/>
        </w:rPr>
        <w:t>2.</w:t>
      </w:r>
      <w:r>
        <w:rPr>
          <w:rFonts w:ascii="Arial" w:eastAsia="Arial" w:hAnsi="Arial" w:cs="Arial"/>
          <w:position w:val="1"/>
          <w:sz w:val="20"/>
          <w:szCs w:val="20"/>
        </w:rPr>
        <w:tab/>
        <w:t>1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0</w:t>
      </w:r>
      <w:r>
        <w:rPr>
          <w:rFonts w:ascii="Arial" w:eastAsia="Arial" w:hAnsi="Arial" w:cs="Arial"/>
          <w:position w:val="1"/>
          <w:sz w:val="20"/>
          <w:szCs w:val="20"/>
        </w:rPr>
        <w:t>0%</w:t>
      </w:r>
      <w:r>
        <w:rPr>
          <w:rFonts w:ascii="Arial" w:eastAsia="Arial" w:hAnsi="Arial" w:cs="Arial"/>
          <w:spacing w:val="-3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of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s</w:t>
      </w:r>
      <w:r>
        <w:rPr>
          <w:rFonts w:ascii="Arial" w:eastAsia="Arial" w:hAnsi="Arial" w:cs="Arial"/>
          <w:position w:val="1"/>
          <w:sz w:val="20"/>
          <w:szCs w:val="20"/>
        </w:rPr>
        <w:t>ur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v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e</w:t>
      </w:r>
      <w:r>
        <w:rPr>
          <w:rFonts w:ascii="Arial" w:eastAsia="Arial" w:hAnsi="Arial" w:cs="Arial"/>
          <w:spacing w:val="-4"/>
          <w:position w:val="1"/>
          <w:sz w:val="20"/>
          <w:szCs w:val="20"/>
        </w:rPr>
        <w:t>y</w:t>
      </w:r>
      <w:r>
        <w:rPr>
          <w:rFonts w:ascii="Arial" w:eastAsia="Arial" w:hAnsi="Arial" w:cs="Arial"/>
          <w:position w:val="1"/>
          <w:sz w:val="20"/>
          <w:szCs w:val="20"/>
        </w:rPr>
        <w:t>s</w:t>
      </w:r>
      <w:r>
        <w:rPr>
          <w:rFonts w:ascii="Arial" w:eastAsia="Arial" w:hAnsi="Arial" w:cs="Arial"/>
          <w:spacing w:val="-6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o</w:t>
      </w:r>
      <w:r>
        <w:rPr>
          <w:rFonts w:ascii="Arial" w:eastAsia="Arial" w:hAnsi="Arial" w:cs="Arial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d</w:t>
      </w:r>
      <w:r>
        <w:rPr>
          <w:rFonts w:ascii="Arial" w:eastAsia="Arial" w:hAnsi="Arial" w:cs="Arial"/>
          <w:position w:val="1"/>
          <w:sz w:val="20"/>
          <w:szCs w:val="20"/>
        </w:rPr>
        <w:t>u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c</w:t>
      </w:r>
      <w:r>
        <w:rPr>
          <w:rFonts w:ascii="Arial" w:eastAsia="Arial" w:hAnsi="Arial" w:cs="Arial"/>
          <w:position w:val="1"/>
          <w:sz w:val="20"/>
          <w:szCs w:val="20"/>
        </w:rPr>
        <w:t>t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e</w:t>
      </w:r>
      <w:r>
        <w:rPr>
          <w:rFonts w:ascii="Arial" w:eastAsia="Arial" w:hAnsi="Arial" w:cs="Arial"/>
          <w:position w:val="1"/>
          <w:sz w:val="20"/>
          <w:szCs w:val="20"/>
        </w:rPr>
        <w:t>d</w:t>
      </w:r>
      <w:r>
        <w:rPr>
          <w:rFonts w:ascii="Arial" w:eastAsia="Arial" w:hAnsi="Arial" w:cs="Arial"/>
          <w:spacing w:val="-9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position w:val="1"/>
          <w:sz w:val="20"/>
          <w:szCs w:val="20"/>
        </w:rPr>
        <w:t>b</w:t>
      </w:r>
      <w:r>
        <w:rPr>
          <w:rFonts w:ascii="Arial" w:eastAsia="Arial" w:hAnsi="Arial" w:cs="Arial"/>
          <w:position w:val="1"/>
          <w:sz w:val="20"/>
          <w:szCs w:val="20"/>
        </w:rPr>
        <w:t>y</w:t>
      </w:r>
      <w:r>
        <w:rPr>
          <w:rFonts w:ascii="Arial" w:eastAsia="Arial" w:hAnsi="Arial" w:cs="Arial"/>
          <w:spacing w:val="-3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v</w:t>
      </w:r>
      <w:r>
        <w:rPr>
          <w:rFonts w:ascii="Arial" w:eastAsia="Arial" w:hAnsi="Arial" w:cs="Arial"/>
          <w:position w:val="1"/>
          <w:sz w:val="20"/>
          <w:szCs w:val="20"/>
        </w:rPr>
        <w:t>e</w:t>
      </w:r>
      <w:r>
        <w:rPr>
          <w:rFonts w:ascii="Arial" w:eastAsia="Arial" w:hAnsi="Arial" w:cs="Arial"/>
          <w:spacing w:val="4"/>
          <w:position w:val="1"/>
          <w:sz w:val="20"/>
          <w:szCs w:val="20"/>
        </w:rPr>
        <w:t>m</w:t>
      </w:r>
      <w:r>
        <w:rPr>
          <w:rFonts w:ascii="Arial" w:eastAsia="Arial" w:hAnsi="Arial" w:cs="Arial"/>
          <w:position w:val="1"/>
          <w:sz w:val="20"/>
          <w:szCs w:val="20"/>
        </w:rPr>
        <w:t>b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e</w:t>
      </w:r>
      <w:r>
        <w:rPr>
          <w:rFonts w:ascii="Arial" w:eastAsia="Arial" w:hAnsi="Arial" w:cs="Arial"/>
          <w:position w:val="1"/>
          <w:sz w:val="20"/>
          <w:szCs w:val="20"/>
        </w:rPr>
        <w:t>r</w:t>
      </w:r>
      <w:r>
        <w:rPr>
          <w:rFonts w:ascii="Arial" w:eastAsia="Arial" w:hAnsi="Arial" w:cs="Arial"/>
          <w:spacing w:val="-9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30</w:t>
      </w:r>
      <w:r>
        <w:rPr>
          <w:rFonts w:ascii="Arial" w:eastAsia="Arial" w:hAnsi="Arial" w:cs="Arial"/>
          <w:spacing w:val="-3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(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a</w:t>
      </w:r>
      <w:r>
        <w:rPr>
          <w:rFonts w:ascii="Arial" w:eastAsia="Arial" w:hAnsi="Arial" w:cs="Arial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u</w:t>
      </w:r>
      <w:r>
        <w:rPr>
          <w:rFonts w:ascii="Arial" w:eastAsia="Arial" w:hAnsi="Arial" w:cs="Arial"/>
          <w:position w:val="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ll</w:t>
      </w:r>
      <w:r>
        <w:rPr>
          <w:rFonts w:ascii="Arial" w:eastAsia="Arial" w:hAnsi="Arial" w:cs="Arial"/>
          <w:position w:val="1"/>
          <w:sz w:val="20"/>
          <w:szCs w:val="20"/>
        </w:rPr>
        <w:t>y</w:t>
      </w:r>
      <w:r>
        <w:rPr>
          <w:rFonts w:ascii="Arial" w:eastAsia="Arial" w:hAnsi="Arial" w:cs="Arial"/>
          <w:spacing w:val="-10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nt)</w:t>
      </w:r>
    </w:p>
    <w:p w:rsidR="00A708F6" w:rsidRDefault="00A708F6">
      <w:pPr>
        <w:spacing w:before="19" w:after="0" w:line="220" w:lineRule="exact"/>
      </w:pP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space="720"/>
        </w:sectPr>
      </w:pPr>
    </w:p>
    <w:p w:rsidR="00A708F6" w:rsidRDefault="004F4CDC">
      <w:pPr>
        <w:spacing w:before="34" w:after="0" w:line="240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</w:p>
    <w:p w:rsidR="00A708F6" w:rsidRDefault="004F4CDC">
      <w:pPr>
        <w:spacing w:before="35" w:after="0" w:line="239" w:lineRule="auto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4F4CDC">
      <w:pPr>
        <w:tabs>
          <w:tab w:val="left" w:pos="440"/>
        </w:tabs>
        <w:spacing w:before="34" w:after="0" w:line="240" w:lineRule="auto"/>
        <w:ind w:left="458" w:right="318" w:hanging="458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ota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num="3" w:space="720" w:equalWidth="0">
            <w:col w:w="3733" w:space="741"/>
            <w:col w:w="3083" w:space="568"/>
            <w:col w:w="5775"/>
          </w:cols>
        </w:sectPr>
      </w:pPr>
    </w:p>
    <w:p w:rsidR="00A708F6" w:rsidRDefault="00A708F6">
      <w:pPr>
        <w:spacing w:before="3" w:after="0" w:line="180" w:lineRule="exact"/>
        <w:rPr>
          <w:sz w:val="18"/>
          <w:szCs w:val="18"/>
        </w:rPr>
      </w:pP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space="720"/>
        </w:sectPr>
      </w:pPr>
    </w:p>
    <w:p w:rsidR="00A708F6" w:rsidRDefault="004F4CDC">
      <w:pPr>
        <w:spacing w:before="34" w:after="0" w:line="240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</w:p>
    <w:p w:rsidR="00A708F6" w:rsidRDefault="004F4CDC">
      <w:pPr>
        <w:spacing w:before="53" w:after="0" w:line="228" w:lineRule="exact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private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</w:p>
    <w:p w:rsidR="00A708F6" w:rsidRDefault="004F4CDC">
      <w:pPr>
        <w:tabs>
          <w:tab w:val="left" w:pos="440"/>
        </w:tabs>
        <w:spacing w:before="34" w:after="0" w:line="240" w:lineRule="auto"/>
        <w:ind w:left="458" w:right="310" w:hanging="458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z w:val="20"/>
          <w:szCs w:val="20"/>
        </w:rPr>
        <w:tab/>
        <w:t>1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0%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returns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pacing w:val="4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num="3" w:space="720" w:equalWidth="0">
            <w:col w:w="3622" w:space="853"/>
            <w:col w:w="3029" w:space="621"/>
            <w:col w:w="5775"/>
          </w:cols>
        </w:sect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1" w:after="0" w:line="280" w:lineRule="exact"/>
        <w:rPr>
          <w:sz w:val="28"/>
          <w:szCs w:val="28"/>
        </w:rPr>
      </w:pP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space="720"/>
        </w:sectPr>
      </w:pPr>
    </w:p>
    <w:p w:rsidR="00A708F6" w:rsidRDefault="002B0ED0">
      <w:pPr>
        <w:spacing w:before="34" w:after="0" w:line="240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pict>
          <v:group id="_x0000_s1252" style="position:absolute;left:0;text-align:left;margin-left:62.1pt;margin-top:91.3pt;width:694.05pt;height:389.2pt;z-index:-251647488;mso-position-horizontal-relative:page;mso-position-vertical-relative:page" coordorigin="1242,1826" coordsize="13881,7784">
            <v:group id="_x0000_s1315" style="position:absolute;left:4485;top:6938;width:2386;height:2393" coordorigin="4485,6938" coordsize="2386,2393">
              <v:shape id="_x0000_s1317" style="position:absolute;left:4485;top:6938;width:2386;height:2393" coordorigin="4485,6938" coordsize="2386,2393" path="m5384,6938r-78,5l5230,6958r-74,26l5100,7015r-62,44l4989,7099r-53,48l4874,7208r-389,389l6220,9331r363,-364l6174,8967,4850,7642r268,-269l5172,7325r50,-40l5286,7245r60,-25l5413,7209r634,-1l6024,7192r-65,-45l5896,7107r-63,-35l5771,7041r-61,-27l5649,6991r-61,-19l5527,6956r-62,-12l5404,6939r-20,-1e" fillcolor="silver" stroked="f">
                <v:path arrowok="t"/>
              </v:shape>
              <v:shape id="_x0000_s1316" style="position:absolute;left:4485;top:6938;width:2386;height:2393" coordorigin="4485,6938" coordsize="2386,2393" path="m6047,7208r-598,l5467,7209r19,1l5565,7224r63,18l5695,7268r64,31l5826,7338r69,47l5967,7439r49,41l6066,7524r51,48l6170,7623r48,49l6263,7721r43,49l6347,7819r38,49l6421,7917r49,73l6514,8065r37,71l6576,8197r18,59l6606,8331r1,36l6607,8385r-10,68l6573,8520r-40,68l6494,8641r-48,54l6174,8967r409,l6653,8897r52,-55l6750,8785r38,-57l6819,8670r24,-59l6859,8552r10,-61l6871,8428r-1,-21l6863,8339r-14,-71l6827,8193r-28,-78l6762,8033r-28,-55l6703,7922r-35,-56l6631,7809r-41,-57l6545,7694r-47,-57l6447,7579r-54,-59l6336,7461r-46,-44l6245,7374r-45,-41l6134,7276r-66,-52l6047,7208e" fillcolor="silver" stroked="f">
                <v:path arrowok="t"/>
              </v:shape>
            </v:group>
            <v:group id="_x0000_s1305" style="position:absolute;left:5699;top:5657;width:2793;height:2460" coordorigin="5699,5657" coordsize="2793,2460">
              <v:shape id="_x0000_s1314" style="position:absolute;left:5699;top:5657;width:2793;height:2460" coordorigin="5699,5657" coordsize="2793,2460" path="m6947,5757r-607,l6322,5777r-17,20l6287,5817r-18,l6250,5837r-18,20l6205,5897r-506,500l7433,8117r159,-140l7055,7417r-38,-20l6829,7197r184,-180l7030,6997r-407,l6050,6417r391,-380l6457,6017r17,-20l6491,5997r16,-20l6525,5977r17,-20l6560,5957r18,-20l7163,5937r-19,-20l7123,5897r-15,-20l7092,5877r-31,-40l7045,5837r-16,-20l7013,5797r-16,l6981,5777r-17,l6947,5757e" fillcolor="silver" stroked="f">
                <v:path arrowok="t"/>
              </v:shape>
              <v:shape id="_x0000_s1313" style="position:absolute;left:5699;top:5657;width:2793;height:2460" coordorigin="5699,5657" coordsize="2793,2460" path="m8424,7037r-711,l7742,7057r30,20l7798,7077r26,20l7850,7097r26,20l8032,7177r210,60l8294,7257r14,l8492,7077r-68,-40e" fillcolor="silver" stroked="f">
                <v:path arrowok="t"/>
              </v:shape>
              <v:shape id="_x0000_s1312" style="position:absolute;left:5699;top:5657;width:2793;height:2460" coordorigin="5699,5657" coordsize="2793,2460" path="m8097,6917r-738,l7373,6937r45,l7436,6957r56,l7513,6977r22,l7558,6997r48,l7631,7017r27,l7685,7037r705,l8322,6997r-69,-20l8097,6917e" fillcolor="silver" stroked="f">
                <v:path arrowok="t"/>
              </v:shape>
              <v:shape id="_x0000_s1311" style="position:absolute;left:5699;top:5657;width:2793;height:2460" coordorigin="5699,5657" coordsize="2793,2460" path="m7163,5937r-398,l6783,5957r35,l6835,5977r18,l6870,5997r18,l6923,6037r18,l6977,6077r15,20l7006,6117r13,20l7031,6137r32,60l7080,6237r8,l7106,6297r8,60l7114,6377r-1,20l7102,6457r-11,40l7083,6497r-8,20l7065,6537r-11,20l7042,6577r-13,l7015,6597r-16,20l6983,6637r-18,20l6623,6997r407,l7063,6957r16,l7096,6937r17,l7130,6917r967,l8045,6897r-71,-20l7904,6837r-36,l7796,6797r-19,l7758,6777r-56,l7683,6757r-38,l7626,6737r-77,l7529,6717r-262,l7279,6697r33,-60l7338,6577r19,-60l7368,6457r3,-60l7371,6377r-8,-60l7348,6257r-6,-40l7317,6157r-31,-60l7246,6037r-47,-60l7182,5957r-19,-20e" fillcolor="silver" stroked="f">
                <v:path arrowok="t"/>
              </v:shape>
              <v:shape id="_x0000_s1310" style="position:absolute;left:5699;top:5657;width:2793;height:2460" coordorigin="5699,5657" coordsize="2793,2460" path="m7431,6697r-77,l7333,6717r115,l7431,6697e" fillcolor="silver" stroked="f">
                <v:path arrowok="t"/>
              </v:shape>
              <v:shape id="_x0000_s1309" style="position:absolute;left:5699;top:5657;width:2793;height:2460" coordorigin="5699,5657" coordsize="2793,2460" path="m6878,5717r-487,l6374,5737r-17,20l6930,5757r-17,-20l6896,5737r-18,-20e" fillcolor="silver" stroked="f">
                <v:path arrowok="t"/>
              </v:shape>
              <v:shape id="_x0000_s1308" style="position:absolute;left:5699;top:5657;width:2793;height:2460" coordorigin="5699,5657" coordsize="2793,2460" path="m6843,5697r-420,l6407,5717r454,l6843,5697e" fillcolor="silver" stroked="f">
                <v:path arrowok="t"/>
              </v:shape>
              <v:shape id="_x0000_s1307" style="position:absolute;left:5699;top:5657;width:2793;height:2460" coordorigin="5699,5657" coordsize="2793,2460" path="m6785,5677r-314,l6455,5697r351,l6785,5677e" fillcolor="silver" stroked="f">
                <v:path arrowok="t"/>
              </v:shape>
              <v:shape id="_x0000_s1306" style="position:absolute;left:5699;top:5657;width:2793;height:2460" coordorigin="5699,5657" coordsize="2793,2460" path="m6725,5657r-209,l6501,5677r244,l6725,5657e" fillcolor="silver" stroked="f">
                <v:path arrowok="t"/>
              </v:shape>
            </v:group>
            <v:group id="_x0000_s1301" style="position:absolute;left:7241;top:4671;width:2396;height:2367" coordorigin="7241,4671" coordsize="2396,2367">
              <v:shape id="_x0000_s1304" style="position:absolute;left:7241;top:4671;width:2396;height:2367" coordorigin="7241,4671" coordsize="2396,2367" path="m7411,4671r-170,170l7433,5170r825,1429l8513,7037r167,-166l8601,6739,8345,6313r-60,-99l8518,5982r-373,l8069,5853,7845,5468r-75,-129l7733,5277r-38,-61l7656,5156r-40,-60l7575,5038r-42,-58l7504,4942r391,l7411,4671e" fillcolor="silver" stroked="f">
                <v:path arrowok="t"/>
              </v:shape>
              <v:shape id="_x0000_s1303" style="position:absolute;left:7241;top:4671;width:2396;height:2367" coordorigin="7241,4671" coordsize="2396,2367" path="m9275,5709r-484,l8957,5806r168,95l9260,5975r104,54l9468,6082r170,-169l9275,5709e" fillcolor="silver" stroked="f">
                <v:path arrowok="t"/>
              </v:shape>
              <v:shape id="_x0000_s1302" style="position:absolute;left:7241;top:4671;width:2396;height:2367" coordorigin="7241,4671" coordsize="2396,2367" path="m7895,4942r-391,l7539,4965r95,61l7698,5066r118,72l8554,5572r-409,410l8518,5982r273,-273l9275,5709,7895,4942e" fillcolor="silver" stroked="f">
                <v:path arrowok="t"/>
              </v:shape>
            </v:group>
            <v:group id="_x0000_s1298" style="position:absolute;left:8040;top:3231;width:1893;height:2544" coordorigin="8040,3231" coordsize="1893,2544">
              <v:shape id="_x0000_s1300" style="position:absolute;left:8040;top:3231;width:1893;height:2544" coordorigin="8040,3231" coordsize="1893,2544" path="m8851,3231r-811,811l9775,5776r158,-159l9146,4829r204,-205l8941,4624,8404,4087r293,-293l8858,3629r96,-99l9049,3429,8851,3231e" fillcolor="silver" stroked="f">
                <v:path arrowok="t"/>
              </v:shape>
              <v:shape id="_x0000_s1299" style="position:absolute;left:8040;top:3231;width:1893;height:2544" coordorigin="8040,3231" coordsize="1893,2544" path="m9504,4061r-563,563l9350,4624r132,-134l9565,4404r83,-87l9702,4259,9504,4061e" fillcolor="silver" stroked="f">
                <v:path arrowok="t"/>
              </v:shape>
            </v:group>
            <v:group id="_x0000_s1295" style="position:absolute;left:8973;top:2164;width:2282;height:2291" coordorigin="8973,2164" coordsize="2282,2291">
              <v:shape id="_x0000_s1297" style="position:absolute;left:8973;top:2164;width:2282;height:2291" coordorigin="8973,2164" coordsize="2282,2291" path="m9884,2925r-317,l11096,4454r159,-159l9884,2925e" fillcolor="silver" stroked="f">
                <v:path arrowok="t"/>
              </v:shape>
              <v:shape id="_x0000_s1296" style="position:absolute;left:8973;top:2164;width:2282;height:2291" coordorigin="8973,2164" coordsize="2282,2291" path="m9918,2164r-190,190l9207,2880r-234,242l9171,3320r396,-395l9884,2925,9726,2766r138,-140l9943,2546r78,-81l10098,2382r18,-21l9918,2164e" fillcolor="silver" stroked="f">
                <v:path arrowok="t"/>
              </v:shape>
            </v:group>
            <v:group id="_x0000_s1293" style="position:absolute;left:1248;top:1832;width:13869;height:2" coordorigin="1248,1832" coordsize="13869,2">
              <v:shape id="_x0000_s1294" style="position:absolute;left:1248;top:1832;width:13869;height:2" coordorigin="1248,1832" coordsize="13869,0" path="m1248,1832r13869,e" filled="f" strokeweight=".58pt">
                <v:path arrowok="t"/>
              </v:shape>
            </v:group>
            <v:group id="_x0000_s1291" style="position:absolute;left:1253;top:1836;width:2;height:7763" coordorigin="1253,1836" coordsize="2,7763">
              <v:shape id="_x0000_s1292" style="position:absolute;left:1253;top:1836;width:2;height:7763" coordorigin="1253,1836" coordsize="0,7763" path="m1253,1836r,7764e" filled="f" strokeweight=".58pt">
                <v:path arrowok="t"/>
              </v:shape>
            </v:group>
            <v:group id="_x0000_s1289" style="position:absolute;left:5473;top:1836;width:2;height:300" coordorigin="5473,1836" coordsize="2,300">
              <v:shape id="_x0000_s1290" style="position:absolute;left:5473;top:1836;width:2;height:300" coordorigin="5473,1836" coordsize="0,300" path="m5473,1836r,300e" filled="f" strokeweight=".58pt">
                <v:path arrowok="t"/>
              </v:shape>
            </v:group>
            <v:group id="_x0000_s1287" style="position:absolute;left:9160;top:1836;width:2;height:300" coordorigin="9160,1836" coordsize="2,300">
              <v:shape id="_x0000_s1288" style="position:absolute;left:9160;top:1836;width:2;height:300" coordorigin="9160,1836" coordsize="0,300" path="m9160,1836r,300e" filled="f" strokeweight=".58pt">
                <v:path arrowok="t"/>
              </v:shape>
            </v:group>
            <v:group id="_x0000_s1285" style="position:absolute;left:15112;top:1836;width:2;height:7763" coordorigin="15112,1836" coordsize="2,7763">
              <v:shape id="_x0000_s1286" style="position:absolute;left:15112;top:1836;width:2;height:7763" coordorigin="15112,1836" coordsize="0,7763" path="m15112,1836r,7764e" filled="f" strokeweight=".20464mm">
                <v:path arrowok="t"/>
              </v:shape>
            </v:group>
            <v:group id="_x0000_s1283" style="position:absolute;left:1258;top:2148;width:13850;height:300" coordorigin="1258,2148" coordsize="13850,300">
              <v:shape id="_x0000_s1284" style="position:absolute;left:1258;top:2148;width:13850;height:300" coordorigin="1258,2148" coordsize="13850,300" path="m1258,2448r13850,l15108,2148r-13850,l1258,2448e" fillcolor="#d9d9d9" stroked="f">
                <v:path arrowok="t"/>
              </v:shape>
            </v:group>
            <v:group id="_x0000_s1281" style="position:absolute;left:1361;top:2149;width:13644;height:228" coordorigin="1361,2149" coordsize="13644,228">
              <v:shape id="_x0000_s1282" style="position:absolute;left:1361;top:2149;width:13644;height:228" coordorigin="1361,2149" coordsize="13644,228" path="m1361,2377r13643,l15004,2149r-13643,l1361,2377e" fillcolor="#d9d9d9" stroked="f">
                <v:path arrowok="t"/>
              </v:shape>
            </v:group>
            <v:group id="_x0000_s1279" style="position:absolute;left:1248;top:2141;width:13869;height:2" coordorigin="1248,2141" coordsize="13869,2">
              <v:shape id="_x0000_s1280" style="position:absolute;left:1248;top:2141;width:13869;height:2" coordorigin="1248,2141" coordsize="13869,0" path="m1248,2141r13869,e" filled="f" strokeweight=".58pt">
                <v:path arrowok="t"/>
              </v:shape>
            </v:group>
            <v:group id="_x0000_s1277" style="position:absolute;left:1248;top:2453;width:13869;height:2" coordorigin="1248,2453" coordsize="13869,2">
              <v:shape id="_x0000_s1278" style="position:absolute;left:1248;top:2453;width:13869;height:2" coordorigin="1248,2453" coordsize="13869,0" path="m1248,2453r13869,e" filled="f" strokeweight=".58pt">
                <v:path arrowok="t"/>
              </v:shape>
            </v:group>
            <v:group id="_x0000_s1275" style="position:absolute;left:5473;top:2458;width:2;height:2136" coordorigin="5473,2458" coordsize="2,2136">
              <v:shape id="_x0000_s1276" style="position:absolute;left:5473;top:2458;width:2;height:2136" coordorigin="5473,2458" coordsize="0,2136" path="m5473,2458r,2137e" filled="f" strokeweight=".58pt">
                <v:path arrowok="t"/>
              </v:shape>
            </v:group>
            <v:group id="_x0000_s1273" style="position:absolute;left:9160;top:2458;width:2;height:2136" coordorigin="9160,2458" coordsize="2,2136">
              <v:shape id="_x0000_s1274" style="position:absolute;left:9160;top:2458;width:2;height:2136" coordorigin="9160,2458" coordsize="0,2136" path="m9160,2458r,2137e" filled="f" strokeweight=".58pt">
                <v:path arrowok="t"/>
              </v:shape>
            </v:group>
            <v:group id="_x0000_s1271" style="position:absolute;left:1258;top:4604;width:13850;height:490" coordorigin="1258,4604" coordsize="13850,490">
              <v:shape id="_x0000_s1272" style="position:absolute;left:1258;top:4604;width:13850;height:490" coordorigin="1258,4604" coordsize="13850,490" path="m1258,5094r13850,l15108,4604r-13850,l1258,5094e" fillcolor="#d9d9d9" stroked="f">
                <v:path arrowok="t"/>
              </v:shape>
            </v:group>
            <v:group id="_x0000_s1269" style="position:absolute;left:1361;top:4604;width:13644;height:230" coordorigin="1361,4604" coordsize="13644,230">
              <v:shape id="_x0000_s1270" style="position:absolute;left:1361;top:4604;width:13644;height:230" coordorigin="1361,4604" coordsize="13644,230" path="m1361,4835r13643,l15004,4604r-13643,l1361,4835e" fillcolor="#d9d9d9" stroked="f">
                <v:path arrowok="t"/>
              </v:shape>
            </v:group>
            <v:group id="_x0000_s1267" style="position:absolute;left:1248;top:4599;width:13869;height:2" coordorigin="1248,4599" coordsize="13869,2">
              <v:shape id="_x0000_s1268" style="position:absolute;left:1248;top:4599;width:13869;height:2" coordorigin="1248,4599" coordsize="13869,0" path="m1248,4599r13869,e" filled="f" strokeweight=".58pt">
                <v:path arrowok="t"/>
              </v:shape>
            </v:group>
            <v:group id="_x0000_s1265" style="position:absolute;left:1248;top:5099;width:13869;height:2" coordorigin="1248,5099" coordsize="13869,2">
              <v:shape id="_x0000_s1266" style="position:absolute;left:1248;top:5099;width:13869;height:2" coordorigin="1248,5099" coordsize="13869,0" path="m1248,5099r13869,e" filled="f" strokeweight=".58pt">
                <v:path arrowok="t"/>
              </v:shape>
            </v:group>
            <v:group id="_x0000_s1263" style="position:absolute;left:5473;top:5103;width:2;height:4496" coordorigin="5473,5103" coordsize="2,4496">
              <v:shape id="_x0000_s1264" style="position:absolute;left:5473;top:5103;width:2;height:4496" coordorigin="5473,5103" coordsize="0,4496" path="m5473,5103r,4497e" filled="f" strokeweight=".58pt">
                <v:path arrowok="t"/>
              </v:shape>
            </v:group>
            <v:group id="_x0000_s1261" style="position:absolute;left:9160;top:5103;width:2;height:4496" coordorigin="9160,5103" coordsize="2,4496">
              <v:shape id="_x0000_s1262" style="position:absolute;left:9160;top:5103;width:2;height:4496" coordorigin="9160,5103" coordsize="0,4496" path="m9160,5103r,4497e" filled="f" strokeweight=".58pt">
                <v:path arrowok="t"/>
              </v:shape>
            </v:group>
            <v:group id="_x0000_s1259" style="position:absolute;left:1248;top:5833;width:13869;height:2" coordorigin="1248,5833" coordsize="13869,2">
              <v:shape id="_x0000_s1260" style="position:absolute;left:1248;top:5833;width:13869;height:2" coordorigin="1248,5833" coordsize="13869,0" path="m1248,5833r13869,e" filled="f" strokeweight=".58pt">
                <v:path arrowok="t"/>
              </v:shape>
            </v:group>
            <v:group id="_x0000_s1257" style="position:absolute;left:1248;top:6983;width:13869;height:2" coordorigin="1248,6983" coordsize="13869,2">
              <v:shape id="_x0000_s1258" style="position:absolute;left:1248;top:6983;width:13869;height:2" coordorigin="1248,6983" coordsize="13869,0" path="m1248,6983r13869,e" filled="f" strokeweight=".58pt">
                <v:path arrowok="t"/>
              </v:shape>
            </v:group>
            <v:group id="_x0000_s1255" style="position:absolute;left:1248;top:7984;width:13869;height:2" coordorigin="1248,7984" coordsize="13869,2">
              <v:shape id="_x0000_s1256" style="position:absolute;left:1248;top:7984;width:13869;height:2" coordorigin="1248,7984" coordsize="13869,0" path="m1248,7984r13869,e" filled="f" strokeweight=".58pt">
                <v:path arrowok="t"/>
              </v:shape>
            </v:group>
            <v:group id="_x0000_s1253" style="position:absolute;left:1248;top:9604;width:13869;height:2" coordorigin="1248,9604" coordsize="13869,2">
              <v:shape id="_x0000_s1254" style="position:absolute;left:1248;top:9604;width:13869;height:2" coordorigin="1248,9604" coordsize="13869,0" path="m1248,9604r13869,e" filled="f" strokeweight=".58pt">
                <v:path arrowok="t"/>
              </v:shape>
            </v:group>
            <w10:wrap anchorx="page" anchory="page"/>
          </v:group>
        </w:pict>
      </w:r>
      <w:r w:rsidR="004F4CDC">
        <w:rPr>
          <w:rFonts w:ascii="Arial" w:eastAsia="Arial" w:hAnsi="Arial" w:cs="Arial"/>
          <w:sz w:val="20"/>
          <w:szCs w:val="20"/>
        </w:rPr>
        <w:t>R</w:t>
      </w:r>
      <w:r w:rsidR="004F4CDC">
        <w:rPr>
          <w:rFonts w:ascii="Arial" w:eastAsia="Arial" w:hAnsi="Arial" w:cs="Arial"/>
          <w:spacing w:val="-1"/>
          <w:sz w:val="20"/>
          <w:szCs w:val="20"/>
        </w:rPr>
        <w:t>i</w:t>
      </w:r>
      <w:r w:rsidR="004F4CDC">
        <w:rPr>
          <w:rFonts w:ascii="Arial" w:eastAsia="Arial" w:hAnsi="Arial" w:cs="Arial"/>
          <w:spacing w:val="1"/>
          <w:sz w:val="20"/>
          <w:szCs w:val="20"/>
        </w:rPr>
        <w:t>s</w:t>
      </w:r>
      <w:r w:rsidR="004F4CDC">
        <w:rPr>
          <w:rFonts w:ascii="Arial" w:eastAsia="Arial" w:hAnsi="Arial" w:cs="Arial"/>
          <w:sz w:val="20"/>
          <w:szCs w:val="20"/>
        </w:rPr>
        <w:t>k</w:t>
      </w:r>
      <w:r w:rsidR="004F4CDC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as</w:t>
      </w:r>
      <w:r w:rsidR="004F4CDC">
        <w:rPr>
          <w:rFonts w:ascii="Arial" w:eastAsia="Arial" w:hAnsi="Arial" w:cs="Arial"/>
          <w:spacing w:val="1"/>
          <w:sz w:val="20"/>
          <w:szCs w:val="20"/>
        </w:rPr>
        <w:t>s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1"/>
          <w:sz w:val="20"/>
          <w:szCs w:val="20"/>
        </w:rPr>
        <w:t>s</w:t>
      </w:r>
      <w:r w:rsidR="004F4CDC">
        <w:rPr>
          <w:rFonts w:ascii="Arial" w:eastAsia="Arial" w:hAnsi="Arial" w:cs="Arial"/>
          <w:spacing w:val="-1"/>
          <w:sz w:val="20"/>
          <w:szCs w:val="20"/>
        </w:rPr>
        <w:t>s</w:t>
      </w:r>
      <w:r w:rsidR="004F4CDC">
        <w:rPr>
          <w:rFonts w:ascii="Arial" w:eastAsia="Arial" w:hAnsi="Arial" w:cs="Arial"/>
          <w:spacing w:val="2"/>
          <w:sz w:val="20"/>
          <w:szCs w:val="20"/>
        </w:rPr>
        <w:t>m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-1"/>
          <w:sz w:val="20"/>
          <w:szCs w:val="20"/>
        </w:rPr>
        <w:t>n</w:t>
      </w:r>
      <w:r w:rsidR="004F4CDC">
        <w:rPr>
          <w:rFonts w:ascii="Arial" w:eastAsia="Arial" w:hAnsi="Arial" w:cs="Arial"/>
          <w:sz w:val="20"/>
          <w:szCs w:val="20"/>
        </w:rPr>
        <w:t>t</w:t>
      </w:r>
      <w:r w:rsidR="004F4CDC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-1"/>
          <w:sz w:val="20"/>
          <w:szCs w:val="20"/>
        </w:rPr>
        <w:t>o</w:t>
      </w:r>
      <w:r w:rsidR="004F4CDC">
        <w:rPr>
          <w:rFonts w:ascii="Arial" w:eastAsia="Arial" w:hAnsi="Arial" w:cs="Arial"/>
          <w:sz w:val="20"/>
          <w:szCs w:val="20"/>
        </w:rPr>
        <w:t xml:space="preserve">f </w:t>
      </w:r>
      <w:r w:rsidR="004F4CDC">
        <w:rPr>
          <w:rFonts w:ascii="Arial" w:eastAsia="Arial" w:hAnsi="Arial" w:cs="Arial"/>
          <w:spacing w:val="1"/>
          <w:sz w:val="20"/>
          <w:szCs w:val="20"/>
        </w:rPr>
        <w:t>s</w:t>
      </w:r>
      <w:r w:rsidR="004F4CDC">
        <w:rPr>
          <w:rFonts w:ascii="Arial" w:eastAsia="Arial" w:hAnsi="Arial" w:cs="Arial"/>
          <w:sz w:val="20"/>
          <w:szCs w:val="20"/>
        </w:rPr>
        <w:t>p</w:t>
      </w:r>
      <w:r w:rsidR="004F4CDC">
        <w:rPr>
          <w:rFonts w:ascii="Arial" w:eastAsia="Arial" w:hAnsi="Arial" w:cs="Arial"/>
          <w:spacing w:val="-1"/>
          <w:sz w:val="20"/>
          <w:szCs w:val="20"/>
        </w:rPr>
        <w:t>e</w:t>
      </w:r>
      <w:r w:rsidR="004F4CDC">
        <w:rPr>
          <w:rFonts w:ascii="Arial" w:eastAsia="Arial" w:hAnsi="Arial" w:cs="Arial"/>
          <w:spacing w:val="1"/>
          <w:sz w:val="20"/>
          <w:szCs w:val="20"/>
        </w:rPr>
        <w:t>c</w:t>
      </w:r>
      <w:r w:rsidR="004F4CDC">
        <w:rPr>
          <w:rFonts w:ascii="Arial" w:eastAsia="Arial" w:hAnsi="Arial" w:cs="Arial"/>
          <w:spacing w:val="-1"/>
          <w:sz w:val="20"/>
          <w:szCs w:val="20"/>
        </w:rPr>
        <w:t>i</w:t>
      </w:r>
      <w:r w:rsidR="004F4CDC">
        <w:rPr>
          <w:rFonts w:ascii="Arial" w:eastAsia="Arial" w:hAnsi="Arial" w:cs="Arial"/>
          <w:spacing w:val="2"/>
          <w:sz w:val="20"/>
          <w:szCs w:val="20"/>
        </w:rPr>
        <w:t>e</w:t>
      </w:r>
      <w:r w:rsidR="004F4CDC">
        <w:rPr>
          <w:rFonts w:ascii="Arial" w:eastAsia="Arial" w:hAnsi="Arial" w:cs="Arial"/>
          <w:sz w:val="20"/>
          <w:szCs w:val="20"/>
        </w:rPr>
        <w:t>s</w:t>
      </w:r>
      <w:r w:rsidR="004F4CDC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throu</w:t>
      </w:r>
      <w:r w:rsidR="004F4CDC">
        <w:rPr>
          <w:rFonts w:ascii="Arial" w:eastAsia="Arial" w:hAnsi="Arial" w:cs="Arial"/>
          <w:spacing w:val="-1"/>
          <w:sz w:val="20"/>
          <w:szCs w:val="20"/>
        </w:rPr>
        <w:t>g</w:t>
      </w:r>
      <w:r w:rsidR="004F4CDC">
        <w:rPr>
          <w:rFonts w:ascii="Arial" w:eastAsia="Arial" w:hAnsi="Arial" w:cs="Arial"/>
          <w:sz w:val="20"/>
          <w:szCs w:val="20"/>
        </w:rPr>
        <w:t>h</w:t>
      </w:r>
      <w:r w:rsidR="004F4CDC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h</w:t>
      </w:r>
      <w:r w:rsidR="004F4CDC">
        <w:rPr>
          <w:rFonts w:ascii="Arial" w:eastAsia="Arial" w:hAnsi="Arial" w:cs="Arial"/>
          <w:spacing w:val="-1"/>
          <w:sz w:val="20"/>
          <w:szCs w:val="20"/>
        </w:rPr>
        <w:t>a</w:t>
      </w:r>
      <w:r w:rsidR="004F4CDC">
        <w:rPr>
          <w:rFonts w:ascii="Arial" w:eastAsia="Arial" w:hAnsi="Arial" w:cs="Arial"/>
          <w:spacing w:val="3"/>
          <w:sz w:val="20"/>
          <w:szCs w:val="20"/>
        </w:rPr>
        <w:t>r</w:t>
      </w:r>
      <w:r w:rsidR="004F4CDC">
        <w:rPr>
          <w:rFonts w:ascii="Arial" w:eastAsia="Arial" w:hAnsi="Arial" w:cs="Arial"/>
          <w:spacing w:val="-1"/>
          <w:sz w:val="20"/>
          <w:szCs w:val="20"/>
        </w:rPr>
        <w:t>v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1"/>
          <w:sz w:val="20"/>
          <w:szCs w:val="20"/>
        </w:rPr>
        <w:t>s</w:t>
      </w:r>
      <w:r w:rsidR="004F4CDC">
        <w:rPr>
          <w:rFonts w:ascii="Arial" w:eastAsia="Arial" w:hAnsi="Arial" w:cs="Arial"/>
          <w:sz w:val="20"/>
          <w:szCs w:val="20"/>
        </w:rPr>
        <w:t>t data</w:t>
      </w:r>
    </w:p>
    <w:p w:rsidR="00A708F6" w:rsidRDefault="004F4CDC">
      <w:pPr>
        <w:spacing w:before="36" w:after="0" w:line="238" w:lineRule="auto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(we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ht,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)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z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 xml:space="preserve">5a.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tured</w:t>
      </w:r>
    </w:p>
    <w:p w:rsidR="00A708F6" w:rsidRDefault="004F4CDC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5b.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al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</w:p>
    <w:p w:rsidR="00A708F6" w:rsidRDefault="004F4CDC">
      <w:pPr>
        <w:spacing w:before="1" w:after="0" w:line="239" w:lineRule="auto"/>
        <w:ind w:left="458" w:right="183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tis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thre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ure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he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ge</w:t>
      </w:r>
    </w:p>
    <w:p w:rsidR="00A708F6" w:rsidRDefault="004F4CDC">
      <w:pPr>
        <w:spacing w:after="0" w:line="240" w:lineRule="auto"/>
        <w:ind w:left="458" w:right="242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5d.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ds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20" w:bottom="880" w:left="1140" w:header="720" w:footer="720" w:gutter="0"/>
          <w:cols w:num="3" w:space="720" w:equalWidth="0">
            <w:col w:w="4133" w:space="341"/>
            <w:col w:w="3196" w:space="455"/>
            <w:col w:w="5775"/>
          </w:cols>
        </w:sectPr>
      </w:pPr>
    </w:p>
    <w:p w:rsidR="00A708F6" w:rsidRDefault="00A708F6">
      <w:pPr>
        <w:spacing w:before="8" w:after="0" w:line="180" w:lineRule="exact"/>
        <w:rPr>
          <w:sz w:val="18"/>
          <w:szCs w:val="18"/>
        </w:rPr>
      </w:pPr>
    </w:p>
    <w:p w:rsidR="00A708F6" w:rsidRDefault="004F4CDC">
      <w:pPr>
        <w:tabs>
          <w:tab w:val="left" w:pos="4460"/>
        </w:tabs>
        <w:spacing w:after="0" w:line="228" w:lineRule="exact"/>
        <w:ind w:left="4758" w:right="-30" w:hanging="453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1"/>
          <w:sz w:val="20"/>
          <w:szCs w:val="20"/>
        </w:rPr>
        <w:t>Ma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i</w:t>
      </w:r>
      <w:r>
        <w:rPr>
          <w:rFonts w:ascii="Arial" w:eastAsia="Arial" w:hAnsi="Arial" w:cs="Arial"/>
          <w:position w:val="1"/>
          <w:sz w:val="20"/>
          <w:szCs w:val="20"/>
        </w:rPr>
        <w:t>nt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e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n</w:t>
      </w:r>
      <w:r>
        <w:rPr>
          <w:rFonts w:ascii="Arial" w:eastAsia="Arial" w:hAnsi="Arial" w:cs="Arial"/>
          <w:position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c</w:t>
      </w:r>
      <w:r>
        <w:rPr>
          <w:rFonts w:ascii="Arial" w:eastAsia="Arial" w:hAnsi="Arial" w:cs="Arial"/>
          <w:position w:val="1"/>
          <w:sz w:val="20"/>
          <w:szCs w:val="20"/>
        </w:rPr>
        <w:t>e</w:t>
      </w:r>
      <w:r>
        <w:rPr>
          <w:rFonts w:ascii="Arial" w:eastAsia="Arial" w:hAnsi="Arial" w:cs="Arial"/>
          <w:spacing w:val="-10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of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o</w:t>
      </w:r>
      <w:r>
        <w:rPr>
          <w:rFonts w:ascii="Arial" w:eastAsia="Arial" w:hAnsi="Arial" w:cs="Arial"/>
          <w:position w:val="1"/>
          <w:sz w:val="20"/>
          <w:szCs w:val="20"/>
        </w:rPr>
        <w:t>p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l</w:t>
      </w:r>
      <w:r>
        <w:rPr>
          <w:rFonts w:ascii="Arial" w:eastAsia="Arial" w:hAnsi="Arial" w:cs="Arial"/>
          <w:position w:val="1"/>
          <w:sz w:val="20"/>
          <w:szCs w:val="20"/>
        </w:rPr>
        <w:t>a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o</w:t>
      </w:r>
      <w:r>
        <w:rPr>
          <w:rFonts w:ascii="Arial" w:eastAsia="Arial" w:hAnsi="Arial" w:cs="Arial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-8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i</w:t>
      </w:r>
      <w:r>
        <w:rPr>
          <w:rFonts w:ascii="Arial" w:eastAsia="Arial" w:hAnsi="Arial" w:cs="Arial"/>
          <w:position w:val="1"/>
          <w:sz w:val="20"/>
          <w:szCs w:val="20"/>
        </w:rPr>
        <w:t>t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h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i</w:t>
      </w:r>
      <w:r>
        <w:rPr>
          <w:rFonts w:ascii="Arial" w:eastAsia="Arial" w:hAnsi="Arial" w:cs="Arial"/>
          <w:position w:val="1"/>
          <w:sz w:val="20"/>
          <w:szCs w:val="20"/>
        </w:rPr>
        <w:t>n</w:t>
      </w:r>
      <w:r>
        <w:rPr>
          <w:rFonts w:ascii="Arial" w:eastAsia="Arial" w:hAnsi="Arial" w:cs="Arial"/>
          <w:spacing w:val="-5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t</w:t>
      </w:r>
      <w:r>
        <w:rPr>
          <w:rFonts w:ascii="Arial" w:eastAsia="Arial" w:hAnsi="Arial" w:cs="Arial"/>
          <w:position w:val="1"/>
          <w:sz w:val="20"/>
          <w:szCs w:val="20"/>
        </w:rPr>
        <w:t>hre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s</w:t>
      </w:r>
      <w:r>
        <w:rPr>
          <w:rFonts w:ascii="Arial" w:eastAsia="Arial" w:hAnsi="Arial" w:cs="Arial"/>
          <w:position w:val="1"/>
          <w:sz w:val="20"/>
          <w:szCs w:val="20"/>
        </w:rPr>
        <w:t>h</w:t>
      </w:r>
      <w:r>
        <w:rPr>
          <w:rFonts w:ascii="Arial" w:eastAsia="Arial" w:hAnsi="Arial" w:cs="Arial"/>
          <w:spacing w:val="1"/>
          <w:position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l</w:t>
      </w:r>
      <w:r>
        <w:rPr>
          <w:rFonts w:ascii="Arial" w:eastAsia="Arial" w:hAnsi="Arial" w:cs="Arial"/>
          <w:position w:val="1"/>
          <w:sz w:val="20"/>
          <w:szCs w:val="20"/>
        </w:rPr>
        <w:t>ds</w:t>
      </w:r>
      <w:r>
        <w:rPr>
          <w:rFonts w:ascii="Arial" w:eastAsia="Arial" w:hAnsi="Arial" w:cs="Arial"/>
          <w:position w:val="1"/>
          <w:sz w:val="20"/>
          <w:szCs w:val="20"/>
        </w:rPr>
        <w:tab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orda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 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nl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before="16" w:after="0" w:line="228" w:lineRule="exact"/>
        <w:ind w:left="4758" w:right="-54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ta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ota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4F4CDC">
      <w:pPr>
        <w:spacing w:before="9" w:after="0" w:line="160" w:lineRule="exact"/>
        <w:rPr>
          <w:sz w:val="16"/>
          <w:szCs w:val="16"/>
        </w:rPr>
      </w:pPr>
      <w:r>
        <w:br w:type="column"/>
      </w:r>
    </w:p>
    <w:p w:rsidR="00A708F6" w:rsidRDefault="004F4CDC">
      <w:pPr>
        <w:tabs>
          <w:tab w:val="left" w:pos="440"/>
        </w:tabs>
        <w:spacing w:after="0" w:line="240" w:lineRule="auto"/>
        <w:ind w:left="458" w:right="713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A708F6">
      <w:pPr>
        <w:spacing w:after="0"/>
        <w:sectPr w:rsidR="00A708F6">
          <w:pgSz w:w="16860" w:h="11920" w:orient="landscape"/>
          <w:pgMar w:top="1080" w:right="1740" w:bottom="1640" w:left="1140" w:header="0" w:footer="1443" w:gutter="0"/>
          <w:cols w:num="2" w:space="720" w:equalWidth="0">
            <w:col w:w="7791" w:space="335"/>
            <w:col w:w="5854"/>
          </w:cols>
        </w:sectPr>
      </w:pPr>
    </w:p>
    <w:p w:rsidR="00A708F6" w:rsidRDefault="002B0ED0">
      <w:pPr>
        <w:spacing w:before="7" w:after="0" w:line="240" w:lineRule="auto"/>
        <w:ind w:left="221" w:right="558"/>
        <w:rPr>
          <w:rFonts w:ascii="Arial" w:eastAsia="Arial" w:hAnsi="Arial" w:cs="Arial"/>
          <w:sz w:val="20"/>
          <w:szCs w:val="20"/>
        </w:rPr>
      </w:pPr>
      <w:r>
        <w:pict>
          <v:group id="_x0000_s1210" style="position:absolute;left:0;text-align:left;margin-left:62.1pt;margin-top:62.35pt;width:694.05pt;height:434.85pt;z-index:-251646464;mso-position-horizontal-relative:page;mso-position-vertical-relative:page" coordorigin="1242,1247" coordsize="13881,8697">
            <v:group id="_x0000_s1249" style="position:absolute;left:4485;top:6938;width:2386;height:2393" coordorigin="4485,6938" coordsize="2386,2393">
              <v:shape id="_x0000_s1251" style="position:absolute;left:4485;top:6938;width:2386;height:2393" coordorigin="4485,6938" coordsize="2386,2393" path="m5384,6938r-78,5l5230,6958r-74,26l5100,7015r-62,44l4989,7099r-53,48l4874,7208r-389,389l6220,9331r363,-364l6174,8967,4850,7642r268,-269l5172,7325r50,-40l5286,7245r60,-25l5413,7209r634,-1l6024,7192r-65,-45l5896,7107r-63,-35l5771,7041r-61,-27l5649,6991r-61,-19l5527,6956r-62,-12l5404,6939r-20,-1e" fillcolor="silver" stroked="f">
                <v:path arrowok="t"/>
              </v:shape>
              <v:shape id="_x0000_s1250" style="position:absolute;left:4485;top:6938;width:2386;height:2393" coordorigin="4485,6938" coordsize="2386,2393" path="m6047,7208r-598,l5467,7209r19,1l5565,7224r63,18l5695,7268r64,31l5826,7338r69,47l5967,7439r49,41l6066,7524r51,48l6170,7623r48,49l6263,7721r43,49l6347,7819r38,49l6421,7917r49,73l6514,8065r37,71l6576,8197r18,59l6606,8331r1,36l6607,8385r-10,68l6573,8520r-40,68l6494,8641r-48,54l6174,8967r409,l6653,8897r52,-55l6750,8785r38,-57l6819,8670r24,-59l6859,8552r10,-61l6871,8428r-1,-21l6863,8339r-14,-71l6827,8193r-28,-78l6762,8033r-28,-55l6703,7922r-35,-56l6631,7809r-41,-57l6545,7694r-47,-57l6447,7579r-54,-59l6336,7461r-46,-44l6245,7374r-45,-41l6134,7276r-66,-52l6047,7208e" fillcolor="silver" stroked="f">
                <v:path arrowok="t"/>
              </v:shape>
            </v:group>
            <v:group id="_x0000_s1239" style="position:absolute;left:5699;top:5657;width:2793;height:2460" coordorigin="5699,5657" coordsize="2793,2460">
              <v:shape id="_x0000_s1248" style="position:absolute;left:5699;top:5657;width:2793;height:2460" coordorigin="5699,5657" coordsize="2793,2460" path="m6947,5757r-607,l6322,5777r-17,20l6287,5817r-18,l6250,5837r-18,20l6205,5897r-506,500l7433,8117r159,-140l7055,7417r-38,-20l6829,7197r184,-180l7030,6997r-407,l6050,6417r391,-380l6457,6017r17,-20l6491,5997r16,-20l6525,5977r17,-20l6560,5957r18,-20l7163,5937r-19,-20l7123,5897r-15,-20l7092,5877r-31,-40l7045,5837r-16,-20l7013,5797r-16,l6981,5777r-17,l6947,5757e" fillcolor="silver" stroked="f">
                <v:path arrowok="t"/>
              </v:shape>
              <v:shape id="_x0000_s1247" style="position:absolute;left:5699;top:5657;width:2793;height:2460" coordorigin="5699,5657" coordsize="2793,2460" path="m8424,7037r-711,l7742,7057r30,20l7798,7077r26,20l7850,7097r26,20l8032,7177r210,60l8294,7257r14,l8492,7077r-68,-40e" fillcolor="silver" stroked="f">
                <v:path arrowok="t"/>
              </v:shape>
              <v:shape id="_x0000_s1246" style="position:absolute;left:5699;top:5657;width:2793;height:2460" coordorigin="5699,5657" coordsize="2793,2460" path="m8097,6917r-738,l7373,6937r45,l7436,6957r56,l7513,6977r22,l7558,6997r48,l7631,7017r27,l7685,7037r705,l8322,6997r-69,-20l8097,6917e" fillcolor="silver" stroked="f">
                <v:path arrowok="t"/>
              </v:shape>
              <v:shape id="_x0000_s1245" style="position:absolute;left:5699;top:5657;width:2793;height:2460" coordorigin="5699,5657" coordsize="2793,2460" path="m7163,5937r-398,l6783,5957r35,l6835,5977r18,l6870,5997r18,l6923,6037r18,l6977,6077r15,20l7006,6117r13,20l7031,6137r32,60l7080,6237r8,l7106,6297r8,60l7114,6377r-1,20l7102,6457r-11,40l7083,6497r-8,20l7065,6537r-11,20l7042,6577r-13,l7015,6597r-16,20l6983,6637r-18,20l6623,6997r407,l7063,6957r16,l7096,6937r17,l7130,6917r967,l8045,6897r-71,-20l7904,6837r-36,l7796,6797r-19,l7758,6777r-56,l7683,6757r-38,l7626,6737r-77,l7529,6717r-262,l7279,6697r33,-60l7338,6577r19,-60l7368,6457r3,-60l7371,6377r-8,-60l7348,6257r-6,-40l7317,6157r-31,-60l7246,6037r-47,-60l7182,5957r-19,-20e" fillcolor="silver" stroked="f">
                <v:path arrowok="t"/>
              </v:shape>
              <v:shape id="_x0000_s1244" style="position:absolute;left:5699;top:5657;width:2793;height:2460" coordorigin="5699,5657" coordsize="2793,2460" path="m7431,6697r-77,l7333,6717r115,l7431,6697e" fillcolor="silver" stroked="f">
                <v:path arrowok="t"/>
              </v:shape>
              <v:shape id="_x0000_s1243" style="position:absolute;left:5699;top:5657;width:2793;height:2460" coordorigin="5699,5657" coordsize="2793,2460" path="m6878,5717r-487,l6374,5737r-17,20l6930,5757r-17,-20l6896,5737r-18,-20e" fillcolor="silver" stroked="f">
                <v:path arrowok="t"/>
              </v:shape>
              <v:shape id="_x0000_s1242" style="position:absolute;left:5699;top:5657;width:2793;height:2460" coordorigin="5699,5657" coordsize="2793,2460" path="m6843,5697r-420,l6407,5717r454,l6843,5697e" fillcolor="silver" stroked="f">
                <v:path arrowok="t"/>
              </v:shape>
              <v:shape id="_x0000_s1241" style="position:absolute;left:5699;top:5657;width:2793;height:2460" coordorigin="5699,5657" coordsize="2793,2460" path="m6785,5677r-314,l6455,5697r351,l6785,5677e" fillcolor="silver" stroked="f">
                <v:path arrowok="t"/>
              </v:shape>
              <v:shape id="_x0000_s1240" style="position:absolute;left:5699;top:5657;width:2793;height:2460" coordorigin="5699,5657" coordsize="2793,2460" path="m6725,5657r-209,l6501,5677r244,l6725,5657e" fillcolor="silver" stroked="f">
                <v:path arrowok="t"/>
              </v:shape>
            </v:group>
            <v:group id="_x0000_s1235" style="position:absolute;left:7241;top:4671;width:2396;height:2367" coordorigin="7241,4671" coordsize="2396,2367">
              <v:shape id="_x0000_s1238" style="position:absolute;left:7241;top:4671;width:2396;height:2367" coordorigin="7241,4671" coordsize="2396,2367" path="m7411,4671r-170,170l7433,5170r825,1429l8513,7037r167,-166l8601,6739,8345,6313r-60,-99l8518,5982r-373,l8069,5853,7845,5468r-75,-129l7733,5277r-38,-61l7656,5156r-40,-60l7575,5038r-42,-58l7504,4942r391,l7411,4671e" fillcolor="silver" stroked="f">
                <v:path arrowok="t"/>
              </v:shape>
              <v:shape id="_x0000_s1237" style="position:absolute;left:7241;top:4671;width:2396;height:2367" coordorigin="7241,4671" coordsize="2396,2367" path="m9275,5709r-484,l8957,5806r168,95l9260,5975r104,54l9468,6082r170,-169l9275,5709e" fillcolor="silver" stroked="f">
                <v:path arrowok="t"/>
              </v:shape>
              <v:shape id="_x0000_s1236" style="position:absolute;left:7241;top:4671;width:2396;height:2367" coordorigin="7241,4671" coordsize="2396,2367" path="m7895,4942r-391,l7539,4965r95,61l7698,5066r118,72l8554,5572r-409,410l8518,5982r273,-273l9275,5709,7895,4942e" fillcolor="silver" stroked="f">
                <v:path arrowok="t"/>
              </v:shape>
            </v:group>
            <v:group id="_x0000_s1232" style="position:absolute;left:8040;top:3231;width:1893;height:2544" coordorigin="8040,3231" coordsize="1893,2544">
              <v:shape id="_x0000_s1234" style="position:absolute;left:8040;top:3231;width:1893;height:2544" coordorigin="8040,3231" coordsize="1893,2544" path="m8851,3231r-811,811l9775,5776r158,-159l9146,4829r204,-205l8941,4624,8404,4087r293,-293l8858,3629r96,-99l9049,3429,8851,3231e" fillcolor="silver" stroked="f">
                <v:path arrowok="t"/>
              </v:shape>
              <v:shape id="_x0000_s1233" style="position:absolute;left:8040;top:3231;width:1893;height:2544" coordorigin="8040,3231" coordsize="1893,2544" path="m9504,4061r-563,563l9350,4624r132,-134l9565,4404r83,-87l9702,4259,9504,4061e" fillcolor="silver" stroked="f">
                <v:path arrowok="t"/>
              </v:shape>
            </v:group>
            <v:group id="_x0000_s1229" style="position:absolute;left:8973;top:2164;width:2282;height:2291" coordorigin="8973,2164" coordsize="2282,2291">
              <v:shape id="_x0000_s1231" style="position:absolute;left:8973;top:2164;width:2282;height:2291" coordorigin="8973,2164" coordsize="2282,2291" path="m9884,2925r-317,l11096,4454r159,-159l9884,2925e" fillcolor="silver" stroked="f">
                <v:path arrowok="t"/>
              </v:shape>
              <v:shape id="_x0000_s1230" style="position:absolute;left:8973;top:2164;width:2282;height:2291" coordorigin="8973,2164" coordsize="2282,2291" path="m9918,2164r-190,190l9207,2880r-234,242l9171,3320r396,-395l9884,2925,9726,2766r138,-140l9943,2546r78,-81l10098,2382r18,-21l9918,2164e" fillcolor="silver" stroked="f">
                <v:path arrowok="t"/>
              </v:shape>
            </v:group>
            <v:group id="_x0000_s1227" style="position:absolute;left:1248;top:1253;width:13869;height:2" coordorigin="1248,1253" coordsize="13869,2">
              <v:shape id="_x0000_s1228" style="position:absolute;left:1248;top:1253;width:13869;height:2" coordorigin="1248,1253" coordsize="13869,0" path="m1248,1253r13869,e" filled="f" strokeweight=".58pt">
                <v:path arrowok="t"/>
              </v:shape>
            </v:group>
            <v:group id="_x0000_s1225" style="position:absolute;left:1253;top:1258;width:2;height:8676" coordorigin="1253,1258" coordsize="2,8676">
              <v:shape id="_x0000_s1226" style="position:absolute;left:1253;top:1258;width:2;height:8676" coordorigin="1253,1258" coordsize="0,8676" path="m1253,1258r,8675e" filled="f" strokeweight=".58pt">
                <v:path arrowok="t"/>
              </v:shape>
            </v:group>
            <v:group id="_x0000_s1223" style="position:absolute;left:5473;top:1258;width:2;height:8676" coordorigin="5473,1258" coordsize="2,8676">
              <v:shape id="_x0000_s1224" style="position:absolute;left:5473;top:1258;width:2;height:8676" coordorigin="5473,1258" coordsize="0,8676" path="m5473,1258r,8675e" filled="f" strokeweight=".58pt">
                <v:path arrowok="t"/>
              </v:shape>
            </v:group>
            <v:group id="_x0000_s1221" style="position:absolute;left:9160;top:1258;width:2;height:8676" coordorigin="9160,1258" coordsize="2,8676">
              <v:shape id="_x0000_s1222" style="position:absolute;left:9160;top:1258;width:2;height:8676" coordorigin="9160,1258" coordsize="0,8676" path="m9160,1258r,8675e" filled="f" strokeweight=".58pt">
                <v:path arrowok="t"/>
              </v:shape>
            </v:group>
            <v:group id="_x0000_s1219" style="position:absolute;left:15112;top:1258;width:2;height:8676" coordorigin="15112,1258" coordsize="2,8676">
              <v:shape id="_x0000_s1220" style="position:absolute;left:15112;top:1258;width:2;height:8676" coordorigin="15112,1258" coordsize="0,8676" path="m15112,1258r,8675e" filled="f" strokeweight=".20464mm">
                <v:path arrowok="t"/>
              </v:shape>
            </v:group>
            <v:group id="_x0000_s1217" style="position:absolute;left:1248;top:2208;width:13869;height:2" coordorigin="1248,2208" coordsize="13869,2">
              <v:shape id="_x0000_s1218" style="position:absolute;left:1248;top:2208;width:13869;height:2" coordorigin="1248,2208" coordsize="13869,0" path="m1248,2208r13869,e" filled="f" strokeweight=".58pt">
                <v:path arrowok="t"/>
              </v:shape>
            </v:group>
            <v:group id="_x0000_s1215" style="position:absolute;left:1248;top:6887;width:13869;height:2" coordorigin="1248,6887" coordsize="13869,2">
              <v:shape id="_x0000_s1216" style="position:absolute;left:1248;top:6887;width:13869;height:2" coordorigin="1248,6887" coordsize="13869,0" path="m1248,6887r13869,e" filled="f" strokeweight=".58pt">
                <v:path arrowok="t"/>
              </v:shape>
            </v:group>
            <v:group id="_x0000_s1213" style="position:absolute;left:1248;top:8061;width:13869;height:2" coordorigin="1248,8061" coordsize="13869,2">
              <v:shape id="_x0000_s1214" style="position:absolute;left:1248;top:8061;width:13869;height:2" coordorigin="1248,8061" coordsize="13869,0" path="m1248,8061r13869,e" filled="f" strokeweight=".58pt">
                <v:path arrowok="t"/>
              </v:shape>
            </v:group>
            <v:group id="_x0000_s1211" style="position:absolute;left:1248;top:9938;width:13869;height:2" coordorigin="1248,9938" coordsize="13869,2">
              <v:shape id="_x0000_s1212" style="position:absolute;left:1248;top:9938;width:13869;height:2" coordorigin="1248,9938" coordsize="13869,0" path="m1248,9938r13869,e" filled="f" strokeweight=".58pt">
                <v:path arrowok="t"/>
              </v:shape>
            </v:group>
            <w10:wrap anchorx="page" anchory="page"/>
          </v:group>
        </w:pict>
      </w:r>
      <w:r w:rsidR="004F4CDC">
        <w:rPr>
          <w:rFonts w:ascii="Arial" w:eastAsia="Arial" w:hAnsi="Arial" w:cs="Arial"/>
          <w:sz w:val="20"/>
          <w:szCs w:val="20"/>
        </w:rPr>
        <w:t>Re</w:t>
      </w:r>
      <w:r w:rsidR="004F4CDC">
        <w:rPr>
          <w:rFonts w:ascii="Arial" w:eastAsia="Arial" w:hAnsi="Arial" w:cs="Arial"/>
          <w:spacing w:val="-1"/>
          <w:sz w:val="20"/>
          <w:szCs w:val="20"/>
        </w:rPr>
        <w:t>g</w:t>
      </w:r>
      <w:r w:rsidR="004F4CDC">
        <w:rPr>
          <w:rFonts w:ascii="Arial" w:eastAsia="Arial" w:hAnsi="Arial" w:cs="Arial"/>
          <w:spacing w:val="2"/>
          <w:sz w:val="20"/>
          <w:szCs w:val="20"/>
        </w:rPr>
        <w:t>u</w:t>
      </w:r>
      <w:r w:rsidR="004F4CDC">
        <w:rPr>
          <w:rFonts w:ascii="Arial" w:eastAsia="Arial" w:hAnsi="Arial" w:cs="Arial"/>
          <w:spacing w:val="-1"/>
          <w:sz w:val="20"/>
          <w:szCs w:val="20"/>
        </w:rPr>
        <w:t>l</w:t>
      </w:r>
      <w:r w:rsidR="004F4CDC">
        <w:rPr>
          <w:rFonts w:ascii="Arial" w:eastAsia="Arial" w:hAnsi="Arial" w:cs="Arial"/>
          <w:sz w:val="20"/>
          <w:szCs w:val="20"/>
        </w:rPr>
        <w:t>ar</w:t>
      </w:r>
      <w:r w:rsidR="004F4CDC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1"/>
          <w:sz w:val="20"/>
          <w:szCs w:val="20"/>
        </w:rPr>
        <w:t>r</w:t>
      </w:r>
      <w:r w:rsidR="004F4CDC">
        <w:rPr>
          <w:rFonts w:ascii="Arial" w:eastAsia="Arial" w:hAnsi="Arial" w:cs="Arial"/>
          <w:spacing w:val="2"/>
          <w:sz w:val="20"/>
          <w:szCs w:val="20"/>
        </w:rPr>
        <w:t>e</w:t>
      </w:r>
      <w:r w:rsidR="004F4CDC">
        <w:rPr>
          <w:rFonts w:ascii="Arial" w:eastAsia="Arial" w:hAnsi="Arial" w:cs="Arial"/>
          <w:spacing w:val="-1"/>
          <w:sz w:val="20"/>
          <w:szCs w:val="20"/>
        </w:rPr>
        <w:t>v</w:t>
      </w:r>
      <w:r w:rsidR="004F4CDC">
        <w:rPr>
          <w:rFonts w:ascii="Arial" w:eastAsia="Arial" w:hAnsi="Arial" w:cs="Arial"/>
          <w:spacing w:val="1"/>
          <w:sz w:val="20"/>
          <w:szCs w:val="20"/>
        </w:rPr>
        <w:t>i</w:t>
      </w:r>
      <w:r w:rsidR="004F4CDC">
        <w:rPr>
          <w:rFonts w:ascii="Arial" w:eastAsia="Arial" w:hAnsi="Arial" w:cs="Arial"/>
          <w:spacing w:val="2"/>
          <w:sz w:val="20"/>
          <w:szCs w:val="20"/>
        </w:rPr>
        <w:t>e</w:t>
      </w:r>
      <w:r w:rsidR="004F4CDC">
        <w:rPr>
          <w:rFonts w:ascii="Arial" w:eastAsia="Arial" w:hAnsi="Arial" w:cs="Arial"/>
          <w:sz w:val="20"/>
          <w:szCs w:val="20"/>
        </w:rPr>
        <w:t>w</w:t>
      </w:r>
      <w:r w:rsidR="004F4CDC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2"/>
          <w:sz w:val="20"/>
          <w:szCs w:val="20"/>
        </w:rPr>
        <w:t>a</w:t>
      </w:r>
      <w:r w:rsidR="004F4CDC">
        <w:rPr>
          <w:rFonts w:ascii="Arial" w:eastAsia="Arial" w:hAnsi="Arial" w:cs="Arial"/>
          <w:sz w:val="20"/>
          <w:szCs w:val="20"/>
        </w:rPr>
        <w:t>nd</w:t>
      </w:r>
      <w:r w:rsidR="004F4CD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a</w:t>
      </w:r>
      <w:r w:rsidR="004F4CDC">
        <w:rPr>
          <w:rFonts w:ascii="Arial" w:eastAsia="Arial" w:hAnsi="Arial" w:cs="Arial"/>
          <w:spacing w:val="-1"/>
          <w:sz w:val="20"/>
          <w:szCs w:val="20"/>
        </w:rPr>
        <w:t>d</w:t>
      </w:r>
      <w:r w:rsidR="004F4CDC">
        <w:rPr>
          <w:rFonts w:ascii="Arial" w:eastAsia="Arial" w:hAnsi="Arial" w:cs="Arial"/>
          <w:spacing w:val="2"/>
          <w:sz w:val="20"/>
          <w:szCs w:val="20"/>
        </w:rPr>
        <w:t>a</w:t>
      </w:r>
      <w:r w:rsidR="004F4CDC">
        <w:rPr>
          <w:rFonts w:ascii="Arial" w:eastAsia="Arial" w:hAnsi="Arial" w:cs="Arial"/>
          <w:sz w:val="20"/>
          <w:szCs w:val="20"/>
        </w:rPr>
        <w:t>pt</w:t>
      </w:r>
      <w:r w:rsidR="004F4CDC">
        <w:rPr>
          <w:rFonts w:ascii="Arial" w:eastAsia="Arial" w:hAnsi="Arial" w:cs="Arial"/>
          <w:spacing w:val="1"/>
          <w:sz w:val="20"/>
          <w:szCs w:val="20"/>
        </w:rPr>
        <w:t>iv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-1"/>
          <w:sz w:val="20"/>
          <w:szCs w:val="20"/>
        </w:rPr>
        <w:t>p</w:t>
      </w:r>
      <w:r w:rsidR="004F4CDC">
        <w:rPr>
          <w:rFonts w:ascii="Arial" w:eastAsia="Arial" w:hAnsi="Arial" w:cs="Arial"/>
          <w:spacing w:val="1"/>
          <w:sz w:val="20"/>
          <w:szCs w:val="20"/>
        </w:rPr>
        <w:t>r</w:t>
      </w:r>
      <w:r w:rsidR="004F4CDC">
        <w:rPr>
          <w:rFonts w:ascii="Arial" w:eastAsia="Arial" w:hAnsi="Arial" w:cs="Arial"/>
          <w:sz w:val="20"/>
          <w:szCs w:val="20"/>
        </w:rPr>
        <w:t>o</w:t>
      </w:r>
      <w:r w:rsidR="004F4CDC">
        <w:rPr>
          <w:rFonts w:ascii="Arial" w:eastAsia="Arial" w:hAnsi="Arial" w:cs="Arial"/>
          <w:spacing w:val="-1"/>
          <w:sz w:val="20"/>
          <w:szCs w:val="20"/>
        </w:rPr>
        <w:t>g</w:t>
      </w:r>
      <w:r w:rsidR="004F4CDC">
        <w:rPr>
          <w:rFonts w:ascii="Arial" w:eastAsia="Arial" w:hAnsi="Arial" w:cs="Arial"/>
          <w:spacing w:val="1"/>
          <w:sz w:val="20"/>
          <w:szCs w:val="20"/>
        </w:rPr>
        <w:t>r</w:t>
      </w:r>
      <w:r w:rsidR="004F4CDC">
        <w:rPr>
          <w:rFonts w:ascii="Arial" w:eastAsia="Arial" w:hAnsi="Arial" w:cs="Arial"/>
          <w:sz w:val="20"/>
          <w:szCs w:val="20"/>
        </w:rPr>
        <w:t xml:space="preserve">am </w:t>
      </w:r>
      <w:r w:rsidR="004F4CDC">
        <w:rPr>
          <w:rFonts w:ascii="Arial" w:eastAsia="Arial" w:hAnsi="Arial" w:cs="Arial"/>
          <w:spacing w:val="4"/>
          <w:sz w:val="20"/>
          <w:szCs w:val="20"/>
        </w:rPr>
        <w:t>m</w:t>
      </w:r>
      <w:r w:rsidR="004F4CDC">
        <w:rPr>
          <w:rFonts w:ascii="Arial" w:eastAsia="Arial" w:hAnsi="Arial" w:cs="Arial"/>
          <w:sz w:val="20"/>
          <w:szCs w:val="20"/>
        </w:rPr>
        <w:t>a</w:t>
      </w:r>
      <w:r w:rsidR="004F4CDC">
        <w:rPr>
          <w:rFonts w:ascii="Arial" w:eastAsia="Arial" w:hAnsi="Arial" w:cs="Arial"/>
          <w:spacing w:val="-1"/>
          <w:sz w:val="20"/>
          <w:szCs w:val="20"/>
        </w:rPr>
        <w:t>n</w:t>
      </w:r>
      <w:r w:rsidR="004F4CDC">
        <w:rPr>
          <w:rFonts w:ascii="Arial" w:eastAsia="Arial" w:hAnsi="Arial" w:cs="Arial"/>
          <w:sz w:val="20"/>
          <w:szCs w:val="20"/>
        </w:rPr>
        <w:t>a</w:t>
      </w:r>
      <w:r w:rsidR="004F4CDC">
        <w:rPr>
          <w:rFonts w:ascii="Arial" w:eastAsia="Arial" w:hAnsi="Arial" w:cs="Arial"/>
          <w:spacing w:val="-1"/>
          <w:sz w:val="20"/>
          <w:szCs w:val="20"/>
        </w:rPr>
        <w:t>g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4"/>
          <w:sz w:val="20"/>
          <w:szCs w:val="20"/>
        </w:rPr>
        <w:t>m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-1"/>
          <w:sz w:val="20"/>
          <w:szCs w:val="20"/>
        </w:rPr>
        <w:t>n</w:t>
      </w:r>
      <w:r w:rsidR="004F4CDC">
        <w:rPr>
          <w:rFonts w:ascii="Arial" w:eastAsia="Arial" w:hAnsi="Arial" w:cs="Arial"/>
          <w:spacing w:val="1"/>
          <w:sz w:val="20"/>
          <w:szCs w:val="20"/>
        </w:rPr>
        <w:t>t</w:t>
      </w:r>
      <w:r w:rsidR="004F4CDC">
        <w:rPr>
          <w:rFonts w:ascii="Arial" w:eastAsia="Arial" w:hAnsi="Arial" w:cs="Arial"/>
          <w:sz w:val="20"/>
          <w:szCs w:val="20"/>
        </w:rPr>
        <w:t>.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8"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A708F6" w:rsidRDefault="00A708F6">
      <w:pPr>
        <w:spacing w:before="3" w:after="0" w:line="110" w:lineRule="exact"/>
        <w:rPr>
          <w:sz w:val="11"/>
          <w:szCs w:val="11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left="221" w:right="9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 b</w:t>
      </w:r>
      <w:r>
        <w:rPr>
          <w:rFonts w:ascii="Arial" w:eastAsia="Arial" w:hAnsi="Arial" w:cs="Arial"/>
          <w:spacing w:val="1"/>
          <w:sz w:val="20"/>
          <w:szCs w:val="20"/>
        </w:rPr>
        <w:t>as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progra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4F4CDC">
      <w:pPr>
        <w:spacing w:after="0" w:line="239" w:lineRule="auto"/>
        <w:ind w:left="221" w:right="28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progra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4F4CDC">
      <w:pPr>
        <w:spacing w:before="8" w:after="0" w:line="239" w:lineRule="auto"/>
        <w:ind w:left="283" w:right="61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tors</w:t>
      </w:r>
    </w:p>
    <w:p w:rsidR="00A708F6" w:rsidRDefault="004F4CDC">
      <w:pPr>
        <w:spacing w:before="2" w:after="0" w:line="238" w:lineRule="auto"/>
        <w:ind w:left="283" w:right="226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fr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4F4CDC">
      <w:pPr>
        <w:spacing w:before="18" w:after="0" w:line="230" w:lineRule="exact"/>
        <w:ind w:left="283" w:right="282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ared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tors</w:t>
      </w:r>
    </w:p>
    <w:p w:rsidR="00A708F6" w:rsidRDefault="004F4CDC">
      <w:pPr>
        <w:spacing w:before="16" w:after="0" w:line="228" w:lineRule="exact"/>
        <w:ind w:left="283" w:right="226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ac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ordance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</w:p>
    <w:p w:rsidR="00A708F6" w:rsidRDefault="004F4CDC">
      <w:pPr>
        <w:spacing w:after="0" w:line="227" w:lineRule="exact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</w:p>
    <w:p w:rsidR="00A708F6" w:rsidRDefault="004F4CDC">
      <w:pPr>
        <w:spacing w:before="2" w:after="0" w:line="239" w:lineRule="auto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aroo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e-s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th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</w:p>
    <w:p w:rsidR="00A708F6" w:rsidRDefault="004F4CDC">
      <w:pPr>
        <w:spacing w:after="0" w:line="240" w:lineRule="auto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A708F6" w:rsidRDefault="004F4CDC">
      <w:pPr>
        <w:spacing w:after="0" w:line="228" w:lineRule="exact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</w:p>
    <w:p w:rsidR="00A708F6" w:rsidRDefault="004F4CDC">
      <w:pPr>
        <w:spacing w:before="1" w:after="0" w:line="240" w:lineRule="auto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5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before="11" w:after="0" w:line="239" w:lineRule="auto"/>
        <w:ind w:left="283" w:right="-39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/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-2"/>
          <w:sz w:val="20"/>
          <w:szCs w:val="20"/>
        </w:rPr>
        <w:t>(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ag</w:t>
      </w:r>
    </w:p>
    <w:p w:rsidR="00A708F6" w:rsidRDefault="004F4CDC">
      <w:pPr>
        <w:spacing w:after="0" w:line="240" w:lineRule="auto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4F4CDC">
      <w:pPr>
        <w:spacing w:before="12" w:after="0" w:line="238" w:lineRule="auto"/>
        <w:ind w:left="283" w:right="283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</w:p>
    <w:p w:rsidR="00A708F6" w:rsidRDefault="004F4CDC">
      <w:pPr>
        <w:spacing w:after="0" w:line="240" w:lineRule="auto"/>
        <w:ind w:left="28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2" w:after="0" w:line="239" w:lineRule="auto"/>
        <w:ind w:left="283" w:right="-31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non-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-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urate</w:t>
      </w:r>
    </w:p>
    <w:p w:rsidR="00A708F6" w:rsidRDefault="004F4CDC">
      <w:pPr>
        <w:spacing w:before="7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 xml:space="preserve">7a.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0%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re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ter</w:t>
      </w:r>
    </w:p>
    <w:p w:rsidR="00A708F6" w:rsidRDefault="004F4CDC">
      <w:pPr>
        <w:spacing w:after="0" w:line="240" w:lineRule="auto"/>
        <w:ind w:left="458" w:right="64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7b.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t</w:t>
      </w:r>
      <w:r>
        <w:rPr>
          <w:rFonts w:ascii="Arial" w:eastAsia="Arial" w:hAnsi="Arial" w:cs="Arial"/>
          <w:w w:val="99"/>
          <w:sz w:val="20"/>
          <w:szCs w:val="20"/>
        </w:rPr>
        <w:t>he Co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m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w w:val="99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OEH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eb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</w:p>
    <w:p w:rsidR="00A708F6" w:rsidRDefault="004F4CDC">
      <w:pPr>
        <w:spacing w:after="0" w:line="240" w:lineRule="auto"/>
        <w:ind w:left="45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31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</w:t>
      </w:r>
    </w:p>
    <w:p w:rsidR="00A708F6" w:rsidRDefault="004F4CDC">
      <w:pPr>
        <w:spacing w:before="1" w:after="0" w:line="239" w:lineRule="auto"/>
        <w:ind w:left="458" w:right="310" w:hanging="4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2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pacing w:val="2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21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8" w:after="0" w:line="220" w:lineRule="exact"/>
      </w:pPr>
    </w:p>
    <w:p w:rsidR="00A708F6" w:rsidRDefault="004F4CDC">
      <w:pPr>
        <w:tabs>
          <w:tab w:val="left" w:pos="440"/>
        </w:tabs>
        <w:spacing w:after="0" w:line="240" w:lineRule="auto"/>
        <w:ind w:left="458" w:right="489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thre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ds</w:t>
      </w:r>
    </w:p>
    <w:p w:rsidR="00A708F6" w:rsidRDefault="00A708F6">
      <w:pPr>
        <w:spacing w:before="3" w:after="0" w:line="110" w:lineRule="exact"/>
        <w:rPr>
          <w:sz w:val="11"/>
          <w:szCs w:val="11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left="458" w:right="618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9a.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</w:t>
      </w:r>
      <w:r>
        <w:rPr>
          <w:rFonts w:ascii="Arial" w:eastAsia="Arial" w:hAnsi="Arial" w:cs="Arial"/>
          <w:spacing w:val="1"/>
          <w:sz w:val="20"/>
          <w:szCs w:val="20"/>
        </w:rPr>
        <w:t>-c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 to program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</w:p>
    <w:p w:rsidR="00A708F6" w:rsidRDefault="004F4CDC">
      <w:pPr>
        <w:spacing w:after="0" w:line="240" w:lineRule="auto"/>
        <w:ind w:left="458" w:right="575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9b.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-r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 to program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</w:p>
    <w:p w:rsidR="00A708F6" w:rsidRDefault="004F4CDC">
      <w:pPr>
        <w:spacing w:after="0" w:line="232" w:lineRule="exact"/>
        <w:ind w:left="458" w:right="766" w:hanging="4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 xml:space="preserve">od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740" w:bottom="880" w:left="1140" w:header="720" w:footer="720" w:gutter="0"/>
          <w:cols w:num="3" w:space="720" w:equalWidth="0">
            <w:col w:w="4162" w:space="312"/>
            <w:col w:w="3429" w:space="221"/>
            <w:col w:w="5856"/>
          </w:cols>
        </w:sectPr>
      </w:pPr>
    </w:p>
    <w:p w:rsidR="00A708F6" w:rsidRDefault="00A708F6">
      <w:pPr>
        <w:spacing w:before="9" w:after="0" w:line="160" w:lineRule="exact"/>
        <w:rPr>
          <w:sz w:val="16"/>
          <w:szCs w:val="16"/>
        </w:rPr>
      </w:pPr>
    </w:p>
    <w:p w:rsidR="00A708F6" w:rsidRDefault="004F4CDC">
      <w:pPr>
        <w:spacing w:after="0" w:line="240" w:lineRule="auto"/>
        <w:ind w:left="4758" w:right="633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-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</w:p>
    <w:p w:rsidR="00A708F6" w:rsidRDefault="004F4CDC">
      <w:pPr>
        <w:spacing w:before="15" w:after="0" w:line="230" w:lineRule="exact"/>
        <w:ind w:left="4758" w:right="6381" w:hanging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am 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k asp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program</w:t>
      </w:r>
    </w:p>
    <w:p w:rsidR="00A708F6" w:rsidRDefault="004F4CDC">
      <w:pPr>
        <w:spacing w:before="12" w:after="0" w:line="230" w:lineRule="exact"/>
        <w:ind w:left="4758" w:right="6002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-r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orhar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ers</w:t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before="19" w:after="0" w:line="240" w:lineRule="exact"/>
        <w:rPr>
          <w:sz w:val="24"/>
          <w:szCs w:val="24"/>
        </w:rPr>
      </w:pPr>
    </w:p>
    <w:p w:rsidR="00A708F6" w:rsidRDefault="004F4CDC">
      <w:pPr>
        <w:spacing w:before="34" w:after="0" w:line="225" w:lineRule="exact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itme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nga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ith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comm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nity</w:t>
      </w:r>
      <w:r>
        <w:rPr>
          <w:rFonts w:ascii="Arial" w:eastAsia="Arial" w:hAnsi="Arial" w:cs="Arial"/>
          <w:b/>
          <w:bCs/>
          <w:spacing w:val="-1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ust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hold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ns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j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cti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plan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met</w:t>
      </w:r>
    </w:p>
    <w:p w:rsidR="00A708F6" w:rsidRDefault="00A708F6">
      <w:pPr>
        <w:spacing w:before="6" w:after="0" w:line="160" w:lineRule="exact"/>
        <w:rPr>
          <w:sz w:val="16"/>
          <w:szCs w:val="16"/>
        </w:rPr>
      </w:pPr>
    </w:p>
    <w:p w:rsidR="00A708F6" w:rsidRDefault="00A708F6">
      <w:pPr>
        <w:spacing w:after="0"/>
        <w:sectPr w:rsidR="00A708F6">
          <w:pgSz w:w="16860" w:h="11920" w:orient="landscape"/>
          <w:pgMar w:top="1080" w:right="1800" w:bottom="1640" w:left="1140" w:header="0" w:footer="1443" w:gutter="0"/>
          <w:cols w:space="720"/>
        </w:sectPr>
      </w:pPr>
    </w:p>
    <w:p w:rsidR="00A708F6" w:rsidRDefault="004F4CDC">
      <w:pPr>
        <w:spacing w:before="34" w:after="0" w:line="240" w:lineRule="auto"/>
        <w:ind w:left="221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</w:p>
    <w:p w:rsidR="00A708F6" w:rsidRDefault="004F4CDC">
      <w:pPr>
        <w:spacing w:before="35" w:after="0" w:line="239" w:lineRule="auto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</w:p>
    <w:p w:rsidR="00A708F6" w:rsidRDefault="004F4CDC">
      <w:pPr>
        <w:spacing w:before="2" w:after="0" w:line="239" w:lineRule="auto"/>
        <w:ind w:left="283" w:right="131" w:hanging="283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prepara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</w:p>
    <w:p w:rsidR="00A708F6" w:rsidRDefault="004F4CDC">
      <w:pPr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 xml:space="preserve">10.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pacing w:val="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00" w:bottom="880" w:left="1140" w:header="720" w:footer="720" w:gutter="0"/>
          <w:cols w:num="3" w:space="720" w:equalWidth="0">
            <w:col w:w="4039" w:space="435"/>
            <w:col w:w="3425" w:space="226"/>
            <w:col w:w="5795"/>
          </w:cols>
        </w:sectPr>
      </w:pPr>
    </w:p>
    <w:p w:rsidR="00A708F6" w:rsidRDefault="00A708F6">
      <w:pPr>
        <w:spacing w:before="7" w:after="0" w:line="200" w:lineRule="exact"/>
        <w:rPr>
          <w:sz w:val="20"/>
          <w:szCs w:val="20"/>
        </w:rPr>
      </w:pP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00" w:bottom="880" w:left="1140" w:header="720" w:footer="720" w:gutter="0"/>
          <w:cols w:space="720"/>
        </w:sectPr>
      </w:pPr>
    </w:p>
    <w:p w:rsidR="00A708F6" w:rsidRDefault="002B0ED0">
      <w:pPr>
        <w:spacing w:before="34" w:after="0" w:line="240" w:lineRule="auto"/>
        <w:ind w:left="221" w:right="-74"/>
        <w:rPr>
          <w:rFonts w:ascii="Arial" w:eastAsia="Arial" w:hAnsi="Arial" w:cs="Arial"/>
          <w:sz w:val="20"/>
          <w:szCs w:val="20"/>
        </w:rPr>
      </w:pPr>
      <w:r>
        <w:pict>
          <v:group id="_x0000_s1160" style="position:absolute;left:0;text-align:left;margin-left:62.1pt;margin-top:62.35pt;width:694.05pt;height:404.7pt;z-index:-251645440;mso-position-horizontal-relative:page;mso-position-vertical-relative:page" coordorigin="1242,1247" coordsize="13881,8094">
            <v:group id="_x0000_s1207" style="position:absolute;left:4485;top:6938;width:2386;height:2393" coordorigin="4485,6938" coordsize="2386,2393">
              <v:shape id="_x0000_s1209" style="position:absolute;left:4485;top:6938;width:2386;height:2393" coordorigin="4485,6938" coordsize="2386,2393" path="m5384,6938r-78,5l5230,6958r-74,26l5100,7015r-62,44l4989,7099r-53,48l4874,7208r-389,389l6220,9331r363,-364l6174,8967,4850,7642r268,-269l5172,7325r50,-40l5286,7245r60,-25l5413,7209r634,-1l6024,7192r-65,-45l5896,7107r-63,-35l5771,7041r-61,-27l5649,6991r-61,-19l5527,6956r-62,-12l5404,6939r-20,-1e" fillcolor="silver" stroked="f">
                <v:path arrowok="t"/>
              </v:shape>
              <v:shape id="_x0000_s1208" style="position:absolute;left:4485;top:6938;width:2386;height:2393" coordorigin="4485,6938" coordsize="2386,2393" path="m6047,7208r-598,l5467,7209r19,1l5565,7224r63,18l5695,7268r64,31l5826,7338r69,47l5967,7439r49,41l6066,7524r51,48l6170,7623r48,49l6263,7721r43,49l6347,7819r38,49l6421,7917r49,73l6514,8065r37,71l6576,8197r18,59l6606,8331r1,36l6607,8385r-10,68l6573,8520r-40,68l6494,8641r-48,54l6174,8967r409,l6653,8897r52,-55l6750,8785r38,-57l6819,8670r24,-59l6859,8552r10,-61l6871,8428r-1,-21l6863,8339r-14,-71l6827,8193r-28,-78l6762,8033r-28,-55l6703,7922r-35,-56l6631,7809r-41,-57l6545,7694r-47,-57l6447,7579r-54,-59l6336,7461r-46,-44l6245,7374r-45,-41l6134,7276r-66,-52l6047,7208e" fillcolor="silver" stroked="f">
                <v:path arrowok="t"/>
              </v:shape>
            </v:group>
            <v:group id="_x0000_s1197" style="position:absolute;left:5699;top:5657;width:2793;height:2460" coordorigin="5699,5657" coordsize="2793,2460">
              <v:shape id="_x0000_s1206" style="position:absolute;left:5699;top:5657;width:2793;height:2460" coordorigin="5699,5657" coordsize="2793,2460" path="m6947,5757r-607,l6322,5777r-17,20l6287,5817r-18,l6250,5837r-18,20l6205,5897r-506,500l7433,8117r159,-140l7055,7417r-38,-20l6829,7197r184,-180l7030,6997r-407,l6050,6417r391,-380l6457,6017r17,-20l6491,5997r16,-20l6525,5977r17,-20l6560,5957r18,-20l7163,5937r-19,-20l7123,5897r-15,-20l7092,5877r-31,-40l7045,5837r-16,-20l7013,5797r-16,l6981,5777r-17,l6947,5757e" fillcolor="silver" stroked="f">
                <v:path arrowok="t"/>
              </v:shape>
              <v:shape id="_x0000_s1205" style="position:absolute;left:5699;top:5657;width:2793;height:2460" coordorigin="5699,5657" coordsize="2793,2460" path="m8424,7037r-711,l7742,7057r30,20l7798,7077r26,20l7850,7097r26,20l8032,7177r210,60l8294,7257r14,l8492,7077r-68,-40e" fillcolor="silver" stroked="f">
                <v:path arrowok="t"/>
              </v:shape>
              <v:shape id="_x0000_s1204" style="position:absolute;left:5699;top:5657;width:2793;height:2460" coordorigin="5699,5657" coordsize="2793,2460" path="m8097,6917r-738,l7373,6937r45,l7436,6957r56,l7513,6977r22,l7558,6997r48,l7631,7017r27,l7685,7037r705,l8322,6997r-69,-20l8097,6917e" fillcolor="silver" stroked="f">
                <v:path arrowok="t"/>
              </v:shape>
              <v:shape id="_x0000_s1203" style="position:absolute;left:5699;top:5657;width:2793;height:2460" coordorigin="5699,5657" coordsize="2793,2460" path="m7163,5937r-398,l6783,5957r35,l6835,5977r18,l6870,5997r18,l6923,6037r18,l6977,6077r15,20l7006,6117r13,20l7031,6137r32,60l7080,6237r8,l7106,6297r8,60l7114,6377r-1,20l7102,6457r-11,40l7083,6497r-8,20l7065,6537r-11,20l7042,6577r-13,l7015,6597r-16,20l6983,6637r-18,20l6623,6997r407,l7063,6957r16,l7096,6937r17,l7130,6917r967,l8045,6897r-71,-20l7904,6837r-36,l7796,6797r-19,l7758,6777r-56,l7683,6757r-38,l7626,6737r-77,l7529,6717r-262,l7279,6697r33,-60l7338,6577r19,-60l7368,6457r3,-60l7371,6377r-8,-60l7348,6257r-6,-40l7317,6157r-31,-60l7246,6037r-47,-60l7182,5957r-19,-20e" fillcolor="silver" stroked="f">
                <v:path arrowok="t"/>
              </v:shape>
              <v:shape id="_x0000_s1202" style="position:absolute;left:5699;top:5657;width:2793;height:2460" coordorigin="5699,5657" coordsize="2793,2460" path="m7431,6697r-77,l7333,6717r115,l7431,6697e" fillcolor="silver" stroked="f">
                <v:path arrowok="t"/>
              </v:shape>
              <v:shape id="_x0000_s1201" style="position:absolute;left:5699;top:5657;width:2793;height:2460" coordorigin="5699,5657" coordsize="2793,2460" path="m6878,5717r-487,l6374,5737r-17,20l6930,5757r-17,-20l6896,5737r-18,-20e" fillcolor="silver" stroked="f">
                <v:path arrowok="t"/>
              </v:shape>
              <v:shape id="_x0000_s1200" style="position:absolute;left:5699;top:5657;width:2793;height:2460" coordorigin="5699,5657" coordsize="2793,2460" path="m6843,5697r-420,l6407,5717r454,l6843,5697e" fillcolor="silver" stroked="f">
                <v:path arrowok="t"/>
              </v:shape>
              <v:shape id="_x0000_s1199" style="position:absolute;left:5699;top:5657;width:2793;height:2460" coordorigin="5699,5657" coordsize="2793,2460" path="m6785,5677r-314,l6455,5697r351,l6785,5677e" fillcolor="silver" stroked="f">
                <v:path arrowok="t"/>
              </v:shape>
              <v:shape id="_x0000_s1198" style="position:absolute;left:5699;top:5657;width:2793;height:2460" coordorigin="5699,5657" coordsize="2793,2460" path="m6725,5657r-209,l6501,5677r244,l6725,5657e" fillcolor="silver" stroked="f">
                <v:path arrowok="t"/>
              </v:shape>
            </v:group>
            <v:group id="_x0000_s1193" style="position:absolute;left:7241;top:4671;width:2396;height:2367" coordorigin="7241,4671" coordsize="2396,2367">
              <v:shape id="_x0000_s1196" style="position:absolute;left:7241;top:4671;width:2396;height:2367" coordorigin="7241,4671" coordsize="2396,2367" path="m7411,4671r-170,170l7433,5170r825,1429l8513,7037r167,-166l8601,6739,8345,6313r-60,-99l8518,5982r-373,l8069,5853,7845,5468r-75,-129l7733,5277r-38,-61l7656,5156r-40,-60l7575,5038r-42,-58l7504,4942r391,l7411,4671e" fillcolor="silver" stroked="f">
                <v:path arrowok="t"/>
              </v:shape>
              <v:shape id="_x0000_s1195" style="position:absolute;left:7241;top:4671;width:2396;height:2367" coordorigin="7241,4671" coordsize="2396,2367" path="m9275,5709r-484,l8957,5806r168,95l9260,5975r104,54l9468,6082r170,-169l9275,5709e" fillcolor="silver" stroked="f">
                <v:path arrowok="t"/>
              </v:shape>
              <v:shape id="_x0000_s1194" style="position:absolute;left:7241;top:4671;width:2396;height:2367" coordorigin="7241,4671" coordsize="2396,2367" path="m7895,4942r-391,l7539,4965r95,61l7698,5066r118,72l8554,5572r-409,410l8518,5982r273,-273l9275,5709,7895,4942e" fillcolor="silver" stroked="f">
                <v:path arrowok="t"/>
              </v:shape>
            </v:group>
            <v:group id="_x0000_s1190" style="position:absolute;left:8040;top:3231;width:1893;height:2544" coordorigin="8040,3231" coordsize="1893,2544">
              <v:shape id="_x0000_s1192" style="position:absolute;left:8040;top:3231;width:1893;height:2544" coordorigin="8040,3231" coordsize="1893,2544" path="m8851,3231r-811,811l9775,5776r158,-159l9146,4829r204,-205l8941,4624,8404,4087r293,-293l8858,3629r96,-99l9049,3429,8851,3231e" fillcolor="silver" stroked="f">
                <v:path arrowok="t"/>
              </v:shape>
              <v:shape id="_x0000_s1191" style="position:absolute;left:8040;top:3231;width:1893;height:2544" coordorigin="8040,3231" coordsize="1893,2544" path="m9504,4061r-563,563l9350,4624r132,-134l9565,4404r83,-87l9702,4259,9504,4061e" fillcolor="silver" stroked="f">
                <v:path arrowok="t"/>
              </v:shape>
            </v:group>
            <v:group id="_x0000_s1187" style="position:absolute;left:8973;top:2164;width:2282;height:2291" coordorigin="8973,2164" coordsize="2282,2291">
              <v:shape id="_x0000_s1189" style="position:absolute;left:8973;top:2164;width:2282;height:2291" coordorigin="8973,2164" coordsize="2282,2291" path="m9884,2925r-317,l11096,4454r159,-159l9884,2925e" fillcolor="silver" stroked="f">
                <v:path arrowok="t"/>
              </v:shape>
              <v:shape id="_x0000_s1188" style="position:absolute;left:8973;top:2164;width:2282;height:2291" coordorigin="8973,2164" coordsize="2282,2291" path="m9918,2164r-190,190l9207,2880r-234,242l9171,3320r396,-395l9884,2925,9726,2766r138,-140l9943,2546r78,-81l10098,2382r18,-21l9918,2164e" fillcolor="silver" stroked="f">
                <v:path arrowok="t"/>
              </v:shape>
            </v:group>
            <v:group id="_x0000_s1185" style="position:absolute;left:1248;top:1253;width:13869;height:2" coordorigin="1248,1253" coordsize="13869,2">
              <v:shape id="_x0000_s1186" style="position:absolute;left:1248;top:1253;width:13869;height:2" coordorigin="1248,1253" coordsize="13869,0" path="m1248,1253r13869,e" filled="f" strokeweight=".58pt">
                <v:path arrowok="t"/>
              </v:shape>
            </v:group>
            <v:group id="_x0000_s1183" style="position:absolute;left:1253;top:1258;width:2;height:6177" coordorigin="1253,1258" coordsize="2,6177">
              <v:shape id="_x0000_s1184" style="position:absolute;left:1253;top:1258;width:2;height:6177" coordorigin="1253,1258" coordsize="0,6177" path="m1253,1258r,6176e" filled="f" strokeweight=".58pt">
                <v:path arrowok="t"/>
              </v:shape>
            </v:group>
            <v:group id="_x0000_s1181" style="position:absolute;left:5473;top:1258;width:2;height:2556" coordorigin="5473,1258" coordsize="2,2556">
              <v:shape id="_x0000_s1182" style="position:absolute;left:5473;top:1258;width:2;height:2556" coordorigin="5473,1258" coordsize="0,2556" path="m5473,1258r,2556e" filled="f" strokeweight=".58pt">
                <v:path arrowok="t"/>
              </v:shape>
            </v:group>
            <v:group id="_x0000_s1179" style="position:absolute;left:9160;top:1258;width:2;height:2556" coordorigin="9160,1258" coordsize="2,2556">
              <v:shape id="_x0000_s1180" style="position:absolute;left:9160;top:1258;width:2;height:2556" coordorigin="9160,1258" coordsize="0,2556" path="m9160,1258r,2556e" filled="f" strokeweight=".58pt">
                <v:path arrowok="t"/>
              </v:shape>
            </v:group>
            <v:group id="_x0000_s1177" style="position:absolute;left:15112;top:1258;width:2;height:6177" coordorigin="15112,1258" coordsize="2,6177">
              <v:shape id="_x0000_s1178" style="position:absolute;left:15112;top:1258;width:2;height:6177" coordorigin="15112,1258" coordsize="0,6177" path="m15112,1258r,6176e" filled="f" strokeweight=".20464mm">
                <v:path arrowok="t"/>
              </v:shape>
            </v:group>
            <v:group id="_x0000_s1175" style="position:absolute;left:1258;top:3824;width:13850;height:413" coordorigin="1258,3824" coordsize="13850,413">
              <v:shape id="_x0000_s1176" style="position:absolute;left:1258;top:3824;width:13850;height:413" coordorigin="1258,3824" coordsize="13850,413" path="m1258,4237r13850,l15108,3824r-13850,l1258,4237e" fillcolor="#d9d9d9" stroked="f">
                <v:path arrowok="t"/>
              </v:shape>
            </v:group>
            <v:group id="_x0000_s1173" style="position:absolute;left:1361;top:3824;width:13644;height:231" coordorigin="1361,3824" coordsize="13644,231">
              <v:shape id="_x0000_s1174" style="position:absolute;left:1361;top:3824;width:13644;height:231" coordorigin="1361,3824" coordsize="13644,231" path="m1361,4055r13643,l15004,3824r-13643,l1361,4055e" fillcolor="#d9d9d9" stroked="f">
                <v:path arrowok="t"/>
              </v:shape>
            </v:group>
            <v:group id="_x0000_s1171" style="position:absolute;left:1248;top:3819;width:13869;height:2" coordorigin="1248,3819" coordsize="13869,2">
              <v:shape id="_x0000_s1172" style="position:absolute;left:1248;top:3819;width:13869;height:2" coordorigin="1248,3819" coordsize="13869,0" path="m1248,3819r13869,e" filled="f" strokeweight=".58pt">
                <v:path arrowok="t"/>
              </v:shape>
            </v:group>
            <v:group id="_x0000_s1169" style="position:absolute;left:1248;top:4242;width:13869;height:2" coordorigin="1248,4242" coordsize="13869,2">
              <v:shape id="_x0000_s1170" style="position:absolute;left:1248;top:4242;width:13869;height:2" coordorigin="1248,4242" coordsize="13869,0" path="m1248,4242r13869,e" filled="f" strokeweight=".58pt">
                <v:path arrowok="t"/>
              </v:shape>
            </v:group>
            <v:group id="_x0000_s1167" style="position:absolute;left:5473;top:4247;width:2;height:3188" coordorigin="5473,4247" coordsize="2,3188">
              <v:shape id="_x0000_s1168" style="position:absolute;left:5473;top:4247;width:2;height:3188" coordorigin="5473,4247" coordsize="0,3188" path="m5473,4247r,3187e" filled="f" strokeweight=".58pt">
                <v:path arrowok="t"/>
              </v:shape>
            </v:group>
            <v:group id="_x0000_s1165" style="position:absolute;left:9160;top:4247;width:2;height:3188" coordorigin="9160,4247" coordsize="2,3188">
              <v:shape id="_x0000_s1166" style="position:absolute;left:9160;top:4247;width:2;height:3188" coordorigin="9160,4247" coordsize="0,3188" path="m9160,4247r,3187e" filled="f" strokeweight=".58pt">
                <v:path arrowok="t"/>
              </v:shape>
            </v:group>
            <v:group id="_x0000_s1163" style="position:absolute;left:1248;top:6579;width:13869;height:2" coordorigin="1248,6579" coordsize="13869,2">
              <v:shape id="_x0000_s1164" style="position:absolute;left:1248;top:6579;width:13869;height:2" coordorigin="1248,6579" coordsize="13869,0" path="m1248,6579r13869,e" filled="f" strokeweight=".58pt">
                <v:path arrowok="t"/>
              </v:shape>
            </v:group>
            <v:group id="_x0000_s1161" style="position:absolute;left:1248;top:7439;width:13869;height:2" coordorigin="1248,7439" coordsize="13869,2">
              <v:shape id="_x0000_s1162" style="position:absolute;left:1248;top:7439;width:13869;height:2" coordorigin="1248,7439" coordsize="13869,0" path="m1248,7439r13869,e" filled="f" strokeweight=".58pt">
                <v:path arrowok="t"/>
              </v:shape>
            </v:group>
            <w10:wrap anchorx="page" anchory="page"/>
          </v:group>
        </w:pict>
      </w:r>
      <w:r w:rsidR="004F4CDC">
        <w:rPr>
          <w:rFonts w:ascii="Arial" w:eastAsia="Arial" w:hAnsi="Arial" w:cs="Arial"/>
          <w:spacing w:val="-1"/>
          <w:sz w:val="20"/>
          <w:szCs w:val="20"/>
        </w:rPr>
        <w:t>P</w:t>
      </w:r>
      <w:r w:rsidR="004F4CDC">
        <w:rPr>
          <w:rFonts w:ascii="Arial" w:eastAsia="Arial" w:hAnsi="Arial" w:cs="Arial"/>
          <w:spacing w:val="1"/>
          <w:sz w:val="20"/>
          <w:szCs w:val="20"/>
        </w:rPr>
        <w:t>r</w:t>
      </w:r>
      <w:r w:rsidR="004F4CDC">
        <w:rPr>
          <w:rFonts w:ascii="Arial" w:eastAsia="Arial" w:hAnsi="Arial" w:cs="Arial"/>
          <w:sz w:val="20"/>
          <w:szCs w:val="20"/>
        </w:rPr>
        <w:t>o</w:t>
      </w:r>
      <w:r w:rsidR="004F4CDC">
        <w:rPr>
          <w:rFonts w:ascii="Arial" w:eastAsia="Arial" w:hAnsi="Arial" w:cs="Arial"/>
          <w:spacing w:val="1"/>
          <w:sz w:val="20"/>
          <w:szCs w:val="20"/>
        </w:rPr>
        <w:t>v</w:t>
      </w:r>
      <w:r w:rsidR="004F4CDC">
        <w:rPr>
          <w:rFonts w:ascii="Arial" w:eastAsia="Arial" w:hAnsi="Arial" w:cs="Arial"/>
          <w:spacing w:val="-1"/>
          <w:sz w:val="20"/>
          <w:szCs w:val="20"/>
        </w:rPr>
        <w:t>i</w:t>
      </w:r>
      <w:r w:rsidR="004F4CDC">
        <w:rPr>
          <w:rFonts w:ascii="Arial" w:eastAsia="Arial" w:hAnsi="Arial" w:cs="Arial"/>
          <w:spacing w:val="2"/>
          <w:sz w:val="20"/>
          <w:szCs w:val="20"/>
        </w:rPr>
        <w:t>d</w:t>
      </w:r>
      <w:r w:rsidR="004F4CDC">
        <w:rPr>
          <w:rFonts w:ascii="Arial" w:eastAsia="Arial" w:hAnsi="Arial" w:cs="Arial"/>
          <w:sz w:val="20"/>
          <w:szCs w:val="20"/>
        </w:rPr>
        <w:t>e</w:t>
      </w:r>
      <w:r w:rsidR="004F4CDC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re</w:t>
      </w:r>
      <w:r w:rsidR="004F4CDC">
        <w:rPr>
          <w:rFonts w:ascii="Arial" w:eastAsia="Arial" w:hAnsi="Arial" w:cs="Arial"/>
          <w:spacing w:val="2"/>
          <w:sz w:val="20"/>
          <w:szCs w:val="20"/>
        </w:rPr>
        <w:t>g</w:t>
      </w:r>
      <w:r w:rsidR="004F4CDC">
        <w:rPr>
          <w:rFonts w:ascii="Arial" w:eastAsia="Arial" w:hAnsi="Arial" w:cs="Arial"/>
          <w:sz w:val="20"/>
          <w:szCs w:val="20"/>
        </w:rPr>
        <w:t>u</w:t>
      </w:r>
      <w:r w:rsidR="004F4CDC">
        <w:rPr>
          <w:rFonts w:ascii="Arial" w:eastAsia="Arial" w:hAnsi="Arial" w:cs="Arial"/>
          <w:spacing w:val="-1"/>
          <w:sz w:val="20"/>
          <w:szCs w:val="20"/>
        </w:rPr>
        <w:t>l</w:t>
      </w:r>
      <w:r w:rsidR="004F4CDC">
        <w:rPr>
          <w:rFonts w:ascii="Arial" w:eastAsia="Arial" w:hAnsi="Arial" w:cs="Arial"/>
          <w:sz w:val="20"/>
          <w:szCs w:val="20"/>
        </w:rPr>
        <w:t>ar</w:t>
      </w:r>
      <w:r w:rsidR="004F4CD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z w:val="20"/>
          <w:szCs w:val="20"/>
        </w:rPr>
        <w:t>up</w:t>
      </w:r>
      <w:r w:rsidR="004F4CDC">
        <w:rPr>
          <w:rFonts w:ascii="Arial" w:eastAsia="Arial" w:hAnsi="Arial" w:cs="Arial"/>
          <w:spacing w:val="1"/>
          <w:sz w:val="20"/>
          <w:szCs w:val="20"/>
        </w:rPr>
        <w:t>-</w:t>
      </w:r>
      <w:r w:rsidR="004F4CDC">
        <w:rPr>
          <w:rFonts w:ascii="Arial" w:eastAsia="Arial" w:hAnsi="Arial" w:cs="Arial"/>
          <w:sz w:val="20"/>
          <w:szCs w:val="20"/>
        </w:rPr>
        <w:t>to</w:t>
      </w:r>
      <w:r w:rsidR="004F4CDC">
        <w:rPr>
          <w:rFonts w:ascii="Arial" w:eastAsia="Arial" w:hAnsi="Arial" w:cs="Arial"/>
          <w:spacing w:val="1"/>
          <w:sz w:val="20"/>
          <w:szCs w:val="20"/>
        </w:rPr>
        <w:t>-</w:t>
      </w:r>
      <w:r w:rsidR="004F4CDC">
        <w:rPr>
          <w:rFonts w:ascii="Arial" w:eastAsia="Arial" w:hAnsi="Arial" w:cs="Arial"/>
          <w:spacing w:val="2"/>
          <w:sz w:val="20"/>
          <w:szCs w:val="20"/>
        </w:rPr>
        <w:t>d</w:t>
      </w:r>
      <w:r w:rsidR="004F4CDC">
        <w:rPr>
          <w:rFonts w:ascii="Arial" w:eastAsia="Arial" w:hAnsi="Arial" w:cs="Arial"/>
          <w:sz w:val="20"/>
          <w:szCs w:val="20"/>
        </w:rPr>
        <w:t>ate</w:t>
      </w:r>
      <w:r w:rsidR="004F4CDC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1"/>
          <w:sz w:val="20"/>
          <w:szCs w:val="20"/>
        </w:rPr>
        <w:t>i</w:t>
      </w:r>
      <w:r w:rsidR="004F4CDC">
        <w:rPr>
          <w:rFonts w:ascii="Arial" w:eastAsia="Arial" w:hAnsi="Arial" w:cs="Arial"/>
          <w:sz w:val="20"/>
          <w:szCs w:val="20"/>
        </w:rPr>
        <w:t>n</w:t>
      </w:r>
      <w:r w:rsidR="004F4CDC">
        <w:rPr>
          <w:rFonts w:ascii="Arial" w:eastAsia="Arial" w:hAnsi="Arial" w:cs="Arial"/>
          <w:spacing w:val="2"/>
          <w:sz w:val="20"/>
          <w:szCs w:val="20"/>
        </w:rPr>
        <w:t>f</w:t>
      </w:r>
      <w:r w:rsidR="004F4CDC">
        <w:rPr>
          <w:rFonts w:ascii="Arial" w:eastAsia="Arial" w:hAnsi="Arial" w:cs="Arial"/>
          <w:sz w:val="20"/>
          <w:szCs w:val="20"/>
        </w:rPr>
        <w:t>o</w:t>
      </w:r>
      <w:r w:rsidR="004F4CDC">
        <w:rPr>
          <w:rFonts w:ascii="Arial" w:eastAsia="Arial" w:hAnsi="Arial" w:cs="Arial"/>
          <w:spacing w:val="-2"/>
          <w:sz w:val="20"/>
          <w:szCs w:val="20"/>
        </w:rPr>
        <w:t>r</w:t>
      </w:r>
      <w:r w:rsidR="004F4CDC">
        <w:rPr>
          <w:rFonts w:ascii="Arial" w:eastAsia="Arial" w:hAnsi="Arial" w:cs="Arial"/>
          <w:spacing w:val="4"/>
          <w:sz w:val="20"/>
          <w:szCs w:val="20"/>
        </w:rPr>
        <w:t>m</w:t>
      </w:r>
      <w:r w:rsidR="004F4CDC">
        <w:rPr>
          <w:rFonts w:ascii="Arial" w:eastAsia="Arial" w:hAnsi="Arial" w:cs="Arial"/>
          <w:sz w:val="20"/>
          <w:szCs w:val="20"/>
        </w:rPr>
        <w:t>at</w:t>
      </w:r>
      <w:r w:rsidR="004F4CDC">
        <w:rPr>
          <w:rFonts w:ascii="Arial" w:eastAsia="Arial" w:hAnsi="Arial" w:cs="Arial"/>
          <w:spacing w:val="-2"/>
          <w:sz w:val="20"/>
          <w:szCs w:val="20"/>
        </w:rPr>
        <w:t>i</w:t>
      </w:r>
      <w:r w:rsidR="004F4CDC">
        <w:rPr>
          <w:rFonts w:ascii="Arial" w:eastAsia="Arial" w:hAnsi="Arial" w:cs="Arial"/>
          <w:sz w:val="20"/>
          <w:szCs w:val="20"/>
        </w:rPr>
        <w:t>on</w:t>
      </w:r>
      <w:r w:rsidR="004F4CDC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="004F4CDC">
        <w:rPr>
          <w:rFonts w:ascii="Arial" w:eastAsia="Arial" w:hAnsi="Arial" w:cs="Arial"/>
          <w:spacing w:val="2"/>
          <w:sz w:val="20"/>
          <w:szCs w:val="20"/>
        </w:rPr>
        <w:t>o</w:t>
      </w:r>
      <w:r w:rsidR="004F4CDC">
        <w:rPr>
          <w:rFonts w:ascii="Arial" w:eastAsia="Arial" w:hAnsi="Arial" w:cs="Arial"/>
          <w:sz w:val="20"/>
          <w:szCs w:val="20"/>
        </w:rPr>
        <w:t>n</w:t>
      </w:r>
    </w:p>
    <w:p w:rsidR="00A708F6" w:rsidRDefault="004F4CDC">
      <w:pPr>
        <w:spacing w:after="0" w:line="240" w:lineRule="auto"/>
        <w:ind w:left="2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</w:p>
    <w:p w:rsidR="00A708F6" w:rsidRDefault="004F4CDC">
      <w:pPr>
        <w:spacing w:before="52" w:after="0" w:line="230" w:lineRule="exact"/>
        <w:ind w:left="283" w:right="-54" w:hanging="28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pacing w:val="3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4F4CDC">
      <w:pPr>
        <w:spacing w:before="34" w:after="0" w:line="240" w:lineRule="auto"/>
        <w:ind w:left="458" w:right="63" w:hanging="458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t xml:space="preserve">11. 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ota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aroo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eb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 a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ed.</w:t>
      </w:r>
    </w:p>
    <w:p w:rsidR="00A708F6" w:rsidRDefault="00A708F6">
      <w:pPr>
        <w:spacing w:after="0"/>
        <w:sectPr w:rsidR="00A708F6">
          <w:type w:val="continuous"/>
          <w:pgSz w:w="16860" w:h="11920" w:orient="landscape"/>
          <w:pgMar w:top="1580" w:right="1800" w:bottom="880" w:left="1140" w:header="720" w:footer="720" w:gutter="0"/>
          <w:cols w:num="3" w:space="720" w:equalWidth="0">
            <w:col w:w="3867" w:space="608"/>
            <w:col w:w="3392" w:space="259"/>
            <w:col w:w="5794"/>
          </w:cols>
        </w:sectPr>
      </w:pPr>
    </w:p>
    <w:p w:rsidR="00A708F6" w:rsidRDefault="00A708F6">
      <w:pPr>
        <w:spacing w:before="17" w:after="0" w:line="280" w:lineRule="exact"/>
        <w:rPr>
          <w:sz w:val="28"/>
          <w:szCs w:val="28"/>
        </w:rPr>
      </w:pPr>
    </w:p>
    <w:p w:rsidR="00A708F6" w:rsidRDefault="004F4CDC">
      <w:pPr>
        <w:spacing w:before="18" w:after="0" w:line="240" w:lineRule="auto"/>
        <w:ind w:left="108" w:right="492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.    </w:t>
      </w:r>
      <w:r>
        <w:rPr>
          <w:rFonts w:ascii="Arial" w:eastAsia="Arial" w:hAnsi="Arial" w:cs="Arial"/>
          <w:b/>
          <w:bCs/>
          <w:spacing w:val="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ori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report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ng</w:t>
      </w:r>
    </w:p>
    <w:p w:rsidR="00A708F6" w:rsidRDefault="00A708F6">
      <w:pPr>
        <w:spacing w:before="2" w:after="0" w:line="240" w:lineRule="exact"/>
        <w:rPr>
          <w:sz w:val="24"/>
          <w:szCs w:val="24"/>
        </w:rPr>
      </w:pPr>
    </w:p>
    <w:p w:rsidR="00A708F6" w:rsidRDefault="002B0ED0">
      <w:pPr>
        <w:spacing w:after="0" w:line="240" w:lineRule="auto"/>
        <w:ind w:left="108" w:right="45"/>
        <w:jc w:val="both"/>
        <w:rPr>
          <w:rFonts w:ascii="Arial" w:eastAsia="Arial" w:hAnsi="Arial" w:cs="Arial"/>
        </w:rPr>
      </w:pPr>
      <w:r>
        <w:pict>
          <v:group id="_x0000_s1136" style="position:absolute;left:0;text-align:left;margin-left:100.4pt;margin-top:105.7pt;width:339.5pt;height:359.35pt;z-index:-251644416;mso-position-horizontal-relative:page" coordorigin="2008,2114" coordsize="6790,7187">
            <v:group id="_x0000_s1157" style="position:absolute;left:2018;top:6898;width:2386;height:2393" coordorigin="2018,6898" coordsize="2386,2393">
              <v:shape id="_x0000_s1159" style="position:absolute;left:2018;top:6898;width:2386;height:2393" coordorigin="2018,6898" coordsize="2386,2393" path="m2917,6898r-78,5l2763,6918r-74,26l2633,6975r-62,43l2522,7059r-53,48l2407,7168r-389,389l3753,9291r363,-364l3707,8927,2383,7602r268,-269l2705,7285r50,-40l2819,7205r60,-25l2946,7169r634,-1l3557,7152r-65,-45l3429,7067r-63,-35l3304,7001r-61,-27l3182,6951r-61,-19l3060,6916r-62,-12l2937,6899r-20,-1e" fillcolor="silver" stroked="f">
                <v:path arrowok="t"/>
              </v:shape>
              <v:shape id="_x0000_s1158" style="position:absolute;left:2018;top:6898;width:2386;height:2393" coordorigin="2018,6898" coordsize="2386,2393" path="m3580,7168r-598,l3000,7169r19,1l3098,7184r63,18l3228,7228r64,31l3359,7298r69,47l3500,7399r49,41l3599,7484r51,48l3703,7583r48,49l3796,7681r43,49l3880,7779r38,49l3954,7877r49,73l4047,8025r37,71l4109,8157r18,59l4139,8291r1,36l4140,8345r-10,68l4106,8480r-40,68l4027,8601r-48,54l3707,8927r409,l4186,8857r52,-55l4283,8745r38,-57l4352,8630r24,-59l4392,8512r10,-61l4404,8388r-1,-21l4396,8299r-14,-71l4360,8153r-28,-78l4295,7993r-28,-55l4236,7882r-35,-56l4164,7769r-41,-57l4078,7654r-47,-57l3980,7538r-54,-58l3869,7421r-46,-44l3778,7334r-45,-41l3667,7236r-66,-52l3580,7168e" fillcolor="silver" stroked="f">
                <v:path arrowok="t"/>
              </v:shape>
            </v:group>
            <v:group id="_x0000_s1147" style="position:absolute;left:3232;top:5617;width:2793;height:2460" coordorigin="3232,5617" coordsize="2793,2460">
              <v:shape id="_x0000_s1156" style="position:absolute;left:3232;top:5617;width:2793;height:2460" coordorigin="3232,5617" coordsize="2793,2460" path="m4480,5717r-607,l3855,5737r-17,20l3820,5777r-18,l3783,5797r-18,20l3738,5857r-506,500l4966,8077r159,-140l4588,7377r-38,-20l4362,7157r184,-180l4563,6957r-407,l3583,6377r391,-380l3990,5977r17,-20l4024,5957r16,-20l4058,5937r17,-20l4093,5917r18,-20l4696,5897r-19,-20l4656,5857r-15,-20l4625,5837r-31,-40l4578,5797r-16,-20l4546,5757r-16,l4514,5737r-17,l4480,5717e" fillcolor="silver" stroked="f">
                <v:path arrowok="t"/>
              </v:shape>
              <v:shape id="_x0000_s1155" style="position:absolute;left:3232;top:5617;width:2793;height:2460" coordorigin="3232,5617" coordsize="2793,2460" path="m5957,6997r-711,l5275,7017r30,20l5331,7037r26,20l5383,7057r26,20l5565,7137r210,60l5827,7217r14,l6025,7037r-68,-40e" fillcolor="silver" stroked="f">
                <v:path arrowok="t"/>
              </v:shape>
              <v:shape id="_x0000_s1154" style="position:absolute;left:3232;top:5617;width:2793;height:2460" coordorigin="3232,5617" coordsize="2793,2460" path="m5630,6877r-738,l4906,6897r45,l4969,6917r56,l5046,6937r22,l5091,6957r48,l5164,6977r27,l5218,6997r705,l5855,6957r-69,-20l5630,6877e" fillcolor="silver" stroked="f">
                <v:path arrowok="t"/>
              </v:shape>
              <v:shape id="_x0000_s1153" style="position:absolute;left:3232;top:5617;width:2793;height:2460" coordorigin="3232,5617" coordsize="2793,2460" path="m4696,5897r-398,l4316,5917r35,l4368,5937r18,l4403,5957r18,l4456,5997r18,l4510,6037r15,20l4539,6077r13,20l4564,6097r32,60l4613,6197r8,l4639,6257r8,60l4647,6337r-1,20l4635,6417r-11,40l4616,6457r-8,20l4598,6497r-11,20l4575,6537r-13,l4548,6557r-16,20l4516,6597r-18,20l4156,6957r407,l4596,6917r16,l4629,6897r17,l4663,6877r967,l5578,6857r-71,-20l5437,6797r-36,l5329,6757r-19,l5291,6737r-56,l5216,6717r-38,l5159,6697r-77,l5062,6677r-262,l4812,6657r33,-60l4871,6537r19,-60l4901,6417r3,-60l4904,6337r-8,-60l4881,6217r-6,-40l4850,6117r-31,-60l4779,5997r-47,-60l4715,5917r-19,-20e" fillcolor="silver" stroked="f">
                <v:path arrowok="t"/>
              </v:shape>
              <v:shape id="_x0000_s1152" style="position:absolute;left:3232;top:5617;width:2793;height:2460" coordorigin="3232,5617" coordsize="2793,2460" path="m4964,6657r-77,l4866,6677r115,l4964,6657e" fillcolor="silver" stroked="f">
                <v:path arrowok="t"/>
              </v:shape>
              <v:shape id="_x0000_s1151" style="position:absolute;left:3232;top:5617;width:2793;height:2460" coordorigin="3232,5617" coordsize="2793,2460" path="m4411,5677r-487,l3907,5697r-17,20l4463,5717r-17,-20l4429,5697r-18,-20e" fillcolor="silver" stroked="f">
                <v:path arrowok="t"/>
              </v:shape>
              <v:shape id="_x0000_s1150" style="position:absolute;left:3232;top:5617;width:2793;height:2460" coordorigin="3232,5617" coordsize="2793,2460" path="m4376,5657r-420,l3940,5677r454,l4376,5657e" fillcolor="silver" stroked="f">
                <v:path arrowok="t"/>
              </v:shape>
              <v:shape id="_x0000_s1149" style="position:absolute;left:3232;top:5617;width:2793;height:2460" coordorigin="3232,5617" coordsize="2793,2460" path="m4318,5637r-314,l3988,5657r351,l4318,5637e" fillcolor="silver" stroked="f">
                <v:path arrowok="t"/>
              </v:shape>
              <v:shape id="_x0000_s1148" style="position:absolute;left:3232;top:5617;width:2793;height:2460" coordorigin="3232,5617" coordsize="2793,2460" path="m4258,5617r-209,l4034,5637r244,l4258,5617e" fillcolor="silver" stroked="f">
                <v:path arrowok="t"/>
              </v:shape>
            </v:group>
            <v:group id="_x0000_s1143" style="position:absolute;left:4774;top:4631;width:2396;height:2367" coordorigin="4774,4631" coordsize="2396,2367">
              <v:shape id="_x0000_s1146" style="position:absolute;left:4774;top:4631;width:2396;height:2367" coordorigin="4774,4631" coordsize="2396,2367" path="m4944,4631r-170,170l4966,5130r825,1429l6046,6997r167,-166l6134,6699,5878,6273r-60,-99l6051,5942r-373,l5602,5813,5378,5427r-75,-128l5266,5237r-38,-61l5189,5116r-40,-60l5108,4998r-42,-58l5037,4902r391,l4944,4631e" fillcolor="silver" stroked="f">
                <v:path arrowok="t"/>
              </v:shape>
              <v:shape id="_x0000_s1145" style="position:absolute;left:4774;top:4631;width:2396;height:2367" coordorigin="4774,4631" coordsize="2396,2367" path="m6808,5669r-484,l6490,5766r168,95l6793,5935r104,54l7001,6042r170,-169l6808,5669e" fillcolor="silver" stroked="f">
                <v:path arrowok="t"/>
              </v:shape>
              <v:shape id="_x0000_s1144" style="position:absolute;left:4774;top:4631;width:2396;height:2367" coordorigin="4774,4631" coordsize="2396,2367" path="m5428,4902r-391,l5072,4925r95,61l5231,5026r118,72l6087,5532r-409,410l6051,5942r273,-273l6808,5669,5428,4902e" fillcolor="silver" stroked="f">
                <v:path arrowok="t"/>
              </v:shape>
            </v:group>
            <v:group id="_x0000_s1140" style="position:absolute;left:5573;top:3191;width:1893;height:2544" coordorigin="5573,3191" coordsize="1893,2544">
              <v:shape id="_x0000_s1142" style="position:absolute;left:5573;top:3191;width:1893;height:2544" coordorigin="5573,3191" coordsize="1893,2544" path="m6384,3191r-811,811l7308,5736r158,-159l6679,4789r204,-205l6474,4584,5937,4047r293,-293l6391,3589r96,-99l6582,3389,6384,3191e" fillcolor="silver" stroked="f">
                <v:path arrowok="t"/>
              </v:shape>
              <v:shape id="_x0000_s1141" style="position:absolute;left:5573;top:3191;width:1893;height:2544" coordorigin="5573,3191" coordsize="1893,2544" path="m7037,4021r-563,563l6883,4584r132,-135l7098,4364r83,-87l7235,4219,7037,4021e" fillcolor="silver" stroked="f">
                <v:path arrowok="t"/>
              </v:shape>
            </v:group>
            <v:group id="_x0000_s1137" style="position:absolute;left:6506;top:2124;width:2282;height:2291" coordorigin="6506,2124" coordsize="2282,2291">
              <v:shape id="_x0000_s1139" style="position:absolute;left:6506;top:2124;width:2282;height:2291" coordorigin="6506,2124" coordsize="2282,2291" path="m7417,2885r-317,l8629,4414r159,-159l7417,2885e" fillcolor="silver" stroked="f">
                <v:path arrowok="t"/>
              </v:shape>
              <v:shape id="_x0000_s1138" style="position:absolute;left:6506;top:2124;width:2282;height:2291" coordorigin="6506,2124" coordsize="2282,2291" path="m7451,2124r-190,190l6740,2840r-234,242l6704,3280r396,-395l7417,2885,7259,2726r138,-140l7476,2506r78,-81l7631,2342r18,-21l7451,2124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</w:rPr>
        <w:t>w of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8"/>
        </w:rPr>
        <w:t>S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</w:rPr>
        <w:t>om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 xml:space="preserve">oo </w:t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</w:rPr>
        <w:t>ar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4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ement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2</w:t>
      </w:r>
      <w:r w:rsidR="004F4CDC">
        <w:rPr>
          <w:rFonts w:ascii="Arial" w:eastAsia="Arial" w:hAnsi="Arial" w:cs="Arial"/>
          <w:spacing w:val="-1"/>
        </w:rPr>
        <w:t>0</w:t>
      </w:r>
      <w:r w:rsidR="004F4CDC">
        <w:rPr>
          <w:rFonts w:ascii="Arial" w:eastAsia="Arial" w:hAnsi="Arial" w:cs="Arial"/>
          <w:spacing w:val="6"/>
        </w:rPr>
        <w:t>1</w:t>
      </w:r>
      <w:r w:rsidR="004F4CDC">
        <w:rPr>
          <w:rFonts w:ascii="Arial" w:eastAsia="Arial" w:hAnsi="Arial" w:cs="Arial"/>
        </w:rPr>
        <w:t>7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–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2021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</w:rPr>
        <w:t>l com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ce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no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at</w:t>
      </w:r>
      <w:r w:rsidR="004F4CDC">
        <w:rPr>
          <w:rFonts w:ascii="Arial" w:eastAsia="Arial" w:hAnsi="Arial" w:cs="Arial"/>
          <w:spacing w:val="-2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12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hs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p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or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1"/>
        </w:rPr>
        <w:t xml:space="preserve"> 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-2"/>
        </w:rPr>
        <w:t>x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3"/>
        </w:rPr>
        <w:t>r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of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 xml:space="preserve">.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1"/>
        </w:rPr>
        <w:t xml:space="preserve"> r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wil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ed by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O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4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m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 se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k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i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areas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10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  <w:spacing w:val="2"/>
        </w:rPr>
        <w:t>d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eme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can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pro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 xml:space="preserve">.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1"/>
        </w:rPr>
        <w:t>rr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an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  <w:spacing w:val="-1"/>
        </w:rPr>
        <w:t>il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ed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4"/>
        </w:rPr>
        <w:t>n</w:t>
      </w:r>
      <w:r w:rsidR="004F4CDC">
        <w:rPr>
          <w:rFonts w:ascii="Arial" w:eastAsia="Arial" w:hAnsi="Arial" w:cs="Arial"/>
        </w:rPr>
        <w:t>st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sure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2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1"/>
        </w:rPr>
        <w:t>u</w:t>
      </w:r>
      <w:r w:rsidR="004F4CDC">
        <w:rPr>
          <w:rFonts w:ascii="Arial" w:eastAsia="Arial" w:hAnsi="Arial" w:cs="Arial"/>
          <w:spacing w:val="-3"/>
        </w:rPr>
        <w:t>l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s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</w:rPr>
        <w:t>w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wil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</w:rPr>
        <w:t>pres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nted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mm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al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1"/>
        </w:rPr>
        <w:t>D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2"/>
        </w:rPr>
        <w:t>r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3"/>
        </w:rPr>
        <w:t>h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and 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ac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</w:rPr>
        <w:t xml:space="preserve">on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  <w:spacing w:val="1"/>
        </w:rPr>
        <w:t>O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-2"/>
        </w:rPr>
        <w:t xml:space="preserve"> m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eb p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.</w:t>
      </w:r>
    </w:p>
    <w:p w:rsidR="00A708F6" w:rsidRDefault="00A708F6">
      <w:pPr>
        <w:spacing w:after="0"/>
        <w:jc w:val="both"/>
        <w:sectPr w:rsidR="00A708F6">
          <w:footerReference w:type="default" r:id="rId30"/>
          <w:pgSz w:w="11920" w:h="16860"/>
          <w:pgMar w:top="1580" w:right="1140" w:bottom="1500" w:left="1140" w:header="0" w:footer="1302" w:gutter="0"/>
          <w:pgNumType w:start="16"/>
          <w:cols w:space="720"/>
        </w:sectPr>
      </w:pPr>
    </w:p>
    <w:p w:rsidR="00A708F6" w:rsidRDefault="004F4CDC">
      <w:pPr>
        <w:tabs>
          <w:tab w:val="left" w:pos="820"/>
        </w:tabs>
        <w:spacing w:before="62" w:after="0" w:line="240" w:lineRule="auto"/>
        <w:ind w:left="108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A708F6" w:rsidRDefault="00A708F6">
      <w:pPr>
        <w:spacing w:before="6" w:after="0" w:line="240" w:lineRule="exact"/>
        <w:rPr>
          <w:sz w:val="24"/>
          <w:szCs w:val="24"/>
        </w:rPr>
      </w:pPr>
    </w:p>
    <w:p w:rsidR="00A708F6" w:rsidRDefault="004F4CDC">
      <w:pPr>
        <w:spacing w:after="0" w:line="236" w:lineRule="auto"/>
        <w:ind w:left="108" w:right="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ke</w:t>
      </w:r>
      <w:r>
        <w:rPr>
          <w:rFonts w:ascii="Arial" w:eastAsia="Arial" w:hAnsi="Arial" w:cs="Arial"/>
          <w:sz w:val="18"/>
          <w:szCs w:val="18"/>
        </w:rPr>
        <w:t>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R.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heo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app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ica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4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– r</w:t>
      </w:r>
      <w:r>
        <w:rPr>
          <w:rFonts w:ascii="Arial" w:eastAsia="Arial" w:hAnsi="Arial" w:cs="Arial"/>
          <w:spacing w:val="1"/>
          <w:sz w:val="18"/>
          <w:szCs w:val="18"/>
        </w:rPr>
        <w:t>eca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pacing w:val="-2"/>
          <w:sz w:val="18"/>
          <w:szCs w:val="18"/>
        </w:rPr>
        <w:t>qu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ildli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li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rc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"/>
          <w:sz w:val="20"/>
          <w:szCs w:val="20"/>
        </w:rPr>
        <w:t>68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pacing w:val="-1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A708F6">
      <w:pPr>
        <w:spacing w:before="5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lab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GC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19</w:t>
      </w:r>
      <w:r>
        <w:rPr>
          <w:rFonts w:ascii="Arial" w:eastAsia="Arial" w:hAnsi="Arial" w:cs="Arial"/>
          <w:spacing w:val="-2"/>
          <w:sz w:val="18"/>
          <w:szCs w:val="18"/>
        </w:rPr>
        <w:t>8</w:t>
      </w: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</w:t>
      </w:r>
    </w:p>
    <w:p w:rsidR="00A708F6" w:rsidRDefault="004F4CDC">
      <w:pPr>
        <w:spacing w:after="0" w:line="206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mac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opo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oi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uni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pop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pa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</w:p>
    <w:p w:rsidR="00A708F6" w:rsidRDefault="004F4CDC">
      <w:pPr>
        <w:spacing w:before="2" w:after="0" w:line="239" w:lineRule="auto"/>
        <w:ind w:left="108" w:right="-3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fu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</w:t>
      </w:r>
      <w:r>
        <w:rPr>
          <w:rFonts w:ascii="Arial" w:eastAsia="Arial" w:hAnsi="Arial" w:cs="Arial"/>
          <w:spacing w:val="1"/>
          <w:sz w:val="18"/>
          <w:szCs w:val="18"/>
        </w:rPr>
        <w:t>gg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 </w:t>
      </w:r>
      <w:r>
        <w:rPr>
          <w:rFonts w:ascii="Arial" w:eastAsia="Arial" w:hAnsi="Arial" w:cs="Arial"/>
          <w:spacing w:val="-1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 Hu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ds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,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wa</w:t>
      </w:r>
      <w:r>
        <w:rPr>
          <w:rFonts w:ascii="Arial" w:eastAsia="Arial" w:hAnsi="Arial" w:cs="Arial"/>
          <w:i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bie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>-</w:t>
      </w:r>
      <w:r>
        <w:rPr>
          <w:rFonts w:ascii="Arial" w:eastAsia="Arial" w:hAnsi="Arial" w:cs="Arial"/>
          <w:i/>
          <w:spacing w:val="1"/>
          <w:sz w:val="18"/>
          <w:szCs w:val="18"/>
        </w:rPr>
        <w:t>kan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 S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8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4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-2"/>
          <w:sz w:val="18"/>
          <w:szCs w:val="18"/>
        </w:rPr>
        <w:t>8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2B0ED0">
      <w:pPr>
        <w:spacing w:after="0" w:line="240" w:lineRule="auto"/>
        <w:ind w:left="108" w:right="85"/>
        <w:rPr>
          <w:rFonts w:ascii="Arial" w:eastAsia="Arial" w:hAnsi="Arial" w:cs="Arial"/>
          <w:sz w:val="18"/>
          <w:szCs w:val="18"/>
        </w:rPr>
      </w:pPr>
      <w:r>
        <w:pict>
          <v:group id="_x0000_s1106" style="position:absolute;left:0;text-align:left;margin-left:62.05pt;margin-top:36.35pt;width:469.15pt;height:359.35pt;z-index:-251643392;mso-position-horizontal-relative:page" coordorigin="1241,727" coordsize="9383,7187">
            <v:group id="_x0000_s1133" style="position:absolute;left:2018;top:5512;width:2386;height:2393" coordorigin="2018,5512" coordsize="2386,2393">
              <v:shape id="_x0000_s1135" style="position:absolute;left:2018;top:5512;width:2386;height:2393" coordorigin="2018,5512" coordsize="2386,2393" path="m2917,5512r-78,4l2763,5532r-74,26l2633,5589r-62,43l2522,5673r-53,47l2407,5782r-389,388l3753,7904r363,-363l3707,7541,2383,6216r268,-269l2705,5898r50,-39l2819,5819r60,-25l2946,5783r634,-1l3557,5765r-65,-44l3429,5681r-63,-36l3304,5614r-61,-26l3182,5565r-61,-20l3060,5530r-62,-12l2937,5512r-20,e" fillcolor="silver" stroked="f">
                <v:path arrowok="t"/>
              </v:shape>
              <v:shape id="_x0000_s1134" style="position:absolute;left:2018;top:5512;width:2386;height:2393" coordorigin="2018,5512" coordsize="2386,2393" path="m3580,5782r-598,l3000,5783r19,1l3098,5797r63,19l3228,5841r64,32l3359,5912r69,47l3500,6013r49,41l3599,6098r51,47l3703,6196r48,50l3796,6295r43,49l3880,6392r38,49l3954,6490r49,74l4047,6638r37,71l4109,6770r18,59l4139,6905r1,36l4140,6959r-10,67l4106,7093r-40,69l4027,7215r-48,53l3707,7541r409,l4186,7471r52,-56l4283,7359r38,-57l4352,7244r24,-59l4392,7125r10,-60l4404,7002r-1,-22l4396,6913r-14,-71l4360,6767r-28,-78l4295,6607r-28,-55l4236,6496r-35,-57l4164,6383r-41,-58l4078,6268r-47,-58l3980,6152r-54,-58l3869,6035r-46,-45l3778,5948r-45,-41l3667,5850r-66,-52l3580,5782e" fillcolor="silver" stroked="f">
                <v:path arrowok="t"/>
              </v:shape>
            </v:group>
            <v:group id="_x0000_s1123" style="position:absolute;left:3232;top:4231;width:2793;height:2460" coordorigin="3232,4231" coordsize="2793,2460">
              <v:shape id="_x0000_s1132" style="position:absolute;left:3232;top:4231;width:2793;height:2460" coordorigin="3232,4231" coordsize="2793,2460" path="m4480,4331r-607,l3855,4351r-17,20l3820,4391r-18,l3783,4411r-18,20l3738,4471r-506,500l4966,6691r159,-140l4588,5991r-38,-20l4362,5771r184,-180l4563,5571r-407,l3583,4991r391,-380l3990,4591r17,-20l4024,4571r16,-20l4058,4551r17,-20l4093,4531r18,-20l4696,4511r-19,-20l4656,4471r-15,-20l4625,4451r-31,-40l4578,4411r-16,-20l4546,4371r-16,l4514,4351r-17,l4480,4331e" fillcolor="silver" stroked="f">
                <v:path arrowok="t"/>
              </v:shape>
              <v:shape id="_x0000_s1131" style="position:absolute;left:3232;top:4231;width:2793;height:2460" coordorigin="3232,4231" coordsize="2793,2460" path="m5957,5611r-711,l5275,5631r30,20l5331,5651r26,20l5383,5671r26,20l5565,5751r210,60l5827,5831r14,l6025,5651r-68,-40e" fillcolor="silver" stroked="f">
                <v:path arrowok="t"/>
              </v:shape>
              <v:shape id="_x0000_s1130" style="position:absolute;left:3232;top:4231;width:2793;height:2460" coordorigin="3232,4231" coordsize="2793,2460" path="m5630,5491r-738,l4906,5511r45,l4969,5531r56,l5046,5551r22,l5091,5571r48,l5164,5591r27,l5218,5611r705,l5855,5571r-69,-20l5630,5491e" fillcolor="silver" stroked="f">
                <v:path arrowok="t"/>
              </v:shape>
              <v:shape id="_x0000_s1129" style="position:absolute;left:3232;top:4231;width:2793;height:2460" coordorigin="3232,4231" coordsize="2793,2460" path="m4696,4511r-398,l4316,4531r35,l4368,4551r18,l4403,4571r18,l4456,4611r18,l4510,4651r15,20l4539,4691r13,20l4564,4711r32,60l4613,4811r8,l4639,4871r8,60l4647,4951r-1,20l4635,5031r-11,40l4616,5071r-8,20l4598,5111r-11,20l4575,5151r-13,l4548,5171r-16,20l4516,5211r-18,20l4156,5571r407,l4596,5531r16,l4629,5511r17,l4663,5491r967,l5578,5471r-71,-20l5437,5411r-36,l5329,5371r-19,l5291,5351r-56,l5216,5331r-38,l5159,5311r-77,l5062,5291r-262,l4812,5271r33,-60l4871,5151r19,-60l4901,5031r3,-60l4904,4951r-8,-60l4881,4831r-6,-40l4850,4731r-31,-60l4779,4611r-47,-60l4715,4531r-19,-20e" fillcolor="silver" stroked="f">
                <v:path arrowok="t"/>
              </v:shape>
              <v:shape id="_x0000_s1128" style="position:absolute;left:3232;top:4231;width:2793;height:2460" coordorigin="3232,4231" coordsize="2793,2460" path="m4964,5271r-77,l4866,5291r115,l4964,5271e" fillcolor="silver" stroked="f">
                <v:path arrowok="t"/>
              </v:shape>
              <v:shape id="_x0000_s1127" style="position:absolute;left:3232;top:4231;width:2793;height:2460" coordorigin="3232,4231" coordsize="2793,2460" path="m4411,4291r-487,l3907,4311r-17,20l4463,4331r-17,-20l4429,4311r-18,-20e" fillcolor="silver" stroked="f">
                <v:path arrowok="t"/>
              </v:shape>
              <v:shape id="_x0000_s1126" style="position:absolute;left:3232;top:4231;width:2793;height:2460" coordorigin="3232,4231" coordsize="2793,2460" path="m4376,4271r-420,l3940,4291r454,l4376,4271e" fillcolor="silver" stroked="f">
                <v:path arrowok="t"/>
              </v:shape>
              <v:shape id="_x0000_s1125" style="position:absolute;left:3232;top:4231;width:2793;height:2460" coordorigin="3232,4231" coordsize="2793,2460" path="m4318,4251r-314,l3988,4271r351,l4318,4251e" fillcolor="silver" stroked="f">
                <v:path arrowok="t"/>
              </v:shape>
              <v:shape id="_x0000_s1124" style="position:absolute;left:3232;top:4231;width:2793;height:2460" coordorigin="3232,4231" coordsize="2793,2460" path="m4258,4231r-209,l4034,4251r244,l4258,4231e" fillcolor="silver" stroked="f">
                <v:path arrowok="t"/>
              </v:shape>
            </v:group>
            <v:group id="_x0000_s1119" style="position:absolute;left:4774;top:3245;width:2396;height:2367" coordorigin="4774,3245" coordsize="2396,2367">
              <v:shape id="_x0000_s1122" style="position:absolute;left:4774;top:3245;width:2396;height:2367" coordorigin="4774,3245" coordsize="2396,2367" path="m4944,3245r-170,169l4966,3743r825,1429l6046,5611r167,-167l6134,5313,5878,4886r-60,-98l6051,4555r-373,l5602,4427,5378,4041r-75,-128l5266,3851r-38,-61l5189,3729r-40,-59l5108,3611r-42,-57l5037,3516r391,l4944,3245e" fillcolor="silver" stroked="f">
                <v:path arrowok="t"/>
              </v:shape>
              <v:shape id="_x0000_s1121" style="position:absolute;left:4774;top:3245;width:2396;height:2367" coordorigin="4774,3245" coordsize="2396,2367" path="m6808,4283r-484,l6490,4379r168,95l6793,4548r104,55l7001,4656r170,-170l6808,4283e" fillcolor="silver" stroked="f">
                <v:path arrowok="t"/>
              </v:shape>
              <v:shape id="_x0000_s1120" style="position:absolute;left:4774;top:3245;width:2396;height:2367" coordorigin="4774,3245" coordsize="2396,2367" path="m5428,3516r-391,l5072,3539r95,61l5231,3640r118,72l6087,4146r-409,409l6051,4555r273,-272l6808,4283,5428,3516e" fillcolor="silver" stroked="f">
                <v:path arrowok="t"/>
              </v:shape>
            </v:group>
            <v:group id="_x0000_s1116" style="position:absolute;left:5573;top:1805;width:1893;height:2544" coordorigin="5573,1805" coordsize="1893,2544">
              <v:shape id="_x0000_s1118" style="position:absolute;left:5573;top:1805;width:1893;height:2544" coordorigin="5573,1805" coordsize="1893,2544" path="m6384,1805r-811,810l7308,4349r158,-159l6679,3403r204,-205l6474,3198,5937,2661r293,-294l6391,2203r96,-100l6582,2003,6384,1805e" fillcolor="silver" stroked="f">
                <v:path arrowok="t"/>
              </v:shape>
              <v:shape id="_x0000_s1117" style="position:absolute;left:5573;top:1805;width:1893;height:2544" coordorigin="5573,1805" coordsize="1893,2544" path="m7037,2635r-563,563l6883,3198r132,-135l7098,2977r83,-86l7235,2833,7037,2635e" fillcolor="silver" stroked="f">
                <v:path arrowok="t"/>
              </v:shape>
            </v:group>
            <v:group id="_x0000_s1113" style="position:absolute;left:6506;top:737;width:2282;height:2291" coordorigin="6506,737" coordsize="2282,2291">
              <v:shape id="_x0000_s1115" style="position:absolute;left:6506;top:737;width:2282;height:2291" coordorigin="6506,737" coordsize="2282,2291" path="m7417,1498r-317,l8629,3028r159,-159l7417,1498e" fillcolor="silver" stroked="f">
                <v:path arrowok="t"/>
              </v:shape>
              <v:shape id="_x0000_s1114" style="position:absolute;left:6506;top:737;width:2282;height:2291" coordorigin="6506,737" coordsize="2282,2291" path="m7451,737l7261,928r-521,526l6506,1696r198,198l7100,1498r317,l7259,1339r138,-139l7476,1120r78,-82l7631,956r18,-21l7451,737e" fillcolor="silver" stroked="f">
                <v:path arrowok="t"/>
              </v:shape>
            </v:group>
            <v:group id="_x0000_s1111" style="position:absolute;left:1248;top:4815;width:3685;height:2" coordorigin="1248,4815" coordsize="3685,2">
              <v:shape id="_x0000_s1112" style="position:absolute;left:1248;top:4815;width:3685;height:2" coordorigin="1248,4815" coordsize="3685,0" path="m1248,4815r3685,e" filled="f" strokecolor="blue" strokeweight=".7pt">
                <v:path arrowok="t"/>
              </v:shape>
            </v:group>
            <v:group id="_x0000_s1109" style="position:absolute;left:6373;top:3977;width:4244;height:2" coordorigin="6373,3977" coordsize="4244,2">
              <v:shape id="_x0000_s1110" style="position:absolute;left:6373;top:3977;width:4244;height:2" coordorigin="6373,3977" coordsize="4244,0" path="m6373,3977r4244,e" filled="f" strokecolor="blue" strokeweight=".7pt">
                <v:path arrowok="t"/>
              </v:shape>
            </v:group>
            <v:group id="_x0000_s1107" style="position:absolute;left:6313;top:4183;width:1023;height:2" coordorigin="6313,4183" coordsize="1023,2">
              <v:shape id="_x0000_s1108" style="position:absolute;left:6313;top:4183;width:1023;height:2" coordorigin="6313,4183" coordsize="1023,0" path="m6313,4183r1023,e" filled="f" strokecolor="blue" strokeweight=".7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z w:val="18"/>
          <w:szCs w:val="18"/>
        </w:rPr>
        <w:t>Ca</w:t>
      </w:r>
      <w:r w:rsidR="004F4CDC">
        <w:rPr>
          <w:rFonts w:ascii="Arial" w:eastAsia="Arial" w:hAnsi="Arial" w:cs="Arial"/>
          <w:spacing w:val="1"/>
          <w:sz w:val="18"/>
          <w:szCs w:val="18"/>
        </w:rPr>
        <w:t>ugh</w:t>
      </w:r>
      <w:r w:rsidR="004F4CDC">
        <w:rPr>
          <w:rFonts w:ascii="Arial" w:eastAsia="Arial" w:hAnsi="Arial" w:cs="Arial"/>
          <w:spacing w:val="-2"/>
          <w:sz w:val="18"/>
          <w:szCs w:val="18"/>
        </w:rPr>
        <w:t>l</w:t>
      </w:r>
      <w:r w:rsidR="004F4CDC">
        <w:rPr>
          <w:rFonts w:ascii="Arial" w:eastAsia="Arial" w:hAnsi="Arial" w:cs="Arial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sz w:val="18"/>
          <w:szCs w:val="18"/>
        </w:rPr>
        <w:t>y</w:t>
      </w:r>
      <w:r w:rsidR="004F4CDC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G, N S</w:t>
      </w:r>
      <w:r w:rsidR="004F4CDC">
        <w:rPr>
          <w:rFonts w:ascii="Arial" w:eastAsia="Arial" w:hAnsi="Arial" w:cs="Arial"/>
          <w:spacing w:val="1"/>
          <w:sz w:val="18"/>
          <w:szCs w:val="18"/>
        </w:rPr>
        <w:t>hep</w:t>
      </w:r>
      <w:r w:rsidR="004F4CDC">
        <w:rPr>
          <w:rFonts w:ascii="Arial" w:eastAsia="Arial" w:hAnsi="Arial" w:cs="Arial"/>
          <w:spacing w:val="-2"/>
          <w:sz w:val="18"/>
          <w:szCs w:val="18"/>
        </w:rPr>
        <w:t>h</w:t>
      </w:r>
      <w:r w:rsidR="004F4CDC">
        <w:rPr>
          <w:rFonts w:ascii="Arial" w:eastAsia="Arial" w:hAnsi="Arial" w:cs="Arial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sz w:val="18"/>
          <w:szCs w:val="18"/>
        </w:rPr>
        <w:t>rd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-1"/>
          <w:sz w:val="18"/>
          <w:szCs w:val="18"/>
        </w:rPr>
        <w:t>a</w:t>
      </w:r>
      <w:r w:rsidR="004F4CDC">
        <w:rPr>
          <w:rFonts w:ascii="Arial" w:eastAsia="Arial" w:hAnsi="Arial" w:cs="Arial"/>
          <w:spacing w:val="1"/>
          <w:sz w:val="18"/>
          <w:szCs w:val="18"/>
        </w:rPr>
        <w:t>n</w:t>
      </w:r>
      <w:r w:rsidR="004F4CDC">
        <w:rPr>
          <w:rFonts w:ascii="Arial" w:eastAsia="Arial" w:hAnsi="Arial" w:cs="Arial"/>
          <w:sz w:val="18"/>
          <w:szCs w:val="18"/>
        </w:rPr>
        <w:t>d</w:t>
      </w:r>
      <w:r w:rsidR="004F4CDC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J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S</w:t>
      </w:r>
      <w:r w:rsidR="004F4CDC">
        <w:rPr>
          <w:rFonts w:ascii="Arial" w:eastAsia="Arial" w:hAnsi="Arial" w:cs="Arial"/>
          <w:spacing w:val="1"/>
          <w:sz w:val="18"/>
          <w:szCs w:val="18"/>
        </w:rPr>
        <w:t>ho</w:t>
      </w:r>
      <w:r w:rsidR="004F4CDC">
        <w:rPr>
          <w:rFonts w:ascii="Arial" w:eastAsia="Arial" w:hAnsi="Arial" w:cs="Arial"/>
          <w:sz w:val="18"/>
          <w:szCs w:val="18"/>
        </w:rPr>
        <w:t>rt</w:t>
      </w:r>
      <w:r w:rsidR="004F4CDC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(</w:t>
      </w:r>
      <w:r w:rsidR="004F4CDC">
        <w:rPr>
          <w:rFonts w:ascii="Arial" w:eastAsia="Arial" w:hAnsi="Arial" w:cs="Arial"/>
          <w:spacing w:val="1"/>
          <w:sz w:val="18"/>
          <w:szCs w:val="18"/>
        </w:rPr>
        <w:t>19</w:t>
      </w:r>
      <w:r w:rsidR="004F4CDC">
        <w:rPr>
          <w:rFonts w:ascii="Arial" w:eastAsia="Arial" w:hAnsi="Arial" w:cs="Arial"/>
          <w:spacing w:val="-2"/>
          <w:sz w:val="18"/>
          <w:szCs w:val="18"/>
        </w:rPr>
        <w:t>8</w:t>
      </w:r>
      <w:r w:rsidR="004F4CDC">
        <w:rPr>
          <w:rFonts w:ascii="Arial" w:eastAsia="Arial" w:hAnsi="Arial" w:cs="Arial"/>
          <w:spacing w:val="1"/>
          <w:sz w:val="18"/>
          <w:szCs w:val="18"/>
        </w:rPr>
        <w:t>7</w:t>
      </w:r>
      <w:r w:rsidR="004F4CDC">
        <w:rPr>
          <w:rFonts w:ascii="Arial" w:eastAsia="Arial" w:hAnsi="Arial" w:cs="Arial"/>
          <w:sz w:val="18"/>
          <w:szCs w:val="18"/>
        </w:rPr>
        <w:t>) K</w:t>
      </w:r>
      <w:r w:rsidR="004F4CDC">
        <w:rPr>
          <w:rFonts w:ascii="Arial" w:eastAsia="Arial" w:hAnsi="Arial" w:cs="Arial"/>
          <w:spacing w:val="1"/>
          <w:sz w:val="18"/>
          <w:szCs w:val="18"/>
        </w:rPr>
        <w:t>anga</w:t>
      </w:r>
      <w:r w:rsidR="004F4CDC">
        <w:rPr>
          <w:rFonts w:ascii="Arial" w:eastAsia="Arial" w:hAnsi="Arial" w:cs="Arial"/>
          <w:sz w:val="18"/>
          <w:szCs w:val="18"/>
        </w:rPr>
        <w:t>r</w:t>
      </w:r>
      <w:r w:rsidR="004F4CDC">
        <w:rPr>
          <w:rFonts w:ascii="Arial" w:eastAsia="Arial" w:hAnsi="Arial" w:cs="Arial"/>
          <w:spacing w:val="-2"/>
          <w:sz w:val="18"/>
          <w:szCs w:val="18"/>
        </w:rPr>
        <w:t>o</w:t>
      </w:r>
      <w:r w:rsidR="004F4CDC">
        <w:rPr>
          <w:rFonts w:ascii="Arial" w:eastAsia="Arial" w:hAnsi="Arial" w:cs="Arial"/>
          <w:spacing w:val="1"/>
          <w:sz w:val="18"/>
          <w:szCs w:val="18"/>
        </w:rPr>
        <w:t>os</w:t>
      </w:r>
      <w:r w:rsidR="004F4CDC">
        <w:rPr>
          <w:rFonts w:ascii="Arial" w:eastAsia="Arial" w:hAnsi="Arial" w:cs="Arial"/>
          <w:sz w:val="18"/>
          <w:szCs w:val="18"/>
        </w:rPr>
        <w:t>:</w:t>
      </w:r>
      <w:r w:rsidR="004F4CDC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1"/>
          <w:sz w:val="18"/>
          <w:szCs w:val="18"/>
        </w:rPr>
        <w:t>th</w:t>
      </w:r>
      <w:r w:rsidR="004F4CDC">
        <w:rPr>
          <w:rFonts w:ascii="Arial" w:eastAsia="Arial" w:hAnsi="Arial" w:cs="Arial"/>
          <w:spacing w:val="-2"/>
          <w:sz w:val="18"/>
          <w:szCs w:val="18"/>
        </w:rPr>
        <w:t>e</w:t>
      </w:r>
      <w:r w:rsidR="004F4CDC">
        <w:rPr>
          <w:rFonts w:ascii="Arial" w:eastAsia="Arial" w:hAnsi="Arial" w:cs="Arial"/>
          <w:spacing w:val="1"/>
          <w:sz w:val="18"/>
          <w:szCs w:val="18"/>
        </w:rPr>
        <w:t>i</w:t>
      </w:r>
      <w:r w:rsidR="004F4CDC">
        <w:rPr>
          <w:rFonts w:ascii="Arial" w:eastAsia="Arial" w:hAnsi="Arial" w:cs="Arial"/>
          <w:sz w:val="18"/>
          <w:szCs w:val="18"/>
        </w:rPr>
        <w:t xml:space="preserve">r </w:t>
      </w:r>
      <w:r w:rsidR="004F4CDC">
        <w:rPr>
          <w:rFonts w:ascii="Arial" w:eastAsia="Arial" w:hAnsi="Arial" w:cs="Arial"/>
          <w:spacing w:val="-1"/>
          <w:sz w:val="18"/>
          <w:szCs w:val="18"/>
        </w:rPr>
        <w:t>e</w:t>
      </w:r>
      <w:r w:rsidR="004F4CDC">
        <w:rPr>
          <w:rFonts w:ascii="Arial" w:eastAsia="Arial" w:hAnsi="Arial" w:cs="Arial"/>
          <w:spacing w:val="1"/>
          <w:sz w:val="18"/>
          <w:szCs w:val="18"/>
        </w:rPr>
        <w:t>col</w:t>
      </w:r>
      <w:r w:rsidR="004F4CDC">
        <w:rPr>
          <w:rFonts w:ascii="Arial" w:eastAsia="Arial" w:hAnsi="Arial" w:cs="Arial"/>
          <w:spacing w:val="-2"/>
          <w:sz w:val="18"/>
          <w:szCs w:val="18"/>
        </w:rPr>
        <w:t>o</w:t>
      </w:r>
      <w:r w:rsidR="004F4CDC">
        <w:rPr>
          <w:rFonts w:ascii="Arial" w:eastAsia="Arial" w:hAnsi="Arial" w:cs="Arial"/>
          <w:spacing w:val="1"/>
          <w:sz w:val="18"/>
          <w:szCs w:val="18"/>
        </w:rPr>
        <w:t>g</w:t>
      </w:r>
      <w:r w:rsidR="004F4CDC">
        <w:rPr>
          <w:rFonts w:ascii="Arial" w:eastAsia="Arial" w:hAnsi="Arial" w:cs="Arial"/>
          <w:sz w:val="18"/>
          <w:szCs w:val="18"/>
        </w:rPr>
        <w:t>y</w:t>
      </w:r>
      <w:r w:rsidR="004F4CDC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1"/>
          <w:sz w:val="18"/>
          <w:szCs w:val="18"/>
        </w:rPr>
        <w:t>an</w:t>
      </w:r>
      <w:r w:rsidR="004F4CDC">
        <w:rPr>
          <w:rFonts w:ascii="Arial" w:eastAsia="Arial" w:hAnsi="Arial" w:cs="Arial"/>
          <w:sz w:val="18"/>
          <w:szCs w:val="18"/>
        </w:rPr>
        <w:t>d</w:t>
      </w:r>
      <w:r w:rsidR="004F4CDC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1"/>
          <w:sz w:val="18"/>
          <w:szCs w:val="18"/>
        </w:rPr>
        <w:t>man</w:t>
      </w:r>
      <w:r w:rsidR="004F4CDC">
        <w:rPr>
          <w:rFonts w:ascii="Arial" w:eastAsia="Arial" w:hAnsi="Arial" w:cs="Arial"/>
          <w:spacing w:val="-2"/>
          <w:sz w:val="18"/>
          <w:szCs w:val="18"/>
        </w:rPr>
        <w:t>a</w:t>
      </w:r>
      <w:r w:rsidR="004F4CDC">
        <w:rPr>
          <w:rFonts w:ascii="Arial" w:eastAsia="Arial" w:hAnsi="Arial" w:cs="Arial"/>
          <w:spacing w:val="1"/>
          <w:sz w:val="18"/>
          <w:szCs w:val="18"/>
        </w:rPr>
        <w:t>ge</w:t>
      </w:r>
      <w:r w:rsidR="004F4CDC">
        <w:rPr>
          <w:rFonts w:ascii="Arial" w:eastAsia="Arial" w:hAnsi="Arial" w:cs="Arial"/>
          <w:spacing w:val="-1"/>
          <w:sz w:val="18"/>
          <w:szCs w:val="18"/>
        </w:rPr>
        <w:t>m</w:t>
      </w:r>
      <w:r w:rsidR="004F4CDC">
        <w:rPr>
          <w:rFonts w:ascii="Arial" w:eastAsia="Arial" w:hAnsi="Arial" w:cs="Arial"/>
          <w:spacing w:val="1"/>
          <w:sz w:val="18"/>
          <w:szCs w:val="18"/>
        </w:rPr>
        <w:t>en</w:t>
      </w:r>
      <w:r w:rsidR="004F4CDC">
        <w:rPr>
          <w:rFonts w:ascii="Arial" w:eastAsia="Arial" w:hAnsi="Arial" w:cs="Arial"/>
          <w:sz w:val="18"/>
          <w:szCs w:val="18"/>
        </w:rPr>
        <w:t>t</w:t>
      </w:r>
      <w:r w:rsidR="004F4CDC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1"/>
          <w:sz w:val="18"/>
          <w:szCs w:val="18"/>
        </w:rPr>
        <w:t>i</w:t>
      </w:r>
      <w:r w:rsidR="004F4CDC">
        <w:rPr>
          <w:rFonts w:ascii="Arial" w:eastAsia="Arial" w:hAnsi="Arial" w:cs="Arial"/>
          <w:sz w:val="18"/>
          <w:szCs w:val="18"/>
        </w:rPr>
        <w:t>n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-2"/>
          <w:sz w:val="18"/>
          <w:szCs w:val="18"/>
        </w:rPr>
        <w:t>t</w:t>
      </w:r>
      <w:r w:rsidR="004F4CDC">
        <w:rPr>
          <w:rFonts w:ascii="Arial" w:eastAsia="Arial" w:hAnsi="Arial" w:cs="Arial"/>
          <w:spacing w:val="1"/>
          <w:sz w:val="18"/>
          <w:szCs w:val="18"/>
        </w:rPr>
        <w:t>h</w:t>
      </w:r>
      <w:r w:rsidR="004F4CDC">
        <w:rPr>
          <w:rFonts w:ascii="Arial" w:eastAsia="Arial" w:hAnsi="Arial" w:cs="Arial"/>
          <w:sz w:val="18"/>
          <w:szCs w:val="18"/>
        </w:rPr>
        <w:t xml:space="preserve">e </w:t>
      </w:r>
      <w:r w:rsidR="004F4CDC">
        <w:rPr>
          <w:rFonts w:ascii="Arial" w:eastAsia="Arial" w:hAnsi="Arial" w:cs="Arial"/>
          <w:spacing w:val="1"/>
          <w:sz w:val="18"/>
          <w:szCs w:val="18"/>
        </w:rPr>
        <w:t>she</w:t>
      </w:r>
      <w:r w:rsidR="004F4CDC">
        <w:rPr>
          <w:rFonts w:ascii="Arial" w:eastAsia="Arial" w:hAnsi="Arial" w:cs="Arial"/>
          <w:spacing w:val="-2"/>
          <w:sz w:val="18"/>
          <w:szCs w:val="18"/>
        </w:rPr>
        <w:t>e</w:t>
      </w:r>
      <w:r w:rsidR="004F4CDC">
        <w:rPr>
          <w:rFonts w:ascii="Arial" w:eastAsia="Arial" w:hAnsi="Arial" w:cs="Arial"/>
          <w:sz w:val="18"/>
          <w:szCs w:val="18"/>
        </w:rPr>
        <w:t>p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r</w:t>
      </w:r>
      <w:r w:rsidR="004F4CDC">
        <w:rPr>
          <w:rFonts w:ascii="Arial" w:eastAsia="Arial" w:hAnsi="Arial" w:cs="Arial"/>
          <w:spacing w:val="1"/>
          <w:sz w:val="18"/>
          <w:szCs w:val="18"/>
        </w:rPr>
        <w:t>a</w:t>
      </w:r>
      <w:r w:rsidR="004F4CDC">
        <w:rPr>
          <w:rFonts w:ascii="Arial" w:eastAsia="Arial" w:hAnsi="Arial" w:cs="Arial"/>
          <w:spacing w:val="-2"/>
          <w:sz w:val="18"/>
          <w:szCs w:val="18"/>
        </w:rPr>
        <w:t>n</w:t>
      </w:r>
      <w:r w:rsidR="004F4CDC">
        <w:rPr>
          <w:rFonts w:ascii="Arial" w:eastAsia="Arial" w:hAnsi="Arial" w:cs="Arial"/>
          <w:spacing w:val="1"/>
          <w:sz w:val="18"/>
          <w:szCs w:val="18"/>
        </w:rPr>
        <w:t>ge</w:t>
      </w:r>
      <w:r w:rsidR="004F4CDC">
        <w:rPr>
          <w:rFonts w:ascii="Arial" w:eastAsia="Arial" w:hAnsi="Arial" w:cs="Arial"/>
          <w:spacing w:val="-2"/>
          <w:sz w:val="18"/>
          <w:szCs w:val="18"/>
        </w:rPr>
        <w:t>l</w:t>
      </w:r>
      <w:r w:rsidR="004F4CDC">
        <w:rPr>
          <w:rFonts w:ascii="Arial" w:eastAsia="Arial" w:hAnsi="Arial" w:cs="Arial"/>
          <w:spacing w:val="1"/>
          <w:sz w:val="18"/>
          <w:szCs w:val="18"/>
        </w:rPr>
        <w:t>an</w:t>
      </w:r>
      <w:r w:rsidR="004F4CDC">
        <w:rPr>
          <w:rFonts w:ascii="Arial" w:eastAsia="Arial" w:hAnsi="Arial" w:cs="Arial"/>
          <w:spacing w:val="-2"/>
          <w:sz w:val="18"/>
          <w:szCs w:val="18"/>
        </w:rPr>
        <w:t>d</w:t>
      </w:r>
      <w:r w:rsidR="004F4CDC">
        <w:rPr>
          <w:rFonts w:ascii="Arial" w:eastAsia="Arial" w:hAnsi="Arial" w:cs="Arial"/>
          <w:sz w:val="18"/>
          <w:szCs w:val="18"/>
        </w:rPr>
        <w:t>s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 w:rsidR="004F4CDC">
        <w:rPr>
          <w:rFonts w:ascii="Arial" w:eastAsia="Arial" w:hAnsi="Arial" w:cs="Arial"/>
          <w:sz w:val="18"/>
          <w:szCs w:val="18"/>
        </w:rPr>
        <w:t>f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-3"/>
          <w:sz w:val="18"/>
          <w:szCs w:val="18"/>
        </w:rPr>
        <w:t>A</w:t>
      </w:r>
      <w:r w:rsidR="004F4CDC">
        <w:rPr>
          <w:rFonts w:ascii="Arial" w:eastAsia="Arial" w:hAnsi="Arial" w:cs="Arial"/>
          <w:spacing w:val="1"/>
          <w:sz w:val="18"/>
          <w:szCs w:val="18"/>
        </w:rPr>
        <w:t>us</w:t>
      </w:r>
      <w:r w:rsidR="004F4CDC">
        <w:rPr>
          <w:rFonts w:ascii="Arial" w:eastAsia="Arial" w:hAnsi="Arial" w:cs="Arial"/>
          <w:sz w:val="18"/>
          <w:szCs w:val="18"/>
        </w:rPr>
        <w:t>t</w:t>
      </w:r>
      <w:r w:rsidR="004F4CDC">
        <w:rPr>
          <w:rFonts w:ascii="Arial" w:eastAsia="Arial" w:hAnsi="Arial" w:cs="Arial"/>
          <w:spacing w:val="-2"/>
          <w:sz w:val="18"/>
          <w:szCs w:val="18"/>
        </w:rPr>
        <w:t>r</w:t>
      </w:r>
      <w:r w:rsidR="004F4CDC">
        <w:rPr>
          <w:rFonts w:ascii="Arial" w:eastAsia="Arial" w:hAnsi="Arial" w:cs="Arial"/>
          <w:spacing w:val="1"/>
          <w:sz w:val="18"/>
          <w:szCs w:val="18"/>
        </w:rPr>
        <w:t>al</w:t>
      </w:r>
      <w:r w:rsidR="004F4CDC">
        <w:rPr>
          <w:rFonts w:ascii="Arial" w:eastAsia="Arial" w:hAnsi="Arial" w:cs="Arial"/>
          <w:spacing w:val="-2"/>
          <w:sz w:val="18"/>
          <w:szCs w:val="18"/>
        </w:rPr>
        <w:t>i</w:t>
      </w:r>
      <w:r w:rsidR="004F4CDC">
        <w:rPr>
          <w:rFonts w:ascii="Arial" w:eastAsia="Arial" w:hAnsi="Arial" w:cs="Arial"/>
          <w:spacing w:val="1"/>
          <w:sz w:val="18"/>
          <w:szCs w:val="18"/>
        </w:rPr>
        <w:t>a</w:t>
      </w:r>
      <w:r w:rsidR="004F4CDC">
        <w:rPr>
          <w:rFonts w:ascii="Arial" w:eastAsia="Arial" w:hAnsi="Arial" w:cs="Arial"/>
          <w:sz w:val="18"/>
          <w:szCs w:val="18"/>
        </w:rPr>
        <w:t>,</w:t>
      </w:r>
      <w:r w:rsidR="004F4CDC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C</w:t>
      </w:r>
      <w:r w:rsidR="004F4CDC">
        <w:rPr>
          <w:rFonts w:ascii="Arial" w:eastAsia="Arial" w:hAnsi="Arial" w:cs="Arial"/>
          <w:spacing w:val="1"/>
          <w:sz w:val="18"/>
          <w:szCs w:val="18"/>
        </w:rPr>
        <w:t>amb</w:t>
      </w:r>
      <w:r w:rsidR="004F4CDC">
        <w:rPr>
          <w:rFonts w:ascii="Arial" w:eastAsia="Arial" w:hAnsi="Arial" w:cs="Arial"/>
          <w:sz w:val="18"/>
          <w:szCs w:val="18"/>
        </w:rPr>
        <w:t>r</w:t>
      </w:r>
      <w:r w:rsidR="004F4CDC">
        <w:rPr>
          <w:rFonts w:ascii="Arial" w:eastAsia="Arial" w:hAnsi="Arial" w:cs="Arial"/>
          <w:spacing w:val="-1"/>
          <w:sz w:val="18"/>
          <w:szCs w:val="18"/>
        </w:rPr>
        <w:t>i</w:t>
      </w:r>
      <w:r w:rsidR="004F4CDC">
        <w:rPr>
          <w:rFonts w:ascii="Arial" w:eastAsia="Arial" w:hAnsi="Arial" w:cs="Arial"/>
          <w:spacing w:val="1"/>
          <w:sz w:val="18"/>
          <w:szCs w:val="18"/>
        </w:rPr>
        <w:t>dg</w:t>
      </w:r>
      <w:r w:rsidR="004F4CDC">
        <w:rPr>
          <w:rFonts w:ascii="Arial" w:eastAsia="Arial" w:hAnsi="Arial" w:cs="Arial"/>
          <w:sz w:val="18"/>
          <w:szCs w:val="18"/>
        </w:rPr>
        <w:t>e</w:t>
      </w:r>
      <w:r w:rsidR="004F4CDC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-2"/>
          <w:sz w:val="18"/>
          <w:szCs w:val="18"/>
        </w:rPr>
        <w:t>U</w:t>
      </w:r>
      <w:r w:rsidR="004F4CDC">
        <w:rPr>
          <w:rFonts w:ascii="Arial" w:eastAsia="Arial" w:hAnsi="Arial" w:cs="Arial"/>
          <w:spacing w:val="1"/>
          <w:sz w:val="18"/>
          <w:szCs w:val="18"/>
        </w:rPr>
        <w:t>ni</w:t>
      </w:r>
      <w:r w:rsidR="004F4CDC">
        <w:rPr>
          <w:rFonts w:ascii="Arial" w:eastAsia="Arial" w:hAnsi="Arial" w:cs="Arial"/>
          <w:spacing w:val="-1"/>
          <w:sz w:val="18"/>
          <w:szCs w:val="18"/>
        </w:rPr>
        <w:t>v</w:t>
      </w:r>
      <w:r w:rsidR="004F4CDC">
        <w:rPr>
          <w:rFonts w:ascii="Arial" w:eastAsia="Arial" w:hAnsi="Arial" w:cs="Arial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sz w:val="18"/>
          <w:szCs w:val="18"/>
        </w:rPr>
        <w:t>r</w:t>
      </w:r>
      <w:r w:rsidR="004F4CDC">
        <w:rPr>
          <w:rFonts w:ascii="Arial" w:eastAsia="Arial" w:hAnsi="Arial" w:cs="Arial"/>
          <w:spacing w:val="-1"/>
          <w:sz w:val="18"/>
          <w:szCs w:val="18"/>
        </w:rPr>
        <w:t>s</w:t>
      </w:r>
      <w:r w:rsidR="004F4CDC">
        <w:rPr>
          <w:rFonts w:ascii="Arial" w:eastAsia="Arial" w:hAnsi="Arial" w:cs="Arial"/>
          <w:spacing w:val="1"/>
          <w:sz w:val="18"/>
          <w:szCs w:val="18"/>
        </w:rPr>
        <w:t>i</w:t>
      </w:r>
      <w:r w:rsidR="004F4CDC">
        <w:rPr>
          <w:rFonts w:ascii="Arial" w:eastAsia="Arial" w:hAnsi="Arial" w:cs="Arial"/>
          <w:sz w:val="18"/>
          <w:szCs w:val="18"/>
        </w:rPr>
        <w:t>ty Pr</w:t>
      </w:r>
      <w:r w:rsidR="004F4CDC">
        <w:rPr>
          <w:rFonts w:ascii="Arial" w:eastAsia="Arial" w:hAnsi="Arial" w:cs="Arial"/>
          <w:spacing w:val="1"/>
          <w:sz w:val="18"/>
          <w:szCs w:val="18"/>
        </w:rPr>
        <w:t>ess</w:t>
      </w:r>
      <w:r w:rsidR="004F4CDC">
        <w:rPr>
          <w:rFonts w:ascii="Arial" w:eastAsia="Arial" w:hAnsi="Arial" w:cs="Arial"/>
          <w:sz w:val="18"/>
          <w:szCs w:val="18"/>
        </w:rPr>
        <w:t>,</w:t>
      </w:r>
      <w:r w:rsidR="004F4CDC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z w:val="18"/>
          <w:szCs w:val="18"/>
        </w:rPr>
        <w:t>C</w:t>
      </w:r>
      <w:r w:rsidR="004F4CDC">
        <w:rPr>
          <w:rFonts w:ascii="Arial" w:eastAsia="Arial" w:hAnsi="Arial" w:cs="Arial"/>
          <w:spacing w:val="1"/>
          <w:sz w:val="18"/>
          <w:szCs w:val="18"/>
        </w:rPr>
        <w:t>a</w:t>
      </w:r>
      <w:r w:rsidR="004F4CDC">
        <w:rPr>
          <w:rFonts w:ascii="Arial" w:eastAsia="Arial" w:hAnsi="Arial" w:cs="Arial"/>
          <w:spacing w:val="-1"/>
          <w:sz w:val="18"/>
          <w:szCs w:val="18"/>
        </w:rPr>
        <w:t>m</w:t>
      </w:r>
      <w:r w:rsidR="004F4CDC">
        <w:rPr>
          <w:rFonts w:ascii="Arial" w:eastAsia="Arial" w:hAnsi="Arial" w:cs="Arial"/>
          <w:spacing w:val="1"/>
          <w:sz w:val="18"/>
          <w:szCs w:val="18"/>
        </w:rPr>
        <w:t>b</w:t>
      </w:r>
      <w:r w:rsidR="004F4CDC">
        <w:rPr>
          <w:rFonts w:ascii="Arial" w:eastAsia="Arial" w:hAnsi="Arial" w:cs="Arial"/>
          <w:sz w:val="18"/>
          <w:szCs w:val="18"/>
        </w:rPr>
        <w:t>r</w:t>
      </w:r>
      <w:r w:rsidR="004F4CDC">
        <w:rPr>
          <w:rFonts w:ascii="Arial" w:eastAsia="Arial" w:hAnsi="Arial" w:cs="Arial"/>
          <w:spacing w:val="1"/>
          <w:sz w:val="18"/>
          <w:szCs w:val="18"/>
        </w:rPr>
        <w:t>id</w:t>
      </w:r>
      <w:r w:rsidR="004F4CDC">
        <w:rPr>
          <w:rFonts w:ascii="Arial" w:eastAsia="Arial" w:hAnsi="Arial" w:cs="Arial"/>
          <w:spacing w:val="-2"/>
          <w:sz w:val="18"/>
          <w:szCs w:val="18"/>
        </w:rPr>
        <w:t>g</w:t>
      </w:r>
      <w:r w:rsidR="004F4CDC">
        <w:rPr>
          <w:rFonts w:ascii="Arial" w:eastAsia="Arial" w:hAnsi="Arial" w:cs="Arial"/>
          <w:sz w:val="18"/>
          <w:szCs w:val="18"/>
        </w:rPr>
        <w:t>e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1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 (</w:t>
      </w:r>
      <w:r>
        <w:rPr>
          <w:rFonts w:ascii="Arial" w:eastAsia="Arial" w:hAnsi="Arial" w:cs="Arial"/>
          <w:spacing w:val="1"/>
          <w:sz w:val="18"/>
          <w:szCs w:val="18"/>
        </w:rPr>
        <w:t>198</w:t>
      </w:r>
      <w:r>
        <w:rPr>
          <w:rFonts w:ascii="Arial" w:eastAsia="Arial" w:hAnsi="Arial" w:cs="Arial"/>
          <w:spacing w:val="-2"/>
          <w:sz w:val="18"/>
          <w:szCs w:val="18"/>
        </w:rPr>
        <w:t>7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colog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s’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 Ca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 S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>rd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anga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: t</w:t>
      </w:r>
      <w:r>
        <w:rPr>
          <w:rFonts w:ascii="Arial" w:eastAsia="Arial" w:hAnsi="Arial" w:cs="Arial"/>
          <w:i/>
          <w:spacing w:val="1"/>
          <w:sz w:val="18"/>
          <w:szCs w:val="18"/>
        </w:rPr>
        <w:t>hei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ec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lo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ge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he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p r</w:t>
      </w:r>
      <w:r>
        <w:rPr>
          <w:rFonts w:ascii="Arial" w:eastAsia="Arial" w:hAnsi="Arial" w:cs="Arial"/>
          <w:i/>
          <w:spacing w:val="1"/>
          <w:sz w:val="18"/>
          <w:szCs w:val="18"/>
        </w:rPr>
        <w:t>ange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ia</w:t>
      </w:r>
      <w:r>
        <w:rPr>
          <w:rFonts w:ascii="Arial" w:eastAsia="Arial" w:hAnsi="Arial" w:cs="Arial"/>
          <w:i/>
          <w:sz w:val="18"/>
          <w:szCs w:val="18"/>
        </w:rPr>
        <w:t>,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 Ca</w:t>
      </w:r>
      <w:r>
        <w:rPr>
          <w:rFonts w:ascii="Arial" w:eastAsia="Arial" w:hAnsi="Arial" w:cs="Arial"/>
          <w:spacing w:val="1"/>
          <w:sz w:val="18"/>
          <w:szCs w:val="18"/>
        </w:rPr>
        <w:t>mb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dge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15</w:t>
      </w:r>
      <w:r>
        <w:rPr>
          <w:rFonts w:ascii="Arial" w:eastAsia="Arial" w:hAnsi="Arial" w:cs="Arial"/>
          <w:spacing w:val="3"/>
          <w:sz w:val="18"/>
          <w:szCs w:val="18"/>
        </w:rPr>
        <w:t>9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187.</w:t>
      </w:r>
    </w:p>
    <w:p w:rsidR="00A708F6" w:rsidRDefault="00A708F6">
      <w:pPr>
        <w:spacing w:before="7" w:after="0" w:line="120" w:lineRule="exact"/>
        <w:rPr>
          <w:sz w:val="12"/>
          <w:szCs w:val="12"/>
        </w:rPr>
      </w:pPr>
    </w:p>
    <w:p w:rsidR="00A708F6" w:rsidRDefault="004F4CDC">
      <w:pPr>
        <w:spacing w:after="0" w:line="204" w:lineRule="exact"/>
        <w:ind w:left="108" w:right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G,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985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gh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ul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Jou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 W</w:t>
      </w:r>
      <w:r>
        <w:rPr>
          <w:rFonts w:ascii="Arial" w:eastAsia="Arial" w:hAnsi="Arial" w:cs="Arial"/>
          <w:i/>
          <w:spacing w:val="1"/>
          <w:sz w:val="18"/>
          <w:szCs w:val="18"/>
        </w:rPr>
        <w:t>ild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fe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anage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4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6</w:t>
      </w:r>
      <w:r>
        <w:rPr>
          <w:rFonts w:ascii="Arial" w:eastAsia="Arial" w:hAnsi="Arial" w:cs="Arial"/>
          <w:spacing w:val="-2"/>
          <w:sz w:val="18"/>
          <w:szCs w:val="18"/>
        </w:rPr>
        <w:t>7</w:t>
      </w: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685.</w:t>
      </w:r>
    </w:p>
    <w:p w:rsidR="00A708F6" w:rsidRDefault="00A708F6">
      <w:pPr>
        <w:spacing w:before="3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left="108" w:right="-5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G,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gh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</w:t>
      </w:r>
      <w:r>
        <w:rPr>
          <w:rFonts w:ascii="Arial" w:eastAsia="Arial" w:hAnsi="Arial" w:cs="Arial"/>
          <w:spacing w:val="-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E (</w:t>
      </w:r>
      <w:r>
        <w:rPr>
          <w:rFonts w:ascii="Arial" w:eastAsia="Arial" w:hAnsi="Arial" w:cs="Arial"/>
          <w:spacing w:val="1"/>
          <w:sz w:val="18"/>
          <w:szCs w:val="18"/>
        </w:rPr>
        <w:t>1980</w:t>
      </w:r>
      <w:r>
        <w:rPr>
          <w:rFonts w:ascii="Arial" w:eastAsia="Arial" w:hAnsi="Arial" w:cs="Arial"/>
          <w:sz w:val="18"/>
          <w:szCs w:val="18"/>
        </w:rPr>
        <w:t>) D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eda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mu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?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il</w:t>
      </w:r>
      <w:r>
        <w:rPr>
          <w:rFonts w:ascii="Arial" w:eastAsia="Arial" w:hAnsi="Arial" w:cs="Arial"/>
          <w:i/>
          <w:spacing w:val="-2"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z w:val="18"/>
          <w:szCs w:val="18"/>
        </w:rPr>
        <w:t>fe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2"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,</w:t>
      </w:r>
    </w:p>
    <w:p w:rsidR="00A708F6" w:rsidRDefault="004F4CDC">
      <w:pPr>
        <w:spacing w:before="4"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12.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28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ang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S</w:t>
      </w:r>
      <w:r>
        <w:rPr>
          <w:rFonts w:ascii="Arial" w:eastAsia="Arial" w:hAnsi="Arial" w:cs="Arial"/>
          <w:spacing w:val="1"/>
          <w:sz w:val="18"/>
          <w:szCs w:val="18"/>
        </w:rPr>
        <w:t>pec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8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il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spacing w:val="-2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ra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20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ES A</w:t>
      </w:r>
      <w:r>
        <w:rPr>
          <w:rFonts w:ascii="Arial" w:eastAsia="Arial" w:hAnsi="Arial" w:cs="Arial"/>
          <w:spacing w:val="1"/>
          <w:sz w:val="18"/>
          <w:szCs w:val="18"/>
        </w:rPr>
        <w:t>ppen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ppe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II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II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A708F6" w:rsidRDefault="004F4CDC">
      <w:pPr>
        <w:spacing w:after="0" w:line="206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ua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2</w:t>
      </w:r>
      <w:r>
        <w:rPr>
          <w:rFonts w:ascii="Arial" w:eastAsia="Arial" w:hAnsi="Arial" w:cs="Arial"/>
          <w:spacing w:val="1"/>
          <w:sz w:val="18"/>
          <w:szCs w:val="18"/>
        </w:rPr>
        <w:t>015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ila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z w:val="18"/>
          <w:szCs w:val="18"/>
        </w:rPr>
        <w:t>:</w:t>
      </w:r>
    </w:p>
    <w:p w:rsidR="00A708F6" w:rsidRDefault="002B0ED0">
      <w:pPr>
        <w:spacing w:after="0" w:line="206" w:lineRule="exact"/>
        <w:ind w:left="108" w:right="-20"/>
        <w:rPr>
          <w:rFonts w:ascii="Arial" w:eastAsia="Arial" w:hAnsi="Arial" w:cs="Arial"/>
          <w:sz w:val="18"/>
          <w:szCs w:val="18"/>
        </w:rPr>
      </w:pPr>
      <w:hyperlink r:id="rId31"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h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t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tp</w:t>
        </w:r>
        <w:r w:rsidR="004F4CDC"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s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: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w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w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w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.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ci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t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es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.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r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g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eng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app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appe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n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d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i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ces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.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ph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p</w:t>
        </w:r>
      </w:hyperlink>
    </w:p>
    <w:p w:rsidR="00A708F6" w:rsidRDefault="004F4CDC">
      <w:pPr>
        <w:spacing w:before="2"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ed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9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06" w:lineRule="exact"/>
        <w:ind w:left="108" w:right="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son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1995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log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up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New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 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dne</w:t>
      </w:r>
      <w:r>
        <w:rPr>
          <w:rFonts w:ascii="Arial" w:eastAsia="Arial" w:hAnsi="Arial" w:cs="Arial"/>
          <w:sz w:val="18"/>
          <w:szCs w:val="18"/>
        </w:rPr>
        <w:t>y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left="108" w:right="8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so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3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KJ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lli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 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04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fo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ag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as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lan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fe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iou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ol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pans</w:t>
      </w:r>
      <w:r>
        <w:rPr>
          <w:rFonts w:ascii="Arial" w:eastAsia="Arial" w:hAnsi="Arial" w:cs="Arial"/>
          <w:spacing w:val="-2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one</w:t>
      </w:r>
      <w:r>
        <w:rPr>
          <w:rFonts w:ascii="Arial" w:eastAsia="Arial" w:hAnsi="Arial" w:cs="Arial"/>
          <w:spacing w:val="-2"/>
          <w:sz w:val="18"/>
          <w:szCs w:val="18"/>
        </w:rPr>
        <w:t>?</w:t>
      </w:r>
      <w:r>
        <w:rPr>
          <w:rFonts w:ascii="Arial" w:eastAsia="Arial" w:hAnsi="Arial" w:cs="Arial"/>
          <w:sz w:val="18"/>
          <w:szCs w:val="18"/>
        </w:rPr>
        <w:t>’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us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lia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am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alog</w:t>
      </w:r>
      <w:r>
        <w:rPr>
          <w:rFonts w:ascii="Arial" w:eastAsia="Arial" w:hAnsi="Arial" w:cs="Arial"/>
          <w:i/>
          <w:sz w:val="18"/>
          <w:szCs w:val="18"/>
        </w:rPr>
        <w:t>y</w:t>
      </w:r>
    </w:p>
    <w:p w:rsidR="00A708F6" w:rsidRDefault="004F4CDC">
      <w:pPr>
        <w:spacing w:after="0" w:line="207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1"/>
          <w:sz w:val="18"/>
          <w:szCs w:val="18"/>
        </w:rPr>
        <w:t>26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1</w:t>
      </w:r>
      <w:r>
        <w:rPr>
          <w:rFonts w:ascii="Arial" w:eastAsia="Arial" w:hAnsi="Arial" w:cs="Arial"/>
          <w:spacing w:val="-2"/>
          <w:sz w:val="18"/>
          <w:szCs w:val="18"/>
        </w:rPr>
        <w:t>6</w:t>
      </w:r>
      <w:r>
        <w:rPr>
          <w:rFonts w:ascii="Arial" w:eastAsia="Arial" w:hAnsi="Arial" w:cs="Arial"/>
          <w:spacing w:val="1"/>
          <w:sz w:val="18"/>
          <w:szCs w:val="18"/>
        </w:rPr>
        <w:t>9–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78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5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left="108" w:right="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so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lane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CE,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Carr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HCK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alone</w:t>
      </w:r>
      <w:r>
        <w:rPr>
          <w:rFonts w:ascii="Arial" w:eastAsia="Arial" w:hAnsi="Arial" w:cs="Arial"/>
          <w:sz w:val="18"/>
          <w:szCs w:val="18"/>
        </w:rPr>
        <w:t>y SK (</w:t>
      </w:r>
      <w:r>
        <w:rPr>
          <w:rFonts w:ascii="Arial" w:eastAsia="Arial" w:hAnsi="Arial" w:cs="Arial"/>
          <w:spacing w:val="1"/>
          <w:sz w:val="18"/>
          <w:szCs w:val="18"/>
        </w:rPr>
        <w:t>2007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hou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hea</w:t>
      </w:r>
      <w:r>
        <w:rPr>
          <w:rFonts w:ascii="Arial" w:eastAsia="Arial" w:hAnsi="Arial" w:cs="Arial"/>
          <w:sz w:val="18"/>
          <w:szCs w:val="18"/>
        </w:rPr>
        <w:t>t,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 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lu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abo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J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 Co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pa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v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P</w:t>
      </w:r>
      <w:r>
        <w:rPr>
          <w:rFonts w:ascii="Arial" w:eastAsia="Arial" w:hAnsi="Arial" w:cs="Arial"/>
          <w:i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>y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iol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B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3"/>
          <w:sz w:val="18"/>
          <w:szCs w:val="18"/>
        </w:rPr>
        <w:t>B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che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ys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</w:t>
      </w:r>
    </w:p>
    <w:p w:rsidR="00A708F6" w:rsidRDefault="004F4CDC">
      <w:pPr>
        <w:spacing w:after="0" w:line="458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position w:val="20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nvi</w:t>
      </w:r>
      <w:r>
        <w:rPr>
          <w:rFonts w:ascii="Arial" w:eastAsia="Arial" w:hAnsi="Arial" w:cs="Arial"/>
          <w:i/>
          <w:position w:val="20"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position w:val="20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position w:val="20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en</w:t>
      </w:r>
      <w:r>
        <w:rPr>
          <w:rFonts w:ascii="Arial" w:eastAsia="Arial" w:hAnsi="Arial" w:cs="Arial"/>
          <w:i/>
          <w:position w:val="20"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position w:val="20"/>
          <w:sz w:val="18"/>
          <w:szCs w:val="18"/>
        </w:rPr>
        <w:t>a</w:t>
      </w:r>
      <w:r>
        <w:rPr>
          <w:rFonts w:ascii="Arial" w:eastAsia="Arial" w:hAnsi="Arial" w:cs="Arial"/>
          <w:i/>
          <w:position w:val="20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position w:val="20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h</w:t>
      </w:r>
      <w:r>
        <w:rPr>
          <w:rFonts w:ascii="Arial" w:eastAsia="Arial" w:hAnsi="Arial" w:cs="Arial"/>
          <w:i/>
          <w:spacing w:val="-1"/>
          <w:position w:val="20"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s</w:t>
      </w:r>
      <w:r>
        <w:rPr>
          <w:rFonts w:ascii="Arial" w:eastAsia="Arial" w:hAnsi="Arial" w:cs="Arial"/>
          <w:i/>
          <w:spacing w:val="-2"/>
          <w:position w:val="20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position w:val="20"/>
          <w:sz w:val="18"/>
          <w:szCs w:val="18"/>
        </w:rPr>
        <w:t>olo</w:t>
      </w:r>
      <w:r>
        <w:rPr>
          <w:rFonts w:ascii="Arial" w:eastAsia="Arial" w:hAnsi="Arial" w:cs="Arial"/>
          <w:i/>
          <w:spacing w:val="-2"/>
          <w:position w:val="20"/>
          <w:sz w:val="18"/>
          <w:szCs w:val="18"/>
        </w:rPr>
        <w:t>g</w:t>
      </w:r>
      <w:r>
        <w:rPr>
          <w:rFonts w:ascii="Arial" w:eastAsia="Arial" w:hAnsi="Arial" w:cs="Arial"/>
          <w:i/>
          <w:position w:val="20"/>
          <w:sz w:val="18"/>
          <w:szCs w:val="18"/>
        </w:rPr>
        <w:t>y</w:t>
      </w:r>
      <w:r>
        <w:rPr>
          <w:rFonts w:ascii="Arial" w:eastAsia="Arial" w:hAnsi="Arial" w:cs="Arial"/>
          <w:i/>
          <w:spacing w:val="4"/>
          <w:position w:val="2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position w:val="20"/>
          <w:sz w:val="18"/>
          <w:szCs w:val="18"/>
        </w:rPr>
        <w:t>1</w:t>
      </w:r>
      <w:r>
        <w:rPr>
          <w:rFonts w:ascii="Arial" w:eastAsia="Arial" w:hAnsi="Arial" w:cs="Arial"/>
          <w:b/>
          <w:bCs/>
          <w:spacing w:val="1"/>
          <w:position w:val="20"/>
          <w:sz w:val="18"/>
          <w:szCs w:val="18"/>
        </w:rPr>
        <w:t>7</w:t>
      </w:r>
      <w:r>
        <w:rPr>
          <w:rFonts w:ascii="Arial" w:eastAsia="Arial" w:hAnsi="Arial" w:cs="Arial"/>
          <w:b/>
          <w:bCs/>
          <w:spacing w:val="-2"/>
          <w:position w:val="20"/>
          <w:sz w:val="18"/>
          <w:szCs w:val="18"/>
        </w:rPr>
        <w:t>7</w:t>
      </w:r>
      <w:r>
        <w:rPr>
          <w:rFonts w:ascii="Arial" w:eastAsia="Arial" w:hAnsi="Arial" w:cs="Arial"/>
          <w:position w:val="20"/>
          <w:sz w:val="18"/>
          <w:szCs w:val="18"/>
        </w:rPr>
        <w:t>,</w:t>
      </w:r>
      <w:r>
        <w:rPr>
          <w:rFonts w:ascii="Arial" w:eastAsia="Arial" w:hAnsi="Arial" w:cs="Arial"/>
          <w:spacing w:val="1"/>
          <w:position w:val="20"/>
          <w:sz w:val="18"/>
          <w:szCs w:val="18"/>
        </w:rPr>
        <w:t xml:space="preserve"> 79</w:t>
      </w:r>
      <w:r>
        <w:rPr>
          <w:rFonts w:ascii="Arial" w:eastAsia="Arial" w:hAnsi="Arial" w:cs="Arial"/>
          <w:spacing w:val="2"/>
          <w:position w:val="20"/>
          <w:sz w:val="18"/>
          <w:szCs w:val="18"/>
        </w:rPr>
        <w:t>7</w:t>
      </w:r>
      <w:r>
        <w:rPr>
          <w:rFonts w:ascii="Cambria Math" w:eastAsia="Cambria Math" w:hAnsi="Cambria Math" w:cs="Cambria Math"/>
          <w:spacing w:val="-2"/>
          <w:position w:val="20"/>
          <w:sz w:val="18"/>
          <w:szCs w:val="18"/>
        </w:rPr>
        <w:t>‐</w:t>
      </w:r>
      <w:r>
        <w:rPr>
          <w:rFonts w:ascii="Arial" w:eastAsia="Arial" w:hAnsi="Arial" w:cs="Arial"/>
          <w:spacing w:val="1"/>
          <w:position w:val="20"/>
          <w:sz w:val="18"/>
          <w:szCs w:val="18"/>
        </w:rPr>
        <w:t>807.</w:t>
      </w:r>
    </w:p>
    <w:p w:rsidR="00A708F6" w:rsidRDefault="004F4CDC">
      <w:pPr>
        <w:spacing w:after="0" w:line="104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>F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-3"/>
          <w:position w:val="2"/>
          <w:sz w:val="18"/>
          <w:szCs w:val="18"/>
        </w:rPr>
        <w:t>w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s</w:t>
      </w:r>
      <w:r>
        <w:rPr>
          <w:rFonts w:ascii="Arial" w:eastAsia="Arial" w:hAnsi="Arial" w:cs="Arial"/>
          <w:position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e</w:t>
      </w:r>
      <w:r>
        <w:rPr>
          <w:rFonts w:ascii="Arial" w:eastAsia="Arial" w:hAnsi="Arial" w:cs="Arial"/>
          <w:position w:val="2"/>
          <w:sz w:val="18"/>
          <w:szCs w:val="18"/>
        </w:rPr>
        <w:t>r,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R.</w:t>
      </w:r>
      <w:r>
        <w:rPr>
          <w:rFonts w:ascii="Arial" w:eastAsia="Arial" w:hAnsi="Arial" w:cs="Arial"/>
          <w:spacing w:val="-4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2"/>
          <w:position w:val="2"/>
          <w:sz w:val="18"/>
          <w:szCs w:val="18"/>
        </w:rPr>
        <w:t>.</w:t>
      </w:r>
      <w:r>
        <w:rPr>
          <w:rFonts w:ascii="Arial" w:eastAsia="Arial" w:hAnsi="Arial" w:cs="Arial"/>
          <w:position w:val="2"/>
          <w:sz w:val="20"/>
          <w:szCs w:val="20"/>
        </w:rPr>
        <w:t>,</w:t>
      </w:r>
      <w:r>
        <w:rPr>
          <w:rFonts w:ascii="Arial" w:eastAsia="Arial" w:hAnsi="Arial" w:cs="Arial"/>
          <w:spacing w:val="-1"/>
          <w:position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0"/>
          <w:szCs w:val="20"/>
        </w:rPr>
        <w:t>a</w:t>
      </w:r>
      <w:r>
        <w:rPr>
          <w:rFonts w:ascii="Arial" w:eastAsia="Arial" w:hAnsi="Arial" w:cs="Arial"/>
          <w:position w:val="2"/>
          <w:sz w:val="20"/>
          <w:szCs w:val="20"/>
        </w:rPr>
        <w:t>nd</w:t>
      </w:r>
      <w:r>
        <w:rPr>
          <w:rFonts w:ascii="Arial" w:eastAsia="Arial" w:hAnsi="Arial" w:cs="Arial"/>
          <w:spacing w:val="-4"/>
          <w:position w:val="2"/>
          <w:sz w:val="20"/>
          <w:szCs w:val="20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ople</w:t>
      </w:r>
      <w:r>
        <w:rPr>
          <w:rFonts w:ascii="Arial" w:eastAsia="Arial" w:hAnsi="Arial" w:cs="Arial"/>
          <w:position w:val="2"/>
          <w:sz w:val="18"/>
          <w:szCs w:val="18"/>
        </w:rPr>
        <w:t>,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A.R.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(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2008</w:t>
      </w:r>
      <w:r>
        <w:rPr>
          <w:rFonts w:ascii="Arial" w:eastAsia="Arial" w:hAnsi="Arial" w:cs="Arial"/>
          <w:position w:val="2"/>
          <w:sz w:val="18"/>
          <w:szCs w:val="18"/>
        </w:rPr>
        <w:t>)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A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o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i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o</w:t>
      </w:r>
      <w:r>
        <w:rPr>
          <w:rFonts w:ascii="Arial" w:eastAsia="Arial" w:hAnsi="Arial" w:cs="Arial"/>
          <w:position w:val="2"/>
          <w:sz w:val="18"/>
          <w:szCs w:val="18"/>
        </w:rPr>
        <w:t>n</w:t>
      </w:r>
    </w:p>
    <w:p w:rsidR="00A708F6" w:rsidRDefault="004F4CDC">
      <w:pPr>
        <w:spacing w:before="4" w:after="0" w:line="237" w:lineRule="auto"/>
        <w:ind w:left="108" w:right="-5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ma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2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2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mpl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li</w:t>
      </w:r>
      <w:r>
        <w:rPr>
          <w:rFonts w:ascii="Arial" w:eastAsia="Arial" w:hAnsi="Arial" w:cs="Arial"/>
          <w:i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e 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rc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20</w:t>
      </w:r>
      <w:r>
        <w:rPr>
          <w:rFonts w:ascii="Arial" w:eastAsia="Arial" w:hAnsi="Arial" w:cs="Arial"/>
          <w:spacing w:val="2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>330.</w:t>
      </w:r>
    </w:p>
    <w:p w:rsidR="00A708F6" w:rsidRDefault="00A708F6">
      <w:pPr>
        <w:spacing w:before="3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34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ing</w:t>
      </w:r>
      <w:r>
        <w:rPr>
          <w:rFonts w:ascii="Arial" w:eastAsia="Arial" w:hAnsi="Arial" w:cs="Arial"/>
          <w:sz w:val="18"/>
          <w:szCs w:val="18"/>
        </w:rPr>
        <w:t>, P.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.S</w:t>
      </w:r>
      <w:r>
        <w:rPr>
          <w:rFonts w:ascii="Arial" w:eastAsia="Arial" w:hAnsi="Arial" w:cs="Arial"/>
          <w:spacing w:val="1"/>
          <w:sz w:val="18"/>
          <w:szCs w:val="18"/>
        </w:rPr>
        <w:t>.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ace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sz w:val="18"/>
          <w:szCs w:val="18"/>
        </w:rPr>
        <w:t>.P.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008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om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hum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ft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ho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nu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ni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4F4CDC">
      <w:pPr>
        <w:spacing w:after="0" w:line="224" w:lineRule="exact"/>
        <w:ind w:left="10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18"/>
          <w:szCs w:val="18"/>
        </w:rPr>
        <w:t>ai</w:t>
      </w:r>
      <w:r>
        <w:rPr>
          <w:rFonts w:ascii="Arial" w:eastAsia="Arial" w:hAnsi="Arial" w:cs="Arial"/>
          <w:sz w:val="18"/>
          <w:szCs w:val="18"/>
        </w:rPr>
        <w:t>r.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li</w:t>
      </w:r>
      <w:r>
        <w:rPr>
          <w:rFonts w:ascii="Arial" w:eastAsia="Arial" w:hAnsi="Arial" w:cs="Arial"/>
          <w:i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</w:t>
      </w:r>
      <w:r>
        <w:rPr>
          <w:rFonts w:ascii="Arial" w:eastAsia="Arial" w:hAnsi="Arial" w:cs="Arial"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ar</w:t>
      </w:r>
      <w:r>
        <w:rPr>
          <w:rFonts w:ascii="Arial" w:eastAsia="Arial" w:hAnsi="Arial" w:cs="Arial"/>
          <w:i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58–</w:t>
      </w:r>
      <w:r>
        <w:rPr>
          <w:rFonts w:ascii="Arial" w:eastAsia="Arial" w:hAnsi="Arial" w:cs="Arial"/>
          <w:spacing w:val="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-1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</w:p>
    <w:p w:rsidR="00A708F6" w:rsidRDefault="00A708F6">
      <w:pPr>
        <w:spacing w:before="2" w:after="0" w:line="130" w:lineRule="exact"/>
        <w:rPr>
          <w:sz w:val="13"/>
          <w:szCs w:val="13"/>
        </w:rPr>
      </w:pPr>
    </w:p>
    <w:p w:rsidR="00A708F6" w:rsidRDefault="004F4CDC">
      <w:pPr>
        <w:spacing w:after="0" w:line="202" w:lineRule="exact"/>
        <w:ind w:left="108" w:right="1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 (</w:t>
      </w:r>
      <w:r>
        <w:rPr>
          <w:rFonts w:ascii="Arial" w:eastAsia="Arial" w:hAnsi="Arial" w:cs="Arial"/>
          <w:spacing w:val="1"/>
          <w:sz w:val="18"/>
          <w:szCs w:val="18"/>
        </w:rPr>
        <w:t>19</w:t>
      </w:r>
      <w:r>
        <w:rPr>
          <w:rFonts w:ascii="Arial" w:eastAsia="Arial" w:hAnsi="Arial" w:cs="Arial"/>
          <w:spacing w:val="-2"/>
          <w:sz w:val="18"/>
          <w:szCs w:val="18"/>
        </w:rPr>
        <w:t>8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all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"/>
          <w:sz w:val="18"/>
          <w:szCs w:val="18"/>
        </w:rPr>
        <w:t>unde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?</w:t>
      </w:r>
      <w:r>
        <w:rPr>
          <w:rFonts w:ascii="Arial" w:eastAsia="Arial" w:hAnsi="Arial" w:cs="Arial"/>
          <w:sz w:val="18"/>
          <w:szCs w:val="18"/>
        </w:rPr>
        <w:t>’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us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ali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ry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21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123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127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4F4CDC">
      <w:pPr>
        <w:spacing w:before="10" w:after="0" w:line="190" w:lineRule="exact"/>
        <w:rPr>
          <w:sz w:val="19"/>
          <w:szCs w:val="19"/>
        </w:rPr>
      </w:pPr>
      <w:r>
        <w:br w:type="column"/>
      </w: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A708F6">
      <w:pPr>
        <w:spacing w:after="0" w:line="200" w:lineRule="exact"/>
        <w:rPr>
          <w:sz w:val="20"/>
          <w:szCs w:val="20"/>
        </w:rPr>
      </w:pPr>
    </w:p>
    <w:p w:rsidR="00A708F6" w:rsidRDefault="004F4CDC">
      <w:pPr>
        <w:spacing w:after="0" w:line="240" w:lineRule="auto"/>
        <w:ind w:right="1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 (</w:t>
      </w:r>
      <w:r>
        <w:rPr>
          <w:rFonts w:ascii="Arial" w:eastAsia="Arial" w:hAnsi="Arial" w:cs="Arial"/>
          <w:spacing w:val="1"/>
          <w:sz w:val="18"/>
          <w:szCs w:val="18"/>
        </w:rPr>
        <w:t>19</w:t>
      </w:r>
      <w:r>
        <w:rPr>
          <w:rFonts w:ascii="Arial" w:eastAsia="Arial" w:hAnsi="Arial" w:cs="Arial"/>
          <w:spacing w:val="-2"/>
          <w:sz w:val="18"/>
          <w:szCs w:val="18"/>
        </w:rPr>
        <w:t>9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3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nd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GC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</w:t>
      </w:r>
      <w:r>
        <w:rPr>
          <w:rFonts w:ascii="Arial" w:eastAsia="Arial" w:hAnsi="Arial" w:cs="Arial"/>
          <w:spacing w:val="1"/>
          <w:sz w:val="18"/>
          <w:szCs w:val="18"/>
        </w:rPr>
        <w:t>gg</w:t>
      </w:r>
      <w:r>
        <w:rPr>
          <w:rFonts w:ascii="Arial" w:eastAsia="Arial" w:hAnsi="Arial" w:cs="Arial"/>
          <w:sz w:val="18"/>
          <w:szCs w:val="18"/>
        </w:rPr>
        <w:t>, PT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Lun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eds</w:t>
      </w:r>
      <w:r>
        <w:rPr>
          <w:rFonts w:ascii="Arial" w:eastAsia="Arial" w:hAnsi="Arial" w:cs="Arial"/>
          <w:spacing w:val="-2"/>
          <w:sz w:val="18"/>
          <w:szCs w:val="18"/>
        </w:rPr>
        <w:t>)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i/>
          <w:sz w:val="18"/>
          <w:szCs w:val="18"/>
        </w:rPr>
        <w:t>Co</w:t>
      </w:r>
      <w:r>
        <w:rPr>
          <w:rFonts w:ascii="Arial" w:eastAsia="Arial" w:hAnsi="Arial" w:cs="Arial"/>
          <w:i/>
          <w:spacing w:val="1"/>
          <w:sz w:val="18"/>
          <w:szCs w:val="18"/>
        </w:rPr>
        <w:t>nse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va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 xml:space="preserve">h </w:t>
      </w:r>
      <w:r>
        <w:rPr>
          <w:rFonts w:ascii="Arial" w:eastAsia="Arial" w:hAnsi="Arial" w:cs="Arial"/>
          <w:i/>
          <w:spacing w:val="1"/>
          <w:sz w:val="18"/>
          <w:szCs w:val="18"/>
        </w:rPr>
        <w:t>sus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ai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ab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il</w:t>
      </w:r>
      <w:r>
        <w:rPr>
          <w:rFonts w:ascii="Arial" w:eastAsia="Arial" w:hAnsi="Arial" w:cs="Arial"/>
          <w:i/>
          <w:spacing w:val="-2"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tre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B</w:t>
      </w:r>
      <w:r>
        <w:rPr>
          <w:rFonts w:ascii="Arial" w:eastAsia="Arial" w:hAnsi="Arial" w:cs="Arial"/>
          <w:spacing w:val="1"/>
          <w:sz w:val="18"/>
          <w:szCs w:val="18"/>
        </w:rPr>
        <w:t>iol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ens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and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ba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4F4CDC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161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-2"/>
          <w:sz w:val="18"/>
          <w:szCs w:val="18"/>
        </w:rPr>
        <w:t>6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39" w:lineRule="auto"/>
        <w:ind w:right="1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 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ab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pes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ol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oos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D Re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olds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KH 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eds</w:t>
      </w:r>
      <w:r>
        <w:rPr>
          <w:rFonts w:ascii="Arial" w:eastAsia="Arial" w:hAnsi="Arial" w:cs="Arial"/>
          <w:sz w:val="18"/>
          <w:szCs w:val="18"/>
        </w:rPr>
        <w:t xml:space="preserve">), </w:t>
      </w:r>
      <w:r>
        <w:rPr>
          <w:rFonts w:ascii="Arial" w:eastAsia="Arial" w:hAnsi="Arial" w:cs="Arial"/>
          <w:i/>
          <w:sz w:val="18"/>
          <w:szCs w:val="18"/>
        </w:rPr>
        <w:t>Co</w:t>
      </w:r>
      <w:r>
        <w:rPr>
          <w:rFonts w:ascii="Arial" w:eastAsia="Arial" w:hAnsi="Arial" w:cs="Arial"/>
          <w:i/>
          <w:spacing w:val="1"/>
          <w:sz w:val="18"/>
          <w:szCs w:val="18"/>
        </w:rPr>
        <w:t>nse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va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xp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oi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ci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4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mb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dg</w:t>
      </w:r>
      <w:r>
        <w:rPr>
          <w:rFonts w:ascii="Arial" w:eastAsia="Arial" w:hAnsi="Arial" w:cs="Arial"/>
          <w:sz w:val="18"/>
          <w:szCs w:val="18"/>
        </w:rPr>
        <w:t>e Un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ss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elbou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right="11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cke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cLeo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vin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th </w:t>
      </w:r>
      <w:r>
        <w:rPr>
          <w:rFonts w:ascii="Arial" w:eastAsia="Arial" w:hAnsi="Arial" w:cs="Arial"/>
          <w:i/>
          <w:spacing w:val="1"/>
          <w:sz w:val="18"/>
          <w:szCs w:val="18"/>
        </w:rPr>
        <w:t>kan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gu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anga</w:t>
      </w:r>
      <w:r>
        <w:rPr>
          <w:rFonts w:ascii="Arial" w:eastAsia="Arial" w:hAnsi="Arial" w:cs="Arial"/>
          <w:i/>
          <w:spacing w:val="-2"/>
          <w:sz w:val="18"/>
          <w:szCs w:val="18"/>
        </w:rPr>
        <w:t>ro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i/>
          <w:spacing w:val="-2"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>ei</w:t>
      </w:r>
      <w:r>
        <w:rPr>
          <w:rFonts w:ascii="Arial" w:eastAsia="Arial" w:hAnsi="Arial" w:cs="Arial"/>
          <w:i/>
          <w:sz w:val="18"/>
          <w:szCs w:val="18"/>
        </w:rPr>
        <w:t xml:space="preserve">r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anage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rr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4"/>
          <w:sz w:val="18"/>
          <w:szCs w:val="18"/>
        </w:rPr>
        <w:t>y</w:t>
      </w:r>
      <w:r>
        <w:rPr>
          <w:rFonts w:ascii="Arial" w:eastAsia="Arial" w:hAnsi="Arial" w:cs="Arial"/>
          <w:i/>
          <w:sz w:val="18"/>
          <w:szCs w:val="18"/>
        </w:rPr>
        <w:t>-D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lin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B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New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 xml:space="preserve">th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ale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epa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cu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ang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06" w:lineRule="exact"/>
        <w:ind w:right="20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cke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cLeo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Dr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enh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mbe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Pr</w:t>
      </w:r>
      <w:r>
        <w:rPr>
          <w:rFonts w:ascii="Arial" w:eastAsia="Arial" w:hAnsi="Arial" w:cs="Arial"/>
          <w:spacing w:val="1"/>
          <w:sz w:val="18"/>
          <w:szCs w:val="18"/>
        </w:rPr>
        <w:t>adha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 (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) K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man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y-Dar</w:t>
      </w:r>
      <w:r>
        <w:rPr>
          <w:rFonts w:ascii="Arial" w:eastAsia="Arial" w:hAnsi="Arial" w:cs="Arial"/>
          <w:spacing w:val="1"/>
          <w:sz w:val="18"/>
          <w:szCs w:val="18"/>
        </w:rPr>
        <w:t>lin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ay</w:t>
      </w:r>
      <w:r>
        <w:rPr>
          <w:rFonts w:ascii="Arial" w:eastAsia="Arial" w:hAnsi="Arial" w:cs="Arial"/>
          <w:sz w:val="18"/>
          <w:szCs w:val="18"/>
        </w:rPr>
        <w:t>-Dar</w:t>
      </w:r>
      <w:r>
        <w:rPr>
          <w:rFonts w:ascii="Arial" w:eastAsia="Arial" w:hAnsi="Arial" w:cs="Arial"/>
          <w:spacing w:val="1"/>
          <w:sz w:val="18"/>
          <w:szCs w:val="18"/>
        </w:rPr>
        <w:t>lin</w:t>
      </w:r>
      <w:r>
        <w:rPr>
          <w:rFonts w:ascii="Arial" w:eastAsia="Arial" w:hAnsi="Arial" w:cs="Arial"/>
          <w:sz w:val="18"/>
          <w:szCs w:val="18"/>
        </w:rPr>
        <w:t>g B</w:t>
      </w:r>
      <w:r>
        <w:rPr>
          <w:rFonts w:ascii="Arial" w:eastAsia="Arial" w:hAnsi="Arial" w:cs="Arial"/>
          <w:spacing w:val="1"/>
          <w:sz w:val="18"/>
          <w:szCs w:val="18"/>
        </w:rPr>
        <w:t>asi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nbe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right="15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cke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RB,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cLeo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uha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003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val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v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eg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 xml:space="preserve">r </w:t>
      </w:r>
      <w:r>
        <w:rPr>
          <w:rFonts w:ascii="Arial" w:eastAsia="Arial" w:hAnsi="Arial" w:cs="Arial"/>
          <w:i/>
          <w:spacing w:val="1"/>
          <w:sz w:val="18"/>
          <w:szCs w:val="18"/>
        </w:rPr>
        <w:t>kan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th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rr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3"/>
          <w:sz w:val="18"/>
          <w:szCs w:val="18"/>
        </w:rPr>
        <w:t>y</w:t>
      </w:r>
      <w:r>
        <w:rPr>
          <w:rFonts w:ascii="Arial" w:eastAsia="Arial" w:hAnsi="Arial" w:cs="Arial"/>
          <w:i/>
          <w:sz w:val="18"/>
          <w:szCs w:val="18"/>
        </w:rPr>
        <w:t>-Dar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B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y-Dar</w:t>
      </w:r>
      <w:r>
        <w:rPr>
          <w:rFonts w:ascii="Arial" w:eastAsia="Arial" w:hAnsi="Arial" w:cs="Arial"/>
          <w:spacing w:val="1"/>
          <w:sz w:val="18"/>
          <w:szCs w:val="18"/>
        </w:rPr>
        <w:t>lin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right="8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2001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ge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-2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ac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sz w:val="18"/>
          <w:szCs w:val="18"/>
        </w:rPr>
        <w:t xml:space="preserve">f </w:t>
      </w:r>
      <w:r>
        <w:rPr>
          <w:rFonts w:ascii="Arial" w:eastAsia="Arial" w:hAnsi="Arial" w:cs="Arial"/>
          <w:i/>
          <w:spacing w:val="1"/>
          <w:sz w:val="18"/>
          <w:szCs w:val="18"/>
        </w:rPr>
        <w:t>ha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v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ine</w:t>
      </w:r>
      <w:r>
        <w:rPr>
          <w:rFonts w:ascii="Arial" w:eastAsia="Arial" w:hAnsi="Arial" w:cs="Arial"/>
          <w:sz w:val="18"/>
          <w:szCs w:val="18"/>
        </w:rPr>
        <w:t>: (</w:t>
      </w:r>
      <w:hyperlink r:id="rId32"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h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tp</w:t>
        </w:r>
        <w:r>
          <w:rPr>
            <w:rFonts w:ascii="Arial" w:eastAsia="Arial" w:hAnsi="Arial" w:cs="Arial"/>
            <w:color w:val="0000FF"/>
            <w:sz w:val="18"/>
            <w:szCs w:val="18"/>
          </w:rPr>
          <w:t>: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en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i</w:t>
        </w:r>
        <w:r>
          <w:rPr>
            <w:rFonts w:ascii="Arial" w:eastAsia="Arial" w:hAnsi="Arial" w:cs="Arial"/>
            <w:color w:val="0000FF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onmen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ns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go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au</w:t>
        </w:r>
        <w:r>
          <w:rPr>
            <w:rFonts w:ascii="Arial" w:eastAsia="Arial" w:hAnsi="Arial" w:cs="Arial"/>
            <w:color w:val="0000FF"/>
            <w:sz w:val="18"/>
            <w:szCs w:val="18"/>
          </w:rPr>
          <w:t>/r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sou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n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a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u</w:t>
        </w:r>
        <w:r>
          <w:rPr>
            <w:rFonts w:ascii="Arial" w:eastAsia="Arial" w:hAnsi="Arial" w:cs="Arial"/>
            <w:color w:val="0000FF"/>
            <w:sz w:val="18"/>
            <w:szCs w:val="18"/>
          </w:rPr>
          <w:t>re</w:t>
        </w:r>
      </w:hyperlink>
    </w:p>
    <w:p w:rsidR="00A708F6" w:rsidRDefault="002B0ED0">
      <w:pPr>
        <w:spacing w:before="1" w:after="0" w:line="208" w:lineRule="exact"/>
        <w:ind w:right="386"/>
        <w:rPr>
          <w:rFonts w:ascii="Arial" w:eastAsia="Arial" w:hAnsi="Arial" w:cs="Arial"/>
          <w:sz w:val="18"/>
          <w:szCs w:val="18"/>
        </w:rPr>
      </w:pPr>
      <w:hyperlink r:id="rId33">
        <w:r w:rsidR="004F4CDC">
          <w:rPr>
            <w:rFonts w:ascii="Arial" w:eastAsia="Arial" w:hAnsi="Arial" w:cs="Arial"/>
            <w:color w:val="0000FF"/>
            <w:sz w:val="18"/>
            <w:szCs w:val="18"/>
          </w:rPr>
          <w:t>/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gene</w:t>
        </w:r>
        <w:r w:rsidR="004F4CDC"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t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i</w:t>
        </w:r>
        <w:r w:rsidR="004F4CDC"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c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s</w:t>
        </w:r>
        <w:r w:rsidR="004F4CDC">
          <w:rPr>
            <w:rFonts w:ascii="Arial" w:eastAsia="Arial" w:hAnsi="Arial" w:cs="Arial"/>
            <w:color w:val="0000FF"/>
            <w:sz w:val="18"/>
            <w:szCs w:val="18"/>
          </w:rPr>
          <w:t>.</w:t>
        </w:r>
        <w:r w:rsidR="004F4CDC"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p</w:t>
        </w:r>
        <w:r w:rsidR="004F4CDC">
          <w:rPr>
            <w:rFonts w:ascii="Arial" w:eastAsia="Arial" w:hAnsi="Arial" w:cs="Arial"/>
            <w:color w:val="0000FF"/>
            <w:spacing w:val="1"/>
            <w:sz w:val="18"/>
            <w:szCs w:val="18"/>
          </w:rPr>
          <w:t>d</w:t>
        </w:r>
        <w:r w:rsidR="004F4CDC">
          <w:rPr>
            <w:rFonts w:ascii="Arial" w:eastAsia="Arial" w:hAnsi="Arial" w:cs="Arial"/>
            <w:color w:val="0000FF"/>
            <w:spacing w:val="2"/>
            <w:sz w:val="18"/>
            <w:szCs w:val="18"/>
          </w:rPr>
          <w:t>f</w:t>
        </w:r>
      </w:hyperlink>
      <w:r w:rsidR="004F4CDC">
        <w:rPr>
          <w:rFonts w:ascii="Arial" w:eastAsia="Arial" w:hAnsi="Arial" w:cs="Arial"/>
          <w:color w:val="000000"/>
          <w:sz w:val="18"/>
          <w:szCs w:val="18"/>
        </w:rPr>
        <w:t xml:space="preserve">) 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 w:rsidR="004F4CDC">
        <w:rPr>
          <w:rFonts w:ascii="Arial" w:eastAsia="Arial" w:hAnsi="Arial" w:cs="Arial"/>
          <w:color w:val="000000"/>
          <w:sz w:val="18"/>
          <w:szCs w:val="18"/>
        </w:rPr>
        <w:t>f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f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 w:rsidR="004F4CDC">
        <w:rPr>
          <w:rFonts w:ascii="Arial" w:eastAsia="Arial" w:hAnsi="Arial" w:cs="Arial"/>
          <w:color w:val="000000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 w:rsidR="004F4CDC">
        <w:rPr>
          <w:rFonts w:ascii="Arial" w:eastAsia="Arial" w:hAnsi="Arial" w:cs="Arial"/>
          <w:color w:val="000000"/>
          <w:sz w:val="18"/>
          <w:szCs w:val="18"/>
        </w:rPr>
        <w:t>f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color w:val="000000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v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 w:rsidR="004F4CDC">
        <w:rPr>
          <w:rFonts w:ascii="Arial" w:eastAsia="Arial" w:hAnsi="Arial" w:cs="Arial"/>
          <w:color w:val="000000"/>
          <w:sz w:val="18"/>
          <w:szCs w:val="18"/>
        </w:rPr>
        <w:t>r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o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nme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n</w:t>
      </w:r>
      <w:r w:rsidR="004F4CDC">
        <w:rPr>
          <w:rFonts w:ascii="Arial" w:eastAsia="Arial" w:hAnsi="Arial" w:cs="Arial"/>
          <w:color w:val="000000"/>
          <w:sz w:val="18"/>
          <w:szCs w:val="18"/>
        </w:rPr>
        <w:t>t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a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n</w:t>
      </w:r>
      <w:r w:rsidR="004F4CDC">
        <w:rPr>
          <w:rFonts w:ascii="Arial" w:eastAsia="Arial" w:hAnsi="Arial" w:cs="Arial"/>
          <w:color w:val="000000"/>
          <w:sz w:val="18"/>
          <w:szCs w:val="18"/>
        </w:rPr>
        <w:t>d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color w:val="000000"/>
          <w:sz w:val="18"/>
          <w:szCs w:val="18"/>
        </w:rPr>
        <w:t>H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z w:val="18"/>
          <w:szCs w:val="18"/>
        </w:rPr>
        <w:t>r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t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ag</w:t>
      </w:r>
      <w:r w:rsidR="004F4CDC">
        <w:rPr>
          <w:rFonts w:ascii="Arial" w:eastAsia="Arial" w:hAnsi="Arial" w:cs="Arial"/>
          <w:color w:val="000000"/>
          <w:spacing w:val="4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z w:val="18"/>
          <w:szCs w:val="18"/>
        </w:rPr>
        <w:t>. A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cc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ed</w:t>
      </w:r>
      <w:r w:rsidR="004F4CDC">
        <w:rPr>
          <w:rFonts w:ascii="Arial" w:eastAsia="Arial" w:hAnsi="Arial" w:cs="Arial"/>
          <w:color w:val="000000"/>
          <w:sz w:val="18"/>
          <w:szCs w:val="18"/>
        </w:rPr>
        <w:t>: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3</w:t>
      </w:r>
      <w:r w:rsidR="004F4CDC">
        <w:rPr>
          <w:rFonts w:ascii="Arial" w:eastAsia="Arial" w:hAnsi="Arial" w:cs="Arial"/>
          <w:color w:val="000000"/>
          <w:sz w:val="18"/>
          <w:szCs w:val="18"/>
        </w:rPr>
        <w:t>0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color w:val="000000"/>
          <w:sz w:val="18"/>
          <w:szCs w:val="18"/>
        </w:rPr>
        <w:t>S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p</w:t>
      </w:r>
      <w:r w:rsidR="004F4CDC">
        <w:rPr>
          <w:rFonts w:ascii="Arial" w:eastAsia="Arial" w:hAnsi="Arial" w:cs="Arial"/>
          <w:color w:val="000000"/>
          <w:sz w:val="18"/>
          <w:szCs w:val="18"/>
        </w:rPr>
        <w:t>t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be</w:t>
      </w:r>
      <w:r w:rsidR="004F4CDC"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 w:rsidR="004F4CDC"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 w:rsidR="004F4CDC">
        <w:rPr>
          <w:rFonts w:ascii="Arial" w:eastAsia="Arial" w:hAnsi="Arial" w:cs="Arial"/>
          <w:color w:val="000000"/>
          <w:spacing w:val="1"/>
          <w:sz w:val="18"/>
          <w:szCs w:val="18"/>
        </w:rPr>
        <w:t>0</w:t>
      </w:r>
      <w:r w:rsidR="004F4CDC">
        <w:rPr>
          <w:rFonts w:ascii="Arial" w:eastAsia="Arial" w:hAnsi="Arial" w:cs="Arial"/>
          <w:color w:val="000000"/>
          <w:spacing w:val="-2"/>
          <w:sz w:val="18"/>
          <w:szCs w:val="18"/>
        </w:rPr>
        <w:t>1</w:t>
      </w:r>
      <w:r w:rsidR="004F4CDC">
        <w:rPr>
          <w:rFonts w:ascii="Arial" w:eastAsia="Arial" w:hAnsi="Arial" w:cs="Arial"/>
          <w:color w:val="000000"/>
          <w:sz w:val="18"/>
          <w:szCs w:val="18"/>
        </w:rPr>
        <w:t>5</w:t>
      </w:r>
    </w:p>
    <w:p w:rsidR="00A708F6" w:rsidRDefault="00A708F6">
      <w:pPr>
        <w:spacing w:before="3" w:after="0" w:line="120" w:lineRule="exact"/>
        <w:rPr>
          <w:sz w:val="12"/>
          <w:szCs w:val="12"/>
        </w:rPr>
      </w:pPr>
    </w:p>
    <w:p w:rsidR="00A708F6" w:rsidRDefault="004F4CDC">
      <w:pPr>
        <w:spacing w:after="0" w:line="202" w:lineRule="exact"/>
        <w:ind w:right="7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2004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o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us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mm</w:t>
      </w:r>
      <w:r>
        <w:rPr>
          <w:rFonts w:ascii="Arial" w:eastAsia="Arial" w:hAnsi="Arial" w:cs="Arial"/>
          <w:i/>
          <w:spacing w:val="3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log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26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75</w:t>
      </w:r>
      <w:r>
        <w:rPr>
          <w:rFonts w:ascii="Arial" w:eastAsia="Arial" w:hAnsi="Arial" w:cs="Arial"/>
          <w:spacing w:val="-2"/>
          <w:sz w:val="18"/>
          <w:szCs w:val="18"/>
        </w:rPr>
        <w:t>–</w:t>
      </w:r>
      <w:r>
        <w:rPr>
          <w:rFonts w:ascii="Arial" w:eastAsia="Arial" w:hAnsi="Arial" w:cs="Arial"/>
          <w:spacing w:val="1"/>
          <w:sz w:val="18"/>
          <w:szCs w:val="18"/>
        </w:rPr>
        <w:t>86.</w:t>
      </w:r>
    </w:p>
    <w:p w:rsidR="00A708F6" w:rsidRDefault="00A708F6">
      <w:pPr>
        <w:spacing w:before="2" w:after="0" w:line="110" w:lineRule="exact"/>
        <w:rPr>
          <w:sz w:val="11"/>
          <w:szCs w:val="11"/>
        </w:rPr>
      </w:pPr>
    </w:p>
    <w:p w:rsidR="00A708F6" w:rsidRDefault="004F4CDC">
      <w:pPr>
        <w:spacing w:after="0" w:line="224" w:lineRule="exact"/>
        <w:ind w:right="1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Ho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08</w:t>
      </w:r>
      <w:r>
        <w:rPr>
          <w:rFonts w:ascii="Arial" w:eastAsia="Arial" w:hAnsi="Arial" w:cs="Arial"/>
          <w:sz w:val="18"/>
          <w:szCs w:val="18"/>
        </w:rPr>
        <w:t xml:space="preserve">) On </w:t>
      </w:r>
      <w:r>
        <w:rPr>
          <w:rFonts w:ascii="Arial" w:eastAsia="Arial" w:hAnsi="Arial" w:cs="Arial"/>
          <w:spacing w:val="1"/>
          <w:sz w:val="18"/>
          <w:szCs w:val="18"/>
        </w:rPr>
        <w:t>bi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cu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ildli</w:t>
      </w:r>
      <w:r>
        <w:rPr>
          <w:rFonts w:ascii="Arial" w:eastAsia="Arial" w:hAnsi="Arial" w:cs="Arial"/>
          <w:sz w:val="18"/>
          <w:szCs w:val="18"/>
        </w:rPr>
        <w:t>fe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rc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53–</w:t>
      </w:r>
    </w:p>
    <w:p w:rsidR="00A708F6" w:rsidRDefault="004F4CDC">
      <w:pPr>
        <w:spacing w:after="0" w:line="228" w:lineRule="exact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257.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N Red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</w:p>
    <w:p w:rsidR="00A708F6" w:rsidRDefault="004F4CDC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2015</w:t>
      </w:r>
      <w:r>
        <w:rPr>
          <w:rFonts w:ascii="Arial" w:eastAsia="Arial" w:hAnsi="Arial" w:cs="Arial"/>
          <w:spacing w:val="-2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ine</w:t>
      </w:r>
      <w:r>
        <w:rPr>
          <w:rFonts w:ascii="Arial" w:eastAsia="Arial" w:hAnsi="Arial" w:cs="Arial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FF"/>
          <w:spacing w:val="-49"/>
          <w:sz w:val="18"/>
          <w:szCs w:val="18"/>
        </w:rPr>
        <w:t xml:space="preserve"> </w:t>
      </w:r>
      <w:hyperlink r:id="rId34">
        <w:r>
          <w:rPr>
            <w:rFonts w:ascii="Arial" w:eastAsia="Arial" w:hAnsi="Arial" w:cs="Arial"/>
            <w:color w:val="0000FF"/>
            <w:spacing w:val="-3"/>
            <w:sz w:val="18"/>
            <w:szCs w:val="18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  <w:u w:val="single" w:color="0000FF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  <w:u w:val="single" w:color="0000FF"/>
          </w:rPr>
          <w:t>iucn</w:t>
        </w:r>
        <w:r>
          <w:rPr>
            <w:rFonts w:ascii="Arial" w:eastAsia="Arial" w:hAnsi="Arial" w:cs="Arial"/>
            <w:color w:val="0000FF"/>
            <w:sz w:val="18"/>
            <w:szCs w:val="18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  <w:u w:val="single" w:color="0000FF"/>
          </w:rPr>
          <w:t>ed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  <w:u w:val="single" w:color="0000FF"/>
          </w:rPr>
          <w:t>li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z w:val="18"/>
            <w:szCs w:val="18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  <w:u w:val="single" w:color="0000FF"/>
          </w:rPr>
          <w:t>.o</w:t>
        </w:r>
        <w:r>
          <w:rPr>
            <w:rFonts w:ascii="Arial" w:eastAsia="Arial" w:hAnsi="Arial" w:cs="Arial"/>
            <w:color w:val="0000FF"/>
            <w:sz w:val="18"/>
            <w:szCs w:val="18"/>
            <w:u w:val="single" w:color="0000FF"/>
          </w:rPr>
          <w:t>rg</w:t>
        </w:r>
        <w:r>
          <w:rPr>
            <w:rFonts w:ascii="Arial" w:eastAsia="Arial" w:hAnsi="Arial" w:cs="Arial"/>
            <w:color w:val="0000FF"/>
            <w:sz w:val="18"/>
            <w:szCs w:val="18"/>
          </w:rPr>
          <w:t xml:space="preserve"> </w:t>
        </w:r>
      </w:hyperlink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19</w:t>
      </w:r>
    </w:p>
    <w:p w:rsidR="00A708F6" w:rsidRDefault="004F4CDC">
      <w:pPr>
        <w:spacing w:before="2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ugus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2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3" w:after="0" w:line="120" w:lineRule="exact"/>
        <w:rPr>
          <w:sz w:val="12"/>
          <w:szCs w:val="12"/>
        </w:rPr>
      </w:pPr>
    </w:p>
    <w:p w:rsidR="00A708F6" w:rsidRDefault="004F4CDC">
      <w:pPr>
        <w:spacing w:after="0" w:line="206" w:lineRule="exact"/>
        <w:ind w:right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Ja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nn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S (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976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pacing w:val="-1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ueen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 xml:space="preserve">J </w:t>
      </w:r>
      <w:r>
        <w:rPr>
          <w:rFonts w:ascii="Arial" w:eastAsia="Arial" w:hAnsi="Arial" w:cs="Arial"/>
          <w:spacing w:val="1"/>
          <w:sz w:val="18"/>
          <w:szCs w:val="18"/>
        </w:rPr>
        <w:t>Ja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ic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,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dli</w:t>
      </w:r>
      <w:r>
        <w:rPr>
          <w:rFonts w:ascii="Arial" w:eastAsia="Arial" w:hAnsi="Arial" w:cs="Arial"/>
          <w:i/>
          <w:spacing w:val="-2"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con</w:t>
      </w:r>
      <w:r>
        <w:rPr>
          <w:rFonts w:ascii="Arial" w:eastAsia="Arial" w:hAnsi="Arial" w:cs="Arial"/>
          <w:i/>
          <w:spacing w:val="-2"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t</w:t>
      </w:r>
    </w:p>
    <w:p w:rsidR="00A708F6" w:rsidRDefault="004F4CD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 xml:space="preserve">r 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ex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nc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2"/>
          <w:sz w:val="18"/>
          <w:szCs w:val="18"/>
        </w:rPr>
        <w:t>?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New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ngland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ale</w:t>
      </w:r>
      <w:r>
        <w:rPr>
          <w:rFonts w:ascii="Arial" w:eastAsia="Arial" w:hAnsi="Arial" w:cs="Arial"/>
          <w:sz w:val="18"/>
          <w:szCs w:val="18"/>
        </w:rPr>
        <w:t>,</w:t>
      </w:r>
    </w:p>
    <w:p w:rsidR="00A708F6" w:rsidRDefault="004F4CDC">
      <w:pPr>
        <w:spacing w:before="2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pp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5</w:t>
      </w:r>
      <w:r>
        <w:rPr>
          <w:rFonts w:ascii="Arial" w:eastAsia="Arial" w:hAnsi="Arial" w:cs="Arial"/>
          <w:spacing w:val="2"/>
          <w:sz w:val="18"/>
          <w:szCs w:val="18"/>
        </w:rPr>
        <w:t>6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67.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right="2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Jon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nap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2010</w:t>
      </w:r>
      <w:r>
        <w:rPr>
          <w:rFonts w:ascii="Arial" w:eastAsia="Arial" w:hAnsi="Arial" w:cs="Arial"/>
          <w:sz w:val="18"/>
          <w:szCs w:val="18"/>
        </w:rPr>
        <w:t>) St</w:t>
      </w:r>
      <w:r>
        <w:rPr>
          <w:rFonts w:ascii="Arial" w:eastAsia="Arial" w:hAnsi="Arial" w:cs="Arial"/>
          <w:spacing w:val="1"/>
          <w:sz w:val="18"/>
          <w:szCs w:val="18"/>
        </w:rPr>
        <w:t>och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opul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op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Jou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l</w:t>
      </w:r>
    </w:p>
    <w:p w:rsidR="00A708F6" w:rsidRDefault="004F4CDC">
      <w:pPr>
        <w:spacing w:after="0" w:line="447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col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g</w:t>
      </w:r>
      <w:r>
        <w:rPr>
          <w:rFonts w:ascii="Arial" w:eastAsia="Arial" w:hAnsi="Arial" w:cs="Arial"/>
          <w:i/>
          <w:position w:val="19"/>
          <w:sz w:val="18"/>
          <w:szCs w:val="18"/>
        </w:rPr>
        <w:t xml:space="preserve">y </w:t>
      </w:r>
      <w:r>
        <w:rPr>
          <w:rFonts w:ascii="Arial" w:eastAsia="Arial" w:hAnsi="Arial" w:cs="Arial"/>
          <w:b/>
          <w:bCs/>
          <w:spacing w:val="1"/>
          <w:position w:val="19"/>
          <w:sz w:val="18"/>
          <w:szCs w:val="18"/>
        </w:rPr>
        <w:t>79</w:t>
      </w:r>
      <w:r>
        <w:rPr>
          <w:rFonts w:ascii="Arial" w:eastAsia="Arial" w:hAnsi="Arial" w:cs="Arial"/>
          <w:position w:val="19"/>
          <w:sz w:val="18"/>
          <w:szCs w:val="18"/>
        </w:rPr>
        <w:t>,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1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09</w:t>
      </w:r>
      <w:r>
        <w:rPr>
          <w:rFonts w:ascii="Cambria Math" w:eastAsia="Cambria Math" w:hAnsi="Cambria Math" w:cs="Cambria Math"/>
          <w:position w:val="19"/>
          <w:sz w:val="18"/>
          <w:szCs w:val="18"/>
        </w:rPr>
        <w:t>‐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1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16</w:t>
      </w:r>
      <w:r>
        <w:rPr>
          <w:rFonts w:ascii="Arial" w:eastAsia="Arial" w:hAnsi="Arial" w:cs="Arial"/>
          <w:position w:val="19"/>
          <w:sz w:val="18"/>
          <w:szCs w:val="18"/>
        </w:rPr>
        <w:t>.</w:t>
      </w:r>
    </w:p>
    <w:p w:rsidR="00A708F6" w:rsidRDefault="004F4CDC">
      <w:pPr>
        <w:spacing w:after="0" w:line="9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>K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y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B,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Gi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f</w:t>
      </w:r>
      <w:r>
        <w:rPr>
          <w:rFonts w:ascii="Arial" w:eastAsia="Arial" w:hAnsi="Arial" w:cs="Arial"/>
          <w:position w:val="2"/>
          <w:sz w:val="18"/>
          <w:szCs w:val="18"/>
        </w:rPr>
        <w:t>f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o</w:t>
      </w:r>
      <w:r>
        <w:rPr>
          <w:rFonts w:ascii="Arial" w:eastAsia="Arial" w:hAnsi="Arial" w:cs="Arial"/>
          <w:position w:val="2"/>
          <w:sz w:val="18"/>
          <w:szCs w:val="18"/>
        </w:rPr>
        <w:t>rd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E,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e</w:t>
      </w:r>
      <w:r>
        <w:rPr>
          <w:rFonts w:ascii="Arial" w:eastAsia="Arial" w:hAnsi="Arial" w:cs="Arial"/>
          <w:position w:val="2"/>
          <w:sz w:val="18"/>
          <w:szCs w:val="18"/>
        </w:rPr>
        <w:t>rry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R</w:t>
      </w:r>
      <w:r>
        <w:rPr>
          <w:rFonts w:ascii="Arial" w:eastAsia="Arial" w:hAnsi="Arial" w:cs="Arial"/>
          <w:spacing w:val="2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an</w:t>
      </w:r>
      <w:r>
        <w:rPr>
          <w:rFonts w:ascii="Arial" w:eastAsia="Arial" w:hAnsi="Arial" w:cs="Arial"/>
          <w:position w:val="2"/>
          <w:sz w:val="18"/>
          <w:szCs w:val="18"/>
        </w:rPr>
        <w:t>d</w:t>
      </w:r>
      <w:r>
        <w:rPr>
          <w:rFonts w:ascii="Arial" w:eastAsia="Arial" w:hAnsi="Arial" w:cs="Arial"/>
          <w:spacing w:val="-4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v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de</w:t>
      </w:r>
      <w:r>
        <w:rPr>
          <w:rFonts w:ascii="Arial" w:eastAsia="Arial" w:hAnsi="Arial" w:cs="Arial"/>
          <w:position w:val="2"/>
          <w:sz w:val="18"/>
          <w:szCs w:val="18"/>
        </w:rPr>
        <w:t>r V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e</w:t>
      </w:r>
      <w:r>
        <w:rPr>
          <w:rFonts w:ascii="Arial" w:eastAsia="Arial" w:hAnsi="Arial" w:cs="Arial"/>
          <w:position w:val="2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R (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2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0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00</w:t>
      </w:r>
      <w:r>
        <w:rPr>
          <w:rFonts w:ascii="Arial" w:eastAsia="Arial" w:hAnsi="Arial" w:cs="Arial"/>
          <w:position w:val="2"/>
          <w:sz w:val="18"/>
          <w:szCs w:val="18"/>
        </w:rPr>
        <w:t>)</w:t>
      </w:r>
    </w:p>
    <w:p w:rsidR="00A708F6" w:rsidRDefault="004F4CDC">
      <w:pPr>
        <w:spacing w:after="0" w:line="20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appin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fo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(</w:t>
      </w:r>
      <w:r>
        <w:rPr>
          <w:rFonts w:ascii="Arial" w:eastAsia="Arial" w:hAnsi="Arial" w:cs="Arial"/>
          <w:i/>
          <w:sz w:val="18"/>
          <w:szCs w:val="18"/>
        </w:rPr>
        <w:t>V</w:t>
      </w:r>
      <w:r>
        <w:rPr>
          <w:rFonts w:ascii="Arial" w:eastAsia="Arial" w:hAnsi="Arial" w:cs="Arial"/>
          <w:i/>
          <w:spacing w:val="1"/>
          <w:sz w:val="18"/>
          <w:szCs w:val="18"/>
        </w:rPr>
        <w:t>ulp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v</w:t>
      </w:r>
      <w:r>
        <w:rPr>
          <w:rFonts w:ascii="Arial" w:eastAsia="Arial" w:hAnsi="Arial" w:cs="Arial"/>
          <w:i/>
          <w:spacing w:val="1"/>
          <w:sz w:val="18"/>
          <w:szCs w:val="18"/>
        </w:rPr>
        <w:t>ul</w:t>
      </w:r>
      <w:r>
        <w:rPr>
          <w:rFonts w:ascii="Arial" w:eastAsia="Arial" w:hAnsi="Arial" w:cs="Arial"/>
          <w:i/>
          <w:spacing w:val="-2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3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</w:p>
    <w:p w:rsidR="00A708F6" w:rsidRDefault="004F4CDC">
      <w:pPr>
        <w:spacing w:before="4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cen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8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bias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4F4CDC">
      <w:pPr>
        <w:spacing w:after="0" w:line="20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uc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fo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abun</w:t>
      </w:r>
      <w:r>
        <w:rPr>
          <w:rFonts w:ascii="Arial" w:eastAsia="Arial" w:hAnsi="Arial" w:cs="Arial"/>
          <w:spacing w:val="-2"/>
          <w:sz w:val="18"/>
          <w:szCs w:val="18"/>
        </w:rPr>
        <w:t>da</w:t>
      </w:r>
      <w:r>
        <w:rPr>
          <w:rFonts w:ascii="Arial" w:eastAsia="Arial" w:hAnsi="Arial" w:cs="Arial"/>
          <w:spacing w:val="1"/>
          <w:sz w:val="18"/>
          <w:szCs w:val="18"/>
        </w:rPr>
        <w:t>nce</w:t>
      </w:r>
      <w:r>
        <w:rPr>
          <w:rFonts w:ascii="Arial" w:eastAsia="Arial" w:hAnsi="Arial" w:cs="Arial"/>
          <w:spacing w:val="-2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3"/>
          <w:sz w:val="18"/>
          <w:szCs w:val="18"/>
        </w:rPr>
        <w:t>W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ld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fe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sea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h</w:t>
      </w:r>
    </w:p>
    <w:p w:rsidR="00A708F6" w:rsidRDefault="004F4CDC">
      <w:pPr>
        <w:spacing w:after="0" w:line="20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1"/>
          <w:sz w:val="18"/>
          <w:szCs w:val="18"/>
        </w:rPr>
        <w:t>27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5</w:t>
      </w:r>
      <w:r>
        <w:rPr>
          <w:rFonts w:ascii="Arial" w:eastAsia="Arial" w:hAnsi="Arial" w:cs="Arial"/>
          <w:spacing w:val="-2"/>
          <w:sz w:val="18"/>
          <w:szCs w:val="18"/>
        </w:rPr>
        <w:t>4</w:t>
      </w: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pacing w:val="-2"/>
          <w:sz w:val="18"/>
          <w:szCs w:val="18"/>
        </w:rPr>
        <w:t>5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right="9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kp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 (</w:t>
      </w:r>
      <w:r>
        <w:rPr>
          <w:rFonts w:ascii="Arial" w:eastAsia="Arial" w:hAnsi="Arial" w:cs="Arial"/>
          <w:spacing w:val="1"/>
          <w:sz w:val="18"/>
          <w:szCs w:val="18"/>
        </w:rPr>
        <w:t>1985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olog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J 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ed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k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epe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-1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ueen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cia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135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16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after="0"/>
        <w:sectPr w:rsidR="00A708F6">
          <w:pgSz w:w="11920" w:h="16860"/>
          <w:pgMar w:top="1300" w:right="1160" w:bottom="1500" w:left="1140" w:header="0" w:footer="1302" w:gutter="0"/>
          <w:cols w:num="2" w:space="720" w:equalWidth="0">
            <w:col w:w="4444" w:space="729"/>
            <w:col w:w="4447"/>
          </w:cols>
        </w:sectPr>
      </w:pPr>
    </w:p>
    <w:p w:rsidR="00A708F6" w:rsidRDefault="004F4CDC">
      <w:pPr>
        <w:spacing w:before="85" w:after="0" w:line="238" w:lineRule="auto"/>
        <w:ind w:left="108" w:right="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18"/>
          <w:szCs w:val="18"/>
        </w:rPr>
        <w:t>Laa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.,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son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pacing w:val="3"/>
          <w:sz w:val="18"/>
          <w:szCs w:val="18"/>
        </w:rPr>
        <w:t>.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08</w:t>
      </w:r>
      <w:r>
        <w:rPr>
          <w:rFonts w:ascii="Arial" w:eastAsia="Arial" w:hAnsi="Arial" w:cs="Arial"/>
          <w:sz w:val="18"/>
          <w:szCs w:val="18"/>
        </w:rPr>
        <w:t>) V</w:t>
      </w:r>
      <w:r>
        <w:rPr>
          <w:rFonts w:ascii="Arial" w:eastAsia="Arial" w:hAnsi="Arial" w:cs="Arial"/>
          <w:spacing w:val="1"/>
          <w:sz w:val="18"/>
          <w:szCs w:val="18"/>
        </w:rPr>
        <w:t>isi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il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- tr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h?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li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rc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29</w:t>
      </w:r>
      <w:r>
        <w:rPr>
          <w:rFonts w:ascii="Arial" w:eastAsia="Arial" w:hAnsi="Arial" w:cs="Arial"/>
          <w:spacing w:val="2"/>
          <w:sz w:val="20"/>
          <w:szCs w:val="20"/>
        </w:rPr>
        <w:t>9</w:t>
      </w:r>
      <w:r>
        <w:rPr>
          <w:rFonts w:ascii="Arial" w:eastAsia="Arial" w:hAnsi="Arial" w:cs="Arial"/>
          <w:sz w:val="20"/>
          <w:szCs w:val="20"/>
        </w:rPr>
        <w:t>–3</w:t>
      </w:r>
      <w:r>
        <w:rPr>
          <w:rFonts w:ascii="Arial" w:eastAsia="Arial" w:hAnsi="Arial" w:cs="Arial"/>
          <w:spacing w:val="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9.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left="108" w:right="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cLeo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ke</w:t>
      </w:r>
      <w:r>
        <w:rPr>
          <w:rFonts w:ascii="Arial" w:eastAsia="Arial" w:hAnsi="Arial" w:cs="Arial"/>
          <w:sz w:val="18"/>
          <w:szCs w:val="18"/>
        </w:rPr>
        <w:t xml:space="preserve">r RB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uha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P,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004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anagin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Dar</w:t>
      </w:r>
      <w:r>
        <w:rPr>
          <w:rFonts w:ascii="Arial" w:eastAsia="Arial" w:hAnsi="Arial" w:cs="Arial"/>
          <w:spacing w:val="1"/>
          <w:sz w:val="18"/>
          <w:szCs w:val="18"/>
        </w:rPr>
        <w:t>lin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li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mm</w:t>
      </w:r>
      <w:r>
        <w:rPr>
          <w:rFonts w:ascii="Arial" w:eastAsia="Arial" w:hAnsi="Arial" w:cs="Arial"/>
          <w:i/>
          <w:spacing w:val="1"/>
          <w:sz w:val="18"/>
          <w:szCs w:val="18"/>
        </w:rPr>
        <w:t>alog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26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>-</w:t>
      </w:r>
    </w:p>
    <w:p w:rsidR="00A708F6" w:rsidRDefault="004F4CDC">
      <w:pPr>
        <w:spacing w:before="5" w:after="0" w:line="238" w:lineRule="auto"/>
        <w:ind w:left="108" w:right="3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22.</w:t>
      </w:r>
      <w:r>
        <w:rPr>
          <w:rFonts w:ascii="Arial" w:eastAsia="Arial" w:hAnsi="Arial" w:cs="Arial"/>
          <w:sz w:val="18"/>
          <w:szCs w:val="18"/>
        </w:rPr>
        <w:t>Ne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eng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KR,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ld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 xml:space="preserve">DB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5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cap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ui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ene</w:t>
      </w:r>
      <w:r>
        <w:rPr>
          <w:rFonts w:ascii="Arial" w:eastAsia="Arial" w:hAnsi="Arial" w:cs="Arial"/>
          <w:spacing w:val="-2"/>
          <w:sz w:val="18"/>
          <w:szCs w:val="18"/>
        </w:rPr>
        <w:t>ti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agil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mal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3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op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f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 xml:space="preserve">. 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olecula</w:t>
      </w:r>
      <w:r>
        <w:rPr>
          <w:rFonts w:ascii="Arial" w:eastAsia="Arial" w:hAnsi="Arial" w:cs="Arial"/>
          <w:i/>
          <w:sz w:val="18"/>
          <w:szCs w:val="18"/>
        </w:rPr>
        <w:t>r E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>ol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18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3363</w:t>
      </w:r>
      <w:r>
        <w:rPr>
          <w:rFonts w:ascii="Arial" w:eastAsia="Arial" w:hAnsi="Arial" w:cs="Arial"/>
          <w:spacing w:val="-2"/>
          <w:sz w:val="18"/>
          <w:szCs w:val="18"/>
        </w:rPr>
        <w:t>-3</w:t>
      </w:r>
      <w:r>
        <w:rPr>
          <w:rFonts w:ascii="Arial" w:eastAsia="Arial" w:hAnsi="Arial" w:cs="Arial"/>
          <w:spacing w:val="1"/>
          <w:sz w:val="18"/>
          <w:szCs w:val="18"/>
        </w:rPr>
        <w:t>378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4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</w:t>
      </w:r>
      <w:r>
        <w:rPr>
          <w:rFonts w:ascii="Arial" w:eastAsia="Arial" w:hAnsi="Arial" w:cs="Arial"/>
          <w:sz w:val="18"/>
          <w:szCs w:val="18"/>
        </w:rPr>
        <w:t>E,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KR,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5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ld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idg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4F4CDC">
      <w:pPr>
        <w:spacing w:before="2"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DB (</w:t>
      </w:r>
      <w:r>
        <w:rPr>
          <w:rFonts w:ascii="Arial" w:eastAsia="Arial" w:hAnsi="Arial" w:cs="Arial"/>
          <w:spacing w:val="1"/>
          <w:sz w:val="18"/>
          <w:szCs w:val="18"/>
        </w:rPr>
        <w:t>2010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olecu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idi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</w:p>
    <w:p w:rsidR="00A708F6" w:rsidRDefault="004F4CDC">
      <w:pPr>
        <w:spacing w:after="0" w:line="321" w:lineRule="exact"/>
        <w:ind w:left="108" w:right="-15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position w:val="9"/>
          <w:sz w:val="18"/>
          <w:szCs w:val="18"/>
        </w:rPr>
        <w:t>be</w:t>
      </w:r>
      <w:r>
        <w:rPr>
          <w:rFonts w:ascii="Arial" w:eastAsia="Arial" w:hAnsi="Arial" w:cs="Arial"/>
          <w:position w:val="9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w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ee</w:t>
      </w:r>
      <w:r>
        <w:rPr>
          <w:rFonts w:ascii="Arial" w:eastAsia="Arial" w:hAnsi="Arial" w:cs="Arial"/>
          <w:position w:val="9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 xml:space="preserve"> s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>y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m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a</w:t>
      </w:r>
      <w:r>
        <w:rPr>
          <w:rFonts w:ascii="Arial" w:eastAsia="Arial" w:hAnsi="Arial" w:cs="Arial"/>
          <w:position w:val="9"/>
          <w:sz w:val="18"/>
          <w:szCs w:val="18"/>
        </w:rPr>
        <w:t>tr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>i</w:t>
      </w:r>
      <w:r>
        <w:rPr>
          <w:rFonts w:ascii="Arial" w:eastAsia="Arial" w:hAnsi="Arial" w:cs="Arial"/>
          <w:position w:val="9"/>
          <w:sz w:val="18"/>
          <w:szCs w:val="18"/>
        </w:rPr>
        <w:t>c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>k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ang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a</w:t>
      </w:r>
      <w:r>
        <w:rPr>
          <w:rFonts w:ascii="Arial" w:eastAsia="Arial" w:hAnsi="Arial" w:cs="Arial"/>
          <w:position w:val="9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o</w:t>
      </w:r>
      <w:r>
        <w:rPr>
          <w:rFonts w:ascii="Arial" w:eastAsia="Arial" w:hAnsi="Arial" w:cs="Arial"/>
          <w:position w:val="9"/>
          <w:sz w:val="18"/>
          <w:szCs w:val="18"/>
        </w:rPr>
        <w:t>o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 xml:space="preserve"> s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pec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i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e</w:t>
      </w:r>
      <w:r>
        <w:rPr>
          <w:rFonts w:ascii="Arial" w:eastAsia="Arial" w:hAnsi="Arial" w:cs="Arial"/>
          <w:position w:val="9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i</w:t>
      </w:r>
      <w:r>
        <w:rPr>
          <w:rFonts w:ascii="Arial" w:eastAsia="Arial" w:hAnsi="Arial" w:cs="Arial"/>
          <w:position w:val="9"/>
          <w:sz w:val="18"/>
          <w:szCs w:val="18"/>
        </w:rPr>
        <w:t>n</w:t>
      </w:r>
      <w:r>
        <w:rPr>
          <w:rFonts w:ascii="Arial" w:eastAsia="Arial" w:hAnsi="Arial" w:cs="Arial"/>
          <w:spacing w:val="-1"/>
          <w:position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sou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t</w:t>
      </w:r>
      <w:r>
        <w:rPr>
          <w:rFonts w:ascii="Arial" w:eastAsia="Arial" w:hAnsi="Arial" w:cs="Arial"/>
          <w:spacing w:val="5"/>
          <w:position w:val="9"/>
          <w:sz w:val="18"/>
          <w:szCs w:val="18"/>
        </w:rPr>
        <w:t>h</w:t>
      </w:r>
      <w:r>
        <w:rPr>
          <w:rFonts w:ascii="Cambria Math" w:eastAsia="Cambria Math" w:hAnsi="Cambria Math" w:cs="Cambria Math"/>
          <w:position w:val="9"/>
          <w:sz w:val="18"/>
          <w:szCs w:val="18"/>
        </w:rPr>
        <w:t>‐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e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a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s</w:t>
      </w:r>
      <w:r>
        <w:rPr>
          <w:rFonts w:ascii="Arial" w:eastAsia="Arial" w:hAnsi="Arial" w:cs="Arial"/>
          <w:position w:val="9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9"/>
          <w:sz w:val="18"/>
          <w:szCs w:val="18"/>
        </w:rPr>
        <w:t>e</w:t>
      </w:r>
      <w:r>
        <w:rPr>
          <w:rFonts w:ascii="Arial" w:eastAsia="Arial" w:hAnsi="Arial" w:cs="Arial"/>
          <w:spacing w:val="-2"/>
          <w:position w:val="9"/>
          <w:sz w:val="18"/>
          <w:szCs w:val="18"/>
        </w:rPr>
        <w:t>r</w:t>
      </w:r>
      <w:r>
        <w:rPr>
          <w:rFonts w:ascii="Arial" w:eastAsia="Arial" w:hAnsi="Arial" w:cs="Arial"/>
          <w:position w:val="9"/>
          <w:sz w:val="18"/>
          <w:szCs w:val="18"/>
        </w:rPr>
        <w:t>n</w:t>
      </w:r>
    </w:p>
    <w:p w:rsidR="00A708F6" w:rsidRDefault="002B0ED0">
      <w:pPr>
        <w:spacing w:after="0" w:line="331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pict>
          <v:group id="_x0000_s1078" style="position:absolute;left:0;text-align:left;margin-left:62.05pt;margin-top:3.7pt;width:377.85pt;height:359.35pt;z-index:-251642368;mso-position-horizontal-relative:page" coordorigin="1241,74" coordsize="7557,7187">
            <v:group id="_x0000_s1103" style="position:absolute;left:2018;top:4859;width:2386;height:2393" coordorigin="2018,4859" coordsize="2386,2393">
              <v:shape id="_x0000_s1105" style="position:absolute;left:2018;top:4859;width:2386;height:2393" coordorigin="2018,4859" coordsize="2386,2393" path="m2917,4859r-78,4l2763,4879r-74,26l2633,4936r-62,43l2522,5020r-53,47l2407,5129r-389,388l3753,7251r363,-363l3707,6888,2383,5563r268,-269l2705,5245r50,-39l2819,5166r60,-25l2946,5130r634,-1l3557,5112r-65,-44l3429,5028r-63,-36l3304,4962r-61,-27l3182,4912r-61,-20l3060,4877r-62,-12l2937,4859r-20,e" fillcolor="silver" stroked="f">
                <v:path arrowok="t"/>
              </v:shape>
              <v:shape id="_x0000_s1104" style="position:absolute;left:2018;top:4859;width:2386;height:2393" coordorigin="2018,4859" coordsize="2386,2393" path="m3580,5129r-598,l3000,5130r19,1l3098,5144r63,19l3228,5188r64,32l3359,5259r69,47l3500,5360r49,41l3599,5445r51,47l3703,5543r48,50l3796,5642r43,49l3880,5739r38,49l3954,5837r49,74l4047,5985r37,71l4109,6117r18,59l4139,6252r1,36l4140,6306r-10,68l4106,6440r-40,69l4027,6562r-48,53l3707,6888r409,l4186,6818r52,-56l4283,6706r38,-57l4352,6591r24,-59l4392,6472r10,-60l4404,6349r-1,-22l4396,6260r-14,-71l4360,6114r-28,-78l4295,5954r-28,-55l4236,5843r-35,-57l4164,5730r-41,-58l4078,5615r-47,-58l3980,5499r-54,-58l3869,5382r-46,-45l3778,5295r-45,-41l3667,5197r-66,-52l3580,5129e" fillcolor="silver" stroked="f">
                <v:path arrowok="t"/>
              </v:shape>
            </v:group>
            <v:group id="_x0000_s1093" style="position:absolute;left:3232;top:3578;width:2793;height:2460" coordorigin="3232,3578" coordsize="2793,2460">
              <v:shape id="_x0000_s1102" style="position:absolute;left:3232;top:3578;width:2793;height:2460" coordorigin="3232,3578" coordsize="2793,2460" path="m4480,3678r-607,l3855,3698r-17,20l3820,3738r-18,l3783,3758r-18,20l3738,3818r-506,500l4966,6038r159,-140l4588,5338r-38,-20l4362,5118r184,-180l4563,4918r-407,l3583,4338r391,-380l3990,3938r17,-20l4024,3918r16,-20l4058,3898r17,-20l4093,3878r18,-20l4696,3858r-19,-20l4656,3818r-15,-20l4625,3798r-31,-40l4578,3758r-16,-20l4546,3718r-16,l4514,3698r-17,l4480,3678e" fillcolor="silver" stroked="f">
                <v:path arrowok="t"/>
              </v:shape>
              <v:shape id="_x0000_s1101" style="position:absolute;left:3232;top:3578;width:2793;height:2460" coordorigin="3232,3578" coordsize="2793,2460" path="m5957,4958r-711,l5275,4978r30,20l5331,4998r26,20l5383,5018r26,20l5565,5098r210,60l5827,5178r14,l6025,4998r-68,-40e" fillcolor="silver" stroked="f">
                <v:path arrowok="t"/>
              </v:shape>
              <v:shape id="_x0000_s1100" style="position:absolute;left:3232;top:3578;width:2793;height:2460" coordorigin="3232,3578" coordsize="2793,2460" path="m5630,4838r-738,l4906,4858r45,l4969,4878r56,l5046,4898r22,l5091,4918r48,l5164,4938r27,l5218,4958r705,l5855,4918r-69,-20l5630,4838e" fillcolor="silver" stroked="f">
                <v:path arrowok="t"/>
              </v:shape>
              <v:shape id="_x0000_s1099" style="position:absolute;left:3232;top:3578;width:2793;height:2460" coordorigin="3232,3578" coordsize="2793,2460" path="m4696,3858r-398,l4316,3878r35,l4368,3898r18,l4403,3918r18,l4456,3958r18,l4510,3998r15,20l4539,4038r13,20l4564,4058r32,60l4613,4158r8,l4639,4218r8,60l4647,4298r-1,20l4635,4378r-11,40l4616,4418r-8,20l4598,4458r-11,20l4575,4498r-13,l4548,4518r-16,20l4516,4558r-18,20l4156,4918r407,l4596,4878r16,l4629,4858r17,l4663,4838r967,l5578,4818r-71,-20l5437,4758r-36,l5329,4718r-19,l5291,4698r-56,l5216,4678r-38,l5159,4658r-77,l5062,4638r-262,l4812,4618r33,-60l4871,4498r19,-60l4901,4378r3,-60l4904,4298r-8,-60l4881,4178r-6,-40l4850,4078r-31,-60l4779,3958r-47,-60l4715,3878r-19,-20e" fillcolor="silver" stroked="f">
                <v:path arrowok="t"/>
              </v:shape>
              <v:shape id="_x0000_s1098" style="position:absolute;left:3232;top:3578;width:2793;height:2460" coordorigin="3232,3578" coordsize="2793,2460" path="m4964,4618r-77,l4866,4638r115,l4964,4618e" fillcolor="silver" stroked="f">
                <v:path arrowok="t"/>
              </v:shape>
              <v:shape id="_x0000_s1097" style="position:absolute;left:3232;top:3578;width:2793;height:2460" coordorigin="3232,3578" coordsize="2793,2460" path="m4411,3638r-487,l3907,3658r-17,20l4463,3678r-17,-20l4429,3658r-18,-20e" fillcolor="silver" stroked="f">
                <v:path arrowok="t"/>
              </v:shape>
              <v:shape id="_x0000_s1096" style="position:absolute;left:3232;top:3578;width:2793;height:2460" coordorigin="3232,3578" coordsize="2793,2460" path="m4376,3618r-420,l3940,3638r454,l4376,3618e" fillcolor="silver" stroked="f">
                <v:path arrowok="t"/>
              </v:shape>
              <v:shape id="_x0000_s1095" style="position:absolute;left:3232;top:3578;width:2793;height:2460" coordorigin="3232,3578" coordsize="2793,2460" path="m4318,3598r-314,l3988,3618r351,l4318,3598e" fillcolor="silver" stroked="f">
                <v:path arrowok="t"/>
              </v:shape>
              <v:shape id="_x0000_s1094" style="position:absolute;left:3232;top:3578;width:2793;height:2460" coordorigin="3232,3578" coordsize="2793,2460" path="m4258,3578r-209,l4034,3598r244,l4258,3578e" fillcolor="silver" stroked="f">
                <v:path arrowok="t"/>
              </v:shape>
            </v:group>
            <v:group id="_x0000_s1089" style="position:absolute;left:4774;top:2592;width:2396;height:2367" coordorigin="4774,2592" coordsize="2396,2367">
              <v:shape id="_x0000_s1092" style="position:absolute;left:4774;top:2592;width:2396;height:2367" coordorigin="4774,2592" coordsize="2396,2367" path="m4944,2592r-170,169l4966,3090r825,1429l6046,4958r167,-167l6134,4660,5878,4233r-60,-98l6051,3902r-373,l5602,3774,5378,3388r-75,-128l5266,3198r-38,-61l5189,3076r-40,-59l5108,2958r-42,-57l5037,2863r391,l4944,2592e" fillcolor="silver" stroked="f">
                <v:path arrowok="t"/>
              </v:shape>
              <v:shape id="_x0000_s1091" style="position:absolute;left:4774;top:2592;width:2396;height:2367" coordorigin="4774,2592" coordsize="2396,2367" path="m6808,3630r-484,l6490,3726r168,95l6793,3895r104,55l7001,4003r170,-170l6808,3630e" fillcolor="silver" stroked="f">
                <v:path arrowok="t"/>
              </v:shape>
              <v:shape id="_x0000_s1090" style="position:absolute;left:4774;top:2592;width:2396;height:2367" coordorigin="4774,2592" coordsize="2396,2367" path="m5428,2863r-391,l5072,2886r95,61l5231,2987r118,72l6087,3493r-409,409l6051,3902r273,-272l6808,3630,5428,2863e" fillcolor="silver" stroked="f">
                <v:path arrowok="t"/>
              </v:shape>
            </v:group>
            <v:group id="_x0000_s1086" style="position:absolute;left:5573;top:1152;width:1893;height:2544" coordorigin="5573,1152" coordsize="1893,2544">
              <v:shape id="_x0000_s1088" style="position:absolute;left:5573;top:1152;width:1893;height:2544" coordorigin="5573,1152" coordsize="1893,2544" path="m6384,1152r-811,810l7308,3696r158,-159l6679,2750r204,-205l6474,2545,5937,2008r293,-294l6391,1550r96,-100l6582,1350,6384,1152e" fillcolor="silver" stroked="f">
                <v:path arrowok="t"/>
              </v:shape>
              <v:shape id="_x0000_s1087" style="position:absolute;left:5573;top:1152;width:1893;height:2544" coordorigin="5573,1152" coordsize="1893,2544" path="m7037,1982r-563,563l6883,2545r132,-135l7098,2324r83,-86l7235,2180,7037,1982e" fillcolor="silver" stroked="f">
                <v:path arrowok="t"/>
              </v:shape>
            </v:group>
            <v:group id="_x0000_s1083" style="position:absolute;left:6506;top:84;width:2282;height:2291" coordorigin="6506,84" coordsize="2282,2291">
              <v:shape id="_x0000_s1085" style="position:absolute;left:6506;top:84;width:2282;height:2291" coordorigin="6506,84" coordsize="2282,2291" path="m7417,845r-317,l8629,2375r159,-159l7417,845e" fillcolor="silver" stroked="f">
                <v:path arrowok="t"/>
              </v:shape>
              <v:shape id="_x0000_s1084" style="position:absolute;left:6506;top:84;width:2282;height:2291" coordorigin="6506,84" coordsize="2282,2291" path="m7451,84l7261,275,6740,801r-234,242l6704,1241,7100,845r317,l7259,686,7397,547r79,-80l7554,385r77,-82l7649,282,7451,84e" fillcolor="silver" stroked="f">
                <v:path arrowok="t"/>
              </v:shape>
            </v:group>
            <v:group id="_x0000_s1081" style="position:absolute;left:1248;top:2724;width:4223;height:2" coordorigin="1248,2724" coordsize="4223,2">
              <v:shape id="_x0000_s1082" style="position:absolute;left:1248;top:2724;width:4223;height:2" coordorigin="1248,2724" coordsize="4223,0" path="m1248,2724r4223,e" filled="f" strokecolor="blue" strokeweight=".7pt">
                <v:path arrowok="t"/>
              </v:shape>
            </v:group>
            <v:group id="_x0000_s1079" style="position:absolute;left:1248;top:2930;width:4105;height:2" coordorigin="1248,2930" coordsize="4105,2">
              <v:shape id="_x0000_s1080" style="position:absolute;left:1248;top:2930;width:4105;height:2" coordorigin="1248,2930" coordsize="4105,0" path="m1248,2930r4105,e" filled="f" strokecolor="blue" strokeweight=".7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position w:val="21"/>
          <w:sz w:val="18"/>
          <w:szCs w:val="18"/>
        </w:rPr>
        <w:t>A</w:t>
      </w:r>
      <w:r w:rsidR="004F4CDC">
        <w:rPr>
          <w:rFonts w:ascii="Arial" w:eastAsia="Arial" w:hAnsi="Arial" w:cs="Arial"/>
          <w:spacing w:val="1"/>
          <w:position w:val="21"/>
          <w:sz w:val="18"/>
          <w:szCs w:val="18"/>
        </w:rPr>
        <w:t>us</w:t>
      </w:r>
      <w:r w:rsidR="004F4CDC">
        <w:rPr>
          <w:rFonts w:ascii="Arial" w:eastAsia="Arial" w:hAnsi="Arial" w:cs="Arial"/>
          <w:position w:val="21"/>
          <w:sz w:val="18"/>
          <w:szCs w:val="18"/>
        </w:rPr>
        <w:t>tr</w:t>
      </w:r>
      <w:r w:rsidR="004F4CDC">
        <w:rPr>
          <w:rFonts w:ascii="Arial" w:eastAsia="Arial" w:hAnsi="Arial" w:cs="Arial"/>
          <w:spacing w:val="-1"/>
          <w:position w:val="21"/>
          <w:sz w:val="18"/>
          <w:szCs w:val="18"/>
        </w:rPr>
        <w:t>a</w:t>
      </w:r>
      <w:r w:rsidR="004F4CDC">
        <w:rPr>
          <w:rFonts w:ascii="Arial" w:eastAsia="Arial" w:hAnsi="Arial" w:cs="Arial"/>
          <w:spacing w:val="1"/>
          <w:position w:val="21"/>
          <w:sz w:val="18"/>
          <w:szCs w:val="18"/>
        </w:rPr>
        <w:t>lia</w:t>
      </w:r>
      <w:r w:rsidR="004F4CDC">
        <w:rPr>
          <w:rFonts w:ascii="Arial" w:eastAsia="Arial" w:hAnsi="Arial" w:cs="Arial"/>
          <w:position w:val="21"/>
          <w:sz w:val="18"/>
          <w:szCs w:val="18"/>
        </w:rPr>
        <w:t>.</w:t>
      </w:r>
      <w:r w:rsidR="004F4CDC">
        <w:rPr>
          <w:rFonts w:ascii="Arial" w:eastAsia="Arial" w:hAnsi="Arial" w:cs="Arial"/>
          <w:spacing w:val="-1"/>
          <w:position w:val="2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i/>
          <w:position w:val="21"/>
          <w:sz w:val="18"/>
          <w:szCs w:val="18"/>
        </w:rPr>
        <w:t>Her</w:t>
      </w:r>
      <w:r w:rsidR="004F4CDC">
        <w:rPr>
          <w:rFonts w:ascii="Arial" w:eastAsia="Arial" w:hAnsi="Arial" w:cs="Arial"/>
          <w:i/>
          <w:spacing w:val="1"/>
          <w:position w:val="21"/>
          <w:sz w:val="18"/>
          <w:szCs w:val="18"/>
        </w:rPr>
        <w:t>e</w:t>
      </w:r>
      <w:r w:rsidR="004F4CDC">
        <w:rPr>
          <w:rFonts w:ascii="Arial" w:eastAsia="Arial" w:hAnsi="Arial" w:cs="Arial"/>
          <w:i/>
          <w:spacing w:val="-2"/>
          <w:position w:val="21"/>
          <w:sz w:val="18"/>
          <w:szCs w:val="18"/>
        </w:rPr>
        <w:t>d</w:t>
      </w:r>
      <w:r w:rsidR="004F4CDC">
        <w:rPr>
          <w:rFonts w:ascii="Arial" w:eastAsia="Arial" w:hAnsi="Arial" w:cs="Arial"/>
          <w:i/>
          <w:spacing w:val="1"/>
          <w:position w:val="21"/>
          <w:sz w:val="18"/>
          <w:szCs w:val="18"/>
        </w:rPr>
        <w:t>i</w:t>
      </w:r>
      <w:r w:rsidR="004F4CDC">
        <w:rPr>
          <w:rFonts w:ascii="Arial" w:eastAsia="Arial" w:hAnsi="Arial" w:cs="Arial"/>
          <w:i/>
          <w:position w:val="21"/>
          <w:sz w:val="18"/>
          <w:szCs w:val="18"/>
        </w:rPr>
        <w:t xml:space="preserve">ty </w:t>
      </w:r>
      <w:r w:rsidR="004F4CDC">
        <w:rPr>
          <w:rFonts w:ascii="Arial" w:eastAsia="Arial" w:hAnsi="Arial" w:cs="Arial"/>
          <w:b/>
          <w:bCs/>
          <w:spacing w:val="1"/>
          <w:position w:val="21"/>
          <w:sz w:val="18"/>
          <w:szCs w:val="18"/>
        </w:rPr>
        <w:t>104</w:t>
      </w:r>
      <w:r w:rsidR="004F4CDC">
        <w:rPr>
          <w:rFonts w:ascii="Arial" w:eastAsia="Arial" w:hAnsi="Arial" w:cs="Arial"/>
          <w:position w:val="21"/>
          <w:sz w:val="18"/>
          <w:szCs w:val="18"/>
        </w:rPr>
        <w:t>,</w:t>
      </w:r>
      <w:r w:rsidR="004F4CDC">
        <w:rPr>
          <w:rFonts w:ascii="Arial" w:eastAsia="Arial" w:hAnsi="Arial" w:cs="Arial"/>
          <w:spacing w:val="-2"/>
          <w:position w:val="21"/>
          <w:sz w:val="18"/>
          <w:szCs w:val="18"/>
        </w:rPr>
        <w:t xml:space="preserve"> </w:t>
      </w:r>
      <w:r w:rsidR="004F4CDC">
        <w:rPr>
          <w:rFonts w:ascii="Arial" w:eastAsia="Arial" w:hAnsi="Arial" w:cs="Arial"/>
          <w:spacing w:val="1"/>
          <w:position w:val="21"/>
          <w:sz w:val="18"/>
          <w:szCs w:val="18"/>
        </w:rPr>
        <w:t>502</w:t>
      </w:r>
      <w:r w:rsidR="004F4CDC">
        <w:rPr>
          <w:rFonts w:ascii="Cambria Math" w:eastAsia="Cambria Math" w:hAnsi="Cambria Math" w:cs="Cambria Math"/>
          <w:spacing w:val="-2"/>
          <w:position w:val="21"/>
          <w:sz w:val="18"/>
          <w:szCs w:val="18"/>
        </w:rPr>
        <w:t>‐</w:t>
      </w:r>
      <w:r w:rsidR="004F4CDC">
        <w:rPr>
          <w:rFonts w:ascii="Arial" w:eastAsia="Arial" w:hAnsi="Arial" w:cs="Arial"/>
          <w:spacing w:val="-2"/>
          <w:position w:val="21"/>
          <w:sz w:val="18"/>
          <w:szCs w:val="18"/>
        </w:rPr>
        <w:t>5</w:t>
      </w:r>
      <w:r w:rsidR="004F4CDC">
        <w:rPr>
          <w:rFonts w:ascii="Arial" w:eastAsia="Arial" w:hAnsi="Arial" w:cs="Arial"/>
          <w:spacing w:val="1"/>
          <w:position w:val="21"/>
          <w:sz w:val="18"/>
          <w:szCs w:val="18"/>
        </w:rPr>
        <w:t>12</w:t>
      </w:r>
      <w:r w:rsidR="004F4CDC">
        <w:rPr>
          <w:rFonts w:ascii="Arial" w:eastAsia="Arial" w:hAnsi="Arial" w:cs="Arial"/>
          <w:position w:val="21"/>
          <w:sz w:val="18"/>
          <w:szCs w:val="18"/>
        </w:rPr>
        <w:t>.</w:t>
      </w:r>
    </w:p>
    <w:p w:rsidR="00A708F6" w:rsidRDefault="004F4CDC">
      <w:pPr>
        <w:spacing w:after="0" w:line="94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>N</w:t>
      </w:r>
      <w:r>
        <w:rPr>
          <w:rFonts w:ascii="Arial" w:eastAsia="Arial" w:hAnsi="Arial" w:cs="Arial"/>
          <w:spacing w:val="-5"/>
          <w:position w:val="2"/>
          <w:sz w:val="18"/>
          <w:szCs w:val="18"/>
        </w:rPr>
        <w:t>S</w:t>
      </w:r>
      <w:r>
        <w:rPr>
          <w:rFonts w:ascii="Arial" w:eastAsia="Arial" w:hAnsi="Arial" w:cs="Arial"/>
          <w:position w:val="2"/>
          <w:sz w:val="18"/>
          <w:szCs w:val="18"/>
        </w:rPr>
        <w:t>W</w:t>
      </w:r>
      <w:r>
        <w:rPr>
          <w:rFonts w:ascii="Arial" w:eastAsia="Arial" w:hAnsi="Arial" w:cs="Arial"/>
          <w:spacing w:val="8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ci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n</w:t>
      </w:r>
      <w:r>
        <w:rPr>
          <w:rFonts w:ascii="Arial" w:eastAsia="Arial" w:hAnsi="Arial" w:cs="Arial"/>
          <w:position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i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f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i</w:t>
      </w:r>
      <w:r>
        <w:rPr>
          <w:rFonts w:ascii="Arial" w:eastAsia="Arial" w:hAnsi="Arial" w:cs="Arial"/>
          <w:position w:val="2"/>
          <w:sz w:val="18"/>
          <w:szCs w:val="18"/>
        </w:rPr>
        <w:t>c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C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o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i</w:t>
      </w:r>
      <w:r>
        <w:rPr>
          <w:rFonts w:ascii="Arial" w:eastAsia="Arial" w:hAnsi="Arial" w:cs="Arial"/>
          <w:position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e</w:t>
      </w:r>
      <w:r>
        <w:rPr>
          <w:rFonts w:ascii="Arial" w:eastAsia="Arial" w:hAnsi="Arial" w:cs="Arial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3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(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2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0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12</w:t>
      </w:r>
      <w:r>
        <w:rPr>
          <w:rFonts w:ascii="Arial" w:eastAsia="Arial" w:hAnsi="Arial" w:cs="Arial"/>
          <w:position w:val="2"/>
          <w:sz w:val="18"/>
          <w:szCs w:val="18"/>
        </w:rPr>
        <w:t>)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position w:val="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ui</w:t>
      </w:r>
      <w:r>
        <w:rPr>
          <w:rFonts w:ascii="Arial" w:eastAsia="Arial" w:hAnsi="Arial" w:cs="Arial"/>
          <w:i/>
          <w:spacing w:val="-2"/>
          <w:position w:val="2"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el</w:t>
      </w:r>
      <w:r>
        <w:rPr>
          <w:rFonts w:ascii="Arial" w:eastAsia="Arial" w:hAnsi="Arial" w:cs="Arial"/>
          <w:i/>
          <w:spacing w:val="-2"/>
          <w:position w:val="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ne</w:t>
      </w:r>
      <w:r>
        <w:rPr>
          <w:rFonts w:ascii="Arial" w:eastAsia="Arial" w:hAnsi="Arial" w:cs="Arial"/>
          <w:i/>
          <w:position w:val="2"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fo</w:t>
      </w:r>
      <w:r>
        <w:rPr>
          <w:rFonts w:ascii="Arial" w:eastAsia="Arial" w:hAnsi="Arial" w:cs="Arial"/>
          <w:i/>
          <w:position w:val="2"/>
          <w:sz w:val="18"/>
          <w:szCs w:val="18"/>
        </w:rPr>
        <w:t>r</w:t>
      </w:r>
    </w:p>
    <w:p w:rsidR="00A708F6" w:rsidRDefault="004F4CDC">
      <w:pPr>
        <w:spacing w:before="3" w:after="0" w:line="206" w:lineRule="exact"/>
        <w:ind w:left="108" w:right="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is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pec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z w:val="18"/>
          <w:szCs w:val="18"/>
        </w:rPr>
        <w:t>,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po</w:t>
      </w:r>
      <w:r>
        <w:rPr>
          <w:rFonts w:ascii="Arial" w:eastAsia="Arial" w:hAnsi="Arial" w:cs="Arial"/>
          <w:i/>
          <w:spacing w:val="-2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ula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io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 xml:space="preserve">d </w:t>
      </w:r>
      <w:r>
        <w:rPr>
          <w:rFonts w:ascii="Arial" w:eastAsia="Arial" w:hAnsi="Arial" w:cs="Arial"/>
          <w:i/>
          <w:spacing w:val="1"/>
          <w:sz w:val="18"/>
          <w:szCs w:val="18"/>
        </w:rPr>
        <w:t>eco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og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ca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co</w:t>
      </w:r>
      <w:r>
        <w:rPr>
          <w:rFonts w:ascii="Arial" w:eastAsia="Arial" w:hAnsi="Arial" w:cs="Arial"/>
          <w:i/>
          <w:spacing w:val="-1"/>
          <w:sz w:val="18"/>
          <w:szCs w:val="18"/>
        </w:rPr>
        <w:t>mm</w:t>
      </w:r>
      <w:r>
        <w:rPr>
          <w:rFonts w:ascii="Arial" w:eastAsia="Arial" w:hAnsi="Arial" w:cs="Arial"/>
          <w:i/>
          <w:spacing w:val="1"/>
          <w:sz w:val="18"/>
          <w:szCs w:val="18"/>
        </w:rPr>
        <w:t>uni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de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3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ea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ene</w:t>
      </w:r>
      <w:r>
        <w:rPr>
          <w:rFonts w:ascii="Arial" w:eastAsia="Arial" w:hAnsi="Arial" w:cs="Arial"/>
          <w:i/>
          <w:sz w:val="18"/>
          <w:szCs w:val="18"/>
        </w:rPr>
        <w:t>d</w:t>
      </w:r>
    </w:p>
    <w:p w:rsidR="00A708F6" w:rsidRDefault="004F4CDC">
      <w:pPr>
        <w:spacing w:after="0" w:line="203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pec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C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va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ci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4F4CDC">
      <w:pPr>
        <w:spacing w:before="4" w:after="0" w:line="240" w:lineRule="auto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Lis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gu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del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.3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8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ul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oni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>od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fo</w:t>
      </w:r>
      <w:r>
        <w:rPr>
          <w:rFonts w:ascii="Arial" w:eastAsia="Arial" w:hAnsi="Arial" w:cs="Arial"/>
          <w:i/>
          <w:sz w:val="18"/>
          <w:szCs w:val="18"/>
        </w:rPr>
        <w:t xml:space="preserve">r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 xml:space="preserve">e NSW </w:t>
      </w:r>
      <w:r>
        <w:rPr>
          <w:rFonts w:ascii="Arial" w:eastAsia="Arial" w:hAnsi="Arial" w:cs="Arial"/>
          <w:i/>
          <w:spacing w:val="1"/>
          <w:sz w:val="18"/>
          <w:szCs w:val="18"/>
        </w:rPr>
        <w:t>ka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ga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ana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og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 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onm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im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8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7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AR </w:t>
      </w:r>
      <w:r>
        <w:rPr>
          <w:rFonts w:ascii="Arial" w:eastAsia="Arial" w:hAnsi="Arial" w:cs="Arial"/>
          <w:spacing w:val="-2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2003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i/>
          <w:sz w:val="18"/>
          <w:szCs w:val="18"/>
        </w:rPr>
        <w:t>Har</w:t>
      </w:r>
      <w:r>
        <w:rPr>
          <w:rFonts w:ascii="Arial" w:eastAsia="Arial" w:hAnsi="Arial" w:cs="Arial"/>
          <w:i/>
          <w:spacing w:val="-1"/>
          <w:sz w:val="18"/>
          <w:szCs w:val="18"/>
        </w:rPr>
        <w:t>v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age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 xml:space="preserve">s </w:t>
      </w:r>
      <w:r>
        <w:rPr>
          <w:rFonts w:ascii="Arial" w:eastAsia="Arial" w:hAnsi="Arial" w:cs="Arial"/>
          <w:i/>
          <w:spacing w:val="1"/>
          <w:sz w:val="18"/>
          <w:szCs w:val="18"/>
        </w:rPr>
        <w:t>du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ugh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nli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: </w:t>
      </w:r>
      <w:hyperlink r:id="rId35"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h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tp</w:t>
        </w:r>
        <w:r>
          <w:rPr>
            <w:rFonts w:ascii="Arial" w:eastAsia="Arial" w:hAnsi="Arial" w:cs="Arial"/>
            <w:color w:val="0000FF"/>
            <w:sz w:val="18"/>
            <w:szCs w:val="18"/>
          </w:rPr>
          <w:t>: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en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i</w:t>
        </w:r>
        <w:r>
          <w:rPr>
            <w:rFonts w:ascii="Arial" w:eastAsia="Arial" w:hAnsi="Arial" w:cs="Arial"/>
            <w:color w:val="0000FF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onmen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ns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g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FF"/>
            <w:sz w:val="18"/>
            <w:szCs w:val="18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au</w:t>
        </w:r>
        <w:r>
          <w:rPr>
            <w:rFonts w:ascii="Arial" w:eastAsia="Arial" w:hAnsi="Arial" w:cs="Arial"/>
            <w:color w:val="0000FF"/>
            <w:sz w:val="18"/>
            <w:szCs w:val="18"/>
          </w:rPr>
          <w:t>/r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ou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ce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z w:val="18"/>
            <w:szCs w:val="18"/>
          </w:rPr>
          <w:t>/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pa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ks</w:t>
        </w:r>
        <w:r>
          <w:rPr>
            <w:rFonts w:ascii="Arial" w:eastAsia="Arial" w:hAnsi="Arial" w:cs="Arial"/>
            <w:color w:val="0000FF"/>
            <w:sz w:val="18"/>
            <w:szCs w:val="18"/>
          </w:rPr>
          <w:t>/</w:t>
        </w:r>
      </w:hyperlink>
      <w:hyperlink r:id="rId36">
        <w:r>
          <w:rPr>
            <w:rFonts w:ascii="Arial" w:eastAsia="Arial" w:hAnsi="Arial" w:cs="Arial"/>
            <w:color w:val="0000FF"/>
            <w:sz w:val="18"/>
            <w:szCs w:val="18"/>
          </w:rPr>
          <w:t xml:space="preserve"> N</w:t>
        </w:r>
        <w:r>
          <w:rPr>
            <w:rFonts w:ascii="Arial" w:eastAsia="Arial" w:hAnsi="Arial" w:cs="Arial"/>
            <w:color w:val="0000FF"/>
            <w:spacing w:val="-5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pacing w:val="8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z w:val="18"/>
            <w:szCs w:val="18"/>
          </w:rPr>
          <w:t>N</w:t>
        </w:r>
        <w:r>
          <w:rPr>
            <w:rFonts w:ascii="Arial" w:eastAsia="Arial" w:hAnsi="Arial" w:cs="Arial"/>
            <w:color w:val="0000FF"/>
            <w:spacing w:val="-5"/>
            <w:sz w:val="18"/>
            <w:szCs w:val="18"/>
          </w:rPr>
          <w:t>P</w:t>
        </w:r>
        <w:r>
          <w:rPr>
            <w:rFonts w:ascii="Arial" w:eastAsia="Arial" w:hAnsi="Arial" w:cs="Arial"/>
            <w:color w:val="0000FF"/>
            <w:spacing w:val="8"/>
            <w:sz w:val="18"/>
            <w:szCs w:val="18"/>
          </w:rPr>
          <w:t>W</w:t>
        </w:r>
        <w:r>
          <w:rPr>
            <w:rFonts w:ascii="Arial" w:eastAsia="Arial" w:hAnsi="Arial" w:cs="Arial"/>
            <w:color w:val="0000FF"/>
            <w:spacing w:val="-3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z w:val="18"/>
            <w:szCs w:val="18"/>
          </w:rPr>
          <w:t>Dro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u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gh</w:t>
        </w:r>
        <w:r>
          <w:rPr>
            <w:rFonts w:ascii="Arial" w:eastAsia="Arial" w:hAnsi="Arial" w:cs="Arial"/>
            <w:color w:val="0000FF"/>
            <w:sz w:val="18"/>
            <w:szCs w:val="18"/>
          </w:rPr>
          <w:t>tH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</w:t>
        </w:r>
        <w:r>
          <w:rPr>
            <w:rFonts w:ascii="Arial" w:eastAsia="Arial" w:hAnsi="Arial" w:cs="Arial"/>
            <w:color w:val="0000FF"/>
            <w:sz w:val="18"/>
            <w:szCs w:val="18"/>
          </w:rPr>
          <w:t>r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s</w:t>
        </w:r>
        <w:r>
          <w:rPr>
            <w:rFonts w:ascii="Arial" w:eastAsia="Arial" w:hAnsi="Arial" w:cs="Arial"/>
            <w:color w:val="0000FF"/>
            <w:sz w:val="18"/>
            <w:szCs w:val="18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18"/>
            <w:szCs w:val="18"/>
          </w:rPr>
          <w:t>m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anag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m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n</w:t>
        </w:r>
        <w:r>
          <w:rPr>
            <w:rFonts w:ascii="Arial" w:eastAsia="Arial" w:hAnsi="Arial" w:cs="Arial"/>
            <w:color w:val="0000FF"/>
            <w:sz w:val="18"/>
            <w:szCs w:val="18"/>
          </w:rPr>
          <w:t>tC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ol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o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u</w:t>
        </w:r>
        <w:r>
          <w:rPr>
            <w:rFonts w:ascii="Arial" w:eastAsia="Arial" w:hAnsi="Arial" w:cs="Arial"/>
            <w:color w:val="0000FF"/>
            <w:sz w:val="18"/>
            <w:szCs w:val="18"/>
          </w:rPr>
          <w:t>r.</w:t>
        </w:r>
        <w:r>
          <w:rPr>
            <w:rFonts w:ascii="Arial" w:eastAsia="Arial" w:hAnsi="Arial" w:cs="Arial"/>
            <w:color w:val="0000FF"/>
            <w:spacing w:val="1"/>
            <w:sz w:val="18"/>
            <w:szCs w:val="18"/>
          </w:rPr>
          <w:t>p</w:t>
        </w:r>
        <w:r>
          <w:rPr>
            <w:rFonts w:ascii="Arial" w:eastAsia="Arial" w:hAnsi="Arial" w:cs="Arial"/>
            <w:color w:val="0000FF"/>
            <w:spacing w:val="-2"/>
            <w:sz w:val="18"/>
            <w:szCs w:val="18"/>
          </w:rPr>
          <w:t>d</w:t>
        </w:r>
        <w:r>
          <w:rPr>
            <w:rFonts w:ascii="Arial" w:eastAsia="Arial" w:hAnsi="Arial" w:cs="Arial"/>
            <w:color w:val="0000FF"/>
            <w:sz w:val="18"/>
            <w:szCs w:val="18"/>
          </w:rPr>
          <w:t xml:space="preserve">f </w:t>
        </w:r>
      </w:hyperlink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epo</w:t>
      </w:r>
      <w:r>
        <w:rPr>
          <w:rFonts w:ascii="Arial" w:eastAsia="Arial" w:hAnsi="Arial" w:cs="Arial"/>
          <w:color w:val="000000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ale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fe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ice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3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20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left="108" w:right="9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ople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.R.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08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equ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fo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ana</w:t>
      </w:r>
      <w:r>
        <w:rPr>
          <w:rFonts w:ascii="Arial" w:eastAsia="Arial" w:hAnsi="Arial" w:cs="Arial"/>
          <w:spacing w:val="-2"/>
          <w:sz w:val="18"/>
          <w:szCs w:val="18"/>
        </w:rPr>
        <w:t>ge</w:t>
      </w:r>
      <w:r>
        <w:rPr>
          <w:rFonts w:ascii="Arial" w:eastAsia="Arial" w:hAnsi="Arial" w:cs="Arial"/>
          <w:spacing w:val="1"/>
          <w:sz w:val="18"/>
          <w:szCs w:val="18"/>
        </w:rPr>
        <w:t>men</w:t>
      </w:r>
      <w:r>
        <w:rPr>
          <w:rFonts w:ascii="Arial" w:eastAsia="Arial" w:hAnsi="Arial" w:cs="Arial"/>
          <w:sz w:val="18"/>
          <w:szCs w:val="18"/>
        </w:rPr>
        <w:t xml:space="preserve">t. </w:t>
      </w:r>
      <w:r>
        <w:rPr>
          <w:rFonts w:ascii="Arial" w:eastAsia="Arial" w:hAnsi="Arial" w:cs="Arial"/>
          <w:i/>
          <w:spacing w:val="4"/>
          <w:sz w:val="20"/>
          <w:szCs w:val="20"/>
        </w:rPr>
        <w:t>W</w:t>
      </w:r>
      <w:r>
        <w:rPr>
          <w:rFonts w:ascii="Arial" w:eastAsia="Arial" w:hAnsi="Arial" w:cs="Arial"/>
          <w:i/>
          <w:spacing w:val="-1"/>
          <w:sz w:val="20"/>
          <w:szCs w:val="20"/>
        </w:rPr>
        <w:t>il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fe 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rc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40</w:t>
      </w:r>
      <w:r>
        <w:rPr>
          <w:rFonts w:ascii="Arial" w:eastAsia="Arial" w:hAnsi="Arial" w:cs="Arial"/>
          <w:spacing w:val="2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>348.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left="108" w:right="6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R,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enk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lpin</w:t>
      </w:r>
      <w:r>
        <w:rPr>
          <w:rFonts w:ascii="Arial" w:eastAsia="Arial" w:hAnsi="Arial" w:cs="Arial"/>
          <w:sz w:val="18"/>
          <w:szCs w:val="18"/>
        </w:rPr>
        <w:t>e C, P</w:t>
      </w:r>
      <w:r>
        <w:rPr>
          <w:rFonts w:ascii="Arial" w:eastAsia="Arial" w:hAnsi="Arial" w:cs="Arial"/>
          <w:spacing w:val="1"/>
          <w:sz w:val="18"/>
          <w:szCs w:val="18"/>
        </w:rPr>
        <w:t>os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HP (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t</w:t>
      </w:r>
      <w:r>
        <w:rPr>
          <w:rFonts w:ascii="Arial" w:eastAsia="Arial" w:hAnsi="Arial" w:cs="Arial"/>
          <w:spacing w:val="1"/>
          <w:sz w:val="18"/>
          <w:szCs w:val="18"/>
        </w:rPr>
        <w:t>em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po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ula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’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opods</w:t>
      </w:r>
      <w:r>
        <w:rPr>
          <w:rFonts w:ascii="Arial" w:eastAsia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B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ol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ga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,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3"/>
          <w:sz w:val="18"/>
          <w:szCs w:val="18"/>
        </w:rPr>
        <w:t>W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ll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bi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Ra</w:t>
      </w:r>
      <w:r>
        <w:rPr>
          <w:rFonts w:ascii="Arial" w:eastAsia="Arial" w:hAnsi="Arial" w:cs="Arial"/>
          <w:i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-</w:t>
      </w:r>
      <w:r>
        <w:rPr>
          <w:rFonts w:ascii="Arial" w:eastAsia="Arial" w:hAnsi="Arial" w:cs="Arial"/>
          <w:i/>
          <w:spacing w:val="1"/>
          <w:sz w:val="18"/>
          <w:szCs w:val="18"/>
        </w:rPr>
        <w:t>ka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ga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ul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DB E</w:t>
      </w:r>
      <w:r>
        <w:rPr>
          <w:rFonts w:ascii="Arial" w:eastAsia="Arial" w:hAnsi="Arial" w:cs="Arial"/>
          <w:spacing w:val="1"/>
          <w:sz w:val="18"/>
          <w:szCs w:val="18"/>
        </w:rPr>
        <w:t>ld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pp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1</w:t>
      </w:r>
      <w:r>
        <w:rPr>
          <w:rFonts w:ascii="Arial" w:eastAsia="Arial" w:hAnsi="Arial" w:cs="Arial"/>
          <w:spacing w:val="-2"/>
          <w:sz w:val="18"/>
          <w:szCs w:val="18"/>
        </w:rPr>
        <w:t>9</w:t>
      </w:r>
      <w:r>
        <w:rPr>
          <w:rFonts w:ascii="Arial" w:eastAsia="Arial" w:hAnsi="Arial" w:cs="Arial"/>
          <w:spacing w:val="2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elbou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CS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ubli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)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06" w:lineRule="exact"/>
        <w:ind w:left="108" w:right="1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enk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4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, P</w:t>
      </w:r>
      <w:r>
        <w:rPr>
          <w:rFonts w:ascii="Arial" w:eastAsia="Arial" w:hAnsi="Arial" w:cs="Arial"/>
          <w:spacing w:val="1"/>
          <w:sz w:val="18"/>
          <w:szCs w:val="18"/>
        </w:rPr>
        <w:t>os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ing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HP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lp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 (</w:t>
      </w:r>
      <w:r>
        <w:rPr>
          <w:rFonts w:ascii="Arial" w:eastAsia="Arial" w:hAnsi="Arial" w:cs="Arial"/>
          <w:spacing w:val="1"/>
          <w:sz w:val="18"/>
          <w:szCs w:val="18"/>
        </w:rPr>
        <w:t>2007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pa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pa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th A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lia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6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ag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du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ugh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gg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lon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</w:p>
    <w:p w:rsidR="00A708F6" w:rsidRDefault="004F4CDC">
      <w:pPr>
        <w:spacing w:after="0" w:line="441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position w:val="19"/>
          <w:sz w:val="18"/>
          <w:szCs w:val="18"/>
        </w:rPr>
        <w:t>mo</w:t>
      </w:r>
      <w:r>
        <w:rPr>
          <w:rFonts w:ascii="Arial" w:eastAsia="Arial" w:hAnsi="Arial" w:cs="Arial"/>
          <w:spacing w:val="-1"/>
          <w:position w:val="19"/>
          <w:sz w:val="18"/>
          <w:szCs w:val="18"/>
        </w:rPr>
        <w:t>v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em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n</w:t>
      </w:r>
      <w:r>
        <w:rPr>
          <w:rFonts w:ascii="Arial" w:eastAsia="Arial" w:hAnsi="Arial" w:cs="Arial"/>
          <w:position w:val="19"/>
          <w:sz w:val="18"/>
          <w:szCs w:val="18"/>
        </w:rPr>
        <w:t xml:space="preserve">t. 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Jou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na</w:t>
      </w:r>
      <w:r>
        <w:rPr>
          <w:rFonts w:ascii="Arial" w:eastAsia="Arial" w:hAnsi="Arial" w:cs="Arial"/>
          <w:i/>
          <w:position w:val="19"/>
          <w:sz w:val="18"/>
          <w:szCs w:val="18"/>
        </w:rPr>
        <w:t>l</w:t>
      </w:r>
      <w:r>
        <w:rPr>
          <w:rFonts w:ascii="Arial" w:eastAsia="Arial" w:hAnsi="Arial" w:cs="Arial"/>
          <w:i/>
          <w:spacing w:val="-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o</w:t>
      </w:r>
      <w:r>
        <w:rPr>
          <w:rFonts w:ascii="Arial" w:eastAsia="Arial" w:hAnsi="Arial" w:cs="Arial"/>
          <w:i/>
          <w:position w:val="19"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position w:val="19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p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li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position w:val="19"/>
          <w:sz w:val="18"/>
          <w:szCs w:val="18"/>
        </w:rPr>
        <w:t>d</w:t>
      </w:r>
      <w:r>
        <w:rPr>
          <w:rFonts w:ascii="Arial" w:eastAsia="Arial" w:hAnsi="Arial" w:cs="Arial"/>
          <w:i/>
          <w:spacing w:val="-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col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g</w:t>
      </w:r>
      <w:r>
        <w:rPr>
          <w:rFonts w:ascii="Arial" w:eastAsia="Arial" w:hAnsi="Arial" w:cs="Arial"/>
          <w:i/>
          <w:position w:val="19"/>
          <w:sz w:val="18"/>
          <w:szCs w:val="18"/>
        </w:rPr>
        <w:t>y</w:t>
      </w:r>
      <w:r>
        <w:rPr>
          <w:rFonts w:ascii="Arial" w:eastAsia="Arial" w:hAnsi="Arial" w:cs="Arial"/>
          <w:i/>
          <w:spacing w:val="2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19"/>
          <w:sz w:val="18"/>
          <w:szCs w:val="18"/>
        </w:rPr>
        <w:t>44</w:t>
      </w:r>
      <w:r>
        <w:rPr>
          <w:rFonts w:ascii="Arial" w:eastAsia="Arial" w:hAnsi="Arial" w:cs="Arial"/>
          <w:position w:val="19"/>
          <w:sz w:val="18"/>
          <w:szCs w:val="18"/>
        </w:rPr>
        <w:t>,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1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068</w:t>
      </w:r>
      <w:r>
        <w:rPr>
          <w:rFonts w:ascii="Cambria Math" w:eastAsia="Cambria Math" w:hAnsi="Cambria Math" w:cs="Cambria Math"/>
          <w:spacing w:val="-2"/>
          <w:position w:val="19"/>
          <w:sz w:val="18"/>
          <w:szCs w:val="18"/>
        </w:rPr>
        <w:t>‐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10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7</w:t>
      </w:r>
      <w:r>
        <w:rPr>
          <w:rFonts w:ascii="Arial" w:eastAsia="Arial" w:hAnsi="Arial" w:cs="Arial"/>
          <w:position w:val="19"/>
          <w:sz w:val="18"/>
          <w:szCs w:val="18"/>
        </w:rPr>
        <w:t>9</w:t>
      </w:r>
    </w:p>
    <w:p w:rsidR="00A708F6" w:rsidRDefault="004F4CDC">
      <w:pPr>
        <w:spacing w:after="0" w:line="94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opl</w:t>
      </w:r>
      <w:r>
        <w:rPr>
          <w:rFonts w:ascii="Arial" w:eastAsia="Arial" w:hAnsi="Arial" w:cs="Arial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2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AR</w:t>
      </w:r>
      <w:r>
        <w:rPr>
          <w:rFonts w:ascii="Arial" w:eastAsia="Arial" w:hAnsi="Arial" w:cs="Arial"/>
          <w:spacing w:val="-3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an</w:t>
      </w:r>
      <w:r>
        <w:rPr>
          <w:rFonts w:ascii="Arial" w:eastAsia="Arial" w:hAnsi="Arial" w:cs="Arial"/>
          <w:position w:val="2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ag</w:t>
      </w:r>
      <w:r>
        <w:rPr>
          <w:rFonts w:ascii="Arial" w:eastAsia="Arial" w:hAnsi="Arial" w:cs="Arial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-3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(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2001</w:t>
      </w:r>
      <w:r>
        <w:rPr>
          <w:rFonts w:ascii="Arial" w:eastAsia="Arial" w:hAnsi="Arial" w:cs="Arial"/>
          <w:position w:val="2"/>
          <w:sz w:val="18"/>
          <w:szCs w:val="18"/>
        </w:rPr>
        <w:t>)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4"/>
          <w:position w:val="2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anage</w:t>
      </w:r>
      <w:r>
        <w:rPr>
          <w:rFonts w:ascii="Arial" w:eastAsia="Arial" w:hAnsi="Arial" w:cs="Arial"/>
          <w:i/>
          <w:spacing w:val="-1"/>
          <w:position w:val="2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en</w:t>
      </w:r>
      <w:r>
        <w:rPr>
          <w:rFonts w:ascii="Arial" w:eastAsia="Arial" w:hAnsi="Arial" w:cs="Arial"/>
          <w:i/>
          <w:position w:val="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position w:val="2"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 xml:space="preserve"> a</w:t>
      </w:r>
      <w:r>
        <w:rPr>
          <w:rFonts w:ascii="Arial" w:eastAsia="Arial" w:hAnsi="Arial" w:cs="Arial"/>
          <w:i/>
          <w:position w:val="2"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position w:val="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i</w:t>
      </w:r>
      <w:r>
        <w:rPr>
          <w:rFonts w:ascii="Arial" w:eastAsia="Arial" w:hAnsi="Arial" w:cs="Arial"/>
          <w:i/>
          <w:position w:val="2"/>
          <w:sz w:val="18"/>
          <w:szCs w:val="18"/>
        </w:rPr>
        <w:t>f</w:t>
      </w:r>
      <w:r>
        <w:rPr>
          <w:rFonts w:ascii="Arial" w:eastAsia="Arial" w:hAnsi="Arial" w:cs="Arial"/>
          <w:i/>
          <w:spacing w:val="-1"/>
          <w:position w:val="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position w:val="2"/>
          <w:sz w:val="18"/>
          <w:szCs w:val="18"/>
        </w:rPr>
        <w:t>ci</w:t>
      </w:r>
      <w:r>
        <w:rPr>
          <w:rFonts w:ascii="Arial" w:eastAsia="Arial" w:hAnsi="Arial" w:cs="Arial"/>
          <w:i/>
          <w:spacing w:val="-2"/>
          <w:position w:val="2"/>
          <w:sz w:val="18"/>
          <w:szCs w:val="18"/>
        </w:rPr>
        <w:t>a</w:t>
      </w:r>
      <w:r>
        <w:rPr>
          <w:rFonts w:ascii="Arial" w:eastAsia="Arial" w:hAnsi="Arial" w:cs="Arial"/>
          <w:i/>
          <w:position w:val="2"/>
          <w:sz w:val="18"/>
          <w:szCs w:val="18"/>
        </w:rPr>
        <w:t>l</w:t>
      </w:r>
    </w:p>
    <w:p w:rsidR="00A708F6" w:rsidRDefault="004F4CDC">
      <w:pPr>
        <w:spacing w:after="0" w:line="206" w:lineRule="exact"/>
        <w:ind w:left="1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wa</w:t>
      </w:r>
      <w:r>
        <w:rPr>
          <w:rFonts w:ascii="Arial" w:eastAsia="Arial" w:hAnsi="Arial" w:cs="Arial"/>
          <w:i/>
          <w:spacing w:val="1"/>
          <w:sz w:val="18"/>
          <w:szCs w:val="18"/>
        </w:rPr>
        <w:t>te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Pa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k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rn</w:t>
      </w:r>
    </w:p>
    <w:p w:rsidR="00A708F6" w:rsidRDefault="004F4CDC">
      <w:pPr>
        <w:spacing w:before="2" w:after="0" w:line="208" w:lineRule="exact"/>
        <w:ind w:left="108" w:right="-5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pacing w:val="-1"/>
          <w:sz w:val="18"/>
          <w:szCs w:val="18"/>
        </w:rPr>
        <w:t>Q</w:t>
      </w:r>
      <w:r>
        <w:rPr>
          <w:rFonts w:ascii="Arial" w:eastAsia="Arial" w:hAnsi="Arial" w:cs="Arial"/>
          <w:i/>
          <w:spacing w:val="1"/>
          <w:sz w:val="18"/>
          <w:szCs w:val="18"/>
        </w:rPr>
        <w:t>ueen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>lan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Qu</w:t>
      </w:r>
      <w:r>
        <w:rPr>
          <w:rFonts w:ascii="Arial" w:eastAsia="Arial" w:hAnsi="Arial" w:cs="Arial"/>
          <w:spacing w:val="1"/>
          <w:sz w:val="18"/>
          <w:szCs w:val="18"/>
        </w:rPr>
        <w:t>een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z w:val="18"/>
          <w:szCs w:val="18"/>
        </w:rPr>
        <w:t>fe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7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left="108" w:right="-2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opl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-3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1999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Co</w:t>
      </w:r>
      <w:r>
        <w:rPr>
          <w:rFonts w:ascii="Arial" w:eastAsia="Arial" w:hAnsi="Arial" w:cs="Arial"/>
          <w:i/>
          <w:spacing w:val="-1"/>
          <w:sz w:val="18"/>
          <w:szCs w:val="18"/>
        </w:rPr>
        <w:t>mm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cia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ha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v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 xml:space="preserve">f </w:t>
      </w:r>
      <w:r>
        <w:rPr>
          <w:rFonts w:ascii="Arial" w:eastAsia="Arial" w:hAnsi="Arial" w:cs="Arial"/>
          <w:i/>
          <w:spacing w:val="1"/>
          <w:sz w:val="18"/>
          <w:szCs w:val="18"/>
        </w:rPr>
        <w:t>kan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: </w:t>
      </w:r>
      <w:hyperlink r:id="rId37"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h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t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tp: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/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/</w:t>
        </w:r>
        <w:r>
          <w:rPr>
            <w:rFonts w:ascii="Arial" w:eastAsia="Arial" w:hAnsi="Arial" w:cs="Arial"/>
            <w:spacing w:val="-3"/>
            <w:sz w:val="18"/>
            <w:szCs w:val="18"/>
            <w:u w:val="single" w:color="000000"/>
          </w:rPr>
          <w:t>w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w</w:t>
        </w:r>
        <w:r>
          <w:rPr>
            <w:rFonts w:ascii="Arial" w:eastAsia="Arial" w:hAnsi="Arial" w:cs="Arial"/>
            <w:spacing w:val="-3"/>
            <w:sz w:val="18"/>
            <w:szCs w:val="18"/>
            <w:u w:val="single" w:color="000000"/>
          </w:rPr>
          <w:t>w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.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en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v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i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onmen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t</w:t>
        </w:r>
        <w:r>
          <w:rPr>
            <w:rFonts w:ascii="Arial" w:eastAsia="Arial" w:hAnsi="Arial" w:cs="Arial"/>
            <w:spacing w:val="-2"/>
            <w:sz w:val="18"/>
            <w:szCs w:val="18"/>
            <w:u w:val="single" w:color="000000"/>
          </w:rPr>
          <w:t>.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go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v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.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a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u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/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bi</w:t>
        </w:r>
        <w:r>
          <w:rPr>
            <w:rFonts w:ascii="Arial" w:eastAsia="Arial" w:hAnsi="Arial" w:cs="Arial"/>
            <w:spacing w:val="-2"/>
            <w:sz w:val="18"/>
            <w:szCs w:val="18"/>
            <w:u w:val="single" w:color="000000"/>
          </w:rPr>
          <w:t>o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di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v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e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r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s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i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t</w:t>
        </w:r>
        <w:r>
          <w:rPr>
            <w:rFonts w:ascii="Arial" w:eastAsia="Arial" w:hAnsi="Arial" w:cs="Arial"/>
            <w:spacing w:val="-1"/>
            <w:sz w:val="18"/>
            <w:szCs w:val="18"/>
            <w:u w:val="single" w:color="000000"/>
          </w:rPr>
          <w:t>y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/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t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sz w:val="18"/>
            <w:szCs w:val="18"/>
            <w:u w:val="single" w:color="000000"/>
          </w:rPr>
          <w:t>ad</w:t>
        </w:r>
        <w:r>
          <w:rPr>
            <w:rFonts w:ascii="Arial" w:eastAsia="Arial" w:hAnsi="Arial" w:cs="Arial"/>
            <w:spacing w:val="5"/>
            <w:sz w:val="18"/>
            <w:szCs w:val="18"/>
            <w:u w:val="single" w:color="000000"/>
          </w:rPr>
          <w:t>e</w:t>
        </w:r>
        <w:r>
          <w:rPr>
            <w:rFonts w:ascii="Arial" w:eastAsia="Arial" w:hAnsi="Arial" w:cs="Arial"/>
            <w:sz w:val="18"/>
            <w:szCs w:val="18"/>
            <w:u w:val="single" w:color="000000"/>
          </w:rPr>
          <w:t>-</w:t>
        </w:r>
        <w:r>
          <w:rPr>
            <w:rFonts w:ascii="Arial" w:eastAsia="Arial" w:hAnsi="Arial" w:cs="Arial"/>
            <w:sz w:val="18"/>
            <w:szCs w:val="18"/>
          </w:rPr>
          <w:t xml:space="preserve"> </w:t>
        </w:r>
      </w:hyperlink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use</w:t>
      </w:r>
      <w:r>
        <w:rPr>
          <w:rFonts w:ascii="Arial" w:eastAsia="Arial" w:hAnsi="Arial" w:cs="Arial"/>
          <w:sz w:val="18"/>
          <w:szCs w:val="18"/>
          <w:u w:val="single" w:color="000000"/>
        </w:rPr>
        <w:t>/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w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il</w:t>
      </w:r>
      <w:r>
        <w:rPr>
          <w:rFonts w:ascii="Arial" w:eastAsia="Arial" w:hAnsi="Arial" w:cs="Arial"/>
          <w:spacing w:val="2"/>
          <w:sz w:val="18"/>
          <w:szCs w:val="18"/>
          <w:u w:val="single" w:color="000000"/>
        </w:rPr>
        <w:t>d</w:t>
      </w:r>
      <w:r>
        <w:rPr>
          <w:rFonts w:ascii="Arial" w:eastAsia="Arial" w:hAnsi="Arial" w:cs="Arial"/>
          <w:sz w:val="18"/>
          <w:szCs w:val="18"/>
          <w:u w:val="single" w:color="000000"/>
        </w:rPr>
        <w:t>-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h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a</w:t>
      </w:r>
      <w:r>
        <w:rPr>
          <w:rFonts w:ascii="Arial" w:eastAsia="Arial" w:hAnsi="Arial" w:cs="Arial"/>
          <w:sz w:val="18"/>
          <w:szCs w:val="18"/>
          <w:u w:val="single" w:color="000000"/>
        </w:rPr>
        <w:t>r</w:t>
      </w:r>
      <w:r>
        <w:rPr>
          <w:rFonts w:ascii="Arial" w:eastAsia="Arial" w:hAnsi="Arial" w:cs="Arial"/>
          <w:spacing w:val="-1"/>
          <w:sz w:val="18"/>
          <w:szCs w:val="18"/>
          <w:u w:val="single" w:color="000000"/>
        </w:rPr>
        <w:t>v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es</w:t>
      </w:r>
      <w:r>
        <w:rPr>
          <w:rFonts w:ascii="Arial" w:eastAsia="Arial" w:hAnsi="Arial" w:cs="Arial"/>
          <w:sz w:val="18"/>
          <w:szCs w:val="18"/>
          <w:u w:val="single" w:color="000000"/>
        </w:rPr>
        <w:t>t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/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ka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n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ga</w:t>
      </w:r>
      <w:r>
        <w:rPr>
          <w:rFonts w:ascii="Arial" w:eastAsia="Arial" w:hAnsi="Arial" w:cs="Arial"/>
          <w:sz w:val="18"/>
          <w:szCs w:val="18"/>
          <w:u w:val="single" w:color="000000"/>
        </w:rPr>
        <w:t>r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o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o</w:t>
      </w:r>
      <w:r>
        <w:rPr>
          <w:rFonts w:ascii="Arial" w:eastAsia="Arial" w:hAnsi="Arial" w:cs="Arial"/>
          <w:sz w:val="18"/>
          <w:szCs w:val="18"/>
          <w:u w:val="single" w:color="000000"/>
        </w:rPr>
        <w:t>/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ha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r</w:t>
      </w:r>
      <w:r>
        <w:rPr>
          <w:rFonts w:ascii="Arial" w:eastAsia="Arial" w:hAnsi="Arial" w:cs="Arial"/>
          <w:spacing w:val="-1"/>
          <w:sz w:val="18"/>
          <w:szCs w:val="18"/>
          <w:u w:val="single" w:color="000000"/>
        </w:rPr>
        <w:t>v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es</w:t>
      </w:r>
      <w:r>
        <w:rPr>
          <w:rFonts w:ascii="Arial" w:eastAsia="Arial" w:hAnsi="Arial" w:cs="Arial"/>
          <w:sz w:val="18"/>
          <w:szCs w:val="18"/>
          <w:u w:val="single" w:color="000000"/>
        </w:rPr>
        <w:t>t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in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g</w:t>
      </w:r>
      <w:r>
        <w:rPr>
          <w:rFonts w:ascii="Arial" w:eastAsia="Arial" w:hAnsi="Arial" w:cs="Arial"/>
          <w:sz w:val="18"/>
          <w:szCs w:val="18"/>
          <w:u w:val="single" w:color="000000"/>
        </w:rPr>
        <w:t>/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in</w:t>
      </w:r>
      <w:r>
        <w:rPr>
          <w:rFonts w:ascii="Arial" w:eastAsia="Arial" w:hAnsi="Arial" w:cs="Arial"/>
          <w:spacing w:val="-2"/>
          <w:sz w:val="18"/>
          <w:szCs w:val="18"/>
          <w:u w:val="single" w:color="000000"/>
        </w:rPr>
        <w:t>d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e</w:t>
      </w:r>
      <w:r>
        <w:rPr>
          <w:rFonts w:ascii="Arial" w:eastAsia="Arial" w:hAnsi="Arial" w:cs="Arial"/>
          <w:spacing w:val="-4"/>
          <w:sz w:val="18"/>
          <w:szCs w:val="18"/>
          <w:u w:val="single" w:color="000000"/>
        </w:rPr>
        <w:t>x</w:t>
      </w:r>
      <w:r>
        <w:rPr>
          <w:rFonts w:ascii="Arial" w:eastAsia="Arial" w:hAnsi="Arial" w:cs="Arial"/>
          <w:sz w:val="18"/>
          <w:szCs w:val="18"/>
          <w:u w:val="single" w:color="000000"/>
        </w:rPr>
        <w:t>.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h</w:t>
      </w:r>
      <w:r>
        <w:rPr>
          <w:rFonts w:ascii="Arial" w:eastAsia="Arial" w:hAnsi="Arial" w:cs="Arial"/>
          <w:sz w:val="18"/>
          <w:szCs w:val="18"/>
          <w:u w:val="single" w:color="000000"/>
        </w:rPr>
        <w:t>t</w:t>
      </w:r>
      <w:r>
        <w:rPr>
          <w:rFonts w:ascii="Arial" w:eastAsia="Arial" w:hAnsi="Arial" w:cs="Arial"/>
          <w:spacing w:val="1"/>
          <w:sz w:val="18"/>
          <w:szCs w:val="18"/>
          <w:u w:val="single" w:color="000000"/>
        </w:rPr>
        <w:t>m</w:t>
      </w:r>
      <w:r>
        <w:rPr>
          <w:rFonts w:ascii="Arial" w:eastAsia="Arial" w:hAnsi="Arial" w:cs="Arial"/>
          <w:sz w:val="18"/>
          <w:szCs w:val="18"/>
          <w:u w:val="single" w:color="000000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 De</w:t>
      </w:r>
      <w:r>
        <w:rPr>
          <w:rFonts w:ascii="Arial" w:eastAsia="Arial" w:hAnsi="Arial" w:cs="Arial"/>
          <w:spacing w:val="1"/>
          <w:sz w:val="18"/>
          <w:szCs w:val="18"/>
        </w:rPr>
        <w:t>pa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 A</w:t>
      </w:r>
      <w:r>
        <w:rPr>
          <w:rFonts w:ascii="Arial" w:eastAsia="Arial" w:hAnsi="Arial" w:cs="Arial"/>
          <w:spacing w:val="1"/>
          <w:sz w:val="18"/>
          <w:szCs w:val="18"/>
        </w:rPr>
        <w:t>cc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ed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pacing w:val="3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left="108" w:right="49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 (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004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ge</w:t>
      </w:r>
      <w:r>
        <w:rPr>
          <w:rFonts w:ascii="Arial" w:eastAsia="Arial" w:hAnsi="Arial" w:cs="Arial"/>
          <w:sz w:val="18"/>
          <w:szCs w:val="18"/>
        </w:rPr>
        <w:t>rs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 A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3"/>
          <w:sz w:val="18"/>
          <w:szCs w:val="18"/>
        </w:rPr>
        <w:t>W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ld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fe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sea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 xml:space="preserve">h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3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51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-2"/>
          <w:sz w:val="18"/>
          <w:szCs w:val="18"/>
        </w:rPr>
        <w:t>5</w:t>
      </w: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4F4CDC">
      <w:pPr>
        <w:spacing w:before="86" w:after="0" w:line="239" w:lineRule="auto"/>
        <w:ind w:right="209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aunde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G,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 J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ys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>r M (</w:t>
      </w:r>
      <w:r>
        <w:rPr>
          <w:rFonts w:ascii="Arial" w:eastAsia="Arial" w:hAnsi="Arial" w:cs="Arial"/>
          <w:spacing w:val="1"/>
          <w:sz w:val="18"/>
          <w:szCs w:val="18"/>
        </w:rPr>
        <w:t>1995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anag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ve</w:t>
      </w:r>
      <w:r>
        <w:rPr>
          <w:rFonts w:ascii="Arial" w:eastAsia="Arial" w:hAnsi="Arial" w:cs="Arial"/>
          <w:i/>
          <w:sz w:val="18"/>
          <w:szCs w:val="18"/>
        </w:rPr>
        <w:t>rt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b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p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xe</w:t>
      </w:r>
      <w:r>
        <w:rPr>
          <w:rFonts w:ascii="Arial" w:eastAsia="Arial" w:hAnsi="Arial" w:cs="Arial"/>
          <w:i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 Re</w:t>
      </w:r>
      <w:r>
        <w:rPr>
          <w:rFonts w:ascii="Arial" w:eastAsia="Arial" w:hAnsi="Arial" w:cs="Arial"/>
          <w:spacing w:val="1"/>
          <w:sz w:val="18"/>
          <w:szCs w:val="18"/>
        </w:rPr>
        <w:t>sou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ci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nc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3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right="15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J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GC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982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‘T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abun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1"/>
          <w:sz w:val="18"/>
          <w:szCs w:val="18"/>
        </w:rPr>
        <w:t>kan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bop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abi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hea</w:t>
      </w:r>
      <w:r>
        <w:rPr>
          <w:rFonts w:ascii="Arial" w:eastAsia="Arial" w:hAnsi="Arial" w:cs="Arial"/>
          <w:sz w:val="18"/>
          <w:szCs w:val="18"/>
        </w:rPr>
        <w:t>t,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pas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3"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dli</w:t>
      </w:r>
      <w:r>
        <w:rPr>
          <w:rFonts w:ascii="Arial" w:eastAsia="Arial" w:hAnsi="Arial" w:cs="Arial"/>
          <w:i/>
          <w:spacing w:val="-2"/>
          <w:sz w:val="18"/>
          <w:szCs w:val="18"/>
        </w:rPr>
        <w:t>f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sea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h</w:t>
      </w:r>
      <w:r>
        <w:rPr>
          <w:rFonts w:ascii="Arial" w:eastAsia="Arial" w:hAnsi="Arial" w:cs="Arial"/>
          <w:i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>,</w:t>
      </w:r>
    </w:p>
    <w:p w:rsidR="00A708F6" w:rsidRDefault="004F4CDC">
      <w:pPr>
        <w:spacing w:before="4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221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39" w:lineRule="auto"/>
        <w:ind w:right="10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A,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.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, Ch</w:t>
      </w:r>
      <w:r>
        <w:rPr>
          <w:rFonts w:ascii="Arial" w:eastAsia="Arial" w:hAnsi="Arial" w:cs="Arial"/>
          <w:spacing w:val="1"/>
          <w:sz w:val="18"/>
          <w:szCs w:val="18"/>
        </w:rPr>
        <w:t>ild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ol</w:t>
      </w:r>
      <w:r>
        <w:rPr>
          <w:rFonts w:ascii="Arial" w:eastAsia="Arial" w:hAnsi="Arial" w:cs="Arial"/>
          <w:sz w:val="18"/>
          <w:szCs w:val="18"/>
        </w:rPr>
        <w:t>fi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KA 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5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>) I</w:t>
      </w:r>
      <w:r>
        <w:rPr>
          <w:rFonts w:ascii="Arial" w:eastAsia="Arial" w:hAnsi="Arial" w:cs="Arial"/>
          <w:spacing w:val="1"/>
          <w:sz w:val="18"/>
          <w:szCs w:val="18"/>
        </w:rPr>
        <w:t>den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no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"/>
          <w:sz w:val="18"/>
          <w:szCs w:val="18"/>
        </w:rPr>
        <w:t>cap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(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s</w:t>
      </w:r>
    </w:p>
    <w:p w:rsidR="00A708F6" w:rsidRDefault="004F4CDC">
      <w:pPr>
        <w:spacing w:after="0" w:line="44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giga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n</w:t>
      </w:r>
      <w:r>
        <w:rPr>
          <w:rFonts w:ascii="Arial" w:eastAsia="Arial" w:hAnsi="Arial" w:cs="Arial"/>
          <w:i/>
          <w:position w:val="19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u</w:t>
      </w:r>
      <w:r>
        <w:rPr>
          <w:rFonts w:ascii="Arial" w:eastAsia="Arial" w:hAnsi="Arial" w:cs="Arial"/>
          <w:i/>
          <w:spacing w:val="2"/>
          <w:position w:val="19"/>
          <w:sz w:val="18"/>
          <w:szCs w:val="18"/>
        </w:rPr>
        <w:t>s</w:t>
      </w:r>
      <w:r>
        <w:rPr>
          <w:rFonts w:ascii="Arial" w:eastAsia="Arial" w:hAnsi="Arial" w:cs="Arial"/>
          <w:position w:val="19"/>
          <w:sz w:val="18"/>
          <w:szCs w:val="18"/>
        </w:rPr>
        <w:t>).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position w:val="19"/>
          <w:sz w:val="18"/>
          <w:szCs w:val="18"/>
        </w:rPr>
        <w:t>V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e</w:t>
      </w:r>
      <w:r>
        <w:rPr>
          <w:rFonts w:ascii="Arial" w:eastAsia="Arial" w:hAnsi="Arial" w:cs="Arial"/>
          <w:i/>
          <w:position w:val="19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a</w:t>
      </w:r>
      <w:r>
        <w:rPr>
          <w:rFonts w:ascii="Arial" w:eastAsia="Arial" w:hAnsi="Arial" w:cs="Arial"/>
          <w:i/>
          <w:position w:val="19"/>
          <w:sz w:val="18"/>
          <w:szCs w:val="18"/>
        </w:rPr>
        <w:t>ry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position w:val="19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ic</w:t>
      </w:r>
      <w:r>
        <w:rPr>
          <w:rFonts w:ascii="Arial" w:eastAsia="Arial" w:hAnsi="Arial" w:cs="Arial"/>
          <w:i/>
          <w:position w:val="19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bi</w:t>
      </w:r>
      <w:r>
        <w:rPr>
          <w:rFonts w:ascii="Arial" w:eastAsia="Arial" w:hAnsi="Arial" w:cs="Arial"/>
          <w:i/>
          <w:spacing w:val="1"/>
          <w:position w:val="19"/>
          <w:sz w:val="18"/>
          <w:szCs w:val="18"/>
        </w:rPr>
        <w:t>olo</w:t>
      </w:r>
      <w:r>
        <w:rPr>
          <w:rFonts w:ascii="Arial" w:eastAsia="Arial" w:hAnsi="Arial" w:cs="Arial"/>
          <w:i/>
          <w:spacing w:val="-2"/>
          <w:position w:val="19"/>
          <w:sz w:val="18"/>
          <w:szCs w:val="18"/>
        </w:rPr>
        <w:t>g</w:t>
      </w:r>
      <w:r>
        <w:rPr>
          <w:rFonts w:ascii="Arial" w:eastAsia="Arial" w:hAnsi="Arial" w:cs="Arial"/>
          <w:i/>
          <w:position w:val="19"/>
          <w:sz w:val="18"/>
          <w:szCs w:val="18"/>
        </w:rPr>
        <w:t>y</w:t>
      </w:r>
      <w:r>
        <w:rPr>
          <w:rFonts w:ascii="Arial" w:eastAsia="Arial" w:hAnsi="Arial" w:cs="Arial"/>
          <w:i/>
          <w:spacing w:val="3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19"/>
          <w:sz w:val="18"/>
          <w:szCs w:val="18"/>
        </w:rPr>
        <w:t>1</w:t>
      </w:r>
      <w:r>
        <w:rPr>
          <w:rFonts w:ascii="Arial" w:eastAsia="Arial" w:hAnsi="Arial" w:cs="Arial"/>
          <w:b/>
          <w:bCs/>
          <w:spacing w:val="-2"/>
          <w:position w:val="19"/>
          <w:sz w:val="18"/>
          <w:szCs w:val="18"/>
        </w:rPr>
        <w:t>2</w:t>
      </w:r>
      <w:r>
        <w:rPr>
          <w:rFonts w:ascii="Arial" w:eastAsia="Arial" w:hAnsi="Arial" w:cs="Arial"/>
          <w:b/>
          <w:bCs/>
          <w:spacing w:val="1"/>
          <w:position w:val="19"/>
          <w:sz w:val="18"/>
          <w:szCs w:val="18"/>
        </w:rPr>
        <w:t>9</w:t>
      </w:r>
      <w:r>
        <w:rPr>
          <w:rFonts w:ascii="Arial" w:eastAsia="Arial" w:hAnsi="Arial" w:cs="Arial"/>
          <w:position w:val="19"/>
          <w:sz w:val="18"/>
          <w:szCs w:val="18"/>
        </w:rPr>
        <w:t>,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2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36</w:t>
      </w:r>
      <w:r>
        <w:rPr>
          <w:rFonts w:ascii="Cambria Math" w:eastAsia="Cambria Math" w:hAnsi="Cambria Math" w:cs="Cambria Math"/>
          <w:position w:val="19"/>
          <w:sz w:val="18"/>
          <w:szCs w:val="18"/>
        </w:rPr>
        <w:t>‐</w:t>
      </w:r>
      <w:r>
        <w:rPr>
          <w:rFonts w:ascii="Arial" w:eastAsia="Arial" w:hAnsi="Arial" w:cs="Arial"/>
          <w:spacing w:val="-2"/>
          <w:position w:val="19"/>
          <w:sz w:val="18"/>
          <w:szCs w:val="18"/>
        </w:rPr>
        <w:t>2</w:t>
      </w:r>
      <w:r>
        <w:rPr>
          <w:rFonts w:ascii="Arial" w:eastAsia="Arial" w:hAnsi="Arial" w:cs="Arial"/>
          <w:spacing w:val="1"/>
          <w:position w:val="19"/>
          <w:sz w:val="18"/>
          <w:szCs w:val="18"/>
        </w:rPr>
        <w:t>45</w:t>
      </w:r>
      <w:r>
        <w:rPr>
          <w:rFonts w:ascii="Arial" w:eastAsia="Arial" w:hAnsi="Arial" w:cs="Arial"/>
          <w:position w:val="19"/>
          <w:sz w:val="18"/>
          <w:szCs w:val="18"/>
        </w:rPr>
        <w:t>.</w:t>
      </w:r>
    </w:p>
    <w:p w:rsidR="00A708F6" w:rsidRDefault="004F4CDC">
      <w:pPr>
        <w:spacing w:after="0" w:line="9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2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pea</w:t>
      </w:r>
      <w:r>
        <w:rPr>
          <w:rFonts w:ascii="Arial" w:eastAsia="Arial" w:hAnsi="Arial" w:cs="Arial"/>
          <w:position w:val="2"/>
          <w:sz w:val="18"/>
          <w:szCs w:val="18"/>
        </w:rPr>
        <w:t>re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R,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ono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v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n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J</w:t>
      </w:r>
      <w:r>
        <w:rPr>
          <w:rFonts w:ascii="Arial" w:eastAsia="Arial" w:hAnsi="Arial" w:cs="Arial"/>
          <w:position w:val="2"/>
          <w:sz w:val="18"/>
          <w:szCs w:val="18"/>
        </w:rPr>
        <w:t>A,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ho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AD</w:t>
      </w:r>
      <w:r>
        <w:rPr>
          <w:rFonts w:ascii="Arial" w:eastAsia="Arial" w:hAnsi="Arial" w:cs="Arial"/>
          <w:spacing w:val="3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n</w:t>
      </w:r>
      <w:r>
        <w:rPr>
          <w:rFonts w:ascii="Arial" w:eastAsia="Arial" w:hAnsi="Arial" w:cs="Arial"/>
          <w:position w:val="2"/>
          <w:sz w:val="18"/>
          <w:szCs w:val="18"/>
        </w:rPr>
        <w:t>d</w:t>
      </w:r>
      <w:r>
        <w:rPr>
          <w:rFonts w:ascii="Arial" w:eastAsia="Arial" w:hAnsi="Arial" w:cs="Arial"/>
          <w:spacing w:val="2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p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>a</w:t>
      </w:r>
      <w:r>
        <w:rPr>
          <w:rFonts w:ascii="Arial" w:eastAsia="Arial" w:hAnsi="Arial" w:cs="Arial"/>
          <w:position w:val="2"/>
          <w:sz w:val="18"/>
          <w:szCs w:val="18"/>
        </w:rPr>
        <w:t>re</w:t>
      </w:r>
      <w:r>
        <w:rPr>
          <w:rFonts w:ascii="Arial" w:eastAsia="Arial" w:hAnsi="Arial" w:cs="Arial"/>
          <w:spacing w:val="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2"/>
          <w:sz w:val="18"/>
          <w:szCs w:val="18"/>
        </w:rPr>
        <w:t>P</w:t>
      </w:r>
      <w:r>
        <w:rPr>
          <w:rFonts w:ascii="Arial" w:eastAsia="Arial" w:hAnsi="Arial" w:cs="Arial"/>
          <w:position w:val="2"/>
          <w:sz w:val="18"/>
          <w:szCs w:val="18"/>
        </w:rPr>
        <w:t>J</w:t>
      </w:r>
    </w:p>
    <w:p w:rsidR="00A708F6" w:rsidRDefault="004F4CDC">
      <w:pPr>
        <w:spacing w:before="3" w:after="0" w:line="206" w:lineRule="exact"/>
        <w:ind w:right="7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1989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Di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ang</w:t>
      </w:r>
      <w:r>
        <w:rPr>
          <w:rFonts w:ascii="Arial" w:eastAsia="Arial" w:hAnsi="Arial" w:cs="Arial"/>
          <w:spacing w:val="-2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opod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idea’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igg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um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(</w:t>
      </w:r>
      <w:r>
        <w:rPr>
          <w:rFonts w:ascii="Arial" w:eastAsia="Arial" w:hAnsi="Arial" w:cs="Arial"/>
          <w:spacing w:val="1"/>
          <w:sz w:val="18"/>
          <w:szCs w:val="18"/>
        </w:rPr>
        <w:t>eds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K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pacing w:val="-2"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, wa</w:t>
      </w:r>
      <w:r>
        <w:rPr>
          <w:rFonts w:ascii="Arial" w:eastAsia="Arial" w:hAnsi="Arial" w:cs="Arial"/>
          <w:i/>
          <w:spacing w:val="1"/>
          <w:sz w:val="18"/>
          <w:szCs w:val="18"/>
        </w:rPr>
        <w:t>lla</w:t>
      </w:r>
      <w:r>
        <w:rPr>
          <w:rFonts w:ascii="Arial" w:eastAsia="Arial" w:hAnsi="Arial" w:cs="Arial"/>
          <w:i/>
          <w:spacing w:val="-2"/>
          <w:sz w:val="18"/>
          <w:szCs w:val="18"/>
        </w:rPr>
        <w:t>b</w:t>
      </w:r>
      <w:r>
        <w:rPr>
          <w:rFonts w:ascii="Arial" w:eastAsia="Arial" w:hAnsi="Arial" w:cs="Arial"/>
          <w:i/>
          <w:spacing w:val="1"/>
          <w:sz w:val="18"/>
          <w:szCs w:val="18"/>
        </w:rPr>
        <w:t>ie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pacing w:val="-2"/>
          <w:sz w:val="18"/>
          <w:szCs w:val="18"/>
        </w:rPr>
        <w:t>-</w:t>
      </w:r>
      <w:r>
        <w:rPr>
          <w:rFonts w:ascii="Arial" w:eastAsia="Arial" w:hAnsi="Arial" w:cs="Arial"/>
          <w:i/>
          <w:spacing w:val="1"/>
          <w:sz w:val="18"/>
          <w:szCs w:val="18"/>
        </w:rPr>
        <w:t>ka</w:t>
      </w:r>
      <w:r>
        <w:rPr>
          <w:rFonts w:ascii="Arial" w:eastAsia="Arial" w:hAnsi="Arial" w:cs="Arial"/>
          <w:i/>
          <w:spacing w:val="-2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ga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</w:p>
    <w:p w:rsidR="00A708F6" w:rsidRDefault="004F4CDC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dne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7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3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pacing w:val="-2"/>
          <w:sz w:val="18"/>
          <w:szCs w:val="18"/>
        </w:rPr>
        <w:t>3</w:t>
      </w: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after="0" w:line="120" w:lineRule="exact"/>
        <w:rPr>
          <w:sz w:val="12"/>
          <w:szCs w:val="12"/>
        </w:rPr>
      </w:pPr>
    </w:p>
    <w:p w:rsidR="00A708F6" w:rsidRDefault="004F4CDC">
      <w:pPr>
        <w:spacing w:after="0" w:line="240" w:lineRule="auto"/>
        <w:ind w:right="16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enhumbe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AP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m HP (</w:t>
      </w:r>
      <w:r>
        <w:rPr>
          <w:rFonts w:ascii="Arial" w:eastAsia="Arial" w:hAnsi="Arial" w:cs="Arial"/>
          <w:spacing w:val="1"/>
          <w:sz w:val="18"/>
          <w:szCs w:val="18"/>
        </w:rPr>
        <w:t>2002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3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vo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sp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ns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se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ec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v</w:t>
      </w:r>
      <w:r>
        <w:rPr>
          <w:rFonts w:ascii="Arial" w:eastAsia="Arial" w:hAnsi="Arial" w:cs="Arial"/>
          <w:i/>
          <w:sz w:val="18"/>
          <w:szCs w:val="18"/>
        </w:rPr>
        <w:t xml:space="preserve">e </w:t>
      </w:r>
      <w:r>
        <w:rPr>
          <w:rFonts w:ascii="Arial" w:eastAsia="Arial" w:hAnsi="Arial" w:cs="Arial"/>
          <w:i/>
          <w:spacing w:val="1"/>
          <w:sz w:val="18"/>
          <w:szCs w:val="18"/>
        </w:rPr>
        <w:t>ha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v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ch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nv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on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pacing w:val="4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to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Dar</w:t>
      </w:r>
      <w:r>
        <w:rPr>
          <w:rFonts w:ascii="Arial" w:eastAsia="Arial" w:hAnsi="Arial" w:cs="Arial"/>
          <w:spacing w:val="1"/>
          <w:sz w:val="18"/>
          <w:szCs w:val="18"/>
        </w:rPr>
        <w:t>lin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sio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after="0" w:line="120" w:lineRule="exact"/>
        <w:rPr>
          <w:sz w:val="12"/>
          <w:szCs w:val="12"/>
        </w:rPr>
      </w:pPr>
    </w:p>
    <w:p w:rsidR="00A708F6" w:rsidRDefault="004F4CDC">
      <w:pPr>
        <w:spacing w:after="0" w:line="238" w:lineRule="auto"/>
        <w:ind w:right="16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enhumbe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AP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m HP (</w:t>
      </w:r>
      <w:r>
        <w:rPr>
          <w:rFonts w:ascii="Arial" w:eastAsia="Arial" w:hAnsi="Arial" w:cs="Arial"/>
          <w:spacing w:val="1"/>
          <w:sz w:val="18"/>
          <w:szCs w:val="18"/>
        </w:rPr>
        <w:t>2004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Do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ug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bu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fe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agai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olu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ona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sp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ng</w:t>
      </w:r>
      <w:r>
        <w:rPr>
          <w:rFonts w:ascii="Arial" w:eastAsia="Arial" w:hAnsi="Arial" w:cs="Arial"/>
          <w:spacing w:val="-2"/>
          <w:sz w:val="18"/>
          <w:szCs w:val="18"/>
        </w:rPr>
        <w:t>?</w:t>
      </w:r>
      <w:r>
        <w:rPr>
          <w:rFonts w:ascii="Arial" w:eastAsia="Arial" w:hAnsi="Arial" w:cs="Arial"/>
          <w:spacing w:val="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spacing w:val="1"/>
          <w:sz w:val="18"/>
          <w:szCs w:val="18"/>
        </w:rPr>
        <w:t>ol</w:t>
      </w:r>
      <w:r>
        <w:rPr>
          <w:rFonts w:ascii="Arial" w:eastAsia="Arial" w:hAnsi="Arial" w:cs="Arial"/>
          <w:i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8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3–20</w:t>
      </w:r>
      <w:r>
        <w:rPr>
          <w:rFonts w:ascii="Arial" w:eastAsia="Arial" w:hAnsi="Arial" w:cs="Arial"/>
          <w:spacing w:val="-2"/>
          <w:sz w:val="18"/>
          <w:szCs w:val="18"/>
        </w:rPr>
        <w:t>1</w:t>
      </w: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37" w:lineRule="auto"/>
        <w:ind w:right="28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homps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PC (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-2"/>
          <w:sz w:val="18"/>
          <w:szCs w:val="18"/>
        </w:rPr>
        <w:t>9</w:t>
      </w:r>
      <w:r>
        <w:rPr>
          <w:rFonts w:ascii="Arial" w:eastAsia="Arial" w:hAnsi="Arial" w:cs="Arial"/>
          <w:spacing w:val="1"/>
          <w:sz w:val="18"/>
          <w:szCs w:val="18"/>
        </w:rPr>
        <w:t>92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3"/>
          <w:sz w:val="18"/>
          <w:szCs w:val="18"/>
        </w:rPr>
        <w:t>b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iou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col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1"/>
          <w:sz w:val="18"/>
          <w:szCs w:val="18"/>
        </w:rPr>
        <w:t>ding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3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alia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f</w:t>
      </w:r>
      <w:r>
        <w:rPr>
          <w:rFonts w:ascii="Arial" w:eastAsia="Arial" w:hAnsi="Arial" w:cs="Arial"/>
          <w:spacing w:val="1"/>
          <w:sz w:val="18"/>
          <w:szCs w:val="18"/>
        </w:rPr>
        <w:t>eed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1"/>
          <w:sz w:val="18"/>
          <w:szCs w:val="18"/>
        </w:rPr>
        <w:t>ild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fe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es</w:t>
      </w:r>
      <w:r>
        <w:rPr>
          <w:rFonts w:ascii="Arial" w:eastAsia="Arial" w:hAnsi="Arial" w:cs="Arial"/>
          <w:i/>
          <w:spacing w:val="-2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h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19</w:t>
      </w:r>
      <w:r>
        <w:rPr>
          <w:rFonts w:ascii="Arial" w:eastAsia="Arial" w:hAnsi="Arial" w:cs="Arial"/>
          <w:sz w:val="18"/>
          <w:szCs w:val="18"/>
        </w:rPr>
        <w:t>,</w:t>
      </w:r>
    </w:p>
    <w:p w:rsidR="00A708F6" w:rsidRDefault="004F4CDC">
      <w:pPr>
        <w:spacing w:before="4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531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pacing w:val="-2"/>
          <w:sz w:val="18"/>
          <w:szCs w:val="18"/>
        </w:rPr>
        <w:t>4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5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>il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003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‘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anga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:</w:t>
      </w:r>
    </w:p>
    <w:p w:rsidR="00A708F6" w:rsidRDefault="004F4CDC">
      <w:pPr>
        <w:spacing w:after="0" w:line="20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lan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s’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Ra</w:t>
      </w:r>
      <w:r>
        <w:rPr>
          <w:rFonts w:ascii="Arial" w:eastAsia="Arial" w:hAnsi="Arial" w:cs="Arial"/>
          <w:i/>
          <w:spacing w:val="1"/>
          <w:sz w:val="18"/>
          <w:szCs w:val="18"/>
        </w:rPr>
        <w:t>nge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an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Jou</w:t>
      </w:r>
      <w:r>
        <w:rPr>
          <w:rFonts w:ascii="Arial" w:eastAsia="Arial" w:hAnsi="Arial" w:cs="Arial"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na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25</w:t>
      </w:r>
      <w:r>
        <w:rPr>
          <w:rFonts w:ascii="Arial" w:eastAsia="Arial" w:hAnsi="Arial" w:cs="Arial"/>
          <w:b/>
          <w:bCs/>
          <w:sz w:val="18"/>
          <w:szCs w:val="18"/>
        </w:rPr>
        <w:t>,</w:t>
      </w:r>
    </w:p>
    <w:p w:rsidR="00A708F6" w:rsidRDefault="004F4CDC">
      <w:pPr>
        <w:spacing w:before="4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47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55</w:t>
      </w:r>
      <w:r>
        <w:rPr>
          <w:rFonts w:ascii="Arial" w:eastAsia="Arial" w:hAnsi="Arial" w:cs="Arial"/>
          <w:sz w:val="18"/>
          <w:szCs w:val="18"/>
        </w:rPr>
        <w:t>.</w:t>
      </w:r>
    </w:p>
    <w:p w:rsidR="00A708F6" w:rsidRDefault="00A708F6">
      <w:pPr>
        <w:spacing w:before="10" w:after="0" w:line="110" w:lineRule="exact"/>
        <w:rPr>
          <w:sz w:val="11"/>
          <w:szCs w:val="11"/>
        </w:rPr>
      </w:pPr>
    </w:p>
    <w:p w:rsidR="00A708F6" w:rsidRDefault="004F4CD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enge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ld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idg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DB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1"/>
          <w:sz w:val="18"/>
          <w:szCs w:val="18"/>
        </w:rPr>
        <w:t>ope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5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)</w:t>
      </w:r>
    </w:p>
    <w:p w:rsidR="00A708F6" w:rsidRDefault="004F4CDC">
      <w:pPr>
        <w:spacing w:before="1" w:after="0" w:line="237" w:lineRule="auto"/>
        <w:ind w:right="4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‘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sp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ci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biase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pe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ph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log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ka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 (</w:t>
      </w:r>
      <w:r>
        <w:rPr>
          <w:rFonts w:ascii="Arial" w:eastAsia="Arial" w:hAnsi="Arial" w:cs="Arial"/>
          <w:i/>
          <w:spacing w:val="-4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ac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opu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i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gan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2"/>
          <w:sz w:val="18"/>
          <w:szCs w:val="18"/>
        </w:rPr>
        <w:t>u</w:t>
      </w:r>
      <w:r>
        <w:rPr>
          <w:rFonts w:ascii="Arial" w:eastAsia="Arial" w:hAnsi="Arial" w:cs="Arial"/>
          <w:i/>
          <w:spacing w:val="4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).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Her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di</w:t>
      </w:r>
      <w:r>
        <w:rPr>
          <w:rFonts w:ascii="Arial" w:eastAsia="Arial" w:hAnsi="Arial" w:cs="Arial"/>
          <w:i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y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91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153</w:t>
      </w:r>
      <w:r>
        <w:rPr>
          <w:rFonts w:ascii="Arial" w:eastAsia="Arial" w:hAnsi="Arial" w:cs="Arial"/>
          <w:spacing w:val="-2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162.</w:t>
      </w:r>
    </w:p>
    <w:p w:rsidR="00A708F6" w:rsidRDefault="00A708F6">
      <w:pPr>
        <w:spacing w:after="0"/>
        <w:sectPr w:rsidR="00A708F6">
          <w:pgSz w:w="11920" w:h="16860"/>
          <w:pgMar w:top="1160" w:right="1220" w:bottom="1500" w:left="1140" w:header="0" w:footer="1302" w:gutter="0"/>
          <w:cols w:num="2" w:space="720" w:equalWidth="0">
            <w:col w:w="4451" w:space="722"/>
            <w:col w:w="4387"/>
          </w:cols>
        </w:sectPr>
      </w:pPr>
    </w:p>
    <w:p w:rsidR="00A708F6" w:rsidRDefault="00A708F6">
      <w:pPr>
        <w:spacing w:before="5" w:after="0" w:line="150" w:lineRule="exact"/>
        <w:rPr>
          <w:sz w:val="15"/>
          <w:szCs w:val="15"/>
        </w:rPr>
      </w:pPr>
    </w:p>
    <w:p w:rsidR="00A708F6" w:rsidRDefault="004F4CDC">
      <w:pPr>
        <w:spacing w:after="0" w:line="240" w:lineRule="auto"/>
        <w:ind w:left="108" w:right="7552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:rsidR="00A708F6" w:rsidRDefault="00A708F6">
      <w:pPr>
        <w:spacing w:before="2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33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pted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od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AR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7" w:after="0" w:line="150" w:lineRule="exact"/>
        <w:rPr>
          <w:sz w:val="15"/>
          <w:szCs w:val="15"/>
        </w:rPr>
      </w:pPr>
    </w:p>
    <w:p w:rsidR="00A708F6" w:rsidRDefault="004F4CDC">
      <w:pPr>
        <w:spacing w:after="0" w:line="240" w:lineRule="auto"/>
        <w:ind w:left="108" w:right="79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  <w:u w:val="thick" w:color="000000"/>
        </w:rPr>
        <w:t>T</w:t>
      </w:r>
      <w:r>
        <w:rPr>
          <w:rFonts w:ascii="Arial" w:eastAsia="Arial" w:hAnsi="Arial" w:cs="Arial"/>
          <w:b/>
          <w:bCs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1"/>
          <w:u w:val="thick" w:color="000000"/>
        </w:rPr>
        <w:t>i</w:t>
      </w:r>
      <w:r>
        <w:rPr>
          <w:rFonts w:ascii="Arial" w:eastAsia="Arial" w:hAnsi="Arial" w:cs="Arial"/>
          <w:b/>
          <w:bCs/>
          <w:u w:val="thick" w:color="000000"/>
        </w:rPr>
        <w:t>g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g</w:t>
      </w:r>
      <w:r>
        <w:rPr>
          <w:rFonts w:ascii="Arial" w:eastAsia="Arial" w:hAnsi="Arial" w:cs="Arial"/>
          <w:b/>
          <w:bCs/>
          <w:u w:val="thick" w:color="000000"/>
        </w:rPr>
        <w:t>er</w:t>
      </w:r>
      <w:r>
        <w:rPr>
          <w:rFonts w:ascii="Arial" w:eastAsia="Arial" w:hAnsi="Arial" w:cs="Arial"/>
          <w:b/>
          <w:bCs/>
          <w:spacing w:val="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>P</w:t>
      </w:r>
      <w:r>
        <w:rPr>
          <w:rFonts w:ascii="Arial" w:eastAsia="Arial" w:hAnsi="Arial" w:cs="Arial"/>
          <w:b/>
          <w:bCs/>
          <w:u w:val="thick" w:color="000000"/>
        </w:rPr>
        <w:t>oi</w:t>
      </w:r>
      <w:r>
        <w:rPr>
          <w:rFonts w:ascii="Arial" w:eastAsia="Arial" w:hAnsi="Arial" w:cs="Arial"/>
          <w:b/>
          <w:bCs/>
          <w:spacing w:val="-2"/>
          <w:u w:val="thick" w:color="000000"/>
        </w:rPr>
        <w:t>n</w:t>
      </w:r>
      <w:r>
        <w:rPr>
          <w:rFonts w:ascii="Arial" w:eastAsia="Arial" w:hAnsi="Arial" w:cs="Arial"/>
          <w:b/>
          <w:bCs/>
          <w:spacing w:val="1"/>
          <w:u w:val="thick" w:color="000000"/>
        </w:rPr>
        <w:t>t</w:t>
      </w:r>
      <w:r>
        <w:rPr>
          <w:rFonts w:ascii="Arial" w:eastAsia="Arial" w:hAnsi="Arial" w:cs="Arial"/>
          <w:b/>
          <w:bCs/>
          <w:u w:val="thick" w:color="000000"/>
        </w:rPr>
        <w:t>s</w:t>
      </w:r>
    </w:p>
    <w:p w:rsidR="00A708F6" w:rsidRDefault="00A708F6">
      <w:pPr>
        <w:spacing w:before="2" w:after="0" w:line="160" w:lineRule="exact"/>
        <w:rPr>
          <w:sz w:val="16"/>
          <w:szCs w:val="16"/>
        </w:rPr>
      </w:pPr>
    </w:p>
    <w:p w:rsidR="00A708F6" w:rsidRDefault="004F4CDC">
      <w:pPr>
        <w:spacing w:after="0" w:line="241" w:lineRule="auto"/>
        <w:ind w:left="108" w:right="5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aroo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dec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nts,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l be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or 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8" w:after="0" w:line="220" w:lineRule="exact"/>
      </w:pPr>
    </w:p>
    <w:p w:rsidR="00A708F6" w:rsidRDefault="002B0ED0">
      <w:pPr>
        <w:spacing w:after="0" w:line="239" w:lineRule="auto"/>
        <w:ind w:left="108" w:right="45"/>
        <w:jc w:val="both"/>
        <w:rPr>
          <w:rFonts w:ascii="Arial" w:eastAsia="Arial" w:hAnsi="Arial" w:cs="Arial"/>
        </w:rPr>
      </w:pPr>
      <w:r>
        <w:pict>
          <v:group id="_x0000_s1050" style="position:absolute;left:0;text-align:left;margin-left:61.75pt;margin-top:35.1pt;width:378.15pt;height:359.35pt;z-index:-251641344;mso-position-horizontal-relative:page" coordorigin="1235,702" coordsize="7563,7187">
            <v:group id="_x0000_s1075" style="position:absolute;left:2018;top:5487;width:2386;height:2393" coordorigin="2018,5487" coordsize="2386,2393">
              <v:shape id="_x0000_s1077" style="position:absolute;left:2018;top:5487;width:2386;height:2393" coordorigin="2018,5487" coordsize="2386,2393" path="m2917,5487r-78,4l2763,5507r-74,26l2633,5564r-62,43l2522,5648r-53,47l2407,5757r-389,388l3753,7879r363,-363l3707,7516,2383,6191r268,-269l2705,5873r50,-39l2819,5794r60,-25l2946,5758r634,-1l3557,5740r-65,-44l3429,5656r-63,-36l3304,5589r-61,-27l3182,5539r-61,-19l3060,5505r-62,-12l2937,5487r-20,e" fillcolor="silver" stroked="f">
                <v:path arrowok="t"/>
              </v:shape>
              <v:shape id="_x0000_s1076" style="position:absolute;left:2018;top:5487;width:2386;height:2393" coordorigin="2018,5487" coordsize="2386,2393" path="m3580,5757r-598,l3000,5758r19,1l3098,5772r63,18l3228,5816r64,32l3359,5887r69,46l3500,5988r49,41l3599,6073r51,47l3703,6171r48,50l3796,6270r43,48l3880,6367r38,49l3954,6465r49,74l4047,6613r37,71l4109,6745r18,59l4139,6880r1,36l4140,6934r-10,67l4106,7068r-40,69l4027,7190r-48,53l3707,7516r409,l4186,7446r52,-56l4283,7334r38,-57l4352,7219r24,-59l4392,7100r10,-60l4404,6977r-1,-22l4396,6888r-14,-71l4360,6742r-28,-78l4295,6582r-28,-56l4236,6470r-35,-56l4164,6357r-41,-57l4078,6243r-47,-58l3980,6127r-54,-58l3869,6010r-46,-45l3778,5923r-45,-41l3667,5825r-66,-52l3580,5757e" fillcolor="silver" stroked="f">
                <v:path arrowok="t"/>
              </v:shape>
            </v:group>
            <v:group id="_x0000_s1065" style="position:absolute;left:3232;top:4206;width:2793;height:2460" coordorigin="3232,4206" coordsize="2793,2460">
              <v:shape id="_x0000_s1074" style="position:absolute;left:3232;top:4206;width:2793;height:2460" coordorigin="3232,4206" coordsize="2793,2460" path="m4480,4306r-607,l3855,4326r-17,20l3820,4366r-18,l3783,4386r-18,20l3738,4446r-506,500l4966,6666r159,-140l4588,5966r-38,-20l4362,5746r184,-180l4563,5546r-407,l3583,4966r391,-380l3990,4566r17,-20l4024,4546r16,-20l4058,4526r17,-20l4093,4506r18,-20l4696,4486r-19,-20l4656,4446r-15,-20l4625,4426r-31,-40l4578,4386r-16,-20l4546,4346r-16,l4514,4326r-17,l4480,4306e" fillcolor="silver" stroked="f">
                <v:path arrowok="t"/>
              </v:shape>
              <v:shape id="_x0000_s1073" style="position:absolute;left:3232;top:4206;width:2793;height:2460" coordorigin="3232,4206" coordsize="2793,2460" path="m5957,5586r-711,l5275,5606r30,20l5331,5626r26,20l5383,5646r26,20l5565,5726r210,60l5827,5806r14,l6025,5626r-68,-40e" fillcolor="silver" stroked="f">
                <v:path arrowok="t"/>
              </v:shape>
              <v:shape id="_x0000_s1072" style="position:absolute;left:3232;top:4206;width:2793;height:2460" coordorigin="3232,4206" coordsize="2793,2460" path="m5630,5466r-738,l4906,5486r45,l4969,5506r56,l5046,5526r22,l5091,5546r48,l5164,5566r27,l5218,5586r705,l5855,5546r-69,-20l5630,5466e" fillcolor="silver" stroked="f">
                <v:path arrowok="t"/>
              </v:shape>
              <v:shape id="_x0000_s1071" style="position:absolute;left:3232;top:4206;width:2793;height:2460" coordorigin="3232,4206" coordsize="2793,2460" path="m4696,4486r-398,l4316,4506r35,l4368,4526r18,l4403,4546r18,l4456,4586r18,l4510,4626r15,20l4539,4666r13,20l4564,4686r32,60l4613,4786r8,l4639,4846r8,60l4647,4926r-1,20l4635,5006r-11,40l4616,5046r-8,20l4598,5086r-11,20l4575,5126r-13,l4548,5146r-16,20l4516,5186r-18,20l4156,5546r407,l4596,5506r16,l4629,5486r17,l4663,5466r967,l5578,5446r-71,-20l5437,5386r-36,l5329,5346r-19,l5291,5326r-56,l5216,5306r-38,l5159,5286r-77,l5062,5266r-262,l4812,5246r33,-60l4871,5126r19,-60l4901,5006r3,-60l4904,4926r-8,-60l4881,4806r-6,-40l4850,4706r-31,-60l4779,4586r-47,-60l4715,4506r-19,-20e" fillcolor="silver" stroked="f">
                <v:path arrowok="t"/>
              </v:shape>
              <v:shape id="_x0000_s1070" style="position:absolute;left:3232;top:4206;width:2793;height:2460" coordorigin="3232,4206" coordsize="2793,2460" path="m4964,5246r-77,l4866,5266r115,l4964,5246e" fillcolor="silver" stroked="f">
                <v:path arrowok="t"/>
              </v:shape>
              <v:shape id="_x0000_s1069" style="position:absolute;left:3232;top:4206;width:2793;height:2460" coordorigin="3232,4206" coordsize="2793,2460" path="m4411,4266r-487,l3907,4286r-17,20l4463,4306r-17,-20l4429,4286r-18,-20e" fillcolor="silver" stroked="f">
                <v:path arrowok="t"/>
              </v:shape>
              <v:shape id="_x0000_s1068" style="position:absolute;left:3232;top:4206;width:2793;height:2460" coordorigin="3232,4206" coordsize="2793,2460" path="m4376,4246r-420,l3940,4266r454,l4376,4246e" fillcolor="silver" stroked="f">
                <v:path arrowok="t"/>
              </v:shape>
              <v:shape id="_x0000_s1067" style="position:absolute;left:3232;top:4206;width:2793;height:2460" coordorigin="3232,4206" coordsize="2793,2460" path="m4318,4226r-314,l3988,4246r351,l4318,4226e" fillcolor="silver" stroked="f">
                <v:path arrowok="t"/>
              </v:shape>
              <v:shape id="_x0000_s1066" style="position:absolute;left:3232;top:4206;width:2793;height:2460" coordorigin="3232,4206" coordsize="2793,2460" path="m4258,4206r-209,l4034,4226r244,l4258,4206e" fillcolor="silver" stroked="f">
                <v:path arrowok="t"/>
              </v:shape>
            </v:group>
            <v:group id="_x0000_s1061" style="position:absolute;left:4774;top:3219;width:2396;height:2367" coordorigin="4774,3219" coordsize="2396,2367">
              <v:shape id="_x0000_s1064" style="position:absolute;left:4774;top:3219;width:2396;height:2367" coordorigin="4774,3219" coordsize="2396,2367" path="m4944,3219r-170,170l4966,3718r825,1429l6046,5586r167,-167l6134,5288,5878,4861r-60,-98l6051,4530r-373,l5602,4402,5378,4016r-75,-128l5266,3826r-38,-61l5189,3704r-40,-59l5108,3586r-42,-58l5037,3491r391,l4944,3219e" fillcolor="silver" stroked="f">
                <v:path arrowok="t"/>
              </v:shape>
              <v:shape id="_x0000_s1063" style="position:absolute;left:4774;top:3219;width:2396;height:2367" coordorigin="4774,3219" coordsize="2396,2367" path="m6808,4258r-484,l6490,4354r168,95l6793,4523r104,55l7001,4631r170,-170l6808,4258e" fillcolor="silver" stroked="f">
                <v:path arrowok="t"/>
              </v:shape>
              <v:shape id="_x0000_s1062" style="position:absolute;left:4774;top:3219;width:2396;height:2367" coordorigin="4774,3219" coordsize="2396,2367" path="m5428,3491r-391,l5072,3513r95,62l5231,3615r118,71l6087,4121r-409,409l6051,4530r273,-272l6808,4258,5428,3491e" fillcolor="silver" stroked="f">
                <v:path arrowok="t"/>
              </v:shape>
            </v:group>
            <v:group id="_x0000_s1058" style="position:absolute;left:5573;top:1780;width:1893;height:2544" coordorigin="5573,1780" coordsize="1893,2544">
              <v:shape id="_x0000_s1060" style="position:absolute;left:5573;top:1780;width:1893;height:2544" coordorigin="5573,1780" coordsize="1893,2544" path="m6384,1780r-811,810l7308,4324r158,-159l6679,3378r204,-205l6474,3173,5937,2636r293,-294l6391,2178r96,-100l6582,1978,6384,1780e" fillcolor="silver" stroked="f">
                <v:path arrowok="t"/>
              </v:shape>
              <v:shape id="_x0000_s1059" style="position:absolute;left:5573;top:1780;width:1893;height:2544" coordorigin="5573,1780" coordsize="1893,2544" path="m7037,2610r-563,563l6883,3173r132,-135l7098,2952r83,-86l7235,2808,7037,2610e" fillcolor="silver" stroked="f">
                <v:path arrowok="t"/>
              </v:shape>
            </v:group>
            <v:group id="_x0000_s1055" style="position:absolute;left:6506;top:712;width:2282;height:2291" coordorigin="6506,712" coordsize="2282,2291">
              <v:shape id="_x0000_s1057" style="position:absolute;left:6506;top:712;width:2282;height:2291" coordorigin="6506,712" coordsize="2282,2291" path="m7417,1473r-317,l8629,3003r159,-159l7417,1473e" fillcolor="silver" stroked="f">
                <v:path arrowok="t"/>
              </v:shape>
              <v:shape id="_x0000_s1056" style="position:absolute;left:6506;top:712;width:2282;height:2291" coordorigin="6506,712" coordsize="2282,2291" path="m7451,712l7261,903r-521,526l6506,1671r198,198l7100,1473r317,l7259,1314r138,-139l7476,1095r78,-82l7631,931r18,-21l7451,712e" fillcolor="silver" stroked="f">
                <v:path arrowok="t"/>
              </v:shape>
            </v:group>
            <v:group id="_x0000_s1053" style="position:absolute;left:1248;top:3504;width:4952;height:2" coordorigin="1248,3504" coordsize="4952,2">
              <v:shape id="_x0000_s1054" style="position:absolute;left:1248;top:3504;width:4952;height:2" coordorigin="1248,3504" coordsize="4952,0" path="m1248,3504r4952,e" filled="f" strokeweight="1.3pt">
                <v:path arrowok="t"/>
              </v:shape>
            </v:group>
            <v:group id="_x0000_s1051" style="position:absolute;left:1248;top:6698;width:1839;height:2" coordorigin="1248,6698" coordsize="1839,2">
              <v:shape id="_x0000_s1052" style="position:absolute;left:1248;top:6698;width:1839;height:2" coordorigin="1248,6698" coordsize="1839,0" path="m1248,6698r1839,e" filled="f" strokeweight=".94pt">
                <v:path arrowok="t"/>
              </v:shape>
            </v:group>
            <w10:wrap anchorx="page"/>
          </v:group>
        </w:pict>
      </w:r>
      <w:r w:rsidR="004F4CDC">
        <w:rPr>
          <w:rFonts w:ascii="Arial" w:eastAsia="Arial" w:hAnsi="Arial" w:cs="Arial"/>
          <w:spacing w:val="-1"/>
        </w:rPr>
        <w:t>K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aroo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 xml:space="preserve">ns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3"/>
        </w:rPr>
        <w:t>l</w:t>
      </w:r>
      <w:r w:rsidR="004F4CDC">
        <w:rPr>
          <w:rFonts w:ascii="Arial" w:eastAsia="Arial" w:hAnsi="Arial" w:cs="Arial"/>
        </w:rPr>
        <w:t>uctua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 xml:space="preserve">se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o ch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es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se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al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s.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p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ns ch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 xml:space="preserve">e </w:t>
      </w:r>
      <w:r w:rsidR="004F4CDC">
        <w:rPr>
          <w:rFonts w:ascii="Arial" w:eastAsia="Arial" w:hAnsi="Arial" w:cs="Arial"/>
          <w:spacing w:val="2"/>
        </w:rPr>
        <w:t>q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2"/>
        </w:rPr>
        <w:t>c</w:t>
      </w:r>
      <w:r w:rsidR="004F4CDC">
        <w:rPr>
          <w:rFonts w:ascii="Arial" w:eastAsia="Arial" w:hAnsi="Arial" w:cs="Arial"/>
          <w:spacing w:val="2"/>
        </w:rPr>
        <w:t>k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ore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atic</w:t>
      </w:r>
      <w:r w:rsidR="004F4CDC">
        <w:rPr>
          <w:rFonts w:ascii="Arial" w:eastAsia="Arial" w:hAnsi="Arial" w:cs="Arial"/>
          <w:spacing w:val="-1"/>
        </w:rPr>
        <w:t>all</w:t>
      </w:r>
      <w:r w:rsidR="004F4CDC">
        <w:rPr>
          <w:rFonts w:ascii="Arial" w:eastAsia="Arial" w:hAnsi="Arial" w:cs="Arial"/>
        </w:rPr>
        <w:t>y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3"/>
        </w:rPr>
        <w:t>w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er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atic,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</w:rPr>
        <w:t>uch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n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 xml:space="preserve">r </w:t>
      </w:r>
      <w:r w:rsidR="004F4CDC">
        <w:rPr>
          <w:rFonts w:ascii="Arial" w:eastAsia="Arial" w:hAnsi="Arial" w:cs="Arial"/>
          <w:spacing w:val="7"/>
        </w:rPr>
        <w:t>W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8"/>
        </w:rPr>
        <w:t>S</w:t>
      </w:r>
      <w:r w:rsidR="004F4CDC">
        <w:rPr>
          <w:rFonts w:ascii="Arial" w:eastAsia="Arial" w:hAnsi="Arial" w:cs="Arial"/>
          <w:spacing w:val="7"/>
        </w:rPr>
        <w:t>W</w:t>
      </w:r>
      <w:r w:rsidR="004F4CDC">
        <w:rPr>
          <w:rFonts w:ascii="Arial" w:eastAsia="Arial" w:hAnsi="Arial" w:cs="Arial"/>
        </w:rPr>
        <w:t>.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4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ore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emp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ate</w:t>
      </w:r>
      <w:r w:rsidR="004F4CDC">
        <w:rPr>
          <w:rFonts w:ascii="Arial" w:eastAsia="Arial" w:hAnsi="Arial" w:cs="Arial"/>
          <w:spacing w:val="4"/>
        </w:rPr>
        <w:t xml:space="preserve"> 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s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5"/>
        </w:rPr>
        <w:t xml:space="preserve"> </w:t>
      </w:r>
      <w:r w:rsidR="004F4CDC">
        <w:rPr>
          <w:rFonts w:ascii="Arial" w:eastAsia="Arial" w:hAnsi="Arial" w:cs="Arial"/>
        </w:rPr>
        <w:t>such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as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6"/>
        </w:rPr>
        <w:t xml:space="preserve"> 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rt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b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ds,</w:t>
      </w:r>
      <w:r w:rsidR="004F4CDC">
        <w:rPr>
          <w:rFonts w:ascii="Arial" w:eastAsia="Arial" w:hAnsi="Arial" w:cs="Arial"/>
          <w:spacing w:val="7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</w:rPr>
        <w:t>ati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ns ch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s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4"/>
        </w:rPr>
        <w:t>w</w:t>
      </w:r>
      <w:r w:rsidR="004F4CDC">
        <w:rPr>
          <w:rFonts w:ascii="Arial" w:eastAsia="Arial" w:hAnsi="Arial" w:cs="Arial"/>
          <w:spacing w:val="1"/>
        </w:rPr>
        <w:t>l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 do</w:t>
      </w:r>
      <w:r w:rsidR="004F4CDC">
        <w:rPr>
          <w:rFonts w:ascii="Arial" w:eastAsia="Arial" w:hAnsi="Arial" w:cs="Arial"/>
          <w:spacing w:val="1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ary</w:t>
      </w:r>
      <w:r w:rsidR="004F4CDC">
        <w:rPr>
          <w:rFonts w:ascii="Arial" w:eastAsia="Arial" w:hAnsi="Arial" w:cs="Arial"/>
          <w:spacing w:val="-1"/>
        </w:rPr>
        <w:t xml:space="preserve"> </w:t>
      </w:r>
      <w:r w:rsidR="004F4CDC">
        <w:rPr>
          <w:rFonts w:ascii="Arial" w:eastAsia="Arial" w:hAnsi="Arial" w:cs="Arial"/>
        </w:rPr>
        <w:t>as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uch</w:t>
      </w:r>
      <w:r w:rsidR="004F4CDC">
        <w:rPr>
          <w:rFonts w:ascii="Arial" w:eastAsia="Arial" w:hAnsi="Arial" w:cs="Arial"/>
          <w:spacing w:val="-4"/>
        </w:rPr>
        <w:t xml:space="preserve"> </w:t>
      </w:r>
      <w:r w:rsidR="004F4CDC">
        <w:rPr>
          <w:rFonts w:ascii="Arial" w:eastAsia="Arial" w:hAnsi="Arial" w:cs="Arial"/>
          <w:spacing w:val="1"/>
        </w:rPr>
        <w:t>fr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 xml:space="preserve">m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 a</w:t>
      </w:r>
      <w:r w:rsidR="004F4CDC">
        <w:rPr>
          <w:rFonts w:ascii="Arial" w:eastAsia="Arial" w:hAnsi="Arial" w:cs="Arial"/>
          <w:spacing w:val="-3"/>
        </w:rPr>
        <w:t>v</w:t>
      </w:r>
      <w:r w:rsidR="004F4CDC">
        <w:rPr>
          <w:rFonts w:ascii="Arial" w:eastAsia="Arial" w:hAnsi="Arial" w:cs="Arial"/>
        </w:rPr>
        <w:t>er</w:t>
      </w:r>
      <w:r w:rsidR="004F4CDC">
        <w:rPr>
          <w:rFonts w:ascii="Arial" w:eastAsia="Arial" w:hAnsi="Arial" w:cs="Arial"/>
          <w:spacing w:val="-2"/>
        </w:rPr>
        <w:t>a</w:t>
      </w:r>
      <w:r w:rsidR="004F4CDC">
        <w:rPr>
          <w:rFonts w:ascii="Arial" w:eastAsia="Arial" w:hAnsi="Arial" w:cs="Arial"/>
          <w:spacing w:val="2"/>
        </w:rPr>
        <w:t>g</w:t>
      </w:r>
      <w:r w:rsidR="004F4CDC">
        <w:rPr>
          <w:rFonts w:ascii="Arial" w:eastAsia="Arial" w:hAnsi="Arial" w:cs="Arial"/>
        </w:rPr>
        <w:t>e.</w:t>
      </w:r>
    </w:p>
    <w:p w:rsidR="00A708F6" w:rsidRDefault="00A708F6">
      <w:pPr>
        <w:spacing w:before="7" w:after="0" w:line="240" w:lineRule="exact"/>
        <w:rPr>
          <w:sz w:val="24"/>
          <w:szCs w:val="24"/>
        </w:rPr>
      </w:pPr>
    </w:p>
    <w:p w:rsidR="00A708F6" w:rsidRDefault="004F4CDC">
      <w:pPr>
        <w:spacing w:after="0" w:line="252" w:lineRule="exact"/>
        <w:ind w:left="108" w:right="4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atic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A708F6" w:rsidRDefault="004F4CDC">
      <w:pPr>
        <w:spacing w:after="0" w:line="248" w:lineRule="exact"/>
        <w:ind w:left="108" w:right="5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‘S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n’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sure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uch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</w:p>
    <w:p w:rsidR="00A708F6" w:rsidRDefault="004F4CDC">
      <w:pPr>
        <w:spacing w:before="1" w:after="0" w:line="239" w:lineRule="auto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uch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ard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ens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9" w:after="0" w:line="220" w:lineRule="exact"/>
      </w:pPr>
    </w:p>
    <w:p w:rsidR="00A708F6" w:rsidRDefault="004F4CDC">
      <w:pPr>
        <w:spacing w:after="0" w:line="240" w:lineRule="auto"/>
        <w:ind w:left="108" w:right="45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hre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 xml:space="preserve">ds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red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</w:rPr>
        <w:t>g or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-3"/>
        </w:rPr>
        <w:t>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t</w:t>
      </w:r>
    </w:p>
    <w:p w:rsidR="00A708F6" w:rsidRDefault="00A708F6">
      <w:pPr>
        <w:spacing w:before="7" w:after="0" w:line="160" w:lineRule="exact"/>
        <w:rPr>
          <w:sz w:val="16"/>
          <w:szCs w:val="16"/>
        </w:rPr>
      </w:pPr>
    </w:p>
    <w:p w:rsidR="00A708F6" w:rsidRDefault="004F4CDC">
      <w:pPr>
        <w:spacing w:after="0" w:line="252" w:lineRule="exact"/>
        <w:ind w:left="108" w:right="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ard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g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g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10" w:after="0" w:line="240" w:lineRule="exact"/>
        <w:rPr>
          <w:sz w:val="24"/>
          <w:szCs w:val="24"/>
        </w:rPr>
      </w:pPr>
    </w:p>
    <w:p w:rsidR="00A708F6" w:rsidRDefault="004F4CDC">
      <w:pPr>
        <w:spacing w:after="0" w:line="240" w:lineRule="auto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wil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ng 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o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wil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3" w:after="0" w:line="240" w:lineRule="exact"/>
        <w:rPr>
          <w:sz w:val="24"/>
          <w:szCs w:val="24"/>
        </w:rPr>
      </w:pPr>
    </w:p>
    <w:p w:rsidR="00A708F6" w:rsidRDefault="004F4CDC">
      <w:pPr>
        <w:spacing w:after="0" w:line="241" w:lineRule="auto"/>
        <w:ind w:left="108" w:right="4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in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ota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pop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 xml:space="preserve">ow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5 and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ns.</w:t>
      </w:r>
    </w:p>
    <w:p w:rsidR="00A708F6" w:rsidRDefault="00A708F6">
      <w:pPr>
        <w:spacing w:before="17" w:after="0" w:line="240" w:lineRule="exact"/>
        <w:rPr>
          <w:sz w:val="24"/>
          <w:szCs w:val="24"/>
        </w:rPr>
      </w:pPr>
    </w:p>
    <w:p w:rsidR="00A708F6" w:rsidRDefault="004F4CDC">
      <w:pPr>
        <w:tabs>
          <w:tab w:val="left" w:pos="520"/>
        </w:tabs>
        <w:spacing w:after="0" w:line="252" w:lineRule="exact"/>
        <w:ind w:left="536" w:right="50" w:hanging="428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1)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be 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before="7" w:after="0" w:line="130" w:lineRule="exact"/>
        <w:rPr>
          <w:sz w:val="13"/>
          <w:szCs w:val="13"/>
        </w:rPr>
      </w:pPr>
    </w:p>
    <w:p w:rsidR="00A708F6" w:rsidRDefault="004F4CDC">
      <w:pPr>
        <w:tabs>
          <w:tab w:val="left" w:pos="520"/>
        </w:tabs>
        <w:spacing w:after="0" w:line="252" w:lineRule="exact"/>
        <w:ind w:left="536" w:right="45" w:hanging="428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cates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ncreased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1.5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hresho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</w:p>
    <w:p w:rsidR="00A708F6" w:rsidRDefault="004F4CDC">
      <w:pPr>
        <w:spacing w:after="0" w:line="251" w:lineRule="exact"/>
        <w:ind w:left="536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17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ce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estim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2).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520"/>
        </w:tabs>
        <w:spacing w:after="0" w:line="239" w:lineRule="auto"/>
        <w:ind w:left="536" w:right="46" w:hanging="428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cates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3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erci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 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r.</w:t>
      </w:r>
    </w:p>
    <w:p w:rsidR="00A708F6" w:rsidRDefault="00A708F6">
      <w:pPr>
        <w:spacing w:before="6" w:after="0" w:line="120" w:lineRule="exact"/>
        <w:rPr>
          <w:sz w:val="12"/>
          <w:szCs w:val="12"/>
        </w:rPr>
      </w:pPr>
    </w:p>
    <w:p w:rsidR="00A708F6" w:rsidRDefault="004F4CDC">
      <w:pPr>
        <w:spacing w:after="0" w:line="252" w:lineRule="exact"/>
        <w:ind w:left="108"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us</w:t>
      </w:r>
      <w:r>
        <w:rPr>
          <w:rFonts w:ascii="Arial" w:eastAsia="Arial" w:hAnsi="Arial" w:cs="Arial"/>
          <w:spacing w:val="-1"/>
          <w:u w:val="single" w:color="000000"/>
        </w:rPr>
        <w:t>p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-1"/>
          <w:u w:val="single" w:color="000000"/>
        </w:rPr>
        <w:t>n</w:t>
      </w:r>
      <w:r>
        <w:rPr>
          <w:rFonts w:ascii="Arial" w:eastAsia="Arial" w:hAnsi="Arial" w:cs="Arial"/>
          <w:u w:val="single" w:color="000000"/>
        </w:rPr>
        <w:t>s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on</w:t>
      </w:r>
      <w:r>
        <w:rPr>
          <w:rFonts w:ascii="Arial" w:eastAsia="Arial" w:hAnsi="Arial" w:cs="Arial"/>
          <w:spacing w:val="4"/>
          <w:u w:val="single" w:color="000000"/>
        </w:rPr>
        <w:t xml:space="preserve"> </w:t>
      </w:r>
      <w:r>
        <w:rPr>
          <w:rFonts w:ascii="Arial" w:eastAsia="Arial" w:hAnsi="Arial" w:cs="Arial"/>
          <w:spacing w:val="-3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f</w:t>
      </w:r>
      <w:r>
        <w:rPr>
          <w:rFonts w:ascii="Arial" w:eastAsia="Arial" w:hAnsi="Arial" w:cs="Arial"/>
          <w:spacing w:val="3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>q</w:t>
      </w:r>
      <w:r>
        <w:rPr>
          <w:rFonts w:ascii="Arial" w:eastAsia="Arial" w:hAnsi="Arial" w:cs="Arial"/>
          <w:u w:val="single" w:color="000000"/>
        </w:rPr>
        <w:t>u</w:t>
      </w:r>
      <w:r>
        <w:rPr>
          <w:rFonts w:ascii="Arial" w:eastAsia="Arial" w:hAnsi="Arial" w:cs="Arial"/>
          <w:spacing w:val="-3"/>
          <w:u w:val="single" w:color="000000"/>
        </w:rPr>
        <w:t>o</w:t>
      </w:r>
      <w:r>
        <w:rPr>
          <w:rFonts w:ascii="Arial" w:eastAsia="Arial" w:hAnsi="Arial" w:cs="Arial"/>
          <w:spacing w:val="1"/>
          <w:u w:val="single" w:color="000000"/>
        </w:rPr>
        <w:t>t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17" w:after="0" w:line="220" w:lineRule="exact"/>
      </w:pPr>
    </w:p>
    <w:p w:rsidR="00A708F6" w:rsidRDefault="004F4CDC">
      <w:pPr>
        <w:spacing w:after="0" w:line="240" w:lineRule="auto"/>
        <w:ind w:left="108" w:right="52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)</w:t>
      </w:r>
    </w:p>
    <w:p w:rsidR="00A708F6" w:rsidRDefault="004F4CDC">
      <w:pPr>
        <w:spacing w:after="0" w:line="250" w:lineRule="exact"/>
        <w:ind w:left="53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e.</w:t>
      </w:r>
    </w:p>
    <w:p w:rsidR="00A708F6" w:rsidRDefault="00A708F6">
      <w:pPr>
        <w:spacing w:after="0"/>
        <w:sectPr w:rsidR="00A708F6">
          <w:pgSz w:w="11920" w:h="16860"/>
          <w:pgMar w:top="1580" w:right="1140" w:bottom="1500" w:left="1140" w:header="0" w:footer="1302" w:gutter="0"/>
          <w:cols w:space="720"/>
        </w:sectPr>
      </w:pPr>
    </w:p>
    <w:p w:rsidR="00A708F6" w:rsidRDefault="004F4CDC">
      <w:pPr>
        <w:tabs>
          <w:tab w:val="left" w:pos="520"/>
        </w:tabs>
        <w:spacing w:before="64" w:after="0" w:line="239" w:lineRule="auto"/>
        <w:ind w:left="536" w:right="45" w:hanging="428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cates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1.5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 be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be set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</w:rPr>
        <w:t>en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ha</w:t>
      </w:r>
      <w:r>
        <w:rPr>
          <w:rFonts w:ascii="Arial" w:eastAsia="Arial" w:hAnsi="Arial" w:cs="Arial"/>
        </w:rPr>
        <w:t>t 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in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Ja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 2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A708F6" w:rsidRDefault="00A708F6">
      <w:pPr>
        <w:spacing w:before="9" w:after="0" w:line="110" w:lineRule="exact"/>
        <w:rPr>
          <w:sz w:val="11"/>
          <w:szCs w:val="11"/>
        </w:rPr>
      </w:pPr>
    </w:p>
    <w:p w:rsidR="00A708F6" w:rsidRDefault="004F4CDC">
      <w:pPr>
        <w:tabs>
          <w:tab w:val="left" w:pos="520"/>
        </w:tabs>
        <w:spacing w:after="0" w:line="239" w:lineRule="auto"/>
        <w:ind w:left="536" w:right="47" w:hanging="428"/>
        <w:jc w:val="both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sur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cates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ncreased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1.5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 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17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estim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5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2).</w:t>
      </w:r>
    </w:p>
    <w:p w:rsidR="00A708F6" w:rsidRDefault="00A708F6">
      <w:pPr>
        <w:spacing w:before="2" w:after="0" w:line="120" w:lineRule="exact"/>
        <w:rPr>
          <w:sz w:val="12"/>
          <w:szCs w:val="12"/>
        </w:rPr>
      </w:pPr>
    </w:p>
    <w:p w:rsidR="00A708F6" w:rsidRDefault="002B0ED0">
      <w:pPr>
        <w:tabs>
          <w:tab w:val="left" w:pos="520"/>
        </w:tabs>
        <w:spacing w:after="0" w:line="239" w:lineRule="auto"/>
        <w:ind w:left="536" w:right="46" w:hanging="428"/>
        <w:jc w:val="both"/>
        <w:rPr>
          <w:rFonts w:ascii="Arial" w:eastAsia="Arial" w:hAnsi="Arial" w:cs="Arial"/>
        </w:rPr>
      </w:pPr>
      <w:r>
        <w:pict>
          <v:group id="_x0000_s1026" style="position:absolute;left:0;text-align:left;margin-left:100.4pt;margin-top:66.7pt;width:339.5pt;height:359.35pt;z-index:-251640320;mso-position-horizontal-relative:page" coordorigin="2008,1334" coordsize="6790,7187">
            <v:group id="_x0000_s1047" style="position:absolute;left:2018;top:6118;width:2386;height:2393" coordorigin="2018,6118" coordsize="2386,2393">
              <v:shape id="_x0000_s1049" style="position:absolute;left:2018;top:6118;width:2386;height:2393" coordorigin="2018,6118" coordsize="2386,2393" path="m2917,6118r-78,5l2763,6138r-74,26l2633,6195r-62,43l2522,6279r-53,48l2407,6388r-389,389l3753,8511r363,-364l3707,8147,2383,6822r268,-269l2705,6505r50,-40l2819,6425r60,-25l2946,6389r634,-1l3557,6372r-65,-45l3429,6287r-63,-35l3304,6221r-61,-27l3182,6171r-61,-19l3060,6136r-62,-12l2937,6119r-20,-1e" fillcolor="silver" stroked="f">
                <v:path arrowok="t"/>
              </v:shape>
              <v:shape id="_x0000_s1048" style="position:absolute;left:2018;top:6118;width:2386;height:2393" coordorigin="2018,6118" coordsize="2386,2393" path="m3580,6388r-598,l3000,6389r19,1l3098,6404r63,18l3228,6448r64,31l3359,6518r69,47l3500,6619r49,41l3599,6704r51,48l3703,6803r48,49l3796,6901r43,49l3880,6999r38,49l3954,7097r49,73l4047,7245r37,71l4109,7377r18,59l4139,7511r1,36l4140,7565r-10,68l4106,7700r-40,68l4027,7821r-48,54l3707,8147r409,l4186,8077r52,-55l4283,7965r38,-57l4352,7850r24,-59l4392,7732r10,-61l4404,7608r-1,-21l4396,7519r-14,-71l4360,7373r-28,-78l4295,7213r-28,-55l4236,7102r-35,-56l4164,6989r-41,-57l4078,6874r-47,-57l3980,6758r-54,-58l3869,6641r-46,-44l3778,6554r-45,-41l3667,6456r-66,-52l3580,6388e" fillcolor="silver" stroked="f">
                <v:path arrowok="t"/>
              </v:shape>
            </v:group>
            <v:group id="_x0000_s1037" style="position:absolute;left:3232;top:4837;width:2793;height:2460" coordorigin="3232,4837" coordsize="2793,2460">
              <v:shape id="_x0000_s1046" style="position:absolute;left:3232;top:4837;width:2793;height:2460" coordorigin="3232,4837" coordsize="2793,2460" path="m4480,4937r-607,l3855,4957r-17,20l3820,4997r-18,l3783,5017r-18,20l3738,5077r-506,500l4966,7297r159,-140l4588,6597r-38,-20l4362,6377r184,-180l4563,6177r-407,l3583,5597r391,-380l3990,5197r17,-20l4024,5177r16,-20l4058,5157r17,-20l4093,5137r18,-20l4696,5117r-19,-20l4656,5077r-15,-20l4625,5057r-31,-40l4578,5017r-16,-20l4546,4977r-16,l4514,4957r-17,l4480,4937e" fillcolor="silver" stroked="f">
                <v:path arrowok="t"/>
              </v:shape>
              <v:shape id="_x0000_s1045" style="position:absolute;left:3232;top:4837;width:2793;height:2460" coordorigin="3232,4837" coordsize="2793,2460" path="m5957,6217r-711,l5275,6237r30,20l5331,6257r26,20l5383,6277r26,20l5565,6357r210,60l5827,6437r14,l6025,6257r-68,-40e" fillcolor="silver" stroked="f">
                <v:path arrowok="t"/>
              </v:shape>
              <v:shape id="_x0000_s1044" style="position:absolute;left:3232;top:4837;width:2793;height:2460" coordorigin="3232,4837" coordsize="2793,2460" path="m5630,6097r-738,l4906,6117r45,l4969,6137r56,l5046,6157r22,l5091,6177r48,l5164,6197r27,l5218,6217r705,l5855,6177r-69,-20l5630,6097e" fillcolor="silver" stroked="f">
                <v:path arrowok="t"/>
              </v:shape>
              <v:shape id="_x0000_s1043" style="position:absolute;left:3232;top:4837;width:2793;height:2460" coordorigin="3232,4837" coordsize="2793,2460" path="m4696,5117r-398,l4316,5137r35,l4368,5157r18,l4403,5177r18,l4456,5217r18,l4510,5257r15,20l4539,5297r13,20l4564,5317r32,60l4613,5417r8,l4639,5477r8,60l4647,5557r-1,20l4635,5637r-11,40l4616,5677r-8,20l4598,5717r-11,20l4575,5757r-13,l4548,5777r-16,20l4516,5817r-18,20l4156,6177r407,l4596,6137r16,l4629,6117r17,l4663,6097r967,l5578,6077r-71,-20l5437,6017r-36,l5329,5977r-19,l5291,5957r-56,l5216,5937r-38,l5159,5917r-77,l5062,5897r-262,l4812,5877r33,-60l4871,5757r19,-60l4901,5637r3,-60l4904,5557r-8,-60l4881,5437r-6,-40l4850,5337r-31,-60l4779,5217r-47,-60l4715,5137r-19,-20e" fillcolor="silver" stroked="f">
                <v:path arrowok="t"/>
              </v:shape>
              <v:shape id="_x0000_s1042" style="position:absolute;left:3232;top:4837;width:2793;height:2460" coordorigin="3232,4837" coordsize="2793,2460" path="m4964,5877r-77,l4866,5897r115,l4964,5877e" fillcolor="silver" stroked="f">
                <v:path arrowok="t"/>
              </v:shape>
              <v:shape id="_x0000_s1041" style="position:absolute;left:3232;top:4837;width:2793;height:2460" coordorigin="3232,4837" coordsize="2793,2460" path="m4411,4897r-487,l3907,4917r-17,20l4463,4937r-17,-20l4429,4917r-18,-20e" fillcolor="silver" stroked="f">
                <v:path arrowok="t"/>
              </v:shape>
              <v:shape id="_x0000_s1040" style="position:absolute;left:3232;top:4837;width:2793;height:2460" coordorigin="3232,4837" coordsize="2793,2460" path="m4376,4877r-420,l3940,4897r454,l4376,4877e" fillcolor="silver" stroked="f">
                <v:path arrowok="t"/>
              </v:shape>
              <v:shape id="_x0000_s1039" style="position:absolute;left:3232;top:4837;width:2793;height:2460" coordorigin="3232,4837" coordsize="2793,2460" path="m4318,4857r-314,l3988,4877r351,l4318,4857e" fillcolor="silver" stroked="f">
                <v:path arrowok="t"/>
              </v:shape>
              <v:shape id="_x0000_s1038" style="position:absolute;left:3232;top:4837;width:2793;height:2460" coordorigin="3232,4837" coordsize="2793,2460" path="m4258,4837r-209,l4034,4857r244,l4258,4837e" fillcolor="silver" stroked="f">
                <v:path arrowok="t"/>
              </v:shape>
            </v:group>
            <v:group id="_x0000_s1033" style="position:absolute;left:4774;top:3851;width:2396;height:2367" coordorigin="4774,3851" coordsize="2396,2367">
              <v:shape id="_x0000_s1036" style="position:absolute;left:4774;top:3851;width:2396;height:2367" coordorigin="4774,3851" coordsize="2396,2367" path="m4944,3851r-170,170l4966,4350r825,1429l6046,6217r167,-166l6134,5919,5878,5493r-60,-99l6051,5162r-373,l5602,5033,5378,4647r-75,-128l5266,4457r-38,-61l5189,4336r-40,-60l5108,4218r-42,-58l5037,4122r391,l4944,3851e" fillcolor="silver" stroked="f">
                <v:path arrowok="t"/>
              </v:shape>
              <v:shape id="_x0000_s1035" style="position:absolute;left:4774;top:3851;width:2396;height:2367" coordorigin="4774,3851" coordsize="2396,2367" path="m6808,4889r-484,l6490,4986r168,95l6793,5155r104,54l7001,5262r170,-169l6808,4889e" fillcolor="silver" stroked="f">
                <v:path arrowok="t"/>
              </v:shape>
              <v:shape id="_x0000_s1034" style="position:absolute;left:4774;top:3851;width:2396;height:2367" coordorigin="4774,3851" coordsize="2396,2367" path="m5428,4122r-391,l5072,4145r95,61l5231,4246r118,72l6087,4752r-409,410l6051,5162r273,-273l6808,4889,5428,4122e" fillcolor="silver" stroked="f">
                <v:path arrowok="t"/>
              </v:shape>
            </v:group>
            <v:group id="_x0000_s1030" style="position:absolute;left:5573;top:2411;width:1893;height:2544" coordorigin="5573,2411" coordsize="1893,2544">
              <v:shape id="_x0000_s1032" style="position:absolute;left:5573;top:2411;width:1893;height:2544" coordorigin="5573,2411" coordsize="1893,2544" path="m6384,2411r-811,811l7308,4956r158,-159l6679,4009r204,-205l6474,3804,5937,3267r293,-293l6391,2809r96,-99l6582,2609,6384,2411e" fillcolor="silver" stroked="f">
                <v:path arrowok="t"/>
              </v:shape>
              <v:shape id="_x0000_s1031" style="position:absolute;left:5573;top:2411;width:1893;height:2544" coordorigin="5573,2411" coordsize="1893,2544" path="m7037,3241r-563,563l6883,3804r132,-135l7098,3584r83,-87l7235,3439,7037,3241e" fillcolor="silver" stroked="f">
                <v:path arrowok="t"/>
              </v:shape>
            </v:group>
            <v:group id="_x0000_s1027" style="position:absolute;left:6506;top:1344;width:2282;height:2291" coordorigin="6506,1344" coordsize="2282,2291">
              <v:shape id="_x0000_s1029" style="position:absolute;left:6506;top:1344;width:2282;height:2291" coordorigin="6506,1344" coordsize="2282,2291" path="m7417,2105r-317,l8629,3634r159,-159l7417,2105e" fillcolor="silver" stroked="f">
                <v:path arrowok="t"/>
              </v:shape>
              <v:shape id="_x0000_s1028" style="position:absolute;left:6506;top:1344;width:2282;height:2291" coordorigin="6506,1344" coordsize="2282,2291" path="m7451,1344r-190,190l6740,2060r-234,242l6704,2500r396,-395l7417,2105,7259,1946r138,-140l7476,1726r78,-81l7631,1562r18,-21l7451,1344e" fillcolor="silver" stroked="f">
                <v:path arrowok="t"/>
              </v:shape>
            </v:group>
            <w10:wrap anchorx="page"/>
          </v:group>
        </w:pict>
      </w:r>
      <w:r w:rsidR="004F4CDC">
        <w:rPr>
          <w:rFonts w:ascii="Symbol" w:eastAsia="Symbol" w:hAnsi="Symbol" w:cs="Symbol"/>
        </w:rPr>
        <w:t></w:t>
      </w:r>
      <w:r w:rsidR="004F4CDC">
        <w:rPr>
          <w:rFonts w:ascii="Times New Roman" w:eastAsia="Times New Roman" w:hAnsi="Times New Roman" w:cs="Times New Roman"/>
        </w:rPr>
        <w:tab/>
      </w:r>
      <w:r w:rsidR="004F4CDC">
        <w:rPr>
          <w:rFonts w:ascii="Arial" w:eastAsia="Arial" w:hAnsi="Arial" w:cs="Arial"/>
          <w:spacing w:val="-1"/>
        </w:rPr>
        <w:t>H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4"/>
        </w:rPr>
        <w:t>w</w:t>
      </w:r>
      <w:r w:rsidR="004F4CDC">
        <w:rPr>
          <w:rFonts w:ascii="Arial" w:eastAsia="Arial" w:hAnsi="Arial" w:cs="Arial"/>
          <w:spacing w:val="2"/>
        </w:rPr>
        <w:t>e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er,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f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9"/>
        </w:rPr>
        <w:t xml:space="preserve"> </w:t>
      </w:r>
      <w:r w:rsidR="004F4CDC">
        <w:rPr>
          <w:rFonts w:ascii="Arial" w:eastAsia="Arial" w:hAnsi="Arial" w:cs="Arial"/>
        </w:rPr>
        <w:t>sur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ey</w:t>
      </w:r>
      <w:r w:rsidR="004F4CDC">
        <w:rPr>
          <w:rFonts w:ascii="Arial" w:eastAsia="Arial" w:hAnsi="Arial" w:cs="Arial"/>
          <w:spacing w:val="-9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2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cates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ul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8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o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3"/>
        </w:rPr>
        <w:t>n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sed</w:t>
      </w:r>
      <w:r w:rsidR="004F4CDC">
        <w:rPr>
          <w:rFonts w:ascii="Arial" w:eastAsia="Arial" w:hAnsi="Arial" w:cs="Arial"/>
          <w:spacing w:val="-7"/>
        </w:rPr>
        <w:t xml:space="preserve"> 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6"/>
        </w:rPr>
        <w:t xml:space="preserve">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  <w:spacing w:val="1"/>
        </w:rPr>
        <w:t>rt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e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-5"/>
        </w:rPr>
        <w:t xml:space="preserve"> 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li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  <w:spacing w:val="-3"/>
        </w:rPr>
        <w:t>d</w:t>
      </w:r>
      <w:r w:rsidR="004F4CDC">
        <w:rPr>
          <w:rFonts w:ascii="Arial" w:eastAsia="Arial" w:hAnsi="Arial" w:cs="Arial"/>
        </w:rPr>
        <w:t xml:space="preserve">,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v</w:t>
      </w:r>
      <w:r w:rsidR="004F4CDC">
        <w:rPr>
          <w:rFonts w:ascii="Arial" w:eastAsia="Arial" w:hAnsi="Arial" w:cs="Arial"/>
        </w:rPr>
        <w:t>est</w:t>
      </w:r>
      <w:r w:rsidR="004F4CDC">
        <w:rPr>
          <w:rFonts w:ascii="Arial" w:eastAsia="Arial" w:hAnsi="Arial" w:cs="Arial"/>
          <w:spacing w:val="35"/>
        </w:rPr>
        <w:t xml:space="preserve"> </w:t>
      </w:r>
      <w:r w:rsidR="004F4CDC">
        <w:rPr>
          <w:rFonts w:ascii="Arial" w:eastAsia="Arial" w:hAnsi="Arial" w:cs="Arial"/>
        </w:rPr>
        <w:t>s</w:t>
      </w:r>
      <w:r w:rsidR="004F4CDC">
        <w:rPr>
          <w:rFonts w:ascii="Arial" w:eastAsia="Arial" w:hAnsi="Arial" w:cs="Arial"/>
          <w:spacing w:val="-3"/>
        </w:rPr>
        <w:t>u</w:t>
      </w:r>
      <w:r w:rsidR="004F4CDC">
        <w:rPr>
          <w:rFonts w:ascii="Arial" w:eastAsia="Arial" w:hAnsi="Arial" w:cs="Arial"/>
        </w:rPr>
        <w:t>sp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ns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on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  <w:spacing w:val="-1"/>
        </w:rPr>
        <w:t>wil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3"/>
        </w:rPr>
        <w:t xml:space="preserve"> 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</w:rPr>
        <w:t>ema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</w:rPr>
        <w:t>p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ace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nd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</w:rPr>
        <w:t>no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erci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1"/>
        </w:rPr>
        <w:t xml:space="preserve"> </w:t>
      </w:r>
      <w:r w:rsidR="004F4CDC">
        <w:rPr>
          <w:rFonts w:ascii="Arial" w:eastAsia="Arial" w:hAnsi="Arial" w:cs="Arial"/>
          <w:spacing w:val="2"/>
        </w:rPr>
        <w:t>q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3"/>
        </w:rPr>
        <w:t>o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29"/>
        </w:rPr>
        <w:t xml:space="preserve"> </w:t>
      </w:r>
      <w:r w:rsidR="004F4CDC">
        <w:rPr>
          <w:rFonts w:ascii="Arial" w:eastAsia="Arial" w:hAnsi="Arial" w:cs="Arial"/>
          <w:spacing w:val="-1"/>
        </w:rPr>
        <w:t>wil</w:t>
      </w:r>
      <w:r w:rsidR="004F4CDC">
        <w:rPr>
          <w:rFonts w:ascii="Arial" w:eastAsia="Arial" w:hAnsi="Arial" w:cs="Arial"/>
        </w:rPr>
        <w:t>l</w:t>
      </w:r>
      <w:r w:rsidR="004F4CDC">
        <w:rPr>
          <w:rFonts w:ascii="Arial" w:eastAsia="Arial" w:hAnsi="Arial" w:cs="Arial"/>
          <w:spacing w:val="33"/>
        </w:rPr>
        <w:t xml:space="preserve"> </w:t>
      </w:r>
      <w:r w:rsidR="004F4CDC">
        <w:rPr>
          <w:rFonts w:ascii="Arial" w:eastAsia="Arial" w:hAnsi="Arial" w:cs="Arial"/>
        </w:rPr>
        <w:t>be</w:t>
      </w:r>
      <w:r w:rsidR="004F4CDC">
        <w:rPr>
          <w:rFonts w:ascii="Arial" w:eastAsia="Arial" w:hAnsi="Arial" w:cs="Arial"/>
          <w:spacing w:val="34"/>
        </w:rPr>
        <w:t xml:space="preserve"> </w:t>
      </w:r>
      <w:r w:rsidR="004F4CDC">
        <w:rPr>
          <w:rFonts w:ascii="Arial" w:eastAsia="Arial" w:hAnsi="Arial" w:cs="Arial"/>
        </w:rPr>
        <w:t>set</w:t>
      </w:r>
      <w:r w:rsidR="004F4CDC">
        <w:rPr>
          <w:rFonts w:ascii="Arial" w:eastAsia="Arial" w:hAnsi="Arial" w:cs="Arial"/>
          <w:spacing w:val="33"/>
        </w:rPr>
        <w:t xml:space="preserve"> 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or</w:t>
      </w:r>
      <w:r w:rsidR="004F4CDC">
        <w:rPr>
          <w:rFonts w:ascii="Arial" w:eastAsia="Arial" w:hAnsi="Arial" w:cs="Arial"/>
          <w:spacing w:val="33"/>
        </w:rPr>
        <w:t xml:space="preserve"> </w:t>
      </w:r>
      <w:r w:rsidR="004F4CDC">
        <w:rPr>
          <w:rFonts w:ascii="Arial" w:eastAsia="Arial" w:hAnsi="Arial" w:cs="Arial"/>
          <w:spacing w:val="-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t sp</w:t>
      </w:r>
      <w:r w:rsidR="004F4CDC">
        <w:rPr>
          <w:rFonts w:ascii="Arial" w:eastAsia="Arial" w:hAnsi="Arial" w:cs="Arial"/>
          <w:spacing w:val="-1"/>
        </w:rPr>
        <w:t>e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 xml:space="preserve">es in </w:t>
      </w:r>
      <w:r w:rsidR="004F4CDC">
        <w:rPr>
          <w:rFonts w:ascii="Arial" w:eastAsia="Arial" w:hAnsi="Arial" w:cs="Arial"/>
          <w:spacing w:val="1"/>
        </w:rPr>
        <w:t>t</w:t>
      </w:r>
      <w:r w:rsidR="004F4CDC">
        <w:rPr>
          <w:rFonts w:ascii="Arial" w:eastAsia="Arial" w:hAnsi="Arial" w:cs="Arial"/>
        </w:rPr>
        <w:t>h</w:t>
      </w:r>
      <w:r w:rsidR="004F4CDC">
        <w:rPr>
          <w:rFonts w:ascii="Arial" w:eastAsia="Arial" w:hAnsi="Arial" w:cs="Arial"/>
          <w:spacing w:val="-3"/>
        </w:rPr>
        <w:t>a</w:t>
      </w:r>
      <w:r w:rsidR="004F4CDC">
        <w:rPr>
          <w:rFonts w:ascii="Arial" w:eastAsia="Arial" w:hAnsi="Arial" w:cs="Arial"/>
        </w:rPr>
        <w:t>t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2"/>
        </w:rPr>
        <w:t>z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1"/>
        </w:rPr>
        <w:t>f</w:t>
      </w:r>
      <w:r w:rsidR="004F4CDC">
        <w:rPr>
          <w:rFonts w:ascii="Arial" w:eastAsia="Arial" w:hAnsi="Arial" w:cs="Arial"/>
        </w:rPr>
        <w:t>or</w:t>
      </w:r>
      <w:r w:rsidR="004F4CDC">
        <w:rPr>
          <w:rFonts w:ascii="Arial" w:eastAsia="Arial" w:hAnsi="Arial" w:cs="Arial"/>
          <w:spacing w:val="-1"/>
        </w:rPr>
        <w:t xml:space="preserve"> t</w:t>
      </w:r>
      <w:r w:rsidR="004F4CDC">
        <w:rPr>
          <w:rFonts w:ascii="Arial" w:eastAsia="Arial" w:hAnsi="Arial" w:cs="Arial"/>
        </w:rPr>
        <w:t>he</w:t>
      </w:r>
      <w:r w:rsidR="004F4CDC">
        <w:rPr>
          <w:rFonts w:ascii="Arial" w:eastAsia="Arial" w:hAnsi="Arial" w:cs="Arial"/>
          <w:spacing w:val="-2"/>
        </w:rPr>
        <w:t xml:space="preserve"> </w:t>
      </w:r>
      <w:r w:rsidR="004F4CDC">
        <w:rPr>
          <w:rFonts w:ascii="Arial" w:eastAsia="Arial" w:hAnsi="Arial" w:cs="Arial"/>
          <w:spacing w:val="3"/>
        </w:rPr>
        <w:t>f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1"/>
        </w:rPr>
        <w:t>ll</w:t>
      </w:r>
      <w:r w:rsidR="004F4CDC">
        <w:rPr>
          <w:rFonts w:ascii="Arial" w:eastAsia="Arial" w:hAnsi="Arial" w:cs="Arial"/>
        </w:rPr>
        <w:t>o</w:t>
      </w:r>
      <w:r w:rsidR="004F4CDC">
        <w:rPr>
          <w:rFonts w:ascii="Arial" w:eastAsia="Arial" w:hAnsi="Arial" w:cs="Arial"/>
          <w:spacing w:val="-4"/>
        </w:rPr>
        <w:t>w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</w:rPr>
        <w:t>ng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</w:rPr>
        <w:t>ca</w:t>
      </w:r>
      <w:r w:rsidR="004F4CDC">
        <w:rPr>
          <w:rFonts w:ascii="Arial" w:eastAsia="Arial" w:hAnsi="Arial" w:cs="Arial"/>
          <w:spacing w:val="-1"/>
        </w:rPr>
        <w:t>l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d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2"/>
        </w:rPr>
        <w:t>(</w:t>
      </w:r>
      <w:r w:rsidR="004F4CDC">
        <w:rPr>
          <w:rFonts w:ascii="Arial" w:eastAsia="Arial" w:hAnsi="Arial" w:cs="Arial"/>
        </w:rPr>
        <w:t>co</w:t>
      </w:r>
      <w:r w:rsidR="004F4CDC">
        <w:rPr>
          <w:rFonts w:ascii="Arial" w:eastAsia="Arial" w:hAnsi="Arial" w:cs="Arial"/>
          <w:spacing w:val="-2"/>
        </w:rPr>
        <w:t>m</w:t>
      </w:r>
      <w:r w:rsidR="004F4CDC">
        <w:rPr>
          <w:rFonts w:ascii="Arial" w:eastAsia="Arial" w:hAnsi="Arial" w:cs="Arial"/>
          <w:spacing w:val="1"/>
        </w:rPr>
        <w:t>m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c</w:t>
      </w:r>
      <w:r w:rsidR="004F4CDC">
        <w:rPr>
          <w:rFonts w:ascii="Arial" w:eastAsia="Arial" w:hAnsi="Arial" w:cs="Arial"/>
          <w:spacing w:val="-1"/>
        </w:rPr>
        <w:t>i</w:t>
      </w:r>
      <w:r w:rsidR="004F4CDC">
        <w:rPr>
          <w:rFonts w:ascii="Arial" w:eastAsia="Arial" w:hAnsi="Arial" w:cs="Arial"/>
          <w:spacing w:val="-3"/>
        </w:rPr>
        <w:t>n</w:t>
      </w:r>
      <w:r w:rsidR="004F4CDC">
        <w:rPr>
          <w:rFonts w:ascii="Arial" w:eastAsia="Arial" w:hAnsi="Arial" w:cs="Arial"/>
        </w:rPr>
        <w:t>g</w:t>
      </w:r>
      <w:r w:rsidR="004F4CDC">
        <w:rPr>
          <w:rFonts w:ascii="Arial" w:eastAsia="Arial" w:hAnsi="Arial" w:cs="Arial"/>
          <w:spacing w:val="3"/>
        </w:rPr>
        <w:t xml:space="preserve"> </w:t>
      </w:r>
      <w:r w:rsidR="004F4CDC">
        <w:rPr>
          <w:rFonts w:ascii="Arial" w:eastAsia="Arial" w:hAnsi="Arial" w:cs="Arial"/>
          <w:spacing w:val="-2"/>
        </w:rPr>
        <w:t>J</w:t>
      </w:r>
      <w:r w:rsidR="004F4CDC">
        <w:rPr>
          <w:rFonts w:ascii="Arial" w:eastAsia="Arial" w:hAnsi="Arial" w:cs="Arial"/>
        </w:rPr>
        <w:t>a</w:t>
      </w:r>
      <w:r w:rsidR="004F4CDC">
        <w:rPr>
          <w:rFonts w:ascii="Arial" w:eastAsia="Arial" w:hAnsi="Arial" w:cs="Arial"/>
          <w:spacing w:val="-1"/>
        </w:rPr>
        <w:t>n</w:t>
      </w:r>
      <w:r w:rsidR="004F4CDC">
        <w:rPr>
          <w:rFonts w:ascii="Arial" w:eastAsia="Arial" w:hAnsi="Arial" w:cs="Arial"/>
        </w:rPr>
        <w:t>u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  <w:spacing w:val="1"/>
        </w:rPr>
        <w:t>r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,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2"/>
        </w:rPr>
        <w:t>y</w:t>
      </w:r>
      <w:r w:rsidR="004F4CDC">
        <w:rPr>
          <w:rFonts w:ascii="Arial" w:eastAsia="Arial" w:hAnsi="Arial" w:cs="Arial"/>
        </w:rPr>
        <w:t>e</w:t>
      </w:r>
      <w:r w:rsidR="004F4CDC">
        <w:rPr>
          <w:rFonts w:ascii="Arial" w:eastAsia="Arial" w:hAnsi="Arial" w:cs="Arial"/>
          <w:spacing w:val="-1"/>
        </w:rPr>
        <w:t>a</w:t>
      </w:r>
      <w:r w:rsidR="004F4CDC">
        <w:rPr>
          <w:rFonts w:ascii="Arial" w:eastAsia="Arial" w:hAnsi="Arial" w:cs="Arial"/>
        </w:rPr>
        <w:t>r</w:t>
      </w:r>
      <w:r w:rsidR="004F4CDC">
        <w:rPr>
          <w:rFonts w:ascii="Arial" w:eastAsia="Arial" w:hAnsi="Arial" w:cs="Arial"/>
          <w:spacing w:val="2"/>
        </w:rPr>
        <w:t xml:space="preserve"> </w:t>
      </w:r>
      <w:r w:rsidR="004F4CDC">
        <w:rPr>
          <w:rFonts w:ascii="Arial" w:eastAsia="Arial" w:hAnsi="Arial" w:cs="Arial"/>
          <w:spacing w:val="-3"/>
        </w:rPr>
        <w:t>2</w:t>
      </w:r>
      <w:r w:rsidR="004F4CDC">
        <w:rPr>
          <w:rFonts w:ascii="Arial" w:eastAsia="Arial" w:hAnsi="Arial" w:cs="Arial"/>
          <w:spacing w:val="1"/>
        </w:rPr>
        <w:t>)</w:t>
      </w:r>
      <w:r w:rsidR="004F4CDC">
        <w:rPr>
          <w:rFonts w:ascii="Arial" w:eastAsia="Arial" w:hAnsi="Arial" w:cs="Arial"/>
        </w:rPr>
        <w:t>.</w:t>
      </w:r>
    </w:p>
    <w:sectPr w:rsidR="00A708F6" w:rsidSect="00A708F6">
      <w:pgSz w:w="11920" w:h="16860"/>
      <w:pgMar w:top="1180" w:right="1140" w:bottom="1640" w:left="1140" w:header="0" w:footer="1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8F6" w:rsidRDefault="00A708F6" w:rsidP="00A708F6">
      <w:pPr>
        <w:spacing w:after="0" w:line="240" w:lineRule="auto"/>
      </w:pPr>
      <w:r>
        <w:separator/>
      </w:r>
    </w:p>
  </w:endnote>
  <w:endnote w:type="continuationSeparator" w:id="0">
    <w:p w:rsidR="00A708F6" w:rsidRDefault="00A708F6" w:rsidP="00A7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0" w:rsidRDefault="002B0ED0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56" w:lineRule="exact"/>
      <w:rPr>
        <w:sz w:val="5"/>
        <w:szCs w:val="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1.4pt;margin-top:758.8pt;width:370.8pt;height:10.05pt;z-index:-1493;mso-position-horizontal-relative:page;mso-position-vertical-relative:page" filled="f" stroked="f">
          <v:textbox style="mso-next-textbox:#_x0000_s2050" inset="0,0,0,0">
            <w:txbxContent>
              <w:p w:rsidR="00A708F6" w:rsidRDefault="004F4CDC">
                <w:pPr>
                  <w:spacing w:after="0" w:line="240" w:lineRule="auto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ial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angaro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o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Harve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anage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lan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: 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Draf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2016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: For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x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ibi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ion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6.4pt;margin-top:758.8pt;width:12.9pt;height:10.05pt;z-index:-1492;mso-position-horizontal-relative:page;mso-position-vertical-relative:page" filled="f" stroked="f">
          <v:textbox style="mso-next-textbox:#_x0000_s2049" inset="0,0,0,0">
            <w:txbxContent>
              <w:p w:rsidR="00A708F6" w:rsidRDefault="00950D4A">
                <w:pPr>
                  <w:spacing w:after="0" w:line="240" w:lineRule="auto"/>
                  <w:ind w:left="4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4F4CD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2B0ED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84.1pt;margin-top:796.75pt;width:370.75pt;height:10.05pt;z-index:-1501;mso-position-horizontal-relative:page;mso-position-vertical-relative:page" filled="f" stroked="f">
          <v:textbox style="mso-next-textbox:#_x0000_s2058" inset="0,0,0,0">
            <w:txbxContent>
              <w:p w:rsidR="00A708F6" w:rsidRDefault="004F4CDC">
                <w:pPr>
                  <w:spacing w:after="0" w:line="240" w:lineRule="auto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ial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angaro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o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Harve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anage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lan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: 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Draf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2016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: For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x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ibi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ion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0" w:rsidRDefault="002B0ED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A708F6">
    <w:pPr>
      <w:spacing w:after="0"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A708F6">
    <w:pPr>
      <w:spacing w:after="0"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5.65pt;margin-top:796.75pt;width:370.8pt;height:10.05pt;z-index:-1500;mso-position-horizontal-relative:page;mso-position-vertical-relative:page" filled="f" stroked="f">
          <v:textbox style="mso-next-textbox:#_x0000_s2057" inset="0,0,0,0">
            <w:txbxContent>
              <w:p w:rsidR="00A708F6" w:rsidRDefault="004F4CDC">
                <w:pPr>
                  <w:spacing w:after="0" w:line="240" w:lineRule="auto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ial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angaro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o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Harve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anage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lan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1: 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Draf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2016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: For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x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ibi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ion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526.35pt;margin-top:796.75pt;width:8.45pt;height:10.05pt;z-index:-1499;mso-position-horizontal-relative:page;mso-position-vertical-relative:page" filled="f" stroked="f">
          <v:textbox style="mso-next-textbox:#_x0000_s2056" inset="0,0,0,0">
            <w:txbxContent>
              <w:p w:rsidR="00A708F6" w:rsidRDefault="00950D4A">
                <w:pPr>
                  <w:spacing w:after="0" w:line="240" w:lineRule="auto"/>
                  <w:ind w:left="4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4F4CD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2B0ED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5.95pt;margin-top:549.95pt;width:370.45pt;height:9.5pt;z-index:-1498;mso-position-horizontal-relative:page;mso-position-vertical-relative:page" filled="f" stroked="f">
          <v:textbox style="mso-next-textbox:#_x0000_s2055" inset="0,0,0,0">
            <w:txbxContent>
              <w:p w:rsidR="00A708F6" w:rsidRDefault="004F4CDC">
                <w:pPr>
                  <w:spacing w:before="1" w:after="0" w:line="240" w:lineRule="auto"/>
                  <w:ind w:left="20" w:right="-43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NSW</w:t>
                </w:r>
                <w:r>
                  <w:rPr>
                    <w:rFonts w:ascii="Arial" w:eastAsia="Arial" w:hAnsi="Arial" w:cs="Arial"/>
                    <w:color w:val="050505"/>
                    <w:spacing w:val="24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A1A1A"/>
                    <w:w w:val="108"/>
                    <w:sz w:val="15"/>
                    <w:szCs w:val="15"/>
                  </w:rPr>
                  <w:t>Commercial</w:t>
                </w:r>
                <w:r>
                  <w:rPr>
                    <w:rFonts w:ascii="Arial" w:eastAsia="Arial" w:hAnsi="Arial" w:cs="Arial"/>
                    <w:color w:val="1A1A1A"/>
                    <w:spacing w:val="-17"/>
                    <w:w w:val="108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Kangaroo</w:t>
                </w:r>
                <w:r>
                  <w:rPr>
                    <w:rFonts w:ascii="Arial" w:eastAsia="Arial" w:hAnsi="Arial" w:cs="Arial"/>
                    <w:color w:val="050505"/>
                    <w:spacing w:val="37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Harvest</w:t>
                </w:r>
                <w:r>
                  <w:rPr>
                    <w:rFonts w:ascii="Arial" w:eastAsia="Arial" w:hAnsi="Arial" w:cs="Arial"/>
                    <w:color w:val="050505"/>
                    <w:spacing w:val="36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w w:val="107"/>
                    <w:sz w:val="15"/>
                    <w:szCs w:val="15"/>
                  </w:rPr>
                  <w:t>Management</w:t>
                </w:r>
                <w:r>
                  <w:rPr>
                    <w:rFonts w:ascii="Arial" w:eastAsia="Arial" w:hAnsi="Arial" w:cs="Arial"/>
                    <w:color w:val="050505"/>
                    <w:spacing w:val="2"/>
                    <w:w w:val="107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Plan</w:t>
                </w:r>
                <w:r>
                  <w:rPr>
                    <w:rFonts w:ascii="Arial" w:eastAsia="Arial" w:hAnsi="Arial" w:cs="Arial"/>
                    <w:color w:val="050505"/>
                    <w:spacing w:val="22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A1A1A"/>
                    <w:sz w:val="15"/>
                    <w:szCs w:val="15"/>
                  </w:rPr>
                  <w:t>2017</w:t>
                </w:r>
                <w:r>
                  <w:rPr>
                    <w:rFonts w:ascii="Arial" w:eastAsia="Arial" w:hAnsi="Arial" w:cs="Arial"/>
                    <w:color w:val="1A1A1A"/>
                    <w:spacing w:val="18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w w:val="241"/>
                    <w:sz w:val="15"/>
                    <w:szCs w:val="15"/>
                  </w:rPr>
                  <w:t>-</w:t>
                </w:r>
                <w:r>
                  <w:rPr>
                    <w:rFonts w:ascii="Arial" w:eastAsia="Arial" w:hAnsi="Arial" w:cs="Arial"/>
                    <w:color w:val="050505"/>
                    <w:spacing w:val="-18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A1A1A"/>
                    <w:sz w:val="15"/>
                    <w:szCs w:val="15"/>
                  </w:rPr>
                  <w:t xml:space="preserve">2021: </w:t>
                </w:r>
                <w:r>
                  <w:rPr>
                    <w:rFonts w:ascii="Arial" w:eastAsia="Arial" w:hAnsi="Arial" w:cs="Arial"/>
                    <w:color w:val="1A1A1A"/>
                    <w:spacing w:val="31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A1A1A"/>
                    <w:sz w:val="15"/>
                    <w:szCs w:val="15"/>
                  </w:rPr>
                  <w:t>Draft</w:t>
                </w:r>
                <w:r>
                  <w:rPr>
                    <w:rFonts w:ascii="Arial" w:eastAsia="Arial" w:hAnsi="Arial" w:cs="Arial"/>
                    <w:color w:val="1A1A1A"/>
                    <w:spacing w:val="35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August</w:t>
                </w:r>
                <w:r>
                  <w:rPr>
                    <w:rFonts w:ascii="Arial" w:eastAsia="Arial" w:hAnsi="Arial" w:cs="Arial"/>
                    <w:color w:val="050505"/>
                    <w:spacing w:val="16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A1A1A"/>
                    <w:sz w:val="15"/>
                    <w:szCs w:val="15"/>
                  </w:rPr>
                  <w:t>2016:</w:t>
                </w:r>
                <w:r>
                  <w:rPr>
                    <w:rFonts w:ascii="Arial" w:eastAsia="Arial" w:hAnsi="Arial" w:cs="Arial"/>
                    <w:color w:val="1A1A1A"/>
                    <w:spacing w:val="19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sz w:val="15"/>
                    <w:szCs w:val="15"/>
                  </w:rPr>
                  <w:t>For</w:t>
                </w:r>
                <w:r>
                  <w:rPr>
                    <w:rFonts w:ascii="Arial" w:eastAsia="Arial" w:hAnsi="Arial" w:cs="Arial"/>
                    <w:color w:val="050505"/>
                    <w:spacing w:val="15"/>
                    <w:sz w:val="15"/>
                    <w:szCs w:val="15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50505"/>
                    <w:w w:val="106"/>
                    <w:sz w:val="15"/>
                    <w:szCs w:val="15"/>
                  </w:rPr>
                  <w:t>Exhibition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1.4pt;margin-top:758.8pt;width:370.8pt;height:10.05pt;z-index:-1497;mso-position-horizontal-relative:page;mso-position-vertical-relative:page" filled="f" stroked="f">
          <v:textbox style="mso-next-textbox:#_x0000_s2054" inset="0,0,0,0">
            <w:txbxContent>
              <w:p w:rsidR="00A708F6" w:rsidRDefault="004F4CDC">
                <w:pPr>
                  <w:spacing w:after="0" w:line="240" w:lineRule="auto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ial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angaro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o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Harve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anage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lan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: 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Draf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2016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: For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x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ibi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ion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16.4pt;margin-top:758.8pt;width:12.9pt;height:10.05pt;z-index:-1496;mso-position-horizontal-relative:page;mso-position-vertical-relative:page" filled="f" stroked="f">
          <v:textbox style="mso-next-textbox:#_x0000_s2053" inset="0,0,0,0">
            <w:txbxContent>
              <w:p w:rsidR="00A708F6" w:rsidRDefault="00950D4A">
                <w:pPr>
                  <w:spacing w:after="0" w:line="240" w:lineRule="auto"/>
                  <w:ind w:left="4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4F4CD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2B0ED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F6" w:rsidRDefault="002B0ED0">
    <w:pPr>
      <w:spacing w:after="0" w:line="197" w:lineRule="exact"/>
      <w:rPr>
        <w:sz w:val="19"/>
        <w:szCs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.4pt;margin-top:512.2pt;width:370.8pt;height:10.05pt;z-index:-1495;mso-position-horizontal-relative:page;mso-position-vertical-relative:page" filled="f" stroked="f">
          <v:textbox style="mso-next-textbox:#_x0000_s2052" inset="0,0,0,0">
            <w:txbxContent>
              <w:p w:rsidR="00A708F6" w:rsidRDefault="004F4CDC">
                <w:pPr>
                  <w:spacing w:after="0" w:line="240" w:lineRule="auto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ial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angaro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o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Harve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anage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en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lan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–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: </w:t>
                </w:r>
                <w:r>
                  <w:rPr>
                    <w:rFonts w:ascii="Arial" w:eastAsia="Arial" w:hAnsi="Arial" w:cs="Arial"/>
                    <w:spacing w:val="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Draf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2016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: For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x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ibi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ion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19.35pt;margin-top:512.2pt;width:12.9pt;height:10.05pt;z-index:-1494;mso-position-horizontal-relative:page;mso-position-vertical-relative:page" filled="f" stroked="f">
          <v:textbox style="mso-next-textbox:#_x0000_s2051" inset="0,0,0,0">
            <w:txbxContent>
              <w:p w:rsidR="00A708F6" w:rsidRDefault="00950D4A">
                <w:pPr>
                  <w:spacing w:after="0" w:line="240" w:lineRule="auto"/>
                  <w:ind w:left="4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4F4CD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2B0ED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8F6" w:rsidRDefault="00A708F6" w:rsidP="00A708F6">
      <w:pPr>
        <w:spacing w:after="0" w:line="240" w:lineRule="auto"/>
      </w:pPr>
      <w:r>
        <w:separator/>
      </w:r>
    </w:p>
  </w:footnote>
  <w:footnote w:type="continuationSeparator" w:id="0">
    <w:p w:rsidR="00A708F6" w:rsidRDefault="00A708F6" w:rsidP="00A7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0" w:rsidRDefault="002B0E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0" w:rsidRDefault="002B0E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0" w:rsidRDefault="002B0E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708F6"/>
    <w:rsid w:val="001D2626"/>
    <w:rsid w:val="002B0ED0"/>
    <w:rsid w:val="004F4CDC"/>
    <w:rsid w:val="00950D4A"/>
    <w:rsid w:val="00A708F6"/>
    <w:rsid w:val="00DF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626"/>
  </w:style>
  <w:style w:type="paragraph" w:styleId="Footer">
    <w:name w:val="footer"/>
    <w:basedOn w:val="Normal"/>
    <w:link w:val="FooterChar"/>
    <w:uiPriority w:val="99"/>
    <w:unhideWhenUsed/>
    <w:rsid w:val="001D26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7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34" Type="http://schemas.openxmlformats.org/officeDocument/2006/relationships/hyperlink" Target="http://www.iucnredlist.org/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image" Target="media/image6.jpeg"/><Relationship Id="rId33" Type="http://schemas.openxmlformats.org/officeDocument/2006/relationships/hyperlink" Target="http://www.environment.nsw.gov.au/resources/nature/genetics.pd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www.environment.gov.au/system/files/resources/8ae26c87-fb7c-4ddc-b5df-02039cf1483e/files/code-conduct-commercial.pdf" TargetMode="Externa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5.jpeg"/><Relationship Id="rId32" Type="http://schemas.openxmlformats.org/officeDocument/2006/relationships/hyperlink" Target="http://www.environment.nsw.gov.au/resources/nature/genetics.pdf" TargetMode="External"/><Relationship Id="rId37" Type="http://schemas.openxmlformats.org/officeDocument/2006/relationships/hyperlink" Target="http://www.environment.gov.au/biodiversity/trade-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nvironment.nsw.gov.au/" TargetMode="External"/><Relationship Id="rId23" Type="http://schemas.openxmlformats.org/officeDocument/2006/relationships/image" Target="media/image4.jpeg"/><Relationship Id="rId28" Type="http://schemas.openxmlformats.org/officeDocument/2006/relationships/hyperlink" Target="http://www.environment.nsw.gov.au/wildlifemanagement/KangarooManagementProgram.htm" TargetMode="External"/><Relationship Id="rId36" Type="http://schemas.openxmlformats.org/officeDocument/2006/relationships/hyperlink" Target="http://www.environment.nsw.gov.au/resources/parks/NSWNPWSDroughtHarvestmanagementColour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environment.gov.au/system/files/resources/8ae26c87-fb7c-4ddc-b5df-02039cf1483e/files/code-conduct-commercial.pdf" TargetMode="External"/><Relationship Id="rId31" Type="http://schemas.openxmlformats.org/officeDocument/2006/relationships/hyperlink" Target="https://www.cites.org/eng/app/appendices.ph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info@environment.nsw.gov.au" TargetMode="External"/><Relationship Id="rId22" Type="http://schemas.openxmlformats.org/officeDocument/2006/relationships/image" Target="media/image3.jpeg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yperlink" Target="http://www.environment.nsw.gov.au/resources/parks/NSWNPWSDroughtHarvestmanagementColou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82D31-285C-4563-84CE-F15C977D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FF9598C3.dotm</Template>
  <TotalTime>0</TotalTime>
  <Pages>24</Pages>
  <Words>8492</Words>
  <Characters>48409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Management Plan for the Commercial Harvest of Kangaroos in New South Wales 2017–2021</dc:title>
  <dc:creator/>
  <cp:lastModifiedBy/>
  <cp:revision>1</cp:revision>
  <dcterms:created xsi:type="dcterms:W3CDTF">2016-08-17T06:33:00Z</dcterms:created>
  <dcterms:modified xsi:type="dcterms:W3CDTF">2016-08-17T06:34:00Z</dcterms:modified>
</cp:coreProperties>
</file>