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D5CDC" w14:textId="1805BAD2" w:rsidR="00164FF5" w:rsidRDefault="00861641">
      <w:pPr>
        <w:jc w:val="center"/>
      </w:pPr>
      <w:r>
        <w:rPr>
          <w:noProof/>
          <w:lang w:val="en-AU"/>
        </w:rPr>
        <w:drawing>
          <wp:inline distT="0" distB="0" distL="0" distR="0" wp14:anchorId="47276F6F" wp14:editId="438D1FB2">
            <wp:extent cx="26670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14:paraId="5EA04879" w14:textId="77777777" w:rsidR="00164FF5" w:rsidRDefault="00861641">
      <w:pPr>
        <w:pStyle w:val="pstyleTitleFirst"/>
      </w:pPr>
      <w:r>
        <w:rPr>
          <w:rStyle w:val="styleCountryFirst"/>
        </w:rPr>
        <w:t>Australia</w:t>
      </w:r>
    </w:p>
    <w:p w14:paraId="46094105" w14:textId="77777777" w:rsidR="00164FF5" w:rsidRDefault="00861641">
      <w:pPr>
        <w:pStyle w:val="pstyleTitleFirst2"/>
      </w:pPr>
      <w:r>
        <w:rPr>
          <w:rStyle w:val="styleTitleFirst"/>
        </w:rPr>
        <w:t>Lake Pinaroo</w:t>
      </w:r>
    </w:p>
    <w:p w14:paraId="6C102857" w14:textId="77777777" w:rsidR="00164FF5" w:rsidRDefault="00861641">
      <w:pPr>
        <w:pStyle w:val="pstyleFirstText0"/>
      </w:pPr>
      <w:r>
        <w:rPr>
          <w:rStyle w:val="firstTxt0"/>
        </w:rPr>
        <w:t>Offline RIS Word form</w:t>
      </w:r>
    </w:p>
    <w:p w14:paraId="42E89568" w14:textId="77777777" w:rsidR="00164FF5" w:rsidRDefault="00861641">
      <w:pPr>
        <w:pStyle w:val="pstyleFirstText1"/>
      </w:pPr>
      <w:r>
        <w:rPr>
          <w:rStyle w:val="firstTxt1"/>
        </w:rPr>
        <w:t xml:space="preserve">The purpose of this form is to help in collecting data on a Ramsar Site for the completion of an online          Ramsar Information Sheet (RIS) at </w:t>
      </w:r>
      <w:hyperlink r:id="rId7" w:history="1">
        <w:r>
          <w:rPr>
            <w:color w:val="0000FF"/>
            <w:u w:val="single"/>
          </w:rPr>
          <w:t>https://rsis.ramsar.org</w:t>
        </w:r>
      </w:hyperlink>
      <w:r>
        <w:rPr>
          <w:rStyle w:val="firstTxt1"/>
        </w:rPr>
        <w:t>. It can be circulated between the National Focal Point, RIS compilers and other national data</w:t>
      </w:r>
      <w:bookmarkStart w:id="0" w:name="_GoBack"/>
      <w:bookmarkEnd w:id="0"/>
      <w:r>
        <w:rPr>
          <w:rStyle w:val="firstTxt1"/>
        </w:rPr>
        <w:t xml:space="preserve"> collectors. However, it is not accepted by the Ramsar Secretariat for submission of a Site update or new Site designation. The data collected through this form must be transferred to the online form by the National Focal Point or an authorized online RIS compiler.</w:t>
      </w:r>
      <w:r>
        <w:br/>
      </w:r>
      <w:r>
        <w:br/>
      </w:r>
      <w:r>
        <w:rPr>
          <w:rStyle w:val="firstTxt1"/>
        </w:rPr>
        <w:t>All fields marked with an asterisk (*) are required.</w:t>
      </w:r>
      <w:r>
        <w:br/>
      </w:r>
      <w:r>
        <w:br/>
      </w:r>
      <w:r>
        <w:rPr>
          <w:rStyle w:val="firstTxt1"/>
        </w:rPr>
        <w:t xml:space="preserve"> For more information on how to use this form, please refer to the document </w:t>
      </w:r>
      <w:r>
        <w:br/>
      </w:r>
      <w:hyperlink r:id="rId8" w:history="1">
        <w:r>
          <w:rPr>
            <w:color w:val="0000FF"/>
            <w:u w:val="single"/>
          </w:rPr>
          <w:t xml:space="preserve"> How to use the offline RIS Word form.</w:t>
        </w:r>
      </w:hyperlink>
    </w:p>
    <w:p w14:paraId="6FB87DBC" w14:textId="77777777" w:rsidR="00164FF5" w:rsidRDefault="00861641">
      <w:pPr>
        <w:pStyle w:val="pstyleFirstBottom"/>
      </w:pPr>
      <w:r>
        <w:rPr>
          <w:rStyle w:val="styleHeadertxt"/>
        </w:rPr>
        <w:lastRenderedPageBreak/>
        <w:t>Created by RSIS v1.7 on 04 February 2020 at 07:26</w:t>
      </w:r>
    </w:p>
    <w:p w14:paraId="13BC9607" w14:textId="77777777" w:rsidR="00164FF5" w:rsidRDefault="00D80015">
      <w:hyperlink r:id="rId9" w:history="1">
        <w:r w:rsidR="00861641">
          <w:rPr>
            <w:color w:val="0000FF"/>
            <w:u w:val="single"/>
          </w:rPr>
          <w:t>https://rsis.ramsar.org/RISapp/section.php?idSection=1&amp;part=1&amp;idvris=41612121&amp;action=view</w:t>
        </w:r>
      </w:hyperlink>
    </w:p>
    <w:p w14:paraId="44D4406B" w14:textId="77777777" w:rsidR="00164FF5" w:rsidRDefault="00164FF5">
      <w:pPr>
        <w:sectPr w:rsidR="00164FF5">
          <w:headerReference w:type="even" r:id="rId10"/>
          <w:headerReference w:type="default" r:id="rId11"/>
          <w:footerReference w:type="even" r:id="rId12"/>
          <w:footerReference w:type="default" r:id="rId13"/>
          <w:headerReference w:type="first" r:id="rId14"/>
          <w:footerReference w:type="first" r:id="rId15"/>
          <w:pgSz w:w="11905" w:h="16837"/>
          <w:pgMar w:top="1440" w:right="1440" w:bottom="1440" w:left="1440" w:header="720" w:footer="720" w:gutter="0"/>
          <w:cols w:space="720"/>
        </w:sectPr>
      </w:pPr>
    </w:p>
    <w:p w14:paraId="1DB8135A" w14:textId="77777777" w:rsidR="00164FF5" w:rsidRDefault="00861641">
      <w:pPr>
        <w:pStyle w:val="pstyleSectionL0"/>
      </w:pPr>
      <w:r>
        <w:rPr>
          <w:rStyle w:val="styleAddColorTitle"/>
        </w:rPr>
        <w:lastRenderedPageBreak/>
        <w:t>Color codes</w:t>
      </w:r>
    </w:p>
    <w:p w14:paraId="39CB2C4D" w14:textId="77777777" w:rsidR="00164FF5" w:rsidRDefault="00861641">
      <w:pPr>
        <w:pStyle w:val="pstyleAddColor"/>
      </w:pPr>
      <w:r>
        <w:rPr>
          <w:rStyle w:val="styleAddColorTxt"/>
        </w:rPr>
        <w:t xml:space="preserve">Fields back-shaded in </w:t>
      </w:r>
      <w:r>
        <w:rPr>
          <w:rStyle w:val="styleAddColorLBlue"/>
        </w:rPr>
        <w:t>light blue</w:t>
      </w:r>
      <w:r>
        <w:rPr>
          <w:rStyle w:val="styleAddColorTxt"/>
        </w:rPr>
        <w:t xml:space="preserve"> relate to data and information required only for RIS updates.</w:t>
      </w:r>
    </w:p>
    <w:p w14:paraId="426F6030" w14:textId="77777777" w:rsidR="00164FF5" w:rsidRDefault="00861641">
      <w:pPr>
        <w:pStyle w:val="pstyleAddColor"/>
      </w:pPr>
      <w:r>
        <w:rPr>
          <w:rStyle w:val="styleAddColorTxt"/>
        </w:rPr>
        <w:t xml:space="preserve">Note that some fields concerning aspects of Part 3, the Ecological Character Description of the RIS </w:t>
      </w:r>
      <w:r>
        <w:rPr>
          <w:rStyle w:val="styleAddColorLPurple"/>
        </w:rPr>
        <w:t>(tinted in purple)</w:t>
      </w:r>
      <w:r>
        <w:rPr>
          <w:rStyle w:val="styleAddColorTxt"/>
        </w:rPr>
        <w:t>, are not expected to be completed as part of a standard RIS, but are included for completeness so as to provide the requested consistency between the RIS and the format of a ‘full’ Ecological  Character Description, as adopted in Resolution X.15 (2008). If a Contracting Party does have information available that is relevant to these fields (for  example from a national format Ecological Character Description) it may, if it wishes to, include information in these additional fields.</w:t>
      </w:r>
    </w:p>
    <w:p w14:paraId="45C9DF96" w14:textId="77777777" w:rsidR="00164FF5" w:rsidRDefault="00164FF5">
      <w:pPr>
        <w:pStyle w:val="pstyleSectionL0"/>
      </w:pPr>
    </w:p>
    <w:p w14:paraId="6C9368A3" w14:textId="77777777" w:rsidR="00164FF5" w:rsidRDefault="00164FF5">
      <w:pPr>
        <w:pStyle w:val="pstyleSectionL0"/>
      </w:pPr>
    </w:p>
    <w:p w14:paraId="6E222BAD" w14:textId="77777777" w:rsidR="00164FF5" w:rsidRDefault="00861641">
      <w:pPr>
        <w:pStyle w:val="pstyleSectionL0"/>
      </w:pPr>
      <w:r>
        <w:rPr>
          <w:rStyle w:val="styleL0"/>
        </w:rPr>
        <w:t>Summary</w:t>
      </w:r>
    </w:p>
    <w:p w14:paraId="2FF26C6E" w14:textId="7C579324" w:rsidR="00164FF5" w:rsidRDefault="00861641">
      <w:r>
        <w:rPr>
          <w:noProof/>
          <w:lang w:val="en-AU"/>
        </w:rPr>
        <mc:AlternateContent>
          <mc:Choice Requires="wps">
            <w:drawing>
              <wp:inline distT="0" distB="0" distL="0" distR="0" wp14:anchorId="4EEABF81" wp14:editId="350AD9F0">
                <wp:extent cx="7620000" cy="635"/>
                <wp:effectExtent l="9525" t="7620" r="9525" b="11430"/>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FF6A1E" id="_x0000_t32" coordsize="21600,21600" o:spt="32" o:oned="t" path="m,l21600,21600e" filled="f">
                <v:path arrowok="t" fillok="f" o:connecttype="none"/>
                <o:lock v:ext="edit" shapetype="t"/>
              </v:shapetype>
              <v:shape id="AutoShape 7"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DqH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PHs&#10;OocbAgAAPAQAAA4AAAAAAAAAAAAAAAAALgIAAGRycy9lMm9Eb2MueG1sUEsBAi0AFAAGAAgAAAAh&#10;APX5yN7VAAAAAwEAAA8AAAAAAAAAAAAAAAAAdQQAAGRycy9kb3ducmV2LnhtbFBLBQYAAAAABAAE&#10;APMAAAB3BQAAAAA=&#10;" strokeweight="1pt">
                <w10:anchorlock/>
              </v:shape>
            </w:pict>
          </mc:Fallback>
        </mc:AlternateContent>
      </w:r>
    </w:p>
    <w:p w14:paraId="0236970D" w14:textId="77777777" w:rsidR="00164FF5" w:rsidRDefault="00861641">
      <w:pPr>
        <w:pStyle w:val="pstyleSectionL1"/>
      </w:pPr>
      <w:r>
        <w:rPr>
          <w:rStyle w:val="styleL1"/>
        </w:rPr>
        <w:t>1.1 Summary description</w:t>
      </w:r>
    </w:p>
    <w:p w14:paraId="034D6E19" w14:textId="77777777" w:rsidR="00164FF5" w:rsidRDefault="00861641">
      <w:pPr>
        <w:pStyle w:val="pstyleSection"/>
      </w:pPr>
      <w:r>
        <w:rPr>
          <w:rStyle w:val="styleL2"/>
        </w:rPr>
        <w:t xml:space="preserve"> </w:t>
      </w:r>
    </w:p>
    <w:p w14:paraId="4C85542E" w14:textId="77777777" w:rsidR="00164FF5" w:rsidRDefault="00861641">
      <w:pPr>
        <w:pStyle w:val="pstyleComments"/>
      </w:pPr>
      <w:r>
        <w:rPr>
          <w:rStyle w:val="styleC3comment"/>
        </w:rPr>
        <w:t>Please provide a short descriptive text summarising the key characteristics and internationally important aspects of the site. You may prefer to complete the four following sections before returning to draft this summary.</w:t>
      </w:r>
    </w:p>
    <w:p w14:paraId="31FB41CC" w14:textId="77777777" w:rsidR="00164FF5" w:rsidRDefault="00861641">
      <w:pPr>
        <w:pStyle w:val="pstyleLabels"/>
      </w:pPr>
      <w:r>
        <w:rPr>
          <w:rStyle w:val="styleC3"/>
        </w:rPr>
        <w:t>Summary</w:t>
      </w:r>
      <w:r>
        <w:rPr>
          <w:rStyle w:val="styleHint1txt"/>
        </w:rPr>
        <w:t xml:space="preserve"> (This field is limited to 2500 characters) </w:t>
      </w:r>
    </w:p>
    <w:tbl>
      <w:tblPr>
        <w:tblStyle w:val="myFieldTableStyle"/>
        <w:tblW w:w="0" w:type="auto"/>
        <w:tblInd w:w="10" w:type="dxa"/>
        <w:tblLook w:val="04A0" w:firstRow="1" w:lastRow="0" w:firstColumn="1" w:lastColumn="0" w:noHBand="0" w:noVBand="1"/>
      </w:tblPr>
      <w:tblGrid>
        <w:gridCol w:w="195"/>
        <w:gridCol w:w="8815"/>
      </w:tblGrid>
      <w:tr w:rsidR="00164FF5" w14:paraId="78264E9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F18002F" w14:textId="77777777" w:rsidR="00164FF5" w:rsidRDefault="00164FF5"/>
        </w:tc>
        <w:tc>
          <w:tcPr>
            <w:tcW w:w="9500" w:type="dxa"/>
          </w:tcPr>
          <w:p w14:paraId="26CBD315" w14:textId="77777777" w:rsidR="00164FF5" w:rsidRDefault="00164FF5">
            <w:pPr>
              <w:pStyle w:val="pStyle"/>
              <w:rPr>
                <w:rStyle w:val="almostEmpty"/>
              </w:rPr>
            </w:pPr>
          </w:p>
          <w:p w14:paraId="746D9575" w14:textId="77777777" w:rsidR="00164FF5" w:rsidRDefault="00861641">
            <w:pPr>
              <w:spacing w:after="0" w:line="240" w:lineRule="auto"/>
              <w:ind w:left="57"/>
            </w:pPr>
            <w:r>
              <w:rPr>
                <w:rStyle w:val="styleDatatxt"/>
              </w:rPr>
              <w:t xml:space="preserve">Lake Pinaroo is one of the largest terminal basins in the Simpson-Strzelecki Dunefields biogeographic region within New South Wales (NSW) and is located within Sturt National Park in the remote arid north-west corner of NSW. It is in the Lake Eyre drainage division, which is one of the largest systems in the world and is characterised by extreme climatic variability. Lake Pinaroo is an episodic lake which is dry most of the time with rare and very irregular wet phases.  </w:t>
            </w:r>
          </w:p>
          <w:p w14:paraId="2B0B98A0" w14:textId="77777777" w:rsidR="00164FF5" w:rsidRDefault="00164FF5">
            <w:pPr>
              <w:pStyle w:val="pStyle"/>
              <w:rPr>
                <w:rStyle w:val="almostEmpty"/>
              </w:rPr>
            </w:pPr>
          </w:p>
          <w:p w14:paraId="76EAF3FC" w14:textId="77777777" w:rsidR="00164FF5" w:rsidRDefault="00861641">
            <w:pPr>
              <w:spacing w:after="0" w:line="240" w:lineRule="auto"/>
              <w:ind w:left="57"/>
            </w:pPr>
            <w:r>
              <w:rPr>
                <w:rStyle w:val="styleDatatxt"/>
              </w:rPr>
              <w:t xml:space="preserve"> </w:t>
            </w:r>
          </w:p>
          <w:p w14:paraId="2E9EFDCA" w14:textId="77777777" w:rsidR="00164FF5" w:rsidRDefault="00164FF5">
            <w:pPr>
              <w:pStyle w:val="pStyle"/>
              <w:rPr>
                <w:rStyle w:val="almostEmpty"/>
              </w:rPr>
            </w:pPr>
          </w:p>
          <w:p w14:paraId="247AEFF2" w14:textId="77777777" w:rsidR="00164FF5" w:rsidRDefault="00861641">
            <w:pPr>
              <w:spacing w:after="0" w:line="240" w:lineRule="auto"/>
              <w:ind w:left="57"/>
            </w:pPr>
            <w:r>
              <w:rPr>
                <w:rStyle w:val="styleDatatxt"/>
              </w:rPr>
              <w:t xml:space="preserve">The lake’s large size and its capacity to retain water for extended periods when filled provides valuable habitat in the region, particularly for endangered bird species, and supports a substantial number of waterbirds when full. When dry the lake is generally sparsely vegetated, but this is highly variable and dependent on time since flooding.  Due to its ability to hold water for relatively long periods, this makes it an important drought refuge for waterbirds and other fauna.  </w:t>
            </w:r>
          </w:p>
          <w:p w14:paraId="1B53EE48" w14:textId="77777777" w:rsidR="00164FF5" w:rsidRDefault="00164FF5">
            <w:pPr>
              <w:pStyle w:val="pStyle"/>
              <w:rPr>
                <w:rStyle w:val="almostEmpty"/>
              </w:rPr>
            </w:pPr>
          </w:p>
          <w:p w14:paraId="7DE9120D" w14:textId="77777777" w:rsidR="00164FF5" w:rsidRDefault="00861641">
            <w:pPr>
              <w:spacing w:after="0" w:line="240" w:lineRule="auto"/>
              <w:ind w:left="57"/>
            </w:pPr>
            <w:r>
              <w:rPr>
                <w:rStyle w:val="styleDatatxt"/>
              </w:rPr>
              <w:t xml:space="preserve"> </w:t>
            </w:r>
          </w:p>
          <w:p w14:paraId="71666B04" w14:textId="77777777" w:rsidR="00164FF5" w:rsidRDefault="00164FF5">
            <w:pPr>
              <w:pStyle w:val="pStyle"/>
              <w:rPr>
                <w:rStyle w:val="almostEmpty"/>
              </w:rPr>
            </w:pPr>
          </w:p>
          <w:p w14:paraId="012460AF" w14:textId="77777777" w:rsidR="00164FF5" w:rsidRDefault="00861641">
            <w:pPr>
              <w:spacing w:after="0" w:line="240" w:lineRule="auto"/>
              <w:ind w:left="57"/>
            </w:pPr>
            <w:r>
              <w:rPr>
                <w:rStyle w:val="styleDatatxt"/>
              </w:rPr>
              <w:t xml:space="preserve">The lake bed has a dense seedbank of aquatic species such as the fern Marsilea drummondii and the sedge Schenoplectus dissachanthus which respond to flooding. The lake margins are dominated by low shrubs, forbs and grasses.   </w:t>
            </w:r>
          </w:p>
          <w:p w14:paraId="6B9DC029" w14:textId="77777777" w:rsidR="00164FF5" w:rsidRDefault="00164FF5">
            <w:pPr>
              <w:pStyle w:val="pStyle"/>
              <w:rPr>
                <w:rStyle w:val="almostEmpty"/>
              </w:rPr>
            </w:pPr>
          </w:p>
          <w:p w14:paraId="1DE1D3A4" w14:textId="77777777" w:rsidR="00164FF5" w:rsidRDefault="00861641">
            <w:pPr>
              <w:spacing w:after="0" w:line="240" w:lineRule="auto"/>
              <w:ind w:left="57"/>
            </w:pPr>
            <w:r>
              <w:rPr>
                <w:rStyle w:val="styleDatatxt"/>
              </w:rPr>
              <w:t xml:space="preserve"> </w:t>
            </w:r>
          </w:p>
          <w:p w14:paraId="7B810B6C" w14:textId="77777777" w:rsidR="00164FF5" w:rsidRDefault="00164FF5">
            <w:pPr>
              <w:pStyle w:val="pStyle"/>
              <w:rPr>
                <w:rStyle w:val="almostEmpty"/>
              </w:rPr>
            </w:pPr>
          </w:p>
          <w:p w14:paraId="20A02E10" w14:textId="77777777" w:rsidR="00164FF5" w:rsidRDefault="00861641">
            <w:pPr>
              <w:spacing w:after="0" w:line="240" w:lineRule="auto"/>
              <w:ind w:left="57"/>
            </w:pPr>
            <w:r>
              <w:rPr>
                <w:rStyle w:val="styleDatatxt"/>
              </w:rPr>
              <w:t xml:space="preserve">The Ramsar site supports threatened species under the EPBC Act 1999, including the following; the Red Necked Stint, Black-Tailed Godwit, Freckled Duck, Common Greenshank, Marsh Sandpiper , Interior Blind Snake, Forests Mouse, Eastern Long-Eared Bat and the Striped Faced Dunnart.  </w:t>
            </w:r>
          </w:p>
          <w:p w14:paraId="3C13F128" w14:textId="77777777" w:rsidR="00164FF5" w:rsidRDefault="00164FF5">
            <w:pPr>
              <w:pStyle w:val="pStyle"/>
              <w:rPr>
                <w:rStyle w:val="almostEmpty"/>
              </w:rPr>
            </w:pPr>
          </w:p>
          <w:p w14:paraId="64176119" w14:textId="77777777" w:rsidR="00164FF5" w:rsidRDefault="00861641">
            <w:pPr>
              <w:spacing w:after="0" w:line="240" w:lineRule="auto"/>
              <w:ind w:left="57"/>
            </w:pPr>
            <w:r>
              <w:rPr>
                <w:rStyle w:val="styleDatatxt"/>
              </w:rPr>
              <w:t xml:space="preserve"> </w:t>
            </w:r>
          </w:p>
          <w:p w14:paraId="6FF4E68D" w14:textId="77777777" w:rsidR="00164FF5" w:rsidRDefault="00164FF5">
            <w:pPr>
              <w:pStyle w:val="pStyle"/>
              <w:rPr>
                <w:rStyle w:val="almostEmpty"/>
              </w:rPr>
            </w:pPr>
          </w:p>
          <w:p w14:paraId="213DB3B3" w14:textId="77777777" w:rsidR="00164FF5" w:rsidRDefault="00861641">
            <w:pPr>
              <w:spacing w:after="0" w:line="240" w:lineRule="auto"/>
              <w:ind w:left="57"/>
            </w:pPr>
            <w:r>
              <w:rPr>
                <w:rStyle w:val="styleDatatxt"/>
              </w:rPr>
              <w:t xml:space="preserve">In the Far West Region where Lake Pinaroo is located maximum temperatures are predicted to increase by 0.3-1.0°C during the period 2020–39; the number of hot days (i.e. &gt;35°C) will increase; and rainfall is projected to decease in spring and increase in summer and autumn (OEH 2018). North-west NSW already has a harsh hot climate which is predicted to become hotter and drier under climate change. Rainfall is predicted to increase slightly, however there is no clear evidence that droughts will become more or less severe. Consequently, wetlands such as Lake Pinaroo are likely to be under increased pressure to support waterbirds and other native animals in dry times. In addition, climate change is likely to exacerbate existing threats to the natural and cultural values of the habitat in which this wetland is found (OEH 2018). </w:t>
            </w:r>
          </w:p>
          <w:p w14:paraId="572392E6" w14:textId="77777777" w:rsidR="00164FF5" w:rsidRDefault="00164FF5">
            <w:pPr>
              <w:pStyle w:val="pStyle"/>
              <w:rPr>
                <w:rStyle w:val="almostEmpty"/>
              </w:rPr>
            </w:pPr>
          </w:p>
          <w:p w14:paraId="0AC7563A" w14:textId="77777777" w:rsidR="00164FF5" w:rsidRDefault="00861641">
            <w:pPr>
              <w:spacing w:after="0" w:line="240" w:lineRule="auto"/>
              <w:ind w:left="57"/>
            </w:pPr>
            <w:r>
              <w:rPr>
                <w:rStyle w:val="styleDatatxt"/>
              </w:rPr>
              <w:t xml:space="preserve"> </w:t>
            </w:r>
          </w:p>
          <w:p w14:paraId="1C43AC4A" w14:textId="77777777" w:rsidR="00164FF5" w:rsidRDefault="00164FF5">
            <w:pPr>
              <w:pStyle w:val="pStyle"/>
              <w:rPr>
                <w:rStyle w:val="almostEmpty"/>
              </w:rPr>
            </w:pPr>
          </w:p>
          <w:p w14:paraId="6B3555B7" w14:textId="77777777" w:rsidR="00164FF5" w:rsidRDefault="00164FF5">
            <w:pPr>
              <w:spacing w:after="0" w:line="240" w:lineRule="auto"/>
              <w:ind w:left="57"/>
            </w:pPr>
          </w:p>
        </w:tc>
      </w:tr>
    </w:tbl>
    <w:p w14:paraId="70A182C4" w14:textId="77777777" w:rsidR="00164FF5" w:rsidRDefault="00164FF5">
      <w:pPr>
        <w:sectPr w:rsidR="00164FF5">
          <w:pgSz w:w="11905" w:h="16837"/>
          <w:pgMar w:top="1440" w:right="1440" w:bottom="1440" w:left="1440" w:header="720" w:footer="720" w:gutter="0"/>
          <w:cols w:space="720"/>
        </w:sectPr>
      </w:pPr>
    </w:p>
    <w:p w14:paraId="7F2294E8" w14:textId="77777777" w:rsidR="00164FF5" w:rsidRDefault="00861641">
      <w:pPr>
        <w:pStyle w:val="pstyleSectionL0"/>
      </w:pPr>
      <w:r>
        <w:rPr>
          <w:rStyle w:val="styleL0"/>
        </w:rPr>
        <w:lastRenderedPageBreak/>
        <w:t>Data &amp; location</w:t>
      </w:r>
    </w:p>
    <w:p w14:paraId="6CB78449" w14:textId="3214048D" w:rsidR="00164FF5" w:rsidRDefault="00861641">
      <w:r>
        <w:rPr>
          <w:noProof/>
          <w:lang w:val="en-AU"/>
        </w:rPr>
        <mc:AlternateContent>
          <mc:Choice Requires="wps">
            <w:drawing>
              <wp:inline distT="0" distB="0" distL="0" distR="0" wp14:anchorId="01FCC3B5" wp14:editId="7410582F">
                <wp:extent cx="7620000" cy="635"/>
                <wp:effectExtent l="9525" t="8890" r="9525" b="10160"/>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AA20BF" id="AutoShape 6"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s9e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D1&#10;2s9eHAIAADwEAAAOAAAAAAAAAAAAAAAAAC4CAABkcnMvZTJvRG9jLnhtbFBLAQItABQABgAIAAAA&#10;IQD1+cje1QAAAAMBAAAPAAAAAAAAAAAAAAAAAHYEAABkcnMvZG93bnJldi54bWxQSwUGAAAAAAQA&#10;BADzAAAAeAUAAAAA&#10;" strokeweight="1pt">
                <w10:anchorlock/>
              </v:shape>
            </w:pict>
          </mc:Fallback>
        </mc:AlternateContent>
      </w:r>
    </w:p>
    <w:p w14:paraId="575AD609" w14:textId="77777777" w:rsidR="00164FF5" w:rsidRDefault="00861641">
      <w:pPr>
        <w:pStyle w:val="pstyleSectionL1"/>
      </w:pPr>
      <w:r>
        <w:rPr>
          <w:rStyle w:val="styleL1"/>
        </w:rPr>
        <w:t>2.1 Formal data</w:t>
      </w:r>
    </w:p>
    <w:p w14:paraId="52D1F84D" w14:textId="77777777" w:rsidR="00164FF5" w:rsidRDefault="00861641">
      <w:pPr>
        <w:pStyle w:val="pstyleSection"/>
      </w:pPr>
      <w:r>
        <w:rPr>
          <w:rStyle w:val="styleL2"/>
        </w:rPr>
        <w:t>2.1.1 Name and address of the compiler of this RIS</w:t>
      </w:r>
    </w:p>
    <w:p w14:paraId="5C2F846D" w14:textId="77777777" w:rsidR="00164FF5" w:rsidRDefault="00861641">
      <w:pPr>
        <w:pStyle w:val="pstyleSubtitle"/>
      </w:pPr>
      <w:r>
        <w:rPr>
          <w:rStyle w:val="styleSubtitle"/>
        </w:rPr>
        <w:t>Compiler 1</w:t>
      </w:r>
    </w:p>
    <w:p w14:paraId="25F83D5D" w14:textId="77777777" w:rsidR="00164FF5" w:rsidRDefault="00861641">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4"/>
        <w:gridCol w:w="8824"/>
      </w:tblGrid>
      <w:tr w:rsidR="00164FF5" w14:paraId="5A29D2F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F56E49D" w14:textId="77777777" w:rsidR="00164FF5" w:rsidRDefault="00164FF5">
            <w:pPr>
              <w:spacing w:after="0" w:line="240" w:lineRule="auto"/>
              <w:ind w:left="216"/>
            </w:pPr>
          </w:p>
        </w:tc>
        <w:tc>
          <w:tcPr>
            <w:tcW w:w="9500" w:type="dxa"/>
          </w:tcPr>
          <w:p w14:paraId="038D2DFC" w14:textId="77777777" w:rsidR="00164FF5" w:rsidRDefault="00861641">
            <w:pPr>
              <w:spacing w:before="5" w:after="2" w:line="240" w:lineRule="auto"/>
              <w:ind w:left="72"/>
            </w:pPr>
            <w:r>
              <w:rPr>
                <w:rStyle w:val="styleDatatxt"/>
              </w:rPr>
              <w:t>Programs Officer, Environmental Water Governance</w:t>
            </w:r>
          </w:p>
        </w:tc>
      </w:tr>
    </w:tbl>
    <w:p w14:paraId="118E62D0" w14:textId="77777777" w:rsidR="00164FF5" w:rsidRDefault="00861641">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4"/>
        <w:gridCol w:w="8824"/>
      </w:tblGrid>
      <w:tr w:rsidR="00164FF5" w14:paraId="256A5CF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E717153" w14:textId="77777777" w:rsidR="00164FF5" w:rsidRDefault="00164FF5">
            <w:pPr>
              <w:spacing w:after="0" w:line="240" w:lineRule="auto"/>
              <w:ind w:left="216"/>
            </w:pPr>
          </w:p>
        </w:tc>
        <w:tc>
          <w:tcPr>
            <w:tcW w:w="9500" w:type="dxa"/>
          </w:tcPr>
          <w:p w14:paraId="011533A1" w14:textId="77777777" w:rsidR="00164FF5" w:rsidRDefault="00861641">
            <w:pPr>
              <w:spacing w:before="5" w:after="2" w:line="240" w:lineRule="auto"/>
              <w:ind w:left="72"/>
            </w:pPr>
            <w:r>
              <w:rPr>
                <w:rStyle w:val="styleDatatxt"/>
              </w:rPr>
              <w:t>NSW Office of Environment and Heritage</w:t>
            </w:r>
          </w:p>
        </w:tc>
      </w:tr>
    </w:tbl>
    <w:p w14:paraId="7C7E23E9" w14:textId="77777777" w:rsidR="00164FF5" w:rsidRDefault="00861641">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6"/>
        <w:gridCol w:w="8814"/>
      </w:tblGrid>
      <w:tr w:rsidR="00164FF5" w14:paraId="6880BF7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E348A5C" w14:textId="77777777" w:rsidR="00164FF5" w:rsidRDefault="00164FF5"/>
        </w:tc>
        <w:tc>
          <w:tcPr>
            <w:tcW w:w="9500" w:type="dxa"/>
          </w:tcPr>
          <w:p w14:paraId="10ACAC17" w14:textId="77777777" w:rsidR="00164FF5" w:rsidRDefault="00164FF5">
            <w:pPr>
              <w:pStyle w:val="pStyle"/>
              <w:rPr>
                <w:rStyle w:val="almostEmpty"/>
              </w:rPr>
            </w:pPr>
          </w:p>
          <w:p w14:paraId="4B529877" w14:textId="77777777" w:rsidR="00164FF5" w:rsidRDefault="00861641">
            <w:pPr>
              <w:spacing w:after="0" w:line="240" w:lineRule="auto"/>
              <w:ind w:left="57"/>
            </w:pPr>
            <w:r>
              <w:rPr>
                <w:rStyle w:val="styleDatatxt"/>
              </w:rPr>
              <w:t xml:space="preserve">PO Box A290 </w:t>
            </w:r>
          </w:p>
          <w:p w14:paraId="3AAFEA38" w14:textId="77777777" w:rsidR="00164FF5" w:rsidRDefault="00164FF5">
            <w:pPr>
              <w:pStyle w:val="pStyle"/>
              <w:rPr>
                <w:rStyle w:val="almostEmpty"/>
              </w:rPr>
            </w:pPr>
          </w:p>
          <w:p w14:paraId="09B929C8" w14:textId="77777777" w:rsidR="00164FF5" w:rsidRDefault="00861641">
            <w:pPr>
              <w:spacing w:after="0" w:line="240" w:lineRule="auto"/>
              <w:ind w:left="57"/>
            </w:pPr>
            <w:r>
              <w:rPr>
                <w:rStyle w:val="styleDatatxt"/>
              </w:rPr>
              <w:t xml:space="preserve">Sydney South, NSW, 1232  </w:t>
            </w:r>
          </w:p>
          <w:p w14:paraId="1F84A36B" w14:textId="77777777" w:rsidR="00164FF5" w:rsidRDefault="00164FF5">
            <w:pPr>
              <w:pStyle w:val="pStyle"/>
              <w:rPr>
                <w:rStyle w:val="almostEmpty"/>
              </w:rPr>
            </w:pPr>
          </w:p>
          <w:p w14:paraId="3E7DF778" w14:textId="77777777" w:rsidR="00164FF5" w:rsidRDefault="00861641">
            <w:pPr>
              <w:spacing w:after="0" w:line="240" w:lineRule="auto"/>
              <w:ind w:left="57"/>
            </w:pPr>
            <w:r>
              <w:rPr>
                <w:rStyle w:val="styleDatatxt"/>
              </w:rPr>
              <w:t xml:space="preserve">Australia </w:t>
            </w:r>
          </w:p>
          <w:p w14:paraId="018B87E5" w14:textId="77777777" w:rsidR="00164FF5" w:rsidRDefault="00164FF5">
            <w:pPr>
              <w:pStyle w:val="pStyle"/>
              <w:rPr>
                <w:rStyle w:val="almostEmpty"/>
              </w:rPr>
            </w:pPr>
          </w:p>
          <w:p w14:paraId="60E912BD" w14:textId="77777777" w:rsidR="00164FF5" w:rsidRDefault="00164FF5">
            <w:pPr>
              <w:spacing w:after="0" w:line="240" w:lineRule="auto"/>
              <w:ind w:left="57"/>
            </w:pPr>
          </w:p>
        </w:tc>
      </w:tr>
    </w:tbl>
    <w:p w14:paraId="2E3F1A1E" w14:textId="77777777" w:rsidR="00164FF5" w:rsidRDefault="00861641">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88"/>
        <w:gridCol w:w="8830"/>
      </w:tblGrid>
      <w:tr w:rsidR="00164FF5" w14:paraId="5ED7B080"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5D9C677" w14:textId="77777777" w:rsidR="00164FF5" w:rsidRDefault="00164FF5">
            <w:pPr>
              <w:spacing w:after="0" w:line="240" w:lineRule="auto"/>
              <w:ind w:left="216"/>
            </w:pPr>
          </w:p>
        </w:tc>
        <w:tc>
          <w:tcPr>
            <w:tcW w:w="9500" w:type="dxa"/>
          </w:tcPr>
          <w:p w14:paraId="4E9FADB4" w14:textId="77777777" w:rsidR="00164FF5" w:rsidRDefault="00861641">
            <w:pPr>
              <w:spacing w:before="5" w:after="2" w:line="240" w:lineRule="auto"/>
              <w:ind w:left="72"/>
            </w:pPr>
            <w:r>
              <w:rPr>
                <w:rStyle w:val="styleDatatxt"/>
              </w:rPr>
              <w:t>ramsar.wetlands@environment.nsw.gov.au</w:t>
            </w:r>
          </w:p>
        </w:tc>
      </w:tr>
    </w:tbl>
    <w:p w14:paraId="139AFDBD" w14:textId="77777777" w:rsidR="00164FF5" w:rsidRDefault="00861641">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5"/>
        <w:gridCol w:w="8823"/>
      </w:tblGrid>
      <w:tr w:rsidR="00164FF5" w14:paraId="7B639BE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C04E9F7" w14:textId="77777777" w:rsidR="00164FF5" w:rsidRDefault="00164FF5">
            <w:pPr>
              <w:spacing w:after="0" w:line="240" w:lineRule="auto"/>
              <w:ind w:left="216"/>
            </w:pPr>
          </w:p>
        </w:tc>
        <w:tc>
          <w:tcPr>
            <w:tcW w:w="9500" w:type="dxa"/>
          </w:tcPr>
          <w:p w14:paraId="23908C50" w14:textId="77777777" w:rsidR="00164FF5" w:rsidRDefault="00861641">
            <w:pPr>
              <w:spacing w:before="5" w:after="2" w:line="240" w:lineRule="auto"/>
              <w:ind w:left="72"/>
            </w:pPr>
            <w:r>
              <w:rPr>
                <w:rStyle w:val="styleDatatxt"/>
              </w:rPr>
              <w:t>+61 2 6229 7053</w:t>
            </w:r>
          </w:p>
        </w:tc>
      </w:tr>
    </w:tbl>
    <w:p w14:paraId="3760A14B" w14:textId="77777777" w:rsidR="00164FF5" w:rsidRDefault="00861641">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5"/>
        <w:gridCol w:w="8823"/>
      </w:tblGrid>
      <w:tr w:rsidR="00164FF5" w14:paraId="6D7871E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11892E4" w14:textId="77777777" w:rsidR="00164FF5" w:rsidRDefault="00164FF5">
            <w:pPr>
              <w:spacing w:after="0" w:line="240" w:lineRule="auto"/>
              <w:ind w:left="216"/>
            </w:pPr>
          </w:p>
        </w:tc>
        <w:tc>
          <w:tcPr>
            <w:tcW w:w="9500" w:type="dxa"/>
          </w:tcPr>
          <w:p w14:paraId="76C7E3BB" w14:textId="77777777" w:rsidR="00164FF5" w:rsidRDefault="00861641">
            <w:pPr>
              <w:spacing w:before="5" w:after="2" w:line="240" w:lineRule="auto"/>
              <w:ind w:left="72"/>
            </w:pPr>
            <w:r>
              <w:rPr>
                <w:rStyle w:val="styleDatatxt"/>
              </w:rPr>
              <w:t>+61 2 6229 7005</w:t>
            </w:r>
          </w:p>
        </w:tc>
      </w:tr>
    </w:tbl>
    <w:p w14:paraId="40B64CDC" w14:textId="77777777" w:rsidR="00164FF5" w:rsidRDefault="00861641">
      <w:pPr>
        <w:pStyle w:val="pstyleSubtitle"/>
      </w:pPr>
      <w:r>
        <w:rPr>
          <w:rStyle w:val="styleSubtitle"/>
        </w:rPr>
        <w:t>Compiler 2</w:t>
      </w:r>
    </w:p>
    <w:p w14:paraId="2CAF78B4" w14:textId="77777777" w:rsidR="00164FF5" w:rsidRDefault="00861641">
      <w:pPr>
        <w:pStyle w:val="pstyleLabels"/>
      </w:pPr>
      <w:r>
        <w:rPr>
          <w:rStyle w:val="styleC3"/>
        </w:rPr>
        <w:t>Name</w:t>
      </w:r>
    </w:p>
    <w:tbl>
      <w:tblPr>
        <w:tblStyle w:val="myFieldTableStyle2"/>
        <w:tblW w:w="0" w:type="auto"/>
        <w:tblInd w:w="1" w:type="dxa"/>
        <w:tblLook w:val="04A0" w:firstRow="1" w:lastRow="0" w:firstColumn="1" w:lastColumn="0" w:noHBand="0" w:noVBand="1"/>
      </w:tblPr>
      <w:tblGrid>
        <w:gridCol w:w="196"/>
        <w:gridCol w:w="8822"/>
      </w:tblGrid>
      <w:tr w:rsidR="00164FF5" w14:paraId="4099760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2B650A1" w14:textId="77777777" w:rsidR="00164FF5" w:rsidRDefault="00164FF5">
            <w:pPr>
              <w:spacing w:after="0" w:line="240" w:lineRule="auto"/>
              <w:ind w:left="216"/>
            </w:pPr>
          </w:p>
        </w:tc>
        <w:tc>
          <w:tcPr>
            <w:tcW w:w="9500" w:type="dxa"/>
          </w:tcPr>
          <w:p w14:paraId="07401605" w14:textId="77777777" w:rsidR="00164FF5" w:rsidRDefault="00164FF5">
            <w:pPr>
              <w:spacing w:before="5" w:after="2" w:line="240" w:lineRule="auto"/>
              <w:ind w:left="72"/>
            </w:pPr>
          </w:p>
        </w:tc>
      </w:tr>
    </w:tbl>
    <w:p w14:paraId="5A5133C5" w14:textId="77777777" w:rsidR="00164FF5" w:rsidRDefault="00861641">
      <w:pPr>
        <w:pStyle w:val="pstyleLabels"/>
      </w:pPr>
      <w:r>
        <w:rPr>
          <w:rStyle w:val="styleC3"/>
        </w:rPr>
        <w:t>Institution/agency</w:t>
      </w:r>
    </w:p>
    <w:tbl>
      <w:tblPr>
        <w:tblStyle w:val="myFieldTableStyle2"/>
        <w:tblW w:w="0" w:type="auto"/>
        <w:tblInd w:w="1" w:type="dxa"/>
        <w:tblLook w:val="04A0" w:firstRow="1" w:lastRow="0" w:firstColumn="1" w:lastColumn="0" w:noHBand="0" w:noVBand="1"/>
      </w:tblPr>
      <w:tblGrid>
        <w:gridCol w:w="196"/>
        <w:gridCol w:w="8822"/>
      </w:tblGrid>
      <w:tr w:rsidR="00164FF5" w14:paraId="12A3FA4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83BEEDF" w14:textId="77777777" w:rsidR="00164FF5" w:rsidRDefault="00164FF5">
            <w:pPr>
              <w:spacing w:after="0" w:line="240" w:lineRule="auto"/>
              <w:ind w:left="216"/>
            </w:pPr>
          </w:p>
        </w:tc>
        <w:tc>
          <w:tcPr>
            <w:tcW w:w="9500" w:type="dxa"/>
          </w:tcPr>
          <w:p w14:paraId="2E47C6D7" w14:textId="77777777" w:rsidR="00164FF5" w:rsidRDefault="00164FF5">
            <w:pPr>
              <w:spacing w:before="5" w:after="2" w:line="240" w:lineRule="auto"/>
              <w:ind w:left="72"/>
            </w:pPr>
          </w:p>
        </w:tc>
      </w:tr>
    </w:tbl>
    <w:p w14:paraId="37C4426A" w14:textId="77777777" w:rsidR="00164FF5" w:rsidRDefault="00861641">
      <w:pPr>
        <w:pStyle w:val="pstyleLabels"/>
      </w:pPr>
      <w:r>
        <w:rPr>
          <w:rStyle w:val="styleC3"/>
        </w:rPr>
        <w:t>Postal address</w:t>
      </w:r>
      <w:r>
        <w:rPr>
          <w:rStyle w:val="styleHint1txt"/>
        </w:rPr>
        <w:t xml:space="preserve"> (This field is limited to 254 characters) </w:t>
      </w:r>
    </w:p>
    <w:tbl>
      <w:tblPr>
        <w:tblStyle w:val="myFieldTableStyle"/>
        <w:tblW w:w="0" w:type="auto"/>
        <w:tblInd w:w="10" w:type="dxa"/>
        <w:tblLook w:val="04A0" w:firstRow="1" w:lastRow="0" w:firstColumn="1" w:lastColumn="0" w:noHBand="0" w:noVBand="1"/>
      </w:tblPr>
      <w:tblGrid>
        <w:gridCol w:w="197"/>
        <w:gridCol w:w="8813"/>
      </w:tblGrid>
      <w:tr w:rsidR="00164FF5" w14:paraId="03B2B13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F34BC30" w14:textId="77777777" w:rsidR="00164FF5" w:rsidRDefault="00164FF5"/>
        </w:tc>
        <w:tc>
          <w:tcPr>
            <w:tcW w:w="9500" w:type="dxa"/>
          </w:tcPr>
          <w:p w14:paraId="25247BEB" w14:textId="77777777" w:rsidR="00164FF5" w:rsidRDefault="00164FF5">
            <w:pPr>
              <w:spacing w:before="30" w:after="25" w:line="240" w:lineRule="auto"/>
              <w:ind w:left="57"/>
            </w:pPr>
          </w:p>
        </w:tc>
      </w:tr>
    </w:tbl>
    <w:p w14:paraId="7945C327" w14:textId="77777777" w:rsidR="00164FF5" w:rsidRDefault="00861641">
      <w:pPr>
        <w:pStyle w:val="pstyleLabels"/>
      </w:pPr>
      <w:r>
        <w:rPr>
          <w:rStyle w:val="styleC3"/>
        </w:rPr>
        <w:t>E-mail</w:t>
      </w:r>
      <w:r>
        <w:rPr>
          <w:rStyle w:val="styleHint1txt"/>
        </w:rPr>
        <w:t xml:space="preserve"> (The online RIS only accepts valid e-mail addresses, e.g. example@mail.com ) </w:t>
      </w:r>
    </w:p>
    <w:tbl>
      <w:tblPr>
        <w:tblStyle w:val="myFieldTableStyle2"/>
        <w:tblW w:w="0" w:type="auto"/>
        <w:tblInd w:w="1" w:type="dxa"/>
        <w:tblLook w:val="04A0" w:firstRow="1" w:lastRow="0" w:firstColumn="1" w:lastColumn="0" w:noHBand="0" w:noVBand="1"/>
      </w:tblPr>
      <w:tblGrid>
        <w:gridCol w:w="196"/>
        <w:gridCol w:w="8822"/>
      </w:tblGrid>
      <w:tr w:rsidR="00164FF5" w14:paraId="14B392D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5C9B25" w14:textId="77777777" w:rsidR="00164FF5" w:rsidRDefault="00164FF5">
            <w:pPr>
              <w:spacing w:after="0" w:line="240" w:lineRule="auto"/>
              <w:ind w:left="216"/>
            </w:pPr>
          </w:p>
        </w:tc>
        <w:tc>
          <w:tcPr>
            <w:tcW w:w="9500" w:type="dxa"/>
          </w:tcPr>
          <w:p w14:paraId="6FB8842D" w14:textId="77777777" w:rsidR="00164FF5" w:rsidRDefault="00164FF5">
            <w:pPr>
              <w:spacing w:before="5" w:after="2" w:line="240" w:lineRule="auto"/>
              <w:ind w:left="72"/>
            </w:pPr>
          </w:p>
        </w:tc>
      </w:tr>
    </w:tbl>
    <w:p w14:paraId="4815B399" w14:textId="77777777" w:rsidR="00164FF5" w:rsidRDefault="00861641">
      <w:pPr>
        <w:pStyle w:val="pstyleLabels"/>
      </w:pPr>
      <w:r>
        <w:rPr>
          <w:rStyle w:val="styleC3"/>
        </w:rPr>
        <w:t>Phone</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164FF5" w14:paraId="303BF1B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397DED6" w14:textId="77777777" w:rsidR="00164FF5" w:rsidRDefault="00164FF5">
            <w:pPr>
              <w:spacing w:after="0" w:line="240" w:lineRule="auto"/>
              <w:ind w:left="216"/>
            </w:pPr>
          </w:p>
        </w:tc>
        <w:tc>
          <w:tcPr>
            <w:tcW w:w="9500" w:type="dxa"/>
          </w:tcPr>
          <w:p w14:paraId="744C5A95" w14:textId="77777777" w:rsidR="00164FF5" w:rsidRDefault="00164FF5">
            <w:pPr>
              <w:spacing w:before="5" w:after="2" w:line="240" w:lineRule="auto"/>
              <w:ind w:left="72"/>
            </w:pPr>
          </w:p>
        </w:tc>
      </w:tr>
    </w:tbl>
    <w:p w14:paraId="06B5401F" w14:textId="77777777" w:rsidR="00164FF5" w:rsidRDefault="00861641">
      <w:pPr>
        <w:pStyle w:val="pstyleLabels"/>
      </w:pPr>
      <w:r>
        <w:rPr>
          <w:rStyle w:val="styleC3"/>
        </w:rPr>
        <w:t>Fax</w:t>
      </w:r>
      <w:r>
        <w:rPr>
          <w:rStyle w:val="styleHint1txt"/>
        </w:rPr>
        <w:t xml:space="preserve"> (The online RIS only accepts valid phone numbers, e.g. +1 41 123 45 67 ) </w:t>
      </w:r>
    </w:p>
    <w:tbl>
      <w:tblPr>
        <w:tblStyle w:val="myFieldTableStyle2"/>
        <w:tblW w:w="0" w:type="auto"/>
        <w:tblInd w:w="1" w:type="dxa"/>
        <w:tblLook w:val="04A0" w:firstRow="1" w:lastRow="0" w:firstColumn="1" w:lastColumn="0" w:noHBand="0" w:noVBand="1"/>
      </w:tblPr>
      <w:tblGrid>
        <w:gridCol w:w="196"/>
        <w:gridCol w:w="8822"/>
      </w:tblGrid>
      <w:tr w:rsidR="00164FF5" w14:paraId="763A52B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26986AD" w14:textId="77777777" w:rsidR="00164FF5" w:rsidRDefault="00164FF5">
            <w:pPr>
              <w:spacing w:after="0" w:line="240" w:lineRule="auto"/>
              <w:ind w:left="216"/>
            </w:pPr>
          </w:p>
        </w:tc>
        <w:tc>
          <w:tcPr>
            <w:tcW w:w="9500" w:type="dxa"/>
          </w:tcPr>
          <w:p w14:paraId="55609B80" w14:textId="77777777" w:rsidR="00164FF5" w:rsidRDefault="00164FF5">
            <w:pPr>
              <w:spacing w:before="5" w:after="2" w:line="240" w:lineRule="auto"/>
              <w:ind w:left="72"/>
            </w:pPr>
          </w:p>
        </w:tc>
      </w:tr>
    </w:tbl>
    <w:p w14:paraId="36833E4C" w14:textId="77777777" w:rsidR="00164FF5" w:rsidRDefault="00164FF5"/>
    <w:p w14:paraId="63F9B5F6" w14:textId="77777777" w:rsidR="00164FF5" w:rsidRDefault="00861641">
      <w:pPr>
        <w:pStyle w:val="pstyleSection"/>
      </w:pPr>
      <w:r>
        <w:rPr>
          <w:rStyle w:val="styleL2"/>
        </w:rPr>
        <w:t>2.1.2 Period of collection of data and information used to compile the RIS</w:t>
      </w:r>
    </w:p>
    <w:p w14:paraId="7DC67BB9" w14:textId="77777777" w:rsidR="00164FF5" w:rsidRDefault="00861641">
      <w:pPr>
        <w:pStyle w:val="pstyleLabels"/>
      </w:pPr>
      <w:r>
        <w:rPr>
          <w:rStyle w:val="styleC3"/>
        </w:rPr>
        <w:t>From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164FF5" w14:paraId="03AB960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28574D9" w14:textId="77777777" w:rsidR="00164FF5" w:rsidRDefault="00164FF5">
            <w:pPr>
              <w:spacing w:after="0" w:line="240" w:lineRule="auto"/>
              <w:ind w:left="216"/>
            </w:pPr>
          </w:p>
        </w:tc>
        <w:tc>
          <w:tcPr>
            <w:tcW w:w="9500" w:type="dxa"/>
          </w:tcPr>
          <w:p w14:paraId="14E0806D" w14:textId="77777777" w:rsidR="00164FF5" w:rsidRDefault="00861641">
            <w:pPr>
              <w:spacing w:before="5" w:after="2" w:line="240" w:lineRule="auto"/>
              <w:ind w:left="72"/>
            </w:pPr>
            <w:r>
              <w:rPr>
                <w:rStyle w:val="styleDatatxt"/>
              </w:rPr>
              <w:t>1996</w:t>
            </w:r>
          </w:p>
        </w:tc>
      </w:tr>
    </w:tbl>
    <w:p w14:paraId="68A7B933" w14:textId="77777777" w:rsidR="00164FF5" w:rsidRDefault="00861641">
      <w:pPr>
        <w:pStyle w:val="pstyleLabels"/>
      </w:pPr>
      <w:r>
        <w:rPr>
          <w:rStyle w:val="styleC3"/>
        </w:rPr>
        <w:t>To year</w:t>
      </w:r>
      <w:r>
        <w:rPr>
          <w:rStyle w:val="styleHint1txt"/>
        </w:rPr>
        <w:t xml:space="preserve"> (The online RIS only accepts numeric values) </w:t>
      </w:r>
    </w:p>
    <w:tbl>
      <w:tblPr>
        <w:tblStyle w:val="myFieldTableStyle2"/>
        <w:tblW w:w="0" w:type="auto"/>
        <w:tblInd w:w="1" w:type="dxa"/>
        <w:tblLook w:val="04A0" w:firstRow="1" w:lastRow="0" w:firstColumn="1" w:lastColumn="0" w:noHBand="0" w:noVBand="1"/>
      </w:tblPr>
      <w:tblGrid>
        <w:gridCol w:w="195"/>
        <w:gridCol w:w="8823"/>
      </w:tblGrid>
      <w:tr w:rsidR="00164FF5" w14:paraId="1217670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578C2E1" w14:textId="77777777" w:rsidR="00164FF5" w:rsidRDefault="00164FF5">
            <w:pPr>
              <w:spacing w:after="0" w:line="240" w:lineRule="auto"/>
              <w:ind w:left="216"/>
            </w:pPr>
          </w:p>
        </w:tc>
        <w:tc>
          <w:tcPr>
            <w:tcW w:w="9500" w:type="dxa"/>
          </w:tcPr>
          <w:p w14:paraId="04D8F40E" w14:textId="77777777" w:rsidR="00164FF5" w:rsidRDefault="00861641">
            <w:pPr>
              <w:spacing w:before="5" w:after="2" w:line="240" w:lineRule="auto"/>
              <w:ind w:left="72"/>
            </w:pPr>
            <w:r>
              <w:rPr>
                <w:rStyle w:val="styleDatatxt"/>
              </w:rPr>
              <w:t>2019</w:t>
            </w:r>
          </w:p>
        </w:tc>
      </w:tr>
    </w:tbl>
    <w:p w14:paraId="26D90669" w14:textId="77777777" w:rsidR="00164FF5" w:rsidRDefault="00164FF5"/>
    <w:p w14:paraId="6ED7B5D2" w14:textId="77777777" w:rsidR="00164FF5" w:rsidRDefault="00861641">
      <w:pPr>
        <w:pStyle w:val="pstyleSection"/>
      </w:pPr>
      <w:r>
        <w:rPr>
          <w:rStyle w:val="styleL2"/>
        </w:rPr>
        <w:t>2.1.3 Name of the Ramsar Site</w:t>
      </w:r>
    </w:p>
    <w:p w14:paraId="646724A9" w14:textId="77777777" w:rsidR="00164FF5" w:rsidRDefault="00861641">
      <w:pPr>
        <w:pStyle w:val="pstyleLabels"/>
      </w:pPr>
      <w:r>
        <w:rPr>
          <w:rStyle w:val="styleC3"/>
        </w:rPr>
        <w:t>Official name (in English, French or Spanish)</w:t>
      </w:r>
      <w:r>
        <w:rPr>
          <w:vertAlign w:val="superscript"/>
        </w:rPr>
        <w:t>*</w:t>
      </w:r>
      <w:r>
        <w:rPr>
          <w:rStyle w:val="styleHint1txt"/>
        </w:rPr>
        <w:t xml:space="preserve"> (This field is mandatory) </w:t>
      </w:r>
    </w:p>
    <w:tbl>
      <w:tblPr>
        <w:tblStyle w:val="myFieldTableStyle2"/>
        <w:tblW w:w="0" w:type="auto"/>
        <w:tblInd w:w="1" w:type="dxa"/>
        <w:tblLook w:val="04A0" w:firstRow="1" w:lastRow="0" w:firstColumn="1" w:lastColumn="0" w:noHBand="0" w:noVBand="1"/>
      </w:tblPr>
      <w:tblGrid>
        <w:gridCol w:w="195"/>
        <w:gridCol w:w="8823"/>
      </w:tblGrid>
      <w:tr w:rsidR="00164FF5" w14:paraId="155D1C9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3F64C79" w14:textId="77777777" w:rsidR="00164FF5" w:rsidRDefault="00164FF5">
            <w:pPr>
              <w:spacing w:after="0" w:line="240" w:lineRule="auto"/>
              <w:ind w:left="216"/>
            </w:pPr>
          </w:p>
        </w:tc>
        <w:tc>
          <w:tcPr>
            <w:tcW w:w="9500" w:type="dxa"/>
          </w:tcPr>
          <w:p w14:paraId="7AE09911" w14:textId="77777777" w:rsidR="00164FF5" w:rsidRDefault="00861641">
            <w:pPr>
              <w:spacing w:before="5" w:after="2" w:line="240" w:lineRule="auto"/>
              <w:ind w:left="72"/>
            </w:pPr>
            <w:r>
              <w:rPr>
                <w:rStyle w:val="styleDatatxt"/>
              </w:rPr>
              <w:t>Lake Pinaroo</w:t>
            </w:r>
          </w:p>
        </w:tc>
      </w:tr>
    </w:tbl>
    <w:p w14:paraId="301E6043" w14:textId="77777777" w:rsidR="00164FF5" w:rsidRDefault="00861641">
      <w:pPr>
        <w:pStyle w:val="pstyleLabels"/>
      </w:pPr>
      <w:r>
        <w:rPr>
          <w:rStyle w:val="styleC3"/>
        </w:rPr>
        <w:t>Unofficial name (optional)</w:t>
      </w:r>
    </w:p>
    <w:tbl>
      <w:tblPr>
        <w:tblStyle w:val="myFieldTableStyle2"/>
        <w:tblW w:w="0" w:type="auto"/>
        <w:tblInd w:w="1" w:type="dxa"/>
        <w:tblLook w:val="04A0" w:firstRow="1" w:lastRow="0" w:firstColumn="1" w:lastColumn="0" w:noHBand="0" w:noVBand="1"/>
      </w:tblPr>
      <w:tblGrid>
        <w:gridCol w:w="195"/>
        <w:gridCol w:w="8823"/>
      </w:tblGrid>
      <w:tr w:rsidR="00164FF5" w14:paraId="59810E7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85FC5E8" w14:textId="77777777" w:rsidR="00164FF5" w:rsidRDefault="00164FF5">
            <w:pPr>
              <w:spacing w:after="0" w:line="240" w:lineRule="auto"/>
              <w:ind w:left="216"/>
            </w:pPr>
          </w:p>
        </w:tc>
        <w:tc>
          <w:tcPr>
            <w:tcW w:w="9500" w:type="dxa"/>
          </w:tcPr>
          <w:p w14:paraId="2D380769" w14:textId="77777777" w:rsidR="00164FF5" w:rsidRDefault="00861641">
            <w:pPr>
              <w:spacing w:before="5" w:after="2" w:line="240" w:lineRule="auto"/>
              <w:ind w:left="72"/>
            </w:pPr>
            <w:r>
              <w:rPr>
                <w:rStyle w:val="styleDatatxt"/>
              </w:rPr>
              <w:t>Fort Grey Basin</w:t>
            </w:r>
          </w:p>
        </w:tc>
      </w:tr>
    </w:tbl>
    <w:p w14:paraId="47153529" w14:textId="77777777" w:rsidR="00164FF5" w:rsidRDefault="00164FF5"/>
    <w:p w14:paraId="13A553BE" w14:textId="77777777" w:rsidR="00164FF5" w:rsidRDefault="00861641">
      <w:pPr>
        <w:pStyle w:val="pstyleSection"/>
      </w:pPr>
      <w:r>
        <w:rPr>
          <w:rStyle w:val="styleL2"/>
        </w:rPr>
        <w:t>2.1.4 Changes to the boundaries and area of the Site since its designation or earlier update</w:t>
      </w:r>
    </w:p>
    <w:p w14:paraId="488A5E70" w14:textId="77777777" w:rsidR="00164FF5" w:rsidRDefault="00861641">
      <w:pPr>
        <w:spacing w:before="80" w:after="20" w:line="244" w:lineRule="auto"/>
        <w:ind w:left="216"/>
      </w:pPr>
      <w:r>
        <w:rPr>
          <w:rStyle w:val="styleC3update"/>
        </w:rPr>
        <w:t>A. Changes to Site boundary</w:t>
      </w:r>
      <w:r>
        <w:rPr>
          <w:rStyle w:val="styleBracket"/>
        </w:rPr>
        <w:t xml:space="preserve"> (Update) </w:t>
      </w:r>
    </w:p>
    <w:p w14:paraId="7F55D449" w14:textId="77777777" w:rsidR="00164FF5" w:rsidRDefault="00861641">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1ABE006A" w14:textId="77777777" w:rsidR="00164FF5" w:rsidRDefault="00861641">
      <w:pPr>
        <w:spacing w:after="0" w:line="240" w:lineRule="auto"/>
      </w:pPr>
      <w:r>
        <w:rPr>
          <w:rStyle w:val="almostEmpty"/>
        </w:rPr>
        <w:t>.</w:t>
      </w:r>
    </w:p>
    <w:p w14:paraId="06229AC8"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boundary has been delineated more accurately</w:t>
      </w:r>
    </w:p>
    <w:p w14:paraId="7898ADF0"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boundary has been extended</w:t>
      </w:r>
    </w:p>
    <w:p w14:paraId="1455D4BD"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boundary has been restricted</w:t>
      </w:r>
    </w:p>
    <w:p w14:paraId="3BCF1693" w14:textId="77777777" w:rsidR="00164FF5" w:rsidRDefault="00861641">
      <w:pPr>
        <w:spacing w:before="80" w:after="20" w:line="244" w:lineRule="auto"/>
        <w:ind w:left="216"/>
      </w:pPr>
      <w:r>
        <w:rPr>
          <w:rStyle w:val="styleC3update"/>
        </w:rPr>
        <w:t>B. Changes to Site area</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164FF5" w14:paraId="6378C7F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2A1DCEC" w14:textId="77777777" w:rsidR="00164FF5" w:rsidRDefault="00164FF5">
            <w:pPr>
              <w:spacing w:after="0" w:line="240" w:lineRule="auto"/>
              <w:ind w:left="216"/>
            </w:pPr>
          </w:p>
        </w:tc>
        <w:tc>
          <w:tcPr>
            <w:tcW w:w="5000" w:type="dxa"/>
          </w:tcPr>
          <w:p w14:paraId="66A50334" w14:textId="77777777" w:rsidR="00164FF5" w:rsidRDefault="00861641">
            <w:pPr>
              <w:spacing w:before="5" w:after="2" w:line="240" w:lineRule="auto"/>
              <w:ind w:left="72"/>
            </w:pPr>
            <w:r>
              <w:rPr>
                <w:rStyle w:val="styleDatatxt"/>
              </w:rPr>
              <w:t>No change to area</w:t>
            </w:r>
            <w:r>
              <w:rPr>
                <w:rStyle w:val="FootnoteReference"/>
              </w:rPr>
              <w:footnoteReference w:id="1"/>
            </w:r>
          </w:p>
        </w:tc>
      </w:tr>
    </w:tbl>
    <w:p w14:paraId="2B9B5187"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Site area has been calculated more accurately</w:t>
      </w:r>
    </w:p>
    <w:p w14:paraId="00936DE1"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Site has been delineated more accurately</w:t>
      </w:r>
    </w:p>
    <w:p w14:paraId="32EB0F4E"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Site area has increased because of a boundary extension</w:t>
      </w:r>
    </w:p>
    <w:p w14:paraId="7EB6F082"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The Site area has decreased because of a boundary restriction</w:t>
      </w:r>
    </w:p>
    <w:p w14:paraId="4B35BA60" w14:textId="77777777" w:rsidR="00164FF5" w:rsidRDefault="00861641">
      <w:pPr>
        <w:pStyle w:val="pstyleComments"/>
      </w:pPr>
      <w:r>
        <w:rPr>
          <w:rStyle w:val="styleC3comment"/>
        </w:rPr>
        <w:t>Important note: If the boundary of the designated site is being restricted/reduced, before submitting this updated RIS to the Secretariat the Contracting Party should have followed: - the requirements in Article 2.5 of the Convention; or - the procedures established by the Conference of the Parties in the annex to Resolution VIII.20 (2002); or  - where appropriate instead, the procedures in the annex to Resolution IX.6 (2005).  Contracting Parties should also have provided to the Secretariat a report on changes prior to the submission of an updated RIS.</w:t>
      </w:r>
    </w:p>
    <w:p w14:paraId="673BE2F1" w14:textId="77777777" w:rsidR="00164FF5" w:rsidRDefault="00164FF5"/>
    <w:p w14:paraId="7F7E313B" w14:textId="77777777" w:rsidR="00164FF5" w:rsidRDefault="00861641">
      <w:pPr>
        <w:pStyle w:val="pstyleSection"/>
      </w:pPr>
      <w:r>
        <w:rPr>
          <w:rStyle w:val="styleL2"/>
        </w:rPr>
        <w:t>2.1.5 Changes to the ecological character of the Site</w:t>
      </w:r>
    </w:p>
    <w:p w14:paraId="2733A40A" w14:textId="77777777" w:rsidR="00164FF5" w:rsidRDefault="00861641">
      <w:pPr>
        <w:spacing w:before="80" w:after="20" w:line="244" w:lineRule="auto"/>
        <w:ind w:left="216"/>
      </w:pPr>
      <w:r>
        <w:rPr>
          <w:rStyle w:val="styleC3update"/>
        </w:rPr>
        <w:t>6b i. Has the ecological character of the Ramsar Site (including applicable Criteria) changed since the previous RIS?</w:t>
      </w:r>
      <w:r>
        <w:rPr>
          <w:rStyle w:val="styleBracket"/>
        </w:rPr>
        <w:t xml:space="preserve"> (Update) </w:t>
      </w:r>
    </w:p>
    <w:tbl>
      <w:tblPr>
        <w:tblStyle w:val="myFieldTableStyle2"/>
        <w:tblW w:w="0" w:type="auto"/>
        <w:tblInd w:w="1" w:type="dxa"/>
        <w:tblLook w:val="04A0" w:firstRow="1" w:lastRow="0" w:firstColumn="1" w:lastColumn="0" w:noHBand="0" w:noVBand="1"/>
      </w:tblPr>
      <w:tblGrid>
        <w:gridCol w:w="210"/>
        <w:gridCol w:w="5000"/>
      </w:tblGrid>
      <w:tr w:rsidR="00164FF5" w14:paraId="1D0BB30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328D400" w14:textId="77777777" w:rsidR="00164FF5" w:rsidRDefault="00164FF5">
            <w:pPr>
              <w:spacing w:after="0" w:line="240" w:lineRule="auto"/>
              <w:ind w:left="216"/>
            </w:pPr>
          </w:p>
        </w:tc>
        <w:tc>
          <w:tcPr>
            <w:tcW w:w="5000" w:type="dxa"/>
          </w:tcPr>
          <w:p w14:paraId="5059B899" w14:textId="77777777" w:rsidR="00164FF5" w:rsidRDefault="00861641">
            <w:pPr>
              <w:spacing w:before="5" w:after="2" w:line="240" w:lineRule="auto"/>
              <w:ind w:left="72"/>
            </w:pPr>
            <w:r>
              <w:rPr>
                <w:rStyle w:val="styleDatatxt"/>
              </w:rPr>
              <w:t>Not evaluated</w:t>
            </w:r>
            <w:r>
              <w:rPr>
                <w:rStyle w:val="FootnoteReference"/>
              </w:rPr>
              <w:footnoteReference w:id="2"/>
            </w:r>
          </w:p>
        </w:tc>
      </w:tr>
    </w:tbl>
    <w:p w14:paraId="64E0F906" w14:textId="77777777" w:rsidR="00164FF5" w:rsidRDefault="00861641">
      <w:pPr>
        <w:spacing w:before="80" w:after="20" w:line="244" w:lineRule="auto"/>
        <w:ind w:left="216"/>
      </w:pPr>
      <w:r>
        <w:rPr>
          <w:rStyle w:val="styleC3update"/>
        </w:rPr>
        <w:t>Are the changes</w:t>
      </w:r>
      <w:r>
        <w:rPr>
          <w:rStyle w:val="styleBracket"/>
        </w:rPr>
        <w:t xml:space="preserve"> (Update) </w:t>
      </w:r>
    </w:p>
    <w:p w14:paraId="25BE4C53" w14:textId="77777777" w:rsidR="00164FF5" w:rsidRDefault="00861641">
      <w:pPr>
        <w:pStyle w:val="pStyle"/>
      </w:pPr>
      <w:r>
        <w:rPr>
          <w:rStyle w:val="styleRad"/>
        </w:rPr>
        <w:t xml:space="preserve"> [x] </w:t>
      </w:r>
      <w:r>
        <w:rPr>
          <w:rStyle w:val="styleC3update"/>
        </w:rPr>
        <w:t xml:space="preserve">Positive / </w:t>
      </w:r>
      <w:r>
        <w:rPr>
          <w:rStyle w:val="styleRad"/>
        </w:rPr>
        <w:t xml:space="preserve"> [  ] </w:t>
      </w:r>
      <w:r>
        <w:rPr>
          <w:rStyle w:val="styleC3update"/>
        </w:rPr>
        <w:t xml:space="preserve">Negative  / </w:t>
      </w:r>
      <w:r>
        <w:rPr>
          <w:rStyle w:val="styleRad"/>
        </w:rPr>
        <w:t xml:space="preserve"> [  ] </w:t>
      </w:r>
      <w:r>
        <w:rPr>
          <w:rStyle w:val="styleC3update"/>
        </w:rPr>
        <w:t xml:space="preserve">Positive &amp; Negative </w:t>
      </w:r>
    </w:p>
    <w:p w14:paraId="1082CA45" w14:textId="77777777" w:rsidR="00164FF5" w:rsidRDefault="00861641">
      <w:pPr>
        <w:spacing w:after="0" w:line="240" w:lineRule="auto"/>
      </w:pPr>
      <w:r>
        <w:rPr>
          <w:rStyle w:val="almostEmpty"/>
        </w:rPr>
        <w:t>.</w:t>
      </w:r>
    </w:p>
    <w:p w14:paraId="049682CD" w14:textId="77777777" w:rsidR="00164FF5" w:rsidRDefault="00861641">
      <w:pPr>
        <w:spacing w:after="0" w:line="240" w:lineRule="auto"/>
      </w:pPr>
      <w:r>
        <w:rPr>
          <w:rStyle w:val="almostEmpty"/>
        </w:rPr>
        <w:t>.</w:t>
      </w:r>
    </w:p>
    <w:p w14:paraId="1D249BC3" w14:textId="77777777" w:rsidR="00164FF5" w:rsidRDefault="00861641">
      <w:pPr>
        <w:pStyle w:val="pstyleComments"/>
      </w:pPr>
      <w:r>
        <w:rPr>
          <w:rStyle w:val="styleC3comment"/>
        </w:rPr>
        <w:t>What extent of the Ramsar site is affected (%)</w:t>
      </w:r>
    </w:p>
    <w:p w14:paraId="20783E8A" w14:textId="77777777" w:rsidR="00164FF5" w:rsidRDefault="00861641">
      <w:pPr>
        <w:spacing w:before="80" w:after="20" w:line="244" w:lineRule="auto"/>
        <w:ind w:left="216"/>
      </w:pPr>
      <w:r>
        <w:rPr>
          <w:rStyle w:val="styleC3update"/>
        </w:rPr>
        <w:t>Positive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164FF5" w14:paraId="247224E7"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003FE89" w14:textId="77777777" w:rsidR="00164FF5" w:rsidRDefault="00164FF5">
            <w:pPr>
              <w:spacing w:after="0" w:line="240" w:lineRule="auto"/>
              <w:ind w:left="216"/>
            </w:pPr>
          </w:p>
        </w:tc>
        <w:tc>
          <w:tcPr>
            <w:tcW w:w="9500" w:type="dxa"/>
          </w:tcPr>
          <w:p w14:paraId="7448B5C4" w14:textId="77777777" w:rsidR="00164FF5" w:rsidRDefault="00164FF5">
            <w:pPr>
              <w:spacing w:before="5" w:after="2" w:line="240" w:lineRule="auto"/>
              <w:ind w:left="72"/>
            </w:pPr>
          </w:p>
        </w:tc>
      </w:tr>
    </w:tbl>
    <w:p w14:paraId="49FE7FC5" w14:textId="77777777" w:rsidR="00164FF5" w:rsidRDefault="00861641">
      <w:pPr>
        <w:spacing w:before="80" w:after="20" w:line="244" w:lineRule="auto"/>
        <w:ind w:left="216"/>
      </w:pPr>
      <w:r>
        <w:rPr>
          <w:rStyle w:val="styleC3update"/>
        </w:rPr>
        <w:t>Negative %</w:t>
      </w:r>
      <w:r>
        <w:rPr>
          <w:rStyle w:val="styleBracket"/>
        </w:rPr>
        <w:t xml:space="preserve"> (Update) </w:t>
      </w:r>
    </w:p>
    <w:tbl>
      <w:tblPr>
        <w:tblStyle w:val="myFieldTableStyle2"/>
        <w:tblW w:w="0" w:type="auto"/>
        <w:tblInd w:w="1" w:type="dxa"/>
        <w:tblLook w:val="04A0" w:firstRow="1" w:lastRow="0" w:firstColumn="1" w:lastColumn="0" w:noHBand="0" w:noVBand="1"/>
      </w:tblPr>
      <w:tblGrid>
        <w:gridCol w:w="196"/>
        <w:gridCol w:w="8822"/>
      </w:tblGrid>
      <w:tr w:rsidR="00164FF5" w14:paraId="5E8965F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37877D7" w14:textId="77777777" w:rsidR="00164FF5" w:rsidRDefault="00164FF5">
            <w:pPr>
              <w:spacing w:after="0" w:line="240" w:lineRule="auto"/>
              <w:ind w:left="216"/>
            </w:pPr>
          </w:p>
        </w:tc>
        <w:tc>
          <w:tcPr>
            <w:tcW w:w="9500" w:type="dxa"/>
          </w:tcPr>
          <w:p w14:paraId="7F9A53AF" w14:textId="77777777" w:rsidR="00164FF5" w:rsidRDefault="00164FF5">
            <w:pPr>
              <w:spacing w:before="5" w:after="2" w:line="240" w:lineRule="auto"/>
              <w:ind w:left="72"/>
            </w:pPr>
          </w:p>
        </w:tc>
      </w:tr>
    </w:tbl>
    <w:p w14:paraId="5818DB0A" w14:textId="77777777" w:rsidR="00164FF5" w:rsidRDefault="00861641">
      <w:pPr>
        <w:spacing w:before="80" w:after="20" w:line="244" w:lineRule="auto"/>
        <w:ind w:left="216"/>
      </w:pPr>
      <w:r>
        <w:rPr>
          <w:rStyle w:val="styleC3update"/>
        </w:rPr>
        <w:t>Optional text box to provide further information</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164FF5" w14:paraId="02266EA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C97FE93" w14:textId="77777777" w:rsidR="00164FF5" w:rsidRDefault="00164FF5"/>
        </w:tc>
        <w:tc>
          <w:tcPr>
            <w:tcW w:w="9500" w:type="dxa"/>
          </w:tcPr>
          <w:p w14:paraId="7E0E3579" w14:textId="77777777" w:rsidR="00164FF5" w:rsidRDefault="00164FF5">
            <w:pPr>
              <w:spacing w:before="30" w:after="25" w:line="240" w:lineRule="auto"/>
              <w:ind w:left="57"/>
            </w:pPr>
          </w:p>
        </w:tc>
      </w:tr>
    </w:tbl>
    <w:p w14:paraId="176EB9C8"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No information available</w:t>
      </w:r>
    </w:p>
    <w:p w14:paraId="0DD9F658" w14:textId="77777777" w:rsidR="00164FF5" w:rsidRDefault="00861641">
      <w:pPr>
        <w:pStyle w:val="pstyleComments"/>
      </w:pPr>
      <w:r>
        <w:rPr>
          <w:rStyle w:val="styleC3comment"/>
        </w:rPr>
        <w:t>Are changes the result of (tick each category which applies):</w:t>
      </w:r>
    </w:p>
    <w:p w14:paraId="7DCC396C"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Changes resulting from causes operating within the existing boundaries?</w:t>
      </w:r>
    </w:p>
    <w:p w14:paraId="1EC3F1ED"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Changes resulting from causes operating beyond the site’s boundaries?</w:t>
      </w:r>
    </w:p>
    <w:p w14:paraId="5E24D727"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Changes consequent upon site boundary reduction alone (e.g., the exclusion of some wetland types formerly included within the site)?</w:t>
      </w:r>
    </w:p>
    <w:p w14:paraId="465EED00" w14:textId="77777777" w:rsidR="00164FF5" w:rsidRDefault="00861641">
      <w:pPr>
        <w:spacing w:after="0" w:line="240" w:lineRule="auto"/>
        <w:ind w:left="216"/>
      </w:pPr>
      <w:r>
        <w:rPr>
          <w:rStyle w:val="styleC3update"/>
        </w:rPr>
        <w:tab/>
      </w:r>
      <w:r>
        <w:rPr>
          <w:rStyle w:val="styleRad"/>
        </w:rPr>
        <w:t xml:space="preserve"> [  ] </w:t>
      </w:r>
      <w:r>
        <w:rPr>
          <w:rStyle w:val="styleC3update"/>
        </w:rPr>
        <w:t xml:space="preserve"> Changes consequent upon site boundary increase alone (e.g., the inclusion of different wetland types in the site)?</w:t>
      </w:r>
    </w:p>
    <w:p w14:paraId="42B7002D" w14:textId="77777777" w:rsidR="00164FF5" w:rsidRDefault="00861641">
      <w:pPr>
        <w:spacing w:before="80" w:after="20" w:line="244" w:lineRule="auto"/>
        <w:ind w:left="216"/>
      </w:pPr>
      <w:r>
        <w:rPr>
          <w:rStyle w:val="styleC3update"/>
        </w:rPr>
        <w:t>Please describe any changes to the ecological character of the Ramsar Site, including in the application of the Criteria, since the previous RIS for the site.</w:t>
      </w:r>
      <w:r>
        <w:rPr>
          <w:rStyle w:val="styleBracket"/>
        </w:rPr>
        <w:t xml:space="preserve"> (Update) </w:t>
      </w:r>
    </w:p>
    <w:tbl>
      <w:tblPr>
        <w:tblStyle w:val="myFieldTableStyle"/>
        <w:tblW w:w="0" w:type="auto"/>
        <w:tblInd w:w="10" w:type="dxa"/>
        <w:tblLook w:val="04A0" w:firstRow="1" w:lastRow="0" w:firstColumn="1" w:lastColumn="0" w:noHBand="0" w:noVBand="1"/>
      </w:tblPr>
      <w:tblGrid>
        <w:gridCol w:w="197"/>
        <w:gridCol w:w="8813"/>
      </w:tblGrid>
      <w:tr w:rsidR="00164FF5" w14:paraId="17BCB5E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18E9CC3" w14:textId="77777777" w:rsidR="00164FF5" w:rsidRDefault="00164FF5"/>
        </w:tc>
        <w:tc>
          <w:tcPr>
            <w:tcW w:w="9500" w:type="dxa"/>
          </w:tcPr>
          <w:p w14:paraId="57209338" w14:textId="77777777" w:rsidR="00164FF5" w:rsidRDefault="00164FF5">
            <w:pPr>
              <w:spacing w:before="30" w:after="25" w:line="240" w:lineRule="auto"/>
              <w:ind w:left="57"/>
            </w:pPr>
          </w:p>
        </w:tc>
      </w:tr>
    </w:tbl>
    <w:p w14:paraId="3D9ADC5F" w14:textId="77777777" w:rsidR="00164FF5" w:rsidRDefault="00861641">
      <w:pPr>
        <w:spacing w:before="80" w:after="20" w:line="244" w:lineRule="auto"/>
        <w:ind w:left="216"/>
      </w:pPr>
      <w:r>
        <w:rPr>
          <w:rStyle w:val="styleC3update"/>
        </w:rPr>
        <w:t>Is the change in ecological character negative, human-induced AND a significant change (above the limit of acceptable change)</w:t>
      </w:r>
      <w:r>
        <w:rPr>
          <w:rStyle w:val="styleBracket"/>
        </w:rPr>
        <w:t xml:space="preserve"> (Update) </w:t>
      </w:r>
    </w:p>
    <w:p w14:paraId="7904FB9B" w14:textId="77777777" w:rsidR="00164FF5" w:rsidRDefault="00861641">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4F355402" w14:textId="77777777" w:rsidR="00164FF5" w:rsidRDefault="00861641">
      <w:pPr>
        <w:spacing w:after="0" w:line="240" w:lineRule="auto"/>
      </w:pPr>
      <w:r>
        <w:rPr>
          <w:rStyle w:val="almostEmpty"/>
        </w:rPr>
        <w:t>.</w:t>
      </w:r>
    </w:p>
    <w:p w14:paraId="4BE49D61" w14:textId="77777777" w:rsidR="00164FF5" w:rsidRDefault="00861641">
      <w:pPr>
        <w:spacing w:before="80" w:after="20" w:line="244" w:lineRule="auto"/>
        <w:ind w:left="216"/>
      </w:pPr>
      <w:r>
        <w:rPr>
          <w:rStyle w:val="styleC3update"/>
        </w:rPr>
        <w:t>Has an Article 3.2 report been submitted to the Secretariat?</w:t>
      </w:r>
      <w:r>
        <w:rPr>
          <w:rStyle w:val="styleBracket"/>
        </w:rPr>
        <w:t xml:space="preserve"> (Update) </w:t>
      </w:r>
    </w:p>
    <w:p w14:paraId="1C76651D" w14:textId="77777777" w:rsidR="00164FF5" w:rsidRDefault="00861641">
      <w:pPr>
        <w:pStyle w:val="pStyle"/>
      </w:pPr>
      <w:r>
        <w:rPr>
          <w:rStyle w:val="styleRad"/>
        </w:rPr>
        <w:t xml:space="preserve"> [  ] </w:t>
      </w:r>
      <w:r>
        <w:rPr>
          <w:rStyle w:val="styleC3update"/>
        </w:rPr>
        <w:t xml:space="preserve">Yes / </w:t>
      </w:r>
      <w:r>
        <w:rPr>
          <w:rStyle w:val="styleRad"/>
        </w:rPr>
        <w:t xml:space="preserve"> [x] </w:t>
      </w:r>
      <w:r>
        <w:rPr>
          <w:rStyle w:val="styleC3update"/>
        </w:rPr>
        <w:t xml:space="preserve">No </w:t>
      </w:r>
    </w:p>
    <w:p w14:paraId="0511B8F8" w14:textId="77777777" w:rsidR="00164FF5" w:rsidRDefault="00861641">
      <w:pPr>
        <w:spacing w:after="0" w:line="240" w:lineRule="auto"/>
      </w:pPr>
      <w:r>
        <w:rPr>
          <w:rStyle w:val="almostEmpty"/>
        </w:rPr>
        <w:t>.</w:t>
      </w:r>
    </w:p>
    <w:p w14:paraId="13F1B4C0" w14:textId="77777777" w:rsidR="00164FF5" w:rsidRDefault="00164FF5">
      <w:pPr>
        <w:sectPr w:rsidR="00164FF5">
          <w:pgSz w:w="11905" w:h="16837"/>
          <w:pgMar w:top="1440" w:right="1440" w:bottom="1440" w:left="1440" w:header="720" w:footer="720" w:gutter="0"/>
          <w:cols w:space="720"/>
        </w:sectPr>
      </w:pPr>
    </w:p>
    <w:p w14:paraId="3AAFD522" w14:textId="77777777" w:rsidR="00164FF5" w:rsidRDefault="00861641">
      <w:pPr>
        <w:pStyle w:val="pstyleSectionL1"/>
      </w:pPr>
      <w:r>
        <w:rPr>
          <w:rStyle w:val="styleL1"/>
        </w:rPr>
        <w:lastRenderedPageBreak/>
        <w:t>2.2 Site location</w:t>
      </w:r>
    </w:p>
    <w:p w14:paraId="069059B7" w14:textId="77777777" w:rsidR="00164FF5" w:rsidRDefault="00861641">
      <w:pPr>
        <w:pStyle w:val="pstyleSection"/>
      </w:pPr>
      <w:r>
        <w:rPr>
          <w:rStyle w:val="styleL2"/>
        </w:rPr>
        <w:t>2.2.1 Defining the Site boundaries</w:t>
      </w:r>
    </w:p>
    <w:p w14:paraId="6ACE6538" w14:textId="77777777" w:rsidR="00164FF5" w:rsidRDefault="00861641">
      <w:pPr>
        <w:pStyle w:val="pstyleComments"/>
      </w:pPr>
      <w:r>
        <w:rPr>
          <w:rStyle w:val="styleC3comment"/>
        </w:rPr>
        <w:t>The site boundaries must be clearly delineated on both: a) a GIS shapefile and b) a digital map/image:</w:t>
      </w:r>
    </w:p>
    <w:p w14:paraId="0B0E07D6" w14:textId="77777777" w:rsidR="00164FF5" w:rsidRDefault="00861641">
      <w:pPr>
        <w:pStyle w:val="pstyleComments"/>
      </w:pPr>
      <w:r>
        <w:rPr>
          <w:rStyle w:val="styleC3comment"/>
        </w:rPr>
        <w:t>-&gt; To define the site boundaries please complete field 2.2.1 a1), 2.2.1 a2) and 2.2.1 b) via the online form.</w:t>
      </w:r>
    </w:p>
    <w:p w14:paraId="344F6533" w14:textId="77777777" w:rsidR="00164FF5" w:rsidRDefault="00861641">
      <w:pPr>
        <w:pStyle w:val="pstyleTitleFirst"/>
      </w:pPr>
      <w:r>
        <w:rPr>
          <w:rStyle w:val="styleC3online"/>
        </w:rPr>
        <w:t>-UPLOAD via online form-</w:t>
      </w:r>
    </w:p>
    <w:p w14:paraId="64EA21CD" w14:textId="77777777" w:rsidR="00164FF5" w:rsidRDefault="00861641">
      <w:pPr>
        <w:pStyle w:val="pstyleLabels"/>
      </w:pPr>
      <w:r>
        <w:rPr>
          <w:rStyle w:val="styleC3"/>
        </w:rPr>
        <w:t>Boundaries description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6"/>
        <w:gridCol w:w="8832"/>
      </w:tblGrid>
      <w:tr w:rsidR="00164FF5" w14:paraId="6146E3B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51FB23B" w14:textId="77777777" w:rsidR="00164FF5" w:rsidRDefault="00164FF5"/>
        </w:tc>
        <w:tc>
          <w:tcPr>
            <w:tcW w:w="9500" w:type="dxa"/>
          </w:tcPr>
          <w:p w14:paraId="2C054578" w14:textId="77777777" w:rsidR="00164FF5" w:rsidRDefault="00861641">
            <w:pPr>
              <w:spacing w:before="30" w:after="25" w:line="240" w:lineRule="auto"/>
              <w:ind w:left="57"/>
            </w:pPr>
            <w:r>
              <w:rPr>
                <w:rStyle w:val="styleDatatxt"/>
              </w:rPr>
              <w:t>The boundary for the Ramsar site is the 120m contour around Lake Pinaroo. The boundary was digitised using 1:100 000 topographic map Fort Grey 7139. The travelling stock reserve that is excluded from the National Park is included in the Ramsar site.</w:t>
            </w:r>
          </w:p>
        </w:tc>
      </w:tr>
    </w:tbl>
    <w:p w14:paraId="779B86A6" w14:textId="77777777" w:rsidR="00164FF5" w:rsidRDefault="00164FF5"/>
    <w:p w14:paraId="248988F7" w14:textId="77777777" w:rsidR="00164FF5" w:rsidRDefault="00861641">
      <w:pPr>
        <w:pStyle w:val="pstyleSection"/>
      </w:pPr>
      <w:r>
        <w:rPr>
          <w:rStyle w:val="styleL2"/>
        </w:rPr>
        <w:t>2.2.2 General location</w:t>
      </w:r>
    </w:p>
    <w:p w14:paraId="4B582C8B" w14:textId="77777777" w:rsidR="00164FF5" w:rsidRDefault="00861641">
      <w:pPr>
        <w:pStyle w:val="pstyleLabels"/>
      </w:pPr>
      <w:r>
        <w:rPr>
          <w:rStyle w:val="styleC3"/>
        </w:rPr>
        <w:t>a)</w:t>
      </w:r>
      <w:r>
        <w:rPr>
          <w:rStyle w:val="styleC3"/>
        </w:rPr>
        <w:tab/>
        <w:t>In which large administrative region does the site lie?</w:t>
      </w:r>
    </w:p>
    <w:tbl>
      <w:tblPr>
        <w:tblStyle w:val="myFieldTableStyle2"/>
        <w:tblW w:w="0" w:type="auto"/>
        <w:tblInd w:w="-8" w:type="dxa"/>
        <w:tblLook w:val="04A0" w:firstRow="1" w:lastRow="0" w:firstColumn="1" w:lastColumn="0" w:noHBand="0" w:noVBand="1"/>
      </w:tblPr>
      <w:tblGrid>
        <w:gridCol w:w="195"/>
        <w:gridCol w:w="8832"/>
      </w:tblGrid>
      <w:tr w:rsidR="00164FF5" w14:paraId="270603B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0B1AEE9" w14:textId="77777777" w:rsidR="00164FF5" w:rsidRDefault="00164FF5">
            <w:pPr>
              <w:spacing w:after="0" w:line="240" w:lineRule="auto"/>
              <w:ind w:left="216"/>
            </w:pPr>
          </w:p>
        </w:tc>
        <w:tc>
          <w:tcPr>
            <w:tcW w:w="9500" w:type="dxa"/>
          </w:tcPr>
          <w:p w14:paraId="0B8FCF07" w14:textId="77777777" w:rsidR="00164FF5" w:rsidRDefault="00861641">
            <w:pPr>
              <w:spacing w:before="5" w:after="2" w:line="240" w:lineRule="auto"/>
              <w:ind w:left="72"/>
            </w:pPr>
            <w:r>
              <w:rPr>
                <w:rStyle w:val="styleDatatxt"/>
              </w:rPr>
              <w:t>New South Wales</w:t>
            </w:r>
          </w:p>
        </w:tc>
      </w:tr>
    </w:tbl>
    <w:p w14:paraId="2CC9DBA6" w14:textId="77777777" w:rsidR="00164FF5" w:rsidRDefault="00861641">
      <w:pPr>
        <w:pStyle w:val="pstyleLabels"/>
      </w:pPr>
      <w:r>
        <w:rPr>
          <w:rStyle w:val="styleC3"/>
        </w:rPr>
        <w:t>b)</w:t>
      </w:r>
      <w:r>
        <w:rPr>
          <w:rStyle w:val="styleC3"/>
        </w:rPr>
        <w:tab/>
        <w:t>What is the nearest town or population centre?</w:t>
      </w:r>
    </w:p>
    <w:tbl>
      <w:tblPr>
        <w:tblStyle w:val="myFieldTableStyle2"/>
        <w:tblW w:w="0" w:type="auto"/>
        <w:tblInd w:w="-8" w:type="dxa"/>
        <w:tblLook w:val="04A0" w:firstRow="1" w:lastRow="0" w:firstColumn="1" w:lastColumn="0" w:noHBand="0" w:noVBand="1"/>
      </w:tblPr>
      <w:tblGrid>
        <w:gridCol w:w="195"/>
        <w:gridCol w:w="8832"/>
      </w:tblGrid>
      <w:tr w:rsidR="00164FF5" w14:paraId="0232541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FC4A6B" w14:textId="77777777" w:rsidR="00164FF5" w:rsidRDefault="00164FF5">
            <w:pPr>
              <w:spacing w:after="0" w:line="240" w:lineRule="auto"/>
              <w:ind w:left="216"/>
            </w:pPr>
          </w:p>
        </w:tc>
        <w:tc>
          <w:tcPr>
            <w:tcW w:w="9500" w:type="dxa"/>
          </w:tcPr>
          <w:p w14:paraId="27BFBFEB" w14:textId="77777777" w:rsidR="00164FF5" w:rsidRDefault="00861641">
            <w:pPr>
              <w:spacing w:before="5" w:after="2" w:line="240" w:lineRule="auto"/>
              <w:ind w:left="72"/>
            </w:pPr>
            <w:r>
              <w:rPr>
                <w:rStyle w:val="styleDatatxt"/>
              </w:rPr>
              <w:t xml:space="preserve">Tibooburra (population 134), 80 km south east of Lake Pinaroo  </w:t>
            </w:r>
          </w:p>
        </w:tc>
      </w:tr>
    </w:tbl>
    <w:p w14:paraId="5FCFE4C5" w14:textId="77777777" w:rsidR="00164FF5" w:rsidRDefault="00164FF5"/>
    <w:p w14:paraId="4588362E" w14:textId="77777777" w:rsidR="00164FF5" w:rsidRDefault="00861641">
      <w:pPr>
        <w:pStyle w:val="pstyleSection"/>
      </w:pPr>
      <w:r>
        <w:rPr>
          <w:rStyle w:val="styleL2"/>
        </w:rPr>
        <w:t>2.2.3 For wetlands on national boundaries only</w:t>
      </w:r>
    </w:p>
    <w:p w14:paraId="159360AD" w14:textId="77777777" w:rsidR="00164FF5" w:rsidRDefault="00861641">
      <w:pPr>
        <w:pStyle w:val="pstyleLabels"/>
      </w:pPr>
      <w:r>
        <w:rPr>
          <w:rStyle w:val="styleC3"/>
        </w:rPr>
        <w:t>a) Does the wetland extend onto the territory of one or more other countries?</w:t>
      </w:r>
    </w:p>
    <w:p w14:paraId="51F077C8"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11301092" w14:textId="77777777" w:rsidR="00164FF5" w:rsidRDefault="00861641">
      <w:pPr>
        <w:spacing w:after="0" w:line="240" w:lineRule="auto"/>
      </w:pPr>
      <w:r>
        <w:rPr>
          <w:rStyle w:val="almostEmpty"/>
        </w:rPr>
        <w:t>.</w:t>
      </w:r>
    </w:p>
    <w:p w14:paraId="7BF86D81" w14:textId="77777777" w:rsidR="00164FF5" w:rsidRDefault="00861641">
      <w:pPr>
        <w:pStyle w:val="pstyleLabels"/>
      </w:pPr>
      <w:r>
        <w:rPr>
          <w:rStyle w:val="styleC3"/>
        </w:rPr>
        <w:t>b) Is the site adjacent to another designated Ramsar Site on the territory of another Contracting Party?</w:t>
      </w:r>
    </w:p>
    <w:p w14:paraId="048DDE1C"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18E8F8B" w14:textId="77777777" w:rsidR="00164FF5" w:rsidRDefault="00861641">
      <w:pPr>
        <w:spacing w:after="0" w:line="240" w:lineRule="auto"/>
      </w:pPr>
      <w:r>
        <w:rPr>
          <w:rStyle w:val="almostEmpty"/>
        </w:rPr>
        <w:t>.</w:t>
      </w:r>
    </w:p>
    <w:p w14:paraId="6525AA40" w14:textId="77777777" w:rsidR="00164FF5" w:rsidRDefault="00861641">
      <w:pPr>
        <w:pStyle w:val="pstyleLabels"/>
      </w:pPr>
      <w:r>
        <w:rPr>
          <w:rStyle w:val="styleC3"/>
        </w:rPr>
        <w:t>c) Is the site part of a formal transboundary designation with another Contracting Party?</w:t>
      </w:r>
    </w:p>
    <w:p w14:paraId="71014286"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861F063" w14:textId="77777777" w:rsidR="00164FF5" w:rsidRDefault="00861641">
      <w:pPr>
        <w:spacing w:after="0" w:line="240" w:lineRule="auto"/>
      </w:pPr>
      <w:r>
        <w:rPr>
          <w:rStyle w:val="almostEmpty"/>
        </w:rPr>
        <w:t>.</w:t>
      </w:r>
    </w:p>
    <w:p w14:paraId="404FDA69" w14:textId="77777777" w:rsidR="00164FF5" w:rsidRDefault="00861641">
      <w:pPr>
        <w:pStyle w:val="pstyleLabels"/>
      </w:pPr>
      <w:r>
        <w:rPr>
          <w:rStyle w:val="styleC3"/>
        </w:rPr>
        <w:t>d) Transboundary Ramsar Site name:</w:t>
      </w:r>
    </w:p>
    <w:tbl>
      <w:tblPr>
        <w:tblStyle w:val="myFieldTableStyle2"/>
        <w:tblW w:w="0" w:type="auto"/>
        <w:tblInd w:w="-8" w:type="dxa"/>
        <w:tblLook w:val="04A0" w:firstRow="1" w:lastRow="0" w:firstColumn="1" w:lastColumn="0" w:noHBand="0" w:noVBand="1"/>
      </w:tblPr>
      <w:tblGrid>
        <w:gridCol w:w="196"/>
        <w:gridCol w:w="8831"/>
      </w:tblGrid>
      <w:tr w:rsidR="00164FF5" w14:paraId="2FE8FC07"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27ABCD2" w14:textId="77777777" w:rsidR="00164FF5" w:rsidRDefault="00164FF5">
            <w:pPr>
              <w:spacing w:after="0" w:line="240" w:lineRule="auto"/>
              <w:ind w:left="216"/>
            </w:pPr>
          </w:p>
        </w:tc>
        <w:tc>
          <w:tcPr>
            <w:tcW w:w="9500" w:type="dxa"/>
          </w:tcPr>
          <w:p w14:paraId="49AA937D" w14:textId="77777777" w:rsidR="00164FF5" w:rsidRDefault="00164FF5">
            <w:pPr>
              <w:spacing w:before="5" w:after="2" w:line="240" w:lineRule="auto"/>
              <w:ind w:left="72"/>
            </w:pPr>
          </w:p>
        </w:tc>
      </w:tr>
    </w:tbl>
    <w:p w14:paraId="18195550" w14:textId="77777777" w:rsidR="00164FF5" w:rsidRDefault="00164FF5"/>
    <w:p w14:paraId="1EEA9D74" w14:textId="77777777" w:rsidR="00164FF5" w:rsidRDefault="00861641">
      <w:pPr>
        <w:pStyle w:val="pstyleSection"/>
      </w:pPr>
      <w:r>
        <w:rPr>
          <w:rStyle w:val="styleL2"/>
        </w:rPr>
        <w:t>2.2.4 Area of the Site</w:t>
      </w:r>
    </w:p>
    <w:p w14:paraId="29A7383E" w14:textId="77777777" w:rsidR="00164FF5" w:rsidRDefault="00861641">
      <w:pPr>
        <w:pStyle w:val="pstyleComments"/>
      </w:pPr>
      <w:r>
        <w:rPr>
          <w:rStyle w:val="styleC3comment"/>
        </w:rPr>
        <w:t>If you have not established an official area by other means, you can copy the area calculated from the GIS boundaries into the 'official area' box.</w:t>
      </w:r>
    </w:p>
    <w:p w14:paraId="0F2578D8" w14:textId="77777777" w:rsidR="00164FF5" w:rsidRDefault="00861641">
      <w:pPr>
        <w:pStyle w:val="pstyleLabels"/>
      </w:pPr>
      <w:r>
        <w:rPr>
          <w:rStyle w:val="styleC3"/>
        </w:rPr>
        <w:t>Official area, in hectares (ha):</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164FF5" w14:paraId="2CB597E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99B389" w14:textId="77777777" w:rsidR="00164FF5" w:rsidRDefault="00164FF5">
            <w:pPr>
              <w:spacing w:after="0" w:line="240" w:lineRule="auto"/>
              <w:ind w:left="216"/>
            </w:pPr>
          </w:p>
        </w:tc>
        <w:tc>
          <w:tcPr>
            <w:tcW w:w="9500" w:type="dxa"/>
          </w:tcPr>
          <w:p w14:paraId="42896A08" w14:textId="77777777" w:rsidR="00164FF5" w:rsidRDefault="00861641">
            <w:pPr>
              <w:spacing w:before="5" w:after="2" w:line="240" w:lineRule="auto"/>
              <w:ind w:left="72"/>
            </w:pPr>
            <w:r>
              <w:rPr>
                <w:rStyle w:val="styleDatatxt"/>
              </w:rPr>
              <w:t>719</w:t>
            </w:r>
          </w:p>
        </w:tc>
      </w:tr>
    </w:tbl>
    <w:p w14:paraId="4D90B748" w14:textId="77777777" w:rsidR="00164FF5" w:rsidRDefault="00861641">
      <w:pPr>
        <w:pStyle w:val="pstyleLabels"/>
      </w:pPr>
      <w:r>
        <w:rPr>
          <w:rStyle w:val="styleC3"/>
        </w:rPr>
        <w:t>Area, in hectares (ha) as calculated from GIS boundaries</w:t>
      </w:r>
    </w:p>
    <w:tbl>
      <w:tblPr>
        <w:tblStyle w:val="myFieldTableStyleW"/>
        <w:tblW w:w="0" w:type="auto"/>
        <w:tblInd w:w="-8" w:type="dxa"/>
        <w:tblLook w:val="04A0" w:firstRow="1" w:lastRow="0" w:firstColumn="1" w:lastColumn="0" w:noHBand="0" w:noVBand="1"/>
      </w:tblPr>
      <w:tblGrid>
        <w:gridCol w:w="195"/>
        <w:gridCol w:w="8832"/>
      </w:tblGrid>
      <w:tr w:rsidR="00164FF5" w14:paraId="750354A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43D41A80" w14:textId="77777777" w:rsidR="00164FF5" w:rsidRDefault="00164FF5">
            <w:pPr>
              <w:spacing w:after="0" w:line="240" w:lineRule="auto"/>
              <w:ind w:left="216"/>
            </w:pPr>
          </w:p>
        </w:tc>
        <w:tc>
          <w:tcPr>
            <w:tcW w:w="9500" w:type="dxa"/>
          </w:tcPr>
          <w:p w14:paraId="3B097612" w14:textId="77777777" w:rsidR="00164FF5" w:rsidRDefault="00861641">
            <w:pPr>
              <w:spacing w:before="5" w:after="2" w:line="240" w:lineRule="auto"/>
              <w:ind w:left="72"/>
            </w:pPr>
            <w:r>
              <w:rPr>
                <w:rStyle w:val="styleDatatxt"/>
              </w:rPr>
              <w:t>719.353</w:t>
            </w:r>
          </w:p>
        </w:tc>
      </w:tr>
    </w:tbl>
    <w:p w14:paraId="1BD3426B" w14:textId="77777777" w:rsidR="00164FF5" w:rsidRDefault="00164FF5"/>
    <w:p w14:paraId="12A7BBBF" w14:textId="77777777" w:rsidR="00164FF5" w:rsidRDefault="00861641">
      <w:pPr>
        <w:pStyle w:val="pstyleSection"/>
      </w:pPr>
      <w:r>
        <w:rPr>
          <w:rStyle w:val="styleL2"/>
        </w:rPr>
        <w:t>2.2.5 Biogeography</w:t>
      </w:r>
    </w:p>
    <w:p w14:paraId="47DA3CB1" w14:textId="77777777" w:rsidR="00164FF5" w:rsidRDefault="00861641">
      <w:pPr>
        <w:pStyle w:val="pstyleComments"/>
      </w:pPr>
      <w:r>
        <w:rPr>
          <w:rStyle w:val="styleC3comment"/>
        </w:rPr>
        <w:t>Please provide the biogeographic region(s) encompassing the site and the biogeographic regionalization scheme applied:</w:t>
      </w:r>
    </w:p>
    <w:p w14:paraId="1A5735E2" w14:textId="77777777" w:rsidR="00164FF5" w:rsidRDefault="00861641">
      <w:pPr>
        <w:pStyle w:val="pstyleLabels"/>
      </w:pPr>
      <w:r>
        <w:rPr>
          <w:rStyle w:val="styleC3"/>
        </w:rPr>
        <w:t>Biogeographic regions</w:t>
      </w:r>
    </w:p>
    <w:tbl>
      <w:tblPr>
        <w:tblStyle w:val="FancyTable"/>
        <w:tblW w:w="0" w:type="auto"/>
        <w:tblInd w:w="-8" w:type="dxa"/>
        <w:tblLook w:val="04A0" w:firstRow="1" w:lastRow="0" w:firstColumn="1" w:lastColumn="0" w:noHBand="0" w:noVBand="1"/>
      </w:tblPr>
      <w:tblGrid>
        <w:gridCol w:w="1750"/>
        <w:gridCol w:w="1750"/>
      </w:tblGrid>
      <w:tr w:rsidR="00164FF5" w14:paraId="32C9F2AA"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1EBAE1F1" w14:textId="77777777" w:rsidR="00164FF5" w:rsidRDefault="00861641">
            <w:pPr>
              <w:spacing w:after="0" w:line="240" w:lineRule="auto"/>
              <w:jc w:val="center"/>
            </w:pPr>
            <w:r>
              <w:rPr>
                <w:b/>
                <w:bCs/>
                <w:sz w:val="18"/>
                <w:szCs w:val="18"/>
              </w:rPr>
              <w:t>Regionalisation scheme(s)</w:t>
            </w:r>
          </w:p>
        </w:tc>
        <w:tc>
          <w:tcPr>
            <w:tcW w:w="1750" w:type="dxa"/>
          </w:tcPr>
          <w:p w14:paraId="027A8EEE" w14:textId="77777777" w:rsidR="00164FF5" w:rsidRDefault="00861641">
            <w:pPr>
              <w:spacing w:after="0" w:line="240" w:lineRule="auto"/>
              <w:jc w:val="center"/>
            </w:pPr>
            <w:r>
              <w:rPr>
                <w:b/>
                <w:bCs/>
                <w:sz w:val="18"/>
                <w:szCs w:val="18"/>
              </w:rPr>
              <w:t xml:space="preserve">Biogeographic region </w:t>
            </w:r>
          </w:p>
        </w:tc>
      </w:tr>
      <w:tr w:rsidR="00164FF5" w14:paraId="34E3A423" w14:textId="77777777" w:rsidTr="00164FF5">
        <w:trPr>
          <w:trHeight w:val="200"/>
        </w:trPr>
        <w:tc>
          <w:tcPr>
            <w:tcW w:w="1750" w:type="dxa"/>
          </w:tcPr>
          <w:p w14:paraId="086F3210" w14:textId="77777777" w:rsidR="00164FF5" w:rsidRDefault="00861641">
            <w:r>
              <w:rPr>
                <w:rStyle w:val="styleSubformtxt"/>
              </w:rPr>
              <w:t>Marine Ecoregions of the World (MEOW)</w:t>
            </w:r>
          </w:p>
        </w:tc>
        <w:tc>
          <w:tcPr>
            <w:tcW w:w="1750" w:type="dxa"/>
          </w:tcPr>
          <w:p w14:paraId="2CE0532D" w14:textId="77777777" w:rsidR="00164FF5" w:rsidRDefault="00861641">
            <w:r>
              <w:rPr>
                <w:rStyle w:val="styleSubformtxt"/>
              </w:rPr>
              <w:t>Australasia, South Pacific</w:t>
            </w:r>
          </w:p>
        </w:tc>
      </w:tr>
      <w:tr w:rsidR="00164FF5" w14:paraId="79F05E56" w14:textId="77777777" w:rsidTr="00164FF5">
        <w:trPr>
          <w:trHeight w:val="200"/>
        </w:trPr>
        <w:tc>
          <w:tcPr>
            <w:tcW w:w="1750" w:type="dxa"/>
          </w:tcPr>
          <w:p w14:paraId="1C1CB4CC" w14:textId="77777777" w:rsidR="00164FF5" w:rsidRDefault="00861641">
            <w:r>
              <w:rPr>
                <w:rStyle w:val="styleSubformtxt"/>
              </w:rPr>
              <w:t>Other scheme (provide name below)</w:t>
            </w:r>
          </w:p>
        </w:tc>
        <w:tc>
          <w:tcPr>
            <w:tcW w:w="1750" w:type="dxa"/>
          </w:tcPr>
          <w:p w14:paraId="1450C709" w14:textId="77777777" w:rsidR="00164FF5" w:rsidRDefault="00861641">
            <w:r>
              <w:rPr>
                <w:rStyle w:val="styleSubformtxt"/>
              </w:rPr>
              <w:t>Lake Eyre Basin: Cooper Creek-Bulloo River</w:t>
            </w:r>
          </w:p>
        </w:tc>
      </w:tr>
      <w:tr w:rsidR="00164FF5" w14:paraId="651A7BEA" w14:textId="77777777" w:rsidTr="00164FF5">
        <w:trPr>
          <w:trHeight w:val="200"/>
        </w:trPr>
        <w:tc>
          <w:tcPr>
            <w:tcW w:w="1750" w:type="dxa"/>
          </w:tcPr>
          <w:p w14:paraId="156000AE" w14:textId="77777777" w:rsidR="00164FF5" w:rsidRDefault="00164FF5"/>
        </w:tc>
        <w:tc>
          <w:tcPr>
            <w:tcW w:w="1750" w:type="dxa"/>
          </w:tcPr>
          <w:p w14:paraId="1F06DB5F" w14:textId="77777777" w:rsidR="00164FF5" w:rsidRDefault="00164FF5"/>
        </w:tc>
      </w:tr>
    </w:tbl>
    <w:p w14:paraId="4410A6E2" w14:textId="77777777" w:rsidR="00164FF5" w:rsidRDefault="00164FF5"/>
    <w:p w14:paraId="4DDF1500" w14:textId="77777777" w:rsidR="00164FF5" w:rsidRDefault="00861641">
      <w:pPr>
        <w:pStyle w:val="pstyleLabels"/>
      </w:pPr>
      <w:r>
        <w:rPr>
          <w:rStyle w:val="styleC3"/>
        </w:rPr>
        <w:t>Other biogeographic regionalisation scheme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164FF5" w14:paraId="60BA9A10"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235863B" w14:textId="77777777" w:rsidR="00164FF5" w:rsidRDefault="00164FF5"/>
        </w:tc>
        <w:tc>
          <w:tcPr>
            <w:tcW w:w="9500" w:type="dxa"/>
          </w:tcPr>
          <w:p w14:paraId="5A6B481E" w14:textId="77777777" w:rsidR="00164FF5" w:rsidRDefault="00861641">
            <w:pPr>
              <w:spacing w:before="30" w:after="25" w:line="240" w:lineRule="auto"/>
              <w:ind w:left="57"/>
            </w:pPr>
            <w:r>
              <w:rPr>
                <w:rStyle w:val="styleDatatxt"/>
              </w:rPr>
              <w:t>Australian Hydrological Geospatial Fabric (Geofabric): Topographic Drainage Divisions and River Regions (BOM 2012)  - Lake Eyre Basin: Cooper Creek-Bulloo River</w:t>
            </w:r>
          </w:p>
        </w:tc>
      </w:tr>
    </w:tbl>
    <w:p w14:paraId="71B54F9F" w14:textId="77777777" w:rsidR="00164FF5" w:rsidRDefault="00164FF5">
      <w:pPr>
        <w:sectPr w:rsidR="00164FF5">
          <w:pgSz w:w="11905" w:h="16837"/>
          <w:pgMar w:top="1440" w:right="1440" w:bottom="1440" w:left="1440" w:header="720" w:footer="720" w:gutter="0"/>
          <w:cols w:space="720"/>
        </w:sectPr>
      </w:pPr>
    </w:p>
    <w:p w14:paraId="53BC719C" w14:textId="77777777" w:rsidR="00164FF5" w:rsidRDefault="00861641">
      <w:pPr>
        <w:pStyle w:val="pstyleSectionL0"/>
      </w:pPr>
      <w:r>
        <w:rPr>
          <w:rStyle w:val="styleL0"/>
        </w:rPr>
        <w:lastRenderedPageBreak/>
        <w:t>Why is the Site important?</w:t>
      </w:r>
    </w:p>
    <w:p w14:paraId="7F5F4868" w14:textId="3EED8C13" w:rsidR="00164FF5" w:rsidRDefault="00861641">
      <w:r>
        <w:rPr>
          <w:noProof/>
          <w:lang w:val="en-AU"/>
        </w:rPr>
        <mc:AlternateContent>
          <mc:Choice Requires="wps">
            <w:drawing>
              <wp:inline distT="0" distB="0" distL="0" distR="0" wp14:anchorId="085181DF" wp14:editId="1BE86EC0">
                <wp:extent cx="7620000" cy="635"/>
                <wp:effectExtent l="9525" t="9525" r="9525" b="9525"/>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49FA51" id="AutoShape 5"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HvGw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5vWn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iG&#10;oe8bAgAAPAQAAA4AAAAAAAAAAAAAAAAALgIAAGRycy9lMm9Eb2MueG1sUEsBAi0AFAAGAAgAAAAh&#10;APX5yN7VAAAAAwEAAA8AAAAAAAAAAAAAAAAAdQQAAGRycy9kb3ducmV2LnhtbFBLBQYAAAAABAAE&#10;APMAAAB3BQAAAAA=&#10;" strokeweight="1pt">
                <w10:anchorlock/>
              </v:shape>
            </w:pict>
          </mc:Fallback>
        </mc:AlternateContent>
      </w:r>
    </w:p>
    <w:p w14:paraId="0569BCB7" w14:textId="77777777" w:rsidR="00164FF5" w:rsidRDefault="00861641">
      <w:pPr>
        <w:pStyle w:val="pstyleSectionL1"/>
      </w:pPr>
      <w:r>
        <w:rPr>
          <w:rStyle w:val="styleL1"/>
        </w:rPr>
        <w:t>3.1 Ramsar Criteria and their justification</w:t>
      </w:r>
    </w:p>
    <w:p w14:paraId="44796091" w14:textId="77777777" w:rsidR="00164FF5" w:rsidRDefault="00861641">
      <w:pPr>
        <w:pStyle w:val="pstyleComments"/>
      </w:pPr>
      <w:r>
        <w:rPr>
          <w:rStyle w:val="styleC3comment"/>
        </w:rPr>
        <w:t>Tick the box against each criterion applied to the designation of the Ramsar Site. All criteria which apply should be ticked. Please explain why you selected a criterion by filling in the relevant fields on this page, on the three other pages of this section 'Criteria &amp; justification' and on the 'Wetland types' page of the section 'What is the site like?'.</w:t>
      </w:r>
    </w:p>
    <w:p w14:paraId="7F7A7B54" w14:textId="77777777" w:rsidR="00164FF5" w:rsidRDefault="00164FF5"/>
    <w:p w14:paraId="18DA51DC" w14:textId="77777777" w:rsidR="00164FF5" w:rsidRDefault="00861641">
      <w:pPr>
        <w:spacing w:after="0" w:line="240" w:lineRule="auto"/>
        <w:ind w:left="216"/>
      </w:pPr>
      <w:r>
        <w:rPr>
          <w:rStyle w:val="styleRad"/>
        </w:rPr>
        <w:t xml:space="preserve"> [x] </w:t>
      </w:r>
      <w:r>
        <w:rPr>
          <w:rStyle w:val="styleL2"/>
        </w:rPr>
        <w:t xml:space="preserve"> Criterion 1: Representative, rare or unique natural or near-natural wetland types</w:t>
      </w:r>
    </w:p>
    <w:p w14:paraId="0A8320A5" w14:textId="77777777" w:rsidR="00164FF5" w:rsidRDefault="00861641">
      <w:pPr>
        <w:spacing w:before="30" w:after="25" w:line="240" w:lineRule="auto"/>
        <w:ind w:left="57"/>
      </w:pPr>
      <w:r>
        <w:rPr>
          <w:rStyle w:val="styleHint1txt"/>
        </w:rPr>
        <w:t xml:space="preserve"> To justify this Criterion, please select at least one wetland type as representative,  rare or unique in the section What is the site like? &gt; Wetland types and provide further details in at least one of the three boxes below. </w:t>
      </w:r>
    </w:p>
    <w:p w14:paraId="63880480" w14:textId="77777777" w:rsidR="00164FF5" w:rsidRDefault="00861641">
      <w:pPr>
        <w:pStyle w:val="pstyleLabels"/>
      </w:pPr>
      <w:r>
        <w:rPr>
          <w:rStyle w:val="styleC3"/>
        </w:rPr>
        <w:t>Hydrological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1D08CEB7"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42182EE" w14:textId="77777777" w:rsidR="00164FF5" w:rsidRDefault="00164FF5"/>
        </w:tc>
        <w:tc>
          <w:tcPr>
            <w:tcW w:w="9500" w:type="dxa"/>
          </w:tcPr>
          <w:p w14:paraId="44A8DBE6" w14:textId="77777777" w:rsidR="00164FF5" w:rsidRDefault="00164FF5">
            <w:pPr>
              <w:spacing w:before="30" w:after="25" w:line="240" w:lineRule="auto"/>
              <w:ind w:left="57"/>
            </w:pPr>
          </w:p>
        </w:tc>
      </w:tr>
    </w:tbl>
    <w:p w14:paraId="75EEF2E2" w14:textId="77777777" w:rsidR="00164FF5" w:rsidRDefault="00861641">
      <w:pPr>
        <w:pStyle w:val="pstyleLabels"/>
      </w:pPr>
      <w:r>
        <w:rPr>
          <w:rStyle w:val="styleC3"/>
        </w:rPr>
        <w:t>Other ecosystem services provided</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01B8790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AE8AEFA" w14:textId="77777777" w:rsidR="00164FF5" w:rsidRDefault="00164FF5"/>
        </w:tc>
        <w:tc>
          <w:tcPr>
            <w:tcW w:w="9500" w:type="dxa"/>
          </w:tcPr>
          <w:p w14:paraId="7B8D95CB" w14:textId="77777777" w:rsidR="00164FF5" w:rsidRDefault="00164FF5">
            <w:pPr>
              <w:spacing w:before="30" w:after="25" w:line="240" w:lineRule="auto"/>
              <w:ind w:left="57"/>
            </w:pPr>
          </w:p>
        </w:tc>
      </w:tr>
    </w:tbl>
    <w:p w14:paraId="1D077A6D" w14:textId="77777777" w:rsidR="00164FF5" w:rsidRDefault="00861641">
      <w:pPr>
        <w:pStyle w:val="pstyleLabels"/>
      </w:pPr>
      <w:r>
        <w:rPr>
          <w:rStyle w:val="styleC3"/>
        </w:rPr>
        <w:t>Other reasons</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4C34266E"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2F077A0" w14:textId="77777777" w:rsidR="00164FF5" w:rsidRDefault="00164FF5"/>
        </w:tc>
        <w:tc>
          <w:tcPr>
            <w:tcW w:w="9500" w:type="dxa"/>
          </w:tcPr>
          <w:p w14:paraId="1E29FF4E" w14:textId="77777777" w:rsidR="00164FF5" w:rsidRDefault="00861641">
            <w:pPr>
              <w:spacing w:before="30" w:after="25" w:line="240" w:lineRule="auto"/>
              <w:ind w:left="57"/>
            </w:pPr>
            <w:r>
              <w:rPr>
                <w:rStyle w:val="styleDatatxt"/>
              </w:rPr>
              <w:t>Lake Pinaroo is located in the Lake Eyre drainage division which is  characterized by extreme climatic variability including high rates of evaporation, erratic flood periods and extended dry periods. Lake Pinaroo only fills when Frome Swamp overflows during intense local rainfall events. However, once full the lake can take up to seven years to become dry again. This longevity between rainfall and ephemeral nature of the system make it unique. Lake Pinaroo is the largest terminal basin found within NSW within the Simpson-Strzelecki Dunefields bioregion, which is thought to be the largest example of a linear sand dune environment in the world. Only a small portion of this region is found in NSW.</w:t>
            </w:r>
          </w:p>
        </w:tc>
      </w:tr>
    </w:tbl>
    <w:p w14:paraId="07B334AA" w14:textId="77777777" w:rsidR="00164FF5" w:rsidRDefault="00164FF5"/>
    <w:p w14:paraId="00F8040D" w14:textId="77777777" w:rsidR="00164FF5" w:rsidRDefault="00861641">
      <w:pPr>
        <w:spacing w:after="0" w:line="240" w:lineRule="auto"/>
        <w:ind w:left="216"/>
      </w:pPr>
      <w:r>
        <w:rPr>
          <w:rStyle w:val="styleRad"/>
        </w:rPr>
        <w:t xml:space="preserve"> [x] </w:t>
      </w:r>
      <w:r>
        <w:rPr>
          <w:rStyle w:val="styleL2"/>
        </w:rPr>
        <w:t xml:space="preserve"> Criterion 2 : Rare species and threatened ecological communities</w:t>
      </w:r>
    </w:p>
    <w:p w14:paraId="45C0133B" w14:textId="77777777" w:rsidR="00164FF5" w:rsidRDefault="00861641">
      <w:pPr>
        <w:spacing w:before="30" w:after="25" w:line="240" w:lineRule="auto"/>
        <w:ind w:left="57"/>
      </w:pPr>
      <w:r>
        <w:rPr>
          <w:rStyle w:val="styleHint1txt"/>
        </w:rPr>
        <w:t xml:space="preserve"> To justify this Criterion, please give details below on: </w:t>
      </w:r>
    </w:p>
    <w:p w14:paraId="74AE943A" w14:textId="77777777" w:rsidR="00164FF5" w:rsidRDefault="00861641">
      <w:pPr>
        <w:spacing w:before="30" w:after="25" w:line="240" w:lineRule="auto"/>
        <w:ind w:left="57"/>
      </w:pPr>
      <w:r>
        <w:rPr>
          <w:rStyle w:val="styleHint1txt"/>
        </w:rPr>
        <w:t xml:space="preserve"> - relevant plant species in the section Criteria &amp; justification&gt; Plant species (3.2)   </w:t>
      </w:r>
    </w:p>
    <w:p w14:paraId="6879598C" w14:textId="77777777" w:rsidR="00164FF5" w:rsidRDefault="00861641">
      <w:pPr>
        <w:spacing w:before="30" w:after="25" w:line="240" w:lineRule="auto"/>
        <w:ind w:left="57"/>
      </w:pPr>
      <w:r>
        <w:rPr>
          <w:rStyle w:val="styleHint1txt"/>
        </w:rPr>
        <w:t xml:space="preserve"> - relevant animal species in the section Criteria &amp; justification&gt; Animal species (3.3)   </w:t>
      </w:r>
    </w:p>
    <w:p w14:paraId="126D4008" w14:textId="77777777" w:rsidR="00164FF5" w:rsidRDefault="00861641">
      <w:pPr>
        <w:spacing w:before="30" w:after="25" w:line="240" w:lineRule="auto"/>
        <w:ind w:left="57"/>
      </w:pPr>
      <w:r>
        <w:rPr>
          <w:rStyle w:val="styleHint1txt"/>
        </w:rPr>
        <w:t xml:space="preserve"> - relevant ecological communities in the section Criteria &amp; justification&gt; Ecological communities (3.4)   </w:t>
      </w:r>
    </w:p>
    <w:p w14:paraId="043E232A" w14:textId="77777777" w:rsidR="00164FF5" w:rsidRDefault="00861641">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2ABB43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ED7B4D5" w14:textId="77777777" w:rsidR="00164FF5" w:rsidRDefault="00164FF5"/>
        </w:tc>
        <w:tc>
          <w:tcPr>
            <w:tcW w:w="9500" w:type="dxa"/>
          </w:tcPr>
          <w:p w14:paraId="14414086" w14:textId="77777777" w:rsidR="00164FF5" w:rsidRDefault="00164FF5">
            <w:pPr>
              <w:pStyle w:val="pStyle"/>
              <w:rPr>
                <w:rStyle w:val="almostEmpty"/>
              </w:rPr>
            </w:pPr>
          </w:p>
          <w:p w14:paraId="265512CC" w14:textId="77777777" w:rsidR="00164FF5" w:rsidRDefault="00861641">
            <w:pPr>
              <w:spacing w:after="0" w:line="240" w:lineRule="auto"/>
              <w:ind w:left="57"/>
            </w:pPr>
            <w:r>
              <w:rPr>
                <w:rStyle w:val="styleDatatxt"/>
              </w:rPr>
              <w:t xml:space="preserve">Lake Pinaroo provides valuable habitat in the region, particularly for threatened species. The size of the lake and its capacity to retain water are thought to play a crucial role in the survival of many species of plants and animals in the immediate and surrounding areas. Nine threatened fauna species under the EPBC Act have been recorded at Lake Pinaroo Ramsar site.    </w:t>
            </w:r>
          </w:p>
          <w:p w14:paraId="28BEE5D7" w14:textId="77777777" w:rsidR="00164FF5" w:rsidRDefault="00164FF5">
            <w:pPr>
              <w:pStyle w:val="pStyle"/>
              <w:rPr>
                <w:rStyle w:val="almostEmpty"/>
              </w:rPr>
            </w:pPr>
          </w:p>
          <w:p w14:paraId="3E8438C1" w14:textId="77777777" w:rsidR="00164FF5" w:rsidRDefault="00861641">
            <w:pPr>
              <w:spacing w:after="0" w:line="240" w:lineRule="auto"/>
              <w:ind w:left="57"/>
            </w:pPr>
            <w:r>
              <w:rPr>
                <w:rStyle w:val="styleDatatxt"/>
              </w:rPr>
              <w:t xml:space="preserve"> </w:t>
            </w:r>
          </w:p>
          <w:p w14:paraId="7182212C" w14:textId="77777777" w:rsidR="00164FF5" w:rsidRDefault="00164FF5">
            <w:pPr>
              <w:pStyle w:val="pStyle"/>
              <w:rPr>
                <w:rStyle w:val="almostEmpty"/>
              </w:rPr>
            </w:pPr>
          </w:p>
          <w:p w14:paraId="283F85C1" w14:textId="77777777" w:rsidR="00164FF5" w:rsidRDefault="00861641">
            <w:pPr>
              <w:spacing w:after="0" w:line="240" w:lineRule="auto"/>
              <w:ind w:left="57"/>
            </w:pPr>
            <w:r>
              <w:rPr>
                <w:rStyle w:val="styleDatatxt"/>
              </w:rPr>
              <w:t xml:space="preserve">The eastern long-eared bat (Nyctophilus timoriensis), listed as data deficient on the IUCN) Red List, (although the population trend is noted as decreasing) and as vulnerable under the Environment Protection and Biodiversity Conservation (EPBC) Act 1999 (Cwlth), have been recorded in Sturt National Park and would likely occur within the Ramsar site.    </w:t>
            </w:r>
          </w:p>
          <w:p w14:paraId="27FAFED4" w14:textId="77777777" w:rsidR="00164FF5" w:rsidRDefault="00164FF5">
            <w:pPr>
              <w:pStyle w:val="pStyle"/>
              <w:rPr>
                <w:rStyle w:val="almostEmpty"/>
              </w:rPr>
            </w:pPr>
          </w:p>
          <w:p w14:paraId="630EC9F4" w14:textId="77777777" w:rsidR="00164FF5" w:rsidRDefault="00861641">
            <w:pPr>
              <w:spacing w:after="0" w:line="240" w:lineRule="auto"/>
              <w:ind w:left="57"/>
            </w:pPr>
            <w:r>
              <w:rPr>
                <w:rStyle w:val="styleDatatxt"/>
              </w:rPr>
              <w:t xml:space="preserve"> </w:t>
            </w:r>
          </w:p>
          <w:p w14:paraId="496685A8" w14:textId="77777777" w:rsidR="00164FF5" w:rsidRDefault="00164FF5">
            <w:pPr>
              <w:pStyle w:val="pStyle"/>
              <w:rPr>
                <w:rStyle w:val="almostEmpty"/>
              </w:rPr>
            </w:pPr>
          </w:p>
          <w:p w14:paraId="7D226D12" w14:textId="77777777" w:rsidR="00164FF5" w:rsidRDefault="00861641">
            <w:pPr>
              <w:spacing w:after="0" w:line="240" w:lineRule="auto"/>
              <w:ind w:left="57"/>
            </w:pPr>
            <w:r>
              <w:rPr>
                <w:rStyle w:val="styleDatatxt"/>
              </w:rPr>
              <w:t xml:space="preserve">Lake Pinaroo supports migratory shorebird species which are listed under international migratory bird agreements (JAMBA, CAMBA and ROKAMBA), the Bonn Convention and under the EPBC Act. These migratory shorebirds include the Red-Necked Stint  (Calidris ruficollis), Freckled Duck (Stictonetta naevosa), Common Greenshank (Tringa nebularia), Marsh Sandpiper (Tringa stagnatilis) and the Black Tailed Godwit (Limosa limosa).   Migratory shorebirds visit Australia during their non-breeding season (August–April) and have breeding sites in Siberia and Alaska.      </w:t>
            </w:r>
          </w:p>
          <w:p w14:paraId="2CBF5316" w14:textId="77777777" w:rsidR="00164FF5" w:rsidRDefault="00164FF5">
            <w:pPr>
              <w:pStyle w:val="pStyle"/>
              <w:rPr>
                <w:rStyle w:val="almostEmpty"/>
              </w:rPr>
            </w:pPr>
          </w:p>
          <w:p w14:paraId="42E33D19" w14:textId="77777777" w:rsidR="00164FF5" w:rsidRDefault="00164FF5">
            <w:pPr>
              <w:spacing w:after="0" w:line="240" w:lineRule="auto"/>
              <w:ind w:left="57"/>
            </w:pPr>
          </w:p>
        </w:tc>
      </w:tr>
    </w:tbl>
    <w:p w14:paraId="302D4413" w14:textId="77777777" w:rsidR="00164FF5" w:rsidRDefault="00164FF5"/>
    <w:p w14:paraId="5399592E" w14:textId="77777777" w:rsidR="00164FF5" w:rsidRDefault="00861641">
      <w:pPr>
        <w:spacing w:after="0" w:line="240" w:lineRule="auto"/>
        <w:ind w:left="216"/>
      </w:pPr>
      <w:r>
        <w:rPr>
          <w:rStyle w:val="styleRad"/>
        </w:rPr>
        <w:t xml:space="preserve"> [x] </w:t>
      </w:r>
      <w:r>
        <w:rPr>
          <w:rStyle w:val="styleL2"/>
        </w:rPr>
        <w:t xml:space="preserve"> Criterion 3 : Biological diversity</w:t>
      </w:r>
    </w:p>
    <w:p w14:paraId="3CFF101B" w14:textId="77777777" w:rsidR="00164FF5" w:rsidRDefault="00861641">
      <w:pPr>
        <w:spacing w:before="30" w:after="25" w:line="240" w:lineRule="auto"/>
        <w:ind w:left="57"/>
      </w:pPr>
      <w:r>
        <w:rPr>
          <w:rStyle w:val="styleHint1txt"/>
        </w:rPr>
        <w:t xml:space="preserve"> To justify this Criterion, please give details in the box below. If you want to name any specific species, please give details on: </w:t>
      </w:r>
    </w:p>
    <w:p w14:paraId="20199FD9" w14:textId="77777777" w:rsidR="00164FF5" w:rsidRDefault="00861641">
      <w:pPr>
        <w:spacing w:before="30" w:after="25" w:line="240" w:lineRule="auto"/>
        <w:ind w:left="57"/>
      </w:pPr>
      <w:r>
        <w:rPr>
          <w:rStyle w:val="styleHint1txt"/>
        </w:rPr>
        <w:t xml:space="preserve"> - relevant plant species in the section Criteria &amp; justification&gt; Plant species (3.2)   </w:t>
      </w:r>
    </w:p>
    <w:p w14:paraId="1215F89D" w14:textId="77777777" w:rsidR="00164FF5" w:rsidRDefault="00861641">
      <w:pPr>
        <w:spacing w:before="30" w:after="25" w:line="240" w:lineRule="auto"/>
        <w:ind w:left="57"/>
      </w:pPr>
      <w:r>
        <w:rPr>
          <w:rStyle w:val="styleHint1txt"/>
        </w:rPr>
        <w:t xml:space="preserve"> - relevant animal species in the section Criteria &amp; justification&gt; Animal species (3.3)   </w:t>
      </w:r>
    </w:p>
    <w:p w14:paraId="6FEF5C06" w14:textId="77777777" w:rsidR="00164FF5" w:rsidRDefault="00861641">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0F43F18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CAA4CD6" w14:textId="77777777" w:rsidR="00164FF5" w:rsidRDefault="00164FF5"/>
        </w:tc>
        <w:tc>
          <w:tcPr>
            <w:tcW w:w="9500" w:type="dxa"/>
          </w:tcPr>
          <w:p w14:paraId="3C5294EB" w14:textId="77777777" w:rsidR="00164FF5" w:rsidRDefault="00164FF5">
            <w:pPr>
              <w:pStyle w:val="pStyle"/>
              <w:rPr>
                <w:rStyle w:val="almostEmpty"/>
              </w:rPr>
            </w:pPr>
          </w:p>
          <w:p w14:paraId="4727D9C8" w14:textId="77777777" w:rsidR="00164FF5" w:rsidRDefault="00861641">
            <w:pPr>
              <w:spacing w:after="0" w:line="240" w:lineRule="auto"/>
              <w:ind w:left="57"/>
            </w:pPr>
            <w:r>
              <w:rPr>
                <w:rStyle w:val="styleDatatxt"/>
              </w:rPr>
              <w:t xml:space="preserve">A total of 195 bird species and subspecies have been reported from Sturt National Park, 61 of these are waterbird species. When filled to capacity, Lake Pinaroo holds water much longer than any other wetland within the region, providing a reliable breeding area for substantial numbers of waterbirds.   Briggs in 1980 describes ‘hundreds to thousands of duck, coot and grebe’ being seen in November 1979, ‘with probably 200-400 freckled duck’, a threatened species in NSW. Lake Pinaroo also provides an important non-breeding refuge for birds that may have bred on other wetlands, particularly interdune swamps that hold water for relatively short periods (4–6 months). These include, for example, black swan (Cygnus atratus), pink-eared duck (Malacorhynchus membranaceus), grey teal (Anas gracilis), black-tailed native hen (Gallinula ventralis), banded lapwing (Vanellus tricolor), masked lapwing (Vanellus miles), red-kneed dotterel (Erythrogonys cinctus) and brolga (Grus rubicunda).   </w:t>
            </w:r>
          </w:p>
          <w:p w14:paraId="5EDAA266" w14:textId="77777777" w:rsidR="00164FF5" w:rsidRDefault="00164FF5">
            <w:pPr>
              <w:pStyle w:val="pStyle"/>
              <w:rPr>
                <w:rStyle w:val="almostEmpty"/>
              </w:rPr>
            </w:pPr>
          </w:p>
          <w:p w14:paraId="04950D9B" w14:textId="77777777" w:rsidR="00164FF5" w:rsidRDefault="00861641">
            <w:pPr>
              <w:spacing w:after="0" w:line="240" w:lineRule="auto"/>
              <w:ind w:left="57"/>
            </w:pPr>
            <w:r>
              <w:rPr>
                <w:rStyle w:val="styleDatatxt"/>
              </w:rPr>
              <w:t xml:space="preserve"> </w:t>
            </w:r>
          </w:p>
          <w:p w14:paraId="6537B206" w14:textId="77777777" w:rsidR="00164FF5" w:rsidRDefault="00164FF5">
            <w:pPr>
              <w:pStyle w:val="pStyle"/>
              <w:rPr>
                <w:rStyle w:val="almostEmpty"/>
              </w:rPr>
            </w:pPr>
          </w:p>
          <w:p w14:paraId="24B56B4B" w14:textId="77777777" w:rsidR="00164FF5" w:rsidRDefault="00861641">
            <w:pPr>
              <w:spacing w:after="0" w:line="240" w:lineRule="auto"/>
              <w:ind w:left="57"/>
            </w:pPr>
            <w:r>
              <w:rPr>
                <w:rStyle w:val="styleDatatxt"/>
              </w:rPr>
              <w:t xml:space="preserve">The striped-faced dunnart (Sminthopsis macroura) and Forrest’s mouse (Leggadina forresti), are listed vulnerable under the NSW Biodiversity Conservation (BCA) Act 2016 (NSW) and occur at this site. In January 1980, 153 Freckled Duck (Stictonetta naevosa) and 16 Blue-billed Duck (Oxyura australis) were recorded at Lake Pinaroo (Briggs 1980). Both of these species are threatened in NSW (TSC Act). Five threatened reptile species have been recorded at Lake Pinaroo including the endangered Interior Blind Snake (Ramphotyphlops endoterus) and Slender blue-tongue (Cyclodomorphus venustus).    </w:t>
            </w:r>
          </w:p>
          <w:p w14:paraId="5EE1F14A" w14:textId="77777777" w:rsidR="00164FF5" w:rsidRDefault="00164FF5">
            <w:pPr>
              <w:pStyle w:val="pStyle"/>
              <w:rPr>
                <w:rStyle w:val="almostEmpty"/>
              </w:rPr>
            </w:pPr>
          </w:p>
          <w:p w14:paraId="1CF283F1" w14:textId="77777777" w:rsidR="00164FF5" w:rsidRDefault="00861641">
            <w:pPr>
              <w:spacing w:after="0" w:line="240" w:lineRule="auto"/>
              <w:ind w:left="57"/>
            </w:pPr>
            <w:r>
              <w:rPr>
                <w:rStyle w:val="styleDatatxt"/>
              </w:rPr>
              <w:t xml:space="preserve"> </w:t>
            </w:r>
          </w:p>
          <w:p w14:paraId="1EBC8926" w14:textId="77777777" w:rsidR="00164FF5" w:rsidRDefault="00164FF5">
            <w:pPr>
              <w:pStyle w:val="pStyle"/>
              <w:rPr>
                <w:rStyle w:val="almostEmpty"/>
              </w:rPr>
            </w:pPr>
          </w:p>
          <w:p w14:paraId="41E62D0E" w14:textId="77777777" w:rsidR="00164FF5" w:rsidRDefault="00861641">
            <w:pPr>
              <w:spacing w:after="0" w:line="240" w:lineRule="auto"/>
              <w:ind w:left="57"/>
            </w:pPr>
            <w:r>
              <w:rPr>
                <w:rStyle w:val="styleDatatxt"/>
              </w:rPr>
              <w:t xml:space="preserve">The Long-haired Rat was seen in large numbers near Lake Pinaroo after heavy rains in 1974 and 1976. This species is known to undergo rapid increases in populations, primarily as a result of immigration after large rainfall events. This species of rat is listed as vulnerable in NSW (BCA) and further monitoring is required to determine whether the wetland could support greater than 1% of this species during flood periods. This would qualify Lake Pinaroo under Criterion 9 of the Ramsar Convention.   </w:t>
            </w:r>
          </w:p>
          <w:p w14:paraId="365B390B" w14:textId="77777777" w:rsidR="00164FF5" w:rsidRDefault="00164FF5">
            <w:pPr>
              <w:pStyle w:val="pStyle"/>
              <w:rPr>
                <w:rStyle w:val="almostEmpty"/>
              </w:rPr>
            </w:pPr>
          </w:p>
          <w:p w14:paraId="64A8355C" w14:textId="77777777" w:rsidR="00164FF5" w:rsidRDefault="00861641">
            <w:pPr>
              <w:spacing w:after="0" w:line="240" w:lineRule="auto"/>
              <w:ind w:left="57"/>
            </w:pPr>
            <w:r>
              <w:rPr>
                <w:rStyle w:val="styleDatatxt"/>
              </w:rPr>
              <w:t xml:space="preserve"> </w:t>
            </w:r>
          </w:p>
          <w:p w14:paraId="2413E683" w14:textId="77777777" w:rsidR="00164FF5" w:rsidRDefault="00164FF5">
            <w:pPr>
              <w:pStyle w:val="pStyle"/>
              <w:rPr>
                <w:rStyle w:val="almostEmpty"/>
              </w:rPr>
            </w:pPr>
          </w:p>
          <w:p w14:paraId="2A7EEC22" w14:textId="77777777" w:rsidR="00164FF5" w:rsidRDefault="00861641">
            <w:pPr>
              <w:spacing w:after="0" w:line="240" w:lineRule="auto"/>
              <w:ind w:left="57"/>
            </w:pPr>
            <w:r>
              <w:rPr>
                <w:rStyle w:val="styleDatatxt"/>
              </w:rPr>
              <w:t xml:space="preserve">There are four threatened plant species known to occur in Sturt National Park including the Desert carpet weed (Glinus orygioides) and water weed (Osteocarpum pentapterum) which are presumed to be extinct. The blue trumpet (yam) (Dipteracanthus australasicus ssp. corynothecus) and crumbweed (Dysphania platycarpa), are both listed as endangered under the BC Act (NSW) and may occur at Lake Pinaroo and Frome Swamp.   </w:t>
            </w:r>
          </w:p>
          <w:p w14:paraId="6235A533" w14:textId="77777777" w:rsidR="00164FF5" w:rsidRDefault="00164FF5">
            <w:pPr>
              <w:pStyle w:val="pStyle"/>
              <w:rPr>
                <w:rStyle w:val="almostEmpty"/>
              </w:rPr>
            </w:pPr>
          </w:p>
          <w:p w14:paraId="3F0F6EFE" w14:textId="77777777" w:rsidR="00164FF5" w:rsidRDefault="00861641">
            <w:pPr>
              <w:spacing w:after="0" w:line="240" w:lineRule="auto"/>
              <w:ind w:left="57"/>
            </w:pPr>
            <w:r>
              <w:rPr>
                <w:rStyle w:val="styleDatatxt"/>
              </w:rPr>
              <w:t xml:space="preserve"> </w:t>
            </w:r>
          </w:p>
          <w:p w14:paraId="4E21DB77" w14:textId="77777777" w:rsidR="00164FF5" w:rsidRDefault="00164FF5">
            <w:pPr>
              <w:pStyle w:val="pStyle"/>
              <w:rPr>
                <w:rStyle w:val="almostEmpty"/>
              </w:rPr>
            </w:pPr>
          </w:p>
          <w:p w14:paraId="03ED523B" w14:textId="77777777" w:rsidR="00164FF5" w:rsidRDefault="00861641">
            <w:pPr>
              <w:spacing w:after="0" w:line="240" w:lineRule="auto"/>
              <w:ind w:left="57"/>
            </w:pPr>
            <w:r>
              <w:rPr>
                <w:rStyle w:val="styleDatatxt"/>
              </w:rPr>
              <w:t xml:space="preserve">The blue trumpet (yam) (Dipteracanthus australasicus ssp. corynothecus) and crumbweed (Dysphania platycarpa), are both listed as endangered under the BC Act (NSW) and may occur at Lake Pinaroo and Fromes Swamp. </w:t>
            </w:r>
          </w:p>
          <w:p w14:paraId="4278476C" w14:textId="77777777" w:rsidR="00164FF5" w:rsidRDefault="00164FF5">
            <w:pPr>
              <w:pStyle w:val="pStyle"/>
              <w:rPr>
                <w:rStyle w:val="almostEmpty"/>
              </w:rPr>
            </w:pPr>
          </w:p>
          <w:p w14:paraId="1B58D799" w14:textId="77777777" w:rsidR="00164FF5" w:rsidRDefault="00861641">
            <w:pPr>
              <w:spacing w:after="0" w:line="240" w:lineRule="auto"/>
              <w:ind w:left="57"/>
            </w:pPr>
            <w:r>
              <w:rPr>
                <w:rStyle w:val="styleDatatxt"/>
              </w:rPr>
              <w:t xml:space="preserve"> </w:t>
            </w:r>
          </w:p>
          <w:p w14:paraId="3A53C87F" w14:textId="77777777" w:rsidR="00164FF5" w:rsidRDefault="00164FF5">
            <w:pPr>
              <w:pStyle w:val="pStyle"/>
              <w:rPr>
                <w:rStyle w:val="almostEmpty"/>
              </w:rPr>
            </w:pPr>
          </w:p>
          <w:p w14:paraId="3B3F87A7" w14:textId="77777777" w:rsidR="00164FF5" w:rsidRDefault="00164FF5">
            <w:pPr>
              <w:spacing w:after="0" w:line="240" w:lineRule="auto"/>
              <w:ind w:left="57"/>
            </w:pPr>
          </w:p>
        </w:tc>
      </w:tr>
    </w:tbl>
    <w:p w14:paraId="3C94A18E" w14:textId="77777777" w:rsidR="00164FF5" w:rsidRDefault="00164FF5"/>
    <w:p w14:paraId="2D068733" w14:textId="77777777" w:rsidR="00164FF5" w:rsidRDefault="00861641">
      <w:pPr>
        <w:spacing w:after="0" w:line="240" w:lineRule="auto"/>
        <w:ind w:left="216"/>
      </w:pPr>
      <w:r>
        <w:rPr>
          <w:rStyle w:val="styleRad"/>
        </w:rPr>
        <w:t xml:space="preserve"> [x] </w:t>
      </w:r>
      <w:r>
        <w:rPr>
          <w:rStyle w:val="styleL2"/>
        </w:rPr>
        <w:t xml:space="preserve"> Criterion 4 : Support during critical life cycle stage or in adverse conditions</w:t>
      </w:r>
    </w:p>
    <w:p w14:paraId="6E7D755C" w14:textId="77777777" w:rsidR="00164FF5" w:rsidRDefault="00861641">
      <w:pPr>
        <w:spacing w:before="30" w:after="25" w:line="240" w:lineRule="auto"/>
        <w:ind w:left="57"/>
      </w:pPr>
      <w:r>
        <w:rPr>
          <w:rStyle w:val="styleHint1txt"/>
        </w:rPr>
        <w:t xml:space="preserve"> To justify this Criterion, please give details below on: </w:t>
      </w:r>
    </w:p>
    <w:p w14:paraId="5E0C2F59" w14:textId="77777777" w:rsidR="00164FF5" w:rsidRDefault="00861641">
      <w:pPr>
        <w:spacing w:before="30" w:after="25" w:line="240" w:lineRule="auto"/>
        <w:ind w:left="57"/>
      </w:pPr>
      <w:r>
        <w:rPr>
          <w:rStyle w:val="styleHint1txt"/>
        </w:rPr>
        <w:t xml:space="preserve"> - relevant plant species in the section Criteria &amp; justification&gt; Plant species (3.2)   </w:t>
      </w:r>
    </w:p>
    <w:p w14:paraId="14815CF3" w14:textId="77777777" w:rsidR="00164FF5" w:rsidRDefault="00861641">
      <w:pPr>
        <w:spacing w:before="30" w:after="25" w:line="240" w:lineRule="auto"/>
        <w:ind w:left="57"/>
      </w:pPr>
      <w:r>
        <w:rPr>
          <w:rStyle w:val="styleHint1txt"/>
        </w:rPr>
        <w:t xml:space="preserve"> - relevant animal species in the section Criteria &amp; justification&gt; Animal species (3.3)   </w:t>
      </w:r>
    </w:p>
    <w:p w14:paraId="41D7942B" w14:textId="77777777" w:rsidR="00164FF5" w:rsidRDefault="00861641">
      <w:pPr>
        <w:spacing w:before="30" w:after="25" w:line="240" w:lineRule="auto"/>
        <w:ind w:left="57"/>
      </w:pPr>
      <w:r>
        <w:rPr>
          <w:rStyle w:val="styleHint1txt"/>
        </w:rPr>
        <w:t xml:space="preserve">  and explain the life cycle stage or nature of adverse conditions in the accompanying 'justification' box. </w:t>
      </w:r>
    </w:p>
    <w:p w14:paraId="065C10D0" w14:textId="77777777" w:rsidR="00164FF5" w:rsidRDefault="00861641">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4A70B5FE"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4FDB137" w14:textId="77777777" w:rsidR="00164FF5" w:rsidRDefault="00164FF5"/>
        </w:tc>
        <w:tc>
          <w:tcPr>
            <w:tcW w:w="9500" w:type="dxa"/>
          </w:tcPr>
          <w:p w14:paraId="6384408D" w14:textId="77777777" w:rsidR="00164FF5" w:rsidRDefault="00164FF5">
            <w:pPr>
              <w:pStyle w:val="pStyle"/>
              <w:rPr>
                <w:rStyle w:val="almostEmpty"/>
              </w:rPr>
            </w:pPr>
          </w:p>
          <w:p w14:paraId="63AD5C8E" w14:textId="77777777" w:rsidR="00164FF5" w:rsidRDefault="00861641">
            <w:pPr>
              <w:spacing w:after="0" w:line="240" w:lineRule="auto"/>
              <w:ind w:left="57"/>
            </w:pPr>
            <w:r>
              <w:rPr>
                <w:rStyle w:val="styleDatatxt"/>
              </w:rPr>
              <w:t xml:space="preserve">The size of Lake Pinaroo and its capacity to retain water plays a crucial role for the survival of many species of plants and animals in the immediate and surrounding areas. Species known for their long distance movements such as the grey teal (Anas gracilis) and the pink-eared duck (Malacorhynchus membranaceus) have been recorded at Lake Pinaroo. It is likely that they migrate there to survive periods of drought. Lake Pinaroo supports up to 40 waterbird species, including the Australian pelican (Pelecanus conspicillatus), pied cormorant (Phalacorax varius), Australian wood duck (Chenonettas jubata), Pacific heron (Ardea pacifica), yellow-billed spoonbill (Platalea flavipes) and red-necked avocet (Recurvirostra novaehollandiae). </w:t>
            </w:r>
          </w:p>
          <w:p w14:paraId="0CC48CAE" w14:textId="77777777" w:rsidR="00164FF5" w:rsidRDefault="00164FF5">
            <w:pPr>
              <w:pStyle w:val="pStyle"/>
              <w:rPr>
                <w:rStyle w:val="almostEmpty"/>
              </w:rPr>
            </w:pPr>
          </w:p>
          <w:p w14:paraId="6B55A18F" w14:textId="77777777" w:rsidR="00164FF5" w:rsidRDefault="00861641">
            <w:pPr>
              <w:spacing w:after="0" w:line="240" w:lineRule="auto"/>
              <w:ind w:left="57"/>
            </w:pPr>
            <w:r>
              <w:rPr>
                <w:rStyle w:val="styleDatatxt"/>
              </w:rPr>
              <w:t xml:space="preserve"> </w:t>
            </w:r>
          </w:p>
          <w:p w14:paraId="4F23ED8C" w14:textId="77777777" w:rsidR="00164FF5" w:rsidRDefault="00164FF5">
            <w:pPr>
              <w:pStyle w:val="pStyle"/>
              <w:rPr>
                <w:rStyle w:val="almostEmpty"/>
              </w:rPr>
            </w:pPr>
          </w:p>
          <w:p w14:paraId="305D04C7" w14:textId="77777777" w:rsidR="00164FF5" w:rsidRDefault="00861641">
            <w:pPr>
              <w:spacing w:after="0" w:line="240" w:lineRule="auto"/>
              <w:ind w:left="57"/>
            </w:pPr>
            <w:r>
              <w:rPr>
                <w:rStyle w:val="styleDatatxt"/>
              </w:rPr>
              <w:t xml:space="preserve">Lake Pinaroo acts as an important ‘stop-over’ site for migratory waterbirds such as black-tailed godwit (Limosa limosa), common greenshank (Tringa nebularia), marsh sandpiper (Tringa stagnatilis) and red-necked stint (Calidris ruficollis), that are listed under international migratory bird agreements, including the Japan-Australia Migratory Bird Agreement (JAMBA) and the China-Australia Migratory Bird Agreement (CAMBA). </w:t>
            </w:r>
          </w:p>
          <w:p w14:paraId="7B8D15DD" w14:textId="77777777" w:rsidR="00164FF5" w:rsidRDefault="00164FF5">
            <w:pPr>
              <w:pStyle w:val="pStyle"/>
              <w:rPr>
                <w:rStyle w:val="almostEmpty"/>
              </w:rPr>
            </w:pPr>
          </w:p>
          <w:p w14:paraId="6E8CBBBD" w14:textId="77777777" w:rsidR="00164FF5" w:rsidRDefault="00861641">
            <w:pPr>
              <w:spacing w:after="0" w:line="240" w:lineRule="auto"/>
              <w:ind w:left="57"/>
            </w:pPr>
            <w:r>
              <w:rPr>
                <w:rStyle w:val="styleDatatxt"/>
              </w:rPr>
              <w:t xml:space="preserve"> </w:t>
            </w:r>
          </w:p>
          <w:p w14:paraId="280B36A0" w14:textId="77777777" w:rsidR="00164FF5" w:rsidRDefault="00164FF5">
            <w:pPr>
              <w:pStyle w:val="pStyle"/>
              <w:rPr>
                <w:rStyle w:val="almostEmpty"/>
              </w:rPr>
            </w:pPr>
          </w:p>
          <w:p w14:paraId="513B606E" w14:textId="77777777" w:rsidR="00164FF5" w:rsidRDefault="00861641">
            <w:pPr>
              <w:spacing w:after="0" w:line="240" w:lineRule="auto"/>
              <w:ind w:left="57"/>
            </w:pPr>
            <w:r>
              <w:rPr>
                <w:rStyle w:val="styleDatatxt"/>
              </w:rPr>
              <w:t xml:space="preserve">In general, inland wetlands in Australia are only suitable for brief periods every few years, depending on the annual flooding and rainfall cycles. However, they are still thought to be of major importance to migratory shorebirds, which need to refuel at these sites along their migratory route. Despite this fact, there is generally a poor representation of inland wetlands for shorebirds in the NSW reserve system. </w:t>
            </w:r>
          </w:p>
          <w:p w14:paraId="6DEF40A9" w14:textId="77777777" w:rsidR="00164FF5" w:rsidRDefault="00164FF5">
            <w:pPr>
              <w:pStyle w:val="pStyle"/>
              <w:rPr>
                <w:rStyle w:val="almostEmpty"/>
              </w:rPr>
            </w:pPr>
          </w:p>
          <w:p w14:paraId="0E909865" w14:textId="77777777" w:rsidR="00164FF5" w:rsidRDefault="00861641">
            <w:pPr>
              <w:spacing w:after="0" w:line="240" w:lineRule="auto"/>
              <w:ind w:left="57"/>
            </w:pPr>
            <w:r>
              <w:rPr>
                <w:rStyle w:val="styleDatatxt"/>
              </w:rPr>
              <w:t xml:space="preserve"> </w:t>
            </w:r>
          </w:p>
          <w:p w14:paraId="5C331E0D" w14:textId="77777777" w:rsidR="00164FF5" w:rsidRDefault="00164FF5">
            <w:pPr>
              <w:pStyle w:val="pStyle"/>
              <w:rPr>
                <w:rStyle w:val="almostEmpty"/>
              </w:rPr>
            </w:pPr>
          </w:p>
          <w:p w14:paraId="3014BDE1" w14:textId="77777777" w:rsidR="00164FF5" w:rsidRDefault="00861641">
            <w:pPr>
              <w:spacing w:after="0" w:line="240" w:lineRule="auto"/>
              <w:ind w:left="57"/>
            </w:pPr>
            <w:r>
              <w:rPr>
                <w:rStyle w:val="styleDatatxt"/>
              </w:rPr>
              <w:lastRenderedPageBreak/>
              <w:t xml:space="preserve">Lake Pinaroo acts as a drought refuge for waterbirds and other fauna. Waterbirds tend to congregate at inland wetlands, often in response to a flood. As these areas dry out waterbirds and other wetland dependent species will move to areas which hold water for the longest period of time. As Lake Pinaroo is a terminal basin and the largest wetland in Sturt National Park, it acts as a drought refuge for these wetland species – when water is present it can support large numbers of waterbirds. Lake Pinaroo only fills when Frome Swamp overflows during intense local rainfall events. Once full the lake can take up to seven years to become dry again. </w:t>
            </w:r>
          </w:p>
          <w:p w14:paraId="26C51C75" w14:textId="77777777" w:rsidR="00164FF5" w:rsidRDefault="00164FF5">
            <w:pPr>
              <w:pStyle w:val="pStyle"/>
              <w:rPr>
                <w:rStyle w:val="almostEmpty"/>
              </w:rPr>
            </w:pPr>
          </w:p>
          <w:p w14:paraId="72E1856C" w14:textId="77777777" w:rsidR="00164FF5" w:rsidRDefault="00861641">
            <w:pPr>
              <w:spacing w:after="0" w:line="240" w:lineRule="auto"/>
              <w:ind w:left="57"/>
            </w:pPr>
            <w:r>
              <w:rPr>
                <w:rStyle w:val="styleDatatxt"/>
              </w:rPr>
              <w:t xml:space="preserve"> </w:t>
            </w:r>
          </w:p>
          <w:p w14:paraId="50C88708" w14:textId="77777777" w:rsidR="00164FF5" w:rsidRDefault="00164FF5">
            <w:pPr>
              <w:pStyle w:val="pStyle"/>
              <w:rPr>
                <w:rStyle w:val="almostEmpty"/>
              </w:rPr>
            </w:pPr>
          </w:p>
          <w:p w14:paraId="37F10F0E" w14:textId="77777777" w:rsidR="00164FF5" w:rsidRDefault="00861641">
            <w:pPr>
              <w:spacing w:after="0" w:line="240" w:lineRule="auto"/>
              <w:ind w:left="57"/>
            </w:pPr>
            <w:r>
              <w:rPr>
                <w:rStyle w:val="styleDatatxt"/>
              </w:rPr>
              <w:t xml:space="preserve">Many waterbirds in western NSW, particularly ducks, breed on temporary waters and then move to more permanent waters to survive dry periods. </w:t>
            </w:r>
          </w:p>
          <w:p w14:paraId="35DB5B10" w14:textId="77777777" w:rsidR="00164FF5" w:rsidRDefault="00164FF5">
            <w:pPr>
              <w:pStyle w:val="pStyle"/>
              <w:rPr>
                <w:rStyle w:val="almostEmpty"/>
              </w:rPr>
            </w:pPr>
          </w:p>
          <w:p w14:paraId="3B413986" w14:textId="77777777" w:rsidR="00164FF5" w:rsidRDefault="00861641">
            <w:pPr>
              <w:spacing w:after="0" w:line="240" w:lineRule="auto"/>
              <w:ind w:left="57"/>
            </w:pPr>
            <w:r>
              <w:rPr>
                <w:rStyle w:val="styleDatatxt"/>
              </w:rPr>
              <w:t xml:space="preserve"> </w:t>
            </w:r>
          </w:p>
          <w:p w14:paraId="504892CF" w14:textId="77777777" w:rsidR="00164FF5" w:rsidRDefault="00164FF5">
            <w:pPr>
              <w:pStyle w:val="pStyle"/>
              <w:rPr>
                <w:rStyle w:val="almostEmpty"/>
              </w:rPr>
            </w:pPr>
          </w:p>
          <w:p w14:paraId="0B34F3D5" w14:textId="77777777" w:rsidR="00164FF5" w:rsidRDefault="00861641">
            <w:pPr>
              <w:spacing w:after="0" w:line="240" w:lineRule="auto"/>
              <w:ind w:left="57"/>
            </w:pPr>
            <w:r>
              <w:rPr>
                <w:rStyle w:val="styleDatatxt"/>
              </w:rPr>
              <w:t xml:space="preserve">Lake Pinaroo is also an important source of water for other fauna species such as arid desert birds. An estimated 40% of Australian desert land birds are thought to be water dependent. </w:t>
            </w:r>
          </w:p>
          <w:p w14:paraId="097AE3AF" w14:textId="77777777" w:rsidR="00164FF5" w:rsidRDefault="00164FF5">
            <w:pPr>
              <w:pStyle w:val="pStyle"/>
              <w:rPr>
                <w:rStyle w:val="almostEmpty"/>
              </w:rPr>
            </w:pPr>
          </w:p>
          <w:p w14:paraId="4A7D77FB" w14:textId="77777777" w:rsidR="00164FF5" w:rsidRDefault="00164FF5">
            <w:pPr>
              <w:spacing w:after="0" w:line="240" w:lineRule="auto"/>
              <w:ind w:left="57"/>
            </w:pPr>
          </w:p>
        </w:tc>
      </w:tr>
    </w:tbl>
    <w:p w14:paraId="6102BAFF" w14:textId="77777777" w:rsidR="00164FF5" w:rsidRDefault="00164FF5"/>
    <w:p w14:paraId="40CCADCA" w14:textId="77777777" w:rsidR="00164FF5" w:rsidRDefault="00861641">
      <w:pPr>
        <w:spacing w:after="0" w:line="240" w:lineRule="auto"/>
        <w:ind w:left="216"/>
      </w:pPr>
      <w:r>
        <w:rPr>
          <w:rStyle w:val="styleRad"/>
        </w:rPr>
        <w:t xml:space="preserve"> [  ] </w:t>
      </w:r>
      <w:r>
        <w:rPr>
          <w:rStyle w:val="styleL2"/>
        </w:rPr>
        <w:t xml:space="preserve"> Criterion 5 : &gt;20,000 waterbirds</w:t>
      </w:r>
    </w:p>
    <w:p w14:paraId="07340078" w14:textId="77777777" w:rsidR="00164FF5" w:rsidRDefault="00861641">
      <w:pPr>
        <w:spacing w:before="30" w:after="25" w:line="240" w:lineRule="auto"/>
        <w:ind w:left="57"/>
      </w:pPr>
      <w:r>
        <w:rPr>
          <w:rStyle w:val="styleHint1txt"/>
        </w:rPr>
        <w:t xml:space="preserve"> To justify this Criterion, please give details below on:- the total number of waterbirds and the period of data collection - relevant waterbird species, and if possible their population size, in the section Criteria &amp; justification&gt; Animal species (3.3)   </w:t>
      </w:r>
    </w:p>
    <w:p w14:paraId="7102A626" w14:textId="77777777" w:rsidR="00164FF5" w:rsidRDefault="00861641">
      <w:pPr>
        <w:pStyle w:val="pstyleLabels"/>
      </w:pPr>
      <w:r>
        <w:rPr>
          <w:rStyle w:val="styleC3"/>
        </w:rPr>
        <w:t>Overall waterbird numbers</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6"/>
        <w:gridCol w:w="8831"/>
      </w:tblGrid>
      <w:tr w:rsidR="00164FF5" w14:paraId="3F604EB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DAD069B" w14:textId="77777777" w:rsidR="00164FF5" w:rsidRDefault="00164FF5">
            <w:pPr>
              <w:spacing w:after="0" w:line="240" w:lineRule="auto"/>
              <w:ind w:left="216"/>
            </w:pPr>
          </w:p>
        </w:tc>
        <w:tc>
          <w:tcPr>
            <w:tcW w:w="9500" w:type="dxa"/>
          </w:tcPr>
          <w:p w14:paraId="41E31318" w14:textId="77777777" w:rsidR="00164FF5" w:rsidRDefault="00164FF5">
            <w:pPr>
              <w:spacing w:before="5" w:after="2" w:line="240" w:lineRule="auto"/>
              <w:ind w:left="72"/>
            </w:pPr>
          </w:p>
        </w:tc>
      </w:tr>
    </w:tbl>
    <w:p w14:paraId="6CB7C75F" w14:textId="77777777" w:rsidR="00164FF5" w:rsidRDefault="00861641">
      <w:pPr>
        <w:pStyle w:val="pstyleLabels"/>
      </w:pPr>
      <w:r>
        <w:rPr>
          <w:rStyle w:val="styleC3"/>
        </w:rPr>
        <w:t>Start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6"/>
        <w:gridCol w:w="8831"/>
      </w:tblGrid>
      <w:tr w:rsidR="00164FF5" w14:paraId="424BF8F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1687701" w14:textId="77777777" w:rsidR="00164FF5" w:rsidRDefault="00164FF5">
            <w:pPr>
              <w:spacing w:after="0" w:line="240" w:lineRule="auto"/>
              <w:ind w:left="216"/>
            </w:pPr>
          </w:p>
        </w:tc>
        <w:tc>
          <w:tcPr>
            <w:tcW w:w="9500" w:type="dxa"/>
          </w:tcPr>
          <w:p w14:paraId="7FAA45FD" w14:textId="77777777" w:rsidR="00164FF5" w:rsidRDefault="00164FF5">
            <w:pPr>
              <w:spacing w:before="5" w:after="2" w:line="240" w:lineRule="auto"/>
              <w:ind w:left="72"/>
            </w:pPr>
          </w:p>
        </w:tc>
      </w:tr>
    </w:tbl>
    <w:p w14:paraId="7799FD1B" w14:textId="77777777" w:rsidR="00164FF5" w:rsidRDefault="00861641">
      <w:pPr>
        <w:pStyle w:val="pstyleLabels"/>
      </w:pPr>
      <w:r>
        <w:rPr>
          <w:rStyle w:val="styleC3"/>
        </w:rPr>
        <w:t>End year</w:t>
      </w:r>
      <w:r>
        <w:rPr>
          <w:vertAlign w:val="superscript"/>
        </w:rPr>
        <w:t>*</w:t>
      </w:r>
      <w:r>
        <w:rPr>
          <w:rStyle w:val="styleHint1txt"/>
        </w:rPr>
        <w:t xml:space="preserve"> (This field is mandatory) </w:t>
      </w:r>
    </w:p>
    <w:tbl>
      <w:tblPr>
        <w:tblStyle w:val="myFieldTableStyle2"/>
        <w:tblW w:w="0" w:type="auto"/>
        <w:tblInd w:w="-8" w:type="dxa"/>
        <w:tblLook w:val="04A0" w:firstRow="1" w:lastRow="0" w:firstColumn="1" w:lastColumn="0" w:noHBand="0" w:noVBand="1"/>
      </w:tblPr>
      <w:tblGrid>
        <w:gridCol w:w="196"/>
        <w:gridCol w:w="8831"/>
      </w:tblGrid>
      <w:tr w:rsidR="00164FF5" w14:paraId="42EAF6D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98FE08E" w14:textId="77777777" w:rsidR="00164FF5" w:rsidRDefault="00164FF5">
            <w:pPr>
              <w:spacing w:after="0" w:line="240" w:lineRule="auto"/>
              <w:ind w:left="216"/>
            </w:pPr>
          </w:p>
        </w:tc>
        <w:tc>
          <w:tcPr>
            <w:tcW w:w="9500" w:type="dxa"/>
          </w:tcPr>
          <w:p w14:paraId="4FA68938" w14:textId="77777777" w:rsidR="00164FF5" w:rsidRDefault="00164FF5">
            <w:pPr>
              <w:spacing w:before="5" w:after="2" w:line="240" w:lineRule="auto"/>
              <w:ind w:left="72"/>
            </w:pPr>
          </w:p>
        </w:tc>
      </w:tr>
    </w:tbl>
    <w:p w14:paraId="4B0BA916" w14:textId="77777777" w:rsidR="00164FF5" w:rsidRDefault="00861641">
      <w:pPr>
        <w:pStyle w:val="pstyleLabels"/>
      </w:pPr>
      <w:r>
        <w:rPr>
          <w:rStyle w:val="styleC3"/>
        </w:rPr>
        <w:t>Source of data:</w:t>
      </w:r>
    </w:p>
    <w:tbl>
      <w:tblPr>
        <w:tblStyle w:val="myFieldTableStyle2"/>
        <w:tblW w:w="0" w:type="auto"/>
        <w:tblInd w:w="-8" w:type="dxa"/>
        <w:tblLook w:val="04A0" w:firstRow="1" w:lastRow="0" w:firstColumn="1" w:lastColumn="0" w:noHBand="0" w:noVBand="1"/>
      </w:tblPr>
      <w:tblGrid>
        <w:gridCol w:w="196"/>
        <w:gridCol w:w="8831"/>
      </w:tblGrid>
      <w:tr w:rsidR="00164FF5" w14:paraId="702F012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9627FD2" w14:textId="77777777" w:rsidR="00164FF5" w:rsidRDefault="00164FF5">
            <w:pPr>
              <w:spacing w:after="0" w:line="240" w:lineRule="auto"/>
              <w:ind w:left="216"/>
            </w:pPr>
          </w:p>
        </w:tc>
        <w:tc>
          <w:tcPr>
            <w:tcW w:w="9500" w:type="dxa"/>
          </w:tcPr>
          <w:p w14:paraId="72CE520F" w14:textId="77777777" w:rsidR="00164FF5" w:rsidRDefault="00164FF5">
            <w:pPr>
              <w:spacing w:before="5" w:after="2" w:line="240" w:lineRule="auto"/>
              <w:ind w:left="72"/>
            </w:pPr>
          </w:p>
        </w:tc>
      </w:tr>
    </w:tbl>
    <w:p w14:paraId="564D4C1A" w14:textId="77777777" w:rsidR="00164FF5" w:rsidRDefault="00861641">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5BDD5AC9"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E6D6E2A" w14:textId="77777777" w:rsidR="00164FF5" w:rsidRDefault="00164FF5"/>
        </w:tc>
        <w:tc>
          <w:tcPr>
            <w:tcW w:w="9500" w:type="dxa"/>
          </w:tcPr>
          <w:p w14:paraId="77283099" w14:textId="77777777" w:rsidR="00164FF5" w:rsidRDefault="00164FF5">
            <w:pPr>
              <w:spacing w:before="30" w:after="25" w:line="240" w:lineRule="auto"/>
              <w:ind w:left="57"/>
            </w:pPr>
          </w:p>
        </w:tc>
      </w:tr>
    </w:tbl>
    <w:p w14:paraId="55F0BEF0" w14:textId="77777777" w:rsidR="00164FF5" w:rsidRDefault="00164FF5"/>
    <w:p w14:paraId="0FD9E8F0" w14:textId="77777777" w:rsidR="00164FF5" w:rsidRDefault="00861641">
      <w:pPr>
        <w:spacing w:after="0" w:line="240" w:lineRule="auto"/>
        <w:ind w:left="216"/>
      </w:pPr>
      <w:r>
        <w:rPr>
          <w:rStyle w:val="styleRad"/>
        </w:rPr>
        <w:t xml:space="preserve"> [  ] </w:t>
      </w:r>
      <w:r>
        <w:rPr>
          <w:rStyle w:val="styleL2"/>
        </w:rPr>
        <w:t xml:space="preserve"> Criterion 6 : &gt;1% waterbird population</w:t>
      </w:r>
    </w:p>
    <w:p w14:paraId="35C9FA4F" w14:textId="77777777" w:rsidR="00164FF5" w:rsidRDefault="00861641">
      <w:pPr>
        <w:spacing w:before="30" w:after="25" w:line="240" w:lineRule="auto"/>
        <w:ind w:left="57"/>
      </w:pPr>
      <w:r>
        <w:rPr>
          <w:rStyle w:val="styleHint1txt"/>
        </w:rPr>
        <w:t xml:space="preserve"> To justify this Criterion, please give details on relevant waterbird species and their population size in the section Criteria &amp; justification&gt; Animal species (3.3)   </w:t>
      </w:r>
    </w:p>
    <w:p w14:paraId="2094683E" w14:textId="77777777" w:rsidR="00164FF5" w:rsidRDefault="00861641">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092BA147"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86FC732" w14:textId="77777777" w:rsidR="00164FF5" w:rsidRDefault="00164FF5"/>
        </w:tc>
        <w:tc>
          <w:tcPr>
            <w:tcW w:w="9500" w:type="dxa"/>
          </w:tcPr>
          <w:p w14:paraId="7339BD9A" w14:textId="77777777" w:rsidR="00164FF5" w:rsidRDefault="00164FF5">
            <w:pPr>
              <w:spacing w:before="30" w:after="25" w:line="240" w:lineRule="auto"/>
              <w:ind w:left="57"/>
            </w:pPr>
          </w:p>
        </w:tc>
      </w:tr>
    </w:tbl>
    <w:p w14:paraId="69D6DCA9" w14:textId="77777777" w:rsidR="00164FF5" w:rsidRDefault="00164FF5"/>
    <w:p w14:paraId="72DC1E40" w14:textId="77777777" w:rsidR="00164FF5" w:rsidRDefault="00861641">
      <w:pPr>
        <w:spacing w:after="0" w:line="240" w:lineRule="auto"/>
        <w:ind w:left="216"/>
      </w:pPr>
      <w:r>
        <w:rPr>
          <w:rStyle w:val="styleRad"/>
        </w:rPr>
        <w:t xml:space="preserve"> [  ] </w:t>
      </w:r>
      <w:r>
        <w:rPr>
          <w:rStyle w:val="styleL2"/>
        </w:rPr>
        <w:t xml:space="preserve"> Criterion 7 : Significant and representative fish</w:t>
      </w:r>
    </w:p>
    <w:p w14:paraId="01817BCF" w14:textId="77777777" w:rsidR="00164FF5" w:rsidRDefault="00861641">
      <w:pPr>
        <w:spacing w:before="30" w:after="25" w:line="240" w:lineRule="auto"/>
        <w:ind w:left="57"/>
      </w:pPr>
      <w:r>
        <w:rPr>
          <w:rStyle w:val="styleHint1txt"/>
        </w:rPr>
        <w:t xml:space="preserve"> To justify this Criterion, please give information in the box below and details of relevant fish species in the section Criteria &amp; justification&gt; Animal species (3.3)   </w:t>
      </w:r>
    </w:p>
    <w:p w14:paraId="5F775FBB" w14:textId="77777777" w:rsidR="00164FF5" w:rsidRDefault="00861641">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303700B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1A0773C" w14:textId="77777777" w:rsidR="00164FF5" w:rsidRDefault="00164FF5"/>
        </w:tc>
        <w:tc>
          <w:tcPr>
            <w:tcW w:w="9500" w:type="dxa"/>
          </w:tcPr>
          <w:p w14:paraId="040ADFC3" w14:textId="77777777" w:rsidR="00164FF5" w:rsidRDefault="00164FF5">
            <w:pPr>
              <w:spacing w:before="30" w:after="25" w:line="240" w:lineRule="auto"/>
              <w:ind w:left="57"/>
            </w:pPr>
          </w:p>
        </w:tc>
      </w:tr>
    </w:tbl>
    <w:p w14:paraId="4922B597" w14:textId="77777777" w:rsidR="00164FF5" w:rsidRDefault="00164FF5"/>
    <w:p w14:paraId="539D453F" w14:textId="77777777" w:rsidR="00164FF5" w:rsidRDefault="00861641">
      <w:pPr>
        <w:spacing w:after="0" w:line="240" w:lineRule="auto"/>
        <w:ind w:left="216"/>
      </w:pPr>
      <w:r>
        <w:rPr>
          <w:rStyle w:val="styleRad"/>
        </w:rPr>
        <w:t xml:space="preserve"> [  ] </w:t>
      </w:r>
      <w:r>
        <w:rPr>
          <w:rStyle w:val="styleL2"/>
        </w:rPr>
        <w:t xml:space="preserve"> Criterion 8 : Fish spawning grounds, etc.</w:t>
      </w:r>
    </w:p>
    <w:p w14:paraId="53766CE2" w14:textId="77777777" w:rsidR="00164FF5" w:rsidRDefault="00861641">
      <w:pPr>
        <w:spacing w:before="30" w:after="25" w:line="240" w:lineRule="auto"/>
        <w:ind w:left="57"/>
      </w:pPr>
      <w:r>
        <w:rPr>
          <w:rStyle w:val="styleHint1txt"/>
        </w:rPr>
        <w:t xml:space="preserve"> To justify this Criterion, please give information in the box below. Completion of details on relevant fish species in the section Criteria &amp; justification&gt; Animal species (3.3)   is optional. </w:t>
      </w:r>
    </w:p>
    <w:p w14:paraId="013C02A1" w14:textId="77777777" w:rsidR="00164FF5" w:rsidRDefault="00861641">
      <w:pPr>
        <w:pStyle w:val="pstyleLabels"/>
      </w:pPr>
      <w:r>
        <w:rPr>
          <w:rStyle w:val="styleC3"/>
        </w:rPr>
        <w:t>Justification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14FDBAA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63D9CDF" w14:textId="77777777" w:rsidR="00164FF5" w:rsidRDefault="00164FF5"/>
        </w:tc>
        <w:tc>
          <w:tcPr>
            <w:tcW w:w="9500" w:type="dxa"/>
          </w:tcPr>
          <w:p w14:paraId="34B814AB" w14:textId="77777777" w:rsidR="00164FF5" w:rsidRDefault="00164FF5">
            <w:pPr>
              <w:spacing w:before="30" w:after="25" w:line="240" w:lineRule="auto"/>
              <w:ind w:left="57"/>
            </w:pPr>
          </w:p>
        </w:tc>
      </w:tr>
    </w:tbl>
    <w:p w14:paraId="64EEDDBA" w14:textId="77777777" w:rsidR="00164FF5" w:rsidRDefault="00164FF5"/>
    <w:p w14:paraId="3ABD1DD5" w14:textId="77777777" w:rsidR="00164FF5" w:rsidRDefault="00861641">
      <w:pPr>
        <w:spacing w:after="0" w:line="240" w:lineRule="auto"/>
        <w:ind w:left="216"/>
      </w:pPr>
      <w:r>
        <w:rPr>
          <w:rStyle w:val="styleRad"/>
        </w:rPr>
        <w:t xml:space="preserve"> [  ] </w:t>
      </w:r>
      <w:r>
        <w:rPr>
          <w:rStyle w:val="styleL2"/>
        </w:rPr>
        <w:t xml:space="preserve"> Criterion 9 : &gt;1% non-avian animal population</w:t>
      </w:r>
    </w:p>
    <w:p w14:paraId="042E587D" w14:textId="77777777" w:rsidR="00164FF5" w:rsidRDefault="00861641">
      <w:pPr>
        <w:spacing w:before="30" w:after="25" w:line="240" w:lineRule="auto"/>
        <w:ind w:left="57"/>
      </w:pPr>
      <w:r>
        <w:rPr>
          <w:rStyle w:val="styleHint1txt"/>
        </w:rPr>
        <w:t xml:space="preserve"> To justify this Criterion, please give details on relevant non-avian species and their population size in the section  Criteria &amp; justification&gt; Animal species (3.3)   </w:t>
      </w:r>
    </w:p>
    <w:p w14:paraId="01055A4D" w14:textId="77777777" w:rsidR="00164FF5" w:rsidRDefault="00861641">
      <w:pPr>
        <w:pStyle w:val="pstyleLabels"/>
      </w:pPr>
      <w:r>
        <w:rPr>
          <w:rStyle w:val="styleC3"/>
        </w:rPr>
        <w:lastRenderedPageBreak/>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5AADFF6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565F9DD" w14:textId="77777777" w:rsidR="00164FF5" w:rsidRDefault="00164FF5"/>
        </w:tc>
        <w:tc>
          <w:tcPr>
            <w:tcW w:w="9500" w:type="dxa"/>
          </w:tcPr>
          <w:p w14:paraId="742F6E79" w14:textId="77777777" w:rsidR="00164FF5" w:rsidRDefault="00164FF5">
            <w:pPr>
              <w:spacing w:before="30" w:after="25" w:line="240" w:lineRule="auto"/>
              <w:ind w:left="57"/>
            </w:pPr>
          </w:p>
        </w:tc>
      </w:tr>
    </w:tbl>
    <w:p w14:paraId="602D1951" w14:textId="77777777" w:rsidR="00164FF5" w:rsidRDefault="00164FF5">
      <w:pPr>
        <w:sectPr w:rsidR="00164FF5">
          <w:pgSz w:w="11905" w:h="16837"/>
          <w:pgMar w:top="1440" w:right="1440" w:bottom="1440" w:left="1440" w:header="720" w:footer="720" w:gutter="0"/>
          <w:cols w:space="720"/>
        </w:sectPr>
      </w:pPr>
    </w:p>
    <w:p w14:paraId="3D312A04" w14:textId="77777777" w:rsidR="00164FF5" w:rsidRDefault="00861641">
      <w:pPr>
        <w:pStyle w:val="pstyleSectionL1"/>
      </w:pPr>
      <w:r>
        <w:rPr>
          <w:rStyle w:val="styleL1"/>
        </w:rPr>
        <w:lastRenderedPageBreak/>
        <w:t>3.2 Plant species whose presence relates to the international importance of the site</w:t>
      </w:r>
    </w:p>
    <w:p w14:paraId="2225C361" w14:textId="77777777" w:rsidR="00164FF5" w:rsidRDefault="00861641">
      <w:pPr>
        <w:pStyle w:val="pstyleSection"/>
      </w:pPr>
      <w:r>
        <w:rPr>
          <w:rStyle w:val="styleL2"/>
        </w:rPr>
        <w:t xml:space="preserve"> </w:t>
      </w:r>
    </w:p>
    <w:p w14:paraId="1DC5379B" w14:textId="77777777" w:rsidR="00164FF5" w:rsidRDefault="00164FF5">
      <w:pPr>
        <w:pStyle w:val="pstyleLabels"/>
      </w:pPr>
    </w:p>
    <w:tbl>
      <w:tblPr>
        <w:tblStyle w:val="FancyTable"/>
        <w:tblW w:w="0" w:type="auto"/>
        <w:tblInd w:w="-8" w:type="dxa"/>
        <w:tblLook w:val="04A0" w:firstRow="1" w:lastRow="0" w:firstColumn="1" w:lastColumn="0" w:noHBand="0" w:noVBand="1"/>
      </w:tblPr>
      <w:tblGrid>
        <w:gridCol w:w="1610"/>
        <w:gridCol w:w="1541"/>
        <w:gridCol w:w="1533"/>
        <w:gridCol w:w="1533"/>
        <w:gridCol w:w="1533"/>
        <w:gridCol w:w="1460"/>
        <w:gridCol w:w="1550"/>
        <w:gridCol w:w="1583"/>
        <w:gridCol w:w="1606"/>
      </w:tblGrid>
      <w:tr w:rsidR="00164FF5" w14:paraId="02EA9FD7"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1F30735" w14:textId="77777777" w:rsidR="00164FF5" w:rsidRDefault="00861641">
            <w:pPr>
              <w:spacing w:after="0" w:line="240" w:lineRule="auto"/>
              <w:jc w:val="center"/>
            </w:pPr>
            <w:r>
              <w:rPr>
                <w:b/>
                <w:bCs/>
                <w:sz w:val="18"/>
                <w:szCs w:val="18"/>
              </w:rPr>
              <w:t>Scientific name</w:t>
            </w:r>
            <w:r>
              <w:rPr>
                <w:rStyle w:val="styleFootnotetxt"/>
              </w:rPr>
              <w:t>*</w:t>
            </w:r>
          </w:p>
        </w:tc>
        <w:tc>
          <w:tcPr>
            <w:tcW w:w="1750" w:type="dxa"/>
          </w:tcPr>
          <w:p w14:paraId="5368442F" w14:textId="77777777" w:rsidR="00164FF5" w:rsidRDefault="00861641">
            <w:pPr>
              <w:spacing w:after="0" w:line="240" w:lineRule="auto"/>
              <w:jc w:val="center"/>
            </w:pPr>
            <w:r>
              <w:rPr>
                <w:b/>
                <w:bCs/>
                <w:sz w:val="18"/>
                <w:szCs w:val="18"/>
              </w:rPr>
              <w:t>Common name</w:t>
            </w:r>
          </w:p>
        </w:tc>
        <w:tc>
          <w:tcPr>
            <w:tcW w:w="1750" w:type="dxa"/>
          </w:tcPr>
          <w:p w14:paraId="620CA74C" w14:textId="77777777" w:rsidR="00164FF5" w:rsidRDefault="00861641">
            <w:pPr>
              <w:spacing w:after="0" w:line="240" w:lineRule="auto"/>
              <w:jc w:val="center"/>
            </w:pPr>
            <w:r>
              <w:rPr>
                <w:b/>
                <w:bCs/>
                <w:sz w:val="18"/>
                <w:szCs w:val="18"/>
              </w:rPr>
              <w:t>Criterion 2</w:t>
            </w:r>
          </w:p>
        </w:tc>
        <w:tc>
          <w:tcPr>
            <w:tcW w:w="1750" w:type="dxa"/>
          </w:tcPr>
          <w:p w14:paraId="1A7B01DA" w14:textId="77777777" w:rsidR="00164FF5" w:rsidRDefault="00861641">
            <w:pPr>
              <w:spacing w:after="0" w:line="240" w:lineRule="auto"/>
              <w:jc w:val="center"/>
            </w:pPr>
            <w:r>
              <w:rPr>
                <w:b/>
                <w:bCs/>
                <w:sz w:val="18"/>
                <w:szCs w:val="18"/>
              </w:rPr>
              <w:t>Criterion 3</w:t>
            </w:r>
          </w:p>
        </w:tc>
        <w:tc>
          <w:tcPr>
            <w:tcW w:w="1750" w:type="dxa"/>
          </w:tcPr>
          <w:p w14:paraId="7C02C99B" w14:textId="77777777" w:rsidR="00164FF5" w:rsidRDefault="00861641">
            <w:pPr>
              <w:spacing w:after="0" w:line="240" w:lineRule="auto"/>
              <w:jc w:val="center"/>
            </w:pPr>
            <w:r>
              <w:rPr>
                <w:b/>
                <w:bCs/>
                <w:sz w:val="18"/>
                <w:szCs w:val="18"/>
              </w:rPr>
              <w:t>Criterion 4</w:t>
            </w:r>
          </w:p>
        </w:tc>
        <w:tc>
          <w:tcPr>
            <w:tcW w:w="1750" w:type="dxa"/>
          </w:tcPr>
          <w:p w14:paraId="11FD2F1B" w14:textId="77777777" w:rsidR="00164FF5" w:rsidRDefault="00861641">
            <w:pPr>
              <w:spacing w:after="0" w:line="240" w:lineRule="auto"/>
              <w:jc w:val="center"/>
            </w:pPr>
            <w:r>
              <w:rPr>
                <w:b/>
                <w:bCs/>
                <w:sz w:val="18"/>
                <w:szCs w:val="18"/>
              </w:rPr>
              <w:t>IUCN Red List</w:t>
            </w:r>
            <w:r>
              <w:rPr>
                <w:rStyle w:val="FootnoteReference"/>
              </w:rPr>
              <w:footnoteReference w:id="3"/>
            </w:r>
          </w:p>
        </w:tc>
        <w:tc>
          <w:tcPr>
            <w:tcW w:w="1750" w:type="dxa"/>
          </w:tcPr>
          <w:p w14:paraId="3904D296" w14:textId="77777777" w:rsidR="00164FF5" w:rsidRDefault="00861641">
            <w:pPr>
              <w:spacing w:after="0" w:line="240" w:lineRule="auto"/>
              <w:jc w:val="center"/>
            </w:pPr>
            <w:r>
              <w:rPr>
                <w:b/>
                <w:bCs/>
                <w:sz w:val="18"/>
                <w:szCs w:val="18"/>
              </w:rPr>
              <w:t>CITES Appendix I</w:t>
            </w:r>
          </w:p>
        </w:tc>
        <w:tc>
          <w:tcPr>
            <w:tcW w:w="1750" w:type="dxa"/>
          </w:tcPr>
          <w:p w14:paraId="090F8BAE" w14:textId="77777777" w:rsidR="00164FF5" w:rsidRDefault="00861641">
            <w:pPr>
              <w:spacing w:after="0" w:line="240" w:lineRule="auto"/>
              <w:jc w:val="center"/>
            </w:pPr>
            <w:r>
              <w:rPr>
                <w:b/>
                <w:bCs/>
                <w:sz w:val="18"/>
                <w:szCs w:val="18"/>
              </w:rPr>
              <w:t>Other status</w:t>
            </w:r>
          </w:p>
        </w:tc>
        <w:tc>
          <w:tcPr>
            <w:tcW w:w="1750" w:type="dxa"/>
          </w:tcPr>
          <w:p w14:paraId="346E34C1" w14:textId="77777777" w:rsidR="00164FF5" w:rsidRDefault="00861641">
            <w:pPr>
              <w:spacing w:after="0" w:line="240" w:lineRule="auto"/>
              <w:jc w:val="center"/>
            </w:pPr>
            <w:r>
              <w:rPr>
                <w:b/>
                <w:bCs/>
                <w:sz w:val="18"/>
                <w:szCs w:val="18"/>
              </w:rPr>
              <w:t>Justification</w:t>
            </w:r>
          </w:p>
        </w:tc>
      </w:tr>
      <w:tr w:rsidR="00164FF5" w14:paraId="6C6E8640" w14:textId="77777777" w:rsidTr="00164FF5">
        <w:trPr>
          <w:trHeight w:val="200"/>
        </w:trPr>
        <w:tc>
          <w:tcPr>
            <w:tcW w:w="1750" w:type="dxa"/>
          </w:tcPr>
          <w:p w14:paraId="7E02B8C5" w14:textId="77777777" w:rsidR="00164FF5" w:rsidRDefault="00861641">
            <w:r>
              <w:rPr>
                <w:rStyle w:val="styleSubformtxtIblue"/>
              </w:rPr>
              <w:t>Glinus orygioides</w:t>
            </w:r>
          </w:p>
        </w:tc>
        <w:tc>
          <w:tcPr>
            <w:tcW w:w="1750" w:type="dxa"/>
          </w:tcPr>
          <w:p w14:paraId="49774A37" w14:textId="77777777" w:rsidR="00164FF5" w:rsidRDefault="00861641">
            <w:r>
              <w:rPr>
                <w:rStyle w:val="styleSubformtxt"/>
              </w:rPr>
              <w:t>Desert carpet weed</w:t>
            </w:r>
          </w:p>
        </w:tc>
        <w:tc>
          <w:tcPr>
            <w:tcW w:w="1750" w:type="dxa"/>
          </w:tcPr>
          <w:p w14:paraId="0066F913" w14:textId="77777777" w:rsidR="00164FF5" w:rsidRDefault="00861641">
            <w:pPr>
              <w:pStyle w:val="pstyleRadioTb"/>
            </w:pPr>
            <w:r>
              <w:rPr>
                <w:rStyle w:val="styleRad"/>
              </w:rPr>
              <w:t xml:space="preserve"> [x] </w:t>
            </w:r>
          </w:p>
        </w:tc>
        <w:tc>
          <w:tcPr>
            <w:tcW w:w="1750" w:type="dxa"/>
          </w:tcPr>
          <w:p w14:paraId="096E0042" w14:textId="77777777" w:rsidR="00164FF5" w:rsidRDefault="00861641">
            <w:pPr>
              <w:pStyle w:val="pstyleRadioTb"/>
            </w:pPr>
            <w:r>
              <w:rPr>
                <w:rStyle w:val="styleRad"/>
              </w:rPr>
              <w:t xml:space="preserve"> [ ] </w:t>
            </w:r>
          </w:p>
        </w:tc>
        <w:tc>
          <w:tcPr>
            <w:tcW w:w="1750" w:type="dxa"/>
          </w:tcPr>
          <w:p w14:paraId="5C0C99DA" w14:textId="77777777" w:rsidR="00164FF5" w:rsidRDefault="00861641">
            <w:pPr>
              <w:pStyle w:val="pstyleRadioTb"/>
            </w:pPr>
            <w:r>
              <w:rPr>
                <w:rStyle w:val="styleRad"/>
              </w:rPr>
              <w:t xml:space="preserve"> [ ] </w:t>
            </w:r>
          </w:p>
        </w:tc>
        <w:tc>
          <w:tcPr>
            <w:tcW w:w="1750" w:type="dxa"/>
          </w:tcPr>
          <w:p w14:paraId="6A77190C" w14:textId="77777777" w:rsidR="00164FF5" w:rsidRDefault="00164FF5"/>
        </w:tc>
        <w:tc>
          <w:tcPr>
            <w:tcW w:w="1750" w:type="dxa"/>
          </w:tcPr>
          <w:p w14:paraId="7608E29C" w14:textId="77777777" w:rsidR="00164FF5" w:rsidRDefault="00861641">
            <w:pPr>
              <w:pStyle w:val="pstyleRadioTb"/>
            </w:pPr>
            <w:r>
              <w:rPr>
                <w:rStyle w:val="styleRad"/>
              </w:rPr>
              <w:t xml:space="preserve"> [ ] </w:t>
            </w:r>
          </w:p>
        </w:tc>
        <w:tc>
          <w:tcPr>
            <w:tcW w:w="1750" w:type="dxa"/>
          </w:tcPr>
          <w:p w14:paraId="4DEA612C" w14:textId="77777777" w:rsidR="00164FF5" w:rsidRDefault="00861641">
            <w:r>
              <w:rPr>
                <w:rStyle w:val="styleSubformtxt"/>
              </w:rPr>
              <w:t>Threatened species, presumed to be extinct in NSW under the BCA</w:t>
            </w:r>
          </w:p>
        </w:tc>
        <w:tc>
          <w:tcPr>
            <w:tcW w:w="1750" w:type="dxa"/>
          </w:tcPr>
          <w:p w14:paraId="339EC168" w14:textId="77777777" w:rsidR="00164FF5" w:rsidRDefault="00164FF5"/>
        </w:tc>
      </w:tr>
      <w:tr w:rsidR="00164FF5" w14:paraId="03590472" w14:textId="77777777" w:rsidTr="00164FF5">
        <w:trPr>
          <w:trHeight w:val="200"/>
        </w:trPr>
        <w:tc>
          <w:tcPr>
            <w:tcW w:w="1750" w:type="dxa"/>
          </w:tcPr>
          <w:p w14:paraId="67212C6D" w14:textId="77777777" w:rsidR="00164FF5" w:rsidRDefault="00861641">
            <w:r>
              <w:rPr>
                <w:rStyle w:val="styleSubformtxtIblue"/>
              </w:rPr>
              <w:t>Ruellia australasica corynothecus</w:t>
            </w:r>
          </w:p>
        </w:tc>
        <w:tc>
          <w:tcPr>
            <w:tcW w:w="1750" w:type="dxa"/>
          </w:tcPr>
          <w:p w14:paraId="7EB23014" w14:textId="77777777" w:rsidR="00164FF5" w:rsidRDefault="00861641">
            <w:r>
              <w:rPr>
                <w:rStyle w:val="styleSubformtxt"/>
              </w:rPr>
              <w:t>Blue trumpet</w:t>
            </w:r>
          </w:p>
        </w:tc>
        <w:tc>
          <w:tcPr>
            <w:tcW w:w="1750" w:type="dxa"/>
          </w:tcPr>
          <w:p w14:paraId="14EB7158" w14:textId="77777777" w:rsidR="00164FF5" w:rsidRDefault="00861641">
            <w:pPr>
              <w:pStyle w:val="pstyleRadioTb"/>
            </w:pPr>
            <w:r>
              <w:rPr>
                <w:rStyle w:val="styleRad"/>
              </w:rPr>
              <w:t xml:space="preserve"> [x] </w:t>
            </w:r>
          </w:p>
        </w:tc>
        <w:tc>
          <w:tcPr>
            <w:tcW w:w="1750" w:type="dxa"/>
          </w:tcPr>
          <w:p w14:paraId="2767FD09" w14:textId="77777777" w:rsidR="00164FF5" w:rsidRDefault="00861641">
            <w:pPr>
              <w:pStyle w:val="pstyleRadioTb"/>
            </w:pPr>
            <w:r>
              <w:rPr>
                <w:rStyle w:val="styleRad"/>
              </w:rPr>
              <w:t xml:space="preserve"> [ ] </w:t>
            </w:r>
          </w:p>
        </w:tc>
        <w:tc>
          <w:tcPr>
            <w:tcW w:w="1750" w:type="dxa"/>
          </w:tcPr>
          <w:p w14:paraId="5B63015C" w14:textId="77777777" w:rsidR="00164FF5" w:rsidRDefault="00861641">
            <w:pPr>
              <w:pStyle w:val="pstyleRadioTb"/>
            </w:pPr>
            <w:r>
              <w:rPr>
                <w:rStyle w:val="styleRad"/>
              </w:rPr>
              <w:t xml:space="preserve"> [ ] </w:t>
            </w:r>
          </w:p>
        </w:tc>
        <w:tc>
          <w:tcPr>
            <w:tcW w:w="1750" w:type="dxa"/>
          </w:tcPr>
          <w:p w14:paraId="0037FE04" w14:textId="77777777" w:rsidR="00164FF5" w:rsidRDefault="00164FF5"/>
        </w:tc>
        <w:tc>
          <w:tcPr>
            <w:tcW w:w="1750" w:type="dxa"/>
          </w:tcPr>
          <w:p w14:paraId="7F189FE3" w14:textId="77777777" w:rsidR="00164FF5" w:rsidRDefault="00861641">
            <w:pPr>
              <w:pStyle w:val="pstyleRadioTb"/>
            </w:pPr>
            <w:r>
              <w:rPr>
                <w:rStyle w:val="styleRad"/>
              </w:rPr>
              <w:t xml:space="preserve"> [ ] </w:t>
            </w:r>
          </w:p>
        </w:tc>
        <w:tc>
          <w:tcPr>
            <w:tcW w:w="1750" w:type="dxa"/>
          </w:tcPr>
          <w:p w14:paraId="6EBACFC2" w14:textId="77777777" w:rsidR="00164FF5" w:rsidRDefault="00861641">
            <w:r>
              <w:rPr>
                <w:rStyle w:val="styleSubformtxt"/>
              </w:rPr>
              <w:t>Nationally endangered under the EPBC.</w:t>
            </w:r>
          </w:p>
        </w:tc>
        <w:tc>
          <w:tcPr>
            <w:tcW w:w="1750" w:type="dxa"/>
          </w:tcPr>
          <w:p w14:paraId="0FC13D4A" w14:textId="77777777" w:rsidR="00164FF5" w:rsidRDefault="00164FF5"/>
        </w:tc>
      </w:tr>
      <w:tr w:rsidR="00164FF5" w14:paraId="577AB4F8" w14:textId="77777777" w:rsidTr="00164FF5">
        <w:trPr>
          <w:trHeight w:val="200"/>
        </w:trPr>
        <w:tc>
          <w:tcPr>
            <w:tcW w:w="1750" w:type="dxa"/>
          </w:tcPr>
          <w:p w14:paraId="090C449C" w14:textId="77777777" w:rsidR="00164FF5" w:rsidRDefault="00164FF5"/>
        </w:tc>
        <w:tc>
          <w:tcPr>
            <w:tcW w:w="1750" w:type="dxa"/>
          </w:tcPr>
          <w:p w14:paraId="36B0DB2E" w14:textId="77777777" w:rsidR="00164FF5" w:rsidRDefault="00164FF5"/>
        </w:tc>
        <w:tc>
          <w:tcPr>
            <w:tcW w:w="1750" w:type="dxa"/>
          </w:tcPr>
          <w:p w14:paraId="39D54AA1" w14:textId="77777777" w:rsidR="00164FF5" w:rsidRDefault="00164FF5"/>
        </w:tc>
        <w:tc>
          <w:tcPr>
            <w:tcW w:w="1750" w:type="dxa"/>
          </w:tcPr>
          <w:p w14:paraId="469CD0F0" w14:textId="77777777" w:rsidR="00164FF5" w:rsidRDefault="00164FF5"/>
        </w:tc>
        <w:tc>
          <w:tcPr>
            <w:tcW w:w="1750" w:type="dxa"/>
          </w:tcPr>
          <w:p w14:paraId="090867D9" w14:textId="77777777" w:rsidR="00164FF5" w:rsidRDefault="00164FF5"/>
        </w:tc>
        <w:tc>
          <w:tcPr>
            <w:tcW w:w="1750" w:type="dxa"/>
          </w:tcPr>
          <w:p w14:paraId="2284AF73" w14:textId="77777777" w:rsidR="00164FF5" w:rsidRDefault="00164FF5"/>
        </w:tc>
        <w:tc>
          <w:tcPr>
            <w:tcW w:w="1750" w:type="dxa"/>
          </w:tcPr>
          <w:p w14:paraId="574B8A6B" w14:textId="77777777" w:rsidR="00164FF5" w:rsidRDefault="00164FF5"/>
        </w:tc>
        <w:tc>
          <w:tcPr>
            <w:tcW w:w="1750" w:type="dxa"/>
          </w:tcPr>
          <w:p w14:paraId="080A1B31" w14:textId="77777777" w:rsidR="00164FF5" w:rsidRDefault="00164FF5"/>
        </w:tc>
        <w:tc>
          <w:tcPr>
            <w:tcW w:w="1750" w:type="dxa"/>
          </w:tcPr>
          <w:p w14:paraId="06C1E4FF" w14:textId="77777777" w:rsidR="00164FF5" w:rsidRDefault="00164FF5"/>
        </w:tc>
      </w:tr>
    </w:tbl>
    <w:p w14:paraId="197D7FFD" w14:textId="77777777" w:rsidR="00164FF5" w:rsidRDefault="00164FF5"/>
    <w:p w14:paraId="7EA3C3FB" w14:textId="77777777" w:rsidR="00164FF5" w:rsidRDefault="00861641">
      <w:pPr>
        <w:pStyle w:val="pstyleComments"/>
      </w:pPr>
      <w:r>
        <w:rPr>
          <w:rStyle w:val="styleC3comment"/>
        </w:rPr>
        <w:t>Optional text box to provide further information on plant species of international importance:</w:t>
      </w:r>
    </w:p>
    <w:p w14:paraId="6BA2616D" w14:textId="77777777" w:rsidR="00164FF5" w:rsidRDefault="00861641">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164FF5" w14:paraId="7E601B4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F808C81" w14:textId="77777777" w:rsidR="00164FF5" w:rsidRDefault="00164FF5"/>
        </w:tc>
        <w:tc>
          <w:tcPr>
            <w:tcW w:w="9500" w:type="dxa"/>
          </w:tcPr>
          <w:p w14:paraId="119B1F16" w14:textId="77777777" w:rsidR="00164FF5" w:rsidRDefault="00164FF5">
            <w:pPr>
              <w:pStyle w:val="pStyle"/>
              <w:rPr>
                <w:rStyle w:val="almostEmpty"/>
              </w:rPr>
            </w:pPr>
          </w:p>
          <w:p w14:paraId="070449E4" w14:textId="77777777" w:rsidR="00164FF5" w:rsidRDefault="00861641">
            <w:pPr>
              <w:spacing w:after="0" w:line="240" w:lineRule="auto"/>
              <w:ind w:left="57"/>
            </w:pPr>
            <w:r>
              <w:rPr>
                <w:rStyle w:val="styleDatatxt"/>
              </w:rPr>
              <w:t xml:space="preserve">The BCA threatened plant species water weed (Osteocarpum pentapterum) known to occur in Sturt National Park is presumed to be extinct in NSW. The crumbweed (Dysphania platycarpa), is listed as endangered under the BC Act (NSW) and may occur at Lake Pinaroo and Fromes Swamp. They contribute to the biological diversity of the site (criteria 3). </w:t>
            </w:r>
          </w:p>
          <w:p w14:paraId="4A935A76" w14:textId="77777777" w:rsidR="00164FF5" w:rsidRDefault="00164FF5">
            <w:pPr>
              <w:pStyle w:val="pStyle"/>
              <w:rPr>
                <w:rStyle w:val="almostEmpty"/>
              </w:rPr>
            </w:pPr>
          </w:p>
          <w:p w14:paraId="12024845" w14:textId="77777777" w:rsidR="00164FF5" w:rsidRDefault="00861641">
            <w:pPr>
              <w:spacing w:after="0" w:line="240" w:lineRule="auto"/>
              <w:ind w:left="57"/>
            </w:pPr>
            <w:r>
              <w:rPr>
                <w:rStyle w:val="styleDatatxt"/>
              </w:rPr>
              <w:t xml:space="preserve"> </w:t>
            </w:r>
          </w:p>
          <w:p w14:paraId="7C9B4C04" w14:textId="77777777" w:rsidR="00164FF5" w:rsidRDefault="00164FF5">
            <w:pPr>
              <w:pStyle w:val="pStyle"/>
              <w:rPr>
                <w:rStyle w:val="almostEmpty"/>
              </w:rPr>
            </w:pPr>
          </w:p>
          <w:p w14:paraId="6CC02432" w14:textId="77777777" w:rsidR="00164FF5" w:rsidRDefault="00861641">
            <w:pPr>
              <w:spacing w:after="0" w:line="240" w:lineRule="auto"/>
              <w:ind w:left="57"/>
            </w:pPr>
            <w:r>
              <w:rPr>
                <w:rStyle w:val="styleDatatxt"/>
              </w:rPr>
              <w:t xml:space="preserve">Plant community diversity and species abundance varies considerably depending on water levels and soil moisture. The plant species that occur at Lake Pinaroo are bioregionally significant due to the scarcity of water and suitable habitat in the region. The surrounding sand dune country is vegetated with Sandhill Wattle (Acacia ligulata), Hopbush (Dodonea viscosa ssp. angustissima), Turpentine (Eremophila sturtii), Saltbush (Atriplex spp.), Budda (Eremophila mitchellii), Myoporum montanum, Senna filifolia, Senna pleurocarpa var. pleurocarp. and Whitewood (Atalaya hemiglauca). Coolibah (Eucalyptus coolabah ssp. arida) regrowth is found on the high ground of the lake margins. Forbs and groundcover species in this habitat included Silky glycine (Glycine canescens), Goathead Burr (Sclerolaena bicornis var. bicornis), Corrugated Side (Sida corrugate) and Grey Germander (Teucrium racemosum).  </w:t>
            </w:r>
          </w:p>
          <w:p w14:paraId="22397DFD" w14:textId="77777777" w:rsidR="00164FF5" w:rsidRDefault="00164FF5">
            <w:pPr>
              <w:pStyle w:val="pStyle"/>
              <w:rPr>
                <w:rStyle w:val="almostEmpty"/>
              </w:rPr>
            </w:pPr>
          </w:p>
          <w:p w14:paraId="12A31513" w14:textId="77777777" w:rsidR="00164FF5" w:rsidRDefault="00861641">
            <w:pPr>
              <w:spacing w:after="0" w:line="240" w:lineRule="auto"/>
              <w:ind w:left="57"/>
            </w:pPr>
            <w:r>
              <w:rPr>
                <w:rStyle w:val="styleDatatxt"/>
              </w:rPr>
              <w:lastRenderedPageBreak/>
              <w:t xml:space="preserve">The lake margins support a relatively diverse mix of low shrubs (&lt; 1 m), forbs and grasses dominated by Bitter Saltbush (Atriplex stipitata), Ruby Saltbush (Enchylaena tomentosum), Grey Copperburr (Sclerolaena diacantha), Pale Povert Bush (Sclerolaena divaricata), Tangled Poverty Bush (Sclerolaena intricata), Spear Fruit Copperburr (Sclerolaena patenticuspis), Mueller’s Daisy Bush (Olearia meulleri), Bushy Starwort (Aster subulatus), Loose Flowered Rattlepod (Crotalaria eremea ssp. eremea), Variable Daisy (Brachycomb ciliaris var. lanuginose), Yellow Pea Bush (Sesbania cannabina var. cannabina), Spreading Scurf Pea (Psoralea australasica), Pigweed (Portulacca oleracea), Desert Cucumber (Zehneria micrantha), Fruit salad plant (Pterocaulon sphacelatum), Shrubby Groundsel (Senecio cunninghamii var. cunninghamii), Spreading Heliotrope (Heliotropium supinum), Hairy Carpet Weed (Glinus lotoides), Common Sneezeweed (Centipeda cunninghamii), Bogan Flea (Calotis hispidula), , Spreading Nutheads (Epaltes australis), Rat’s Tail Couch (Sporobolus mitchelii) and the introduced species Stinkwort (Ditrichia graveoloens). </w:t>
            </w:r>
          </w:p>
          <w:p w14:paraId="156C3C4B" w14:textId="77777777" w:rsidR="00164FF5" w:rsidRDefault="00164FF5">
            <w:pPr>
              <w:pStyle w:val="pStyle"/>
              <w:rPr>
                <w:rStyle w:val="almostEmpty"/>
              </w:rPr>
            </w:pPr>
          </w:p>
          <w:p w14:paraId="7451BA2C" w14:textId="77777777" w:rsidR="00164FF5" w:rsidRDefault="00861641">
            <w:pPr>
              <w:spacing w:after="0" w:line="240" w:lineRule="auto"/>
              <w:ind w:left="57"/>
            </w:pPr>
            <w:r>
              <w:rPr>
                <w:rStyle w:val="styleDatatxt"/>
              </w:rPr>
              <w:t xml:space="preserve">When dry, the lake bed may be colonised by Neverfail (Eragrostis setifolia), Native liquorice (Glyccyrhiza acanthocarpa), Purselane (Portulacca oleracea), Zehneria micrantha, Bitter Saltbush (Atriplex stipitata), Desert Nightshade (Solanum oligacanthum), Ruby Saltbush (Enchylaena tomentosum) and Rats Tail Couch (Sporobolus mitchelii). Aquatic and semi-aquatic plants survive the long dry periods as drought resistant seeds or spores within the dry sediments. The sediment seed bank of Lake Pinaroo supports 14 species including Red Milfoil (Myriophyllum verrucosum) and charophyte algae. </w:t>
            </w:r>
          </w:p>
        </w:tc>
      </w:tr>
    </w:tbl>
    <w:p w14:paraId="48033ED8" w14:textId="77777777" w:rsidR="00164FF5" w:rsidRDefault="00164FF5">
      <w:pPr>
        <w:sectPr w:rsidR="00164FF5">
          <w:pgSz w:w="16837" w:h="11905" w:orient="landscape"/>
          <w:pgMar w:top="1440" w:right="1440" w:bottom="1440" w:left="1440" w:header="720" w:footer="720" w:gutter="0"/>
          <w:cols w:space="720"/>
        </w:sectPr>
      </w:pPr>
    </w:p>
    <w:p w14:paraId="3F8ECC65" w14:textId="77777777" w:rsidR="00164FF5" w:rsidRDefault="00861641">
      <w:pPr>
        <w:pStyle w:val="pstyleSectionL1"/>
      </w:pPr>
      <w:r>
        <w:rPr>
          <w:rStyle w:val="styleL1"/>
        </w:rPr>
        <w:lastRenderedPageBreak/>
        <w:t>3.3 Animal species whose presence relates to the international importance of the site</w:t>
      </w:r>
    </w:p>
    <w:p w14:paraId="6444160E" w14:textId="77777777" w:rsidR="00164FF5" w:rsidRDefault="00861641">
      <w:pPr>
        <w:pStyle w:val="pstyleSection"/>
      </w:pPr>
      <w:r>
        <w:rPr>
          <w:rStyle w:val="styleL2"/>
        </w:rPr>
        <w:t xml:space="preserve"> </w:t>
      </w:r>
    </w:p>
    <w:p w14:paraId="230F0F59" w14:textId="77777777" w:rsidR="00164FF5" w:rsidRDefault="00164FF5">
      <w:pPr>
        <w:pStyle w:val="pstyleLabels"/>
      </w:pPr>
    </w:p>
    <w:tbl>
      <w:tblPr>
        <w:tblStyle w:val="FancyTable"/>
        <w:tblW w:w="0" w:type="auto"/>
        <w:tblInd w:w="-8" w:type="dxa"/>
        <w:tblLook w:val="04A0" w:firstRow="1" w:lastRow="0" w:firstColumn="1" w:lastColumn="0" w:noHBand="0" w:noVBand="1"/>
      </w:tblPr>
      <w:tblGrid>
        <w:gridCol w:w="1667"/>
        <w:gridCol w:w="1217"/>
        <w:gridCol w:w="976"/>
        <w:gridCol w:w="477"/>
        <w:gridCol w:w="477"/>
        <w:gridCol w:w="380"/>
        <w:gridCol w:w="380"/>
        <w:gridCol w:w="507"/>
        <w:gridCol w:w="403"/>
        <w:gridCol w:w="399"/>
        <w:gridCol w:w="397"/>
        <w:gridCol w:w="617"/>
        <w:gridCol w:w="688"/>
        <w:gridCol w:w="1026"/>
        <w:gridCol w:w="608"/>
        <w:gridCol w:w="862"/>
        <w:gridCol w:w="862"/>
        <w:gridCol w:w="983"/>
        <w:gridCol w:w="1023"/>
      </w:tblGrid>
      <w:tr w:rsidR="00164FF5" w14:paraId="61F231B8" w14:textId="77777777" w:rsidTr="00164FF5">
        <w:trPr>
          <w:cnfStyle w:val="100000000000" w:firstRow="1" w:lastRow="0" w:firstColumn="0" w:lastColumn="0" w:oddVBand="0" w:evenVBand="0" w:oddHBand="0" w:evenHBand="0" w:firstRowFirstColumn="0" w:firstRowLastColumn="0" w:lastRowFirstColumn="0" w:lastRowLastColumn="0"/>
        </w:trPr>
        <w:tc>
          <w:tcPr>
            <w:tcW w:w="1000" w:type="dxa"/>
            <w:vMerge w:val="restart"/>
            <w:vAlign w:val="center"/>
          </w:tcPr>
          <w:p w14:paraId="13CC9144" w14:textId="77777777" w:rsidR="00164FF5" w:rsidRDefault="00861641">
            <w:pPr>
              <w:spacing w:after="0" w:line="240" w:lineRule="auto"/>
              <w:jc w:val="center"/>
            </w:pPr>
            <w:r>
              <w:rPr>
                <w:b/>
                <w:bCs/>
                <w:sz w:val="14"/>
                <w:szCs w:val="14"/>
              </w:rPr>
              <w:t>Phylum</w:t>
            </w:r>
          </w:p>
        </w:tc>
        <w:tc>
          <w:tcPr>
            <w:tcW w:w="100" w:type="dxa"/>
            <w:vMerge w:val="restart"/>
            <w:vAlign w:val="center"/>
          </w:tcPr>
          <w:p w14:paraId="29ED9F91" w14:textId="77777777" w:rsidR="00164FF5" w:rsidRDefault="00861641">
            <w:pPr>
              <w:spacing w:after="0" w:line="240" w:lineRule="auto"/>
              <w:jc w:val="center"/>
            </w:pPr>
            <w:r>
              <w:rPr>
                <w:b/>
                <w:bCs/>
                <w:sz w:val="14"/>
                <w:szCs w:val="14"/>
              </w:rPr>
              <w:t>Scientific name</w:t>
            </w:r>
            <w:r>
              <w:rPr>
                <w:rStyle w:val="styleFootnotetxt"/>
              </w:rPr>
              <w:t>*</w:t>
            </w:r>
          </w:p>
        </w:tc>
        <w:tc>
          <w:tcPr>
            <w:tcW w:w="200" w:type="dxa"/>
            <w:vMerge w:val="restart"/>
            <w:vAlign w:val="center"/>
          </w:tcPr>
          <w:p w14:paraId="1C0F4A8E" w14:textId="77777777" w:rsidR="00164FF5" w:rsidRDefault="00861641">
            <w:pPr>
              <w:spacing w:after="0" w:line="240" w:lineRule="auto"/>
              <w:jc w:val="center"/>
            </w:pPr>
            <w:r>
              <w:rPr>
                <w:b/>
                <w:bCs/>
                <w:sz w:val="14"/>
                <w:szCs w:val="14"/>
              </w:rPr>
              <w:t>Common name</w:t>
            </w:r>
          </w:p>
        </w:tc>
        <w:tc>
          <w:tcPr>
            <w:tcW w:w="300" w:type="dxa"/>
            <w:gridSpan w:val="4"/>
            <w:vAlign w:val="center"/>
          </w:tcPr>
          <w:p w14:paraId="11ABEB00" w14:textId="77777777" w:rsidR="00164FF5" w:rsidRDefault="00861641">
            <w:pPr>
              <w:spacing w:after="0" w:line="240" w:lineRule="auto"/>
              <w:jc w:val="center"/>
            </w:pPr>
            <w:r>
              <w:rPr>
                <w:b/>
                <w:bCs/>
                <w:sz w:val="14"/>
                <w:szCs w:val="14"/>
              </w:rPr>
              <w:t>Species qualifies under criterion</w:t>
            </w:r>
          </w:p>
        </w:tc>
        <w:tc>
          <w:tcPr>
            <w:tcW w:w="400" w:type="dxa"/>
            <w:gridSpan w:val="4"/>
            <w:vAlign w:val="center"/>
          </w:tcPr>
          <w:p w14:paraId="0B63286F" w14:textId="77777777" w:rsidR="00164FF5" w:rsidRDefault="00861641">
            <w:pPr>
              <w:spacing w:after="0" w:line="240" w:lineRule="auto"/>
              <w:jc w:val="center"/>
            </w:pPr>
            <w:r>
              <w:rPr>
                <w:b/>
                <w:bCs/>
                <w:sz w:val="14"/>
                <w:szCs w:val="14"/>
              </w:rPr>
              <w:t>Species contributes under criterion</w:t>
            </w:r>
          </w:p>
        </w:tc>
        <w:tc>
          <w:tcPr>
            <w:tcW w:w="100" w:type="dxa"/>
            <w:vMerge w:val="restart"/>
            <w:vAlign w:val="center"/>
          </w:tcPr>
          <w:p w14:paraId="7612DE19" w14:textId="77777777" w:rsidR="00164FF5" w:rsidRDefault="00861641">
            <w:pPr>
              <w:spacing w:after="0" w:line="240" w:lineRule="auto"/>
              <w:jc w:val="center"/>
            </w:pPr>
            <w:r>
              <w:rPr>
                <w:b/>
                <w:bCs/>
                <w:sz w:val="14"/>
                <w:szCs w:val="14"/>
              </w:rPr>
              <w:t>Pop. Size</w:t>
            </w:r>
            <w:r>
              <w:rPr>
                <w:rStyle w:val="FootnoteReference"/>
              </w:rPr>
              <w:footnoteReference w:id="4"/>
            </w:r>
          </w:p>
        </w:tc>
        <w:tc>
          <w:tcPr>
            <w:tcW w:w="100" w:type="dxa"/>
            <w:vMerge w:val="restart"/>
            <w:vAlign w:val="center"/>
          </w:tcPr>
          <w:p w14:paraId="4CDF52A0" w14:textId="77777777" w:rsidR="00164FF5" w:rsidRDefault="00861641">
            <w:pPr>
              <w:spacing w:after="0" w:line="240" w:lineRule="auto"/>
              <w:jc w:val="center"/>
            </w:pPr>
            <w:r>
              <w:rPr>
                <w:b/>
                <w:bCs/>
                <w:sz w:val="14"/>
                <w:szCs w:val="14"/>
              </w:rPr>
              <w:t>Period of pop. Est.</w:t>
            </w:r>
            <w:r>
              <w:rPr>
                <w:vertAlign w:val="superscript"/>
              </w:rPr>
              <w:t>4</w:t>
            </w:r>
          </w:p>
        </w:tc>
        <w:tc>
          <w:tcPr>
            <w:tcW w:w="100" w:type="dxa"/>
            <w:vMerge w:val="restart"/>
            <w:vAlign w:val="center"/>
          </w:tcPr>
          <w:p w14:paraId="2E71B38B" w14:textId="77777777" w:rsidR="00164FF5" w:rsidRDefault="00861641">
            <w:pPr>
              <w:spacing w:after="0" w:line="240" w:lineRule="auto"/>
              <w:jc w:val="center"/>
            </w:pPr>
            <w:r>
              <w:rPr>
                <w:b/>
                <w:bCs/>
                <w:sz w:val="14"/>
                <w:szCs w:val="14"/>
              </w:rPr>
              <w:t>% occurrence</w:t>
            </w:r>
            <w:r>
              <w:rPr>
                <w:vertAlign w:val="superscript"/>
              </w:rPr>
              <w:t>4</w:t>
            </w:r>
          </w:p>
        </w:tc>
        <w:tc>
          <w:tcPr>
            <w:tcW w:w="100" w:type="dxa"/>
            <w:vMerge w:val="restart"/>
            <w:vAlign w:val="center"/>
          </w:tcPr>
          <w:p w14:paraId="5B01B928" w14:textId="77777777" w:rsidR="00164FF5" w:rsidRDefault="00861641">
            <w:pPr>
              <w:spacing w:after="0" w:line="240" w:lineRule="auto"/>
              <w:jc w:val="center"/>
            </w:pPr>
            <w:r>
              <w:rPr>
                <w:b/>
                <w:bCs/>
                <w:sz w:val="14"/>
                <w:szCs w:val="14"/>
              </w:rPr>
              <w:t>IUCN Red List</w:t>
            </w:r>
            <w:r>
              <w:rPr>
                <w:rStyle w:val="FootnoteReference"/>
              </w:rPr>
              <w:footnoteReference w:id="5"/>
            </w:r>
          </w:p>
        </w:tc>
        <w:tc>
          <w:tcPr>
            <w:tcW w:w="100" w:type="dxa"/>
            <w:vMerge w:val="restart"/>
            <w:vAlign w:val="center"/>
          </w:tcPr>
          <w:p w14:paraId="6C290F51" w14:textId="77777777" w:rsidR="00164FF5" w:rsidRDefault="00861641">
            <w:pPr>
              <w:spacing w:after="0" w:line="240" w:lineRule="auto"/>
              <w:jc w:val="center"/>
            </w:pPr>
            <w:r>
              <w:rPr>
                <w:b/>
                <w:bCs/>
                <w:sz w:val="14"/>
                <w:szCs w:val="14"/>
              </w:rPr>
              <w:t>CITES Appendix I</w:t>
            </w:r>
          </w:p>
        </w:tc>
        <w:tc>
          <w:tcPr>
            <w:tcW w:w="100" w:type="dxa"/>
            <w:vMerge w:val="restart"/>
            <w:vAlign w:val="center"/>
          </w:tcPr>
          <w:p w14:paraId="7E3D83D1" w14:textId="77777777" w:rsidR="00164FF5" w:rsidRDefault="00861641">
            <w:pPr>
              <w:spacing w:after="0" w:line="240" w:lineRule="auto"/>
              <w:jc w:val="center"/>
            </w:pPr>
            <w:r>
              <w:rPr>
                <w:b/>
                <w:bCs/>
                <w:sz w:val="14"/>
                <w:szCs w:val="14"/>
              </w:rPr>
              <w:t>CMS Appendix I</w:t>
            </w:r>
          </w:p>
        </w:tc>
        <w:tc>
          <w:tcPr>
            <w:tcW w:w="100" w:type="dxa"/>
            <w:vMerge w:val="restart"/>
            <w:vAlign w:val="center"/>
          </w:tcPr>
          <w:p w14:paraId="18F6F0A0" w14:textId="77777777" w:rsidR="00164FF5" w:rsidRDefault="00861641">
            <w:pPr>
              <w:spacing w:after="0" w:line="240" w:lineRule="auto"/>
              <w:jc w:val="center"/>
            </w:pPr>
            <w:r>
              <w:rPr>
                <w:b/>
                <w:bCs/>
                <w:sz w:val="14"/>
                <w:szCs w:val="14"/>
              </w:rPr>
              <w:t>Other Status</w:t>
            </w:r>
          </w:p>
        </w:tc>
        <w:tc>
          <w:tcPr>
            <w:tcW w:w="100" w:type="dxa"/>
            <w:vMerge w:val="restart"/>
            <w:vAlign w:val="center"/>
          </w:tcPr>
          <w:p w14:paraId="5479DBCD" w14:textId="77777777" w:rsidR="00164FF5" w:rsidRDefault="00861641">
            <w:pPr>
              <w:spacing w:after="0" w:line="240" w:lineRule="auto"/>
              <w:jc w:val="center"/>
            </w:pPr>
            <w:r>
              <w:rPr>
                <w:b/>
                <w:bCs/>
                <w:sz w:val="14"/>
                <w:szCs w:val="14"/>
              </w:rPr>
              <w:t>Justification</w:t>
            </w:r>
          </w:p>
        </w:tc>
      </w:tr>
      <w:tr w:rsidR="00164FF5" w14:paraId="2FA2C587" w14:textId="77777777" w:rsidTr="00164FF5">
        <w:tc>
          <w:tcPr>
            <w:tcW w:w="0" w:type="auto"/>
            <w:vMerge/>
          </w:tcPr>
          <w:p w14:paraId="236A4F6A" w14:textId="77777777" w:rsidR="00164FF5" w:rsidRDefault="00164FF5"/>
        </w:tc>
        <w:tc>
          <w:tcPr>
            <w:tcW w:w="0" w:type="auto"/>
            <w:vMerge/>
          </w:tcPr>
          <w:p w14:paraId="40755ABE" w14:textId="77777777" w:rsidR="00164FF5" w:rsidRDefault="00164FF5"/>
        </w:tc>
        <w:tc>
          <w:tcPr>
            <w:tcW w:w="0" w:type="auto"/>
            <w:vMerge/>
          </w:tcPr>
          <w:p w14:paraId="7126FE91" w14:textId="77777777" w:rsidR="00164FF5" w:rsidRDefault="00164FF5"/>
        </w:tc>
        <w:tc>
          <w:tcPr>
            <w:tcW w:w="100" w:type="dxa"/>
            <w:shd w:val="clear" w:color="auto" w:fill="EDEDED"/>
            <w:vAlign w:val="center"/>
          </w:tcPr>
          <w:p w14:paraId="0000EED3" w14:textId="77777777" w:rsidR="00164FF5" w:rsidRDefault="00861641">
            <w:pPr>
              <w:jc w:val="center"/>
            </w:pPr>
            <w:r>
              <w:rPr>
                <w:b/>
                <w:bCs/>
                <w:sz w:val="14"/>
                <w:szCs w:val="14"/>
              </w:rPr>
              <w:t>2</w:t>
            </w:r>
          </w:p>
        </w:tc>
        <w:tc>
          <w:tcPr>
            <w:tcW w:w="100" w:type="dxa"/>
            <w:shd w:val="clear" w:color="auto" w:fill="EDEDED"/>
            <w:vAlign w:val="center"/>
          </w:tcPr>
          <w:p w14:paraId="3ED6C8BA" w14:textId="77777777" w:rsidR="00164FF5" w:rsidRDefault="00861641">
            <w:pPr>
              <w:jc w:val="center"/>
            </w:pPr>
            <w:r>
              <w:rPr>
                <w:b/>
                <w:bCs/>
                <w:sz w:val="14"/>
                <w:szCs w:val="14"/>
              </w:rPr>
              <w:t>4</w:t>
            </w:r>
          </w:p>
        </w:tc>
        <w:tc>
          <w:tcPr>
            <w:tcW w:w="100" w:type="dxa"/>
            <w:shd w:val="clear" w:color="auto" w:fill="EDEDED"/>
            <w:vAlign w:val="center"/>
          </w:tcPr>
          <w:p w14:paraId="50DF6AA0" w14:textId="77777777" w:rsidR="00164FF5" w:rsidRDefault="00861641">
            <w:pPr>
              <w:jc w:val="center"/>
            </w:pPr>
            <w:r>
              <w:rPr>
                <w:b/>
                <w:bCs/>
                <w:sz w:val="14"/>
                <w:szCs w:val="14"/>
              </w:rPr>
              <w:t>6</w:t>
            </w:r>
          </w:p>
        </w:tc>
        <w:tc>
          <w:tcPr>
            <w:tcW w:w="100" w:type="dxa"/>
            <w:shd w:val="clear" w:color="auto" w:fill="EDEDED"/>
            <w:vAlign w:val="center"/>
          </w:tcPr>
          <w:p w14:paraId="260A68B3" w14:textId="77777777" w:rsidR="00164FF5" w:rsidRDefault="00861641">
            <w:pPr>
              <w:jc w:val="center"/>
            </w:pPr>
            <w:r>
              <w:rPr>
                <w:b/>
                <w:bCs/>
                <w:sz w:val="14"/>
                <w:szCs w:val="14"/>
              </w:rPr>
              <w:t>9</w:t>
            </w:r>
          </w:p>
        </w:tc>
        <w:tc>
          <w:tcPr>
            <w:tcW w:w="200" w:type="dxa"/>
            <w:shd w:val="clear" w:color="auto" w:fill="EDEDED"/>
            <w:vAlign w:val="center"/>
          </w:tcPr>
          <w:p w14:paraId="785F5611" w14:textId="77777777" w:rsidR="00164FF5" w:rsidRDefault="00861641">
            <w:pPr>
              <w:jc w:val="center"/>
            </w:pPr>
            <w:r>
              <w:rPr>
                <w:b/>
                <w:bCs/>
                <w:sz w:val="14"/>
                <w:szCs w:val="14"/>
              </w:rPr>
              <w:t>3</w:t>
            </w:r>
          </w:p>
        </w:tc>
        <w:tc>
          <w:tcPr>
            <w:tcW w:w="200" w:type="dxa"/>
            <w:shd w:val="clear" w:color="auto" w:fill="EDEDED"/>
            <w:vAlign w:val="center"/>
          </w:tcPr>
          <w:p w14:paraId="7C75CF78" w14:textId="77777777" w:rsidR="00164FF5" w:rsidRDefault="00861641">
            <w:pPr>
              <w:jc w:val="center"/>
            </w:pPr>
            <w:r>
              <w:rPr>
                <w:b/>
                <w:bCs/>
                <w:sz w:val="14"/>
                <w:szCs w:val="14"/>
              </w:rPr>
              <w:t>5</w:t>
            </w:r>
          </w:p>
        </w:tc>
        <w:tc>
          <w:tcPr>
            <w:tcW w:w="200" w:type="dxa"/>
            <w:shd w:val="clear" w:color="auto" w:fill="EDEDED"/>
            <w:vAlign w:val="center"/>
          </w:tcPr>
          <w:p w14:paraId="4EA53431" w14:textId="77777777" w:rsidR="00164FF5" w:rsidRDefault="00861641">
            <w:pPr>
              <w:jc w:val="center"/>
            </w:pPr>
            <w:r>
              <w:rPr>
                <w:b/>
                <w:bCs/>
                <w:sz w:val="14"/>
                <w:szCs w:val="14"/>
              </w:rPr>
              <w:t>7</w:t>
            </w:r>
          </w:p>
        </w:tc>
        <w:tc>
          <w:tcPr>
            <w:tcW w:w="200" w:type="dxa"/>
            <w:shd w:val="clear" w:color="auto" w:fill="EDEDED"/>
            <w:vAlign w:val="center"/>
          </w:tcPr>
          <w:p w14:paraId="32D0108C" w14:textId="77777777" w:rsidR="00164FF5" w:rsidRDefault="00861641">
            <w:pPr>
              <w:jc w:val="center"/>
            </w:pPr>
            <w:r>
              <w:rPr>
                <w:b/>
                <w:bCs/>
                <w:sz w:val="14"/>
                <w:szCs w:val="14"/>
              </w:rPr>
              <w:t>8</w:t>
            </w:r>
          </w:p>
        </w:tc>
        <w:tc>
          <w:tcPr>
            <w:tcW w:w="0" w:type="auto"/>
            <w:vMerge/>
          </w:tcPr>
          <w:p w14:paraId="73178F0B" w14:textId="77777777" w:rsidR="00164FF5" w:rsidRDefault="00164FF5"/>
        </w:tc>
        <w:tc>
          <w:tcPr>
            <w:tcW w:w="0" w:type="auto"/>
            <w:vMerge/>
          </w:tcPr>
          <w:p w14:paraId="69D77E12" w14:textId="77777777" w:rsidR="00164FF5" w:rsidRDefault="00164FF5"/>
        </w:tc>
        <w:tc>
          <w:tcPr>
            <w:tcW w:w="0" w:type="auto"/>
            <w:vMerge/>
          </w:tcPr>
          <w:p w14:paraId="0B0C7A18" w14:textId="77777777" w:rsidR="00164FF5" w:rsidRDefault="00164FF5"/>
        </w:tc>
        <w:tc>
          <w:tcPr>
            <w:tcW w:w="0" w:type="auto"/>
            <w:vMerge/>
          </w:tcPr>
          <w:p w14:paraId="78B4A05D" w14:textId="77777777" w:rsidR="00164FF5" w:rsidRDefault="00164FF5"/>
        </w:tc>
        <w:tc>
          <w:tcPr>
            <w:tcW w:w="0" w:type="auto"/>
            <w:vMerge/>
          </w:tcPr>
          <w:p w14:paraId="44791216" w14:textId="77777777" w:rsidR="00164FF5" w:rsidRDefault="00164FF5"/>
        </w:tc>
        <w:tc>
          <w:tcPr>
            <w:tcW w:w="0" w:type="auto"/>
            <w:vMerge/>
          </w:tcPr>
          <w:p w14:paraId="73B7AB08" w14:textId="77777777" w:rsidR="00164FF5" w:rsidRDefault="00164FF5"/>
        </w:tc>
        <w:tc>
          <w:tcPr>
            <w:tcW w:w="0" w:type="auto"/>
            <w:vMerge/>
          </w:tcPr>
          <w:p w14:paraId="68295853" w14:textId="77777777" w:rsidR="00164FF5" w:rsidRDefault="00164FF5"/>
        </w:tc>
        <w:tc>
          <w:tcPr>
            <w:tcW w:w="0" w:type="auto"/>
            <w:vMerge/>
          </w:tcPr>
          <w:p w14:paraId="152E6343" w14:textId="77777777" w:rsidR="00164FF5" w:rsidRDefault="00164FF5"/>
        </w:tc>
      </w:tr>
      <w:tr w:rsidR="00164FF5" w14:paraId="68580F96" w14:textId="77777777" w:rsidTr="00164FF5">
        <w:trPr>
          <w:trHeight w:val="100"/>
        </w:trPr>
        <w:tc>
          <w:tcPr>
            <w:tcW w:w="1750" w:type="dxa"/>
            <w:gridSpan w:val="19"/>
            <w:vAlign w:val="center"/>
          </w:tcPr>
          <w:p w14:paraId="12808AC3" w14:textId="77777777" w:rsidR="00164FF5" w:rsidRDefault="00861641">
            <w:pPr>
              <w:pStyle w:val="pstyleContent"/>
            </w:pPr>
            <w:r>
              <w:rPr>
                <w:rStyle w:val="styleSubformTitletxt"/>
              </w:rPr>
              <w:t>Birds</w:t>
            </w:r>
          </w:p>
        </w:tc>
      </w:tr>
      <w:tr w:rsidR="00164FF5" w14:paraId="462E8B7F" w14:textId="77777777" w:rsidTr="00164FF5">
        <w:trPr>
          <w:trHeight w:val="100"/>
        </w:trPr>
        <w:tc>
          <w:tcPr>
            <w:tcW w:w="1750" w:type="dxa"/>
          </w:tcPr>
          <w:p w14:paraId="155AE8E7" w14:textId="77777777" w:rsidR="00164FF5" w:rsidRDefault="00861641">
            <w:r>
              <w:rPr>
                <w:rStyle w:val="styleSubformtxtUP"/>
              </w:rPr>
              <w:t>Chordata/Aves</w:t>
            </w:r>
          </w:p>
        </w:tc>
        <w:tc>
          <w:tcPr>
            <w:tcW w:w="1750" w:type="dxa"/>
          </w:tcPr>
          <w:p w14:paraId="5BA59F9D" w14:textId="77777777" w:rsidR="00164FF5" w:rsidRDefault="00861641">
            <w:r>
              <w:rPr>
                <w:rStyle w:val="styleSubformtxtIblue700"/>
              </w:rPr>
              <w:t>Anas gracilis</w:t>
            </w:r>
          </w:p>
        </w:tc>
        <w:tc>
          <w:tcPr>
            <w:tcW w:w="1750" w:type="dxa"/>
          </w:tcPr>
          <w:p w14:paraId="7BE91EA0" w14:textId="77777777" w:rsidR="00164FF5" w:rsidRDefault="00861641">
            <w:r>
              <w:rPr>
                <w:rStyle w:val="styleSubformtxtsp"/>
              </w:rPr>
              <w:t>Grey Teal</w:t>
            </w:r>
          </w:p>
        </w:tc>
        <w:tc>
          <w:tcPr>
            <w:tcW w:w="1750" w:type="dxa"/>
          </w:tcPr>
          <w:p w14:paraId="3948E31A" w14:textId="77777777" w:rsidR="00164FF5" w:rsidRDefault="00861641">
            <w:pPr>
              <w:pStyle w:val="pstyleRadioTb"/>
            </w:pPr>
            <w:r>
              <w:rPr>
                <w:rStyle w:val="styleRad"/>
              </w:rPr>
              <w:t xml:space="preserve"> [ ] </w:t>
            </w:r>
          </w:p>
        </w:tc>
        <w:tc>
          <w:tcPr>
            <w:tcW w:w="1750" w:type="dxa"/>
          </w:tcPr>
          <w:p w14:paraId="3C3D2367" w14:textId="77777777" w:rsidR="00164FF5" w:rsidRDefault="00861641">
            <w:pPr>
              <w:pStyle w:val="pstyleRadioTb"/>
            </w:pPr>
            <w:r>
              <w:rPr>
                <w:rStyle w:val="styleRad"/>
              </w:rPr>
              <w:t xml:space="preserve"> [x] </w:t>
            </w:r>
          </w:p>
        </w:tc>
        <w:tc>
          <w:tcPr>
            <w:tcW w:w="1750" w:type="dxa"/>
          </w:tcPr>
          <w:p w14:paraId="108400C9" w14:textId="77777777" w:rsidR="00164FF5" w:rsidRDefault="00861641">
            <w:pPr>
              <w:pStyle w:val="pstyleRadioTb"/>
            </w:pPr>
            <w:r>
              <w:rPr>
                <w:rStyle w:val="styleRad"/>
              </w:rPr>
              <w:t xml:space="preserve"> [ ] </w:t>
            </w:r>
          </w:p>
        </w:tc>
        <w:tc>
          <w:tcPr>
            <w:tcW w:w="1750" w:type="dxa"/>
          </w:tcPr>
          <w:p w14:paraId="331ED4BF" w14:textId="77777777" w:rsidR="00164FF5" w:rsidRDefault="00861641">
            <w:pPr>
              <w:pStyle w:val="pstyleRadioTb"/>
            </w:pPr>
            <w:r>
              <w:rPr>
                <w:rStyle w:val="styleRad"/>
              </w:rPr>
              <w:t xml:space="preserve"> [ ] </w:t>
            </w:r>
          </w:p>
        </w:tc>
        <w:tc>
          <w:tcPr>
            <w:tcW w:w="1750" w:type="dxa"/>
          </w:tcPr>
          <w:p w14:paraId="40D45FEE" w14:textId="77777777" w:rsidR="00164FF5" w:rsidRDefault="00861641">
            <w:pPr>
              <w:pStyle w:val="pstyleRadioTb"/>
            </w:pPr>
            <w:r>
              <w:rPr>
                <w:rStyle w:val="styleRad"/>
              </w:rPr>
              <w:t xml:space="preserve"> [x] </w:t>
            </w:r>
          </w:p>
        </w:tc>
        <w:tc>
          <w:tcPr>
            <w:tcW w:w="1750" w:type="dxa"/>
          </w:tcPr>
          <w:p w14:paraId="2E70FE4F" w14:textId="77777777" w:rsidR="00164FF5" w:rsidRDefault="00861641">
            <w:pPr>
              <w:pStyle w:val="pstyleRadioTb"/>
            </w:pPr>
            <w:r>
              <w:rPr>
                <w:rStyle w:val="styleRad"/>
              </w:rPr>
              <w:t xml:space="preserve"> [ ] </w:t>
            </w:r>
          </w:p>
        </w:tc>
        <w:tc>
          <w:tcPr>
            <w:tcW w:w="1750" w:type="dxa"/>
          </w:tcPr>
          <w:p w14:paraId="3FD8F62A" w14:textId="77777777" w:rsidR="00164FF5" w:rsidRDefault="00861641">
            <w:pPr>
              <w:pStyle w:val="pstyleRadioTb"/>
            </w:pPr>
            <w:r>
              <w:rPr>
                <w:rStyle w:val="styleRad"/>
              </w:rPr>
              <w:t xml:space="preserve"> [ ] </w:t>
            </w:r>
          </w:p>
        </w:tc>
        <w:tc>
          <w:tcPr>
            <w:tcW w:w="1750" w:type="dxa"/>
          </w:tcPr>
          <w:p w14:paraId="01687E75" w14:textId="77777777" w:rsidR="00164FF5" w:rsidRDefault="00861641">
            <w:pPr>
              <w:pStyle w:val="pstyleRadioTb"/>
            </w:pPr>
            <w:r>
              <w:rPr>
                <w:rStyle w:val="styleRad"/>
              </w:rPr>
              <w:t xml:space="preserve"> [ ] </w:t>
            </w:r>
          </w:p>
        </w:tc>
        <w:tc>
          <w:tcPr>
            <w:tcW w:w="1750" w:type="dxa"/>
          </w:tcPr>
          <w:p w14:paraId="20C7EFC6" w14:textId="77777777" w:rsidR="00164FF5" w:rsidRDefault="00861641">
            <w:r>
              <w:rPr>
                <w:rStyle w:val="styleSubformtxtsp"/>
              </w:rPr>
              <w:t xml:space="preserve"> </w:t>
            </w:r>
          </w:p>
        </w:tc>
        <w:tc>
          <w:tcPr>
            <w:tcW w:w="1750" w:type="dxa"/>
          </w:tcPr>
          <w:p w14:paraId="31464B49" w14:textId="77777777" w:rsidR="00164FF5" w:rsidRDefault="00164FF5"/>
        </w:tc>
        <w:tc>
          <w:tcPr>
            <w:tcW w:w="1750" w:type="dxa"/>
          </w:tcPr>
          <w:p w14:paraId="70C2F204" w14:textId="77777777" w:rsidR="00164FF5" w:rsidRDefault="00861641">
            <w:r>
              <w:rPr>
                <w:rStyle w:val="styleSubformtxtsp"/>
              </w:rPr>
              <w:t xml:space="preserve"> </w:t>
            </w:r>
          </w:p>
        </w:tc>
        <w:tc>
          <w:tcPr>
            <w:tcW w:w="1750" w:type="dxa"/>
          </w:tcPr>
          <w:p w14:paraId="01CB7862" w14:textId="77777777" w:rsidR="00164FF5" w:rsidRDefault="00861641">
            <w:r>
              <w:rPr>
                <w:rStyle w:val="styleSubformtxtsp"/>
              </w:rPr>
              <w:t xml:space="preserve">LC </w:t>
            </w:r>
          </w:p>
        </w:tc>
        <w:tc>
          <w:tcPr>
            <w:tcW w:w="1750" w:type="dxa"/>
          </w:tcPr>
          <w:p w14:paraId="75D5F947" w14:textId="77777777" w:rsidR="00164FF5" w:rsidRDefault="00861641">
            <w:pPr>
              <w:pStyle w:val="pstyleRadioTb"/>
            </w:pPr>
            <w:r>
              <w:rPr>
                <w:rStyle w:val="styleRad"/>
              </w:rPr>
              <w:t xml:space="preserve"> [ ] </w:t>
            </w:r>
          </w:p>
        </w:tc>
        <w:tc>
          <w:tcPr>
            <w:tcW w:w="1750" w:type="dxa"/>
          </w:tcPr>
          <w:p w14:paraId="2CC9030C" w14:textId="77777777" w:rsidR="00164FF5" w:rsidRDefault="00861641">
            <w:pPr>
              <w:pStyle w:val="pstyleRadioTb"/>
            </w:pPr>
            <w:r>
              <w:rPr>
                <w:rStyle w:val="styleRad"/>
              </w:rPr>
              <w:t xml:space="preserve"> [ ] </w:t>
            </w:r>
          </w:p>
        </w:tc>
        <w:tc>
          <w:tcPr>
            <w:tcW w:w="1750" w:type="dxa"/>
          </w:tcPr>
          <w:p w14:paraId="36869D48" w14:textId="77777777" w:rsidR="00164FF5" w:rsidRDefault="00164FF5"/>
        </w:tc>
        <w:tc>
          <w:tcPr>
            <w:tcW w:w="1750" w:type="dxa"/>
          </w:tcPr>
          <w:p w14:paraId="654C964A" w14:textId="77777777" w:rsidR="00164FF5" w:rsidRDefault="00861641">
            <w:r>
              <w:rPr>
                <w:rStyle w:val="styleSubformtxtsp"/>
              </w:rPr>
              <w:t>Migration</w:t>
            </w:r>
          </w:p>
        </w:tc>
      </w:tr>
      <w:tr w:rsidR="00164FF5" w14:paraId="3D45085A" w14:textId="77777777" w:rsidTr="00164FF5">
        <w:trPr>
          <w:trHeight w:val="100"/>
        </w:trPr>
        <w:tc>
          <w:tcPr>
            <w:tcW w:w="1750" w:type="dxa"/>
          </w:tcPr>
          <w:p w14:paraId="02AA4F39" w14:textId="77777777" w:rsidR="00164FF5" w:rsidRDefault="00861641">
            <w:r>
              <w:rPr>
                <w:rStyle w:val="styleSubformtxtUP"/>
              </w:rPr>
              <w:t>Chordata/Aves</w:t>
            </w:r>
          </w:p>
        </w:tc>
        <w:tc>
          <w:tcPr>
            <w:tcW w:w="1750" w:type="dxa"/>
          </w:tcPr>
          <w:p w14:paraId="5AADE724" w14:textId="77777777" w:rsidR="00164FF5" w:rsidRDefault="00861641">
            <w:r>
              <w:rPr>
                <w:rStyle w:val="styleSubformtxtIblue700"/>
              </w:rPr>
              <w:t>Anas rhynchotis</w:t>
            </w:r>
          </w:p>
        </w:tc>
        <w:tc>
          <w:tcPr>
            <w:tcW w:w="1750" w:type="dxa"/>
          </w:tcPr>
          <w:p w14:paraId="5C893B14" w14:textId="77777777" w:rsidR="00164FF5" w:rsidRDefault="00861641">
            <w:r>
              <w:rPr>
                <w:rStyle w:val="styleSubformtxtsp"/>
              </w:rPr>
              <w:t>Australasian Shoveler</w:t>
            </w:r>
          </w:p>
        </w:tc>
        <w:tc>
          <w:tcPr>
            <w:tcW w:w="1750" w:type="dxa"/>
          </w:tcPr>
          <w:p w14:paraId="17AC476F" w14:textId="77777777" w:rsidR="00164FF5" w:rsidRDefault="00861641">
            <w:pPr>
              <w:pStyle w:val="pstyleRadioTb"/>
            </w:pPr>
            <w:r>
              <w:rPr>
                <w:rStyle w:val="styleRad"/>
              </w:rPr>
              <w:t xml:space="preserve"> [ ] </w:t>
            </w:r>
          </w:p>
        </w:tc>
        <w:tc>
          <w:tcPr>
            <w:tcW w:w="1750" w:type="dxa"/>
          </w:tcPr>
          <w:p w14:paraId="473D26A5" w14:textId="77777777" w:rsidR="00164FF5" w:rsidRDefault="00861641">
            <w:pPr>
              <w:pStyle w:val="pstyleRadioTb"/>
            </w:pPr>
            <w:r>
              <w:rPr>
                <w:rStyle w:val="styleRad"/>
              </w:rPr>
              <w:t xml:space="preserve"> [x] </w:t>
            </w:r>
          </w:p>
        </w:tc>
        <w:tc>
          <w:tcPr>
            <w:tcW w:w="1750" w:type="dxa"/>
          </w:tcPr>
          <w:p w14:paraId="1000600F" w14:textId="77777777" w:rsidR="00164FF5" w:rsidRDefault="00861641">
            <w:pPr>
              <w:pStyle w:val="pstyleRadioTb"/>
            </w:pPr>
            <w:r>
              <w:rPr>
                <w:rStyle w:val="styleRad"/>
              </w:rPr>
              <w:t xml:space="preserve"> [ ] </w:t>
            </w:r>
          </w:p>
        </w:tc>
        <w:tc>
          <w:tcPr>
            <w:tcW w:w="1750" w:type="dxa"/>
          </w:tcPr>
          <w:p w14:paraId="7971EA4D" w14:textId="77777777" w:rsidR="00164FF5" w:rsidRDefault="00861641">
            <w:pPr>
              <w:pStyle w:val="pstyleRadioTb"/>
            </w:pPr>
            <w:r>
              <w:rPr>
                <w:rStyle w:val="styleRad"/>
              </w:rPr>
              <w:t xml:space="preserve"> [ ] </w:t>
            </w:r>
          </w:p>
        </w:tc>
        <w:tc>
          <w:tcPr>
            <w:tcW w:w="1750" w:type="dxa"/>
          </w:tcPr>
          <w:p w14:paraId="2236776C" w14:textId="77777777" w:rsidR="00164FF5" w:rsidRDefault="00861641">
            <w:pPr>
              <w:pStyle w:val="pstyleRadioTb"/>
            </w:pPr>
            <w:r>
              <w:rPr>
                <w:rStyle w:val="styleRad"/>
              </w:rPr>
              <w:t xml:space="preserve"> [x] </w:t>
            </w:r>
          </w:p>
        </w:tc>
        <w:tc>
          <w:tcPr>
            <w:tcW w:w="1750" w:type="dxa"/>
          </w:tcPr>
          <w:p w14:paraId="1E902FFF" w14:textId="77777777" w:rsidR="00164FF5" w:rsidRDefault="00861641">
            <w:pPr>
              <w:pStyle w:val="pstyleRadioTb"/>
            </w:pPr>
            <w:r>
              <w:rPr>
                <w:rStyle w:val="styleRad"/>
              </w:rPr>
              <w:t xml:space="preserve"> [ ] </w:t>
            </w:r>
          </w:p>
        </w:tc>
        <w:tc>
          <w:tcPr>
            <w:tcW w:w="1750" w:type="dxa"/>
          </w:tcPr>
          <w:p w14:paraId="1C8E013C" w14:textId="77777777" w:rsidR="00164FF5" w:rsidRDefault="00861641">
            <w:pPr>
              <w:pStyle w:val="pstyleRadioTb"/>
            </w:pPr>
            <w:r>
              <w:rPr>
                <w:rStyle w:val="styleRad"/>
              </w:rPr>
              <w:t xml:space="preserve"> [ ] </w:t>
            </w:r>
          </w:p>
        </w:tc>
        <w:tc>
          <w:tcPr>
            <w:tcW w:w="1750" w:type="dxa"/>
          </w:tcPr>
          <w:p w14:paraId="0ED22C19" w14:textId="77777777" w:rsidR="00164FF5" w:rsidRDefault="00861641">
            <w:pPr>
              <w:pStyle w:val="pstyleRadioTb"/>
            </w:pPr>
            <w:r>
              <w:rPr>
                <w:rStyle w:val="styleRad"/>
              </w:rPr>
              <w:t xml:space="preserve"> [ ] </w:t>
            </w:r>
          </w:p>
        </w:tc>
        <w:tc>
          <w:tcPr>
            <w:tcW w:w="1750" w:type="dxa"/>
          </w:tcPr>
          <w:p w14:paraId="2FF271A2" w14:textId="77777777" w:rsidR="00164FF5" w:rsidRDefault="00861641">
            <w:r>
              <w:rPr>
                <w:rStyle w:val="styleSubformtxtsp"/>
              </w:rPr>
              <w:t xml:space="preserve"> </w:t>
            </w:r>
          </w:p>
        </w:tc>
        <w:tc>
          <w:tcPr>
            <w:tcW w:w="1750" w:type="dxa"/>
          </w:tcPr>
          <w:p w14:paraId="02FE1053" w14:textId="77777777" w:rsidR="00164FF5" w:rsidRDefault="00164FF5"/>
        </w:tc>
        <w:tc>
          <w:tcPr>
            <w:tcW w:w="1750" w:type="dxa"/>
          </w:tcPr>
          <w:p w14:paraId="67C4E3AB" w14:textId="77777777" w:rsidR="00164FF5" w:rsidRDefault="00861641">
            <w:r>
              <w:rPr>
                <w:rStyle w:val="styleSubformtxtsp"/>
              </w:rPr>
              <w:t xml:space="preserve"> </w:t>
            </w:r>
          </w:p>
        </w:tc>
        <w:tc>
          <w:tcPr>
            <w:tcW w:w="1750" w:type="dxa"/>
          </w:tcPr>
          <w:p w14:paraId="075EF4B6" w14:textId="77777777" w:rsidR="00164FF5" w:rsidRDefault="00164FF5"/>
        </w:tc>
        <w:tc>
          <w:tcPr>
            <w:tcW w:w="1750" w:type="dxa"/>
          </w:tcPr>
          <w:p w14:paraId="60DEAF93" w14:textId="77777777" w:rsidR="00164FF5" w:rsidRDefault="00861641">
            <w:pPr>
              <w:pStyle w:val="pstyleRadioTb"/>
            </w:pPr>
            <w:r>
              <w:rPr>
                <w:rStyle w:val="styleRad"/>
              </w:rPr>
              <w:t xml:space="preserve"> [ ] </w:t>
            </w:r>
          </w:p>
        </w:tc>
        <w:tc>
          <w:tcPr>
            <w:tcW w:w="1750" w:type="dxa"/>
          </w:tcPr>
          <w:p w14:paraId="5A0282DA" w14:textId="77777777" w:rsidR="00164FF5" w:rsidRDefault="00861641">
            <w:pPr>
              <w:pStyle w:val="pstyleRadioTb"/>
            </w:pPr>
            <w:r>
              <w:rPr>
                <w:rStyle w:val="styleRad"/>
              </w:rPr>
              <w:t xml:space="preserve"> [ ] </w:t>
            </w:r>
          </w:p>
        </w:tc>
        <w:tc>
          <w:tcPr>
            <w:tcW w:w="1750" w:type="dxa"/>
          </w:tcPr>
          <w:p w14:paraId="2D62C6FA" w14:textId="77777777" w:rsidR="00164FF5" w:rsidRDefault="00164FF5"/>
        </w:tc>
        <w:tc>
          <w:tcPr>
            <w:tcW w:w="1750" w:type="dxa"/>
          </w:tcPr>
          <w:p w14:paraId="4178403C" w14:textId="77777777" w:rsidR="00164FF5" w:rsidRDefault="00861641">
            <w:r>
              <w:rPr>
                <w:rStyle w:val="styleSubformtxtsp"/>
              </w:rPr>
              <w:t>Drought refuge</w:t>
            </w:r>
          </w:p>
        </w:tc>
      </w:tr>
      <w:tr w:rsidR="00164FF5" w14:paraId="1E612E6D" w14:textId="77777777" w:rsidTr="00164FF5">
        <w:trPr>
          <w:trHeight w:val="100"/>
        </w:trPr>
        <w:tc>
          <w:tcPr>
            <w:tcW w:w="1750" w:type="dxa"/>
          </w:tcPr>
          <w:p w14:paraId="1C5E3446" w14:textId="77777777" w:rsidR="00164FF5" w:rsidRDefault="00861641">
            <w:r>
              <w:rPr>
                <w:rStyle w:val="styleSubformtxtUP"/>
              </w:rPr>
              <w:t>Chordata/Aves</w:t>
            </w:r>
          </w:p>
        </w:tc>
        <w:tc>
          <w:tcPr>
            <w:tcW w:w="1750" w:type="dxa"/>
          </w:tcPr>
          <w:p w14:paraId="65081128" w14:textId="77777777" w:rsidR="00164FF5" w:rsidRDefault="00861641">
            <w:r>
              <w:rPr>
                <w:rStyle w:val="styleSubformtxtIblue700"/>
              </w:rPr>
              <w:t>Anas superciliosa</w:t>
            </w:r>
          </w:p>
        </w:tc>
        <w:tc>
          <w:tcPr>
            <w:tcW w:w="1750" w:type="dxa"/>
          </w:tcPr>
          <w:p w14:paraId="0187206C" w14:textId="77777777" w:rsidR="00164FF5" w:rsidRDefault="00861641">
            <w:r>
              <w:rPr>
                <w:rStyle w:val="styleSubformtxtsp"/>
              </w:rPr>
              <w:t>Pacific Black Duck; Gray Duck</w:t>
            </w:r>
          </w:p>
        </w:tc>
        <w:tc>
          <w:tcPr>
            <w:tcW w:w="1750" w:type="dxa"/>
          </w:tcPr>
          <w:p w14:paraId="37F3907F" w14:textId="77777777" w:rsidR="00164FF5" w:rsidRDefault="00861641">
            <w:pPr>
              <w:pStyle w:val="pstyleRadioTb"/>
            </w:pPr>
            <w:r>
              <w:rPr>
                <w:rStyle w:val="styleRad"/>
              </w:rPr>
              <w:t xml:space="preserve"> [ ] </w:t>
            </w:r>
          </w:p>
        </w:tc>
        <w:tc>
          <w:tcPr>
            <w:tcW w:w="1750" w:type="dxa"/>
          </w:tcPr>
          <w:p w14:paraId="15FB39FF" w14:textId="77777777" w:rsidR="00164FF5" w:rsidRDefault="00861641">
            <w:pPr>
              <w:pStyle w:val="pstyleRadioTb"/>
            </w:pPr>
            <w:r>
              <w:rPr>
                <w:rStyle w:val="styleRad"/>
              </w:rPr>
              <w:t xml:space="preserve"> [x] </w:t>
            </w:r>
          </w:p>
        </w:tc>
        <w:tc>
          <w:tcPr>
            <w:tcW w:w="1750" w:type="dxa"/>
          </w:tcPr>
          <w:p w14:paraId="61ECB31E" w14:textId="77777777" w:rsidR="00164FF5" w:rsidRDefault="00861641">
            <w:pPr>
              <w:pStyle w:val="pstyleRadioTb"/>
            </w:pPr>
            <w:r>
              <w:rPr>
                <w:rStyle w:val="styleRad"/>
              </w:rPr>
              <w:t xml:space="preserve"> [ ] </w:t>
            </w:r>
          </w:p>
        </w:tc>
        <w:tc>
          <w:tcPr>
            <w:tcW w:w="1750" w:type="dxa"/>
          </w:tcPr>
          <w:p w14:paraId="50A06AAD" w14:textId="77777777" w:rsidR="00164FF5" w:rsidRDefault="00861641">
            <w:pPr>
              <w:pStyle w:val="pstyleRadioTb"/>
            </w:pPr>
            <w:r>
              <w:rPr>
                <w:rStyle w:val="styleRad"/>
              </w:rPr>
              <w:t xml:space="preserve"> [ ] </w:t>
            </w:r>
          </w:p>
        </w:tc>
        <w:tc>
          <w:tcPr>
            <w:tcW w:w="1750" w:type="dxa"/>
          </w:tcPr>
          <w:p w14:paraId="35295474" w14:textId="77777777" w:rsidR="00164FF5" w:rsidRDefault="00861641">
            <w:pPr>
              <w:pStyle w:val="pstyleRadioTb"/>
            </w:pPr>
            <w:r>
              <w:rPr>
                <w:rStyle w:val="styleRad"/>
              </w:rPr>
              <w:t xml:space="preserve"> [x] </w:t>
            </w:r>
          </w:p>
        </w:tc>
        <w:tc>
          <w:tcPr>
            <w:tcW w:w="1750" w:type="dxa"/>
          </w:tcPr>
          <w:p w14:paraId="0D99A54F" w14:textId="77777777" w:rsidR="00164FF5" w:rsidRDefault="00861641">
            <w:pPr>
              <w:pStyle w:val="pstyleRadioTb"/>
            </w:pPr>
            <w:r>
              <w:rPr>
                <w:rStyle w:val="styleRad"/>
              </w:rPr>
              <w:t xml:space="preserve"> [ ] </w:t>
            </w:r>
          </w:p>
        </w:tc>
        <w:tc>
          <w:tcPr>
            <w:tcW w:w="1750" w:type="dxa"/>
          </w:tcPr>
          <w:p w14:paraId="5A677FE5" w14:textId="77777777" w:rsidR="00164FF5" w:rsidRDefault="00861641">
            <w:pPr>
              <w:pStyle w:val="pstyleRadioTb"/>
            </w:pPr>
            <w:r>
              <w:rPr>
                <w:rStyle w:val="styleRad"/>
              </w:rPr>
              <w:t xml:space="preserve"> [ ] </w:t>
            </w:r>
          </w:p>
        </w:tc>
        <w:tc>
          <w:tcPr>
            <w:tcW w:w="1750" w:type="dxa"/>
          </w:tcPr>
          <w:p w14:paraId="4FA256DF" w14:textId="77777777" w:rsidR="00164FF5" w:rsidRDefault="00861641">
            <w:pPr>
              <w:pStyle w:val="pstyleRadioTb"/>
            </w:pPr>
            <w:r>
              <w:rPr>
                <w:rStyle w:val="styleRad"/>
              </w:rPr>
              <w:t xml:space="preserve"> [ ] </w:t>
            </w:r>
          </w:p>
        </w:tc>
        <w:tc>
          <w:tcPr>
            <w:tcW w:w="1750" w:type="dxa"/>
          </w:tcPr>
          <w:p w14:paraId="21EB8B52" w14:textId="77777777" w:rsidR="00164FF5" w:rsidRDefault="00861641">
            <w:r>
              <w:rPr>
                <w:rStyle w:val="styleSubformtxtsp"/>
              </w:rPr>
              <w:t xml:space="preserve"> </w:t>
            </w:r>
          </w:p>
        </w:tc>
        <w:tc>
          <w:tcPr>
            <w:tcW w:w="1750" w:type="dxa"/>
          </w:tcPr>
          <w:p w14:paraId="644C8840" w14:textId="77777777" w:rsidR="00164FF5" w:rsidRDefault="00164FF5"/>
        </w:tc>
        <w:tc>
          <w:tcPr>
            <w:tcW w:w="1750" w:type="dxa"/>
          </w:tcPr>
          <w:p w14:paraId="6713F9AE" w14:textId="77777777" w:rsidR="00164FF5" w:rsidRDefault="00861641">
            <w:r>
              <w:rPr>
                <w:rStyle w:val="styleSubformtxtsp"/>
              </w:rPr>
              <w:t xml:space="preserve"> </w:t>
            </w:r>
          </w:p>
        </w:tc>
        <w:tc>
          <w:tcPr>
            <w:tcW w:w="1750" w:type="dxa"/>
          </w:tcPr>
          <w:p w14:paraId="045E80C6" w14:textId="77777777" w:rsidR="00164FF5" w:rsidRDefault="00861641">
            <w:r>
              <w:rPr>
                <w:rStyle w:val="styleSubformtxtsp"/>
              </w:rPr>
              <w:t xml:space="preserve">LC </w:t>
            </w:r>
          </w:p>
        </w:tc>
        <w:tc>
          <w:tcPr>
            <w:tcW w:w="1750" w:type="dxa"/>
          </w:tcPr>
          <w:p w14:paraId="387EE95F" w14:textId="77777777" w:rsidR="00164FF5" w:rsidRDefault="00861641">
            <w:pPr>
              <w:pStyle w:val="pstyleRadioTb"/>
            </w:pPr>
            <w:r>
              <w:rPr>
                <w:rStyle w:val="styleRad"/>
              </w:rPr>
              <w:t xml:space="preserve"> [ ] </w:t>
            </w:r>
          </w:p>
        </w:tc>
        <w:tc>
          <w:tcPr>
            <w:tcW w:w="1750" w:type="dxa"/>
          </w:tcPr>
          <w:p w14:paraId="77CBB940" w14:textId="77777777" w:rsidR="00164FF5" w:rsidRDefault="00861641">
            <w:pPr>
              <w:pStyle w:val="pstyleRadioTb"/>
            </w:pPr>
            <w:r>
              <w:rPr>
                <w:rStyle w:val="styleRad"/>
              </w:rPr>
              <w:t xml:space="preserve"> [ ] </w:t>
            </w:r>
          </w:p>
        </w:tc>
        <w:tc>
          <w:tcPr>
            <w:tcW w:w="1750" w:type="dxa"/>
          </w:tcPr>
          <w:p w14:paraId="5D8EC0FD" w14:textId="77777777" w:rsidR="00164FF5" w:rsidRDefault="00164FF5"/>
        </w:tc>
        <w:tc>
          <w:tcPr>
            <w:tcW w:w="1750" w:type="dxa"/>
          </w:tcPr>
          <w:p w14:paraId="488E83C0" w14:textId="77777777" w:rsidR="00164FF5" w:rsidRDefault="00861641">
            <w:r>
              <w:rPr>
                <w:rStyle w:val="styleSubformtxtsp"/>
              </w:rPr>
              <w:t>Drought refuge</w:t>
            </w:r>
          </w:p>
        </w:tc>
      </w:tr>
      <w:tr w:rsidR="00164FF5" w14:paraId="1AFA74F5" w14:textId="77777777" w:rsidTr="00164FF5">
        <w:trPr>
          <w:trHeight w:val="100"/>
        </w:trPr>
        <w:tc>
          <w:tcPr>
            <w:tcW w:w="1750" w:type="dxa"/>
          </w:tcPr>
          <w:p w14:paraId="113EBEA1" w14:textId="77777777" w:rsidR="00164FF5" w:rsidRDefault="00861641">
            <w:r>
              <w:rPr>
                <w:rStyle w:val="styleSubformtxtUP"/>
              </w:rPr>
              <w:t>Chordata/Aves</w:t>
            </w:r>
          </w:p>
        </w:tc>
        <w:tc>
          <w:tcPr>
            <w:tcW w:w="1750" w:type="dxa"/>
          </w:tcPr>
          <w:p w14:paraId="2F23CE5A" w14:textId="77777777" w:rsidR="00164FF5" w:rsidRDefault="00861641">
            <w:r>
              <w:rPr>
                <w:rStyle w:val="styleSubformtxtIblue700"/>
              </w:rPr>
              <w:t>Anhinga novaehollandiae</w:t>
            </w:r>
          </w:p>
        </w:tc>
        <w:tc>
          <w:tcPr>
            <w:tcW w:w="1750" w:type="dxa"/>
          </w:tcPr>
          <w:p w14:paraId="0BB01E74" w14:textId="77777777" w:rsidR="00164FF5" w:rsidRDefault="00861641">
            <w:r>
              <w:rPr>
                <w:rStyle w:val="styleSubformtxtsp"/>
              </w:rPr>
              <w:t>Australasian Darter</w:t>
            </w:r>
          </w:p>
        </w:tc>
        <w:tc>
          <w:tcPr>
            <w:tcW w:w="1750" w:type="dxa"/>
          </w:tcPr>
          <w:p w14:paraId="7E8CEDC0" w14:textId="77777777" w:rsidR="00164FF5" w:rsidRDefault="00861641">
            <w:pPr>
              <w:pStyle w:val="pstyleRadioTb"/>
            </w:pPr>
            <w:r>
              <w:rPr>
                <w:rStyle w:val="styleRad"/>
              </w:rPr>
              <w:t xml:space="preserve"> [ ] </w:t>
            </w:r>
          </w:p>
        </w:tc>
        <w:tc>
          <w:tcPr>
            <w:tcW w:w="1750" w:type="dxa"/>
          </w:tcPr>
          <w:p w14:paraId="7F89E5FE" w14:textId="77777777" w:rsidR="00164FF5" w:rsidRDefault="00861641">
            <w:pPr>
              <w:pStyle w:val="pstyleRadioTb"/>
            </w:pPr>
            <w:r>
              <w:rPr>
                <w:rStyle w:val="styleRad"/>
              </w:rPr>
              <w:t xml:space="preserve"> [x] </w:t>
            </w:r>
          </w:p>
        </w:tc>
        <w:tc>
          <w:tcPr>
            <w:tcW w:w="1750" w:type="dxa"/>
          </w:tcPr>
          <w:p w14:paraId="68493C3B" w14:textId="77777777" w:rsidR="00164FF5" w:rsidRDefault="00861641">
            <w:pPr>
              <w:pStyle w:val="pstyleRadioTb"/>
            </w:pPr>
            <w:r>
              <w:rPr>
                <w:rStyle w:val="styleRad"/>
              </w:rPr>
              <w:t xml:space="preserve"> [ ] </w:t>
            </w:r>
          </w:p>
        </w:tc>
        <w:tc>
          <w:tcPr>
            <w:tcW w:w="1750" w:type="dxa"/>
          </w:tcPr>
          <w:p w14:paraId="5C98801E" w14:textId="77777777" w:rsidR="00164FF5" w:rsidRDefault="00861641">
            <w:pPr>
              <w:pStyle w:val="pstyleRadioTb"/>
            </w:pPr>
            <w:r>
              <w:rPr>
                <w:rStyle w:val="styleRad"/>
              </w:rPr>
              <w:t xml:space="preserve"> [ ] </w:t>
            </w:r>
          </w:p>
        </w:tc>
        <w:tc>
          <w:tcPr>
            <w:tcW w:w="1750" w:type="dxa"/>
          </w:tcPr>
          <w:p w14:paraId="6177F32F" w14:textId="77777777" w:rsidR="00164FF5" w:rsidRDefault="00861641">
            <w:pPr>
              <w:pStyle w:val="pstyleRadioTb"/>
            </w:pPr>
            <w:r>
              <w:rPr>
                <w:rStyle w:val="styleRad"/>
              </w:rPr>
              <w:t xml:space="preserve"> [x] </w:t>
            </w:r>
          </w:p>
        </w:tc>
        <w:tc>
          <w:tcPr>
            <w:tcW w:w="1750" w:type="dxa"/>
          </w:tcPr>
          <w:p w14:paraId="51B94EAE" w14:textId="77777777" w:rsidR="00164FF5" w:rsidRDefault="00861641">
            <w:pPr>
              <w:pStyle w:val="pstyleRadioTb"/>
            </w:pPr>
            <w:r>
              <w:rPr>
                <w:rStyle w:val="styleRad"/>
              </w:rPr>
              <w:t xml:space="preserve"> [ ] </w:t>
            </w:r>
          </w:p>
        </w:tc>
        <w:tc>
          <w:tcPr>
            <w:tcW w:w="1750" w:type="dxa"/>
          </w:tcPr>
          <w:p w14:paraId="4D0C45AC" w14:textId="77777777" w:rsidR="00164FF5" w:rsidRDefault="00861641">
            <w:pPr>
              <w:pStyle w:val="pstyleRadioTb"/>
            </w:pPr>
            <w:r>
              <w:rPr>
                <w:rStyle w:val="styleRad"/>
              </w:rPr>
              <w:t xml:space="preserve"> [ ] </w:t>
            </w:r>
          </w:p>
        </w:tc>
        <w:tc>
          <w:tcPr>
            <w:tcW w:w="1750" w:type="dxa"/>
          </w:tcPr>
          <w:p w14:paraId="6AD9B6DE" w14:textId="77777777" w:rsidR="00164FF5" w:rsidRDefault="00861641">
            <w:pPr>
              <w:pStyle w:val="pstyleRadioTb"/>
            </w:pPr>
            <w:r>
              <w:rPr>
                <w:rStyle w:val="styleRad"/>
              </w:rPr>
              <w:t xml:space="preserve"> [ ] </w:t>
            </w:r>
          </w:p>
        </w:tc>
        <w:tc>
          <w:tcPr>
            <w:tcW w:w="1750" w:type="dxa"/>
          </w:tcPr>
          <w:p w14:paraId="3D494541" w14:textId="77777777" w:rsidR="00164FF5" w:rsidRDefault="00861641">
            <w:r>
              <w:rPr>
                <w:rStyle w:val="styleSubformtxtsp"/>
              </w:rPr>
              <w:t xml:space="preserve"> </w:t>
            </w:r>
          </w:p>
        </w:tc>
        <w:tc>
          <w:tcPr>
            <w:tcW w:w="1750" w:type="dxa"/>
          </w:tcPr>
          <w:p w14:paraId="3EF2A9F4" w14:textId="77777777" w:rsidR="00164FF5" w:rsidRDefault="00164FF5"/>
        </w:tc>
        <w:tc>
          <w:tcPr>
            <w:tcW w:w="1750" w:type="dxa"/>
          </w:tcPr>
          <w:p w14:paraId="7E6EB939" w14:textId="77777777" w:rsidR="00164FF5" w:rsidRDefault="00861641">
            <w:r>
              <w:rPr>
                <w:rStyle w:val="styleSubformtxtsp"/>
              </w:rPr>
              <w:t xml:space="preserve"> </w:t>
            </w:r>
          </w:p>
        </w:tc>
        <w:tc>
          <w:tcPr>
            <w:tcW w:w="1750" w:type="dxa"/>
          </w:tcPr>
          <w:p w14:paraId="78C4B9C3" w14:textId="77777777" w:rsidR="00164FF5" w:rsidRDefault="00861641">
            <w:r>
              <w:rPr>
                <w:rStyle w:val="styleSubformtxtsp"/>
              </w:rPr>
              <w:t xml:space="preserve">LC </w:t>
            </w:r>
          </w:p>
        </w:tc>
        <w:tc>
          <w:tcPr>
            <w:tcW w:w="1750" w:type="dxa"/>
          </w:tcPr>
          <w:p w14:paraId="2E1769FF" w14:textId="77777777" w:rsidR="00164FF5" w:rsidRDefault="00861641">
            <w:pPr>
              <w:pStyle w:val="pstyleRadioTb"/>
            </w:pPr>
            <w:r>
              <w:rPr>
                <w:rStyle w:val="styleRad"/>
              </w:rPr>
              <w:t xml:space="preserve"> [ ] </w:t>
            </w:r>
          </w:p>
        </w:tc>
        <w:tc>
          <w:tcPr>
            <w:tcW w:w="1750" w:type="dxa"/>
          </w:tcPr>
          <w:p w14:paraId="534A34BA" w14:textId="77777777" w:rsidR="00164FF5" w:rsidRDefault="00861641">
            <w:pPr>
              <w:pStyle w:val="pstyleRadioTb"/>
            </w:pPr>
            <w:r>
              <w:rPr>
                <w:rStyle w:val="styleRad"/>
              </w:rPr>
              <w:t xml:space="preserve"> [ ] </w:t>
            </w:r>
          </w:p>
        </w:tc>
        <w:tc>
          <w:tcPr>
            <w:tcW w:w="1750" w:type="dxa"/>
          </w:tcPr>
          <w:p w14:paraId="60D59C49" w14:textId="77777777" w:rsidR="00164FF5" w:rsidRDefault="00164FF5"/>
        </w:tc>
        <w:tc>
          <w:tcPr>
            <w:tcW w:w="1750" w:type="dxa"/>
          </w:tcPr>
          <w:p w14:paraId="7DD978C1" w14:textId="77777777" w:rsidR="00164FF5" w:rsidRDefault="00861641">
            <w:r>
              <w:rPr>
                <w:rStyle w:val="styleSubformtxtsp"/>
              </w:rPr>
              <w:t>Drought refuge</w:t>
            </w:r>
          </w:p>
        </w:tc>
      </w:tr>
      <w:tr w:rsidR="00164FF5" w14:paraId="69476F24" w14:textId="77777777" w:rsidTr="00164FF5">
        <w:trPr>
          <w:trHeight w:val="100"/>
        </w:trPr>
        <w:tc>
          <w:tcPr>
            <w:tcW w:w="1750" w:type="dxa"/>
          </w:tcPr>
          <w:p w14:paraId="1565A3C3" w14:textId="77777777" w:rsidR="00164FF5" w:rsidRDefault="00861641">
            <w:r>
              <w:rPr>
                <w:rStyle w:val="styleSubformtxtUP"/>
              </w:rPr>
              <w:t>Chordata/Aves</w:t>
            </w:r>
          </w:p>
        </w:tc>
        <w:tc>
          <w:tcPr>
            <w:tcW w:w="1750" w:type="dxa"/>
          </w:tcPr>
          <w:p w14:paraId="774831A0" w14:textId="77777777" w:rsidR="00164FF5" w:rsidRDefault="00861641">
            <w:r>
              <w:rPr>
                <w:rStyle w:val="styleSubformtxtIblue700"/>
              </w:rPr>
              <w:t>Ardea modesta</w:t>
            </w:r>
          </w:p>
        </w:tc>
        <w:tc>
          <w:tcPr>
            <w:tcW w:w="1750" w:type="dxa"/>
          </w:tcPr>
          <w:p w14:paraId="27A4B366" w14:textId="77777777" w:rsidR="00164FF5" w:rsidRDefault="00861641">
            <w:r>
              <w:rPr>
                <w:rStyle w:val="styleSubformtxtsp"/>
              </w:rPr>
              <w:t>Eastern Great Egret</w:t>
            </w:r>
          </w:p>
        </w:tc>
        <w:tc>
          <w:tcPr>
            <w:tcW w:w="1750" w:type="dxa"/>
          </w:tcPr>
          <w:p w14:paraId="748315A9" w14:textId="77777777" w:rsidR="00164FF5" w:rsidRDefault="00861641">
            <w:pPr>
              <w:pStyle w:val="pstyleRadioTb"/>
            </w:pPr>
            <w:r>
              <w:rPr>
                <w:rStyle w:val="styleRad"/>
              </w:rPr>
              <w:t xml:space="preserve"> [ ] </w:t>
            </w:r>
          </w:p>
        </w:tc>
        <w:tc>
          <w:tcPr>
            <w:tcW w:w="1750" w:type="dxa"/>
          </w:tcPr>
          <w:p w14:paraId="63E2EAC8" w14:textId="77777777" w:rsidR="00164FF5" w:rsidRDefault="00861641">
            <w:pPr>
              <w:pStyle w:val="pstyleRadioTb"/>
            </w:pPr>
            <w:r>
              <w:rPr>
                <w:rStyle w:val="styleRad"/>
              </w:rPr>
              <w:t xml:space="preserve"> [x] </w:t>
            </w:r>
          </w:p>
        </w:tc>
        <w:tc>
          <w:tcPr>
            <w:tcW w:w="1750" w:type="dxa"/>
          </w:tcPr>
          <w:p w14:paraId="1355D433" w14:textId="77777777" w:rsidR="00164FF5" w:rsidRDefault="00861641">
            <w:pPr>
              <w:pStyle w:val="pstyleRadioTb"/>
            </w:pPr>
            <w:r>
              <w:rPr>
                <w:rStyle w:val="styleRad"/>
              </w:rPr>
              <w:t xml:space="preserve"> [ ] </w:t>
            </w:r>
          </w:p>
        </w:tc>
        <w:tc>
          <w:tcPr>
            <w:tcW w:w="1750" w:type="dxa"/>
          </w:tcPr>
          <w:p w14:paraId="5EBA5E53" w14:textId="77777777" w:rsidR="00164FF5" w:rsidRDefault="00861641">
            <w:pPr>
              <w:pStyle w:val="pstyleRadioTb"/>
            </w:pPr>
            <w:r>
              <w:rPr>
                <w:rStyle w:val="styleRad"/>
              </w:rPr>
              <w:t xml:space="preserve"> [ ] </w:t>
            </w:r>
          </w:p>
        </w:tc>
        <w:tc>
          <w:tcPr>
            <w:tcW w:w="1750" w:type="dxa"/>
          </w:tcPr>
          <w:p w14:paraId="2EC18007" w14:textId="77777777" w:rsidR="00164FF5" w:rsidRDefault="00861641">
            <w:pPr>
              <w:pStyle w:val="pstyleRadioTb"/>
            </w:pPr>
            <w:r>
              <w:rPr>
                <w:rStyle w:val="styleRad"/>
              </w:rPr>
              <w:t xml:space="preserve"> [x] </w:t>
            </w:r>
          </w:p>
        </w:tc>
        <w:tc>
          <w:tcPr>
            <w:tcW w:w="1750" w:type="dxa"/>
          </w:tcPr>
          <w:p w14:paraId="50595945" w14:textId="77777777" w:rsidR="00164FF5" w:rsidRDefault="00861641">
            <w:pPr>
              <w:pStyle w:val="pstyleRadioTb"/>
            </w:pPr>
            <w:r>
              <w:rPr>
                <w:rStyle w:val="styleRad"/>
              </w:rPr>
              <w:t xml:space="preserve"> [ ] </w:t>
            </w:r>
          </w:p>
        </w:tc>
        <w:tc>
          <w:tcPr>
            <w:tcW w:w="1750" w:type="dxa"/>
          </w:tcPr>
          <w:p w14:paraId="0EC285E9" w14:textId="77777777" w:rsidR="00164FF5" w:rsidRDefault="00861641">
            <w:pPr>
              <w:pStyle w:val="pstyleRadioTb"/>
            </w:pPr>
            <w:r>
              <w:rPr>
                <w:rStyle w:val="styleRad"/>
              </w:rPr>
              <w:t xml:space="preserve"> [ ] </w:t>
            </w:r>
          </w:p>
        </w:tc>
        <w:tc>
          <w:tcPr>
            <w:tcW w:w="1750" w:type="dxa"/>
          </w:tcPr>
          <w:p w14:paraId="5797E6F4" w14:textId="77777777" w:rsidR="00164FF5" w:rsidRDefault="00861641">
            <w:pPr>
              <w:pStyle w:val="pstyleRadioTb"/>
            </w:pPr>
            <w:r>
              <w:rPr>
                <w:rStyle w:val="styleRad"/>
              </w:rPr>
              <w:t xml:space="preserve"> [ ] </w:t>
            </w:r>
          </w:p>
        </w:tc>
        <w:tc>
          <w:tcPr>
            <w:tcW w:w="1750" w:type="dxa"/>
          </w:tcPr>
          <w:p w14:paraId="7983F807" w14:textId="77777777" w:rsidR="00164FF5" w:rsidRDefault="00861641">
            <w:r>
              <w:rPr>
                <w:rStyle w:val="styleSubformtxtsp"/>
              </w:rPr>
              <w:t xml:space="preserve"> </w:t>
            </w:r>
          </w:p>
        </w:tc>
        <w:tc>
          <w:tcPr>
            <w:tcW w:w="1750" w:type="dxa"/>
          </w:tcPr>
          <w:p w14:paraId="56CF1921" w14:textId="77777777" w:rsidR="00164FF5" w:rsidRDefault="00164FF5"/>
        </w:tc>
        <w:tc>
          <w:tcPr>
            <w:tcW w:w="1750" w:type="dxa"/>
          </w:tcPr>
          <w:p w14:paraId="6203F91A" w14:textId="77777777" w:rsidR="00164FF5" w:rsidRDefault="00861641">
            <w:r>
              <w:rPr>
                <w:rStyle w:val="styleSubformtxtsp"/>
              </w:rPr>
              <w:t xml:space="preserve"> </w:t>
            </w:r>
          </w:p>
        </w:tc>
        <w:tc>
          <w:tcPr>
            <w:tcW w:w="1750" w:type="dxa"/>
          </w:tcPr>
          <w:p w14:paraId="4D784CC9" w14:textId="77777777" w:rsidR="00164FF5" w:rsidRDefault="00164FF5"/>
        </w:tc>
        <w:tc>
          <w:tcPr>
            <w:tcW w:w="1750" w:type="dxa"/>
          </w:tcPr>
          <w:p w14:paraId="1B269BE8" w14:textId="77777777" w:rsidR="00164FF5" w:rsidRDefault="00861641">
            <w:pPr>
              <w:pStyle w:val="pstyleRadioTb"/>
            </w:pPr>
            <w:r>
              <w:rPr>
                <w:rStyle w:val="styleRad"/>
              </w:rPr>
              <w:t xml:space="preserve"> [ ] </w:t>
            </w:r>
          </w:p>
        </w:tc>
        <w:tc>
          <w:tcPr>
            <w:tcW w:w="1750" w:type="dxa"/>
          </w:tcPr>
          <w:p w14:paraId="3337C170" w14:textId="77777777" w:rsidR="00164FF5" w:rsidRDefault="00861641">
            <w:pPr>
              <w:pStyle w:val="pstyleRadioTb"/>
            </w:pPr>
            <w:r>
              <w:rPr>
                <w:rStyle w:val="styleRad"/>
              </w:rPr>
              <w:t xml:space="preserve"> [ ] </w:t>
            </w:r>
          </w:p>
        </w:tc>
        <w:tc>
          <w:tcPr>
            <w:tcW w:w="1750" w:type="dxa"/>
          </w:tcPr>
          <w:p w14:paraId="7D04BB54" w14:textId="77777777" w:rsidR="00164FF5" w:rsidRDefault="00164FF5"/>
        </w:tc>
        <w:tc>
          <w:tcPr>
            <w:tcW w:w="1750" w:type="dxa"/>
          </w:tcPr>
          <w:p w14:paraId="399376F5" w14:textId="77777777" w:rsidR="00164FF5" w:rsidRDefault="00861641">
            <w:r>
              <w:rPr>
                <w:rStyle w:val="styleSubformtxtsp"/>
              </w:rPr>
              <w:t>Drought refuge</w:t>
            </w:r>
          </w:p>
        </w:tc>
      </w:tr>
      <w:tr w:rsidR="00164FF5" w14:paraId="705783AB" w14:textId="77777777" w:rsidTr="00164FF5">
        <w:trPr>
          <w:trHeight w:val="100"/>
        </w:trPr>
        <w:tc>
          <w:tcPr>
            <w:tcW w:w="1750" w:type="dxa"/>
          </w:tcPr>
          <w:p w14:paraId="747FA59F" w14:textId="77777777" w:rsidR="00164FF5" w:rsidRDefault="00861641">
            <w:r>
              <w:rPr>
                <w:rStyle w:val="styleSubformtxtUP"/>
              </w:rPr>
              <w:t>Chordata/Aves</w:t>
            </w:r>
          </w:p>
        </w:tc>
        <w:tc>
          <w:tcPr>
            <w:tcW w:w="1750" w:type="dxa"/>
          </w:tcPr>
          <w:p w14:paraId="6001B407" w14:textId="77777777" w:rsidR="00164FF5" w:rsidRDefault="00861641">
            <w:r>
              <w:rPr>
                <w:rStyle w:val="styleSubformtxtIblue700"/>
              </w:rPr>
              <w:t>Ardea pacifica</w:t>
            </w:r>
          </w:p>
        </w:tc>
        <w:tc>
          <w:tcPr>
            <w:tcW w:w="1750" w:type="dxa"/>
          </w:tcPr>
          <w:p w14:paraId="3C6466B5" w14:textId="77777777" w:rsidR="00164FF5" w:rsidRDefault="00861641">
            <w:r>
              <w:rPr>
                <w:rStyle w:val="styleSubformtxtsp"/>
              </w:rPr>
              <w:t>Pacific Heron</w:t>
            </w:r>
          </w:p>
        </w:tc>
        <w:tc>
          <w:tcPr>
            <w:tcW w:w="1750" w:type="dxa"/>
          </w:tcPr>
          <w:p w14:paraId="72C4F263" w14:textId="77777777" w:rsidR="00164FF5" w:rsidRDefault="00861641">
            <w:pPr>
              <w:pStyle w:val="pstyleRadioTb"/>
            </w:pPr>
            <w:r>
              <w:rPr>
                <w:rStyle w:val="styleRad"/>
              </w:rPr>
              <w:t xml:space="preserve"> [ ] </w:t>
            </w:r>
          </w:p>
        </w:tc>
        <w:tc>
          <w:tcPr>
            <w:tcW w:w="1750" w:type="dxa"/>
          </w:tcPr>
          <w:p w14:paraId="0893A87E" w14:textId="77777777" w:rsidR="00164FF5" w:rsidRDefault="00861641">
            <w:pPr>
              <w:pStyle w:val="pstyleRadioTb"/>
            </w:pPr>
            <w:r>
              <w:rPr>
                <w:rStyle w:val="styleRad"/>
              </w:rPr>
              <w:t xml:space="preserve"> [x] </w:t>
            </w:r>
          </w:p>
        </w:tc>
        <w:tc>
          <w:tcPr>
            <w:tcW w:w="1750" w:type="dxa"/>
          </w:tcPr>
          <w:p w14:paraId="23B3AC3D" w14:textId="77777777" w:rsidR="00164FF5" w:rsidRDefault="00861641">
            <w:pPr>
              <w:pStyle w:val="pstyleRadioTb"/>
            </w:pPr>
            <w:r>
              <w:rPr>
                <w:rStyle w:val="styleRad"/>
              </w:rPr>
              <w:t xml:space="preserve"> [ ] </w:t>
            </w:r>
          </w:p>
        </w:tc>
        <w:tc>
          <w:tcPr>
            <w:tcW w:w="1750" w:type="dxa"/>
          </w:tcPr>
          <w:p w14:paraId="3EE3580F" w14:textId="77777777" w:rsidR="00164FF5" w:rsidRDefault="00861641">
            <w:pPr>
              <w:pStyle w:val="pstyleRadioTb"/>
            </w:pPr>
            <w:r>
              <w:rPr>
                <w:rStyle w:val="styleRad"/>
              </w:rPr>
              <w:t xml:space="preserve"> [ ] </w:t>
            </w:r>
          </w:p>
        </w:tc>
        <w:tc>
          <w:tcPr>
            <w:tcW w:w="1750" w:type="dxa"/>
          </w:tcPr>
          <w:p w14:paraId="32B5FE42" w14:textId="77777777" w:rsidR="00164FF5" w:rsidRDefault="00861641">
            <w:pPr>
              <w:pStyle w:val="pstyleRadioTb"/>
            </w:pPr>
            <w:r>
              <w:rPr>
                <w:rStyle w:val="styleRad"/>
              </w:rPr>
              <w:t xml:space="preserve"> [ ] </w:t>
            </w:r>
          </w:p>
        </w:tc>
        <w:tc>
          <w:tcPr>
            <w:tcW w:w="1750" w:type="dxa"/>
          </w:tcPr>
          <w:p w14:paraId="0AE7F668" w14:textId="77777777" w:rsidR="00164FF5" w:rsidRDefault="00861641">
            <w:pPr>
              <w:pStyle w:val="pstyleRadioTb"/>
            </w:pPr>
            <w:r>
              <w:rPr>
                <w:rStyle w:val="styleRad"/>
              </w:rPr>
              <w:t xml:space="preserve"> [ ] </w:t>
            </w:r>
          </w:p>
        </w:tc>
        <w:tc>
          <w:tcPr>
            <w:tcW w:w="1750" w:type="dxa"/>
          </w:tcPr>
          <w:p w14:paraId="7FE4B1BE" w14:textId="77777777" w:rsidR="00164FF5" w:rsidRDefault="00861641">
            <w:pPr>
              <w:pStyle w:val="pstyleRadioTb"/>
            </w:pPr>
            <w:r>
              <w:rPr>
                <w:rStyle w:val="styleRad"/>
              </w:rPr>
              <w:t xml:space="preserve"> [ ] </w:t>
            </w:r>
          </w:p>
        </w:tc>
        <w:tc>
          <w:tcPr>
            <w:tcW w:w="1750" w:type="dxa"/>
          </w:tcPr>
          <w:p w14:paraId="0383CE8C" w14:textId="77777777" w:rsidR="00164FF5" w:rsidRDefault="00861641">
            <w:pPr>
              <w:pStyle w:val="pstyleRadioTb"/>
            </w:pPr>
            <w:r>
              <w:rPr>
                <w:rStyle w:val="styleRad"/>
              </w:rPr>
              <w:t xml:space="preserve"> [ ] </w:t>
            </w:r>
          </w:p>
        </w:tc>
        <w:tc>
          <w:tcPr>
            <w:tcW w:w="1750" w:type="dxa"/>
          </w:tcPr>
          <w:p w14:paraId="72978289" w14:textId="77777777" w:rsidR="00164FF5" w:rsidRDefault="00861641">
            <w:r>
              <w:rPr>
                <w:rStyle w:val="styleSubformtxtsp"/>
              </w:rPr>
              <w:t xml:space="preserve"> </w:t>
            </w:r>
          </w:p>
        </w:tc>
        <w:tc>
          <w:tcPr>
            <w:tcW w:w="1750" w:type="dxa"/>
          </w:tcPr>
          <w:p w14:paraId="3977AC05" w14:textId="77777777" w:rsidR="00164FF5" w:rsidRDefault="00164FF5"/>
        </w:tc>
        <w:tc>
          <w:tcPr>
            <w:tcW w:w="1750" w:type="dxa"/>
          </w:tcPr>
          <w:p w14:paraId="3F0F052C" w14:textId="77777777" w:rsidR="00164FF5" w:rsidRDefault="00861641">
            <w:r>
              <w:rPr>
                <w:rStyle w:val="styleSubformtxtsp"/>
              </w:rPr>
              <w:t xml:space="preserve"> </w:t>
            </w:r>
          </w:p>
        </w:tc>
        <w:tc>
          <w:tcPr>
            <w:tcW w:w="1750" w:type="dxa"/>
          </w:tcPr>
          <w:p w14:paraId="3E463C28" w14:textId="77777777" w:rsidR="00164FF5" w:rsidRDefault="00861641">
            <w:r>
              <w:rPr>
                <w:rStyle w:val="styleSubformtxtsp"/>
              </w:rPr>
              <w:t xml:space="preserve">LC </w:t>
            </w:r>
          </w:p>
        </w:tc>
        <w:tc>
          <w:tcPr>
            <w:tcW w:w="1750" w:type="dxa"/>
          </w:tcPr>
          <w:p w14:paraId="277E95D6" w14:textId="77777777" w:rsidR="00164FF5" w:rsidRDefault="00861641">
            <w:pPr>
              <w:pStyle w:val="pstyleRadioTb"/>
            </w:pPr>
            <w:r>
              <w:rPr>
                <w:rStyle w:val="styleRad"/>
              </w:rPr>
              <w:t xml:space="preserve"> [ ] </w:t>
            </w:r>
          </w:p>
        </w:tc>
        <w:tc>
          <w:tcPr>
            <w:tcW w:w="1750" w:type="dxa"/>
          </w:tcPr>
          <w:p w14:paraId="3E46FB46" w14:textId="77777777" w:rsidR="00164FF5" w:rsidRDefault="00861641">
            <w:pPr>
              <w:pStyle w:val="pstyleRadioTb"/>
            </w:pPr>
            <w:r>
              <w:rPr>
                <w:rStyle w:val="styleRad"/>
              </w:rPr>
              <w:t xml:space="preserve"> [ ] </w:t>
            </w:r>
          </w:p>
        </w:tc>
        <w:tc>
          <w:tcPr>
            <w:tcW w:w="1750" w:type="dxa"/>
          </w:tcPr>
          <w:p w14:paraId="44227FAD" w14:textId="77777777" w:rsidR="00164FF5" w:rsidRDefault="00164FF5"/>
        </w:tc>
        <w:tc>
          <w:tcPr>
            <w:tcW w:w="1750" w:type="dxa"/>
          </w:tcPr>
          <w:p w14:paraId="7A88E21E" w14:textId="77777777" w:rsidR="00164FF5" w:rsidRDefault="00861641">
            <w:r>
              <w:rPr>
                <w:rStyle w:val="styleSubformtxtsp"/>
              </w:rPr>
              <w:t>Refuge</w:t>
            </w:r>
          </w:p>
        </w:tc>
      </w:tr>
      <w:tr w:rsidR="00164FF5" w14:paraId="221E1E3F" w14:textId="77777777" w:rsidTr="00164FF5">
        <w:trPr>
          <w:trHeight w:val="100"/>
        </w:trPr>
        <w:tc>
          <w:tcPr>
            <w:tcW w:w="1750" w:type="dxa"/>
          </w:tcPr>
          <w:p w14:paraId="6863312D" w14:textId="77777777" w:rsidR="00164FF5" w:rsidRDefault="00861641">
            <w:r>
              <w:rPr>
                <w:rStyle w:val="styleSubformtxtUP"/>
              </w:rPr>
              <w:t>Chordata/Aves</w:t>
            </w:r>
          </w:p>
        </w:tc>
        <w:tc>
          <w:tcPr>
            <w:tcW w:w="1750" w:type="dxa"/>
          </w:tcPr>
          <w:p w14:paraId="40628781" w14:textId="77777777" w:rsidR="00164FF5" w:rsidRDefault="00861641">
            <w:r>
              <w:rPr>
                <w:rStyle w:val="styleSubformtxtIblue700"/>
              </w:rPr>
              <w:t>Ardeotis australis</w:t>
            </w:r>
          </w:p>
        </w:tc>
        <w:tc>
          <w:tcPr>
            <w:tcW w:w="1750" w:type="dxa"/>
          </w:tcPr>
          <w:p w14:paraId="1EF538E1" w14:textId="77777777" w:rsidR="00164FF5" w:rsidRDefault="00861641">
            <w:r>
              <w:rPr>
                <w:rStyle w:val="styleSubformtxtsp"/>
              </w:rPr>
              <w:t>Australian Bustard</w:t>
            </w:r>
          </w:p>
        </w:tc>
        <w:tc>
          <w:tcPr>
            <w:tcW w:w="1750" w:type="dxa"/>
          </w:tcPr>
          <w:p w14:paraId="4093E17C" w14:textId="77777777" w:rsidR="00164FF5" w:rsidRDefault="00861641">
            <w:pPr>
              <w:pStyle w:val="pstyleRadioTb"/>
            </w:pPr>
            <w:r>
              <w:rPr>
                <w:rStyle w:val="styleRad"/>
              </w:rPr>
              <w:t xml:space="preserve"> [x] </w:t>
            </w:r>
          </w:p>
        </w:tc>
        <w:tc>
          <w:tcPr>
            <w:tcW w:w="1750" w:type="dxa"/>
          </w:tcPr>
          <w:p w14:paraId="043E3269" w14:textId="77777777" w:rsidR="00164FF5" w:rsidRDefault="00861641">
            <w:pPr>
              <w:pStyle w:val="pstyleRadioTb"/>
            </w:pPr>
            <w:r>
              <w:rPr>
                <w:rStyle w:val="styleRad"/>
              </w:rPr>
              <w:t xml:space="preserve"> [ ] </w:t>
            </w:r>
          </w:p>
        </w:tc>
        <w:tc>
          <w:tcPr>
            <w:tcW w:w="1750" w:type="dxa"/>
          </w:tcPr>
          <w:p w14:paraId="612089E2" w14:textId="77777777" w:rsidR="00164FF5" w:rsidRDefault="00861641">
            <w:pPr>
              <w:pStyle w:val="pstyleRadioTb"/>
            </w:pPr>
            <w:r>
              <w:rPr>
                <w:rStyle w:val="styleRad"/>
              </w:rPr>
              <w:t xml:space="preserve"> [ ] </w:t>
            </w:r>
          </w:p>
        </w:tc>
        <w:tc>
          <w:tcPr>
            <w:tcW w:w="1750" w:type="dxa"/>
          </w:tcPr>
          <w:p w14:paraId="38569598" w14:textId="77777777" w:rsidR="00164FF5" w:rsidRDefault="00861641">
            <w:pPr>
              <w:pStyle w:val="pstyleRadioTb"/>
            </w:pPr>
            <w:r>
              <w:rPr>
                <w:rStyle w:val="styleRad"/>
              </w:rPr>
              <w:t xml:space="preserve"> [ ] </w:t>
            </w:r>
          </w:p>
        </w:tc>
        <w:tc>
          <w:tcPr>
            <w:tcW w:w="1750" w:type="dxa"/>
          </w:tcPr>
          <w:p w14:paraId="6CB5B0AC" w14:textId="77777777" w:rsidR="00164FF5" w:rsidRDefault="00861641">
            <w:pPr>
              <w:pStyle w:val="pstyleRadioTb"/>
            </w:pPr>
            <w:r>
              <w:rPr>
                <w:rStyle w:val="styleRad"/>
              </w:rPr>
              <w:t xml:space="preserve"> [ ] </w:t>
            </w:r>
          </w:p>
        </w:tc>
        <w:tc>
          <w:tcPr>
            <w:tcW w:w="1750" w:type="dxa"/>
          </w:tcPr>
          <w:p w14:paraId="1147A921" w14:textId="77777777" w:rsidR="00164FF5" w:rsidRDefault="00861641">
            <w:pPr>
              <w:pStyle w:val="pstyleRadioTb"/>
            </w:pPr>
            <w:r>
              <w:rPr>
                <w:rStyle w:val="styleRad"/>
              </w:rPr>
              <w:t xml:space="preserve"> [ ] </w:t>
            </w:r>
          </w:p>
        </w:tc>
        <w:tc>
          <w:tcPr>
            <w:tcW w:w="1750" w:type="dxa"/>
          </w:tcPr>
          <w:p w14:paraId="0530072C" w14:textId="77777777" w:rsidR="00164FF5" w:rsidRDefault="00861641">
            <w:pPr>
              <w:pStyle w:val="pstyleRadioTb"/>
            </w:pPr>
            <w:r>
              <w:rPr>
                <w:rStyle w:val="styleRad"/>
              </w:rPr>
              <w:t xml:space="preserve"> [ ] </w:t>
            </w:r>
          </w:p>
        </w:tc>
        <w:tc>
          <w:tcPr>
            <w:tcW w:w="1750" w:type="dxa"/>
          </w:tcPr>
          <w:p w14:paraId="1E8FCE98" w14:textId="77777777" w:rsidR="00164FF5" w:rsidRDefault="00861641">
            <w:pPr>
              <w:pStyle w:val="pstyleRadioTb"/>
            </w:pPr>
            <w:r>
              <w:rPr>
                <w:rStyle w:val="styleRad"/>
              </w:rPr>
              <w:t xml:space="preserve"> [ ] </w:t>
            </w:r>
          </w:p>
        </w:tc>
        <w:tc>
          <w:tcPr>
            <w:tcW w:w="1750" w:type="dxa"/>
          </w:tcPr>
          <w:p w14:paraId="0DF56C1F" w14:textId="77777777" w:rsidR="00164FF5" w:rsidRDefault="00861641">
            <w:r>
              <w:rPr>
                <w:rStyle w:val="styleSubformtxtsp"/>
              </w:rPr>
              <w:t xml:space="preserve"> </w:t>
            </w:r>
          </w:p>
        </w:tc>
        <w:tc>
          <w:tcPr>
            <w:tcW w:w="1750" w:type="dxa"/>
          </w:tcPr>
          <w:p w14:paraId="1B419F01" w14:textId="77777777" w:rsidR="00164FF5" w:rsidRDefault="00164FF5"/>
        </w:tc>
        <w:tc>
          <w:tcPr>
            <w:tcW w:w="1750" w:type="dxa"/>
          </w:tcPr>
          <w:p w14:paraId="3F7DB69D" w14:textId="77777777" w:rsidR="00164FF5" w:rsidRDefault="00861641">
            <w:r>
              <w:rPr>
                <w:rStyle w:val="styleSubformtxtsp"/>
              </w:rPr>
              <w:t xml:space="preserve"> </w:t>
            </w:r>
          </w:p>
        </w:tc>
        <w:tc>
          <w:tcPr>
            <w:tcW w:w="1750" w:type="dxa"/>
          </w:tcPr>
          <w:p w14:paraId="54D3894A" w14:textId="77777777" w:rsidR="00164FF5" w:rsidRDefault="00861641">
            <w:r>
              <w:rPr>
                <w:rStyle w:val="styleSubformtxtsp"/>
              </w:rPr>
              <w:t xml:space="preserve">LC </w:t>
            </w:r>
          </w:p>
        </w:tc>
        <w:tc>
          <w:tcPr>
            <w:tcW w:w="1750" w:type="dxa"/>
          </w:tcPr>
          <w:p w14:paraId="5246B712" w14:textId="77777777" w:rsidR="00164FF5" w:rsidRDefault="00861641">
            <w:pPr>
              <w:pStyle w:val="pstyleRadioTb"/>
            </w:pPr>
            <w:r>
              <w:rPr>
                <w:rStyle w:val="styleRad"/>
              </w:rPr>
              <w:t xml:space="preserve"> [ ] </w:t>
            </w:r>
          </w:p>
        </w:tc>
        <w:tc>
          <w:tcPr>
            <w:tcW w:w="1750" w:type="dxa"/>
          </w:tcPr>
          <w:p w14:paraId="7DEA098C" w14:textId="77777777" w:rsidR="00164FF5" w:rsidRDefault="00861641">
            <w:pPr>
              <w:pStyle w:val="pstyleRadioTb"/>
            </w:pPr>
            <w:r>
              <w:rPr>
                <w:rStyle w:val="styleRad"/>
              </w:rPr>
              <w:t xml:space="preserve"> [ ] </w:t>
            </w:r>
          </w:p>
        </w:tc>
        <w:tc>
          <w:tcPr>
            <w:tcW w:w="1750" w:type="dxa"/>
          </w:tcPr>
          <w:p w14:paraId="167D422A" w14:textId="77777777" w:rsidR="00164FF5" w:rsidRDefault="00861641">
            <w:r>
              <w:rPr>
                <w:rStyle w:val="styleSubformtxtsp"/>
              </w:rPr>
              <w:t>Endangered in NSW (BCA)</w:t>
            </w:r>
          </w:p>
        </w:tc>
        <w:tc>
          <w:tcPr>
            <w:tcW w:w="1750" w:type="dxa"/>
          </w:tcPr>
          <w:p w14:paraId="5E5FF3F0" w14:textId="77777777" w:rsidR="00164FF5" w:rsidRDefault="00164FF5"/>
        </w:tc>
      </w:tr>
      <w:tr w:rsidR="00164FF5" w14:paraId="69E84F92" w14:textId="77777777" w:rsidTr="00164FF5">
        <w:trPr>
          <w:trHeight w:val="100"/>
        </w:trPr>
        <w:tc>
          <w:tcPr>
            <w:tcW w:w="1750" w:type="dxa"/>
          </w:tcPr>
          <w:p w14:paraId="787B2B7A" w14:textId="77777777" w:rsidR="00164FF5" w:rsidRDefault="00861641">
            <w:r>
              <w:rPr>
                <w:rStyle w:val="styleSubformtxtUP"/>
              </w:rPr>
              <w:t>Chordata/Aves</w:t>
            </w:r>
          </w:p>
        </w:tc>
        <w:tc>
          <w:tcPr>
            <w:tcW w:w="1750" w:type="dxa"/>
          </w:tcPr>
          <w:p w14:paraId="283FEA4C" w14:textId="77777777" w:rsidR="00164FF5" w:rsidRDefault="00861641">
            <w:r>
              <w:rPr>
                <w:rStyle w:val="styleSubformtxtIblue700"/>
              </w:rPr>
              <w:t>Aythya australis</w:t>
            </w:r>
          </w:p>
        </w:tc>
        <w:tc>
          <w:tcPr>
            <w:tcW w:w="1750" w:type="dxa"/>
          </w:tcPr>
          <w:p w14:paraId="370C2C91" w14:textId="77777777" w:rsidR="00164FF5" w:rsidRDefault="00861641">
            <w:r>
              <w:rPr>
                <w:rStyle w:val="styleSubformtxtsp"/>
              </w:rPr>
              <w:t>Hardhead</w:t>
            </w:r>
          </w:p>
        </w:tc>
        <w:tc>
          <w:tcPr>
            <w:tcW w:w="1750" w:type="dxa"/>
          </w:tcPr>
          <w:p w14:paraId="6916910A" w14:textId="77777777" w:rsidR="00164FF5" w:rsidRDefault="00861641">
            <w:pPr>
              <w:pStyle w:val="pstyleRadioTb"/>
            </w:pPr>
            <w:r>
              <w:rPr>
                <w:rStyle w:val="styleRad"/>
              </w:rPr>
              <w:t xml:space="preserve"> [ ] </w:t>
            </w:r>
          </w:p>
        </w:tc>
        <w:tc>
          <w:tcPr>
            <w:tcW w:w="1750" w:type="dxa"/>
          </w:tcPr>
          <w:p w14:paraId="21C708B9" w14:textId="77777777" w:rsidR="00164FF5" w:rsidRDefault="00861641">
            <w:pPr>
              <w:pStyle w:val="pstyleRadioTb"/>
            </w:pPr>
            <w:r>
              <w:rPr>
                <w:rStyle w:val="styleRad"/>
              </w:rPr>
              <w:t xml:space="preserve"> [x] </w:t>
            </w:r>
          </w:p>
        </w:tc>
        <w:tc>
          <w:tcPr>
            <w:tcW w:w="1750" w:type="dxa"/>
          </w:tcPr>
          <w:p w14:paraId="6BA65DBF" w14:textId="77777777" w:rsidR="00164FF5" w:rsidRDefault="00861641">
            <w:pPr>
              <w:pStyle w:val="pstyleRadioTb"/>
            </w:pPr>
            <w:r>
              <w:rPr>
                <w:rStyle w:val="styleRad"/>
              </w:rPr>
              <w:t xml:space="preserve"> [ ] </w:t>
            </w:r>
          </w:p>
        </w:tc>
        <w:tc>
          <w:tcPr>
            <w:tcW w:w="1750" w:type="dxa"/>
          </w:tcPr>
          <w:p w14:paraId="68675F98" w14:textId="77777777" w:rsidR="00164FF5" w:rsidRDefault="00861641">
            <w:pPr>
              <w:pStyle w:val="pstyleRadioTb"/>
            </w:pPr>
            <w:r>
              <w:rPr>
                <w:rStyle w:val="styleRad"/>
              </w:rPr>
              <w:t xml:space="preserve"> [ ] </w:t>
            </w:r>
          </w:p>
        </w:tc>
        <w:tc>
          <w:tcPr>
            <w:tcW w:w="1750" w:type="dxa"/>
          </w:tcPr>
          <w:p w14:paraId="60CB4A1F" w14:textId="77777777" w:rsidR="00164FF5" w:rsidRDefault="00861641">
            <w:pPr>
              <w:pStyle w:val="pstyleRadioTb"/>
            </w:pPr>
            <w:r>
              <w:rPr>
                <w:rStyle w:val="styleRad"/>
              </w:rPr>
              <w:t xml:space="preserve"> [x] </w:t>
            </w:r>
          </w:p>
        </w:tc>
        <w:tc>
          <w:tcPr>
            <w:tcW w:w="1750" w:type="dxa"/>
          </w:tcPr>
          <w:p w14:paraId="71E7636C" w14:textId="77777777" w:rsidR="00164FF5" w:rsidRDefault="00861641">
            <w:pPr>
              <w:pStyle w:val="pstyleRadioTb"/>
            </w:pPr>
            <w:r>
              <w:rPr>
                <w:rStyle w:val="styleRad"/>
              </w:rPr>
              <w:t xml:space="preserve"> [ ] </w:t>
            </w:r>
          </w:p>
        </w:tc>
        <w:tc>
          <w:tcPr>
            <w:tcW w:w="1750" w:type="dxa"/>
          </w:tcPr>
          <w:p w14:paraId="54DE101B" w14:textId="77777777" w:rsidR="00164FF5" w:rsidRDefault="00861641">
            <w:pPr>
              <w:pStyle w:val="pstyleRadioTb"/>
            </w:pPr>
            <w:r>
              <w:rPr>
                <w:rStyle w:val="styleRad"/>
              </w:rPr>
              <w:t xml:space="preserve"> [ ] </w:t>
            </w:r>
          </w:p>
        </w:tc>
        <w:tc>
          <w:tcPr>
            <w:tcW w:w="1750" w:type="dxa"/>
          </w:tcPr>
          <w:p w14:paraId="661CCEF9" w14:textId="77777777" w:rsidR="00164FF5" w:rsidRDefault="00861641">
            <w:pPr>
              <w:pStyle w:val="pstyleRadioTb"/>
            </w:pPr>
            <w:r>
              <w:rPr>
                <w:rStyle w:val="styleRad"/>
              </w:rPr>
              <w:t xml:space="preserve"> [ ] </w:t>
            </w:r>
          </w:p>
        </w:tc>
        <w:tc>
          <w:tcPr>
            <w:tcW w:w="1750" w:type="dxa"/>
          </w:tcPr>
          <w:p w14:paraId="7A3D0743" w14:textId="77777777" w:rsidR="00164FF5" w:rsidRDefault="00861641">
            <w:r>
              <w:rPr>
                <w:rStyle w:val="styleSubformtxtsp"/>
              </w:rPr>
              <w:t xml:space="preserve"> </w:t>
            </w:r>
          </w:p>
        </w:tc>
        <w:tc>
          <w:tcPr>
            <w:tcW w:w="1750" w:type="dxa"/>
          </w:tcPr>
          <w:p w14:paraId="124C8942" w14:textId="77777777" w:rsidR="00164FF5" w:rsidRDefault="00164FF5"/>
        </w:tc>
        <w:tc>
          <w:tcPr>
            <w:tcW w:w="1750" w:type="dxa"/>
          </w:tcPr>
          <w:p w14:paraId="1D3A5C74" w14:textId="77777777" w:rsidR="00164FF5" w:rsidRDefault="00861641">
            <w:r>
              <w:rPr>
                <w:rStyle w:val="styleSubformtxtsp"/>
              </w:rPr>
              <w:t xml:space="preserve"> </w:t>
            </w:r>
          </w:p>
        </w:tc>
        <w:tc>
          <w:tcPr>
            <w:tcW w:w="1750" w:type="dxa"/>
          </w:tcPr>
          <w:p w14:paraId="62F99FD0" w14:textId="77777777" w:rsidR="00164FF5" w:rsidRDefault="00861641">
            <w:r>
              <w:rPr>
                <w:rStyle w:val="styleSubformtxtsp"/>
              </w:rPr>
              <w:t xml:space="preserve">LC </w:t>
            </w:r>
          </w:p>
        </w:tc>
        <w:tc>
          <w:tcPr>
            <w:tcW w:w="1750" w:type="dxa"/>
          </w:tcPr>
          <w:p w14:paraId="1D74C7F4" w14:textId="77777777" w:rsidR="00164FF5" w:rsidRDefault="00861641">
            <w:pPr>
              <w:pStyle w:val="pstyleRadioTb"/>
            </w:pPr>
            <w:r>
              <w:rPr>
                <w:rStyle w:val="styleRad"/>
              </w:rPr>
              <w:t xml:space="preserve"> [ ] </w:t>
            </w:r>
          </w:p>
        </w:tc>
        <w:tc>
          <w:tcPr>
            <w:tcW w:w="1750" w:type="dxa"/>
          </w:tcPr>
          <w:p w14:paraId="2427A9DE" w14:textId="77777777" w:rsidR="00164FF5" w:rsidRDefault="00861641">
            <w:pPr>
              <w:pStyle w:val="pstyleRadioTb"/>
            </w:pPr>
            <w:r>
              <w:rPr>
                <w:rStyle w:val="styleRad"/>
              </w:rPr>
              <w:t xml:space="preserve"> [ ] </w:t>
            </w:r>
          </w:p>
        </w:tc>
        <w:tc>
          <w:tcPr>
            <w:tcW w:w="1750" w:type="dxa"/>
          </w:tcPr>
          <w:p w14:paraId="20AC7567" w14:textId="77777777" w:rsidR="00164FF5" w:rsidRDefault="00164FF5"/>
        </w:tc>
        <w:tc>
          <w:tcPr>
            <w:tcW w:w="1750" w:type="dxa"/>
          </w:tcPr>
          <w:p w14:paraId="1320BC66" w14:textId="77777777" w:rsidR="00164FF5" w:rsidRDefault="00861641">
            <w:r>
              <w:rPr>
                <w:rStyle w:val="styleSubformtxtsp"/>
              </w:rPr>
              <w:t>Drought refuge</w:t>
            </w:r>
          </w:p>
        </w:tc>
      </w:tr>
      <w:tr w:rsidR="00164FF5" w14:paraId="1D2D6912" w14:textId="77777777" w:rsidTr="00164FF5">
        <w:trPr>
          <w:trHeight w:val="100"/>
        </w:trPr>
        <w:tc>
          <w:tcPr>
            <w:tcW w:w="1750" w:type="dxa"/>
          </w:tcPr>
          <w:p w14:paraId="10418EED" w14:textId="77777777" w:rsidR="00164FF5" w:rsidRDefault="00861641">
            <w:r>
              <w:rPr>
                <w:rStyle w:val="styleSubformtxtUP"/>
              </w:rPr>
              <w:t>Chordata/Aves</w:t>
            </w:r>
          </w:p>
        </w:tc>
        <w:tc>
          <w:tcPr>
            <w:tcW w:w="1750" w:type="dxa"/>
          </w:tcPr>
          <w:p w14:paraId="3E14C961" w14:textId="77777777" w:rsidR="00164FF5" w:rsidRDefault="00861641">
            <w:r>
              <w:rPr>
                <w:rStyle w:val="styleSubformtxtIblue700"/>
              </w:rPr>
              <w:t>Biziura lobata</w:t>
            </w:r>
          </w:p>
        </w:tc>
        <w:tc>
          <w:tcPr>
            <w:tcW w:w="1750" w:type="dxa"/>
          </w:tcPr>
          <w:p w14:paraId="3E7E5951" w14:textId="77777777" w:rsidR="00164FF5" w:rsidRDefault="00861641">
            <w:r>
              <w:rPr>
                <w:rStyle w:val="styleSubformtxtsp"/>
              </w:rPr>
              <w:t>Musk Duck</w:t>
            </w:r>
          </w:p>
        </w:tc>
        <w:tc>
          <w:tcPr>
            <w:tcW w:w="1750" w:type="dxa"/>
          </w:tcPr>
          <w:p w14:paraId="1035526B" w14:textId="77777777" w:rsidR="00164FF5" w:rsidRDefault="00861641">
            <w:pPr>
              <w:pStyle w:val="pstyleRadioTb"/>
            </w:pPr>
            <w:r>
              <w:rPr>
                <w:rStyle w:val="styleRad"/>
              </w:rPr>
              <w:t xml:space="preserve"> [ ] </w:t>
            </w:r>
          </w:p>
        </w:tc>
        <w:tc>
          <w:tcPr>
            <w:tcW w:w="1750" w:type="dxa"/>
          </w:tcPr>
          <w:p w14:paraId="68A78C1D" w14:textId="77777777" w:rsidR="00164FF5" w:rsidRDefault="00861641">
            <w:pPr>
              <w:pStyle w:val="pstyleRadioTb"/>
            </w:pPr>
            <w:r>
              <w:rPr>
                <w:rStyle w:val="styleRad"/>
              </w:rPr>
              <w:t xml:space="preserve"> [x] </w:t>
            </w:r>
          </w:p>
        </w:tc>
        <w:tc>
          <w:tcPr>
            <w:tcW w:w="1750" w:type="dxa"/>
          </w:tcPr>
          <w:p w14:paraId="7EB72C0B" w14:textId="77777777" w:rsidR="00164FF5" w:rsidRDefault="00861641">
            <w:pPr>
              <w:pStyle w:val="pstyleRadioTb"/>
            </w:pPr>
            <w:r>
              <w:rPr>
                <w:rStyle w:val="styleRad"/>
              </w:rPr>
              <w:t xml:space="preserve"> [ ] </w:t>
            </w:r>
          </w:p>
        </w:tc>
        <w:tc>
          <w:tcPr>
            <w:tcW w:w="1750" w:type="dxa"/>
          </w:tcPr>
          <w:p w14:paraId="54219755" w14:textId="77777777" w:rsidR="00164FF5" w:rsidRDefault="00861641">
            <w:pPr>
              <w:pStyle w:val="pstyleRadioTb"/>
            </w:pPr>
            <w:r>
              <w:rPr>
                <w:rStyle w:val="styleRad"/>
              </w:rPr>
              <w:t xml:space="preserve"> [ ] </w:t>
            </w:r>
          </w:p>
        </w:tc>
        <w:tc>
          <w:tcPr>
            <w:tcW w:w="1750" w:type="dxa"/>
          </w:tcPr>
          <w:p w14:paraId="27B7831A" w14:textId="77777777" w:rsidR="00164FF5" w:rsidRDefault="00861641">
            <w:pPr>
              <w:pStyle w:val="pstyleRadioTb"/>
            </w:pPr>
            <w:r>
              <w:rPr>
                <w:rStyle w:val="styleRad"/>
              </w:rPr>
              <w:t xml:space="preserve"> [x] </w:t>
            </w:r>
          </w:p>
        </w:tc>
        <w:tc>
          <w:tcPr>
            <w:tcW w:w="1750" w:type="dxa"/>
          </w:tcPr>
          <w:p w14:paraId="462D5383" w14:textId="77777777" w:rsidR="00164FF5" w:rsidRDefault="00861641">
            <w:pPr>
              <w:pStyle w:val="pstyleRadioTb"/>
            </w:pPr>
            <w:r>
              <w:rPr>
                <w:rStyle w:val="styleRad"/>
              </w:rPr>
              <w:t xml:space="preserve"> [ ] </w:t>
            </w:r>
          </w:p>
        </w:tc>
        <w:tc>
          <w:tcPr>
            <w:tcW w:w="1750" w:type="dxa"/>
          </w:tcPr>
          <w:p w14:paraId="53E9A4FA" w14:textId="77777777" w:rsidR="00164FF5" w:rsidRDefault="00861641">
            <w:pPr>
              <w:pStyle w:val="pstyleRadioTb"/>
            </w:pPr>
            <w:r>
              <w:rPr>
                <w:rStyle w:val="styleRad"/>
              </w:rPr>
              <w:t xml:space="preserve"> [ ] </w:t>
            </w:r>
          </w:p>
        </w:tc>
        <w:tc>
          <w:tcPr>
            <w:tcW w:w="1750" w:type="dxa"/>
          </w:tcPr>
          <w:p w14:paraId="456AE33C" w14:textId="77777777" w:rsidR="00164FF5" w:rsidRDefault="00861641">
            <w:pPr>
              <w:pStyle w:val="pstyleRadioTb"/>
            </w:pPr>
            <w:r>
              <w:rPr>
                <w:rStyle w:val="styleRad"/>
              </w:rPr>
              <w:t xml:space="preserve"> [ ] </w:t>
            </w:r>
          </w:p>
        </w:tc>
        <w:tc>
          <w:tcPr>
            <w:tcW w:w="1750" w:type="dxa"/>
          </w:tcPr>
          <w:p w14:paraId="309C5B86" w14:textId="77777777" w:rsidR="00164FF5" w:rsidRDefault="00861641">
            <w:r>
              <w:rPr>
                <w:rStyle w:val="styleSubformtxtsp"/>
              </w:rPr>
              <w:t xml:space="preserve"> </w:t>
            </w:r>
          </w:p>
        </w:tc>
        <w:tc>
          <w:tcPr>
            <w:tcW w:w="1750" w:type="dxa"/>
          </w:tcPr>
          <w:p w14:paraId="796FFEA4" w14:textId="77777777" w:rsidR="00164FF5" w:rsidRDefault="00164FF5"/>
        </w:tc>
        <w:tc>
          <w:tcPr>
            <w:tcW w:w="1750" w:type="dxa"/>
          </w:tcPr>
          <w:p w14:paraId="5888C70C" w14:textId="77777777" w:rsidR="00164FF5" w:rsidRDefault="00861641">
            <w:r>
              <w:rPr>
                <w:rStyle w:val="styleSubformtxtsp"/>
              </w:rPr>
              <w:t xml:space="preserve"> </w:t>
            </w:r>
          </w:p>
        </w:tc>
        <w:tc>
          <w:tcPr>
            <w:tcW w:w="1750" w:type="dxa"/>
          </w:tcPr>
          <w:p w14:paraId="1248FFBD" w14:textId="77777777" w:rsidR="00164FF5" w:rsidRDefault="00861641">
            <w:r>
              <w:rPr>
                <w:rStyle w:val="styleSubformtxtsp"/>
              </w:rPr>
              <w:t xml:space="preserve">LC </w:t>
            </w:r>
          </w:p>
        </w:tc>
        <w:tc>
          <w:tcPr>
            <w:tcW w:w="1750" w:type="dxa"/>
          </w:tcPr>
          <w:p w14:paraId="1587AA1D" w14:textId="77777777" w:rsidR="00164FF5" w:rsidRDefault="00861641">
            <w:pPr>
              <w:pStyle w:val="pstyleRadioTb"/>
            </w:pPr>
            <w:r>
              <w:rPr>
                <w:rStyle w:val="styleRad"/>
              </w:rPr>
              <w:t xml:space="preserve"> [ ] </w:t>
            </w:r>
          </w:p>
        </w:tc>
        <w:tc>
          <w:tcPr>
            <w:tcW w:w="1750" w:type="dxa"/>
          </w:tcPr>
          <w:p w14:paraId="1095D3B5" w14:textId="77777777" w:rsidR="00164FF5" w:rsidRDefault="00861641">
            <w:pPr>
              <w:pStyle w:val="pstyleRadioTb"/>
            </w:pPr>
            <w:r>
              <w:rPr>
                <w:rStyle w:val="styleRad"/>
              </w:rPr>
              <w:t xml:space="preserve"> [ ] </w:t>
            </w:r>
          </w:p>
        </w:tc>
        <w:tc>
          <w:tcPr>
            <w:tcW w:w="1750" w:type="dxa"/>
          </w:tcPr>
          <w:p w14:paraId="5EE790EE" w14:textId="77777777" w:rsidR="00164FF5" w:rsidRDefault="00164FF5"/>
        </w:tc>
        <w:tc>
          <w:tcPr>
            <w:tcW w:w="1750" w:type="dxa"/>
          </w:tcPr>
          <w:p w14:paraId="74AFF3EB" w14:textId="77777777" w:rsidR="00164FF5" w:rsidRDefault="00861641">
            <w:r>
              <w:rPr>
                <w:rStyle w:val="styleSubformtxtsp"/>
              </w:rPr>
              <w:t>Drought refuge</w:t>
            </w:r>
          </w:p>
        </w:tc>
      </w:tr>
      <w:tr w:rsidR="00164FF5" w14:paraId="4904445A" w14:textId="77777777" w:rsidTr="00164FF5">
        <w:trPr>
          <w:trHeight w:val="100"/>
        </w:trPr>
        <w:tc>
          <w:tcPr>
            <w:tcW w:w="1750" w:type="dxa"/>
          </w:tcPr>
          <w:p w14:paraId="7224A430" w14:textId="77777777" w:rsidR="00164FF5" w:rsidRDefault="00861641">
            <w:r>
              <w:rPr>
                <w:rStyle w:val="styleSubformtxtUP"/>
              </w:rPr>
              <w:lastRenderedPageBreak/>
              <w:t>Chordata/Aves</w:t>
            </w:r>
          </w:p>
        </w:tc>
        <w:tc>
          <w:tcPr>
            <w:tcW w:w="1750" w:type="dxa"/>
          </w:tcPr>
          <w:p w14:paraId="02BBBEAD" w14:textId="77777777" w:rsidR="00164FF5" w:rsidRDefault="00861641">
            <w:r>
              <w:rPr>
                <w:rStyle w:val="styleSubformtxtIblue700"/>
              </w:rPr>
              <w:t>Calidris ruficollis</w:t>
            </w:r>
          </w:p>
        </w:tc>
        <w:tc>
          <w:tcPr>
            <w:tcW w:w="1750" w:type="dxa"/>
          </w:tcPr>
          <w:p w14:paraId="778EA26D" w14:textId="77777777" w:rsidR="00164FF5" w:rsidRDefault="00861641">
            <w:r>
              <w:rPr>
                <w:rStyle w:val="styleSubformtxtsp"/>
              </w:rPr>
              <w:t>Red-necked Stint</w:t>
            </w:r>
          </w:p>
        </w:tc>
        <w:tc>
          <w:tcPr>
            <w:tcW w:w="1750" w:type="dxa"/>
          </w:tcPr>
          <w:p w14:paraId="35FA168D" w14:textId="77777777" w:rsidR="00164FF5" w:rsidRDefault="00861641">
            <w:pPr>
              <w:pStyle w:val="pstyleRadioTb"/>
            </w:pPr>
            <w:r>
              <w:rPr>
                <w:rStyle w:val="styleRad"/>
              </w:rPr>
              <w:t xml:space="preserve"> [ ] </w:t>
            </w:r>
          </w:p>
        </w:tc>
        <w:tc>
          <w:tcPr>
            <w:tcW w:w="1750" w:type="dxa"/>
          </w:tcPr>
          <w:p w14:paraId="563FFFCE" w14:textId="77777777" w:rsidR="00164FF5" w:rsidRDefault="00861641">
            <w:pPr>
              <w:pStyle w:val="pstyleRadioTb"/>
            </w:pPr>
            <w:r>
              <w:rPr>
                <w:rStyle w:val="styleRad"/>
              </w:rPr>
              <w:t xml:space="preserve"> [x] </w:t>
            </w:r>
          </w:p>
        </w:tc>
        <w:tc>
          <w:tcPr>
            <w:tcW w:w="1750" w:type="dxa"/>
          </w:tcPr>
          <w:p w14:paraId="704560D8" w14:textId="77777777" w:rsidR="00164FF5" w:rsidRDefault="00861641">
            <w:pPr>
              <w:pStyle w:val="pstyleRadioTb"/>
            </w:pPr>
            <w:r>
              <w:rPr>
                <w:rStyle w:val="styleRad"/>
              </w:rPr>
              <w:t xml:space="preserve"> [ ] </w:t>
            </w:r>
          </w:p>
        </w:tc>
        <w:tc>
          <w:tcPr>
            <w:tcW w:w="1750" w:type="dxa"/>
          </w:tcPr>
          <w:p w14:paraId="30A12499" w14:textId="77777777" w:rsidR="00164FF5" w:rsidRDefault="00861641">
            <w:pPr>
              <w:pStyle w:val="pstyleRadioTb"/>
            </w:pPr>
            <w:r>
              <w:rPr>
                <w:rStyle w:val="styleRad"/>
              </w:rPr>
              <w:t xml:space="preserve"> [ ] </w:t>
            </w:r>
          </w:p>
        </w:tc>
        <w:tc>
          <w:tcPr>
            <w:tcW w:w="1750" w:type="dxa"/>
          </w:tcPr>
          <w:p w14:paraId="3105CB3D" w14:textId="77777777" w:rsidR="00164FF5" w:rsidRDefault="00861641">
            <w:pPr>
              <w:pStyle w:val="pstyleRadioTb"/>
            </w:pPr>
            <w:r>
              <w:rPr>
                <w:rStyle w:val="styleRad"/>
              </w:rPr>
              <w:t xml:space="preserve"> [ ] </w:t>
            </w:r>
          </w:p>
        </w:tc>
        <w:tc>
          <w:tcPr>
            <w:tcW w:w="1750" w:type="dxa"/>
          </w:tcPr>
          <w:p w14:paraId="4652ABD7" w14:textId="77777777" w:rsidR="00164FF5" w:rsidRDefault="00861641">
            <w:pPr>
              <w:pStyle w:val="pstyleRadioTb"/>
            </w:pPr>
            <w:r>
              <w:rPr>
                <w:rStyle w:val="styleRad"/>
              </w:rPr>
              <w:t xml:space="preserve"> [ ] </w:t>
            </w:r>
          </w:p>
        </w:tc>
        <w:tc>
          <w:tcPr>
            <w:tcW w:w="1750" w:type="dxa"/>
          </w:tcPr>
          <w:p w14:paraId="6C973849" w14:textId="77777777" w:rsidR="00164FF5" w:rsidRDefault="00861641">
            <w:pPr>
              <w:pStyle w:val="pstyleRadioTb"/>
            </w:pPr>
            <w:r>
              <w:rPr>
                <w:rStyle w:val="styleRad"/>
              </w:rPr>
              <w:t xml:space="preserve"> [ ] </w:t>
            </w:r>
          </w:p>
        </w:tc>
        <w:tc>
          <w:tcPr>
            <w:tcW w:w="1750" w:type="dxa"/>
          </w:tcPr>
          <w:p w14:paraId="005738EB" w14:textId="77777777" w:rsidR="00164FF5" w:rsidRDefault="00861641">
            <w:pPr>
              <w:pStyle w:val="pstyleRadioTb"/>
            </w:pPr>
            <w:r>
              <w:rPr>
                <w:rStyle w:val="styleRad"/>
              </w:rPr>
              <w:t xml:space="preserve"> [ ] </w:t>
            </w:r>
          </w:p>
        </w:tc>
        <w:tc>
          <w:tcPr>
            <w:tcW w:w="1750" w:type="dxa"/>
          </w:tcPr>
          <w:p w14:paraId="2D2F2E2B" w14:textId="77777777" w:rsidR="00164FF5" w:rsidRDefault="00861641">
            <w:r>
              <w:rPr>
                <w:rStyle w:val="styleSubformtxtsp"/>
              </w:rPr>
              <w:t xml:space="preserve"> </w:t>
            </w:r>
          </w:p>
        </w:tc>
        <w:tc>
          <w:tcPr>
            <w:tcW w:w="1750" w:type="dxa"/>
          </w:tcPr>
          <w:p w14:paraId="060AF434" w14:textId="77777777" w:rsidR="00164FF5" w:rsidRDefault="00164FF5"/>
        </w:tc>
        <w:tc>
          <w:tcPr>
            <w:tcW w:w="1750" w:type="dxa"/>
          </w:tcPr>
          <w:p w14:paraId="6D4722D0" w14:textId="77777777" w:rsidR="00164FF5" w:rsidRDefault="00861641">
            <w:r>
              <w:rPr>
                <w:rStyle w:val="styleSubformtxtsp"/>
              </w:rPr>
              <w:t xml:space="preserve"> </w:t>
            </w:r>
          </w:p>
        </w:tc>
        <w:tc>
          <w:tcPr>
            <w:tcW w:w="1750" w:type="dxa"/>
          </w:tcPr>
          <w:p w14:paraId="5D0F810B" w14:textId="77777777" w:rsidR="00164FF5" w:rsidRDefault="00861641">
            <w:r>
              <w:rPr>
                <w:rStyle w:val="styleSubformtxtsp"/>
              </w:rPr>
              <w:t xml:space="preserve">NT </w:t>
            </w:r>
          </w:p>
        </w:tc>
        <w:tc>
          <w:tcPr>
            <w:tcW w:w="1750" w:type="dxa"/>
          </w:tcPr>
          <w:p w14:paraId="36D66A06" w14:textId="77777777" w:rsidR="00164FF5" w:rsidRDefault="00861641">
            <w:pPr>
              <w:pStyle w:val="pstyleRadioTb"/>
            </w:pPr>
            <w:r>
              <w:rPr>
                <w:rStyle w:val="styleRad"/>
              </w:rPr>
              <w:t xml:space="preserve"> [ ] </w:t>
            </w:r>
          </w:p>
        </w:tc>
        <w:tc>
          <w:tcPr>
            <w:tcW w:w="1750" w:type="dxa"/>
          </w:tcPr>
          <w:p w14:paraId="5AAE38A7" w14:textId="77777777" w:rsidR="00164FF5" w:rsidRDefault="00861641">
            <w:pPr>
              <w:pStyle w:val="pstyleRadioTb"/>
            </w:pPr>
            <w:r>
              <w:rPr>
                <w:rStyle w:val="styleRad"/>
              </w:rPr>
              <w:t xml:space="preserve"> [ ] </w:t>
            </w:r>
          </w:p>
        </w:tc>
        <w:tc>
          <w:tcPr>
            <w:tcW w:w="1750" w:type="dxa"/>
          </w:tcPr>
          <w:p w14:paraId="68C03BA7" w14:textId="77777777" w:rsidR="00164FF5" w:rsidRDefault="00861641">
            <w:r>
              <w:rPr>
                <w:rStyle w:val="styleSubformtxtsp"/>
              </w:rPr>
              <w:t>JAMBA and CAMBA agreements, migratory (EPBC)</w:t>
            </w:r>
          </w:p>
        </w:tc>
        <w:tc>
          <w:tcPr>
            <w:tcW w:w="1750" w:type="dxa"/>
          </w:tcPr>
          <w:p w14:paraId="31BD5F78" w14:textId="77777777" w:rsidR="00164FF5" w:rsidRDefault="00861641">
            <w:r>
              <w:rPr>
                <w:rStyle w:val="styleSubformtxtsp"/>
              </w:rPr>
              <w:t>Stop-over site</w:t>
            </w:r>
          </w:p>
        </w:tc>
      </w:tr>
      <w:tr w:rsidR="00164FF5" w14:paraId="7730FC5A" w14:textId="77777777" w:rsidTr="00164FF5">
        <w:trPr>
          <w:trHeight w:val="100"/>
        </w:trPr>
        <w:tc>
          <w:tcPr>
            <w:tcW w:w="1750" w:type="dxa"/>
          </w:tcPr>
          <w:p w14:paraId="43BF0EA8" w14:textId="77777777" w:rsidR="00164FF5" w:rsidRDefault="00861641">
            <w:r>
              <w:rPr>
                <w:rStyle w:val="styleSubformtxtUP"/>
              </w:rPr>
              <w:t>Chordata/Aves</w:t>
            </w:r>
          </w:p>
        </w:tc>
        <w:tc>
          <w:tcPr>
            <w:tcW w:w="1750" w:type="dxa"/>
          </w:tcPr>
          <w:p w14:paraId="13A21455" w14:textId="77777777" w:rsidR="00164FF5" w:rsidRDefault="00861641">
            <w:r>
              <w:rPr>
                <w:rStyle w:val="styleSubformtxtIblue700"/>
              </w:rPr>
              <w:t>Certhionyx variegatus</w:t>
            </w:r>
          </w:p>
        </w:tc>
        <w:tc>
          <w:tcPr>
            <w:tcW w:w="1750" w:type="dxa"/>
          </w:tcPr>
          <w:p w14:paraId="4BF2B76D" w14:textId="77777777" w:rsidR="00164FF5" w:rsidRDefault="00861641">
            <w:r>
              <w:rPr>
                <w:rStyle w:val="styleSubformtxtsp"/>
              </w:rPr>
              <w:t>Pied Honeyeater</w:t>
            </w:r>
          </w:p>
        </w:tc>
        <w:tc>
          <w:tcPr>
            <w:tcW w:w="1750" w:type="dxa"/>
          </w:tcPr>
          <w:p w14:paraId="3973B36E" w14:textId="77777777" w:rsidR="00164FF5" w:rsidRDefault="00861641">
            <w:pPr>
              <w:pStyle w:val="pstyleRadioTb"/>
            </w:pPr>
            <w:r>
              <w:rPr>
                <w:rStyle w:val="styleRad"/>
              </w:rPr>
              <w:t xml:space="preserve"> [x] </w:t>
            </w:r>
          </w:p>
        </w:tc>
        <w:tc>
          <w:tcPr>
            <w:tcW w:w="1750" w:type="dxa"/>
          </w:tcPr>
          <w:p w14:paraId="26B74CD8" w14:textId="77777777" w:rsidR="00164FF5" w:rsidRDefault="00861641">
            <w:pPr>
              <w:pStyle w:val="pstyleRadioTb"/>
            </w:pPr>
            <w:r>
              <w:rPr>
                <w:rStyle w:val="styleRad"/>
              </w:rPr>
              <w:t xml:space="preserve"> [ ] </w:t>
            </w:r>
          </w:p>
        </w:tc>
        <w:tc>
          <w:tcPr>
            <w:tcW w:w="1750" w:type="dxa"/>
          </w:tcPr>
          <w:p w14:paraId="610BB1B0" w14:textId="77777777" w:rsidR="00164FF5" w:rsidRDefault="00861641">
            <w:pPr>
              <w:pStyle w:val="pstyleRadioTb"/>
            </w:pPr>
            <w:r>
              <w:rPr>
                <w:rStyle w:val="styleRad"/>
              </w:rPr>
              <w:t xml:space="preserve"> [ ] </w:t>
            </w:r>
          </w:p>
        </w:tc>
        <w:tc>
          <w:tcPr>
            <w:tcW w:w="1750" w:type="dxa"/>
          </w:tcPr>
          <w:p w14:paraId="18ACA81F" w14:textId="77777777" w:rsidR="00164FF5" w:rsidRDefault="00861641">
            <w:pPr>
              <w:pStyle w:val="pstyleRadioTb"/>
            </w:pPr>
            <w:r>
              <w:rPr>
                <w:rStyle w:val="styleRad"/>
              </w:rPr>
              <w:t xml:space="preserve"> [ ] </w:t>
            </w:r>
          </w:p>
        </w:tc>
        <w:tc>
          <w:tcPr>
            <w:tcW w:w="1750" w:type="dxa"/>
          </w:tcPr>
          <w:p w14:paraId="32BA786A" w14:textId="77777777" w:rsidR="00164FF5" w:rsidRDefault="00861641">
            <w:pPr>
              <w:pStyle w:val="pstyleRadioTb"/>
            </w:pPr>
            <w:r>
              <w:rPr>
                <w:rStyle w:val="styleRad"/>
              </w:rPr>
              <w:t xml:space="preserve"> [ ] </w:t>
            </w:r>
          </w:p>
        </w:tc>
        <w:tc>
          <w:tcPr>
            <w:tcW w:w="1750" w:type="dxa"/>
          </w:tcPr>
          <w:p w14:paraId="36AA5B77" w14:textId="77777777" w:rsidR="00164FF5" w:rsidRDefault="00861641">
            <w:pPr>
              <w:pStyle w:val="pstyleRadioTb"/>
            </w:pPr>
            <w:r>
              <w:rPr>
                <w:rStyle w:val="styleRad"/>
              </w:rPr>
              <w:t xml:space="preserve"> [ ] </w:t>
            </w:r>
          </w:p>
        </w:tc>
        <w:tc>
          <w:tcPr>
            <w:tcW w:w="1750" w:type="dxa"/>
          </w:tcPr>
          <w:p w14:paraId="4083BFB8" w14:textId="77777777" w:rsidR="00164FF5" w:rsidRDefault="00861641">
            <w:pPr>
              <w:pStyle w:val="pstyleRadioTb"/>
            </w:pPr>
            <w:r>
              <w:rPr>
                <w:rStyle w:val="styleRad"/>
              </w:rPr>
              <w:t xml:space="preserve"> [ ] </w:t>
            </w:r>
          </w:p>
        </w:tc>
        <w:tc>
          <w:tcPr>
            <w:tcW w:w="1750" w:type="dxa"/>
          </w:tcPr>
          <w:p w14:paraId="195EC75E" w14:textId="77777777" w:rsidR="00164FF5" w:rsidRDefault="00861641">
            <w:pPr>
              <w:pStyle w:val="pstyleRadioTb"/>
            </w:pPr>
            <w:r>
              <w:rPr>
                <w:rStyle w:val="styleRad"/>
              </w:rPr>
              <w:t xml:space="preserve"> [ ] </w:t>
            </w:r>
          </w:p>
        </w:tc>
        <w:tc>
          <w:tcPr>
            <w:tcW w:w="1750" w:type="dxa"/>
          </w:tcPr>
          <w:p w14:paraId="64132C99" w14:textId="77777777" w:rsidR="00164FF5" w:rsidRDefault="00861641">
            <w:r>
              <w:rPr>
                <w:rStyle w:val="styleSubformtxtsp"/>
              </w:rPr>
              <w:t xml:space="preserve"> </w:t>
            </w:r>
          </w:p>
        </w:tc>
        <w:tc>
          <w:tcPr>
            <w:tcW w:w="1750" w:type="dxa"/>
          </w:tcPr>
          <w:p w14:paraId="4EA2E669" w14:textId="77777777" w:rsidR="00164FF5" w:rsidRDefault="00164FF5"/>
        </w:tc>
        <w:tc>
          <w:tcPr>
            <w:tcW w:w="1750" w:type="dxa"/>
          </w:tcPr>
          <w:p w14:paraId="5A6E3B82" w14:textId="77777777" w:rsidR="00164FF5" w:rsidRDefault="00861641">
            <w:r>
              <w:rPr>
                <w:rStyle w:val="styleSubformtxtsp"/>
              </w:rPr>
              <w:t xml:space="preserve"> </w:t>
            </w:r>
          </w:p>
        </w:tc>
        <w:tc>
          <w:tcPr>
            <w:tcW w:w="1750" w:type="dxa"/>
          </w:tcPr>
          <w:p w14:paraId="51EDE39C" w14:textId="77777777" w:rsidR="00164FF5" w:rsidRDefault="00861641">
            <w:r>
              <w:rPr>
                <w:rStyle w:val="styleSubformtxtsp"/>
              </w:rPr>
              <w:t xml:space="preserve">LC </w:t>
            </w:r>
          </w:p>
        </w:tc>
        <w:tc>
          <w:tcPr>
            <w:tcW w:w="1750" w:type="dxa"/>
          </w:tcPr>
          <w:p w14:paraId="2E41BB67" w14:textId="77777777" w:rsidR="00164FF5" w:rsidRDefault="00861641">
            <w:pPr>
              <w:pStyle w:val="pstyleRadioTb"/>
            </w:pPr>
            <w:r>
              <w:rPr>
                <w:rStyle w:val="styleRad"/>
              </w:rPr>
              <w:t xml:space="preserve"> [ ] </w:t>
            </w:r>
          </w:p>
        </w:tc>
        <w:tc>
          <w:tcPr>
            <w:tcW w:w="1750" w:type="dxa"/>
          </w:tcPr>
          <w:p w14:paraId="2ABF2F31" w14:textId="77777777" w:rsidR="00164FF5" w:rsidRDefault="00861641">
            <w:pPr>
              <w:pStyle w:val="pstyleRadioTb"/>
            </w:pPr>
            <w:r>
              <w:rPr>
                <w:rStyle w:val="styleRad"/>
              </w:rPr>
              <w:t xml:space="preserve"> [ ] </w:t>
            </w:r>
          </w:p>
        </w:tc>
        <w:tc>
          <w:tcPr>
            <w:tcW w:w="1750" w:type="dxa"/>
          </w:tcPr>
          <w:p w14:paraId="03823D4D" w14:textId="77777777" w:rsidR="00164FF5" w:rsidRDefault="00861641">
            <w:r>
              <w:rPr>
                <w:rStyle w:val="styleSubformtxtsp"/>
              </w:rPr>
              <w:t>Vulnerable in NSW (BCA)</w:t>
            </w:r>
          </w:p>
        </w:tc>
        <w:tc>
          <w:tcPr>
            <w:tcW w:w="1750" w:type="dxa"/>
          </w:tcPr>
          <w:p w14:paraId="367665ED" w14:textId="77777777" w:rsidR="00164FF5" w:rsidRDefault="00164FF5"/>
        </w:tc>
      </w:tr>
      <w:tr w:rsidR="00164FF5" w14:paraId="7567AA1A" w14:textId="77777777" w:rsidTr="00164FF5">
        <w:trPr>
          <w:trHeight w:val="100"/>
        </w:trPr>
        <w:tc>
          <w:tcPr>
            <w:tcW w:w="1750" w:type="dxa"/>
          </w:tcPr>
          <w:p w14:paraId="2D4DFEEF" w14:textId="77777777" w:rsidR="00164FF5" w:rsidRDefault="00861641">
            <w:r>
              <w:rPr>
                <w:rStyle w:val="styleSubformtxtUP"/>
              </w:rPr>
              <w:t>Chordata/Aves</w:t>
            </w:r>
          </w:p>
        </w:tc>
        <w:tc>
          <w:tcPr>
            <w:tcW w:w="1750" w:type="dxa"/>
          </w:tcPr>
          <w:p w14:paraId="2439E294" w14:textId="77777777" w:rsidR="00164FF5" w:rsidRDefault="00861641">
            <w:r>
              <w:rPr>
                <w:rStyle w:val="styleSubformtxtIblue700"/>
              </w:rPr>
              <w:t>Charadrius ruficapillus</w:t>
            </w:r>
          </w:p>
        </w:tc>
        <w:tc>
          <w:tcPr>
            <w:tcW w:w="1750" w:type="dxa"/>
          </w:tcPr>
          <w:p w14:paraId="5BB613BE" w14:textId="77777777" w:rsidR="00164FF5" w:rsidRDefault="00861641">
            <w:r>
              <w:rPr>
                <w:rStyle w:val="styleSubformtxtsp"/>
              </w:rPr>
              <w:t>Red-capped Plover</w:t>
            </w:r>
          </w:p>
        </w:tc>
        <w:tc>
          <w:tcPr>
            <w:tcW w:w="1750" w:type="dxa"/>
          </w:tcPr>
          <w:p w14:paraId="732040E7" w14:textId="77777777" w:rsidR="00164FF5" w:rsidRDefault="00861641">
            <w:pPr>
              <w:pStyle w:val="pstyleRadioTb"/>
            </w:pPr>
            <w:r>
              <w:rPr>
                <w:rStyle w:val="styleRad"/>
              </w:rPr>
              <w:t xml:space="preserve"> [ ] </w:t>
            </w:r>
          </w:p>
        </w:tc>
        <w:tc>
          <w:tcPr>
            <w:tcW w:w="1750" w:type="dxa"/>
          </w:tcPr>
          <w:p w14:paraId="3766D8CD" w14:textId="77777777" w:rsidR="00164FF5" w:rsidRDefault="00861641">
            <w:pPr>
              <w:pStyle w:val="pstyleRadioTb"/>
            </w:pPr>
            <w:r>
              <w:rPr>
                <w:rStyle w:val="styleRad"/>
              </w:rPr>
              <w:t xml:space="preserve"> [x] </w:t>
            </w:r>
          </w:p>
        </w:tc>
        <w:tc>
          <w:tcPr>
            <w:tcW w:w="1750" w:type="dxa"/>
          </w:tcPr>
          <w:p w14:paraId="7F98061D" w14:textId="77777777" w:rsidR="00164FF5" w:rsidRDefault="00861641">
            <w:pPr>
              <w:pStyle w:val="pstyleRadioTb"/>
            </w:pPr>
            <w:r>
              <w:rPr>
                <w:rStyle w:val="styleRad"/>
              </w:rPr>
              <w:t xml:space="preserve"> [ ] </w:t>
            </w:r>
          </w:p>
        </w:tc>
        <w:tc>
          <w:tcPr>
            <w:tcW w:w="1750" w:type="dxa"/>
          </w:tcPr>
          <w:p w14:paraId="062F77FB" w14:textId="77777777" w:rsidR="00164FF5" w:rsidRDefault="00861641">
            <w:pPr>
              <w:pStyle w:val="pstyleRadioTb"/>
            </w:pPr>
            <w:r>
              <w:rPr>
                <w:rStyle w:val="styleRad"/>
              </w:rPr>
              <w:t xml:space="preserve"> [ ] </w:t>
            </w:r>
          </w:p>
        </w:tc>
        <w:tc>
          <w:tcPr>
            <w:tcW w:w="1750" w:type="dxa"/>
          </w:tcPr>
          <w:p w14:paraId="661A8BF5" w14:textId="77777777" w:rsidR="00164FF5" w:rsidRDefault="00861641">
            <w:pPr>
              <w:pStyle w:val="pstyleRadioTb"/>
            </w:pPr>
            <w:r>
              <w:rPr>
                <w:rStyle w:val="styleRad"/>
              </w:rPr>
              <w:t xml:space="preserve"> [x] </w:t>
            </w:r>
          </w:p>
        </w:tc>
        <w:tc>
          <w:tcPr>
            <w:tcW w:w="1750" w:type="dxa"/>
          </w:tcPr>
          <w:p w14:paraId="2378238D" w14:textId="77777777" w:rsidR="00164FF5" w:rsidRDefault="00861641">
            <w:pPr>
              <w:pStyle w:val="pstyleRadioTb"/>
            </w:pPr>
            <w:r>
              <w:rPr>
                <w:rStyle w:val="styleRad"/>
              </w:rPr>
              <w:t xml:space="preserve"> [ ] </w:t>
            </w:r>
          </w:p>
        </w:tc>
        <w:tc>
          <w:tcPr>
            <w:tcW w:w="1750" w:type="dxa"/>
          </w:tcPr>
          <w:p w14:paraId="52F8A121" w14:textId="77777777" w:rsidR="00164FF5" w:rsidRDefault="00861641">
            <w:pPr>
              <w:pStyle w:val="pstyleRadioTb"/>
            </w:pPr>
            <w:r>
              <w:rPr>
                <w:rStyle w:val="styleRad"/>
              </w:rPr>
              <w:t xml:space="preserve"> [ ] </w:t>
            </w:r>
          </w:p>
        </w:tc>
        <w:tc>
          <w:tcPr>
            <w:tcW w:w="1750" w:type="dxa"/>
          </w:tcPr>
          <w:p w14:paraId="274A3EB7" w14:textId="77777777" w:rsidR="00164FF5" w:rsidRDefault="00861641">
            <w:pPr>
              <w:pStyle w:val="pstyleRadioTb"/>
            </w:pPr>
            <w:r>
              <w:rPr>
                <w:rStyle w:val="styleRad"/>
              </w:rPr>
              <w:t xml:space="preserve"> [ ] </w:t>
            </w:r>
          </w:p>
        </w:tc>
        <w:tc>
          <w:tcPr>
            <w:tcW w:w="1750" w:type="dxa"/>
          </w:tcPr>
          <w:p w14:paraId="6654B025" w14:textId="77777777" w:rsidR="00164FF5" w:rsidRDefault="00861641">
            <w:r>
              <w:rPr>
                <w:rStyle w:val="styleSubformtxtsp"/>
              </w:rPr>
              <w:t xml:space="preserve"> </w:t>
            </w:r>
          </w:p>
        </w:tc>
        <w:tc>
          <w:tcPr>
            <w:tcW w:w="1750" w:type="dxa"/>
          </w:tcPr>
          <w:p w14:paraId="59F66816" w14:textId="77777777" w:rsidR="00164FF5" w:rsidRDefault="00164FF5"/>
        </w:tc>
        <w:tc>
          <w:tcPr>
            <w:tcW w:w="1750" w:type="dxa"/>
          </w:tcPr>
          <w:p w14:paraId="5D03FC5E" w14:textId="77777777" w:rsidR="00164FF5" w:rsidRDefault="00861641">
            <w:r>
              <w:rPr>
                <w:rStyle w:val="styleSubformtxtsp"/>
              </w:rPr>
              <w:t xml:space="preserve"> </w:t>
            </w:r>
          </w:p>
        </w:tc>
        <w:tc>
          <w:tcPr>
            <w:tcW w:w="1750" w:type="dxa"/>
          </w:tcPr>
          <w:p w14:paraId="7CF57CF5" w14:textId="77777777" w:rsidR="00164FF5" w:rsidRDefault="00861641">
            <w:r>
              <w:rPr>
                <w:rStyle w:val="styleSubformtxtsp"/>
              </w:rPr>
              <w:t xml:space="preserve">LC </w:t>
            </w:r>
          </w:p>
        </w:tc>
        <w:tc>
          <w:tcPr>
            <w:tcW w:w="1750" w:type="dxa"/>
          </w:tcPr>
          <w:p w14:paraId="70C7C8E6" w14:textId="77777777" w:rsidR="00164FF5" w:rsidRDefault="00861641">
            <w:pPr>
              <w:pStyle w:val="pstyleRadioTb"/>
            </w:pPr>
            <w:r>
              <w:rPr>
                <w:rStyle w:val="styleRad"/>
              </w:rPr>
              <w:t xml:space="preserve"> [ ] </w:t>
            </w:r>
          </w:p>
        </w:tc>
        <w:tc>
          <w:tcPr>
            <w:tcW w:w="1750" w:type="dxa"/>
          </w:tcPr>
          <w:p w14:paraId="3B73102C" w14:textId="77777777" w:rsidR="00164FF5" w:rsidRDefault="00861641">
            <w:pPr>
              <w:pStyle w:val="pstyleRadioTb"/>
            </w:pPr>
            <w:r>
              <w:rPr>
                <w:rStyle w:val="styleRad"/>
              </w:rPr>
              <w:t xml:space="preserve"> [ ] </w:t>
            </w:r>
          </w:p>
        </w:tc>
        <w:tc>
          <w:tcPr>
            <w:tcW w:w="1750" w:type="dxa"/>
          </w:tcPr>
          <w:p w14:paraId="4840421F" w14:textId="77777777" w:rsidR="00164FF5" w:rsidRDefault="00164FF5"/>
        </w:tc>
        <w:tc>
          <w:tcPr>
            <w:tcW w:w="1750" w:type="dxa"/>
          </w:tcPr>
          <w:p w14:paraId="64358CCE" w14:textId="77777777" w:rsidR="00164FF5" w:rsidRDefault="00861641">
            <w:r>
              <w:rPr>
                <w:rStyle w:val="styleSubformtxtsp"/>
              </w:rPr>
              <w:t>Drought refuge</w:t>
            </w:r>
          </w:p>
        </w:tc>
      </w:tr>
      <w:tr w:rsidR="00164FF5" w14:paraId="0F4B78F1" w14:textId="77777777" w:rsidTr="00164FF5">
        <w:trPr>
          <w:trHeight w:val="100"/>
        </w:trPr>
        <w:tc>
          <w:tcPr>
            <w:tcW w:w="1750" w:type="dxa"/>
          </w:tcPr>
          <w:p w14:paraId="24F59D89" w14:textId="77777777" w:rsidR="00164FF5" w:rsidRDefault="00861641">
            <w:r>
              <w:rPr>
                <w:rStyle w:val="styleSubformtxtUP"/>
              </w:rPr>
              <w:t>Chordata/Aves</w:t>
            </w:r>
          </w:p>
        </w:tc>
        <w:tc>
          <w:tcPr>
            <w:tcW w:w="1750" w:type="dxa"/>
          </w:tcPr>
          <w:p w14:paraId="7DA94E6F" w14:textId="77777777" w:rsidR="00164FF5" w:rsidRDefault="00861641">
            <w:r>
              <w:rPr>
                <w:rStyle w:val="styleSubformtxtIblue700"/>
              </w:rPr>
              <w:t>Chenonetta jubata</w:t>
            </w:r>
          </w:p>
        </w:tc>
        <w:tc>
          <w:tcPr>
            <w:tcW w:w="1750" w:type="dxa"/>
          </w:tcPr>
          <w:p w14:paraId="6332E4F8" w14:textId="77777777" w:rsidR="00164FF5" w:rsidRDefault="00861641">
            <w:r>
              <w:rPr>
                <w:rStyle w:val="styleSubformtxtsp"/>
              </w:rPr>
              <w:t xml:space="preserve">Australian wood duck </w:t>
            </w:r>
          </w:p>
        </w:tc>
        <w:tc>
          <w:tcPr>
            <w:tcW w:w="1750" w:type="dxa"/>
          </w:tcPr>
          <w:p w14:paraId="3286E69F" w14:textId="77777777" w:rsidR="00164FF5" w:rsidRDefault="00861641">
            <w:pPr>
              <w:pStyle w:val="pstyleRadioTb"/>
            </w:pPr>
            <w:r>
              <w:rPr>
                <w:rStyle w:val="styleRad"/>
              </w:rPr>
              <w:t xml:space="preserve"> [ ] </w:t>
            </w:r>
          </w:p>
        </w:tc>
        <w:tc>
          <w:tcPr>
            <w:tcW w:w="1750" w:type="dxa"/>
          </w:tcPr>
          <w:p w14:paraId="7C4A2425" w14:textId="77777777" w:rsidR="00164FF5" w:rsidRDefault="00861641">
            <w:pPr>
              <w:pStyle w:val="pstyleRadioTb"/>
            </w:pPr>
            <w:r>
              <w:rPr>
                <w:rStyle w:val="styleRad"/>
              </w:rPr>
              <w:t xml:space="preserve"> [x] </w:t>
            </w:r>
          </w:p>
        </w:tc>
        <w:tc>
          <w:tcPr>
            <w:tcW w:w="1750" w:type="dxa"/>
          </w:tcPr>
          <w:p w14:paraId="43599D19" w14:textId="77777777" w:rsidR="00164FF5" w:rsidRDefault="00861641">
            <w:pPr>
              <w:pStyle w:val="pstyleRadioTb"/>
            </w:pPr>
            <w:r>
              <w:rPr>
                <w:rStyle w:val="styleRad"/>
              </w:rPr>
              <w:t xml:space="preserve"> [ ] </w:t>
            </w:r>
          </w:p>
        </w:tc>
        <w:tc>
          <w:tcPr>
            <w:tcW w:w="1750" w:type="dxa"/>
          </w:tcPr>
          <w:p w14:paraId="5FEC9315" w14:textId="77777777" w:rsidR="00164FF5" w:rsidRDefault="00861641">
            <w:pPr>
              <w:pStyle w:val="pstyleRadioTb"/>
            </w:pPr>
            <w:r>
              <w:rPr>
                <w:rStyle w:val="styleRad"/>
              </w:rPr>
              <w:t xml:space="preserve"> [ ] </w:t>
            </w:r>
          </w:p>
        </w:tc>
        <w:tc>
          <w:tcPr>
            <w:tcW w:w="1750" w:type="dxa"/>
          </w:tcPr>
          <w:p w14:paraId="11D38604" w14:textId="77777777" w:rsidR="00164FF5" w:rsidRDefault="00861641">
            <w:pPr>
              <w:pStyle w:val="pstyleRadioTb"/>
            </w:pPr>
            <w:r>
              <w:rPr>
                <w:rStyle w:val="styleRad"/>
              </w:rPr>
              <w:t xml:space="preserve"> [ ] </w:t>
            </w:r>
          </w:p>
        </w:tc>
        <w:tc>
          <w:tcPr>
            <w:tcW w:w="1750" w:type="dxa"/>
          </w:tcPr>
          <w:p w14:paraId="7AC904D1" w14:textId="77777777" w:rsidR="00164FF5" w:rsidRDefault="00861641">
            <w:pPr>
              <w:pStyle w:val="pstyleRadioTb"/>
            </w:pPr>
            <w:r>
              <w:rPr>
                <w:rStyle w:val="styleRad"/>
              </w:rPr>
              <w:t xml:space="preserve"> [ ] </w:t>
            </w:r>
          </w:p>
        </w:tc>
        <w:tc>
          <w:tcPr>
            <w:tcW w:w="1750" w:type="dxa"/>
          </w:tcPr>
          <w:p w14:paraId="0CCABD11" w14:textId="77777777" w:rsidR="00164FF5" w:rsidRDefault="00861641">
            <w:pPr>
              <w:pStyle w:val="pstyleRadioTb"/>
            </w:pPr>
            <w:r>
              <w:rPr>
                <w:rStyle w:val="styleRad"/>
              </w:rPr>
              <w:t xml:space="preserve"> [ ] </w:t>
            </w:r>
          </w:p>
        </w:tc>
        <w:tc>
          <w:tcPr>
            <w:tcW w:w="1750" w:type="dxa"/>
          </w:tcPr>
          <w:p w14:paraId="58C3E175" w14:textId="77777777" w:rsidR="00164FF5" w:rsidRDefault="00861641">
            <w:pPr>
              <w:pStyle w:val="pstyleRadioTb"/>
            </w:pPr>
            <w:r>
              <w:rPr>
                <w:rStyle w:val="styleRad"/>
              </w:rPr>
              <w:t xml:space="preserve"> [ ] </w:t>
            </w:r>
          </w:p>
        </w:tc>
        <w:tc>
          <w:tcPr>
            <w:tcW w:w="1750" w:type="dxa"/>
          </w:tcPr>
          <w:p w14:paraId="6DAD2CC1" w14:textId="77777777" w:rsidR="00164FF5" w:rsidRDefault="00861641">
            <w:r>
              <w:rPr>
                <w:rStyle w:val="styleSubformtxtsp"/>
              </w:rPr>
              <w:t xml:space="preserve"> </w:t>
            </w:r>
          </w:p>
        </w:tc>
        <w:tc>
          <w:tcPr>
            <w:tcW w:w="1750" w:type="dxa"/>
          </w:tcPr>
          <w:p w14:paraId="279ACD7E" w14:textId="77777777" w:rsidR="00164FF5" w:rsidRDefault="00164FF5"/>
        </w:tc>
        <w:tc>
          <w:tcPr>
            <w:tcW w:w="1750" w:type="dxa"/>
          </w:tcPr>
          <w:p w14:paraId="78CA2B78" w14:textId="77777777" w:rsidR="00164FF5" w:rsidRDefault="00861641">
            <w:r>
              <w:rPr>
                <w:rStyle w:val="styleSubformtxtsp"/>
              </w:rPr>
              <w:t xml:space="preserve"> </w:t>
            </w:r>
          </w:p>
        </w:tc>
        <w:tc>
          <w:tcPr>
            <w:tcW w:w="1750" w:type="dxa"/>
          </w:tcPr>
          <w:p w14:paraId="7EF28C7B" w14:textId="77777777" w:rsidR="00164FF5" w:rsidRDefault="00861641">
            <w:r>
              <w:rPr>
                <w:rStyle w:val="styleSubformtxtsp"/>
              </w:rPr>
              <w:t xml:space="preserve">LC </w:t>
            </w:r>
          </w:p>
        </w:tc>
        <w:tc>
          <w:tcPr>
            <w:tcW w:w="1750" w:type="dxa"/>
          </w:tcPr>
          <w:p w14:paraId="3A044E7C" w14:textId="77777777" w:rsidR="00164FF5" w:rsidRDefault="00861641">
            <w:pPr>
              <w:pStyle w:val="pstyleRadioTb"/>
            </w:pPr>
            <w:r>
              <w:rPr>
                <w:rStyle w:val="styleRad"/>
              </w:rPr>
              <w:t xml:space="preserve"> [ ] </w:t>
            </w:r>
          </w:p>
        </w:tc>
        <w:tc>
          <w:tcPr>
            <w:tcW w:w="1750" w:type="dxa"/>
          </w:tcPr>
          <w:p w14:paraId="5243B201" w14:textId="77777777" w:rsidR="00164FF5" w:rsidRDefault="00861641">
            <w:pPr>
              <w:pStyle w:val="pstyleRadioTb"/>
            </w:pPr>
            <w:r>
              <w:rPr>
                <w:rStyle w:val="styleRad"/>
              </w:rPr>
              <w:t xml:space="preserve"> [ ] </w:t>
            </w:r>
          </w:p>
        </w:tc>
        <w:tc>
          <w:tcPr>
            <w:tcW w:w="1750" w:type="dxa"/>
          </w:tcPr>
          <w:p w14:paraId="0A10AABB" w14:textId="77777777" w:rsidR="00164FF5" w:rsidRDefault="00164FF5"/>
        </w:tc>
        <w:tc>
          <w:tcPr>
            <w:tcW w:w="1750" w:type="dxa"/>
          </w:tcPr>
          <w:p w14:paraId="3C727DA8" w14:textId="77777777" w:rsidR="00164FF5" w:rsidRDefault="00861641">
            <w:r>
              <w:rPr>
                <w:rStyle w:val="styleSubformtxtsp"/>
              </w:rPr>
              <w:t>Refuge</w:t>
            </w:r>
          </w:p>
        </w:tc>
      </w:tr>
      <w:tr w:rsidR="00164FF5" w14:paraId="5EDFE8D4" w14:textId="77777777" w:rsidTr="00164FF5">
        <w:trPr>
          <w:trHeight w:val="100"/>
        </w:trPr>
        <w:tc>
          <w:tcPr>
            <w:tcW w:w="1750" w:type="dxa"/>
          </w:tcPr>
          <w:p w14:paraId="5D6B6009" w14:textId="77777777" w:rsidR="00164FF5" w:rsidRDefault="00861641">
            <w:r>
              <w:rPr>
                <w:rStyle w:val="styleSubformtxtUP"/>
              </w:rPr>
              <w:t>Chordata/Aves</w:t>
            </w:r>
          </w:p>
        </w:tc>
        <w:tc>
          <w:tcPr>
            <w:tcW w:w="1750" w:type="dxa"/>
          </w:tcPr>
          <w:p w14:paraId="7B5012BB" w14:textId="77777777" w:rsidR="00164FF5" w:rsidRDefault="00861641">
            <w:r>
              <w:rPr>
                <w:rStyle w:val="styleSubformtxtIblue700"/>
              </w:rPr>
              <w:t>Chlidonias hybrida</w:t>
            </w:r>
          </w:p>
        </w:tc>
        <w:tc>
          <w:tcPr>
            <w:tcW w:w="1750" w:type="dxa"/>
          </w:tcPr>
          <w:p w14:paraId="49EB8B7D" w14:textId="77777777" w:rsidR="00164FF5" w:rsidRDefault="00861641">
            <w:r>
              <w:rPr>
                <w:rStyle w:val="styleSubformtxtsp"/>
              </w:rPr>
              <w:t>Whiskered Tern</w:t>
            </w:r>
          </w:p>
        </w:tc>
        <w:tc>
          <w:tcPr>
            <w:tcW w:w="1750" w:type="dxa"/>
          </w:tcPr>
          <w:p w14:paraId="6C53287A" w14:textId="77777777" w:rsidR="00164FF5" w:rsidRDefault="00861641">
            <w:pPr>
              <w:pStyle w:val="pstyleRadioTb"/>
            </w:pPr>
            <w:r>
              <w:rPr>
                <w:rStyle w:val="styleRad"/>
              </w:rPr>
              <w:t xml:space="preserve"> [ ] </w:t>
            </w:r>
          </w:p>
        </w:tc>
        <w:tc>
          <w:tcPr>
            <w:tcW w:w="1750" w:type="dxa"/>
          </w:tcPr>
          <w:p w14:paraId="4D44CA01" w14:textId="77777777" w:rsidR="00164FF5" w:rsidRDefault="00861641">
            <w:pPr>
              <w:pStyle w:val="pstyleRadioTb"/>
            </w:pPr>
            <w:r>
              <w:rPr>
                <w:rStyle w:val="styleRad"/>
              </w:rPr>
              <w:t xml:space="preserve"> [x] </w:t>
            </w:r>
          </w:p>
        </w:tc>
        <w:tc>
          <w:tcPr>
            <w:tcW w:w="1750" w:type="dxa"/>
          </w:tcPr>
          <w:p w14:paraId="6306619A" w14:textId="77777777" w:rsidR="00164FF5" w:rsidRDefault="00861641">
            <w:pPr>
              <w:pStyle w:val="pstyleRadioTb"/>
            </w:pPr>
            <w:r>
              <w:rPr>
                <w:rStyle w:val="styleRad"/>
              </w:rPr>
              <w:t xml:space="preserve"> [ ] </w:t>
            </w:r>
          </w:p>
        </w:tc>
        <w:tc>
          <w:tcPr>
            <w:tcW w:w="1750" w:type="dxa"/>
          </w:tcPr>
          <w:p w14:paraId="06DB379A" w14:textId="77777777" w:rsidR="00164FF5" w:rsidRDefault="00861641">
            <w:pPr>
              <w:pStyle w:val="pstyleRadioTb"/>
            </w:pPr>
            <w:r>
              <w:rPr>
                <w:rStyle w:val="styleRad"/>
              </w:rPr>
              <w:t xml:space="preserve"> [ ] </w:t>
            </w:r>
          </w:p>
        </w:tc>
        <w:tc>
          <w:tcPr>
            <w:tcW w:w="1750" w:type="dxa"/>
          </w:tcPr>
          <w:p w14:paraId="22F0BC94" w14:textId="77777777" w:rsidR="00164FF5" w:rsidRDefault="00861641">
            <w:pPr>
              <w:pStyle w:val="pstyleRadioTb"/>
            </w:pPr>
            <w:r>
              <w:rPr>
                <w:rStyle w:val="styleRad"/>
              </w:rPr>
              <w:t xml:space="preserve"> [x] </w:t>
            </w:r>
          </w:p>
        </w:tc>
        <w:tc>
          <w:tcPr>
            <w:tcW w:w="1750" w:type="dxa"/>
          </w:tcPr>
          <w:p w14:paraId="087F44FF" w14:textId="77777777" w:rsidR="00164FF5" w:rsidRDefault="00861641">
            <w:pPr>
              <w:pStyle w:val="pstyleRadioTb"/>
            </w:pPr>
            <w:r>
              <w:rPr>
                <w:rStyle w:val="styleRad"/>
              </w:rPr>
              <w:t xml:space="preserve"> [ ] </w:t>
            </w:r>
          </w:p>
        </w:tc>
        <w:tc>
          <w:tcPr>
            <w:tcW w:w="1750" w:type="dxa"/>
          </w:tcPr>
          <w:p w14:paraId="1586AC34" w14:textId="77777777" w:rsidR="00164FF5" w:rsidRDefault="00861641">
            <w:pPr>
              <w:pStyle w:val="pstyleRadioTb"/>
            </w:pPr>
            <w:r>
              <w:rPr>
                <w:rStyle w:val="styleRad"/>
              </w:rPr>
              <w:t xml:space="preserve"> [ ] </w:t>
            </w:r>
          </w:p>
        </w:tc>
        <w:tc>
          <w:tcPr>
            <w:tcW w:w="1750" w:type="dxa"/>
          </w:tcPr>
          <w:p w14:paraId="6A88F7E4" w14:textId="77777777" w:rsidR="00164FF5" w:rsidRDefault="00861641">
            <w:pPr>
              <w:pStyle w:val="pstyleRadioTb"/>
            </w:pPr>
            <w:r>
              <w:rPr>
                <w:rStyle w:val="styleRad"/>
              </w:rPr>
              <w:t xml:space="preserve"> [ ] </w:t>
            </w:r>
          </w:p>
        </w:tc>
        <w:tc>
          <w:tcPr>
            <w:tcW w:w="1750" w:type="dxa"/>
          </w:tcPr>
          <w:p w14:paraId="239ADE17" w14:textId="77777777" w:rsidR="00164FF5" w:rsidRDefault="00861641">
            <w:r>
              <w:rPr>
                <w:rStyle w:val="styleSubformtxtsp"/>
              </w:rPr>
              <w:t xml:space="preserve"> </w:t>
            </w:r>
          </w:p>
        </w:tc>
        <w:tc>
          <w:tcPr>
            <w:tcW w:w="1750" w:type="dxa"/>
          </w:tcPr>
          <w:p w14:paraId="0746E04A" w14:textId="77777777" w:rsidR="00164FF5" w:rsidRDefault="00164FF5"/>
        </w:tc>
        <w:tc>
          <w:tcPr>
            <w:tcW w:w="1750" w:type="dxa"/>
          </w:tcPr>
          <w:p w14:paraId="451738BF" w14:textId="77777777" w:rsidR="00164FF5" w:rsidRDefault="00861641">
            <w:r>
              <w:rPr>
                <w:rStyle w:val="styleSubformtxtsp"/>
              </w:rPr>
              <w:t xml:space="preserve"> </w:t>
            </w:r>
          </w:p>
        </w:tc>
        <w:tc>
          <w:tcPr>
            <w:tcW w:w="1750" w:type="dxa"/>
          </w:tcPr>
          <w:p w14:paraId="26E8C444" w14:textId="77777777" w:rsidR="00164FF5" w:rsidRDefault="00861641">
            <w:r>
              <w:rPr>
                <w:rStyle w:val="styleSubformtxtsp"/>
              </w:rPr>
              <w:t xml:space="preserve">LC </w:t>
            </w:r>
          </w:p>
        </w:tc>
        <w:tc>
          <w:tcPr>
            <w:tcW w:w="1750" w:type="dxa"/>
          </w:tcPr>
          <w:p w14:paraId="4ABE261D" w14:textId="77777777" w:rsidR="00164FF5" w:rsidRDefault="00861641">
            <w:pPr>
              <w:pStyle w:val="pstyleRadioTb"/>
            </w:pPr>
            <w:r>
              <w:rPr>
                <w:rStyle w:val="styleRad"/>
              </w:rPr>
              <w:t xml:space="preserve"> [ ] </w:t>
            </w:r>
          </w:p>
        </w:tc>
        <w:tc>
          <w:tcPr>
            <w:tcW w:w="1750" w:type="dxa"/>
          </w:tcPr>
          <w:p w14:paraId="7BC91653" w14:textId="77777777" w:rsidR="00164FF5" w:rsidRDefault="00861641">
            <w:pPr>
              <w:pStyle w:val="pstyleRadioTb"/>
            </w:pPr>
            <w:r>
              <w:rPr>
                <w:rStyle w:val="styleRad"/>
              </w:rPr>
              <w:t xml:space="preserve"> [ ] </w:t>
            </w:r>
          </w:p>
        </w:tc>
        <w:tc>
          <w:tcPr>
            <w:tcW w:w="1750" w:type="dxa"/>
          </w:tcPr>
          <w:p w14:paraId="6C6A6EA7" w14:textId="77777777" w:rsidR="00164FF5" w:rsidRDefault="00164FF5"/>
        </w:tc>
        <w:tc>
          <w:tcPr>
            <w:tcW w:w="1750" w:type="dxa"/>
          </w:tcPr>
          <w:p w14:paraId="4A23EA4A" w14:textId="77777777" w:rsidR="00164FF5" w:rsidRDefault="00861641">
            <w:r>
              <w:rPr>
                <w:rStyle w:val="styleSubformtxtsp"/>
              </w:rPr>
              <w:t>Drought refuge</w:t>
            </w:r>
          </w:p>
        </w:tc>
      </w:tr>
      <w:tr w:rsidR="00164FF5" w14:paraId="6CC2387D" w14:textId="77777777" w:rsidTr="00164FF5">
        <w:trPr>
          <w:trHeight w:val="100"/>
        </w:trPr>
        <w:tc>
          <w:tcPr>
            <w:tcW w:w="1750" w:type="dxa"/>
          </w:tcPr>
          <w:p w14:paraId="4EF405F3" w14:textId="77777777" w:rsidR="00164FF5" w:rsidRDefault="00861641">
            <w:r>
              <w:rPr>
                <w:rStyle w:val="styleSubformtxtUP"/>
              </w:rPr>
              <w:t>Chordata/Aves</w:t>
            </w:r>
          </w:p>
        </w:tc>
        <w:tc>
          <w:tcPr>
            <w:tcW w:w="1750" w:type="dxa"/>
          </w:tcPr>
          <w:p w14:paraId="02951B90" w14:textId="77777777" w:rsidR="00164FF5" w:rsidRDefault="00861641">
            <w:r>
              <w:rPr>
                <w:rStyle w:val="styleSubformtxtIblue700"/>
              </w:rPr>
              <w:t>Circus assimilis</w:t>
            </w:r>
          </w:p>
        </w:tc>
        <w:tc>
          <w:tcPr>
            <w:tcW w:w="1750" w:type="dxa"/>
          </w:tcPr>
          <w:p w14:paraId="2D4F2673" w14:textId="77777777" w:rsidR="00164FF5" w:rsidRDefault="00861641">
            <w:r>
              <w:rPr>
                <w:rStyle w:val="styleSubformtxtsp"/>
              </w:rPr>
              <w:t>Spotted Harrier</w:t>
            </w:r>
          </w:p>
        </w:tc>
        <w:tc>
          <w:tcPr>
            <w:tcW w:w="1750" w:type="dxa"/>
          </w:tcPr>
          <w:p w14:paraId="5082DA07" w14:textId="77777777" w:rsidR="00164FF5" w:rsidRDefault="00861641">
            <w:pPr>
              <w:pStyle w:val="pstyleRadioTb"/>
            </w:pPr>
            <w:r>
              <w:rPr>
                <w:rStyle w:val="styleRad"/>
              </w:rPr>
              <w:t xml:space="preserve"> [x] </w:t>
            </w:r>
          </w:p>
        </w:tc>
        <w:tc>
          <w:tcPr>
            <w:tcW w:w="1750" w:type="dxa"/>
          </w:tcPr>
          <w:p w14:paraId="46F31DA0" w14:textId="77777777" w:rsidR="00164FF5" w:rsidRDefault="00861641">
            <w:pPr>
              <w:pStyle w:val="pstyleRadioTb"/>
            </w:pPr>
            <w:r>
              <w:rPr>
                <w:rStyle w:val="styleRad"/>
              </w:rPr>
              <w:t xml:space="preserve"> [ ] </w:t>
            </w:r>
          </w:p>
        </w:tc>
        <w:tc>
          <w:tcPr>
            <w:tcW w:w="1750" w:type="dxa"/>
          </w:tcPr>
          <w:p w14:paraId="77C47038" w14:textId="77777777" w:rsidR="00164FF5" w:rsidRDefault="00861641">
            <w:pPr>
              <w:pStyle w:val="pstyleRadioTb"/>
            </w:pPr>
            <w:r>
              <w:rPr>
                <w:rStyle w:val="styleRad"/>
              </w:rPr>
              <w:t xml:space="preserve"> [ ] </w:t>
            </w:r>
          </w:p>
        </w:tc>
        <w:tc>
          <w:tcPr>
            <w:tcW w:w="1750" w:type="dxa"/>
          </w:tcPr>
          <w:p w14:paraId="4612002A" w14:textId="77777777" w:rsidR="00164FF5" w:rsidRDefault="00861641">
            <w:pPr>
              <w:pStyle w:val="pstyleRadioTb"/>
            </w:pPr>
            <w:r>
              <w:rPr>
                <w:rStyle w:val="styleRad"/>
              </w:rPr>
              <w:t xml:space="preserve"> [ ] </w:t>
            </w:r>
          </w:p>
        </w:tc>
        <w:tc>
          <w:tcPr>
            <w:tcW w:w="1750" w:type="dxa"/>
          </w:tcPr>
          <w:p w14:paraId="3B9D33C9" w14:textId="77777777" w:rsidR="00164FF5" w:rsidRDefault="00861641">
            <w:pPr>
              <w:pStyle w:val="pstyleRadioTb"/>
            </w:pPr>
            <w:r>
              <w:rPr>
                <w:rStyle w:val="styleRad"/>
              </w:rPr>
              <w:t xml:space="preserve"> [ ] </w:t>
            </w:r>
          </w:p>
        </w:tc>
        <w:tc>
          <w:tcPr>
            <w:tcW w:w="1750" w:type="dxa"/>
          </w:tcPr>
          <w:p w14:paraId="18D86869" w14:textId="77777777" w:rsidR="00164FF5" w:rsidRDefault="00861641">
            <w:pPr>
              <w:pStyle w:val="pstyleRadioTb"/>
            </w:pPr>
            <w:r>
              <w:rPr>
                <w:rStyle w:val="styleRad"/>
              </w:rPr>
              <w:t xml:space="preserve"> [ ] </w:t>
            </w:r>
          </w:p>
        </w:tc>
        <w:tc>
          <w:tcPr>
            <w:tcW w:w="1750" w:type="dxa"/>
          </w:tcPr>
          <w:p w14:paraId="412A3513" w14:textId="77777777" w:rsidR="00164FF5" w:rsidRDefault="00861641">
            <w:pPr>
              <w:pStyle w:val="pstyleRadioTb"/>
            </w:pPr>
            <w:r>
              <w:rPr>
                <w:rStyle w:val="styleRad"/>
              </w:rPr>
              <w:t xml:space="preserve"> [ ] </w:t>
            </w:r>
          </w:p>
        </w:tc>
        <w:tc>
          <w:tcPr>
            <w:tcW w:w="1750" w:type="dxa"/>
          </w:tcPr>
          <w:p w14:paraId="0B42E4D6" w14:textId="77777777" w:rsidR="00164FF5" w:rsidRDefault="00861641">
            <w:pPr>
              <w:pStyle w:val="pstyleRadioTb"/>
            </w:pPr>
            <w:r>
              <w:rPr>
                <w:rStyle w:val="styleRad"/>
              </w:rPr>
              <w:t xml:space="preserve"> [ ] </w:t>
            </w:r>
          </w:p>
        </w:tc>
        <w:tc>
          <w:tcPr>
            <w:tcW w:w="1750" w:type="dxa"/>
          </w:tcPr>
          <w:p w14:paraId="20518B6F" w14:textId="77777777" w:rsidR="00164FF5" w:rsidRDefault="00861641">
            <w:r>
              <w:rPr>
                <w:rStyle w:val="styleSubformtxtsp"/>
              </w:rPr>
              <w:t xml:space="preserve"> </w:t>
            </w:r>
          </w:p>
        </w:tc>
        <w:tc>
          <w:tcPr>
            <w:tcW w:w="1750" w:type="dxa"/>
          </w:tcPr>
          <w:p w14:paraId="735EE2CF" w14:textId="77777777" w:rsidR="00164FF5" w:rsidRDefault="00164FF5"/>
        </w:tc>
        <w:tc>
          <w:tcPr>
            <w:tcW w:w="1750" w:type="dxa"/>
          </w:tcPr>
          <w:p w14:paraId="1A3015F7" w14:textId="77777777" w:rsidR="00164FF5" w:rsidRDefault="00861641">
            <w:r>
              <w:rPr>
                <w:rStyle w:val="styleSubformtxtsp"/>
              </w:rPr>
              <w:t xml:space="preserve"> </w:t>
            </w:r>
          </w:p>
        </w:tc>
        <w:tc>
          <w:tcPr>
            <w:tcW w:w="1750" w:type="dxa"/>
          </w:tcPr>
          <w:p w14:paraId="41C75476" w14:textId="77777777" w:rsidR="00164FF5" w:rsidRDefault="00861641">
            <w:r>
              <w:rPr>
                <w:rStyle w:val="styleSubformtxtsp"/>
              </w:rPr>
              <w:t xml:space="preserve">LC </w:t>
            </w:r>
          </w:p>
        </w:tc>
        <w:tc>
          <w:tcPr>
            <w:tcW w:w="1750" w:type="dxa"/>
          </w:tcPr>
          <w:p w14:paraId="17000165" w14:textId="77777777" w:rsidR="00164FF5" w:rsidRDefault="00861641">
            <w:pPr>
              <w:pStyle w:val="pstyleRadioTb"/>
            </w:pPr>
            <w:r>
              <w:rPr>
                <w:rStyle w:val="styleRad"/>
              </w:rPr>
              <w:t xml:space="preserve"> [ ] </w:t>
            </w:r>
          </w:p>
        </w:tc>
        <w:tc>
          <w:tcPr>
            <w:tcW w:w="1750" w:type="dxa"/>
          </w:tcPr>
          <w:p w14:paraId="764240F3" w14:textId="77777777" w:rsidR="00164FF5" w:rsidRDefault="00861641">
            <w:pPr>
              <w:pStyle w:val="pstyleRadioTb"/>
            </w:pPr>
            <w:r>
              <w:rPr>
                <w:rStyle w:val="styleRad"/>
              </w:rPr>
              <w:t xml:space="preserve"> [ ] </w:t>
            </w:r>
          </w:p>
        </w:tc>
        <w:tc>
          <w:tcPr>
            <w:tcW w:w="1750" w:type="dxa"/>
          </w:tcPr>
          <w:p w14:paraId="66C2B27F" w14:textId="77777777" w:rsidR="00164FF5" w:rsidRDefault="00861641">
            <w:r>
              <w:rPr>
                <w:rStyle w:val="styleSubformtxtsp"/>
              </w:rPr>
              <w:t>Vulnerable in NSW (BCA)</w:t>
            </w:r>
          </w:p>
        </w:tc>
        <w:tc>
          <w:tcPr>
            <w:tcW w:w="1750" w:type="dxa"/>
          </w:tcPr>
          <w:p w14:paraId="564694AB" w14:textId="77777777" w:rsidR="00164FF5" w:rsidRDefault="00164FF5"/>
        </w:tc>
      </w:tr>
      <w:tr w:rsidR="00164FF5" w14:paraId="54C464E5" w14:textId="77777777" w:rsidTr="00164FF5">
        <w:trPr>
          <w:trHeight w:val="100"/>
        </w:trPr>
        <w:tc>
          <w:tcPr>
            <w:tcW w:w="1750" w:type="dxa"/>
          </w:tcPr>
          <w:p w14:paraId="71FE017A" w14:textId="77777777" w:rsidR="00164FF5" w:rsidRDefault="00861641">
            <w:r>
              <w:rPr>
                <w:rStyle w:val="styleSubformtxtUP"/>
              </w:rPr>
              <w:t>Chordata/Aves</w:t>
            </w:r>
          </w:p>
        </w:tc>
        <w:tc>
          <w:tcPr>
            <w:tcW w:w="1750" w:type="dxa"/>
          </w:tcPr>
          <w:p w14:paraId="388B9F14" w14:textId="77777777" w:rsidR="00164FF5" w:rsidRDefault="00861641">
            <w:r>
              <w:rPr>
                <w:rStyle w:val="styleSubformtxtIblue700"/>
              </w:rPr>
              <w:t>Cygnus atratus</w:t>
            </w:r>
          </w:p>
        </w:tc>
        <w:tc>
          <w:tcPr>
            <w:tcW w:w="1750" w:type="dxa"/>
          </w:tcPr>
          <w:p w14:paraId="5F62A28C" w14:textId="77777777" w:rsidR="00164FF5" w:rsidRDefault="00861641">
            <w:r>
              <w:rPr>
                <w:rStyle w:val="styleSubformtxtsp"/>
              </w:rPr>
              <w:t>Black Swan</w:t>
            </w:r>
          </w:p>
        </w:tc>
        <w:tc>
          <w:tcPr>
            <w:tcW w:w="1750" w:type="dxa"/>
          </w:tcPr>
          <w:p w14:paraId="6602BE5B" w14:textId="77777777" w:rsidR="00164FF5" w:rsidRDefault="00861641">
            <w:pPr>
              <w:pStyle w:val="pstyleRadioTb"/>
            </w:pPr>
            <w:r>
              <w:rPr>
                <w:rStyle w:val="styleRad"/>
              </w:rPr>
              <w:t xml:space="preserve"> [ ] </w:t>
            </w:r>
          </w:p>
        </w:tc>
        <w:tc>
          <w:tcPr>
            <w:tcW w:w="1750" w:type="dxa"/>
          </w:tcPr>
          <w:p w14:paraId="124D9FAC" w14:textId="77777777" w:rsidR="00164FF5" w:rsidRDefault="00861641">
            <w:pPr>
              <w:pStyle w:val="pstyleRadioTb"/>
            </w:pPr>
            <w:r>
              <w:rPr>
                <w:rStyle w:val="styleRad"/>
              </w:rPr>
              <w:t xml:space="preserve"> [ ] </w:t>
            </w:r>
          </w:p>
        </w:tc>
        <w:tc>
          <w:tcPr>
            <w:tcW w:w="1750" w:type="dxa"/>
          </w:tcPr>
          <w:p w14:paraId="46F35191" w14:textId="77777777" w:rsidR="00164FF5" w:rsidRDefault="00861641">
            <w:pPr>
              <w:pStyle w:val="pstyleRadioTb"/>
            </w:pPr>
            <w:r>
              <w:rPr>
                <w:rStyle w:val="styleRad"/>
              </w:rPr>
              <w:t xml:space="preserve"> [ ] </w:t>
            </w:r>
          </w:p>
        </w:tc>
        <w:tc>
          <w:tcPr>
            <w:tcW w:w="1750" w:type="dxa"/>
          </w:tcPr>
          <w:p w14:paraId="7F8CF779" w14:textId="77777777" w:rsidR="00164FF5" w:rsidRDefault="00861641">
            <w:pPr>
              <w:pStyle w:val="pstyleRadioTb"/>
            </w:pPr>
            <w:r>
              <w:rPr>
                <w:rStyle w:val="styleRad"/>
              </w:rPr>
              <w:t xml:space="preserve"> [ ] </w:t>
            </w:r>
          </w:p>
        </w:tc>
        <w:tc>
          <w:tcPr>
            <w:tcW w:w="1750" w:type="dxa"/>
          </w:tcPr>
          <w:p w14:paraId="5DFEC7F4" w14:textId="77777777" w:rsidR="00164FF5" w:rsidRDefault="00861641">
            <w:pPr>
              <w:pStyle w:val="pstyleRadioTb"/>
            </w:pPr>
            <w:r>
              <w:rPr>
                <w:rStyle w:val="styleRad"/>
              </w:rPr>
              <w:t xml:space="preserve"> [x] </w:t>
            </w:r>
          </w:p>
        </w:tc>
        <w:tc>
          <w:tcPr>
            <w:tcW w:w="1750" w:type="dxa"/>
          </w:tcPr>
          <w:p w14:paraId="1249C42B" w14:textId="77777777" w:rsidR="00164FF5" w:rsidRDefault="00861641">
            <w:pPr>
              <w:pStyle w:val="pstyleRadioTb"/>
            </w:pPr>
            <w:r>
              <w:rPr>
                <w:rStyle w:val="styleRad"/>
              </w:rPr>
              <w:t xml:space="preserve"> [ ] </w:t>
            </w:r>
          </w:p>
        </w:tc>
        <w:tc>
          <w:tcPr>
            <w:tcW w:w="1750" w:type="dxa"/>
          </w:tcPr>
          <w:p w14:paraId="32F76802" w14:textId="77777777" w:rsidR="00164FF5" w:rsidRDefault="00861641">
            <w:pPr>
              <w:pStyle w:val="pstyleRadioTb"/>
            </w:pPr>
            <w:r>
              <w:rPr>
                <w:rStyle w:val="styleRad"/>
              </w:rPr>
              <w:t xml:space="preserve"> [ ] </w:t>
            </w:r>
          </w:p>
        </w:tc>
        <w:tc>
          <w:tcPr>
            <w:tcW w:w="1750" w:type="dxa"/>
          </w:tcPr>
          <w:p w14:paraId="585DEC04" w14:textId="77777777" w:rsidR="00164FF5" w:rsidRDefault="00861641">
            <w:pPr>
              <w:pStyle w:val="pstyleRadioTb"/>
            </w:pPr>
            <w:r>
              <w:rPr>
                <w:rStyle w:val="styleRad"/>
              </w:rPr>
              <w:t xml:space="preserve"> [ ] </w:t>
            </w:r>
          </w:p>
        </w:tc>
        <w:tc>
          <w:tcPr>
            <w:tcW w:w="1750" w:type="dxa"/>
          </w:tcPr>
          <w:p w14:paraId="263446BF" w14:textId="77777777" w:rsidR="00164FF5" w:rsidRDefault="00861641">
            <w:r>
              <w:rPr>
                <w:rStyle w:val="styleSubformtxtsp"/>
              </w:rPr>
              <w:t xml:space="preserve"> </w:t>
            </w:r>
          </w:p>
        </w:tc>
        <w:tc>
          <w:tcPr>
            <w:tcW w:w="1750" w:type="dxa"/>
          </w:tcPr>
          <w:p w14:paraId="3E8AD970" w14:textId="77777777" w:rsidR="00164FF5" w:rsidRDefault="00164FF5"/>
        </w:tc>
        <w:tc>
          <w:tcPr>
            <w:tcW w:w="1750" w:type="dxa"/>
          </w:tcPr>
          <w:p w14:paraId="6FC48589" w14:textId="77777777" w:rsidR="00164FF5" w:rsidRDefault="00861641">
            <w:r>
              <w:rPr>
                <w:rStyle w:val="styleSubformtxtsp"/>
              </w:rPr>
              <w:t xml:space="preserve"> </w:t>
            </w:r>
          </w:p>
        </w:tc>
        <w:tc>
          <w:tcPr>
            <w:tcW w:w="1750" w:type="dxa"/>
          </w:tcPr>
          <w:p w14:paraId="6143CF87" w14:textId="77777777" w:rsidR="00164FF5" w:rsidRDefault="00861641">
            <w:r>
              <w:rPr>
                <w:rStyle w:val="styleSubformtxtsp"/>
              </w:rPr>
              <w:t xml:space="preserve">LC </w:t>
            </w:r>
          </w:p>
        </w:tc>
        <w:tc>
          <w:tcPr>
            <w:tcW w:w="1750" w:type="dxa"/>
          </w:tcPr>
          <w:p w14:paraId="017D6A81" w14:textId="77777777" w:rsidR="00164FF5" w:rsidRDefault="00861641">
            <w:pPr>
              <w:pStyle w:val="pstyleRadioTb"/>
            </w:pPr>
            <w:r>
              <w:rPr>
                <w:rStyle w:val="styleRad"/>
              </w:rPr>
              <w:t xml:space="preserve"> [ ] </w:t>
            </w:r>
          </w:p>
        </w:tc>
        <w:tc>
          <w:tcPr>
            <w:tcW w:w="1750" w:type="dxa"/>
          </w:tcPr>
          <w:p w14:paraId="436B7F06" w14:textId="77777777" w:rsidR="00164FF5" w:rsidRDefault="00861641">
            <w:pPr>
              <w:pStyle w:val="pstyleRadioTb"/>
            </w:pPr>
            <w:r>
              <w:rPr>
                <w:rStyle w:val="styleRad"/>
              </w:rPr>
              <w:t xml:space="preserve"> [ ] </w:t>
            </w:r>
          </w:p>
        </w:tc>
        <w:tc>
          <w:tcPr>
            <w:tcW w:w="1750" w:type="dxa"/>
          </w:tcPr>
          <w:p w14:paraId="0DF4F0CF" w14:textId="77777777" w:rsidR="00164FF5" w:rsidRDefault="00164FF5"/>
        </w:tc>
        <w:tc>
          <w:tcPr>
            <w:tcW w:w="1750" w:type="dxa"/>
          </w:tcPr>
          <w:p w14:paraId="08C6FC29" w14:textId="77777777" w:rsidR="00164FF5" w:rsidRDefault="00164FF5"/>
        </w:tc>
      </w:tr>
      <w:tr w:rsidR="00164FF5" w14:paraId="003B52C2" w14:textId="77777777" w:rsidTr="00164FF5">
        <w:trPr>
          <w:trHeight w:val="100"/>
        </w:trPr>
        <w:tc>
          <w:tcPr>
            <w:tcW w:w="1750" w:type="dxa"/>
          </w:tcPr>
          <w:p w14:paraId="0D5F8148" w14:textId="77777777" w:rsidR="00164FF5" w:rsidRDefault="00861641">
            <w:r>
              <w:rPr>
                <w:rStyle w:val="styleSubformtxtUP"/>
              </w:rPr>
              <w:t>Chordata/Aves</w:t>
            </w:r>
          </w:p>
        </w:tc>
        <w:tc>
          <w:tcPr>
            <w:tcW w:w="1750" w:type="dxa"/>
          </w:tcPr>
          <w:p w14:paraId="23EF63B3" w14:textId="77777777" w:rsidR="00164FF5" w:rsidRDefault="00861641">
            <w:r>
              <w:rPr>
                <w:rStyle w:val="styleSubformtxtIblue700"/>
              </w:rPr>
              <w:t>Dendrocygna eytoni</w:t>
            </w:r>
          </w:p>
        </w:tc>
        <w:tc>
          <w:tcPr>
            <w:tcW w:w="1750" w:type="dxa"/>
          </w:tcPr>
          <w:p w14:paraId="31D09AE0" w14:textId="77777777" w:rsidR="00164FF5" w:rsidRDefault="00861641">
            <w:r>
              <w:rPr>
                <w:rStyle w:val="styleSubformtxtsp"/>
              </w:rPr>
              <w:t>Plumed Whistling Duck</w:t>
            </w:r>
          </w:p>
        </w:tc>
        <w:tc>
          <w:tcPr>
            <w:tcW w:w="1750" w:type="dxa"/>
          </w:tcPr>
          <w:p w14:paraId="2AD25CD7" w14:textId="77777777" w:rsidR="00164FF5" w:rsidRDefault="00861641">
            <w:pPr>
              <w:pStyle w:val="pstyleRadioTb"/>
            </w:pPr>
            <w:r>
              <w:rPr>
                <w:rStyle w:val="styleRad"/>
              </w:rPr>
              <w:t xml:space="preserve"> [ ] </w:t>
            </w:r>
          </w:p>
        </w:tc>
        <w:tc>
          <w:tcPr>
            <w:tcW w:w="1750" w:type="dxa"/>
          </w:tcPr>
          <w:p w14:paraId="6340794C" w14:textId="77777777" w:rsidR="00164FF5" w:rsidRDefault="00861641">
            <w:pPr>
              <w:pStyle w:val="pstyleRadioTb"/>
            </w:pPr>
            <w:r>
              <w:rPr>
                <w:rStyle w:val="styleRad"/>
              </w:rPr>
              <w:t xml:space="preserve"> [x] </w:t>
            </w:r>
          </w:p>
        </w:tc>
        <w:tc>
          <w:tcPr>
            <w:tcW w:w="1750" w:type="dxa"/>
          </w:tcPr>
          <w:p w14:paraId="3B7A469B" w14:textId="77777777" w:rsidR="00164FF5" w:rsidRDefault="00861641">
            <w:pPr>
              <w:pStyle w:val="pstyleRadioTb"/>
            </w:pPr>
            <w:r>
              <w:rPr>
                <w:rStyle w:val="styleRad"/>
              </w:rPr>
              <w:t xml:space="preserve"> [ ] </w:t>
            </w:r>
          </w:p>
        </w:tc>
        <w:tc>
          <w:tcPr>
            <w:tcW w:w="1750" w:type="dxa"/>
          </w:tcPr>
          <w:p w14:paraId="5CF374A9" w14:textId="77777777" w:rsidR="00164FF5" w:rsidRDefault="00861641">
            <w:pPr>
              <w:pStyle w:val="pstyleRadioTb"/>
            </w:pPr>
            <w:r>
              <w:rPr>
                <w:rStyle w:val="styleRad"/>
              </w:rPr>
              <w:t xml:space="preserve"> [ ] </w:t>
            </w:r>
          </w:p>
        </w:tc>
        <w:tc>
          <w:tcPr>
            <w:tcW w:w="1750" w:type="dxa"/>
          </w:tcPr>
          <w:p w14:paraId="02CF54C2" w14:textId="77777777" w:rsidR="00164FF5" w:rsidRDefault="00861641">
            <w:pPr>
              <w:pStyle w:val="pstyleRadioTb"/>
            </w:pPr>
            <w:r>
              <w:rPr>
                <w:rStyle w:val="styleRad"/>
              </w:rPr>
              <w:t xml:space="preserve"> [x] </w:t>
            </w:r>
          </w:p>
        </w:tc>
        <w:tc>
          <w:tcPr>
            <w:tcW w:w="1750" w:type="dxa"/>
          </w:tcPr>
          <w:p w14:paraId="66F35663" w14:textId="77777777" w:rsidR="00164FF5" w:rsidRDefault="00861641">
            <w:pPr>
              <w:pStyle w:val="pstyleRadioTb"/>
            </w:pPr>
            <w:r>
              <w:rPr>
                <w:rStyle w:val="styleRad"/>
              </w:rPr>
              <w:t xml:space="preserve"> [ ] </w:t>
            </w:r>
          </w:p>
        </w:tc>
        <w:tc>
          <w:tcPr>
            <w:tcW w:w="1750" w:type="dxa"/>
          </w:tcPr>
          <w:p w14:paraId="204611D9" w14:textId="77777777" w:rsidR="00164FF5" w:rsidRDefault="00861641">
            <w:pPr>
              <w:pStyle w:val="pstyleRadioTb"/>
            </w:pPr>
            <w:r>
              <w:rPr>
                <w:rStyle w:val="styleRad"/>
              </w:rPr>
              <w:t xml:space="preserve"> [ ] </w:t>
            </w:r>
          </w:p>
        </w:tc>
        <w:tc>
          <w:tcPr>
            <w:tcW w:w="1750" w:type="dxa"/>
          </w:tcPr>
          <w:p w14:paraId="3B27824E" w14:textId="77777777" w:rsidR="00164FF5" w:rsidRDefault="00861641">
            <w:pPr>
              <w:pStyle w:val="pstyleRadioTb"/>
            </w:pPr>
            <w:r>
              <w:rPr>
                <w:rStyle w:val="styleRad"/>
              </w:rPr>
              <w:t xml:space="preserve"> [ ] </w:t>
            </w:r>
          </w:p>
        </w:tc>
        <w:tc>
          <w:tcPr>
            <w:tcW w:w="1750" w:type="dxa"/>
          </w:tcPr>
          <w:p w14:paraId="75BEC752" w14:textId="77777777" w:rsidR="00164FF5" w:rsidRDefault="00861641">
            <w:r>
              <w:rPr>
                <w:rStyle w:val="styleSubformtxtsp"/>
              </w:rPr>
              <w:t xml:space="preserve"> </w:t>
            </w:r>
          </w:p>
        </w:tc>
        <w:tc>
          <w:tcPr>
            <w:tcW w:w="1750" w:type="dxa"/>
          </w:tcPr>
          <w:p w14:paraId="32F17E97" w14:textId="77777777" w:rsidR="00164FF5" w:rsidRDefault="00164FF5"/>
        </w:tc>
        <w:tc>
          <w:tcPr>
            <w:tcW w:w="1750" w:type="dxa"/>
          </w:tcPr>
          <w:p w14:paraId="75922C9C" w14:textId="77777777" w:rsidR="00164FF5" w:rsidRDefault="00861641">
            <w:r>
              <w:rPr>
                <w:rStyle w:val="styleSubformtxtsp"/>
              </w:rPr>
              <w:t xml:space="preserve"> </w:t>
            </w:r>
          </w:p>
        </w:tc>
        <w:tc>
          <w:tcPr>
            <w:tcW w:w="1750" w:type="dxa"/>
          </w:tcPr>
          <w:p w14:paraId="03C66100" w14:textId="77777777" w:rsidR="00164FF5" w:rsidRDefault="00861641">
            <w:r>
              <w:rPr>
                <w:rStyle w:val="styleSubformtxtsp"/>
              </w:rPr>
              <w:t xml:space="preserve">LC </w:t>
            </w:r>
          </w:p>
        </w:tc>
        <w:tc>
          <w:tcPr>
            <w:tcW w:w="1750" w:type="dxa"/>
          </w:tcPr>
          <w:p w14:paraId="6C83E815" w14:textId="77777777" w:rsidR="00164FF5" w:rsidRDefault="00861641">
            <w:pPr>
              <w:pStyle w:val="pstyleRadioTb"/>
            </w:pPr>
            <w:r>
              <w:rPr>
                <w:rStyle w:val="styleRad"/>
              </w:rPr>
              <w:t xml:space="preserve"> [ ] </w:t>
            </w:r>
          </w:p>
        </w:tc>
        <w:tc>
          <w:tcPr>
            <w:tcW w:w="1750" w:type="dxa"/>
          </w:tcPr>
          <w:p w14:paraId="1B6B587B" w14:textId="77777777" w:rsidR="00164FF5" w:rsidRDefault="00861641">
            <w:pPr>
              <w:pStyle w:val="pstyleRadioTb"/>
            </w:pPr>
            <w:r>
              <w:rPr>
                <w:rStyle w:val="styleRad"/>
              </w:rPr>
              <w:t xml:space="preserve"> [ ] </w:t>
            </w:r>
          </w:p>
        </w:tc>
        <w:tc>
          <w:tcPr>
            <w:tcW w:w="1750" w:type="dxa"/>
          </w:tcPr>
          <w:p w14:paraId="002E1B10" w14:textId="77777777" w:rsidR="00164FF5" w:rsidRDefault="00164FF5"/>
        </w:tc>
        <w:tc>
          <w:tcPr>
            <w:tcW w:w="1750" w:type="dxa"/>
          </w:tcPr>
          <w:p w14:paraId="03D0E705" w14:textId="77777777" w:rsidR="00164FF5" w:rsidRDefault="00861641">
            <w:r>
              <w:rPr>
                <w:rStyle w:val="styleSubformtxtsp"/>
              </w:rPr>
              <w:t>Drought refuge</w:t>
            </w:r>
          </w:p>
        </w:tc>
      </w:tr>
      <w:tr w:rsidR="00164FF5" w14:paraId="38C2FB45" w14:textId="77777777" w:rsidTr="00164FF5">
        <w:trPr>
          <w:trHeight w:val="100"/>
        </w:trPr>
        <w:tc>
          <w:tcPr>
            <w:tcW w:w="1750" w:type="dxa"/>
          </w:tcPr>
          <w:p w14:paraId="7EE29734" w14:textId="77777777" w:rsidR="00164FF5" w:rsidRDefault="00861641">
            <w:r>
              <w:rPr>
                <w:rStyle w:val="styleSubformtxtUP"/>
              </w:rPr>
              <w:t>Chordata/Aves</w:t>
            </w:r>
          </w:p>
        </w:tc>
        <w:tc>
          <w:tcPr>
            <w:tcW w:w="1750" w:type="dxa"/>
          </w:tcPr>
          <w:p w14:paraId="55CF9ECB" w14:textId="77777777" w:rsidR="00164FF5" w:rsidRDefault="00861641">
            <w:r>
              <w:rPr>
                <w:rStyle w:val="styleSubformtxtIblue700"/>
              </w:rPr>
              <w:t>Egretta novaehollandiae</w:t>
            </w:r>
          </w:p>
        </w:tc>
        <w:tc>
          <w:tcPr>
            <w:tcW w:w="1750" w:type="dxa"/>
          </w:tcPr>
          <w:p w14:paraId="190BB16F" w14:textId="77777777" w:rsidR="00164FF5" w:rsidRDefault="00861641">
            <w:r>
              <w:rPr>
                <w:rStyle w:val="styleSubformtxtsp"/>
              </w:rPr>
              <w:t>White-faced Heron</w:t>
            </w:r>
          </w:p>
        </w:tc>
        <w:tc>
          <w:tcPr>
            <w:tcW w:w="1750" w:type="dxa"/>
          </w:tcPr>
          <w:p w14:paraId="70A2A113" w14:textId="77777777" w:rsidR="00164FF5" w:rsidRDefault="00861641">
            <w:pPr>
              <w:pStyle w:val="pstyleRadioTb"/>
            </w:pPr>
            <w:r>
              <w:rPr>
                <w:rStyle w:val="styleRad"/>
              </w:rPr>
              <w:t xml:space="preserve"> [ ] </w:t>
            </w:r>
          </w:p>
        </w:tc>
        <w:tc>
          <w:tcPr>
            <w:tcW w:w="1750" w:type="dxa"/>
          </w:tcPr>
          <w:p w14:paraId="2A0A471F" w14:textId="77777777" w:rsidR="00164FF5" w:rsidRDefault="00861641">
            <w:pPr>
              <w:pStyle w:val="pstyleRadioTb"/>
            </w:pPr>
            <w:r>
              <w:rPr>
                <w:rStyle w:val="styleRad"/>
              </w:rPr>
              <w:t xml:space="preserve"> [x] </w:t>
            </w:r>
          </w:p>
        </w:tc>
        <w:tc>
          <w:tcPr>
            <w:tcW w:w="1750" w:type="dxa"/>
          </w:tcPr>
          <w:p w14:paraId="6757356B" w14:textId="77777777" w:rsidR="00164FF5" w:rsidRDefault="00861641">
            <w:pPr>
              <w:pStyle w:val="pstyleRadioTb"/>
            </w:pPr>
            <w:r>
              <w:rPr>
                <w:rStyle w:val="styleRad"/>
              </w:rPr>
              <w:t xml:space="preserve"> [ ] </w:t>
            </w:r>
          </w:p>
        </w:tc>
        <w:tc>
          <w:tcPr>
            <w:tcW w:w="1750" w:type="dxa"/>
          </w:tcPr>
          <w:p w14:paraId="17A93CD0" w14:textId="77777777" w:rsidR="00164FF5" w:rsidRDefault="00861641">
            <w:pPr>
              <w:pStyle w:val="pstyleRadioTb"/>
            </w:pPr>
            <w:r>
              <w:rPr>
                <w:rStyle w:val="styleRad"/>
              </w:rPr>
              <w:t xml:space="preserve"> [ ] </w:t>
            </w:r>
          </w:p>
        </w:tc>
        <w:tc>
          <w:tcPr>
            <w:tcW w:w="1750" w:type="dxa"/>
          </w:tcPr>
          <w:p w14:paraId="528EC377" w14:textId="77777777" w:rsidR="00164FF5" w:rsidRDefault="00861641">
            <w:pPr>
              <w:pStyle w:val="pstyleRadioTb"/>
            </w:pPr>
            <w:r>
              <w:rPr>
                <w:rStyle w:val="styleRad"/>
              </w:rPr>
              <w:t xml:space="preserve"> [x] </w:t>
            </w:r>
          </w:p>
        </w:tc>
        <w:tc>
          <w:tcPr>
            <w:tcW w:w="1750" w:type="dxa"/>
          </w:tcPr>
          <w:p w14:paraId="49ED8625" w14:textId="77777777" w:rsidR="00164FF5" w:rsidRDefault="00861641">
            <w:pPr>
              <w:pStyle w:val="pstyleRadioTb"/>
            </w:pPr>
            <w:r>
              <w:rPr>
                <w:rStyle w:val="styleRad"/>
              </w:rPr>
              <w:t xml:space="preserve"> [ ] </w:t>
            </w:r>
          </w:p>
        </w:tc>
        <w:tc>
          <w:tcPr>
            <w:tcW w:w="1750" w:type="dxa"/>
          </w:tcPr>
          <w:p w14:paraId="38401215" w14:textId="77777777" w:rsidR="00164FF5" w:rsidRDefault="00861641">
            <w:pPr>
              <w:pStyle w:val="pstyleRadioTb"/>
            </w:pPr>
            <w:r>
              <w:rPr>
                <w:rStyle w:val="styleRad"/>
              </w:rPr>
              <w:t xml:space="preserve"> [ ] </w:t>
            </w:r>
          </w:p>
        </w:tc>
        <w:tc>
          <w:tcPr>
            <w:tcW w:w="1750" w:type="dxa"/>
          </w:tcPr>
          <w:p w14:paraId="0D0284E7" w14:textId="77777777" w:rsidR="00164FF5" w:rsidRDefault="00861641">
            <w:pPr>
              <w:pStyle w:val="pstyleRadioTb"/>
            </w:pPr>
            <w:r>
              <w:rPr>
                <w:rStyle w:val="styleRad"/>
              </w:rPr>
              <w:t xml:space="preserve"> [ ] </w:t>
            </w:r>
          </w:p>
        </w:tc>
        <w:tc>
          <w:tcPr>
            <w:tcW w:w="1750" w:type="dxa"/>
          </w:tcPr>
          <w:p w14:paraId="34B13A28" w14:textId="77777777" w:rsidR="00164FF5" w:rsidRDefault="00861641">
            <w:r>
              <w:rPr>
                <w:rStyle w:val="styleSubformtxtsp"/>
              </w:rPr>
              <w:t xml:space="preserve"> </w:t>
            </w:r>
          </w:p>
        </w:tc>
        <w:tc>
          <w:tcPr>
            <w:tcW w:w="1750" w:type="dxa"/>
          </w:tcPr>
          <w:p w14:paraId="0E10D8C4" w14:textId="77777777" w:rsidR="00164FF5" w:rsidRDefault="00164FF5"/>
        </w:tc>
        <w:tc>
          <w:tcPr>
            <w:tcW w:w="1750" w:type="dxa"/>
          </w:tcPr>
          <w:p w14:paraId="37588E93" w14:textId="77777777" w:rsidR="00164FF5" w:rsidRDefault="00861641">
            <w:r>
              <w:rPr>
                <w:rStyle w:val="styleSubformtxtsp"/>
              </w:rPr>
              <w:t xml:space="preserve"> </w:t>
            </w:r>
          </w:p>
        </w:tc>
        <w:tc>
          <w:tcPr>
            <w:tcW w:w="1750" w:type="dxa"/>
          </w:tcPr>
          <w:p w14:paraId="5B628028" w14:textId="77777777" w:rsidR="00164FF5" w:rsidRDefault="00861641">
            <w:r>
              <w:rPr>
                <w:rStyle w:val="styleSubformtxtsp"/>
              </w:rPr>
              <w:t xml:space="preserve">LC </w:t>
            </w:r>
          </w:p>
        </w:tc>
        <w:tc>
          <w:tcPr>
            <w:tcW w:w="1750" w:type="dxa"/>
          </w:tcPr>
          <w:p w14:paraId="6CDB67CE" w14:textId="77777777" w:rsidR="00164FF5" w:rsidRDefault="00861641">
            <w:pPr>
              <w:pStyle w:val="pstyleRadioTb"/>
            </w:pPr>
            <w:r>
              <w:rPr>
                <w:rStyle w:val="styleRad"/>
              </w:rPr>
              <w:t xml:space="preserve"> [ ] </w:t>
            </w:r>
          </w:p>
        </w:tc>
        <w:tc>
          <w:tcPr>
            <w:tcW w:w="1750" w:type="dxa"/>
          </w:tcPr>
          <w:p w14:paraId="382A2B8B" w14:textId="77777777" w:rsidR="00164FF5" w:rsidRDefault="00861641">
            <w:pPr>
              <w:pStyle w:val="pstyleRadioTb"/>
            </w:pPr>
            <w:r>
              <w:rPr>
                <w:rStyle w:val="styleRad"/>
              </w:rPr>
              <w:t xml:space="preserve"> [ ] </w:t>
            </w:r>
          </w:p>
        </w:tc>
        <w:tc>
          <w:tcPr>
            <w:tcW w:w="1750" w:type="dxa"/>
          </w:tcPr>
          <w:p w14:paraId="44D547F1" w14:textId="77777777" w:rsidR="00164FF5" w:rsidRDefault="00164FF5"/>
        </w:tc>
        <w:tc>
          <w:tcPr>
            <w:tcW w:w="1750" w:type="dxa"/>
          </w:tcPr>
          <w:p w14:paraId="4535B73A" w14:textId="77777777" w:rsidR="00164FF5" w:rsidRDefault="00861641">
            <w:r>
              <w:rPr>
                <w:rStyle w:val="styleSubformtxtsp"/>
              </w:rPr>
              <w:t>Drought refuge</w:t>
            </w:r>
          </w:p>
        </w:tc>
      </w:tr>
      <w:tr w:rsidR="00164FF5" w14:paraId="77AFF526" w14:textId="77777777" w:rsidTr="00164FF5">
        <w:trPr>
          <w:trHeight w:val="100"/>
        </w:trPr>
        <w:tc>
          <w:tcPr>
            <w:tcW w:w="1750" w:type="dxa"/>
          </w:tcPr>
          <w:p w14:paraId="2B2E5FAF" w14:textId="77777777" w:rsidR="00164FF5" w:rsidRDefault="00861641">
            <w:r>
              <w:rPr>
                <w:rStyle w:val="styleSubformtxtUP"/>
              </w:rPr>
              <w:t>Chordata/Aves</w:t>
            </w:r>
          </w:p>
        </w:tc>
        <w:tc>
          <w:tcPr>
            <w:tcW w:w="1750" w:type="dxa"/>
          </w:tcPr>
          <w:p w14:paraId="2D197958" w14:textId="77777777" w:rsidR="00164FF5" w:rsidRDefault="00861641">
            <w:r>
              <w:rPr>
                <w:rStyle w:val="styleSubformtxtIblue700"/>
              </w:rPr>
              <w:t>Epthianura albifrons</w:t>
            </w:r>
          </w:p>
        </w:tc>
        <w:tc>
          <w:tcPr>
            <w:tcW w:w="1750" w:type="dxa"/>
          </w:tcPr>
          <w:p w14:paraId="4550E45C" w14:textId="77777777" w:rsidR="00164FF5" w:rsidRDefault="00861641">
            <w:r>
              <w:rPr>
                <w:rStyle w:val="styleSubformtxtsp"/>
              </w:rPr>
              <w:t>White-fronted Chat</w:t>
            </w:r>
          </w:p>
        </w:tc>
        <w:tc>
          <w:tcPr>
            <w:tcW w:w="1750" w:type="dxa"/>
          </w:tcPr>
          <w:p w14:paraId="4B556A86" w14:textId="77777777" w:rsidR="00164FF5" w:rsidRDefault="00861641">
            <w:pPr>
              <w:pStyle w:val="pstyleRadioTb"/>
            </w:pPr>
            <w:r>
              <w:rPr>
                <w:rStyle w:val="styleRad"/>
              </w:rPr>
              <w:t xml:space="preserve"> [x] </w:t>
            </w:r>
          </w:p>
        </w:tc>
        <w:tc>
          <w:tcPr>
            <w:tcW w:w="1750" w:type="dxa"/>
          </w:tcPr>
          <w:p w14:paraId="26E46D00" w14:textId="77777777" w:rsidR="00164FF5" w:rsidRDefault="00861641">
            <w:pPr>
              <w:pStyle w:val="pstyleRadioTb"/>
            </w:pPr>
            <w:r>
              <w:rPr>
                <w:rStyle w:val="styleRad"/>
              </w:rPr>
              <w:t xml:space="preserve"> [ ] </w:t>
            </w:r>
          </w:p>
        </w:tc>
        <w:tc>
          <w:tcPr>
            <w:tcW w:w="1750" w:type="dxa"/>
          </w:tcPr>
          <w:p w14:paraId="24365612" w14:textId="77777777" w:rsidR="00164FF5" w:rsidRDefault="00861641">
            <w:pPr>
              <w:pStyle w:val="pstyleRadioTb"/>
            </w:pPr>
            <w:r>
              <w:rPr>
                <w:rStyle w:val="styleRad"/>
              </w:rPr>
              <w:t xml:space="preserve"> [ ] </w:t>
            </w:r>
          </w:p>
        </w:tc>
        <w:tc>
          <w:tcPr>
            <w:tcW w:w="1750" w:type="dxa"/>
          </w:tcPr>
          <w:p w14:paraId="5390A570" w14:textId="77777777" w:rsidR="00164FF5" w:rsidRDefault="00861641">
            <w:pPr>
              <w:pStyle w:val="pstyleRadioTb"/>
            </w:pPr>
            <w:r>
              <w:rPr>
                <w:rStyle w:val="styleRad"/>
              </w:rPr>
              <w:t xml:space="preserve"> [ ] </w:t>
            </w:r>
          </w:p>
        </w:tc>
        <w:tc>
          <w:tcPr>
            <w:tcW w:w="1750" w:type="dxa"/>
          </w:tcPr>
          <w:p w14:paraId="6F279CAA" w14:textId="77777777" w:rsidR="00164FF5" w:rsidRDefault="00861641">
            <w:pPr>
              <w:pStyle w:val="pstyleRadioTb"/>
            </w:pPr>
            <w:r>
              <w:rPr>
                <w:rStyle w:val="styleRad"/>
              </w:rPr>
              <w:t xml:space="preserve"> [ ] </w:t>
            </w:r>
          </w:p>
        </w:tc>
        <w:tc>
          <w:tcPr>
            <w:tcW w:w="1750" w:type="dxa"/>
          </w:tcPr>
          <w:p w14:paraId="5DB223F0" w14:textId="77777777" w:rsidR="00164FF5" w:rsidRDefault="00861641">
            <w:pPr>
              <w:pStyle w:val="pstyleRadioTb"/>
            </w:pPr>
            <w:r>
              <w:rPr>
                <w:rStyle w:val="styleRad"/>
              </w:rPr>
              <w:t xml:space="preserve"> [ ] </w:t>
            </w:r>
          </w:p>
        </w:tc>
        <w:tc>
          <w:tcPr>
            <w:tcW w:w="1750" w:type="dxa"/>
          </w:tcPr>
          <w:p w14:paraId="16198389" w14:textId="77777777" w:rsidR="00164FF5" w:rsidRDefault="00861641">
            <w:pPr>
              <w:pStyle w:val="pstyleRadioTb"/>
            </w:pPr>
            <w:r>
              <w:rPr>
                <w:rStyle w:val="styleRad"/>
              </w:rPr>
              <w:t xml:space="preserve"> [ ] </w:t>
            </w:r>
          </w:p>
        </w:tc>
        <w:tc>
          <w:tcPr>
            <w:tcW w:w="1750" w:type="dxa"/>
          </w:tcPr>
          <w:p w14:paraId="6BD7CDF9" w14:textId="77777777" w:rsidR="00164FF5" w:rsidRDefault="00861641">
            <w:pPr>
              <w:pStyle w:val="pstyleRadioTb"/>
            </w:pPr>
            <w:r>
              <w:rPr>
                <w:rStyle w:val="styleRad"/>
              </w:rPr>
              <w:t xml:space="preserve"> [ ] </w:t>
            </w:r>
          </w:p>
        </w:tc>
        <w:tc>
          <w:tcPr>
            <w:tcW w:w="1750" w:type="dxa"/>
          </w:tcPr>
          <w:p w14:paraId="5105B3EE" w14:textId="77777777" w:rsidR="00164FF5" w:rsidRDefault="00861641">
            <w:r>
              <w:rPr>
                <w:rStyle w:val="styleSubformtxtsp"/>
              </w:rPr>
              <w:t xml:space="preserve"> </w:t>
            </w:r>
          </w:p>
        </w:tc>
        <w:tc>
          <w:tcPr>
            <w:tcW w:w="1750" w:type="dxa"/>
          </w:tcPr>
          <w:p w14:paraId="62D48FA5" w14:textId="77777777" w:rsidR="00164FF5" w:rsidRDefault="00164FF5"/>
        </w:tc>
        <w:tc>
          <w:tcPr>
            <w:tcW w:w="1750" w:type="dxa"/>
          </w:tcPr>
          <w:p w14:paraId="0F979326" w14:textId="77777777" w:rsidR="00164FF5" w:rsidRDefault="00861641">
            <w:r>
              <w:rPr>
                <w:rStyle w:val="styleSubformtxtsp"/>
              </w:rPr>
              <w:t xml:space="preserve"> </w:t>
            </w:r>
          </w:p>
        </w:tc>
        <w:tc>
          <w:tcPr>
            <w:tcW w:w="1750" w:type="dxa"/>
          </w:tcPr>
          <w:p w14:paraId="44F4C2FD" w14:textId="77777777" w:rsidR="00164FF5" w:rsidRDefault="00861641">
            <w:r>
              <w:rPr>
                <w:rStyle w:val="styleSubformtxtsp"/>
              </w:rPr>
              <w:t xml:space="preserve">LC </w:t>
            </w:r>
          </w:p>
        </w:tc>
        <w:tc>
          <w:tcPr>
            <w:tcW w:w="1750" w:type="dxa"/>
          </w:tcPr>
          <w:p w14:paraId="7CE947DC" w14:textId="77777777" w:rsidR="00164FF5" w:rsidRDefault="00861641">
            <w:pPr>
              <w:pStyle w:val="pstyleRadioTb"/>
            </w:pPr>
            <w:r>
              <w:rPr>
                <w:rStyle w:val="styleRad"/>
              </w:rPr>
              <w:t xml:space="preserve"> [ ] </w:t>
            </w:r>
          </w:p>
        </w:tc>
        <w:tc>
          <w:tcPr>
            <w:tcW w:w="1750" w:type="dxa"/>
          </w:tcPr>
          <w:p w14:paraId="1C76CEF7" w14:textId="77777777" w:rsidR="00164FF5" w:rsidRDefault="00861641">
            <w:pPr>
              <w:pStyle w:val="pstyleRadioTb"/>
            </w:pPr>
            <w:r>
              <w:rPr>
                <w:rStyle w:val="styleRad"/>
              </w:rPr>
              <w:t xml:space="preserve"> [ ] </w:t>
            </w:r>
          </w:p>
        </w:tc>
        <w:tc>
          <w:tcPr>
            <w:tcW w:w="1750" w:type="dxa"/>
          </w:tcPr>
          <w:p w14:paraId="14EE9FF1" w14:textId="77777777" w:rsidR="00164FF5" w:rsidRDefault="00861641">
            <w:r>
              <w:rPr>
                <w:rStyle w:val="styleSubformtxtsp"/>
              </w:rPr>
              <w:t>Vulnerable in NSW (BCA)</w:t>
            </w:r>
          </w:p>
        </w:tc>
        <w:tc>
          <w:tcPr>
            <w:tcW w:w="1750" w:type="dxa"/>
          </w:tcPr>
          <w:p w14:paraId="217A9B99" w14:textId="77777777" w:rsidR="00164FF5" w:rsidRDefault="00164FF5"/>
        </w:tc>
      </w:tr>
      <w:tr w:rsidR="00164FF5" w14:paraId="003B8334" w14:textId="77777777" w:rsidTr="00164FF5">
        <w:trPr>
          <w:trHeight w:val="100"/>
        </w:trPr>
        <w:tc>
          <w:tcPr>
            <w:tcW w:w="1750" w:type="dxa"/>
          </w:tcPr>
          <w:p w14:paraId="345CB854" w14:textId="77777777" w:rsidR="00164FF5" w:rsidRDefault="00861641">
            <w:r>
              <w:rPr>
                <w:rStyle w:val="styleSubformtxtUP"/>
              </w:rPr>
              <w:t>Chordata/Aves</w:t>
            </w:r>
          </w:p>
        </w:tc>
        <w:tc>
          <w:tcPr>
            <w:tcW w:w="1750" w:type="dxa"/>
          </w:tcPr>
          <w:p w14:paraId="64183C5D" w14:textId="77777777" w:rsidR="00164FF5" w:rsidRDefault="00861641">
            <w:r>
              <w:rPr>
                <w:rStyle w:val="styleSubformtxtIblue700"/>
              </w:rPr>
              <w:t>Erythrogonys cinctus</w:t>
            </w:r>
          </w:p>
        </w:tc>
        <w:tc>
          <w:tcPr>
            <w:tcW w:w="1750" w:type="dxa"/>
          </w:tcPr>
          <w:p w14:paraId="10D0B16D" w14:textId="77777777" w:rsidR="00164FF5" w:rsidRDefault="00861641">
            <w:r>
              <w:rPr>
                <w:rStyle w:val="styleSubformtxtsp"/>
              </w:rPr>
              <w:t>Red-kneed Dotterel</w:t>
            </w:r>
          </w:p>
        </w:tc>
        <w:tc>
          <w:tcPr>
            <w:tcW w:w="1750" w:type="dxa"/>
          </w:tcPr>
          <w:p w14:paraId="31335CD1" w14:textId="77777777" w:rsidR="00164FF5" w:rsidRDefault="00861641">
            <w:pPr>
              <w:pStyle w:val="pstyleRadioTb"/>
            </w:pPr>
            <w:r>
              <w:rPr>
                <w:rStyle w:val="styleRad"/>
              </w:rPr>
              <w:t xml:space="preserve"> [ ] </w:t>
            </w:r>
          </w:p>
        </w:tc>
        <w:tc>
          <w:tcPr>
            <w:tcW w:w="1750" w:type="dxa"/>
          </w:tcPr>
          <w:p w14:paraId="1A7C9CF0" w14:textId="77777777" w:rsidR="00164FF5" w:rsidRDefault="00861641">
            <w:pPr>
              <w:pStyle w:val="pstyleRadioTb"/>
            </w:pPr>
            <w:r>
              <w:rPr>
                <w:rStyle w:val="styleRad"/>
              </w:rPr>
              <w:t xml:space="preserve"> [ ] </w:t>
            </w:r>
          </w:p>
        </w:tc>
        <w:tc>
          <w:tcPr>
            <w:tcW w:w="1750" w:type="dxa"/>
          </w:tcPr>
          <w:p w14:paraId="399D62F4" w14:textId="77777777" w:rsidR="00164FF5" w:rsidRDefault="00861641">
            <w:pPr>
              <w:pStyle w:val="pstyleRadioTb"/>
            </w:pPr>
            <w:r>
              <w:rPr>
                <w:rStyle w:val="styleRad"/>
              </w:rPr>
              <w:t xml:space="preserve"> [ ] </w:t>
            </w:r>
          </w:p>
        </w:tc>
        <w:tc>
          <w:tcPr>
            <w:tcW w:w="1750" w:type="dxa"/>
          </w:tcPr>
          <w:p w14:paraId="65E9F438" w14:textId="77777777" w:rsidR="00164FF5" w:rsidRDefault="00861641">
            <w:pPr>
              <w:pStyle w:val="pstyleRadioTb"/>
            </w:pPr>
            <w:r>
              <w:rPr>
                <w:rStyle w:val="styleRad"/>
              </w:rPr>
              <w:t xml:space="preserve"> [ ] </w:t>
            </w:r>
          </w:p>
        </w:tc>
        <w:tc>
          <w:tcPr>
            <w:tcW w:w="1750" w:type="dxa"/>
          </w:tcPr>
          <w:p w14:paraId="5B4AF06B" w14:textId="77777777" w:rsidR="00164FF5" w:rsidRDefault="00861641">
            <w:pPr>
              <w:pStyle w:val="pstyleRadioTb"/>
            </w:pPr>
            <w:r>
              <w:rPr>
                <w:rStyle w:val="styleRad"/>
              </w:rPr>
              <w:t xml:space="preserve"> [x] </w:t>
            </w:r>
          </w:p>
        </w:tc>
        <w:tc>
          <w:tcPr>
            <w:tcW w:w="1750" w:type="dxa"/>
          </w:tcPr>
          <w:p w14:paraId="64F61E2C" w14:textId="77777777" w:rsidR="00164FF5" w:rsidRDefault="00861641">
            <w:pPr>
              <w:pStyle w:val="pstyleRadioTb"/>
            </w:pPr>
            <w:r>
              <w:rPr>
                <w:rStyle w:val="styleRad"/>
              </w:rPr>
              <w:t xml:space="preserve"> [ ] </w:t>
            </w:r>
          </w:p>
        </w:tc>
        <w:tc>
          <w:tcPr>
            <w:tcW w:w="1750" w:type="dxa"/>
          </w:tcPr>
          <w:p w14:paraId="50F06E00" w14:textId="77777777" w:rsidR="00164FF5" w:rsidRDefault="00861641">
            <w:pPr>
              <w:pStyle w:val="pstyleRadioTb"/>
            </w:pPr>
            <w:r>
              <w:rPr>
                <w:rStyle w:val="styleRad"/>
              </w:rPr>
              <w:t xml:space="preserve"> [ ] </w:t>
            </w:r>
          </w:p>
        </w:tc>
        <w:tc>
          <w:tcPr>
            <w:tcW w:w="1750" w:type="dxa"/>
          </w:tcPr>
          <w:p w14:paraId="32B8E50B" w14:textId="77777777" w:rsidR="00164FF5" w:rsidRDefault="00861641">
            <w:pPr>
              <w:pStyle w:val="pstyleRadioTb"/>
            </w:pPr>
            <w:r>
              <w:rPr>
                <w:rStyle w:val="styleRad"/>
              </w:rPr>
              <w:t xml:space="preserve"> [ ] </w:t>
            </w:r>
          </w:p>
        </w:tc>
        <w:tc>
          <w:tcPr>
            <w:tcW w:w="1750" w:type="dxa"/>
          </w:tcPr>
          <w:p w14:paraId="7A37B82D" w14:textId="77777777" w:rsidR="00164FF5" w:rsidRDefault="00861641">
            <w:r>
              <w:rPr>
                <w:rStyle w:val="styleSubformtxtsp"/>
              </w:rPr>
              <w:t xml:space="preserve"> </w:t>
            </w:r>
          </w:p>
        </w:tc>
        <w:tc>
          <w:tcPr>
            <w:tcW w:w="1750" w:type="dxa"/>
          </w:tcPr>
          <w:p w14:paraId="46A186BD" w14:textId="77777777" w:rsidR="00164FF5" w:rsidRDefault="00164FF5"/>
        </w:tc>
        <w:tc>
          <w:tcPr>
            <w:tcW w:w="1750" w:type="dxa"/>
          </w:tcPr>
          <w:p w14:paraId="3DBAEC2F" w14:textId="77777777" w:rsidR="00164FF5" w:rsidRDefault="00861641">
            <w:r>
              <w:rPr>
                <w:rStyle w:val="styleSubformtxtsp"/>
              </w:rPr>
              <w:t xml:space="preserve"> </w:t>
            </w:r>
          </w:p>
        </w:tc>
        <w:tc>
          <w:tcPr>
            <w:tcW w:w="1750" w:type="dxa"/>
          </w:tcPr>
          <w:p w14:paraId="470393A7" w14:textId="77777777" w:rsidR="00164FF5" w:rsidRDefault="00861641">
            <w:r>
              <w:rPr>
                <w:rStyle w:val="styleSubformtxtsp"/>
              </w:rPr>
              <w:t xml:space="preserve">LC </w:t>
            </w:r>
          </w:p>
        </w:tc>
        <w:tc>
          <w:tcPr>
            <w:tcW w:w="1750" w:type="dxa"/>
          </w:tcPr>
          <w:p w14:paraId="6F443991" w14:textId="77777777" w:rsidR="00164FF5" w:rsidRDefault="00861641">
            <w:pPr>
              <w:pStyle w:val="pstyleRadioTb"/>
            </w:pPr>
            <w:r>
              <w:rPr>
                <w:rStyle w:val="styleRad"/>
              </w:rPr>
              <w:t xml:space="preserve"> [ ] </w:t>
            </w:r>
          </w:p>
        </w:tc>
        <w:tc>
          <w:tcPr>
            <w:tcW w:w="1750" w:type="dxa"/>
          </w:tcPr>
          <w:p w14:paraId="27616FF4" w14:textId="77777777" w:rsidR="00164FF5" w:rsidRDefault="00861641">
            <w:pPr>
              <w:pStyle w:val="pstyleRadioTb"/>
            </w:pPr>
            <w:r>
              <w:rPr>
                <w:rStyle w:val="styleRad"/>
              </w:rPr>
              <w:t xml:space="preserve"> [ ] </w:t>
            </w:r>
          </w:p>
        </w:tc>
        <w:tc>
          <w:tcPr>
            <w:tcW w:w="1750" w:type="dxa"/>
          </w:tcPr>
          <w:p w14:paraId="6010BC47" w14:textId="77777777" w:rsidR="00164FF5" w:rsidRDefault="00164FF5"/>
        </w:tc>
        <w:tc>
          <w:tcPr>
            <w:tcW w:w="1750" w:type="dxa"/>
          </w:tcPr>
          <w:p w14:paraId="7D13EB6C" w14:textId="77777777" w:rsidR="00164FF5" w:rsidRDefault="00164FF5"/>
        </w:tc>
      </w:tr>
      <w:tr w:rsidR="00164FF5" w14:paraId="2CEFEB66" w14:textId="77777777" w:rsidTr="00164FF5">
        <w:trPr>
          <w:trHeight w:val="100"/>
        </w:trPr>
        <w:tc>
          <w:tcPr>
            <w:tcW w:w="1750" w:type="dxa"/>
          </w:tcPr>
          <w:p w14:paraId="062503D6" w14:textId="77777777" w:rsidR="00164FF5" w:rsidRDefault="00861641">
            <w:r>
              <w:rPr>
                <w:rStyle w:val="styleSubformtxtUP"/>
              </w:rPr>
              <w:t>Chordata/Aves</w:t>
            </w:r>
          </w:p>
        </w:tc>
        <w:tc>
          <w:tcPr>
            <w:tcW w:w="1750" w:type="dxa"/>
          </w:tcPr>
          <w:p w14:paraId="5510E715" w14:textId="77777777" w:rsidR="00164FF5" w:rsidRDefault="00861641">
            <w:r>
              <w:rPr>
                <w:rStyle w:val="styleSubformtxtIblue700"/>
              </w:rPr>
              <w:t>Falco hypoleucos</w:t>
            </w:r>
          </w:p>
        </w:tc>
        <w:tc>
          <w:tcPr>
            <w:tcW w:w="1750" w:type="dxa"/>
          </w:tcPr>
          <w:p w14:paraId="047DFDA4" w14:textId="77777777" w:rsidR="00164FF5" w:rsidRDefault="00861641">
            <w:r>
              <w:rPr>
                <w:rStyle w:val="styleSubformtxtsp"/>
              </w:rPr>
              <w:t>Grey Falcon</w:t>
            </w:r>
          </w:p>
        </w:tc>
        <w:tc>
          <w:tcPr>
            <w:tcW w:w="1750" w:type="dxa"/>
          </w:tcPr>
          <w:p w14:paraId="70782436" w14:textId="77777777" w:rsidR="00164FF5" w:rsidRDefault="00861641">
            <w:pPr>
              <w:pStyle w:val="pstyleRadioTb"/>
            </w:pPr>
            <w:r>
              <w:rPr>
                <w:rStyle w:val="styleRad"/>
              </w:rPr>
              <w:t xml:space="preserve"> [x] </w:t>
            </w:r>
          </w:p>
        </w:tc>
        <w:tc>
          <w:tcPr>
            <w:tcW w:w="1750" w:type="dxa"/>
          </w:tcPr>
          <w:p w14:paraId="4C122F31" w14:textId="77777777" w:rsidR="00164FF5" w:rsidRDefault="00861641">
            <w:pPr>
              <w:pStyle w:val="pstyleRadioTb"/>
            </w:pPr>
            <w:r>
              <w:rPr>
                <w:rStyle w:val="styleRad"/>
              </w:rPr>
              <w:t xml:space="preserve"> [ ] </w:t>
            </w:r>
          </w:p>
        </w:tc>
        <w:tc>
          <w:tcPr>
            <w:tcW w:w="1750" w:type="dxa"/>
          </w:tcPr>
          <w:p w14:paraId="70A94323" w14:textId="77777777" w:rsidR="00164FF5" w:rsidRDefault="00861641">
            <w:pPr>
              <w:pStyle w:val="pstyleRadioTb"/>
            </w:pPr>
            <w:r>
              <w:rPr>
                <w:rStyle w:val="styleRad"/>
              </w:rPr>
              <w:t xml:space="preserve"> [ ] </w:t>
            </w:r>
          </w:p>
        </w:tc>
        <w:tc>
          <w:tcPr>
            <w:tcW w:w="1750" w:type="dxa"/>
          </w:tcPr>
          <w:p w14:paraId="28819BD7" w14:textId="77777777" w:rsidR="00164FF5" w:rsidRDefault="00861641">
            <w:pPr>
              <w:pStyle w:val="pstyleRadioTb"/>
            </w:pPr>
            <w:r>
              <w:rPr>
                <w:rStyle w:val="styleRad"/>
              </w:rPr>
              <w:t xml:space="preserve"> [ ] </w:t>
            </w:r>
          </w:p>
        </w:tc>
        <w:tc>
          <w:tcPr>
            <w:tcW w:w="1750" w:type="dxa"/>
          </w:tcPr>
          <w:p w14:paraId="0F443FFB" w14:textId="77777777" w:rsidR="00164FF5" w:rsidRDefault="00861641">
            <w:pPr>
              <w:pStyle w:val="pstyleRadioTb"/>
            </w:pPr>
            <w:r>
              <w:rPr>
                <w:rStyle w:val="styleRad"/>
              </w:rPr>
              <w:t xml:space="preserve"> [ ] </w:t>
            </w:r>
          </w:p>
        </w:tc>
        <w:tc>
          <w:tcPr>
            <w:tcW w:w="1750" w:type="dxa"/>
          </w:tcPr>
          <w:p w14:paraId="48572E7D" w14:textId="77777777" w:rsidR="00164FF5" w:rsidRDefault="00861641">
            <w:pPr>
              <w:pStyle w:val="pstyleRadioTb"/>
            </w:pPr>
            <w:r>
              <w:rPr>
                <w:rStyle w:val="styleRad"/>
              </w:rPr>
              <w:t xml:space="preserve"> [ ] </w:t>
            </w:r>
          </w:p>
        </w:tc>
        <w:tc>
          <w:tcPr>
            <w:tcW w:w="1750" w:type="dxa"/>
          </w:tcPr>
          <w:p w14:paraId="539F54FD" w14:textId="77777777" w:rsidR="00164FF5" w:rsidRDefault="00861641">
            <w:pPr>
              <w:pStyle w:val="pstyleRadioTb"/>
            </w:pPr>
            <w:r>
              <w:rPr>
                <w:rStyle w:val="styleRad"/>
              </w:rPr>
              <w:t xml:space="preserve"> [ ] </w:t>
            </w:r>
          </w:p>
        </w:tc>
        <w:tc>
          <w:tcPr>
            <w:tcW w:w="1750" w:type="dxa"/>
          </w:tcPr>
          <w:p w14:paraId="228C571D" w14:textId="77777777" w:rsidR="00164FF5" w:rsidRDefault="00861641">
            <w:pPr>
              <w:pStyle w:val="pstyleRadioTb"/>
            </w:pPr>
            <w:r>
              <w:rPr>
                <w:rStyle w:val="styleRad"/>
              </w:rPr>
              <w:t xml:space="preserve"> [ ] </w:t>
            </w:r>
          </w:p>
        </w:tc>
        <w:tc>
          <w:tcPr>
            <w:tcW w:w="1750" w:type="dxa"/>
          </w:tcPr>
          <w:p w14:paraId="7CF6A7E8" w14:textId="77777777" w:rsidR="00164FF5" w:rsidRDefault="00861641">
            <w:r>
              <w:rPr>
                <w:rStyle w:val="styleSubformtxtsp"/>
              </w:rPr>
              <w:t xml:space="preserve"> </w:t>
            </w:r>
          </w:p>
        </w:tc>
        <w:tc>
          <w:tcPr>
            <w:tcW w:w="1750" w:type="dxa"/>
          </w:tcPr>
          <w:p w14:paraId="1D946E36" w14:textId="77777777" w:rsidR="00164FF5" w:rsidRDefault="00164FF5"/>
        </w:tc>
        <w:tc>
          <w:tcPr>
            <w:tcW w:w="1750" w:type="dxa"/>
          </w:tcPr>
          <w:p w14:paraId="6254DC11" w14:textId="77777777" w:rsidR="00164FF5" w:rsidRDefault="00861641">
            <w:r>
              <w:rPr>
                <w:rStyle w:val="styleSubformtxtsp"/>
              </w:rPr>
              <w:t xml:space="preserve"> </w:t>
            </w:r>
          </w:p>
        </w:tc>
        <w:tc>
          <w:tcPr>
            <w:tcW w:w="1750" w:type="dxa"/>
          </w:tcPr>
          <w:p w14:paraId="6C8B58D5" w14:textId="77777777" w:rsidR="00164FF5" w:rsidRDefault="00861641">
            <w:r>
              <w:rPr>
                <w:rStyle w:val="styleSubformtxtsp"/>
              </w:rPr>
              <w:t xml:space="preserve">VU </w:t>
            </w:r>
          </w:p>
        </w:tc>
        <w:tc>
          <w:tcPr>
            <w:tcW w:w="1750" w:type="dxa"/>
          </w:tcPr>
          <w:p w14:paraId="38DBC95B" w14:textId="77777777" w:rsidR="00164FF5" w:rsidRDefault="00861641">
            <w:pPr>
              <w:pStyle w:val="pstyleRadioTb"/>
            </w:pPr>
            <w:r>
              <w:rPr>
                <w:rStyle w:val="styleRad"/>
              </w:rPr>
              <w:t xml:space="preserve"> [ ] </w:t>
            </w:r>
          </w:p>
        </w:tc>
        <w:tc>
          <w:tcPr>
            <w:tcW w:w="1750" w:type="dxa"/>
          </w:tcPr>
          <w:p w14:paraId="62C88A23" w14:textId="77777777" w:rsidR="00164FF5" w:rsidRDefault="00861641">
            <w:pPr>
              <w:pStyle w:val="pstyleRadioTb"/>
            </w:pPr>
            <w:r>
              <w:rPr>
                <w:rStyle w:val="styleRad"/>
              </w:rPr>
              <w:t xml:space="preserve"> [ ] </w:t>
            </w:r>
          </w:p>
        </w:tc>
        <w:tc>
          <w:tcPr>
            <w:tcW w:w="1750" w:type="dxa"/>
          </w:tcPr>
          <w:p w14:paraId="42685800" w14:textId="77777777" w:rsidR="00164FF5" w:rsidRDefault="00861641">
            <w:r>
              <w:rPr>
                <w:rStyle w:val="styleSubformtxtsp"/>
              </w:rPr>
              <w:t>Endangered in NSW (BCA)</w:t>
            </w:r>
          </w:p>
        </w:tc>
        <w:tc>
          <w:tcPr>
            <w:tcW w:w="1750" w:type="dxa"/>
          </w:tcPr>
          <w:p w14:paraId="3804D86F" w14:textId="77777777" w:rsidR="00164FF5" w:rsidRDefault="00164FF5"/>
        </w:tc>
      </w:tr>
      <w:tr w:rsidR="00164FF5" w14:paraId="1F57DF4D" w14:textId="77777777" w:rsidTr="00164FF5">
        <w:trPr>
          <w:trHeight w:val="100"/>
        </w:trPr>
        <w:tc>
          <w:tcPr>
            <w:tcW w:w="1750" w:type="dxa"/>
          </w:tcPr>
          <w:p w14:paraId="0B267010" w14:textId="77777777" w:rsidR="00164FF5" w:rsidRDefault="00861641">
            <w:r>
              <w:rPr>
                <w:rStyle w:val="styleSubformtxtUP"/>
              </w:rPr>
              <w:t>Chordata/Aves</w:t>
            </w:r>
          </w:p>
        </w:tc>
        <w:tc>
          <w:tcPr>
            <w:tcW w:w="1750" w:type="dxa"/>
          </w:tcPr>
          <w:p w14:paraId="5CA5DEA4" w14:textId="77777777" w:rsidR="00164FF5" w:rsidRDefault="00861641">
            <w:r>
              <w:rPr>
                <w:rStyle w:val="styleSubformtxtIblue700"/>
              </w:rPr>
              <w:t>Fulica atra</w:t>
            </w:r>
          </w:p>
        </w:tc>
        <w:tc>
          <w:tcPr>
            <w:tcW w:w="1750" w:type="dxa"/>
          </w:tcPr>
          <w:p w14:paraId="625B28B2" w14:textId="77777777" w:rsidR="00164FF5" w:rsidRDefault="00861641">
            <w:r>
              <w:rPr>
                <w:rStyle w:val="styleSubformtxtsp"/>
              </w:rPr>
              <w:t>Eurasian Coot</w:t>
            </w:r>
          </w:p>
        </w:tc>
        <w:tc>
          <w:tcPr>
            <w:tcW w:w="1750" w:type="dxa"/>
          </w:tcPr>
          <w:p w14:paraId="5E351CD0" w14:textId="77777777" w:rsidR="00164FF5" w:rsidRDefault="00861641">
            <w:pPr>
              <w:pStyle w:val="pstyleRadioTb"/>
            </w:pPr>
            <w:r>
              <w:rPr>
                <w:rStyle w:val="styleRad"/>
              </w:rPr>
              <w:t xml:space="preserve"> [ ] </w:t>
            </w:r>
          </w:p>
        </w:tc>
        <w:tc>
          <w:tcPr>
            <w:tcW w:w="1750" w:type="dxa"/>
          </w:tcPr>
          <w:p w14:paraId="369F43D6" w14:textId="77777777" w:rsidR="00164FF5" w:rsidRDefault="00861641">
            <w:pPr>
              <w:pStyle w:val="pstyleRadioTb"/>
            </w:pPr>
            <w:r>
              <w:rPr>
                <w:rStyle w:val="styleRad"/>
              </w:rPr>
              <w:t xml:space="preserve"> [x] </w:t>
            </w:r>
          </w:p>
        </w:tc>
        <w:tc>
          <w:tcPr>
            <w:tcW w:w="1750" w:type="dxa"/>
          </w:tcPr>
          <w:p w14:paraId="16FA2E47" w14:textId="77777777" w:rsidR="00164FF5" w:rsidRDefault="00861641">
            <w:pPr>
              <w:pStyle w:val="pstyleRadioTb"/>
            </w:pPr>
            <w:r>
              <w:rPr>
                <w:rStyle w:val="styleRad"/>
              </w:rPr>
              <w:t xml:space="preserve"> [ ] </w:t>
            </w:r>
          </w:p>
        </w:tc>
        <w:tc>
          <w:tcPr>
            <w:tcW w:w="1750" w:type="dxa"/>
          </w:tcPr>
          <w:p w14:paraId="16CE22DA" w14:textId="77777777" w:rsidR="00164FF5" w:rsidRDefault="00861641">
            <w:pPr>
              <w:pStyle w:val="pstyleRadioTb"/>
            </w:pPr>
            <w:r>
              <w:rPr>
                <w:rStyle w:val="styleRad"/>
              </w:rPr>
              <w:t xml:space="preserve"> [ ] </w:t>
            </w:r>
          </w:p>
        </w:tc>
        <w:tc>
          <w:tcPr>
            <w:tcW w:w="1750" w:type="dxa"/>
          </w:tcPr>
          <w:p w14:paraId="7D1BBC7D" w14:textId="77777777" w:rsidR="00164FF5" w:rsidRDefault="00861641">
            <w:pPr>
              <w:pStyle w:val="pstyleRadioTb"/>
            </w:pPr>
            <w:r>
              <w:rPr>
                <w:rStyle w:val="styleRad"/>
              </w:rPr>
              <w:t xml:space="preserve"> [x] </w:t>
            </w:r>
          </w:p>
        </w:tc>
        <w:tc>
          <w:tcPr>
            <w:tcW w:w="1750" w:type="dxa"/>
          </w:tcPr>
          <w:p w14:paraId="2C1B0990" w14:textId="77777777" w:rsidR="00164FF5" w:rsidRDefault="00861641">
            <w:pPr>
              <w:pStyle w:val="pstyleRadioTb"/>
            </w:pPr>
            <w:r>
              <w:rPr>
                <w:rStyle w:val="styleRad"/>
              </w:rPr>
              <w:t xml:space="preserve"> [ ] </w:t>
            </w:r>
          </w:p>
        </w:tc>
        <w:tc>
          <w:tcPr>
            <w:tcW w:w="1750" w:type="dxa"/>
          </w:tcPr>
          <w:p w14:paraId="244AA06C" w14:textId="77777777" w:rsidR="00164FF5" w:rsidRDefault="00861641">
            <w:pPr>
              <w:pStyle w:val="pstyleRadioTb"/>
            </w:pPr>
            <w:r>
              <w:rPr>
                <w:rStyle w:val="styleRad"/>
              </w:rPr>
              <w:t xml:space="preserve"> [ ] </w:t>
            </w:r>
          </w:p>
        </w:tc>
        <w:tc>
          <w:tcPr>
            <w:tcW w:w="1750" w:type="dxa"/>
          </w:tcPr>
          <w:p w14:paraId="5DF9112B" w14:textId="77777777" w:rsidR="00164FF5" w:rsidRDefault="00861641">
            <w:pPr>
              <w:pStyle w:val="pstyleRadioTb"/>
            </w:pPr>
            <w:r>
              <w:rPr>
                <w:rStyle w:val="styleRad"/>
              </w:rPr>
              <w:t xml:space="preserve"> [ ] </w:t>
            </w:r>
          </w:p>
        </w:tc>
        <w:tc>
          <w:tcPr>
            <w:tcW w:w="1750" w:type="dxa"/>
          </w:tcPr>
          <w:p w14:paraId="371498D4" w14:textId="77777777" w:rsidR="00164FF5" w:rsidRDefault="00861641">
            <w:r>
              <w:rPr>
                <w:rStyle w:val="styleSubformtxtsp"/>
              </w:rPr>
              <w:t xml:space="preserve"> </w:t>
            </w:r>
          </w:p>
        </w:tc>
        <w:tc>
          <w:tcPr>
            <w:tcW w:w="1750" w:type="dxa"/>
          </w:tcPr>
          <w:p w14:paraId="2C37E0AC" w14:textId="77777777" w:rsidR="00164FF5" w:rsidRDefault="00164FF5"/>
        </w:tc>
        <w:tc>
          <w:tcPr>
            <w:tcW w:w="1750" w:type="dxa"/>
          </w:tcPr>
          <w:p w14:paraId="76B2F049" w14:textId="77777777" w:rsidR="00164FF5" w:rsidRDefault="00861641">
            <w:r>
              <w:rPr>
                <w:rStyle w:val="styleSubformtxtsp"/>
              </w:rPr>
              <w:t xml:space="preserve"> </w:t>
            </w:r>
          </w:p>
        </w:tc>
        <w:tc>
          <w:tcPr>
            <w:tcW w:w="1750" w:type="dxa"/>
          </w:tcPr>
          <w:p w14:paraId="49B91D80" w14:textId="77777777" w:rsidR="00164FF5" w:rsidRDefault="00861641">
            <w:r>
              <w:rPr>
                <w:rStyle w:val="styleSubformtxtsp"/>
              </w:rPr>
              <w:t xml:space="preserve">LC </w:t>
            </w:r>
          </w:p>
        </w:tc>
        <w:tc>
          <w:tcPr>
            <w:tcW w:w="1750" w:type="dxa"/>
          </w:tcPr>
          <w:p w14:paraId="5DAD9070" w14:textId="77777777" w:rsidR="00164FF5" w:rsidRDefault="00861641">
            <w:pPr>
              <w:pStyle w:val="pstyleRadioTb"/>
            </w:pPr>
            <w:r>
              <w:rPr>
                <w:rStyle w:val="styleRad"/>
              </w:rPr>
              <w:t xml:space="preserve"> [ ] </w:t>
            </w:r>
          </w:p>
        </w:tc>
        <w:tc>
          <w:tcPr>
            <w:tcW w:w="1750" w:type="dxa"/>
          </w:tcPr>
          <w:p w14:paraId="668B09D4" w14:textId="77777777" w:rsidR="00164FF5" w:rsidRDefault="00861641">
            <w:pPr>
              <w:pStyle w:val="pstyleRadioTb"/>
            </w:pPr>
            <w:r>
              <w:rPr>
                <w:rStyle w:val="styleRad"/>
              </w:rPr>
              <w:t xml:space="preserve"> [ ] </w:t>
            </w:r>
          </w:p>
        </w:tc>
        <w:tc>
          <w:tcPr>
            <w:tcW w:w="1750" w:type="dxa"/>
          </w:tcPr>
          <w:p w14:paraId="7F04EE7E" w14:textId="77777777" w:rsidR="00164FF5" w:rsidRDefault="00164FF5"/>
        </w:tc>
        <w:tc>
          <w:tcPr>
            <w:tcW w:w="1750" w:type="dxa"/>
          </w:tcPr>
          <w:p w14:paraId="7B3E47DD" w14:textId="77777777" w:rsidR="00164FF5" w:rsidRDefault="00861641">
            <w:r>
              <w:rPr>
                <w:rStyle w:val="styleSubformtxtsp"/>
              </w:rPr>
              <w:t>Drought refuge</w:t>
            </w:r>
          </w:p>
        </w:tc>
      </w:tr>
      <w:tr w:rsidR="00164FF5" w14:paraId="1DBCD2A4" w14:textId="77777777" w:rsidTr="00164FF5">
        <w:trPr>
          <w:trHeight w:val="100"/>
        </w:trPr>
        <w:tc>
          <w:tcPr>
            <w:tcW w:w="1750" w:type="dxa"/>
          </w:tcPr>
          <w:p w14:paraId="091E43C0" w14:textId="77777777" w:rsidR="00164FF5" w:rsidRDefault="00861641">
            <w:r>
              <w:rPr>
                <w:rStyle w:val="styleSubformtxtUP"/>
              </w:rPr>
              <w:t>Chordata/Aves</w:t>
            </w:r>
          </w:p>
        </w:tc>
        <w:tc>
          <w:tcPr>
            <w:tcW w:w="1750" w:type="dxa"/>
          </w:tcPr>
          <w:p w14:paraId="6919C7C2" w14:textId="77777777" w:rsidR="00164FF5" w:rsidRDefault="00861641">
            <w:r>
              <w:rPr>
                <w:rStyle w:val="styleSubformtxtIblue700"/>
              </w:rPr>
              <w:t>Gallinula ventralis</w:t>
            </w:r>
          </w:p>
        </w:tc>
        <w:tc>
          <w:tcPr>
            <w:tcW w:w="1750" w:type="dxa"/>
          </w:tcPr>
          <w:p w14:paraId="1D11415C" w14:textId="77777777" w:rsidR="00164FF5" w:rsidRDefault="00861641">
            <w:r>
              <w:rPr>
                <w:rStyle w:val="styleSubformtxtsp"/>
              </w:rPr>
              <w:t>Black-tailed Nativehen</w:t>
            </w:r>
          </w:p>
        </w:tc>
        <w:tc>
          <w:tcPr>
            <w:tcW w:w="1750" w:type="dxa"/>
          </w:tcPr>
          <w:p w14:paraId="3A051EC5" w14:textId="77777777" w:rsidR="00164FF5" w:rsidRDefault="00861641">
            <w:pPr>
              <w:pStyle w:val="pstyleRadioTb"/>
            </w:pPr>
            <w:r>
              <w:rPr>
                <w:rStyle w:val="styleRad"/>
              </w:rPr>
              <w:t xml:space="preserve"> [ ] </w:t>
            </w:r>
          </w:p>
        </w:tc>
        <w:tc>
          <w:tcPr>
            <w:tcW w:w="1750" w:type="dxa"/>
          </w:tcPr>
          <w:p w14:paraId="717A35D1" w14:textId="77777777" w:rsidR="00164FF5" w:rsidRDefault="00861641">
            <w:pPr>
              <w:pStyle w:val="pstyleRadioTb"/>
            </w:pPr>
            <w:r>
              <w:rPr>
                <w:rStyle w:val="styleRad"/>
              </w:rPr>
              <w:t xml:space="preserve"> [ ] </w:t>
            </w:r>
          </w:p>
        </w:tc>
        <w:tc>
          <w:tcPr>
            <w:tcW w:w="1750" w:type="dxa"/>
          </w:tcPr>
          <w:p w14:paraId="786F935A" w14:textId="77777777" w:rsidR="00164FF5" w:rsidRDefault="00861641">
            <w:pPr>
              <w:pStyle w:val="pstyleRadioTb"/>
            </w:pPr>
            <w:r>
              <w:rPr>
                <w:rStyle w:val="styleRad"/>
              </w:rPr>
              <w:t xml:space="preserve"> [ ] </w:t>
            </w:r>
          </w:p>
        </w:tc>
        <w:tc>
          <w:tcPr>
            <w:tcW w:w="1750" w:type="dxa"/>
          </w:tcPr>
          <w:p w14:paraId="6B74CA6B" w14:textId="77777777" w:rsidR="00164FF5" w:rsidRDefault="00861641">
            <w:pPr>
              <w:pStyle w:val="pstyleRadioTb"/>
            </w:pPr>
            <w:r>
              <w:rPr>
                <w:rStyle w:val="styleRad"/>
              </w:rPr>
              <w:t xml:space="preserve"> [ ] </w:t>
            </w:r>
          </w:p>
        </w:tc>
        <w:tc>
          <w:tcPr>
            <w:tcW w:w="1750" w:type="dxa"/>
          </w:tcPr>
          <w:p w14:paraId="7A866C45" w14:textId="77777777" w:rsidR="00164FF5" w:rsidRDefault="00861641">
            <w:pPr>
              <w:pStyle w:val="pstyleRadioTb"/>
            </w:pPr>
            <w:r>
              <w:rPr>
                <w:rStyle w:val="styleRad"/>
              </w:rPr>
              <w:t xml:space="preserve"> [x] </w:t>
            </w:r>
          </w:p>
        </w:tc>
        <w:tc>
          <w:tcPr>
            <w:tcW w:w="1750" w:type="dxa"/>
          </w:tcPr>
          <w:p w14:paraId="11F48795" w14:textId="77777777" w:rsidR="00164FF5" w:rsidRDefault="00861641">
            <w:pPr>
              <w:pStyle w:val="pstyleRadioTb"/>
            </w:pPr>
            <w:r>
              <w:rPr>
                <w:rStyle w:val="styleRad"/>
              </w:rPr>
              <w:t xml:space="preserve"> [ ] </w:t>
            </w:r>
          </w:p>
        </w:tc>
        <w:tc>
          <w:tcPr>
            <w:tcW w:w="1750" w:type="dxa"/>
          </w:tcPr>
          <w:p w14:paraId="6D0223FC" w14:textId="77777777" w:rsidR="00164FF5" w:rsidRDefault="00861641">
            <w:pPr>
              <w:pStyle w:val="pstyleRadioTb"/>
            </w:pPr>
            <w:r>
              <w:rPr>
                <w:rStyle w:val="styleRad"/>
              </w:rPr>
              <w:t xml:space="preserve"> [ ] </w:t>
            </w:r>
          </w:p>
        </w:tc>
        <w:tc>
          <w:tcPr>
            <w:tcW w:w="1750" w:type="dxa"/>
          </w:tcPr>
          <w:p w14:paraId="062B77FB" w14:textId="77777777" w:rsidR="00164FF5" w:rsidRDefault="00861641">
            <w:pPr>
              <w:pStyle w:val="pstyleRadioTb"/>
            </w:pPr>
            <w:r>
              <w:rPr>
                <w:rStyle w:val="styleRad"/>
              </w:rPr>
              <w:t xml:space="preserve"> [ ] </w:t>
            </w:r>
          </w:p>
        </w:tc>
        <w:tc>
          <w:tcPr>
            <w:tcW w:w="1750" w:type="dxa"/>
          </w:tcPr>
          <w:p w14:paraId="4CA68E5B" w14:textId="77777777" w:rsidR="00164FF5" w:rsidRDefault="00861641">
            <w:r>
              <w:rPr>
                <w:rStyle w:val="styleSubformtxtsp"/>
              </w:rPr>
              <w:t xml:space="preserve"> </w:t>
            </w:r>
          </w:p>
        </w:tc>
        <w:tc>
          <w:tcPr>
            <w:tcW w:w="1750" w:type="dxa"/>
          </w:tcPr>
          <w:p w14:paraId="2CB01F6A" w14:textId="77777777" w:rsidR="00164FF5" w:rsidRDefault="00164FF5"/>
        </w:tc>
        <w:tc>
          <w:tcPr>
            <w:tcW w:w="1750" w:type="dxa"/>
          </w:tcPr>
          <w:p w14:paraId="7BB1DDA0" w14:textId="77777777" w:rsidR="00164FF5" w:rsidRDefault="00861641">
            <w:r>
              <w:rPr>
                <w:rStyle w:val="styleSubformtxtsp"/>
              </w:rPr>
              <w:t xml:space="preserve"> </w:t>
            </w:r>
          </w:p>
        </w:tc>
        <w:tc>
          <w:tcPr>
            <w:tcW w:w="1750" w:type="dxa"/>
          </w:tcPr>
          <w:p w14:paraId="71904533" w14:textId="77777777" w:rsidR="00164FF5" w:rsidRDefault="00861641">
            <w:r>
              <w:rPr>
                <w:rStyle w:val="styleSubformtxtsp"/>
              </w:rPr>
              <w:t xml:space="preserve">LC </w:t>
            </w:r>
          </w:p>
        </w:tc>
        <w:tc>
          <w:tcPr>
            <w:tcW w:w="1750" w:type="dxa"/>
          </w:tcPr>
          <w:p w14:paraId="46BB9BF4" w14:textId="77777777" w:rsidR="00164FF5" w:rsidRDefault="00861641">
            <w:pPr>
              <w:pStyle w:val="pstyleRadioTb"/>
            </w:pPr>
            <w:r>
              <w:rPr>
                <w:rStyle w:val="styleRad"/>
              </w:rPr>
              <w:t xml:space="preserve"> [ ] </w:t>
            </w:r>
          </w:p>
        </w:tc>
        <w:tc>
          <w:tcPr>
            <w:tcW w:w="1750" w:type="dxa"/>
          </w:tcPr>
          <w:p w14:paraId="265AC52C" w14:textId="77777777" w:rsidR="00164FF5" w:rsidRDefault="00861641">
            <w:pPr>
              <w:pStyle w:val="pstyleRadioTb"/>
            </w:pPr>
            <w:r>
              <w:rPr>
                <w:rStyle w:val="styleRad"/>
              </w:rPr>
              <w:t xml:space="preserve"> [ ] </w:t>
            </w:r>
          </w:p>
        </w:tc>
        <w:tc>
          <w:tcPr>
            <w:tcW w:w="1750" w:type="dxa"/>
          </w:tcPr>
          <w:p w14:paraId="034AE12F" w14:textId="77777777" w:rsidR="00164FF5" w:rsidRDefault="00164FF5"/>
        </w:tc>
        <w:tc>
          <w:tcPr>
            <w:tcW w:w="1750" w:type="dxa"/>
          </w:tcPr>
          <w:p w14:paraId="6AAD8464" w14:textId="77777777" w:rsidR="00164FF5" w:rsidRDefault="00164FF5"/>
        </w:tc>
      </w:tr>
      <w:tr w:rsidR="00164FF5" w14:paraId="6D68497D" w14:textId="77777777" w:rsidTr="00164FF5">
        <w:trPr>
          <w:trHeight w:val="100"/>
        </w:trPr>
        <w:tc>
          <w:tcPr>
            <w:tcW w:w="1750" w:type="dxa"/>
          </w:tcPr>
          <w:p w14:paraId="6FE98DAE" w14:textId="77777777" w:rsidR="00164FF5" w:rsidRDefault="00861641">
            <w:r>
              <w:rPr>
                <w:rStyle w:val="styleSubformtxtUP"/>
              </w:rPr>
              <w:lastRenderedPageBreak/>
              <w:t>Chordata/Aves</w:t>
            </w:r>
          </w:p>
        </w:tc>
        <w:tc>
          <w:tcPr>
            <w:tcW w:w="1750" w:type="dxa"/>
          </w:tcPr>
          <w:p w14:paraId="6DED3D93" w14:textId="77777777" w:rsidR="00164FF5" w:rsidRDefault="00861641">
            <w:r>
              <w:rPr>
                <w:rStyle w:val="styleSubformtxtIblue700"/>
              </w:rPr>
              <w:t>Gelochelidon nilotica</w:t>
            </w:r>
          </w:p>
        </w:tc>
        <w:tc>
          <w:tcPr>
            <w:tcW w:w="1750" w:type="dxa"/>
          </w:tcPr>
          <w:p w14:paraId="416029DD" w14:textId="77777777" w:rsidR="00164FF5" w:rsidRDefault="00861641">
            <w:r>
              <w:rPr>
                <w:rStyle w:val="styleSubformtxtsp"/>
              </w:rPr>
              <w:t>Gull-billed Tern</w:t>
            </w:r>
          </w:p>
        </w:tc>
        <w:tc>
          <w:tcPr>
            <w:tcW w:w="1750" w:type="dxa"/>
          </w:tcPr>
          <w:p w14:paraId="2132C7B2" w14:textId="77777777" w:rsidR="00164FF5" w:rsidRDefault="00861641">
            <w:pPr>
              <w:pStyle w:val="pstyleRadioTb"/>
            </w:pPr>
            <w:r>
              <w:rPr>
                <w:rStyle w:val="styleRad"/>
              </w:rPr>
              <w:t xml:space="preserve"> [ ] </w:t>
            </w:r>
          </w:p>
        </w:tc>
        <w:tc>
          <w:tcPr>
            <w:tcW w:w="1750" w:type="dxa"/>
          </w:tcPr>
          <w:p w14:paraId="3423CB49" w14:textId="77777777" w:rsidR="00164FF5" w:rsidRDefault="00861641">
            <w:pPr>
              <w:pStyle w:val="pstyleRadioTb"/>
            </w:pPr>
            <w:r>
              <w:rPr>
                <w:rStyle w:val="styleRad"/>
              </w:rPr>
              <w:t xml:space="preserve"> [x] </w:t>
            </w:r>
          </w:p>
        </w:tc>
        <w:tc>
          <w:tcPr>
            <w:tcW w:w="1750" w:type="dxa"/>
          </w:tcPr>
          <w:p w14:paraId="5C3A7E45" w14:textId="77777777" w:rsidR="00164FF5" w:rsidRDefault="00861641">
            <w:pPr>
              <w:pStyle w:val="pstyleRadioTb"/>
            </w:pPr>
            <w:r>
              <w:rPr>
                <w:rStyle w:val="styleRad"/>
              </w:rPr>
              <w:t xml:space="preserve"> [ ] </w:t>
            </w:r>
          </w:p>
        </w:tc>
        <w:tc>
          <w:tcPr>
            <w:tcW w:w="1750" w:type="dxa"/>
          </w:tcPr>
          <w:p w14:paraId="4B0AF33C" w14:textId="77777777" w:rsidR="00164FF5" w:rsidRDefault="00861641">
            <w:pPr>
              <w:pStyle w:val="pstyleRadioTb"/>
            </w:pPr>
            <w:r>
              <w:rPr>
                <w:rStyle w:val="styleRad"/>
              </w:rPr>
              <w:t xml:space="preserve"> [ ] </w:t>
            </w:r>
          </w:p>
        </w:tc>
        <w:tc>
          <w:tcPr>
            <w:tcW w:w="1750" w:type="dxa"/>
          </w:tcPr>
          <w:p w14:paraId="7E221A49" w14:textId="77777777" w:rsidR="00164FF5" w:rsidRDefault="00861641">
            <w:pPr>
              <w:pStyle w:val="pstyleRadioTb"/>
            </w:pPr>
            <w:r>
              <w:rPr>
                <w:rStyle w:val="styleRad"/>
              </w:rPr>
              <w:t xml:space="preserve"> [x] </w:t>
            </w:r>
          </w:p>
        </w:tc>
        <w:tc>
          <w:tcPr>
            <w:tcW w:w="1750" w:type="dxa"/>
          </w:tcPr>
          <w:p w14:paraId="7D576C62" w14:textId="77777777" w:rsidR="00164FF5" w:rsidRDefault="00861641">
            <w:pPr>
              <w:pStyle w:val="pstyleRadioTb"/>
            </w:pPr>
            <w:r>
              <w:rPr>
                <w:rStyle w:val="styleRad"/>
              </w:rPr>
              <w:t xml:space="preserve"> [ ] </w:t>
            </w:r>
          </w:p>
        </w:tc>
        <w:tc>
          <w:tcPr>
            <w:tcW w:w="1750" w:type="dxa"/>
          </w:tcPr>
          <w:p w14:paraId="1DE5F433" w14:textId="77777777" w:rsidR="00164FF5" w:rsidRDefault="00861641">
            <w:pPr>
              <w:pStyle w:val="pstyleRadioTb"/>
            </w:pPr>
            <w:r>
              <w:rPr>
                <w:rStyle w:val="styleRad"/>
              </w:rPr>
              <w:t xml:space="preserve"> [ ] </w:t>
            </w:r>
          </w:p>
        </w:tc>
        <w:tc>
          <w:tcPr>
            <w:tcW w:w="1750" w:type="dxa"/>
          </w:tcPr>
          <w:p w14:paraId="19D6011A" w14:textId="77777777" w:rsidR="00164FF5" w:rsidRDefault="00861641">
            <w:pPr>
              <w:pStyle w:val="pstyleRadioTb"/>
            </w:pPr>
            <w:r>
              <w:rPr>
                <w:rStyle w:val="styleRad"/>
              </w:rPr>
              <w:t xml:space="preserve"> [ ] </w:t>
            </w:r>
          </w:p>
        </w:tc>
        <w:tc>
          <w:tcPr>
            <w:tcW w:w="1750" w:type="dxa"/>
          </w:tcPr>
          <w:p w14:paraId="41F4FB3E" w14:textId="77777777" w:rsidR="00164FF5" w:rsidRDefault="00861641">
            <w:r>
              <w:rPr>
                <w:rStyle w:val="styleSubformtxtsp"/>
              </w:rPr>
              <w:t xml:space="preserve"> </w:t>
            </w:r>
          </w:p>
        </w:tc>
        <w:tc>
          <w:tcPr>
            <w:tcW w:w="1750" w:type="dxa"/>
          </w:tcPr>
          <w:p w14:paraId="6E574739" w14:textId="77777777" w:rsidR="00164FF5" w:rsidRDefault="00164FF5"/>
        </w:tc>
        <w:tc>
          <w:tcPr>
            <w:tcW w:w="1750" w:type="dxa"/>
          </w:tcPr>
          <w:p w14:paraId="25543D69" w14:textId="77777777" w:rsidR="00164FF5" w:rsidRDefault="00861641">
            <w:r>
              <w:rPr>
                <w:rStyle w:val="styleSubformtxtsp"/>
              </w:rPr>
              <w:t xml:space="preserve"> </w:t>
            </w:r>
          </w:p>
        </w:tc>
        <w:tc>
          <w:tcPr>
            <w:tcW w:w="1750" w:type="dxa"/>
          </w:tcPr>
          <w:p w14:paraId="2BC4A79C" w14:textId="77777777" w:rsidR="00164FF5" w:rsidRDefault="00861641">
            <w:r>
              <w:rPr>
                <w:rStyle w:val="styleSubformtxtsp"/>
              </w:rPr>
              <w:t xml:space="preserve">LC </w:t>
            </w:r>
          </w:p>
        </w:tc>
        <w:tc>
          <w:tcPr>
            <w:tcW w:w="1750" w:type="dxa"/>
          </w:tcPr>
          <w:p w14:paraId="325EC392" w14:textId="77777777" w:rsidR="00164FF5" w:rsidRDefault="00861641">
            <w:pPr>
              <w:pStyle w:val="pstyleRadioTb"/>
            </w:pPr>
            <w:r>
              <w:rPr>
                <w:rStyle w:val="styleRad"/>
              </w:rPr>
              <w:t xml:space="preserve"> [ ] </w:t>
            </w:r>
          </w:p>
        </w:tc>
        <w:tc>
          <w:tcPr>
            <w:tcW w:w="1750" w:type="dxa"/>
          </w:tcPr>
          <w:p w14:paraId="78817ED8" w14:textId="77777777" w:rsidR="00164FF5" w:rsidRDefault="00861641">
            <w:pPr>
              <w:pStyle w:val="pstyleRadioTb"/>
            </w:pPr>
            <w:r>
              <w:rPr>
                <w:rStyle w:val="styleRad"/>
              </w:rPr>
              <w:t xml:space="preserve"> [ ] </w:t>
            </w:r>
          </w:p>
        </w:tc>
        <w:tc>
          <w:tcPr>
            <w:tcW w:w="1750" w:type="dxa"/>
          </w:tcPr>
          <w:p w14:paraId="1AEC1743" w14:textId="77777777" w:rsidR="00164FF5" w:rsidRDefault="00164FF5"/>
        </w:tc>
        <w:tc>
          <w:tcPr>
            <w:tcW w:w="1750" w:type="dxa"/>
          </w:tcPr>
          <w:p w14:paraId="6E45234E" w14:textId="77777777" w:rsidR="00164FF5" w:rsidRDefault="00861641">
            <w:r>
              <w:rPr>
                <w:rStyle w:val="styleSubformtxtsp"/>
              </w:rPr>
              <w:t>Drought refuge</w:t>
            </w:r>
          </w:p>
        </w:tc>
      </w:tr>
      <w:tr w:rsidR="00164FF5" w14:paraId="3197A873" w14:textId="77777777" w:rsidTr="00164FF5">
        <w:trPr>
          <w:trHeight w:val="100"/>
        </w:trPr>
        <w:tc>
          <w:tcPr>
            <w:tcW w:w="1750" w:type="dxa"/>
          </w:tcPr>
          <w:p w14:paraId="54D83ED0" w14:textId="77777777" w:rsidR="00164FF5" w:rsidRDefault="00861641">
            <w:r>
              <w:rPr>
                <w:rStyle w:val="styleSubformtxtUP"/>
              </w:rPr>
              <w:t>Chordata/Aves</w:t>
            </w:r>
          </w:p>
        </w:tc>
        <w:tc>
          <w:tcPr>
            <w:tcW w:w="1750" w:type="dxa"/>
          </w:tcPr>
          <w:p w14:paraId="06EE9BE4" w14:textId="77777777" w:rsidR="00164FF5" w:rsidRDefault="00861641">
            <w:r>
              <w:rPr>
                <w:rStyle w:val="styleSubformtxtIblue700"/>
              </w:rPr>
              <w:t>Grus rubicunda</w:t>
            </w:r>
          </w:p>
        </w:tc>
        <w:tc>
          <w:tcPr>
            <w:tcW w:w="1750" w:type="dxa"/>
          </w:tcPr>
          <w:p w14:paraId="0ADF23A4" w14:textId="77777777" w:rsidR="00164FF5" w:rsidRDefault="00861641">
            <w:r>
              <w:rPr>
                <w:rStyle w:val="styleSubformtxtsp"/>
              </w:rPr>
              <w:t>Brolga</w:t>
            </w:r>
          </w:p>
        </w:tc>
        <w:tc>
          <w:tcPr>
            <w:tcW w:w="1750" w:type="dxa"/>
          </w:tcPr>
          <w:p w14:paraId="2D670BB1" w14:textId="77777777" w:rsidR="00164FF5" w:rsidRDefault="00861641">
            <w:pPr>
              <w:pStyle w:val="pstyleRadioTb"/>
            </w:pPr>
            <w:r>
              <w:rPr>
                <w:rStyle w:val="styleRad"/>
              </w:rPr>
              <w:t xml:space="preserve"> [ ] </w:t>
            </w:r>
          </w:p>
        </w:tc>
        <w:tc>
          <w:tcPr>
            <w:tcW w:w="1750" w:type="dxa"/>
          </w:tcPr>
          <w:p w14:paraId="65385938" w14:textId="77777777" w:rsidR="00164FF5" w:rsidRDefault="00861641">
            <w:pPr>
              <w:pStyle w:val="pstyleRadioTb"/>
            </w:pPr>
            <w:r>
              <w:rPr>
                <w:rStyle w:val="styleRad"/>
              </w:rPr>
              <w:t xml:space="preserve"> [ ] </w:t>
            </w:r>
          </w:p>
        </w:tc>
        <w:tc>
          <w:tcPr>
            <w:tcW w:w="1750" w:type="dxa"/>
          </w:tcPr>
          <w:p w14:paraId="3DC3A3F8" w14:textId="77777777" w:rsidR="00164FF5" w:rsidRDefault="00861641">
            <w:pPr>
              <w:pStyle w:val="pstyleRadioTb"/>
            </w:pPr>
            <w:r>
              <w:rPr>
                <w:rStyle w:val="styleRad"/>
              </w:rPr>
              <w:t xml:space="preserve"> [ ] </w:t>
            </w:r>
          </w:p>
        </w:tc>
        <w:tc>
          <w:tcPr>
            <w:tcW w:w="1750" w:type="dxa"/>
          </w:tcPr>
          <w:p w14:paraId="157626C8" w14:textId="77777777" w:rsidR="00164FF5" w:rsidRDefault="00861641">
            <w:pPr>
              <w:pStyle w:val="pstyleRadioTb"/>
            </w:pPr>
            <w:r>
              <w:rPr>
                <w:rStyle w:val="styleRad"/>
              </w:rPr>
              <w:t xml:space="preserve"> [ ] </w:t>
            </w:r>
          </w:p>
        </w:tc>
        <w:tc>
          <w:tcPr>
            <w:tcW w:w="1750" w:type="dxa"/>
          </w:tcPr>
          <w:p w14:paraId="70BA7748" w14:textId="77777777" w:rsidR="00164FF5" w:rsidRDefault="00861641">
            <w:pPr>
              <w:pStyle w:val="pstyleRadioTb"/>
            </w:pPr>
            <w:r>
              <w:rPr>
                <w:rStyle w:val="styleRad"/>
              </w:rPr>
              <w:t xml:space="preserve"> [x] </w:t>
            </w:r>
          </w:p>
        </w:tc>
        <w:tc>
          <w:tcPr>
            <w:tcW w:w="1750" w:type="dxa"/>
          </w:tcPr>
          <w:p w14:paraId="3C7F00F0" w14:textId="77777777" w:rsidR="00164FF5" w:rsidRDefault="00861641">
            <w:pPr>
              <w:pStyle w:val="pstyleRadioTb"/>
            </w:pPr>
            <w:r>
              <w:rPr>
                <w:rStyle w:val="styleRad"/>
              </w:rPr>
              <w:t xml:space="preserve"> [ ] </w:t>
            </w:r>
          </w:p>
        </w:tc>
        <w:tc>
          <w:tcPr>
            <w:tcW w:w="1750" w:type="dxa"/>
          </w:tcPr>
          <w:p w14:paraId="6F53D3B9" w14:textId="77777777" w:rsidR="00164FF5" w:rsidRDefault="00861641">
            <w:pPr>
              <w:pStyle w:val="pstyleRadioTb"/>
            </w:pPr>
            <w:r>
              <w:rPr>
                <w:rStyle w:val="styleRad"/>
              </w:rPr>
              <w:t xml:space="preserve"> [ ] </w:t>
            </w:r>
          </w:p>
        </w:tc>
        <w:tc>
          <w:tcPr>
            <w:tcW w:w="1750" w:type="dxa"/>
          </w:tcPr>
          <w:p w14:paraId="7DEE468E" w14:textId="77777777" w:rsidR="00164FF5" w:rsidRDefault="00861641">
            <w:pPr>
              <w:pStyle w:val="pstyleRadioTb"/>
            </w:pPr>
            <w:r>
              <w:rPr>
                <w:rStyle w:val="styleRad"/>
              </w:rPr>
              <w:t xml:space="preserve"> [ ] </w:t>
            </w:r>
          </w:p>
        </w:tc>
        <w:tc>
          <w:tcPr>
            <w:tcW w:w="1750" w:type="dxa"/>
          </w:tcPr>
          <w:p w14:paraId="3915BA96" w14:textId="77777777" w:rsidR="00164FF5" w:rsidRDefault="00861641">
            <w:r>
              <w:rPr>
                <w:rStyle w:val="styleSubformtxtsp"/>
              </w:rPr>
              <w:t xml:space="preserve"> </w:t>
            </w:r>
          </w:p>
        </w:tc>
        <w:tc>
          <w:tcPr>
            <w:tcW w:w="1750" w:type="dxa"/>
          </w:tcPr>
          <w:p w14:paraId="11A3CFDB" w14:textId="77777777" w:rsidR="00164FF5" w:rsidRDefault="00164FF5"/>
        </w:tc>
        <w:tc>
          <w:tcPr>
            <w:tcW w:w="1750" w:type="dxa"/>
          </w:tcPr>
          <w:p w14:paraId="5469C359" w14:textId="77777777" w:rsidR="00164FF5" w:rsidRDefault="00861641">
            <w:r>
              <w:rPr>
                <w:rStyle w:val="styleSubformtxtsp"/>
              </w:rPr>
              <w:t xml:space="preserve"> </w:t>
            </w:r>
          </w:p>
        </w:tc>
        <w:tc>
          <w:tcPr>
            <w:tcW w:w="1750" w:type="dxa"/>
          </w:tcPr>
          <w:p w14:paraId="78780F69" w14:textId="77777777" w:rsidR="00164FF5" w:rsidRDefault="00861641">
            <w:r>
              <w:rPr>
                <w:rStyle w:val="styleSubformtxtsp"/>
              </w:rPr>
              <w:t xml:space="preserve">LC </w:t>
            </w:r>
          </w:p>
        </w:tc>
        <w:tc>
          <w:tcPr>
            <w:tcW w:w="1750" w:type="dxa"/>
          </w:tcPr>
          <w:p w14:paraId="30F4266E" w14:textId="77777777" w:rsidR="00164FF5" w:rsidRDefault="00861641">
            <w:pPr>
              <w:pStyle w:val="pstyleRadioTb"/>
            </w:pPr>
            <w:r>
              <w:rPr>
                <w:rStyle w:val="styleRad"/>
              </w:rPr>
              <w:t xml:space="preserve"> [ ] </w:t>
            </w:r>
          </w:p>
        </w:tc>
        <w:tc>
          <w:tcPr>
            <w:tcW w:w="1750" w:type="dxa"/>
          </w:tcPr>
          <w:p w14:paraId="21732A65" w14:textId="77777777" w:rsidR="00164FF5" w:rsidRDefault="00861641">
            <w:pPr>
              <w:pStyle w:val="pstyleRadioTb"/>
            </w:pPr>
            <w:r>
              <w:rPr>
                <w:rStyle w:val="styleRad"/>
              </w:rPr>
              <w:t xml:space="preserve"> [ ] </w:t>
            </w:r>
          </w:p>
        </w:tc>
        <w:tc>
          <w:tcPr>
            <w:tcW w:w="1750" w:type="dxa"/>
          </w:tcPr>
          <w:p w14:paraId="5A2E35C3" w14:textId="77777777" w:rsidR="00164FF5" w:rsidRDefault="00164FF5"/>
        </w:tc>
        <w:tc>
          <w:tcPr>
            <w:tcW w:w="1750" w:type="dxa"/>
          </w:tcPr>
          <w:p w14:paraId="39D16836" w14:textId="77777777" w:rsidR="00164FF5" w:rsidRDefault="00164FF5"/>
        </w:tc>
      </w:tr>
      <w:tr w:rsidR="00164FF5" w14:paraId="798C036A" w14:textId="77777777" w:rsidTr="00164FF5">
        <w:trPr>
          <w:trHeight w:val="100"/>
        </w:trPr>
        <w:tc>
          <w:tcPr>
            <w:tcW w:w="1750" w:type="dxa"/>
          </w:tcPr>
          <w:p w14:paraId="22260C89" w14:textId="77777777" w:rsidR="00164FF5" w:rsidRDefault="00861641">
            <w:r>
              <w:rPr>
                <w:rStyle w:val="styleSubformtxtUP"/>
              </w:rPr>
              <w:t>Chordata/Aves</w:t>
            </w:r>
          </w:p>
        </w:tc>
        <w:tc>
          <w:tcPr>
            <w:tcW w:w="1750" w:type="dxa"/>
          </w:tcPr>
          <w:p w14:paraId="28BBA58F" w14:textId="77777777" w:rsidR="00164FF5" w:rsidRDefault="00861641">
            <w:r>
              <w:rPr>
                <w:rStyle w:val="styleSubformtxtIblue700"/>
              </w:rPr>
              <w:t>Hamirostra melanosternon</w:t>
            </w:r>
          </w:p>
        </w:tc>
        <w:tc>
          <w:tcPr>
            <w:tcW w:w="1750" w:type="dxa"/>
          </w:tcPr>
          <w:p w14:paraId="41CB24DC" w14:textId="77777777" w:rsidR="00164FF5" w:rsidRDefault="00861641">
            <w:r>
              <w:rPr>
                <w:rStyle w:val="styleSubformtxtsp"/>
              </w:rPr>
              <w:t>Black-breasted Buzzard</w:t>
            </w:r>
          </w:p>
        </w:tc>
        <w:tc>
          <w:tcPr>
            <w:tcW w:w="1750" w:type="dxa"/>
          </w:tcPr>
          <w:p w14:paraId="2951D175" w14:textId="77777777" w:rsidR="00164FF5" w:rsidRDefault="00861641">
            <w:pPr>
              <w:pStyle w:val="pstyleRadioTb"/>
            </w:pPr>
            <w:r>
              <w:rPr>
                <w:rStyle w:val="styleRad"/>
              </w:rPr>
              <w:t xml:space="preserve"> [x] </w:t>
            </w:r>
          </w:p>
        </w:tc>
        <w:tc>
          <w:tcPr>
            <w:tcW w:w="1750" w:type="dxa"/>
          </w:tcPr>
          <w:p w14:paraId="42DD3E8F" w14:textId="77777777" w:rsidR="00164FF5" w:rsidRDefault="00861641">
            <w:pPr>
              <w:pStyle w:val="pstyleRadioTb"/>
            </w:pPr>
            <w:r>
              <w:rPr>
                <w:rStyle w:val="styleRad"/>
              </w:rPr>
              <w:t xml:space="preserve"> [ ] </w:t>
            </w:r>
          </w:p>
        </w:tc>
        <w:tc>
          <w:tcPr>
            <w:tcW w:w="1750" w:type="dxa"/>
          </w:tcPr>
          <w:p w14:paraId="3CB5D19C" w14:textId="77777777" w:rsidR="00164FF5" w:rsidRDefault="00861641">
            <w:pPr>
              <w:pStyle w:val="pstyleRadioTb"/>
            </w:pPr>
            <w:r>
              <w:rPr>
                <w:rStyle w:val="styleRad"/>
              </w:rPr>
              <w:t xml:space="preserve"> [ ] </w:t>
            </w:r>
          </w:p>
        </w:tc>
        <w:tc>
          <w:tcPr>
            <w:tcW w:w="1750" w:type="dxa"/>
          </w:tcPr>
          <w:p w14:paraId="26372976" w14:textId="77777777" w:rsidR="00164FF5" w:rsidRDefault="00861641">
            <w:pPr>
              <w:pStyle w:val="pstyleRadioTb"/>
            </w:pPr>
            <w:r>
              <w:rPr>
                <w:rStyle w:val="styleRad"/>
              </w:rPr>
              <w:t xml:space="preserve"> [ ] </w:t>
            </w:r>
          </w:p>
        </w:tc>
        <w:tc>
          <w:tcPr>
            <w:tcW w:w="1750" w:type="dxa"/>
          </w:tcPr>
          <w:p w14:paraId="2D3E5AE7" w14:textId="77777777" w:rsidR="00164FF5" w:rsidRDefault="00861641">
            <w:pPr>
              <w:pStyle w:val="pstyleRadioTb"/>
            </w:pPr>
            <w:r>
              <w:rPr>
                <w:rStyle w:val="styleRad"/>
              </w:rPr>
              <w:t xml:space="preserve"> [ ] </w:t>
            </w:r>
          </w:p>
        </w:tc>
        <w:tc>
          <w:tcPr>
            <w:tcW w:w="1750" w:type="dxa"/>
          </w:tcPr>
          <w:p w14:paraId="4C320AE3" w14:textId="77777777" w:rsidR="00164FF5" w:rsidRDefault="00861641">
            <w:pPr>
              <w:pStyle w:val="pstyleRadioTb"/>
            </w:pPr>
            <w:r>
              <w:rPr>
                <w:rStyle w:val="styleRad"/>
              </w:rPr>
              <w:t xml:space="preserve"> [ ] </w:t>
            </w:r>
          </w:p>
        </w:tc>
        <w:tc>
          <w:tcPr>
            <w:tcW w:w="1750" w:type="dxa"/>
          </w:tcPr>
          <w:p w14:paraId="36D87E6E" w14:textId="77777777" w:rsidR="00164FF5" w:rsidRDefault="00861641">
            <w:pPr>
              <w:pStyle w:val="pstyleRadioTb"/>
            </w:pPr>
            <w:r>
              <w:rPr>
                <w:rStyle w:val="styleRad"/>
              </w:rPr>
              <w:t xml:space="preserve"> [ ] </w:t>
            </w:r>
          </w:p>
        </w:tc>
        <w:tc>
          <w:tcPr>
            <w:tcW w:w="1750" w:type="dxa"/>
          </w:tcPr>
          <w:p w14:paraId="2A77253E" w14:textId="77777777" w:rsidR="00164FF5" w:rsidRDefault="00861641">
            <w:pPr>
              <w:pStyle w:val="pstyleRadioTb"/>
            </w:pPr>
            <w:r>
              <w:rPr>
                <w:rStyle w:val="styleRad"/>
              </w:rPr>
              <w:t xml:space="preserve"> [ ] </w:t>
            </w:r>
          </w:p>
        </w:tc>
        <w:tc>
          <w:tcPr>
            <w:tcW w:w="1750" w:type="dxa"/>
          </w:tcPr>
          <w:p w14:paraId="37DC88DA" w14:textId="77777777" w:rsidR="00164FF5" w:rsidRDefault="00861641">
            <w:r>
              <w:rPr>
                <w:rStyle w:val="styleSubformtxtsp"/>
              </w:rPr>
              <w:t xml:space="preserve"> </w:t>
            </w:r>
          </w:p>
        </w:tc>
        <w:tc>
          <w:tcPr>
            <w:tcW w:w="1750" w:type="dxa"/>
          </w:tcPr>
          <w:p w14:paraId="227AD80E" w14:textId="77777777" w:rsidR="00164FF5" w:rsidRDefault="00164FF5"/>
        </w:tc>
        <w:tc>
          <w:tcPr>
            <w:tcW w:w="1750" w:type="dxa"/>
          </w:tcPr>
          <w:p w14:paraId="5DBF6827" w14:textId="77777777" w:rsidR="00164FF5" w:rsidRDefault="00861641">
            <w:r>
              <w:rPr>
                <w:rStyle w:val="styleSubformtxtsp"/>
              </w:rPr>
              <w:t xml:space="preserve"> </w:t>
            </w:r>
          </w:p>
        </w:tc>
        <w:tc>
          <w:tcPr>
            <w:tcW w:w="1750" w:type="dxa"/>
          </w:tcPr>
          <w:p w14:paraId="130B7C8F" w14:textId="77777777" w:rsidR="00164FF5" w:rsidRDefault="00861641">
            <w:r>
              <w:rPr>
                <w:rStyle w:val="styleSubformtxtsp"/>
              </w:rPr>
              <w:t xml:space="preserve">LC </w:t>
            </w:r>
          </w:p>
        </w:tc>
        <w:tc>
          <w:tcPr>
            <w:tcW w:w="1750" w:type="dxa"/>
          </w:tcPr>
          <w:p w14:paraId="3AB62C01" w14:textId="77777777" w:rsidR="00164FF5" w:rsidRDefault="00861641">
            <w:pPr>
              <w:pStyle w:val="pstyleRadioTb"/>
            </w:pPr>
            <w:r>
              <w:rPr>
                <w:rStyle w:val="styleRad"/>
              </w:rPr>
              <w:t xml:space="preserve"> [ ] </w:t>
            </w:r>
          </w:p>
        </w:tc>
        <w:tc>
          <w:tcPr>
            <w:tcW w:w="1750" w:type="dxa"/>
          </w:tcPr>
          <w:p w14:paraId="79C2E2B9" w14:textId="77777777" w:rsidR="00164FF5" w:rsidRDefault="00861641">
            <w:pPr>
              <w:pStyle w:val="pstyleRadioTb"/>
            </w:pPr>
            <w:r>
              <w:rPr>
                <w:rStyle w:val="styleRad"/>
              </w:rPr>
              <w:t xml:space="preserve"> [ ] </w:t>
            </w:r>
          </w:p>
        </w:tc>
        <w:tc>
          <w:tcPr>
            <w:tcW w:w="1750" w:type="dxa"/>
          </w:tcPr>
          <w:p w14:paraId="4480D489" w14:textId="77777777" w:rsidR="00164FF5" w:rsidRDefault="00861641">
            <w:r>
              <w:rPr>
                <w:rStyle w:val="styleSubformtxtsp"/>
              </w:rPr>
              <w:t>Vulnerable in NSW (BCA)</w:t>
            </w:r>
          </w:p>
        </w:tc>
        <w:tc>
          <w:tcPr>
            <w:tcW w:w="1750" w:type="dxa"/>
          </w:tcPr>
          <w:p w14:paraId="1D665307" w14:textId="77777777" w:rsidR="00164FF5" w:rsidRDefault="00164FF5"/>
        </w:tc>
      </w:tr>
      <w:tr w:rsidR="00164FF5" w14:paraId="51AD18BE" w14:textId="77777777" w:rsidTr="00164FF5">
        <w:trPr>
          <w:trHeight w:val="100"/>
        </w:trPr>
        <w:tc>
          <w:tcPr>
            <w:tcW w:w="1750" w:type="dxa"/>
          </w:tcPr>
          <w:p w14:paraId="0B6BEB7A" w14:textId="77777777" w:rsidR="00164FF5" w:rsidRDefault="00861641">
            <w:r>
              <w:rPr>
                <w:rStyle w:val="styleSubformtxtUP"/>
              </w:rPr>
              <w:t>Chordata/Aves</w:t>
            </w:r>
          </w:p>
        </w:tc>
        <w:tc>
          <w:tcPr>
            <w:tcW w:w="1750" w:type="dxa"/>
          </w:tcPr>
          <w:p w14:paraId="46356570" w14:textId="77777777" w:rsidR="00164FF5" w:rsidRDefault="00861641">
            <w:r>
              <w:rPr>
                <w:rStyle w:val="styleSubformtxtIblue700"/>
              </w:rPr>
              <w:t>Hieraaetus morphnoides</w:t>
            </w:r>
          </w:p>
        </w:tc>
        <w:tc>
          <w:tcPr>
            <w:tcW w:w="1750" w:type="dxa"/>
          </w:tcPr>
          <w:p w14:paraId="0981436C" w14:textId="77777777" w:rsidR="00164FF5" w:rsidRDefault="00861641">
            <w:r>
              <w:rPr>
                <w:rStyle w:val="styleSubformtxtsp"/>
              </w:rPr>
              <w:t>Little Eagle</w:t>
            </w:r>
          </w:p>
        </w:tc>
        <w:tc>
          <w:tcPr>
            <w:tcW w:w="1750" w:type="dxa"/>
          </w:tcPr>
          <w:p w14:paraId="3F042F85" w14:textId="77777777" w:rsidR="00164FF5" w:rsidRDefault="00861641">
            <w:pPr>
              <w:pStyle w:val="pstyleRadioTb"/>
            </w:pPr>
            <w:r>
              <w:rPr>
                <w:rStyle w:val="styleRad"/>
              </w:rPr>
              <w:t xml:space="preserve"> [x] </w:t>
            </w:r>
          </w:p>
        </w:tc>
        <w:tc>
          <w:tcPr>
            <w:tcW w:w="1750" w:type="dxa"/>
          </w:tcPr>
          <w:p w14:paraId="1E9FDE61" w14:textId="77777777" w:rsidR="00164FF5" w:rsidRDefault="00861641">
            <w:pPr>
              <w:pStyle w:val="pstyleRadioTb"/>
            </w:pPr>
            <w:r>
              <w:rPr>
                <w:rStyle w:val="styleRad"/>
              </w:rPr>
              <w:t xml:space="preserve"> [ ] </w:t>
            </w:r>
          </w:p>
        </w:tc>
        <w:tc>
          <w:tcPr>
            <w:tcW w:w="1750" w:type="dxa"/>
          </w:tcPr>
          <w:p w14:paraId="7622F9A4" w14:textId="77777777" w:rsidR="00164FF5" w:rsidRDefault="00861641">
            <w:pPr>
              <w:pStyle w:val="pstyleRadioTb"/>
            </w:pPr>
            <w:r>
              <w:rPr>
                <w:rStyle w:val="styleRad"/>
              </w:rPr>
              <w:t xml:space="preserve"> [ ] </w:t>
            </w:r>
          </w:p>
        </w:tc>
        <w:tc>
          <w:tcPr>
            <w:tcW w:w="1750" w:type="dxa"/>
          </w:tcPr>
          <w:p w14:paraId="36CFF094" w14:textId="77777777" w:rsidR="00164FF5" w:rsidRDefault="00861641">
            <w:pPr>
              <w:pStyle w:val="pstyleRadioTb"/>
            </w:pPr>
            <w:r>
              <w:rPr>
                <w:rStyle w:val="styleRad"/>
              </w:rPr>
              <w:t xml:space="preserve"> [ ] </w:t>
            </w:r>
          </w:p>
        </w:tc>
        <w:tc>
          <w:tcPr>
            <w:tcW w:w="1750" w:type="dxa"/>
          </w:tcPr>
          <w:p w14:paraId="624D3C19" w14:textId="77777777" w:rsidR="00164FF5" w:rsidRDefault="00861641">
            <w:pPr>
              <w:pStyle w:val="pstyleRadioTb"/>
            </w:pPr>
            <w:r>
              <w:rPr>
                <w:rStyle w:val="styleRad"/>
              </w:rPr>
              <w:t xml:space="preserve"> [ ] </w:t>
            </w:r>
          </w:p>
        </w:tc>
        <w:tc>
          <w:tcPr>
            <w:tcW w:w="1750" w:type="dxa"/>
          </w:tcPr>
          <w:p w14:paraId="48077F39" w14:textId="77777777" w:rsidR="00164FF5" w:rsidRDefault="00861641">
            <w:pPr>
              <w:pStyle w:val="pstyleRadioTb"/>
            </w:pPr>
            <w:r>
              <w:rPr>
                <w:rStyle w:val="styleRad"/>
              </w:rPr>
              <w:t xml:space="preserve"> [ ] </w:t>
            </w:r>
          </w:p>
        </w:tc>
        <w:tc>
          <w:tcPr>
            <w:tcW w:w="1750" w:type="dxa"/>
          </w:tcPr>
          <w:p w14:paraId="62A87603" w14:textId="77777777" w:rsidR="00164FF5" w:rsidRDefault="00861641">
            <w:pPr>
              <w:pStyle w:val="pstyleRadioTb"/>
            </w:pPr>
            <w:r>
              <w:rPr>
                <w:rStyle w:val="styleRad"/>
              </w:rPr>
              <w:t xml:space="preserve"> [ ] </w:t>
            </w:r>
          </w:p>
        </w:tc>
        <w:tc>
          <w:tcPr>
            <w:tcW w:w="1750" w:type="dxa"/>
          </w:tcPr>
          <w:p w14:paraId="73C435CA" w14:textId="77777777" w:rsidR="00164FF5" w:rsidRDefault="00861641">
            <w:pPr>
              <w:pStyle w:val="pstyleRadioTb"/>
            </w:pPr>
            <w:r>
              <w:rPr>
                <w:rStyle w:val="styleRad"/>
              </w:rPr>
              <w:t xml:space="preserve"> [ ] </w:t>
            </w:r>
          </w:p>
        </w:tc>
        <w:tc>
          <w:tcPr>
            <w:tcW w:w="1750" w:type="dxa"/>
          </w:tcPr>
          <w:p w14:paraId="49508B61" w14:textId="77777777" w:rsidR="00164FF5" w:rsidRDefault="00861641">
            <w:r>
              <w:rPr>
                <w:rStyle w:val="styleSubformtxtsp"/>
              </w:rPr>
              <w:t xml:space="preserve"> </w:t>
            </w:r>
          </w:p>
        </w:tc>
        <w:tc>
          <w:tcPr>
            <w:tcW w:w="1750" w:type="dxa"/>
          </w:tcPr>
          <w:p w14:paraId="31FFF1F7" w14:textId="77777777" w:rsidR="00164FF5" w:rsidRDefault="00164FF5"/>
        </w:tc>
        <w:tc>
          <w:tcPr>
            <w:tcW w:w="1750" w:type="dxa"/>
          </w:tcPr>
          <w:p w14:paraId="42F24F85" w14:textId="77777777" w:rsidR="00164FF5" w:rsidRDefault="00861641">
            <w:r>
              <w:rPr>
                <w:rStyle w:val="styleSubformtxtsp"/>
              </w:rPr>
              <w:t xml:space="preserve"> </w:t>
            </w:r>
          </w:p>
        </w:tc>
        <w:tc>
          <w:tcPr>
            <w:tcW w:w="1750" w:type="dxa"/>
          </w:tcPr>
          <w:p w14:paraId="64E18365" w14:textId="77777777" w:rsidR="00164FF5" w:rsidRDefault="00861641">
            <w:r>
              <w:rPr>
                <w:rStyle w:val="styleSubformtxtsp"/>
              </w:rPr>
              <w:t xml:space="preserve">LC </w:t>
            </w:r>
          </w:p>
        </w:tc>
        <w:tc>
          <w:tcPr>
            <w:tcW w:w="1750" w:type="dxa"/>
          </w:tcPr>
          <w:p w14:paraId="3A7AB0FA" w14:textId="77777777" w:rsidR="00164FF5" w:rsidRDefault="00861641">
            <w:pPr>
              <w:pStyle w:val="pstyleRadioTb"/>
            </w:pPr>
            <w:r>
              <w:rPr>
                <w:rStyle w:val="styleRad"/>
              </w:rPr>
              <w:t xml:space="preserve"> [ ] </w:t>
            </w:r>
          </w:p>
        </w:tc>
        <w:tc>
          <w:tcPr>
            <w:tcW w:w="1750" w:type="dxa"/>
          </w:tcPr>
          <w:p w14:paraId="0FE44742" w14:textId="77777777" w:rsidR="00164FF5" w:rsidRDefault="00861641">
            <w:pPr>
              <w:pStyle w:val="pstyleRadioTb"/>
            </w:pPr>
            <w:r>
              <w:rPr>
                <w:rStyle w:val="styleRad"/>
              </w:rPr>
              <w:t xml:space="preserve"> [ ] </w:t>
            </w:r>
          </w:p>
        </w:tc>
        <w:tc>
          <w:tcPr>
            <w:tcW w:w="1750" w:type="dxa"/>
          </w:tcPr>
          <w:p w14:paraId="438E59B0" w14:textId="77777777" w:rsidR="00164FF5" w:rsidRDefault="00861641">
            <w:r>
              <w:rPr>
                <w:rStyle w:val="styleSubformtxtsp"/>
              </w:rPr>
              <w:t>Vulnerable in NSW (BCA)</w:t>
            </w:r>
          </w:p>
        </w:tc>
        <w:tc>
          <w:tcPr>
            <w:tcW w:w="1750" w:type="dxa"/>
          </w:tcPr>
          <w:p w14:paraId="47137CF2" w14:textId="77777777" w:rsidR="00164FF5" w:rsidRDefault="00164FF5"/>
        </w:tc>
      </w:tr>
      <w:tr w:rsidR="00164FF5" w14:paraId="4F92C439" w14:textId="77777777" w:rsidTr="00164FF5">
        <w:trPr>
          <w:trHeight w:val="100"/>
        </w:trPr>
        <w:tc>
          <w:tcPr>
            <w:tcW w:w="1750" w:type="dxa"/>
          </w:tcPr>
          <w:p w14:paraId="789B2024" w14:textId="77777777" w:rsidR="00164FF5" w:rsidRDefault="00861641">
            <w:r>
              <w:rPr>
                <w:rStyle w:val="styleSubformtxtUP"/>
              </w:rPr>
              <w:t>Chordata/Aves</w:t>
            </w:r>
          </w:p>
        </w:tc>
        <w:tc>
          <w:tcPr>
            <w:tcW w:w="1750" w:type="dxa"/>
          </w:tcPr>
          <w:p w14:paraId="722CED3A" w14:textId="77777777" w:rsidR="00164FF5" w:rsidRDefault="00861641">
            <w:r>
              <w:rPr>
                <w:rStyle w:val="styleSubformtxtIblue700"/>
              </w:rPr>
              <w:t>Himantopus himantopus</w:t>
            </w:r>
          </w:p>
        </w:tc>
        <w:tc>
          <w:tcPr>
            <w:tcW w:w="1750" w:type="dxa"/>
          </w:tcPr>
          <w:p w14:paraId="4095B67E" w14:textId="77777777" w:rsidR="00164FF5" w:rsidRDefault="00861641">
            <w:r>
              <w:rPr>
                <w:rStyle w:val="styleSubformtxtsp"/>
              </w:rPr>
              <w:t>Black-winged Stilt</w:t>
            </w:r>
          </w:p>
        </w:tc>
        <w:tc>
          <w:tcPr>
            <w:tcW w:w="1750" w:type="dxa"/>
          </w:tcPr>
          <w:p w14:paraId="4A86D351" w14:textId="77777777" w:rsidR="00164FF5" w:rsidRDefault="00861641">
            <w:pPr>
              <w:pStyle w:val="pstyleRadioTb"/>
            </w:pPr>
            <w:r>
              <w:rPr>
                <w:rStyle w:val="styleRad"/>
              </w:rPr>
              <w:t xml:space="preserve"> [ ] </w:t>
            </w:r>
          </w:p>
        </w:tc>
        <w:tc>
          <w:tcPr>
            <w:tcW w:w="1750" w:type="dxa"/>
          </w:tcPr>
          <w:p w14:paraId="3165B892" w14:textId="77777777" w:rsidR="00164FF5" w:rsidRDefault="00861641">
            <w:pPr>
              <w:pStyle w:val="pstyleRadioTb"/>
            </w:pPr>
            <w:r>
              <w:rPr>
                <w:rStyle w:val="styleRad"/>
              </w:rPr>
              <w:t xml:space="preserve"> [x] </w:t>
            </w:r>
          </w:p>
        </w:tc>
        <w:tc>
          <w:tcPr>
            <w:tcW w:w="1750" w:type="dxa"/>
          </w:tcPr>
          <w:p w14:paraId="26669354" w14:textId="77777777" w:rsidR="00164FF5" w:rsidRDefault="00861641">
            <w:pPr>
              <w:pStyle w:val="pstyleRadioTb"/>
            </w:pPr>
            <w:r>
              <w:rPr>
                <w:rStyle w:val="styleRad"/>
              </w:rPr>
              <w:t xml:space="preserve"> [ ] </w:t>
            </w:r>
          </w:p>
        </w:tc>
        <w:tc>
          <w:tcPr>
            <w:tcW w:w="1750" w:type="dxa"/>
          </w:tcPr>
          <w:p w14:paraId="482ED2A2" w14:textId="77777777" w:rsidR="00164FF5" w:rsidRDefault="00861641">
            <w:pPr>
              <w:pStyle w:val="pstyleRadioTb"/>
            </w:pPr>
            <w:r>
              <w:rPr>
                <w:rStyle w:val="styleRad"/>
              </w:rPr>
              <w:t xml:space="preserve"> [ ] </w:t>
            </w:r>
          </w:p>
        </w:tc>
        <w:tc>
          <w:tcPr>
            <w:tcW w:w="1750" w:type="dxa"/>
          </w:tcPr>
          <w:p w14:paraId="475377E1" w14:textId="77777777" w:rsidR="00164FF5" w:rsidRDefault="00861641">
            <w:pPr>
              <w:pStyle w:val="pstyleRadioTb"/>
            </w:pPr>
            <w:r>
              <w:rPr>
                <w:rStyle w:val="styleRad"/>
              </w:rPr>
              <w:t xml:space="preserve"> [x] </w:t>
            </w:r>
          </w:p>
        </w:tc>
        <w:tc>
          <w:tcPr>
            <w:tcW w:w="1750" w:type="dxa"/>
          </w:tcPr>
          <w:p w14:paraId="682AC336" w14:textId="77777777" w:rsidR="00164FF5" w:rsidRDefault="00861641">
            <w:pPr>
              <w:pStyle w:val="pstyleRadioTb"/>
            </w:pPr>
            <w:r>
              <w:rPr>
                <w:rStyle w:val="styleRad"/>
              </w:rPr>
              <w:t xml:space="preserve"> [ ] </w:t>
            </w:r>
          </w:p>
        </w:tc>
        <w:tc>
          <w:tcPr>
            <w:tcW w:w="1750" w:type="dxa"/>
          </w:tcPr>
          <w:p w14:paraId="4B8FCB9A" w14:textId="77777777" w:rsidR="00164FF5" w:rsidRDefault="00861641">
            <w:pPr>
              <w:pStyle w:val="pstyleRadioTb"/>
            </w:pPr>
            <w:r>
              <w:rPr>
                <w:rStyle w:val="styleRad"/>
              </w:rPr>
              <w:t xml:space="preserve"> [ ] </w:t>
            </w:r>
          </w:p>
        </w:tc>
        <w:tc>
          <w:tcPr>
            <w:tcW w:w="1750" w:type="dxa"/>
          </w:tcPr>
          <w:p w14:paraId="6682BCBE" w14:textId="77777777" w:rsidR="00164FF5" w:rsidRDefault="00861641">
            <w:pPr>
              <w:pStyle w:val="pstyleRadioTb"/>
            </w:pPr>
            <w:r>
              <w:rPr>
                <w:rStyle w:val="styleRad"/>
              </w:rPr>
              <w:t xml:space="preserve"> [ ] </w:t>
            </w:r>
          </w:p>
        </w:tc>
        <w:tc>
          <w:tcPr>
            <w:tcW w:w="1750" w:type="dxa"/>
          </w:tcPr>
          <w:p w14:paraId="408FB125" w14:textId="77777777" w:rsidR="00164FF5" w:rsidRDefault="00861641">
            <w:r>
              <w:rPr>
                <w:rStyle w:val="styleSubformtxtsp"/>
              </w:rPr>
              <w:t xml:space="preserve"> </w:t>
            </w:r>
          </w:p>
        </w:tc>
        <w:tc>
          <w:tcPr>
            <w:tcW w:w="1750" w:type="dxa"/>
          </w:tcPr>
          <w:p w14:paraId="638BB666" w14:textId="77777777" w:rsidR="00164FF5" w:rsidRDefault="00164FF5"/>
        </w:tc>
        <w:tc>
          <w:tcPr>
            <w:tcW w:w="1750" w:type="dxa"/>
          </w:tcPr>
          <w:p w14:paraId="01E15EB8" w14:textId="77777777" w:rsidR="00164FF5" w:rsidRDefault="00861641">
            <w:r>
              <w:rPr>
                <w:rStyle w:val="styleSubformtxtsp"/>
              </w:rPr>
              <w:t xml:space="preserve"> </w:t>
            </w:r>
          </w:p>
        </w:tc>
        <w:tc>
          <w:tcPr>
            <w:tcW w:w="1750" w:type="dxa"/>
          </w:tcPr>
          <w:p w14:paraId="3DFB6F64" w14:textId="77777777" w:rsidR="00164FF5" w:rsidRDefault="00861641">
            <w:r>
              <w:rPr>
                <w:rStyle w:val="styleSubformtxtsp"/>
              </w:rPr>
              <w:t xml:space="preserve">LC </w:t>
            </w:r>
          </w:p>
        </w:tc>
        <w:tc>
          <w:tcPr>
            <w:tcW w:w="1750" w:type="dxa"/>
          </w:tcPr>
          <w:p w14:paraId="71ED3228" w14:textId="77777777" w:rsidR="00164FF5" w:rsidRDefault="00861641">
            <w:pPr>
              <w:pStyle w:val="pstyleRadioTb"/>
            </w:pPr>
            <w:r>
              <w:rPr>
                <w:rStyle w:val="styleRad"/>
              </w:rPr>
              <w:t xml:space="preserve"> [ ] </w:t>
            </w:r>
          </w:p>
        </w:tc>
        <w:tc>
          <w:tcPr>
            <w:tcW w:w="1750" w:type="dxa"/>
          </w:tcPr>
          <w:p w14:paraId="33AA2FC7" w14:textId="77777777" w:rsidR="00164FF5" w:rsidRDefault="00861641">
            <w:pPr>
              <w:pStyle w:val="pstyleRadioTb"/>
            </w:pPr>
            <w:r>
              <w:rPr>
                <w:rStyle w:val="styleRad"/>
              </w:rPr>
              <w:t xml:space="preserve"> [ ] </w:t>
            </w:r>
          </w:p>
        </w:tc>
        <w:tc>
          <w:tcPr>
            <w:tcW w:w="1750" w:type="dxa"/>
          </w:tcPr>
          <w:p w14:paraId="22F7B9E4" w14:textId="77777777" w:rsidR="00164FF5" w:rsidRDefault="00164FF5"/>
        </w:tc>
        <w:tc>
          <w:tcPr>
            <w:tcW w:w="1750" w:type="dxa"/>
          </w:tcPr>
          <w:p w14:paraId="14A31614" w14:textId="77777777" w:rsidR="00164FF5" w:rsidRDefault="00861641">
            <w:r>
              <w:rPr>
                <w:rStyle w:val="styleSubformtxtsp"/>
              </w:rPr>
              <w:t>Drought refuge</w:t>
            </w:r>
          </w:p>
        </w:tc>
      </w:tr>
      <w:tr w:rsidR="00164FF5" w14:paraId="6AAFC60D" w14:textId="77777777" w:rsidTr="00164FF5">
        <w:trPr>
          <w:trHeight w:val="100"/>
        </w:trPr>
        <w:tc>
          <w:tcPr>
            <w:tcW w:w="1750" w:type="dxa"/>
          </w:tcPr>
          <w:p w14:paraId="4C7E9912" w14:textId="77777777" w:rsidR="00164FF5" w:rsidRDefault="00861641">
            <w:r>
              <w:rPr>
                <w:rStyle w:val="styleSubformtxtUP"/>
              </w:rPr>
              <w:t>Chordata/Aves</w:t>
            </w:r>
          </w:p>
        </w:tc>
        <w:tc>
          <w:tcPr>
            <w:tcW w:w="1750" w:type="dxa"/>
          </w:tcPr>
          <w:p w14:paraId="2FC323A1" w14:textId="77777777" w:rsidR="00164FF5" w:rsidRDefault="00861641">
            <w:r>
              <w:rPr>
                <w:rStyle w:val="styleSubformtxtIblue700"/>
              </w:rPr>
              <w:t>Larus novaehollandiae</w:t>
            </w:r>
          </w:p>
        </w:tc>
        <w:tc>
          <w:tcPr>
            <w:tcW w:w="1750" w:type="dxa"/>
          </w:tcPr>
          <w:p w14:paraId="6C3A9407" w14:textId="77777777" w:rsidR="00164FF5" w:rsidRDefault="00861641">
            <w:r>
              <w:rPr>
                <w:rStyle w:val="styleSubformtxtsp"/>
              </w:rPr>
              <w:t>silver gull</w:t>
            </w:r>
          </w:p>
        </w:tc>
        <w:tc>
          <w:tcPr>
            <w:tcW w:w="1750" w:type="dxa"/>
          </w:tcPr>
          <w:p w14:paraId="1E4DC7C2" w14:textId="77777777" w:rsidR="00164FF5" w:rsidRDefault="00861641">
            <w:pPr>
              <w:pStyle w:val="pstyleRadioTb"/>
            </w:pPr>
            <w:r>
              <w:rPr>
                <w:rStyle w:val="styleRad"/>
              </w:rPr>
              <w:t xml:space="preserve"> [ ] </w:t>
            </w:r>
          </w:p>
        </w:tc>
        <w:tc>
          <w:tcPr>
            <w:tcW w:w="1750" w:type="dxa"/>
          </w:tcPr>
          <w:p w14:paraId="28F510A8" w14:textId="77777777" w:rsidR="00164FF5" w:rsidRDefault="00861641">
            <w:pPr>
              <w:pStyle w:val="pstyleRadioTb"/>
            </w:pPr>
            <w:r>
              <w:rPr>
                <w:rStyle w:val="styleRad"/>
              </w:rPr>
              <w:t xml:space="preserve"> [x] </w:t>
            </w:r>
          </w:p>
        </w:tc>
        <w:tc>
          <w:tcPr>
            <w:tcW w:w="1750" w:type="dxa"/>
          </w:tcPr>
          <w:p w14:paraId="5C8CB2D4" w14:textId="77777777" w:rsidR="00164FF5" w:rsidRDefault="00861641">
            <w:pPr>
              <w:pStyle w:val="pstyleRadioTb"/>
            </w:pPr>
            <w:r>
              <w:rPr>
                <w:rStyle w:val="styleRad"/>
              </w:rPr>
              <w:t xml:space="preserve"> [ ] </w:t>
            </w:r>
          </w:p>
        </w:tc>
        <w:tc>
          <w:tcPr>
            <w:tcW w:w="1750" w:type="dxa"/>
          </w:tcPr>
          <w:p w14:paraId="1CB558E4" w14:textId="77777777" w:rsidR="00164FF5" w:rsidRDefault="00861641">
            <w:pPr>
              <w:pStyle w:val="pstyleRadioTb"/>
            </w:pPr>
            <w:r>
              <w:rPr>
                <w:rStyle w:val="styleRad"/>
              </w:rPr>
              <w:t xml:space="preserve"> [ ] </w:t>
            </w:r>
          </w:p>
        </w:tc>
        <w:tc>
          <w:tcPr>
            <w:tcW w:w="1750" w:type="dxa"/>
          </w:tcPr>
          <w:p w14:paraId="741FEF8D" w14:textId="77777777" w:rsidR="00164FF5" w:rsidRDefault="00861641">
            <w:pPr>
              <w:pStyle w:val="pstyleRadioTb"/>
            </w:pPr>
            <w:r>
              <w:rPr>
                <w:rStyle w:val="styleRad"/>
              </w:rPr>
              <w:t xml:space="preserve"> [x] </w:t>
            </w:r>
          </w:p>
        </w:tc>
        <w:tc>
          <w:tcPr>
            <w:tcW w:w="1750" w:type="dxa"/>
          </w:tcPr>
          <w:p w14:paraId="0835F46E" w14:textId="77777777" w:rsidR="00164FF5" w:rsidRDefault="00861641">
            <w:pPr>
              <w:pStyle w:val="pstyleRadioTb"/>
            </w:pPr>
            <w:r>
              <w:rPr>
                <w:rStyle w:val="styleRad"/>
              </w:rPr>
              <w:t xml:space="preserve"> [ ] </w:t>
            </w:r>
          </w:p>
        </w:tc>
        <w:tc>
          <w:tcPr>
            <w:tcW w:w="1750" w:type="dxa"/>
          </w:tcPr>
          <w:p w14:paraId="18EECB59" w14:textId="77777777" w:rsidR="00164FF5" w:rsidRDefault="00861641">
            <w:pPr>
              <w:pStyle w:val="pstyleRadioTb"/>
            </w:pPr>
            <w:r>
              <w:rPr>
                <w:rStyle w:val="styleRad"/>
              </w:rPr>
              <w:t xml:space="preserve"> [ ] </w:t>
            </w:r>
          </w:p>
        </w:tc>
        <w:tc>
          <w:tcPr>
            <w:tcW w:w="1750" w:type="dxa"/>
          </w:tcPr>
          <w:p w14:paraId="1BFBCF54" w14:textId="77777777" w:rsidR="00164FF5" w:rsidRDefault="00861641">
            <w:pPr>
              <w:pStyle w:val="pstyleRadioTb"/>
            </w:pPr>
            <w:r>
              <w:rPr>
                <w:rStyle w:val="styleRad"/>
              </w:rPr>
              <w:t xml:space="preserve"> [ ] </w:t>
            </w:r>
          </w:p>
        </w:tc>
        <w:tc>
          <w:tcPr>
            <w:tcW w:w="1750" w:type="dxa"/>
          </w:tcPr>
          <w:p w14:paraId="264D939F" w14:textId="77777777" w:rsidR="00164FF5" w:rsidRDefault="00861641">
            <w:r>
              <w:rPr>
                <w:rStyle w:val="styleSubformtxtsp"/>
              </w:rPr>
              <w:t xml:space="preserve"> </w:t>
            </w:r>
          </w:p>
        </w:tc>
        <w:tc>
          <w:tcPr>
            <w:tcW w:w="1750" w:type="dxa"/>
          </w:tcPr>
          <w:p w14:paraId="092506E4" w14:textId="77777777" w:rsidR="00164FF5" w:rsidRDefault="00164FF5"/>
        </w:tc>
        <w:tc>
          <w:tcPr>
            <w:tcW w:w="1750" w:type="dxa"/>
          </w:tcPr>
          <w:p w14:paraId="6C862148" w14:textId="77777777" w:rsidR="00164FF5" w:rsidRDefault="00861641">
            <w:r>
              <w:rPr>
                <w:rStyle w:val="styleSubformtxtsp"/>
              </w:rPr>
              <w:t xml:space="preserve"> </w:t>
            </w:r>
          </w:p>
        </w:tc>
        <w:tc>
          <w:tcPr>
            <w:tcW w:w="1750" w:type="dxa"/>
          </w:tcPr>
          <w:p w14:paraId="70B7B9CB" w14:textId="77777777" w:rsidR="00164FF5" w:rsidRDefault="00861641">
            <w:r>
              <w:rPr>
                <w:rStyle w:val="styleSubformtxtsp"/>
              </w:rPr>
              <w:t xml:space="preserve">LC </w:t>
            </w:r>
          </w:p>
        </w:tc>
        <w:tc>
          <w:tcPr>
            <w:tcW w:w="1750" w:type="dxa"/>
          </w:tcPr>
          <w:p w14:paraId="535F9DA7" w14:textId="77777777" w:rsidR="00164FF5" w:rsidRDefault="00861641">
            <w:pPr>
              <w:pStyle w:val="pstyleRadioTb"/>
            </w:pPr>
            <w:r>
              <w:rPr>
                <w:rStyle w:val="styleRad"/>
              </w:rPr>
              <w:t xml:space="preserve"> [ ] </w:t>
            </w:r>
          </w:p>
        </w:tc>
        <w:tc>
          <w:tcPr>
            <w:tcW w:w="1750" w:type="dxa"/>
          </w:tcPr>
          <w:p w14:paraId="162FE1B8" w14:textId="77777777" w:rsidR="00164FF5" w:rsidRDefault="00861641">
            <w:pPr>
              <w:pStyle w:val="pstyleRadioTb"/>
            </w:pPr>
            <w:r>
              <w:rPr>
                <w:rStyle w:val="styleRad"/>
              </w:rPr>
              <w:t xml:space="preserve"> [ ] </w:t>
            </w:r>
          </w:p>
        </w:tc>
        <w:tc>
          <w:tcPr>
            <w:tcW w:w="1750" w:type="dxa"/>
          </w:tcPr>
          <w:p w14:paraId="45F2FF59" w14:textId="77777777" w:rsidR="00164FF5" w:rsidRDefault="00164FF5"/>
        </w:tc>
        <w:tc>
          <w:tcPr>
            <w:tcW w:w="1750" w:type="dxa"/>
          </w:tcPr>
          <w:p w14:paraId="163AD951" w14:textId="77777777" w:rsidR="00164FF5" w:rsidRDefault="00861641">
            <w:r>
              <w:rPr>
                <w:rStyle w:val="styleSubformtxtsp"/>
              </w:rPr>
              <w:t>Drought refuge</w:t>
            </w:r>
          </w:p>
        </w:tc>
      </w:tr>
      <w:tr w:rsidR="00164FF5" w14:paraId="5F3BA532" w14:textId="77777777" w:rsidTr="00164FF5">
        <w:trPr>
          <w:trHeight w:val="100"/>
        </w:trPr>
        <w:tc>
          <w:tcPr>
            <w:tcW w:w="1750" w:type="dxa"/>
          </w:tcPr>
          <w:p w14:paraId="744DC174" w14:textId="77777777" w:rsidR="00164FF5" w:rsidRDefault="00861641">
            <w:r>
              <w:rPr>
                <w:rStyle w:val="styleSubformtxtUP"/>
              </w:rPr>
              <w:t>Chordata/Aves</w:t>
            </w:r>
          </w:p>
        </w:tc>
        <w:tc>
          <w:tcPr>
            <w:tcW w:w="1750" w:type="dxa"/>
          </w:tcPr>
          <w:p w14:paraId="66036C16" w14:textId="77777777" w:rsidR="00164FF5" w:rsidRDefault="00861641">
            <w:r>
              <w:rPr>
                <w:rStyle w:val="styleSubformtxtIblue700"/>
              </w:rPr>
              <w:t>Limosa limosa</w:t>
            </w:r>
          </w:p>
        </w:tc>
        <w:tc>
          <w:tcPr>
            <w:tcW w:w="1750" w:type="dxa"/>
          </w:tcPr>
          <w:p w14:paraId="2C566607" w14:textId="77777777" w:rsidR="00164FF5" w:rsidRDefault="00861641">
            <w:r>
              <w:rPr>
                <w:rStyle w:val="styleSubformtxtsp"/>
              </w:rPr>
              <w:t>Black-tailed Godwit</w:t>
            </w:r>
          </w:p>
        </w:tc>
        <w:tc>
          <w:tcPr>
            <w:tcW w:w="1750" w:type="dxa"/>
          </w:tcPr>
          <w:p w14:paraId="0994F2D0" w14:textId="77777777" w:rsidR="00164FF5" w:rsidRDefault="00861641">
            <w:pPr>
              <w:pStyle w:val="pstyleRadioTb"/>
            </w:pPr>
            <w:r>
              <w:rPr>
                <w:rStyle w:val="styleRad"/>
              </w:rPr>
              <w:t xml:space="preserve"> [ ] </w:t>
            </w:r>
          </w:p>
        </w:tc>
        <w:tc>
          <w:tcPr>
            <w:tcW w:w="1750" w:type="dxa"/>
          </w:tcPr>
          <w:p w14:paraId="3233C7FE" w14:textId="77777777" w:rsidR="00164FF5" w:rsidRDefault="00861641">
            <w:pPr>
              <w:pStyle w:val="pstyleRadioTb"/>
            </w:pPr>
            <w:r>
              <w:rPr>
                <w:rStyle w:val="styleRad"/>
              </w:rPr>
              <w:t xml:space="preserve"> [x] </w:t>
            </w:r>
          </w:p>
        </w:tc>
        <w:tc>
          <w:tcPr>
            <w:tcW w:w="1750" w:type="dxa"/>
          </w:tcPr>
          <w:p w14:paraId="078C181E" w14:textId="77777777" w:rsidR="00164FF5" w:rsidRDefault="00861641">
            <w:pPr>
              <w:pStyle w:val="pstyleRadioTb"/>
            </w:pPr>
            <w:r>
              <w:rPr>
                <w:rStyle w:val="styleRad"/>
              </w:rPr>
              <w:t xml:space="preserve"> [ ] </w:t>
            </w:r>
          </w:p>
        </w:tc>
        <w:tc>
          <w:tcPr>
            <w:tcW w:w="1750" w:type="dxa"/>
          </w:tcPr>
          <w:p w14:paraId="2485FD42" w14:textId="77777777" w:rsidR="00164FF5" w:rsidRDefault="00861641">
            <w:pPr>
              <w:pStyle w:val="pstyleRadioTb"/>
            </w:pPr>
            <w:r>
              <w:rPr>
                <w:rStyle w:val="styleRad"/>
              </w:rPr>
              <w:t xml:space="preserve"> [ ] </w:t>
            </w:r>
          </w:p>
        </w:tc>
        <w:tc>
          <w:tcPr>
            <w:tcW w:w="1750" w:type="dxa"/>
          </w:tcPr>
          <w:p w14:paraId="435195F5" w14:textId="77777777" w:rsidR="00164FF5" w:rsidRDefault="00861641">
            <w:pPr>
              <w:pStyle w:val="pstyleRadioTb"/>
            </w:pPr>
            <w:r>
              <w:rPr>
                <w:rStyle w:val="styleRad"/>
              </w:rPr>
              <w:t xml:space="preserve"> [ ] </w:t>
            </w:r>
          </w:p>
        </w:tc>
        <w:tc>
          <w:tcPr>
            <w:tcW w:w="1750" w:type="dxa"/>
          </w:tcPr>
          <w:p w14:paraId="2BF2AEB3" w14:textId="77777777" w:rsidR="00164FF5" w:rsidRDefault="00861641">
            <w:pPr>
              <w:pStyle w:val="pstyleRadioTb"/>
            </w:pPr>
            <w:r>
              <w:rPr>
                <w:rStyle w:val="styleRad"/>
              </w:rPr>
              <w:t xml:space="preserve"> [ ] </w:t>
            </w:r>
          </w:p>
        </w:tc>
        <w:tc>
          <w:tcPr>
            <w:tcW w:w="1750" w:type="dxa"/>
          </w:tcPr>
          <w:p w14:paraId="1824C293" w14:textId="77777777" w:rsidR="00164FF5" w:rsidRDefault="00861641">
            <w:pPr>
              <w:pStyle w:val="pstyleRadioTb"/>
            </w:pPr>
            <w:r>
              <w:rPr>
                <w:rStyle w:val="styleRad"/>
              </w:rPr>
              <w:t xml:space="preserve"> [ ] </w:t>
            </w:r>
          </w:p>
        </w:tc>
        <w:tc>
          <w:tcPr>
            <w:tcW w:w="1750" w:type="dxa"/>
          </w:tcPr>
          <w:p w14:paraId="5549480F" w14:textId="77777777" w:rsidR="00164FF5" w:rsidRDefault="00861641">
            <w:pPr>
              <w:pStyle w:val="pstyleRadioTb"/>
            </w:pPr>
            <w:r>
              <w:rPr>
                <w:rStyle w:val="styleRad"/>
              </w:rPr>
              <w:t xml:space="preserve"> [ ] </w:t>
            </w:r>
          </w:p>
        </w:tc>
        <w:tc>
          <w:tcPr>
            <w:tcW w:w="1750" w:type="dxa"/>
          </w:tcPr>
          <w:p w14:paraId="775E4C4D" w14:textId="77777777" w:rsidR="00164FF5" w:rsidRDefault="00861641">
            <w:r>
              <w:rPr>
                <w:rStyle w:val="styleSubformtxtsp"/>
              </w:rPr>
              <w:t xml:space="preserve"> </w:t>
            </w:r>
          </w:p>
        </w:tc>
        <w:tc>
          <w:tcPr>
            <w:tcW w:w="1750" w:type="dxa"/>
          </w:tcPr>
          <w:p w14:paraId="77A2128A" w14:textId="77777777" w:rsidR="00164FF5" w:rsidRDefault="00164FF5"/>
        </w:tc>
        <w:tc>
          <w:tcPr>
            <w:tcW w:w="1750" w:type="dxa"/>
          </w:tcPr>
          <w:p w14:paraId="1FAE3FFB" w14:textId="77777777" w:rsidR="00164FF5" w:rsidRDefault="00861641">
            <w:r>
              <w:rPr>
                <w:rStyle w:val="styleSubformtxtsp"/>
              </w:rPr>
              <w:t xml:space="preserve"> </w:t>
            </w:r>
          </w:p>
        </w:tc>
        <w:tc>
          <w:tcPr>
            <w:tcW w:w="1750" w:type="dxa"/>
          </w:tcPr>
          <w:p w14:paraId="7AD93FCB" w14:textId="77777777" w:rsidR="00164FF5" w:rsidRDefault="00861641">
            <w:r>
              <w:rPr>
                <w:rStyle w:val="styleSubformtxtsp"/>
              </w:rPr>
              <w:t xml:space="preserve">NT </w:t>
            </w:r>
          </w:p>
        </w:tc>
        <w:tc>
          <w:tcPr>
            <w:tcW w:w="1750" w:type="dxa"/>
          </w:tcPr>
          <w:p w14:paraId="7B71571D" w14:textId="77777777" w:rsidR="00164FF5" w:rsidRDefault="00861641">
            <w:pPr>
              <w:pStyle w:val="pstyleRadioTb"/>
            </w:pPr>
            <w:r>
              <w:rPr>
                <w:rStyle w:val="styleRad"/>
              </w:rPr>
              <w:t xml:space="preserve"> [ ] </w:t>
            </w:r>
          </w:p>
        </w:tc>
        <w:tc>
          <w:tcPr>
            <w:tcW w:w="1750" w:type="dxa"/>
          </w:tcPr>
          <w:p w14:paraId="4627E3DA" w14:textId="77777777" w:rsidR="00164FF5" w:rsidRDefault="00861641">
            <w:pPr>
              <w:pStyle w:val="pstyleRadioTb"/>
            </w:pPr>
            <w:r>
              <w:rPr>
                <w:rStyle w:val="styleRad"/>
              </w:rPr>
              <w:t xml:space="preserve"> [ ] </w:t>
            </w:r>
          </w:p>
        </w:tc>
        <w:tc>
          <w:tcPr>
            <w:tcW w:w="1750" w:type="dxa"/>
          </w:tcPr>
          <w:p w14:paraId="035D06D4" w14:textId="77777777" w:rsidR="00164FF5" w:rsidRDefault="00861641">
            <w:r>
              <w:rPr>
                <w:rStyle w:val="styleSubformtxtsp"/>
              </w:rPr>
              <w:t>JAMBA and CAMBA agreements, Migratory (EPBC)</w:t>
            </w:r>
          </w:p>
        </w:tc>
        <w:tc>
          <w:tcPr>
            <w:tcW w:w="1750" w:type="dxa"/>
          </w:tcPr>
          <w:p w14:paraId="22DBA452" w14:textId="77777777" w:rsidR="00164FF5" w:rsidRDefault="00861641">
            <w:r>
              <w:rPr>
                <w:rStyle w:val="styleSubformtxtsp"/>
              </w:rPr>
              <w:t>Stop-over site</w:t>
            </w:r>
          </w:p>
        </w:tc>
      </w:tr>
      <w:tr w:rsidR="00164FF5" w14:paraId="21FB7C5B" w14:textId="77777777" w:rsidTr="00164FF5">
        <w:trPr>
          <w:trHeight w:val="100"/>
        </w:trPr>
        <w:tc>
          <w:tcPr>
            <w:tcW w:w="1750" w:type="dxa"/>
          </w:tcPr>
          <w:p w14:paraId="0E3D4CFA" w14:textId="77777777" w:rsidR="00164FF5" w:rsidRDefault="00861641">
            <w:r>
              <w:rPr>
                <w:rStyle w:val="styleSubformtxtUP"/>
              </w:rPr>
              <w:t>Chordata/Aves</w:t>
            </w:r>
          </w:p>
        </w:tc>
        <w:tc>
          <w:tcPr>
            <w:tcW w:w="1750" w:type="dxa"/>
          </w:tcPr>
          <w:p w14:paraId="60BED62E" w14:textId="77777777" w:rsidR="00164FF5" w:rsidRDefault="00861641">
            <w:r>
              <w:rPr>
                <w:rStyle w:val="styleSubformtxtIblue700"/>
              </w:rPr>
              <w:t>Malacorhynchus membranaceus</w:t>
            </w:r>
          </w:p>
        </w:tc>
        <w:tc>
          <w:tcPr>
            <w:tcW w:w="1750" w:type="dxa"/>
          </w:tcPr>
          <w:p w14:paraId="142B87DE" w14:textId="77777777" w:rsidR="00164FF5" w:rsidRDefault="00861641">
            <w:r>
              <w:rPr>
                <w:rStyle w:val="styleSubformtxtsp"/>
              </w:rPr>
              <w:t>Pink-eared Duck</w:t>
            </w:r>
          </w:p>
        </w:tc>
        <w:tc>
          <w:tcPr>
            <w:tcW w:w="1750" w:type="dxa"/>
          </w:tcPr>
          <w:p w14:paraId="65080B5D" w14:textId="77777777" w:rsidR="00164FF5" w:rsidRDefault="00861641">
            <w:pPr>
              <w:pStyle w:val="pstyleRadioTb"/>
            </w:pPr>
            <w:r>
              <w:rPr>
                <w:rStyle w:val="styleRad"/>
              </w:rPr>
              <w:t xml:space="preserve"> [ ] </w:t>
            </w:r>
          </w:p>
        </w:tc>
        <w:tc>
          <w:tcPr>
            <w:tcW w:w="1750" w:type="dxa"/>
          </w:tcPr>
          <w:p w14:paraId="00A8E613" w14:textId="77777777" w:rsidR="00164FF5" w:rsidRDefault="00861641">
            <w:pPr>
              <w:pStyle w:val="pstyleRadioTb"/>
            </w:pPr>
            <w:r>
              <w:rPr>
                <w:rStyle w:val="styleRad"/>
              </w:rPr>
              <w:t xml:space="preserve"> [x] </w:t>
            </w:r>
          </w:p>
        </w:tc>
        <w:tc>
          <w:tcPr>
            <w:tcW w:w="1750" w:type="dxa"/>
          </w:tcPr>
          <w:p w14:paraId="6A8F20F8" w14:textId="77777777" w:rsidR="00164FF5" w:rsidRDefault="00861641">
            <w:pPr>
              <w:pStyle w:val="pstyleRadioTb"/>
            </w:pPr>
            <w:r>
              <w:rPr>
                <w:rStyle w:val="styleRad"/>
              </w:rPr>
              <w:t xml:space="preserve"> [ ] </w:t>
            </w:r>
          </w:p>
        </w:tc>
        <w:tc>
          <w:tcPr>
            <w:tcW w:w="1750" w:type="dxa"/>
          </w:tcPr>
          <w:p w14:paraId="0FF0C189" w14:textId="77777777" w:rsidR="00164FF5" w:rsidRDefault="00861641">
            <w:pPr>
              <w:pStyle w:val="pstyleRadioTb"/>
            </w:pPr>
            <w:r>
              <w:rPr>
                <w:rStyle w:val="styleRad"/>
              </w:rPr>
              <w:t xml:space="preserve"> [ ] </w:t>
            </w:r>
          </w:p>
        </w:tc>
        <w:tc>
          <w:tcPr>
            <w:tcW w:w="1750" w:type="dxa"/>
          </w:tcPr>
          <w:p w14:paraId="223D51E1" w14:textId="77777777" w:rsidR="00164FF5" w:rsidRDefault="00861641">
            <w:pPr>
              <w:pStyle w:val="pstyleRadioTb"/>
            </w:pPr>
            <w:r>
              <w:rPr>
                <w:rStyle w:val="styleRad"/>
              </w:rPr>
              <w:t xml:space="preserve"> [x] </w:t>
            </w:r>
          </w:p>
        </w:tc>
        <w:tc>
          <w:tcPr>
            <w:tcW w:w="1750" w:type="dxa"/>
          </w:tcPr>
          <w:p w14:paraId="257AE58E" w14:textId="77777777" w:rsidR="00164FF5" w:rsidRDefault="00861641">
            <w:pPr>
              <w:pStyle w:val="pstyleRadioTb"/>
            </w:pPr>
            <w:r>
              <w:rPr>
                <w:rStyle w:val="styleRad"/>
              </w:rPr>
              <w:t xml:space="preserve"> [ ] </w:t>
            </w:r>
          </w:p>
        </w:tc>
        <w:tc>
          <w:tcPr>
            <w:tcW w:w="1750" w:type="dxa"/>
          </w:tcPr>
          <w:p w14:paraId="76C530A1" w14:textId="77777777" w:rsidR="00164FF5" w:rsidRDefault="00861641">
            <w:pPr>
              <w:pStyle w:val="pstyleRadioTb"/>
            </w:pPr>
            <w:r>
              <w:rPr>
                <w:rStyle w:val="styleRad"/>
              </w:rPr>
              <w:t xml:space="preserve"> [ ] </w:t>
            </w:r>
          </w:p>
        </w:tc>
        <w:tc>
          <w:tcPr>
            <w:tcW w:w="1750" w:type="dxa"/>
          </w:tcPr>
          <w:p w14:paraId="05E78B99" w14:textId="77777777" w:rsidR="00164FF5" w:rsidRDefault="00861641">
            <w:pPr>
              <w:pStyle w:val="pstyleRadioTb"/>
            </w:pPr>
            <w:r>
              <w:rPr>
                <w:rStyle w:val="styleRad"/>
              </w:rPr>
              <w:t xml:space="preserve"> [ ] </w:t>
            </w:r>
          </w:p>
        </w:tc>
        <w:tc>
          <w:tcPr>
            <w:tcW w:w="1750" w:type="dxa"/>
          </w:tcPr>
          <w:p w14:paraId="1EE330D8" w14:textId="77777777" w:rsidR="00164FF5" w:rsidRDefault="00861641">
            <w:r>
              <w:rPr>
                <w:rStyle w:val="styleSubformtxtsp"/>
              </w:rPr>
              <w:t xml:space="preserve"> </w:t>
            </w:r>
          </w:p>
        </w:tc>
        <w:tc>
          <w:tcPr>
            <w:tcW w:w="1750" w:type="dxa"/>
          </w:tcPr>
          <w:p w14:paraId="0CD59428" w14:textId="77777777" w:rsidR="00164FF5" w:rsidRDefault="00164FF5"/>
        </w:tc>
        <w:tc>
          <w:tcPr>
            <w:tcW w:w="1750" w:type="dxa"/>
          </w:tcPr>
          <w:p w14:paraId="78A17328" w14:textId="77777777" w:rsidR="00164FF5" w:rsidRDefault="00861641">
            <w:r>
              <w:rPr>
                <w:rStyle w:val="styleSubformtxtsp"/>
              </w:rPr>
              <w:t xml:space="preserve"> </w:t>
            </w:r>
          </w:p>
        </w:tc>
        <w:tc>
          <w:tcPr>
            <w:tcW w:w="1750" w:type="dxa"/>
          </w:tcPr>
          <w:p w14:paraId="64CBC150" w14:textId="77777777" w:rsidR="00164FF5" w:rsidRDefault="00861641">
            <w:r>
              <w:rPr>
                <w:rStyle w:val="styleSubformtxtsp"/>
              </w:rPr>
              <w:t xml:space="preserve">LC </w:t>
            </w:r>
          </w:p>
        </w:tc>
        <w:tc>
          <w:tcPr>
            <w:tcW w:w="1750" w:type="dxa"/>
          </w:tcPr>
          <w:p w14:paraId="77C3F699" w14:textId="77777777" w:rsidR="00164FF5" w:rsidRDefault="00861641">
            <w:pPr>
              <w:pStyle w:val="pstyleRadioTb"/>
            </w:pPr>
            <w:r>
              <w:rPr>
                <w:rStyle w:val="styleRad"/>
              </w:rPr>
              <w:t xml:space="preserve"> [ ] </w:t>
            </w:r>
          </w:p>
        </w:tc>
        <w:tc>
          <w:tcPr>
            <w:tcW w:w="1750" w:type="dxa"/>
          </w:tcPr>
          <w:p w14:paraId="33D831EF" w14:textId="77777777" w:rsidR="00164FF5" w:rsidRDefault="00861641">
            <w:pPr>
              <w:pStyle w:val="pstyleRadioTb"/>
            </w:pPr>
            <w:r>
              <w:rPr>
                <w:rStyle w:val="styleRad"/>
              </w:rPr>
              <w:t xml:space="preserve"> [ ] </w:t>
            </w:r>
          </w:p>
        </w:tc>
        <w:tc>
          <w:tcPr>
            <w:tcW w:w="1750" w:type="dxa"/>
          </w:tcPr>
          <w:p w14:paraId="08007C76" w14:textId="77777777" w:rsidR="00164FF5" w:rsidRDefault="00164FF5"/>
        </w:tc>
        <w:tc>
          <w:tcPr>
            <w:tcW w:w="1750" w:type="dxa"/>
          </w:tcPr>
          <w:p w14:paraId="15B37E28" w14:textId="77777777" w:rsidR="00164FF5" w:rsidRDefault="00861641">
            <w:r>
              <w:rPr>
                <w:rStyle w:val="styleSubformtxtsp"/>
              </w:rPr>
              <w:t>Migration</w:t>
            </w:r>
          </w:p>
        </w:tc>
      </w:tr>
      <w:tr w:rsidR="00164FF5" w14:paraId="348C6CDF" w14:textId="77777777" w:rsidTr="00164FF5">
        <w:trPr>
          <w:trHeight w:val="100"/>
        </w:trPr>
        <w:tc>
          <w:tcPr>
            <w:tcW w:w="1750" w:type="dxa"/>
          </w:tcPr>
          <w:p w14:paraId="47DE6EE6" w14:textId="77777777" w:rsidR="00164FF5" w:rsidRDefault="00861641">
            <w:r>
              <w:rPr>
                <w:rStyle w:val="styleSubformtxtUP"/>
              </w:rPr>
              <w:t>Chordata/Aves</w:t>
            </w:r>
          </w:p>
        </w:tc>
        <w:tc>
          <w:tcPr>
            <w:tcW w:w="1750" w:type="dxa"/>
          </w:tcPr>
          <w:p w14:paraId="3B513E1A" w14:textId="77777777" w:rsidR="00164FF5" w:rsidRDefault="00861641">
            <w:r>
              <w:rPr>
                <w:rStyle w:val="styleSubformtxtIblue700"/>
              </w:rPr>
              <w:t>Nycticorax caledonicus</w:t>
            </w:r>
          </w:p>
        </w:tc>
        <w:tc>
          <w:tcPr>
            <w:tcW w:w="1750" w:type="dxa"/>
          </w:tcPr>
          <w:p w14:paraId="36C84F67" w14:textId="77777777" w:rsidR="00164FF5" w:rsidRDefault="00861641">
            <w:r>
              <w:rPr>
                <w:rStyle w:val="styleSubformtxtsp"/>
              </w:rPr>
              <w:t>Rufous Night Heron; Nankeen Night Heron</w:t>
            </w:r>
          </w:p>
        </w:tc>
        <w:tc>
          <w:tcPr>
            <w:tcW w:w="1750" w:type="dxa"/>
          </w:tcPr>
          <w:p w14:paraId="3D9AE1BC" w14:textId="77777777" w:rsidR="00164FF5" w:rsidRDefault="00861641">
            <w:pPr>
              <w:pStyle w:val="pstyleRadioTb"/>
            </w:pPr>
            <w:r>
              <w:rPr>
                <w:rStyle w:val="styleRad"/>
              </w:rPr>
              <w:t xml:space="preserve"> [ ] </w:t>
            </w:r>
          </w:p>
        </w:tc>
        <w:tc>
          <w:tcPr>
            <w:tcW w:w="1750" w:type="dxa"/>
          </w:tcPr>
          <w:p w14:paraId="79D2AF6D" w14:textId="77777777" w:rsidR="00164FF5" w:rsidRDefault="00861641">
            <w:pPr>
              <w:pStyle w:val="pstyleRadioTb"/>
            </w:pPr>
            <w:r>
              <w:rPr>
                <w:rStyle w:val="styleRad"/>
              </w:rPr>
              <w:t xml:space="preserve"> [x] </w:t>
            </w:r>
          </w:p>
        </w:tc>
        <w:tc>
          <w:tcPr>
            <w:tcW w:w="1750" w:type="dxa"/>
          </w:tcPr>
          <w:p w14:paraId="22A0E967" w14:textId="77777777" w:rsidR="00164FF5" w:rsidRDefault="00861641">
            <w:pPr>
              <w:pStyle w:val="pstyleRadioTb"/>
            </w:pPr>
            <w:r>
              <w:rPr>
                <w:rStyle w:val="styleRad"/>
              </w:rPr>
              <w:t xml:space="preserve"> [ ] </w:t>
            </w:r>
          </w:p>
        </w:tc>
        <w:tc>
          <w:tcPr>
            <w:tcW w:w="1750" w:type="dxa"/>
          </w:tcPr>
          <w:p w14:paraId="1226D130" w14:textId="77777777" w:rsidR="00164FF5" w:rsidRDefault="00861641">
            <w:pPr>
              <w:pStyle w:val="pstyleRadioTb"/>
            </w:pPr>
            <w:r>
              <w:rPr>
                <w:rStyle w:val="styleRad"/>
              </w:rPr>
              <w:t xml:space="preserve"> [ ] </w:t>
            </w:r>
          </w:p>
        </w:tc>
        <w:tc>
          <w:tcPr>
            <w:tcW w:w="1750" w:type="dxa"/>
          </w:tcPr>
          <w:p w14:paraId="7633DDD3" w14:textId="77777777" w:rsidR="00164FF5" w:rsidRDefault="00861641">
            <w:pPr>
              <w:pStyle w:val="pstyleRadioTb"/>
            </w:pPr>
            <w:r>
              <w:rPr>
                <w:rStyle w:val="styleRad"/>
              </w:rPr>
              <w:t xml:space="preserve"> [x] </w:t>
            </w:r>
          </w:p>
        </w:tc>
        <w:tc>
          <w:tcPr>
            <w:tcW w:w="1750" w:type="dxa"/>
          </w:tcPr>
          <w:p w14:paraId="3ED1DB1E" w14:textId="77777777" w:rsidR="00164FF5" w:rsidRDefault="00861641">
            <w:pPr>
              <w:pStyle w:val="pstyleRadioTb"/>
            </w:pPr>
            <w:r>
              <w:rPr>
                <w:rStyle w:val="styleRad"/>
              </w:rPr>
              <w:t xml:space="preserve"> [ ] </w:t>
            </w:r>
          </w:p>
        </w:tc>
        <w:tc>
          <w:tcPr>
            <w:tcW w:w="1750" w:type="dxa"/>
          </w:tcPr>
          <w:p w14:paraId="13CFE44B" w14:textId="77777777" w:rsidR="00164FF5" w:rsidRDefault="00861641">
            <w:pPr>
              <w:pStyle w:val="pstyleRadioTb"/>
            </w:pPr>
            <w:r>
              <w:rPr>
                <w:rStyle w:val="styleRad"/>
              </w:rPr>
              <w:t xml:space="preserve"> [ ] </w:t>
            </w:r>
          </w:p>
        </w:tc>
        <w:tc>
          <w:tcPr>
            <w:tcW w:w="1750" w:type="dxa"/>
          </w:tcPr>
          <w:p w14:paraId="2975D548" w14:textId="77777777" w:rsidR="00164FF5" w:rsidRDefault="00861641">
            <w:pPr>
              <w:pStyle w:val="pstyleRadioTb"/>
            </w:pPr>
            <w:r>
              <w:rPr>
                <w:rStyle w:val="styleRad"/>
              </w:rPr>
              <w:t xml:space="preserve"> [ ] </w:t>
            </w:r>
          </w:p>
        </w:tc>
        <w:tc>
          <w:tcPr>
            <w:tcW w:w="1750" w:type="dxa"/>
          </w:tcPr>
          <w:p w14:paraId="2884024D" w14:textId="77777777" w:rsidR="00164FF5" w:rsidRDefault="00861641">
            <w:r>
              <w:rPr>
                <w:rStyle w:val="styleSubformtxtsp"/>
              </w:rPr>
              <w:t xml:space="preserve"> </w:t>
            </w:r>
          </w:p>
        </w:tc>
        <w:tc>
          <w:tcPr>
            <w:tcW w:w="1750" w:type="dxa"/>
          </w:tcPr>
          <w:p w14:paraId="6B5900F6" w14:textId="77777777" w:rsidR="00164FF5" w:rsidRDefault="00164FF5"/>
        </w:tc>
        <w:tc>
          <w:tcPr>
            <w:tcW w:w="1750" w:type="dxa"/>
          </w:tcPr>
          <w:p w14:paraId="5086D806" w14:textId="77777777" w:rsidR="00164FF5" w:rsidRDefault="00861641">
            <w:r>
              <w:rPr>
                <w:rStyle w:val="styleSubformtxtsp"/>
              </w:rPr>
              <w:t xml:space="preserve"> </w:t>
            </w:r>
          </w:p>
        </w:tc>
        <w:tc>
          <w:tcPr>
            <w:tcW w:w="1750" w:type="dxa"/>
          </w:tcPr>
          <w:p w14:paraId="601A455B" w14:textId="77777777" w:rsidR="00164FF5" w:rsidRDefault="00861641">
            <w:r>
              <w:rPr>
                <w:rStyle w:val="styleSubformtxtsp"/>
              </w:rPr>
              <w:t xml:space="preserve">LC </w:t>
            </w:r>
          </w:p>
        </w:tc>
        <w:tc>
          <w:tcPr>
            <w:tcW w:w="1750" w:type="dxa"/>
          </w:tcPr>
          <w:p w14:paraId="6AE39277" w14:textId="77777777" w:rsidR="00164FF5" w:rsidRDefault="00861641">
            <w:pPr>
              <w:pStyle w:val="pstyleRadioTb"/>
            </w:pPr>
            <w:r>
              <w:rPr>
                <w:rStyle w:val="styleRad"/>
              </w:rPr>
              <w:t xml:space="preserve"> [ ] </w:t>
            </w:r>
          </w:p>
        </w:tc>
        <w:tc>
          <w:tcPr>
            <w:tcW w:w="1750" w:type="dxa"/>
          </w:tcPr>
          <w:p w14:paraId="3776DA57" w14:textId="77777777" w:rsidR="00164FF5" w:rsidRDefault="00861641">
            <w:pPr>
              <w:pStyle w:val="pstyleRadioTb"/>
            </w:pPr>
            <w:r>
              <w:rPr>
                <w:rStyle w:val="styleRad"/>
              </w:rPr>
              <w:t xml:space="preserve"> [ ] </w:t>
            </w:r>
          </w:p>
        </w:tc>
        <w:tc>
          <w:tcPr>
            <w:tcW w:w="1750" w:type="dxa"/>
          </w:tcPr>
          <w:p w14:paraId="65A2FFDD" w14:textId="77777777" w:rsidR="00164FF5" w:rsidRDefault="00164FF5"/>
        </w:tc>
        <w:tc>
          <w:tcPr>
            <w:tcW w:w="1750" w:type="dxa"/>
          </w:tcPr>
          <w:p w14:paraId="393EAD55" w14:textId="77777777" w:rsidR="00164FF5" w:rsidRDefault="00861641">
            <w:r>
              <w:rPr>
                <w:rStyle w:val="styleSubformtxtsp"/>
              </w:rPr>
              <w:t>Drought refuge</w:t>
            </w:r>
          </w:p>
        </w:tc>
      </w:tr>
      <w:tr w:rsidR="00164FF5" w14:paraId="374B8B7A" w14:textId="77777777" w:rsidTr="00164FF5">
        <w:trPr>
          <w:trHeight w:val="100"/>
        </w:trPr>
        <w:tc>
          <w:tcPr>
            <w:tcW w:w="1750" w:type="dxa"/>
          </w:tcPr>
          <w:p w14:paraId="0A397C6F" w14:textId="77777777" w:rsidR="00164FF5" w:rsidRDefault="00861641">
            <w:r>
              <w:rPr>
                <w:rStyle w:val="styleSubformtxtUP"/>
              </w:rPr>
              <w:t>Chordata/Aves</w:t>
            </w:r>
          </w:p>
        </w:tc>
        <w:tc>
          <w:tcPr>
            <w:tcW w:w="1750" w:type="dxa"/>
          </w:tcPr>
          <w:p w14:paraId="5A67647F" w14:textId="77777777" w:rsidR="00164FF5" w:rsidRDefault="00861641">
            <w:r>
              <w:rPr>
                <w:rStyle w:val="styleSubformtxtIblue700"/>
              </w:rPr>
              <w:t>Oxyura australis</w:t>
            </w:r>
          </w:p>
        </w:tc>
        <w:tc>
          <w:tcPr>
            <w:tcW w:w="1750" w:type="dxa"/>
          </w:tcPr>
          <w:p w14:paraId="4B87427D" w14:textId="77777777" w:rsidR="00164FF5" w:rsidRDefault="00861641">
            <w:r>
              <w:rPr>
                <w:rStyle w:val="styleSubformtxtsp"/>
              </w:rPr>
              <w:t>Blue-billed Duck</w:t>
            </w:r>
          </w:p>
        </w:tc>
        <w:tc>
          <w:tcPr>
            <w:tcW w:w="1750" w:type="dxa"/>
          </w:tcPr>
          <w:p w14:paraId="1F0E93E6" w14:textId="77777777" w:rsidR="00164FF5" w:rsidRDefault="00861641">
            <w:pPr>
              <w:pStyle w:val="pstyleRadioTb"/>
            </w:pPr>
            <w:r>
              <w:rPr>
                <w:rStyle w:val="styleRad"/>
              </w:rPr>
              <w:t xml:space="preserve"> [x] </w:t>
            </w:r>
          </w:p>
        </w:tc>
        <w:tc>
          <w:tcPr>
            <w:tcW w:w="1750" w:type="dxa"/>
          </w:tcPr>
          <w:p w14:paraId="0D4C93E8" w14:textId="77777777" w:rsidR="00164FF5" w:rsidRDefault="00861641">
            <w:pPr>
              <w:pStyle w:val="pstyleRadioTb"/>
            </w:pPr>
            <w:r>
              <w:rPr>
                <w:rStyle w:val="styleRad"/>
              </w:rPr>
              <w:t xml:space="preserve"> [ ] </w:t>
            </w:r>
          </w:p>
        </w:tc>
        <w:tc>
          <w:tcPr>
            <w:tcW w:w="1750" w:type="dxa"/>
          </w:tcPr>
          <w:p w14:paraId="4DD2EB58" w14:textId="77777777" w:rsidR="00164FF5" w:rsidRDefault="00861641">
            <w:pPr>
              <w:pStyle w:val="pstyleRadioTb"/>
            </w:pPr>
            <w:r>
              <w:rPr>
                <w:rStyle w:val="styleRad"/>
              </w:rPr>
              <w:t xml:space="preserve"> [ ] </w:t>
            </w:r>
          </w:p>
        </w:tc>
        <w:tc>
          <w:tcPr>
            <w:tcW w:w="1750" w:type="dxa"/>
          </w:tcPr>
          <w:p w14:paraId="2F9B746C" w14:textId="77777777" w:rsidR="00164FF5" w:rsidRDefault="00861641">
            <w:pPr>
              <w:pStyle w:val="pstyleRadioTb"/>
            </w:pPr>
            <w:r>
              <w:rPr>
                <w:rStyle w:val="styleRad"/>
              </w:rPr>
              <w:t xml:space="preserve"> [ ] </w:t>
            </w:r>
          </w:p>
        </w:tc>
        <w:tc>
          <w:tcPr>
            <w:tcW w:w="1750" w:type="dxa"/>
          </w:tcPr>
          <w:p w14:paraId="79CE2AD3" w14:textId="77777777" w:rsidR="00164FF5" w:rsidRDefault="00861641">
            <w:pPr>
              <w:pStyle w:val="pstyleRadioTb"/>
            </w:pPr>
            <w:r>
              <w:rPr>
                <w:rStyle w:val="styleRad"/>
              </w:rPr>
              <w:t xml:space="preserve"> [ ] </w:t>
            </w:r>
          </w:p>
        </w:tc>
        <w:tc>
          <w:tcPr>
            <w:tcW w:w="1750" w:type="dxa"/>
          </w:tcPr>
          <w:p w14:paraId="754DC773" w14:textId="77777777" w:rsidR="00164FF5" w:rsidRDefault="00861641">
            <w:pPr>
              <w:pStyle w:val="pstyleRadioTb"/>
            </w:pPr>
            <w:r>
              <w:rPr>
                <w:rStyle w:val="styleRad"/>
              </w:rPr>
              <w:t xml:space="preserve"> [ ] </w:t>
            </w:r>
          </w:p>
        </w:tc>
        <w:tc>
          <w:tcPr>
            <w:tcW w:w="1750" w:type="dxa"/>
          </w:tcPr>
          <w:p w14:paraId="43E98F12" w14:textId="77777777" w:rsidR="00164FF5" w:rsidRDefault="00861641">
            <w:pPr>
              <w:pStyle w:val="pstyleRadioTb"/>
            </w:pPr>
            <w:r>
              <w:rPr>
                <w:rStyle w:val="styleRad"/>
              </w:rPr>
              <w:t xml:space="preserve"> [ ] </w:t>
            </w:r>
          </w:p>
        </w:tc>
        <w:tc>
          <w:tcPr>
            <w:tcW w:w="1750" w:type="dxa"/>
          </w:tcPr>
          <w:p w14:paraId="72228EF6" w14:textId="77777777" w:rsidR="00164FF5" w:rsidRDefault="00861641">
            <w:pPr>
              <w:pStyle w:val="pstyleRadioTb"/>
            </w:pPr>
            <w:r>
              <w:rPr>
                <w:rStyle w:val="styleRad"/>
              </w:rPr>
              <w:t xml:space="preserve"> [ ] </w:t>
            </w:r>
          </w:p>
        </w:tc>
        <w:tc>
          <w:tcPr>
            <w:tcW w:w="1750" w:type="dxa"/>
          </w:tcPr>
          <w:p w14:paraId="32D36303" w14:textId="77777777" w:rsidR="00164FF5" w:rsidRDefault="00861641">
            <w:r>
              <w:rPr>
                <w:rStyle w:val="styleSubformtxtsp"/>
              </w:rPr>
              <w:t xml:space="preserve"> </w:t>
            </w:r>
          </w:p>
        </w:tc>
        <w:tc>
          <w:tcPr>
            <w:tcW w:w="1750" w:type="dxa"/>
          </w:tcPr>
          <w:p w14:paraId="728A3670" w14:textId="77777777" w:rsidR="00164FF5" w:rsidRDefault="00164FF5"/>
        </w:tc>
        <w:tc>
          <w:tcPr>
            <w:tcW w:w="1750" w:type="dxa"/>
          </w:tcPr>
          <w:p w14:paraId="3B576A69" w14:textId="77777777" w:rsidR="00164FF5" w:rsidRDefault="00861641">
            <w:r>
              <w:rPr>
                <w:rStyle w:val="styleSubformtxtsp"/>
              </w:rPr>
              <w:t xml:space="preserve"> </w:t>
            </w:r>
          </w:p>
        </w:tc>
        <w:tc>
          <w:tcPr>
            <w:tcW w:w="1750" w:type="dxa"/>
          </w:tcPr>
          <w:p w14:paraId="239A2493" w14:textId="77777777" w:rsidR="00164FF5" w:rsidRDefault="00861641">
            <w:r>
              <w:rPr>
                <w:rStyle w:val="styleSubformtxtsp"/>
              </w:rPr>
              <w:t xml:space="preserve">NT </w:t>
            </w:r>
          </w:p>
        </w:tc>
        <w:tc>
          <w:tcPr>
            <w:tcW w:w="1750" w:type="dxa"/>
          </w:tcPr>
          <w:p w14:paraId="6B79DA7D" w14:textId="77777777" w:rsidR="00164FF5" w:rsidRDefault="00861641">
            <w:pPr>
              <w:pStyle w:val="pstyleRadioTb"/>
            </w:pPr>
            <w:r>
              <w:rPr>
                <w:rStyle w:val="styleRad"/>
              </w:rPr>
              <w:t xml:space="preserve"> [ ] </w:t>
            </w:r>
          </w:p>
        </w:tc>
        <w:tc>
          <w:tcPr>
            <w:tcW w:w="1750" w:type="dxa"/>
          </w:tcPr>
          <w:p w14:paraId="3CBFEB5D" w14:textId="77777777" w:rsidR="00164FF5" w:rsidRDefault="00861641">
            <w:pPr>
              <w:pStyle w:val="pstyleRadioTb"/>
            </w:pPr>
            <w:r>
              <w:rPr>
                <w:rStyle w:val="styleRad"/>
              </w:rPr>
              <w:t xml:space="preserve"> [ ] </w:t>
            </w:r>
          </w:p>
        </w:tc>
        <w:tc>
          <w:tcPr>
            <w:tcW w:w="1750" w:type="dxa"/>
          </w:tcPr>
          <w:p w14:paraId="29B535AA" w14:textId="77777777" w:rsidR="00164FF5" w:rsidRDefault="00861641">
            <w:r>
              <w:rPr>
                <w:rStyle w:val="styleSubformtxtsp"/>
              </w:rPr>
              <w:t>Nationally vulnerable in NSW (BCA)</w:t>
            </w:r>
          </w:p>
        </w:tc>
        <w:tc>
          <w:tcPr>
            <w:tcW w:w="1750" w:type="dxa"/>
          </w:tcPr>
          <w:p w14:paraId="27D87D4C" w14:textId="77777777" w:rsidR="00164FF5" w:rsidRDefault="00164FF5"/>
        </w:tc>
      </w:tr>
      <w:tr w:rsidR="00164FF5" w14:paraId="78F640CB" w14:textId="77777777" w:rsidTr="00164FF5">
        <w:trPr>
          <w:trHeight w:val="100"/>
        </w:trPr>
        <w:tc>
          <w:tcPr>
            <w:tcW w:w="1750" w:type="dxa"/>
          </w:tcPr>
          <w:p w14:paraId="68328A01" w14:textId="77777777" w:rsidR="00164FF5" w:rsidRDefault="00861641">
            <w:r>
              <w:rPr>
                <w:rStyle w:val="styleSubformtxtUP"/>
              </w:rPr>
              <w:t>Chordata/Aves</w:t>
            </w:r>
          </w:p>
        </w:tc>
        <w:tc>
          <w:tcPr>
            <w:tcW w:w="1750" w:type="dxa"/>
          </w:tcPr>
          <w:p w14:paraId="75E53B86" w14:textId="77777777" w:rsidR="00164FF5" w:rsidRDefault="00861641">
            <w:r>
              <w:rPr>
                <w:rStyle w:val="styleSubformtxtIblue700"/>
              </w:rPr>
              <w:t>Pelecanus conspicillatus</w:t>
            </w:r>
          </w:p>
        </w:tc>
        <w:tc>
          <w:tcPr>
            <w:tcW w:w="1750" w:type="dxa"/>
          </w:tcPr>
          <w:p w14:paraId="76298AD9" w14:textId="77777777" w:rsidR="00164FF5" w:rsidRDefault="00861641">
            <w:r>
              <w:rPr>
                <w:rStyle w:val="styleSubformtxtsp"/>
              </w:rPr>
              <w:t>Australian Pelican</w:t>
            </w:r>
          </w:p>
        </w:tc>
        <w:tc>
          <w:tcPr>
            <w:tcW w:w="1750" w:type="dxa"/>
          </w:tcPr>
          <w:p w14:paraId="32C09ABF" w14:textId="77777777" w:rsidR="00164FF5" w:rsidRDefault="00861641">
            <w:pPr>
              <w:pStyle w:val="pstyleRadioTb"/>
            </w:pPr>
            <w:r>
              <w:rPr>
                <w:rStyle w:val="styleRad"/>
              </w:rPr>
              <w:t xml:space="preserve"> [ ] </w:t>
            </w:r>
          </w:p>
        </w:tc>
        <w:tc>
          <w:tcPr>
            <w:tcW w:w="1750" w:type="dxa"/>
          </w:tcPr>
          <w:p w14:paraId="21FD6B3A" w14:textId="77777777" w:rsidR="00164FF5" w:rsidRDefault="00861641">
            <w:pPr>
              <w:pStyle w:val="pstyleRadioTb"/>
            </w:pPr>
            <w:r>
              <w:rPr>
                <w:rStyle w:val="styleRad"/>
              </w:rPr>
              <w:t xml:space="preserve"> [x] </w:t>
            </w:r>
          </w:p>
        </w:tc>
        <w:tc>
          <w:tcPr>
            <w:tcW w:w="1750" w:type="dxa"/>
          </w:tcPr>
          <w:p w14:paraId="120761BF" w14:textId="77777777" w:rsidR="00164FF5" w:rsidRDefault="00861641">
            <w:pPr>
              <w:pStyle w:val="pstyleRadioTb"/>
            </w:pPr>
            <w:r>
              <w:rPr>
                <w:rStyle w:val="styleRad"/>
              </w:rPr>
              <w:t xml:space="preserve"> [ ] </w:t>
            </w:r>
          </w:p>
        </w:tc>
        <w:tc>
          <w:tcPr>
            <w:tcW w:w="1750" w:type="dxa"/>
          </w:tcPr>
          <w:p w14:paraId="403D8F6A" w14:textId="77777777" w:rsidR="00164FF5" w:rsidRDefault="00861641">
            <w:pPr>
              <w:pStyle w:val="pstyleRadioTb"/>
            </w:pPr>
            <w:r>
              <w:rPr>
                <w:rStyle w:val="styleRad"/>
              </w:rPr>
              <w:t xml:space="preserve"> [ ] </w:t>
            </w:r>
          </w:p>
        </w:tc>
        <w:tc>
          <w:tcPr>
            <w:tcW w:w="1750" w:type="dxa"/>
          </w:tcPr>
          <w:p w14:paraId="14B3A3BC" w14:textId="77777777" w:rsidR="00164FF5" w:rsidRDefault="00861641">
            <w:pPr>
              <w:pStyle w:val="pstyleRadioTb"/>
            </w:pPr>
            <w:r>
              <w:rPr>
                <w:rStyle w:val="styleRad"/>
              </w:rPr>
              <w:t xml:space="preserve"> [ ] </w:t>
            </w:r>
          </w:p>
        </w:tc>
        <w:tc>
          <w:tcPr>
            <w:tcW w:w="1750" w:type="dxa"/>
          </w:tcPr>
          <w:p w14:paraId="4A9D2F0D" w14:textId="77777777" w:rsidR="00164FF5" w:rsidRDefault="00861641">
            <w:pPr>
              <w:pStyle w:val="pstyleRadioTb"/>
            </w:pPr>
            <w:r>
              <w:rPr>
                <w:rStyle w:val="styleRad"/>
              </w:rPr>
              <w:t xml:space="preserve"> [ ] </w:t>
            </w:r>
          </w:p>
        </w:tc>
        <w:tc>
          <w:tcPr>
            <w:tcW w:w="1750" w:type="dxa"/>
          </w:tcPr>
          <w:p w14:paraId="0B22D1B4" w14:textId="77777777" w:rsidR="00164FF5" w:rsidRDefault="00861641">
            <w:pPr>
              <w:pStyle w:val="pstyleRadioTb"/>
            </w:pPr>
            <w:r>
              <w:rPr>
                <w:rStyle w:val="styleRad"/>
              </w:rPr>
              <w:t xml:space="preserve"> [ ] </w:t>
            </w:r>
          </w:p>
        </w:tc>
        <w:tc>
          <w:tcPr>
            <w:tcW w:w="1750" w:type="dxa"/>
          </w:tcPr>
          <w:p w14:paraId="51D3A0E9" w14:textId="77777777" w:rsidR="00164FF5" w:rsidRDefault="00861641">
            <w:pPr>
              <w:pStyle w:val="pstyleRadioTb"/>
            </w:pPr>
            <w:r>
              <w:rPr>
                <w:rStyle w:val="styleRad"/>
              </w:rPr>
              <w:t xml:space="preserve"> [ ] </w:t>
            </w:r>
          </w:p>
        </w:tc>
        <w:tc>
          <w:tcPr>
            <w:tcW w:w="1750" w:type="dxa"/>
          </w:tcPr>
          <w:p w14:paraId="3ED0DF2A" w14:textId="77777777" w:rsidR="00164FF5" w:rsidRDefault="00861641">
            <w:r>
              <w:rPr>
                <w:rStyle w:val="styleSubformtxtsp"/>
              </w:rPr>
              <w:t xml:space="preserve"> </w:t>
            </w:r>
          </w:p>
        </w:tc>
        <w:tc>
          <w:tcPr>
            <w:tcW w:w="1750" w:type="dxa"/>
          </w:tcPr>
          <w:p w14:paraId="6E0E23E6" w14:textId="77777777" w:rsidR="00164FF5" w:rsidRDefault="00164FF5"/>
        </w:tc>
        <w:tc>
          <w:tcPr>
            <w:tcW w:w="1750" w:type="dxa"/>
          </w:tcPr>
          <w:p w14:paraId="2F841FFF" w14:textId="77777777" w:rsidR="00164FF5" w:rsidRDefault="00861641">
            <w:r>
              <w:rPr>
                <w:rStyle w:val="styleSubformtxtsp"/>
              </w:rPr>
              <w:t xml:space="preserve"> </w:t>
            </w:r>
          </w:p>
        </w:tc>
        <w:tc>
          <w:tcPr>
            <w:tcW w:w="1750" w:type="dxa"/>
          </w:tcPr>
          <w:p w14:paraId="7ACC53C6" w14:textId="77777777" w:rsidR="00164FF5" w:rsidRDefault="00861641">
            <w:r>
              <w:rPr>
                <w:rStyle w:val="styleSubformtxtsp"/>
              </w:rPr>
              <w:t xml:space="preserve">LC </w:t>
            </w:r>
          </w:p>
        </w:tc>
        <w:tc>
          <w:tcPr>
            <w:tcW w:w="1750" w:type="dxa"/>
          </w:tcPr>
          <w:p w14:paraId="0BB6C07A" w14:textId="77777777" w:rsidR="00164FF5" w:rsidRDefault="00861641">
            <w:pPr>
              <w:pStyle w:val="pstyleRadioTb"/>
            </w:pPr>
            <w:r>
              <w:rPr>
                <w:rStyle w:val="styleRad"/>
              </w:rPr>
              <w:t xml:space="preserve"> [ ] </w:t>
            </w:r>
          </w:p>
        </w:tc>
        <w:tc>
          <w:tcPr>
            <w:tcW w:w="1750" w:type="dxa"/>
          </w:tcPr>
          <w:p w14:paraId="7D02D15F" w14:textId="77777777" w:rsidR="00164FF5" w:rsidRDefault="00861641">
            <w:pPr>
              <w:pStyle w:val="pstyleRadioTb"/>
            </w:pPr>
            <w:r>
              <w:rPr>
                <w:rStyle w:val="styleRad"/>
              </w:rPr>
              <w:t xml:space="preserve"> [ ] </w:t>
            </w:r>
          </w:p>
        </w:tc>
        <w:tc>
          <w:tcPr>
            <w:tcW w:w="1750" w:type="dxa"/>
          </w:tcPr>
          <w:p w14:paraId="70272D88" w14:textId="77777777" w:rsidR="00164FF5" w:rsidRDefault="00164FF5"/>
        </w:tc>
        <w:tc>
          <w:tcPr>
            <w:tcW w:w="1750" w:type="dxa"/>
          </w:tcPr>
          <w:p w14:paraId="2A0ABCB5" w14:textId="77777777" w:rsidR="00164FF5" w:rsidRDefault="00861641">
            <w:r>
              <w:rPr>
                <w:rStyle w:val="styleSubformtxtsp"/>
              </w:rPr>
              <w:t>Refuge</w:t>
            </w:r>
          </w:p>
        </w:tc>
      </w:tr>
      <w:tr w:rsidR="00164FF5" w14:paraId="258BDDFC" w14:textId="77777777" w:rsidTr="00164FF5">
        <w:trPr>
          <w:trHeight w:val="100"/>
        </w:trPr>
        <w:tc>
          <w:tcPr>
            <w:tcW w:w="1750" w:type="dxa"/>
          </w:tcPr>
          <w:p w14:paraId="1A20B22C" w14:textId="77777777" w:rsidR="00164FF5" w:rsidRDefault="00861641">
            <w:r>
              <w:rPr>
                <w:rStyle w:val="styleSubformtxtUP"/>
              </w:rPr>
              <w:t>Chordata/Aves</w:t>
            </w:r>
          </w:p>
        </w:tc>
        <w:tc>
          <w:tcPr>
            <w:tcW w:w="1750" w:type="dxa"/>
          </w:tcPr>
          <w:p w14:paraId="735FF05D" w14:textId="77777777" w:rsidR="00164FF5" w:rsidRDefault="00861641">
            <w:r>
              <w:rPr>
                <w:rStyle w:val="styleSubformtxtIblue700"/>
              </w:rPr>
              <w:t>Peltohyas australis</w:t>
            </w:r>
          </w:p>
        </w:tc>
        <w:tc>
          <w:tcPr>
            <w:tcW w:w="1750" w:type="dxa"/>
          </w:tcPr>
          <w:p w14:paraId="42950A55" w14:textId="77777777" w:rsidR="00164FF5" w:rsidRDefault="00861641">
            <w:r>
              <w:rPr>
                <w:rStyle w:val="styleSubformtxtsp"/>
              </w:rPr>
              <w:t>Inland Dotterel</w:t>
            </w:r>
          </w:p>
        </w:tc>
        <w:tc>
          <w:tcPr>
            <w:tcW w:w="1750" w:type="dxa"/>
          </w:tcPr>
          <w:p w14:paraId="6ABA441B" w14:textId="77777777" w:rsidR="00164FF5" w:rsidRDefault="00861641">
            <w:pPr>
              <w:pStyle w:val="pstyleRadioTb"/>
            </w:pPr>
            <w:r>
              <w:rPr>
                <w:rStyle w:val="styleRad"/>
              </w:rPr>
              <w:t xml:space="preserve"> [ ] </w:t>
            </w:r>
          </w:p>
        </w:tc>
        <w:tc>
          <w:tcPr>
            <w:tcW w:w="1750" w:type="dxa"/>
          </w:tcPr>
          <w:p w14:paraId="06D3A8DD" w14:textId="77777777" w:rsidR="00164FF5" w:rsidRDefault="00861641">
            <w:pPr>
              <w:pStyle w:val="pstyleRadioTb"/>
            </w:pPr>
            <w:r>
              <w:rPr>
                <w:rStyle w:val="styleRad"/>
              </w:rPr>
              <w:t xml:space="preserve"> [x] </w:t>
            </w:r>
          </w:p>
        </w:tc>
        <w:tc>
          <w:tcPr>
            <w:tcW w:w="1750" w:type="dxa"/>
          </w:tcPr>
          <w:p w14:paraId="0101CCBA" w14:textId="77777777" w:rsidR="00164FF5" w:rsidRDefault="00861641">
            <w:pPr>
              <w:pStyle w:val="pstyleRadioTb"/>
            </w:pPr>
            <w:r>
              <w:rPr>
                <w:rStyle w:val="styleRad"/>
              </w:rPr>
              <w:t xml:space="preserve"> [ ] </w:t>
            </w:r>
          </w:p>
        </w:tc>
        <w:tc>
          <w:tcPr>
            <w:tcW w:w="1750" w:type="dxa"/>
          </w:tcPr>
          <w:p w14:paraId="3D17B604" w14:textId="77777777" w:rsidR="00164FF5" w:rsidRDefault="00861641">
            <w:pPr>
              <w:pStyle w:val="pstyleRadioTb"/>
            </w:pPr>
            <w:r>
              <w:rPr>
                <w:rStyle w:val="styleRad"/>
              </w:rPr>
              <w:t xml:space="preserve"> [ ] </w:t>
            </w:r>
          </w:p>
        </w:tc>
        <w:tc>
          <w:tcPr>
            <w:tcW w:w="1750" w:type="dxa"/>
          </w:tcPr>
          <w:p w14:paraId="51AE8501" w14:textId="77777777" w:rsidR="00164FF5" w:rsidRDefault="00861641">
            <w:pPr>
              <w:pStyle w:val="pstyleRadioTb"/>
            </w:pPr>
            <w:r>
              <w:rPr>
                <w:rStyle w:val="styleRad"/>
              </w:rPr>
              <w:t xml:space="preserve"> [x] </w:t>
            </w:r>
          </w:p>
        </w:tc>
        <w:tc>
          <w:tcPr>
            <w:tcW w:w="1750" w:type="dxa"/>
          </w:tcPr>
          <w:p w14:paraId="2F315C98" w14:textId="77777777" w:rsidR="00164FF5" w:rsidRDefault="00861641">
            <w:pPr>
              <w:pStyle w:val="pstyleRadioTb"/>
            </w:pPr>
            <w:r>
              <w:rPr>
                <w:rStyle w:val="styleRad"/>
              </w:rPr>
              <w:t xml:space="preserve"> [ ] </w:t>
            </w:r>
          </w:p>
        </w:tc>
        <w:tc>
          <w:tcPr>
            <w:tcW w:w="1750" w:type="dxa"/>
          </w:tcPr>
          <w:p w14:paraId="13B9F5E8" w14:textId="77777777" w:rsidR="00164FF5" w:rsidRDefault="00861641">
            <w:pPr>
              <w:pStyle w:val="pstyleRadioTb"/>
            </w:pPr>
            <w:r>
              <w:rPr>
                <w:rStyle w:val="styleRad"/>
              </w:rPr>
              <w:t xml:space="preserve"> [ ] </w:t>
            </w:r>
          </w:p>
        </w:tc>
        <w:tc>
          <w:tcPr>
            <w:tcW w:w="1750" w:type="dxa"/>
          </w:tcPr>
          <w:p w14:paraId="601B9215" w14:textId="77777777" w:rsidR="00164FF5" w:rsidRDefault="00861641">
            <w:pPr>
              <w:pStyle w:val="pstyleRadioTb"/>
            </w:pPr>
            <w:r>
              <w:rPr>
                <w:rStyle w:val="styleRad"/>
              </w:rPr>
              <w:t xml:space="preserve"> [ ] </w:t>
            </w:r>
          </w:p>
        </w:tc>
        <w:tc>
          <w:tcPr>
            <w:tcW w:w="1750" w:type="dxa"/>
          </w:tcPr>
          <w:p w14:paraId="1CC01070" w14:textId="77777777" w:rsidR="00164FF5" w:rsidRDefault="00861641">
            <w:r>
              <w:rPr>
                <w:rStyle w:val="styleSubformtxtsp"/>
              </w:rPr>
              <w:t xml:space="preserve"> </w:t>
            </w:r>
          </w:p>
        </w:tc>
        <w:tc>
          <w:tcPr>
            <w:tcW w:w="1750" w:type="dxa"/>
          </w:tcPr>
          <w:p w14:paraId="0F43663E" w14:textId="77777777" w:rsidR="00164FF5" w:rsidRDefault="00164FF5"/>
        </w:tc>
        <w:tc>
          <w:tcPr>
            <w:tcW w:w="1750" w:type="dxa"/>
          </w:tcPr>
          <w:p w14:paraId="27B60BED" w14:textId="77777777" w:rsidR="00164FF5" w:rsidRDefault="00861641">
            <w:r>
              <w:rPr>
                <w:rStyle w:val="styleSubformtxtsp"/>
              </w:rPr>
              <w:t xml:space="preserve"> </w:t>
            </w:r>
          </w:p>
        </w:tc>
        <w:tc>
          <w:tcPr>
            <w:tcW w:w="1750" w:type="dxa"/>
          </w:tcPr>
          <w:p w14:paraId="0DF44DCE" w14:textId="77777777" w:rsidR="00164FF5" w:rsidRDefault="00861641">
            <w:r>
              <w:rPr>
                <w:rStyle w:val="styleSubformtxtsp"/>
              </w:rPr>
              <w:t xml:space="preserve">LC </w:t>
            </w:r>
          </w:p>
        </w:tc>
        <w:tc>
          <w:tcPr>
            <w:tcW w:w="1750" w:type="dxa"/>
          </w:tcPr>
          <w:p w14:paraId="70598EFB" w14:textId="77777777" w:rsidR="00164FF5" w:rsidRDefault="00861641">
            <w:pPr>
              <w:pStyle w:val="pstyleRadioTb"/>
            </w:pPr>
            <w:r>
              <w:rPr>
                <w:rStyle w:val="styleRad"/>
              </w:rPr>
              <w:t xml:space="preserve"> [ ] </w:t>
            </w:r>
          </w:p>
        </w:tc>
        <w:tc>
          <w:tcPr>
            <w:tcW w:w="1750" w:type="dxa"/>
          </w:tcPr>
          <w:p w14:paraId="36CF2766" w14:textId="77777777" w:rsidR="00164FF5" w:rsidRDefault="00861641">
            <w:pPr>
              <w:pStyle w:val="pstyleRadioTb"/>
            </w:pPr>
            <w:r>
              <w:rPr>
                <w:rStyle w:val="styleRad"/>
              </w:rPr>
              <w:t xml:space="preserve"> [ ] </w:t>
            </w:r>
          </w:p>
        </w:tc>
        <w:tc>
          <w:tcPr>
            <w:tcW w:w="1750" w:type="dxa"/>
          </w:tcPr>
          <w:p w14:paraId="44274367" w14:textId="77777777" w:rsidR="00164FF5" w:rsidRDefault="00164FF5"/>
        </w:tc>
        <w:tc>
          <w:tcPr>
            <w:tcW w:w="1750" w:type="dxa"/>
          </w:tcPr>
          <w:p w14:paraId="3151ADF8" w14:textId="77777777" w:rsidR="00164FF5" w:rsidRDefault="00861641">
            <w:r>
              <w:rPr>
                <w:rStyle w:val="styleSubformtxtsp"/>
              </w:rPr>
              <w:t>Drought refuge</w:t>
            </w:r>
          </w:p>
        </w:tc>
      </w:tr>
      <w:tr w:rsidR="00164FF5" w14:paraId="42A6FF7C" w14:textId="77777777" w:rsidTr="00164FF5">
        <w:trPr>
          <w:trHeight w:val="100"/>
        </w:trPr>
        <w:tc>
          <w:tcPr>
            <w:tcW w:w="1750" w:type="dxa"/>
          </w:tcPr>
          <w:p w14:paraId="01CFCCB1" w14:textId="77777777" w:rsidR="00164FF5" w:rsidRDefault="00861641">
            <w:r>
              <w:rPr>
                <w:rStyle w:val="styleSubformtxtUP"/>
              </w:rPr>
              <w:t>Chordata/Aves</w:t>
            </w:r>
          </w:p>
        </w:tc>
        <w:tc>
          <w:tcPr>
            <w:tcW w:w="1750" w:type="dxa"/>
          </w:tcPr>
          <w:p w14:paraId="1BEC41FF" w14:textId="77777777" w:rsidR="00164FF5" w:rsidRDefault="00861641">
            <w:r>
              <w:rPr>
                <w:rStyle w:val="styleSubformtxtIblue700"/>
              </w:rPr>
              <w:t>Phalacrocorax sulcirostris</w:t>
            </w:r>
          </w:p>
        </w:tc>
        <w:tc>
          <w:tcPr>
            <w:tcW w:w="1750" w:type="dxa"/>
          </w:tcPr>
          <w:p w14:paraId="51ACA71C" w14:textId="77777777" w:rsidR="00164FF5" w:rsidRDefault="00861641">
            <w:r>
              <w:rPr>
                <w:rStyle w:val="styleSubformtxtsp"/>
              </w:rPr>
              <w:t>Little Black Cormorant</w:t>
            </w:r>
          </w:p>
        </w:tc>
        <w:tc>
          <w:tcPr>
            <w:tcW w:w="1750" w:type="dxa"/>
          </w:tcPr>
          <w:p w14:paraId="6793B4FC" w14:textId="77777777" w:rsidR="00164FF5" w:rsidRDefault="00861641">
            <w:pPr>
              <w:pStyle w:val="pstyleRadioTb"/>
            </w:pPr>
            <w:r>
              <w:rPr>
                <w:rStyle w:val="styleRad"/>
              </w:rPr>
              <w:t xml:space="preserve"> [ ] </w:t>
            </w:r>
          </w:p>
        </w:tc>
        <w:tc>
          <w:tcPr>
            <w:tcW w:w="1750" w:type="dxa"/>
          </w:tcPr>
          <w:p w14:paraId="28932341" w14:textId="77777777" w:rsidR="00164FF5" w:rsidRDefault="00861641">
            <w:pPr>
              <w:pStyle w:val="pstyleRadioTb"/>
            </w:pPr>
            <w:r>
              <w:rPr>
                <w:rStyle w:val="styleRad"/>
              </w:rPr>
              <w:t xml:space="preserve"> [x] </w:t>
            </w:r>
          </w:p>
        </w:tc>
        <w:tc>
          <w:tcPr>
            <w:tcW w:w="1750" w:type="dxa"/>
          </w:tcPr>
          <w:p w14:paraId="2FBC4A2F" w14:textId="77777777" w:rsidR="00164FF5" w:rsidRDefault="00861641">
            <w:pPr>
              <w:pStyle w:val="pstyleRadioTb"/>
            </w:pPr>
            <w:r>
              <w:rPr>
                <w:rStyle w:val="styleRad"/>
              </w:rPr>
              <w:t xml:space="preserve"> [ ] </w:t>
            </w:r>
          </w:p>
        </w:tc>
        <w:tc>
          <w:tcPr>
            <w:tcW w:w="1750" w:type="dxa"/>
          </w:tcPr>
          <w:p w14:paraId="6576B12F" w14:textId="77777777" w:rsidR="00164FF5" w:rsidRDefault="00861641">
            <w:pPr>
              <w:pStyle w:val="pstyleRadioTb"/>
            </w:pPr>
            <w:r>
              <w:rPr>
                <w:rStyle w:val="styleRad"/>
              </w:rPr>
              <w:t xml:space="preserve"> [ ] </w:t>
            </w:r>
          </w:p>
        </w:tc>
        <w:tc>
          <w:tcPr>
            <w:tcW w:w="1750" w:type="dxa"/>
          </w:tcPr>
          <w:p w14:paraId="15783630" w14:textId="77777777" w:rsidR="00164FF5" w:rsidRDefault="00861641">
            <w:pPr>
              <w:pStyle w:val="pstyleRadioTb"/>
            </w:pPr>
            <w:r>
              <w:rPr>
                <w:rStyle w:val="styleRad"/>
              </w:rPr>
              <w:t xml:space="preserve"> [x] </w:t>
            </w:r>
          </w:p>
        </w:tc>
        <w:tc>
          <w:tcPr>
            <w:tcW w:w="1750" w:type="dxa"/>
          </w:tcPr>
          <w:p w14:paraId="3FC3884F" w14:textId="77777777" w:rsidR="00164FF5" w:rsidRDefault="00861641">
            <w:pPr>
              <w:pStyle w:val="pstyleRadioTb"/>
            </w:pPr>
            <w:r>
              <w:rPr>
                <w:rStyle w:val="styleRad"/>
              </w:rPr>
              <w:t xml:space="preserve"> [ ] </w:t>
            </w:r>
          </w:p>
        </w:tc>
        <w:tc>
          <w:tcPr>
            <w:tcW w:w="1750" w:type="dxa"/>
          </w:tcPr>
          <w:p w14:paraId="4B51135E" w14:textId="77777777" w:rsidR="00164FF5" w:rsidRDefault="00861641">
            <w:pPr>
              <w:pStyle w:val="pstyleRadioTb"/>
            </w:pPr>
            <w:r>
              <w:rPr>
                <w:rStyle w:val="styleRad"/>
              </w:rPr>
              <w:t xml:space="preserve"> [ ] </w:t>
            </w:r>
          </w:p>
        </w:tc>
        <w:tc>
          <w:tcPr>
            <w:tcW w:w="1750" w:type="dxa"/>
          </w:tcPr>
          <w:p w14:paraId="0060E0BB" w14:textId="77777777" w:rsidR="00164FF5" w:rsidRDefault="00861641">
            <w:pPr>
              <w:pStyle w:val="pstyleRadioTb"/>
            </w:pPr>
            <w:r>
              <w:rPr>
                <w:rStyle w:val="styleRad"/>
              </w:rPr>
              <w:t xml:space="preserve"> [ ] </w:t>
            </w:r>
          </w:p>
        </w:tc>
        <w:tc>
          <w:tcPr>
            <w:tcW w:w="1750" w:type="dxa"/>
          </w:tcPr>
          <w:p w14:paraId="1F9A28C6" w14:textId="77777777" w:rsidR="00164FF5" w:rsidRDefault="00861641">
            <w:r>
              <w:rPr>
                <w:rStyle w:val="styleSubformtxtsp"/>
              </w:rPr>
              <w:t xml:space="preserve"> </w:t>
            </w:r>
          </w:p>
        </w:tc>
        <w:tc>
          <w:tcPr>
            <w:tcW w:w="1750" w:type="dxa"/>
          </w:tcPr>
          <w:p w14:paraId="781AE84E" w14:textId="77777777" w:rsidR="00164FF5" w:rsidRDefault="00164FF5"/>
        </w:tc>
        <w:tc>
          <w:tcPr>
            <w:tcW w:w="1750" w:type="dxa"/>
          </w:tcPr>
          <w:p w14:paraId="3B4EDF4A" w14:textId="77777777" w:rsidR="00164FF5" w:rsidRDefault="00861641">
            <w:r>
              <w:rPr>
                <w:rStyle w:val="styleSubformtxtsp"/>
              </w:rPr>
              <w:t xml:space="preserve"> </w:t>
            </w:r>
          </w:p>
        </w:tc>
        <w:tc>
          <w:tcPr>
            <w:tcW w:w="1750" w:type="dxa"/>
          </w:tcPr>
          <w:p w14:paraId="5BD8E389" w14:textId="77777777" w:rsidR="00164FF5" w:rsidRDefault="00861641">
            <w:r>
              <w:rPr>
                <w:rStyle w:val="styleSubformtxtsp"/>
              </w:rPr>
              <w:t xml:space="preserve">LC </w:t>
            </w:r>
          </w:p>
        </w:tc>
        <w:tc>
          <w:tcPr>
            <w:tcW w:w="1750" w:type="dxa"/>
          </w:tcPr>
          <w:p w14:paraId="2A9DEDD1" w14:textId="77777777" w:rsidR="00164FF5" w:rsidRDefault="00861641">
            <w:pPr>
              <w:pStyle w:val="pstyleRadioTb"/>
            </w:pPr>
            <w:r>
              <w:rPr>
                <w:rStyle w:val="styleRad"/>
              </w:rPr>
              <w:t xml:space="preserve"> [ ] </w:t>
            </w:r>
          </w:p>
        </w:tc>
        <w:tc>
          <w:tcPr>
            <w:tcW w:w="1750" w:type="dxa"/>
          </w:tcPr>
          <w:p w14:paraId="07B925C0" w14:textId="77777777" w:rsidR="00164FF5" w:rsidRDefault="00861641">
            <w:pPr>
              <w:pStyle w:val="pstyleRadioTb"/>
            </w:pPr>
            <w:r>
              <w:rPr>
                <w:rStyle w:val="styleRad"/>
              </w:rPr>
              <w:t xml:space="preserve"> [ ] </w:t>
            </w:r>
          </w:p>
        </w:tc>
        <w:tc>
          <w:tcPr>
            <w:tcW w:w="1750" w:type="dxa"/>
          </w:tcPr>
          <w:p w14:paraId="64E9DA6A" w14:textId="77777777" w:rsidR="00164FF5" w:rsidRDefault="00164FF5"/>
        </w:tc>
        <w:tc>
          <w:tcPr>
            <w:tcW w:w="1750" w:type="dxa"/>
          </w:tcPr>
          <w:p w14:paraId="7A6D0007" w14:textId="77777777" w:rsidR="00164FF5" w:rsidRDefault="00861641">
            <w:r>
              <w:rPr>
                <w:rStyle w:val="styleSubformtxtsp"/>
              </w:rPr>
              <w:t>Drought refuge</w:t>
            </w:r>
          </w:p>
        </w:tc>
      </w:tr>
      <w:tr w:rsidR="00164FF5" w14:paraId="5FA1C160" w14:textId="77777777" w:rsidTr="00164FF5">
        <w:trPr>
          <w:trHeight w:val="100"/>
        </w:trPr>
        <w:tc>
          <w:tcPr>
            <w:tcW w:w="1750" w:type="dxa"/>
          </w:tcPr>
          <w:p w14:paraId="1BA4041A" w14:textId="77777777" w:rsidR="00164FF5" w:rsidRDefault="00861641">
            <w:r>
              <w:rPr>
                <w:rStyle w:val="styleSubformtxtUP"/>
              </w:rPr>
              <w:lastRenderedPageBreak/>
              <w:t>Chordata/Aves</w:t>
            </w:r>
          </w:p>
        </w:tc>
        <w:tc>
          <w:tcPr>
            <w:tcW w:w="1750" w:type="dxa"/>
          </w:tcPr>
          <w:p w14:paraId="7E3E1AEE" w14:textId="77777777" w:rsidR="00164FF5" w:rsidRDefault="00861641">
            <w:r>
              <w:rPr>
                <w:rStyle w:val="styleSubformtxtIblue700"/>
              </w:rPr>
              <w:t>Phalacrocorax varius</w:t>
            </w:r>
          </w:p>
        </w:tc>
        <w:tc>
          <w:tcPr>
            <w:tcW w:w="1750" w:type="dxa"/>
          </w:tcPr>
          <w:p w14:paraId="2F9C1339" w14:textId="77777777" w:rsidR="00164FF5" w:rsidRDefault="00861641">
            <w:r>
              <w:rPr>
                <w:rStyle w:val="styleSubformtxtsp"/>
              </w:rPr>
              <w:t>Australian Pied Cormorant</w:t>
            </w:r>
          </w:p>
        </w:tc>
        <w:tc>
          <w:tcPr>
            <w:tcW w:w="1750" w:type="dxa"/>
          </w:tcPr>
          <w:p w14:paraId="119A47CE" w14:textId="77777777" w:rsidR="00164FF5" w:rsidRDefault="00861641">
            <w:pPr>
              <w:pStyle w:val="pstyleRadioTb"/>
            </w:pPr>
            <w:r>
              <w:rPr>
                <w:rStyle w:val="styleRad"/>
              </w:rPr>
              <w:t xml:space="preserve"> [ ] </w:t>
            </w:r>
          </w:p>
        </w:tc>
        <w:tc>
          <w:tcPr>
            <w:tcW w:w="1750" w:type="dxa"/>
          </w:tcPr>
          <w:p w14:paraId="66C151FF" w14:textId="77777777" w:rsidR="00164FF5" w:rsidRDefault="00861641">
            <w:pPr>
              <w:pStyle w:val="pstyleRadioTb"/>
            </w:pPr>
            <w:r>
              <w:rPr>
                <w:rStyle w:val="styleRad"/>
              </w:rPr>
              <w:t xml:space="preserve"> [x] </w:t>
            </w:r>
          </w:p>
        </w:tc>
        <w:tc>
          <w:tcPr>
            <w:tcW w:w="1750" w:type="dxa"/>
          </w:tcPr>
          <w:p w14:paraId="21738B44" w14:textId="77777777" w:rsidR="00164FF5" w:rsidRDefault="00861641">
            <w:pPr>
              <w:pStyle w:val="pstyleRadioTb"/>
            </w:pPr>
            <w:r>
              <w:rPr>
                <w:rStyle w:val="styleRad"/>
              </w:rPr>
              <w:t xml:space="preserve"> [ ] </w:t>
            </w:r>
          </w:p>
        </w:tc>
        <w:tc>
          <w:tcPr>
            <w:tcW w:w="1750" w:type="dxa"/>
          </w:tcPr>
          <w:p w14:paraId="68B26B32" w14:textId="77777777" w:rsidR="00164FF5" w:rsidRDefault="00861641">
            <w:pPr>
              <w:pStyle w:val="pstyleRadioTb"/>
            </w:pPr>
            <w:r>
              <w:rPr>
                <w:rStyle w:val="styleRad"/>
              </w:rPr>
              <w:t xml:space="preserve"> [ ] </w:t>
            </w:r>
          </w:p>
        </w:tc>
        <w:tc>
          <w:tcPr>
            <w:tcW w:w="1750" w:type="dxa"/>
          </w:tcPr>
          <w:p w14:paraId="1FC73F8C" w14:textId="77777777" w:rsidR="00164FF5" w:rsidRDefault="00861641">
            <w:pPr>
              <w:pStyle w:val="pstyleRadioTb"/>
            </w:pPr>
            <w:r>
              <w:rPr>
                <w:rStyle w:val="styleRad"/>
              </w:rPr>
              <w:t xml:space="preserve"> [ ] </w:t>
            </w:r>
          </w:p>
        </w:tc>
        <w:tc>
          <w:tcPr>
            <w:tcW w:w="1750" w:type="dxa"/>
          </w:tcPr>
          <w:p w14:paraId="39DDA44B" w14:textId="77777777" w:rsidR="00164FF5" w:rsidRDefault="00861641">
            <w:pPr>
              <w:pStyle w:val="pstyleRadioTb"/>
            </w:pPr>
            <w:r>
              <w:rPr>
                <w:rStyle w:val="styleRad"/>
              </w:rPr>
              <w:t xml:space="preserve"> [ ] </w:t>
            </w:r>
          </w:p>
        </w:tc>
        <w:tc>
          <w:tcPr>
            <w:tcW w:w="1750" w:type="dxa"/>
          </w:tcPr>
          <w:p w14:paraId="06F4A133" w14:textId="77777777" w:rsidR="00164FF5" w:rsidRDefault="00861641">
            <w:pPr>
              <w:pStyle w:val="pstyleRadioTb"/>
            </w:pPr>
            <w:r>
              <w:rPr>
                <w:rStyle w:val="styleRad"/>
              </w:rPr>
              <w:t xml:space="preserve"> [ ] </w:t>
            </w:r>
          </w:p>
        </w:tc>
        <w:tc>
          <w:tcPr>
            <w:tcW w:w="1750" w:type="dxa"/>
          </w:tcPr>
          <w:p w14:paraId="71D8CDBB" w14:textId="77777777" w:rsidR="00164FF5" w:rsidRDefault="00861641">
            <w:pPr>
              <w:pStyle w:val="pstyleRadioTb"/>
            </w:pPr>
            <w:r>
              <w:rPr>
                <w:rStyle w:val="styleRad"/>
              </w:rPr>
              <w:t xml:space="preserve"> [ ] </w:t>
            </w:r>
          </w:p>
        </w:tc>
        <w:tc>
          <w:tcPr>
            <w:tcW w:w="1750" w:type="dxa"/>
          </w:tcPr>
          <w:p w14:paraId="25598595" w14:textId="77777777" w:rsidR="00164FF5" w:rsidRDefault="00861641">
            <w:r>
              <w:rPr>
                <w:rStyle w:val="styleSubformtxtsp"/>
              </w:rPr>
              <w:t xml:space="preserve"> </w:t>
            </w:r>
          </w:p>
        </w:tc>
        <w:tc>
          <w:tcPr>
            <w:tcW w:w="1750" w:type="dxa"/>
          </w:tcPr>
          <w:p w14:paraId="76666856" w14:textId="77777777" w:rsidR="00164FF5" w:rsidRDefault="00164FF5"/>
        </w:tc>
        <w:tc>
          <w:tcPr>
            <w:tcW w:w="1750" w:type="dxa"/>
          </w:tcPr>
          <w:p w14:paraId="51BDA8D2" w14:textId="77777777" w:rsidR="00164FF5" w:rsidRDefault="00861641">
            <w:r>
              <w:rPr>
                <w:rStyle w:val="styleSubformtxtsp"/>
              </w:rPr>
              <w:t xml:space="preserve"> </w:t>
            </w:r>
          </w:p>
        </w:tc>
        <w:tc>
          <w:tcPr>
            <w:tcW w:w="1750" w:type="dxa"/>
          </w:tcPr>
          <w:p w14:paraId="74026A9C" w14:textId="77777777" w:rsidR="00164FF5" w:rsidRDefault="00861641">
            <w:r>
              <w:rPr>
                <w:rStyle w:val="styleSubformtxtsp"/>
              </w:rPr>
              <w:t xml:space="preserve">LC </w:t>
            </w:r>
          </w:p>
        </w:tc>
        <w:tc>
          <w:tcPr>
            <w:tcW w:w="1750" w:type="dxa"/>
          </w:tcPr>
          <w:p w14:paraId="1BC0D936" w14:textId="77777777" w:rsidR="00164FF5" w:rsidRDefault="00861641">
            <w:pPr>
              <w:pStyle w:val="pstyleRadioTb"/>
            </w:pPr>
            <w:r>
              <w:rPr>
                <w:rStyle w:val="styleRad"/>
              </w:rPr>
              <w:t xml:space="preserve"> [ ] </w:t>
            </w:r>
          </w:p>
        </w:tc>
        <w:tc>
          <w:tcPr>
            <w:tcW w:w="1750" w:type="dxa"/>
          </w:tcPr>
          <w:p w14:paraId="5059ADE1" w14:textId="77777777" w:rsidR="00164FF5" w:rsidRDefault="00861641">
            <w:pPr>
              <w:pStyle w:val="pstyleRadioTb"/>
            </w:pPr>
            <w:r>
              <w:rPr>
                <w:rStyle w:val="styleRad"/>
              </w:rPr>
              <w:t xml:space="preserve"> [ ] </w:t>
            </w:r>
          </w:p>
        </w:tc>
        <w:tc>
          <w:tcPr>
            <w:tcW w:w="1750" w:type="dxa"/>
          </w:tcPr>
          <w:p w14:paraId="1B707299" w14:textId="77777777" w:rsidR="00164FF5" w:rsidRDefault="00164FF5"/>
        </w:tc>
        <w:tc>
          <w:tcPr>
            <w:tcW w:w="1750" w:type="dxa"/>
          </w:tcPr>
          <w:p w14:paraId="43E9139A" w14:textId="77777777" w:rsidR="00164FF5" w:rsidRDefault="00861641">
            <w:r>
              <w:rPr>
                <w:rStyle w:val="styleSubformtxtsp"/>
              </w:rPr>
              <w:t>Refuge</w:t>
            </w:r>
          </w:p>
        </w:tc>
      </w:tr>
      <w:tr w:rsidR="00164FF5" w14:paraId="249ACDE9" w14:textId="77777777" w:rsidTr="00164FF5">
        <w:trPr>
          <w:trHeight w:val="100"/>
        </w:trPr>
        <w:tc>
          <w:tcPr>
            <w:tcW w:w="1750" w:type="dxa"/>
          </w:tcPr>
          <w:p w14:paraId="5B84762F" w14:textId="77777777" w:rsidR="00164FF5" w:rsidRDefault="00861641">
            <w:r>
              <w:rPr>
                <w:rStyle w:val="styleSubformtxtUP"/>
              </w:rPr>
              <w:t>Chordata/Aves</w:t>
            </w:r>
          </w:p>
        </w:tc>
        <w:tc>
          <w:tcPr>
            <w:tcW w:w="1750" w:type="dxa"/>
          </w:tcPr>
          <w:p w14:paraId="03B6E203" w14:textId="77777777" w:rsidR="00164FF5" w:rsidRDefault="00861641">
            <w:r>
              <w:rPr>
                <w:rStyle w:val="styleSubformtxtIblue700"/>
              </w:rPr>
              <w:t>Platalea flavipes</w:t>
            </w:r>
          </w:p>
        </w:tc>
        <w:tc>
          <w:tcPr>
            <w:tcW w:w="1750" w:type="dxa"/>
          </w:tcPr>
          <w:p w14:paraId="1A094703" w14:textId="77777777" w:rsidR="00164FF5" w:rsidRDefault="00861641">
            <w:r>
              <w:rPr>
                <w:rStyle w:val="styleSubformtxtsp"/>
              </w:rPr>
              <w:t>Yellow-billed Spoonbill</w:t>
            </w:r>
          </w:p>
        </w:tc>
        <w:tc>
          <w:tcPr>
            <w:tcW w:w="1750" w:type="dxa"/>
          </w:tcPr>
          <w:p w14:paraId="70F60139" w14:textId="77777777" w:rsidR="00164FF5" w:rsidRDefault="00861641">
            <w:pPr>
              <w:pStyle w:val="pstyleRadioTb"/>
            </w:pPr>
            <w:r>
              <w:rPr>
                <w:rStyle w:val="styleRad"/>
              </w:rPr>
              <w:t xml:space="preserve"> [ ] </w:t>
            </w:r>
          </w:p>
        </w:tc>
        <w:tc>
          <w:tcPr>
            <w:tcW w:w="1750" w:type="dxa"/>
          </w:tcPr>
          <w:p w14:paraId="2899DE52" w14:textId="77777777" w:rsidR="00164FF5" w:rsidRDefault="00861641">
            <w:pPr>
              <w:pStyle w:val="pstyleRadioTb"/>
            </w:pPr>
            <w:r>
              <w:rPr>
                <w:rStyle w:val="styleRad"/>
              </w:rPr>
              <w:t xml:space="preserve"> [x] </w:t>
            </w:r>
          </w:p>
        </w:tc>
        <w:tc>
          <w:tcPr>
            <w:tcW w:w="1750" w:type="dxa"/>
          </w:tcPr>
          <w:p w14:paraId="31F2B7F2" w14:textId="77777777" w:rsidR="00164FF5" w:rsidRDefault="00861641">
            <w:pPr>
              <w:pStyle w:val="pstyleRadioTb"/>
            </w:pPr>
            <w:r>
              <w:rPr>
                <w:rStyle w:val="styleRad"/>
              </w:rPr>
              <w:t xml:space="preserve"> [ ] </w:t>
            </w:r>
          </w:p>
        </w:tc>
        <w:tc>
          <w:tcPr>
            <w:tcW w:w="1750" w:type="dxa"/>
          </w:tcPr>
          <w:p w14:paraId="478795AE" w14:textId="77777777" w:rsidR="00164FF5" w:rsidRDefault="00861641">
            <w:pPr>
              <w:pStyle w:val="pstyleRadioTb"/>
            </w:pPr>
            <w:r>
              <w:rPr>
                <w:rStyle w:val="styleRad"/>
              </w:rPr>
              <w:t xml:space="preserve"> [ ] </w:t>
            </w:r>
          </w:p>
        </w:tc>
        <w:tc>
          <w:tcPr>
            <w:tcW w:w="1750" w:type="dxa"/>
          </w:tcPr>
          <w:p w14:paraId="37861B17" w14:textId="77777777" w:rsidR="00164FF5" w:rsidRDefault="00861641">
            <w:pPr>
              <w:pStyle w:val="pstyleRadioTb"/>
            </w:pPr>
            <w:r>
              <w:rPr>
                <w:rStyle w:val="styleRad"/>
              </w:rPr>
              <w:t xml:space="preserve"> [ ] </w:t>
            </w:r>
          </w:p>
        </w:tc>
        <w:tc>
          <w:tcPr>
            <w:tcW w:w="1750" w:type="dxa"/>
          </w:tcPr>
          <w:p w14:paraId="2ECA03E5" w14:textId="77777777" w:rsidR="00164FF5" w:rsidRDefault="00861641">
            <w:pPr>
              <w:pStyle w:val="pstyleRadioTb"/>
            </w:pPr>
            <w:r>
              <w:rPr>
                <w:rStyle w:val="styleRad"/>
              </w:rPr>
              <w:t xml:space="preserve"> [ ] </w:t>
            </w:r>
          </w:p>
        </w:tc>
        <w:tc>
          <w:tcPr>
            <w:tcW w:w="1750" w:type="dxa"/>
          </w:tcPr>
          <w:p w14:paraId="1704270F" w14:textId="77777777" w:rsidR="00164FF5" w:rsidRDefault="00861641">
            <w:pPr>
              <w:pStyle w:val="pstyleRadioTb"/>
            </w:pPr>
            <w:r>
              <w:rPr>
                <w:rStyle w:val="styleRad"/>
              </w:rPr>
              <w:t xml:space="preserve"> [ ] </w:t>
            </w:r>
          </w:p>
        </w:tc>
        <w:tc>
          <w:tcPr>
            <w:tcW w:w="1750" w:type="dxa"/>
          </w:tcPr>
          <w:p w14:paraId="155B2D23" w14:textId="77777777" w:rsidR="00164FF5" w:rsidRDefault="00861641">
            <w:pPr>
              <w:pStyle w:val="pstyleRadioTb"/>
            </w:pPr>
            <w:r>
              <w:rPr>
                <w:rStyle w:val="styleRad"/>
              </w:rPr>
              <w:t xml:space="preserve"> [ ] </w:t>
            </w:r>
          </w:p>
        </w:tc>
        <w:tc>
          <w:tcPr>
            <w:tcW w:w="1750" w:type="dxa"/>
          </w:tcPr>
          <w:p w14:paraId="65DF6484" w14:textId="77777777" w:rsidR="00164FF5" w:rsidRDefault="00861641">
            <w:r>
              <w:rPr>
                <w:rStyle w:val="styleSubformtxtsp"/>
              </w:rPr>
              <w:t xml:space="preserve"> </w:t>
            </w:r>
          </w:p>
        </w:tc>
        <w:tc>
          <w:tcPr>
            <w:tcW w:w="1750" w:type="dxa"/>
          </w:tcPr>
          <w:p w14:paraId="461FFCC3" w14:textId="77777777" w:rsidR="00164FF5" w:rsidRDefault="00164FF5"/>
        </w:tc>
        <w:tc>
          <w:tcPr>
            <w:tcW w:w="1750" w:type="dxa"/>
          </w:tcPr>
          <w:p w14:paraId="54309264" w14:textId="77777777" w:rsidR="00164FF5" w:rsidRDefault="00861641">
            <w:r>
              <w:rPr>
                <w:rStyle w:val="styleSubformtxtsp"/>
              </w:rPr>
              <w:t xml:space="preserve"> </w:t>
            </w:r>
          </w:p>
        </w:tc>
        <w:tc>
          <w:tcPr>
            <w:tcW w:w="1750" w:type="dxa"/>
          </w:tcPr>
          <w:p w14:paraId="666CE017" w14:textId="77777777" w:rsidR="00164FF5" w:rsidRDefault="00861641">
            <w:r>
              <w:rPr>
                <w:rStyle w:val="styleSubformtxtsp"/>
              </w:rPr>
              <w:t xml:space="preserve">LC </w:t>
            </w:r>
          </w:p>
        </w:tc>
        <w:tc>
          <w:tcPr>
            <w:tcW w:w="1750" w:type="dxa"/>
          </w:tcPr>
          <w:p w14:paraId="79DDC36B" w14:textId="77777777" w:rsidR="00164FF5" w:rsidRDefault="00861641">
            <w:pPr>
              <w:pStyle w:val="pstyleRadioTb"/>
            </w:pPr>
            <w:r>
              <w:rPr>
                <w:rStyle w:val="styleRad"/>
              </w:rPr>
              <w:t xml:space="preserve"> [ ] </w:t>
            </w:r>
          </w:p>
        </w:tc>
        <w:tc>
          <w:tcPr>
            <w:tcW w:w="1750" w:type="dxa"/>
          </w:tcPr>
          <w:p w14:paraId="4B9EE3BF" w14:textId="77777777" w:rsidR="00164FF5" w:rsidRDefault="00861641">
            <w:pPr>
              <w:pStyle w:val="pstyleRadioTb"/>
            </w:pPr>
            <w:r>
              <w:rPr>
                <w:rStyle w:val="styleRad"/>
              </w:rPr>
              <w:t xml:space="preserve"> [ ] </w:t>
            </w:r>
          </w:p>
        </w:tc>
        <w:tc>
          <w:tcPr>
            <w:tcW w:w="1750" w:type="dxa"/>
          </w:tcPr>
          <w:p w14:paraId="2993E43D" w14:textId="77777777" w:rsidR="00164FF5" w:rsidRDefault="00164FF5"/>
        </w:tc>
        <w:tc>
          <w:tcPr>
            <w:tcW w:w="1750" w:type="dxa"/>
          </w:tcPr>
          <w:p w14:paraId="29A7C770" w14:textId="77777777" w:rsidR="00164FF5" w:rsidRDefault="00861641">
            <w:r>
              <w:rPr>
                <w:rStyle w:val="styleSubformtxtsp"/>
              </w:rPr>
              <w:t>Refuge</w:t>
            </w:r>
          </w:p>
        </w:tc>
      </w:tr>
      <w:tr w:rsidR="00164FF5" w14:paraId="4770149B" w14:textId="77777777" w:rsidTr="00164FF5">
        <w:trPr>
          <w:trHeight w:val="100"/>
        </w:trPr>
        <w:tc>
          <w:tcPr>
            <w:tcW w:w="1750" w:type="dxa"/>
          </w:tcPr>
          <w:p w14:paraId="61DA1C4A" w14:textId="77777777" w:rsidR="00164FF5" w:rsidRDefault="00861641">
            <w:r>
              <w:rPr>
                <w:rStyle w:val="styleSubformtxtUP"/>
              </w:rPr>
              <w:t>Chordata/Aves</w:t>
            </w:r>
          </w:p>
        </w:tc>
        <w:tc>
          <w:tcPr>
            <w:tcW w:w="1750" w:type="dxa"/>
          </w:tcPr>
          <w:p w14:paraId="077C2904" w14:textId="77777777" w:rsidR="00164FF5" w:rsidRDefault="00861641">
            <w:r>
              <w:rPr>
                <w:rStyle w:val="styleSubformtxtIblue700"/>
              </w:rPr>
              <w:t>Plegadis falcinellus</w:t>
            </w:r>
          </w:p>
        </w:tc>
        <w:tc>
          <w:tcPr>
            <w:tcW w:w="1750" w:type="dxa"/>
          </w:tcPr>
          <w:p w14:paraId="413E21AB" w14:textId="77777777" w:rsidR="00164FF5" w:rsidRDefault="00861641">
            <w:r>
              <w:rPr>
                <w:rStyle w:val="styleSubformtxtsp"/>
              </w:rPr>
              <w:t>Glossy Ibis</w:t>
            </w:r>
          </w:p>
        </w:tc>
        <w:tc>
          <w:tcPr>
            <w:tcW w:w="1750" w:type="dxa"/>
          </w:tcPr>
          <w:p w14:paraId="079E8533" w14:textId="77777777" w:rsidR="00164FF5" w:rsidRDefault="00861641">
            <w:pPr>
              <w:pStyle w:val="pstyleRadioTb"/>
            </w:pPr>
            <w:r>
              <w:rPr>
                <w:rStyle w:val="styleRad"/>
              </w:rPr>
              <w:t xml:space="preserve"> [ ] </w:t>
            </w:r>
          </w:p>
        </w:tc>
        <w:tc>
          <w:tcPr>
            <w:tcW w:w="1750" w:type="dxa"/>
          </w:tcPr>
          <w:p w14:paraId="6768B477" w14:textId="77777777" w:rsidR="00164FF5" w:rsidRDefault="00861641">
            <w:pPr>
              <w:pStyle w:val="pstyleRadioTb"/>
            </w:pPr>
            <w:r>
              <w:rPr>
                <w:rStyle w:val="styleRad"/>
              </w:rPr>
              <w:t xml:space="preserve"> [x] </w:t>
            </w:r>
          </w:p>
        </w:tc>
        <w:tc>
          <w:tcPr>
            <w:tcW w:w="1750" w:type="dxa"/>
          </w:tcPr>
          <w:p w14:paraId="36E02940" w14:textId="77777777" w:rsidR="00164FF5" w:rsidRDefault="00861641">
            <w:pPr>
              <w:pStyle w:val="pstyleRadioTb"/>
            </w:pPr>
            <w:r>
              <w:rPr>
                <w:rStyle w:val="styleRad"/>
              </w:rPr>
              <w:t xml:space="preserve"> [ ] </w:t>
            </w:r>
          </w:p>
        </w:tc>
        <w:tc>
          <w:tcPr>
            <w:tcW w:w="1750" w:type="dxa"/>
          </w:tcPr>
          <w:p w14:paraId="509B44EE" w14:textId="77777777" w:rsidR="00164FF5" w:rsidRDefault="00861641">
            <w:pPr>
              <w:pStyle w:val="pstyleRadioTb"/>
            </w:pPr>
            <w:r>
              <w:rPr>
                <w:rStyle w:val="styleRad"/>
              </w:rPr>
              <w:t xml:space="preserve"> [ ] </w:t>
            </w:r>
          </w:p>
        </w:tc>
        <w:tc>
          <w:tcPr>
            <w:tcW w:w="1750" w:type="dxa"/>
          </w:tcPr>
          <w:p w14:paraId="6FB03FA4" w14:textId="77777777" w:rsidR="00164FF5" w:rsidRDefault="00861641">
            <w:pPr>
              <w:pStyle w:val="pstyleRadioTb"/>
            </w:pPr>
            <w:r>
              <w:rPr>
                <w:rStyle w:val="styleRad"/>
              </w:rPr>
              <w:t xml:space="preserve"> [x] </w:t>
            </w:r>
          </w:p>
        </w:tc>
        <w:tc>
          <w:tcPr>
            <w:tcW w:w="1750" w:type="dxa"/>
          </w:tcPr>
          <w:p w14:paraId="578666F8" w14:textId="77777777" w:rsidR="00164FF5" w:rsidRDefault="00861641">
            <w:pPr>
              <w:pStyle w:val="pstyleRadioTb"/>
            </w:pPr>
            <w:r>
              <w:rPr>
                <w:rStyle w:val="styleRad"/>
              </w:rPr>
              <w:t xml:space="preserve"> [ ] </w:t>
            </w:r>
          </w:p>
        </w:tc>
        <w:tc>
          <w:tcPr>
            <w:tcW w:w="1750" w:type="dxa"/>
          </w:tcPr>
          <w:p w14:paraId="5A29239D" w14:textId="77777777" w:rsidR="00164FF5" w:rsidRDefault="00861641">
            <w:pPr>
              <w:pStyle w:val="pstyleRadioTb"/>
            </w:pPr>
            <w:r>
              <w:rPr>
                <w:rStyle w:val="styleRad"/>
              </w:rPr>
              <w:t xml:space="preserve"> [ ] </w:t>
            </w:r>
          </w:p>
        </w:tc>
        <w:tc>
          <w:tcPr>
            <w:tcW w:w="1750" w:type="dxa"/>
          </w:tcPr>
          <w:p w14:paraId="774830F9" w14:textId="77777777" w:rsidR="00164FF5" w:rsidRDefault="00861641">
            <w:pPr>
              <w:pStyle w:val="pstyleRadioTb"/>
            </w:pPr>
            <w:r>
              <w:rPr>
                <w:rStyle w:val="styleRad"/>
              </w:rPr>
              <w:t xml:space="preserve"> [ ] </w:t>
            </w:r>
          </w:p>
        </w:tc>
        <w:tc>
          <w:tcPr>
            <w:tcW w:w="1750" w:type="dxa"/>
          </w:tcPr>
          <w:p w14:paraId="278BB2B9" w14:textId="77777777" w:rsidR="00164FF5" w:rsidRDefault="00861641">
            <w:r>
              <w:rPr>
                <w:rStyle w:val="styleSubformtxtsp"/>
              </w:rPr>
              <w:t xml:space="preserve"> </w:t>
            </w:r>
          </w:p>
        </w:tc>
        <w:tc>
          <w:tcPr>
            <w:tcW w:w="1750" w:type="dxa"/>
          </w:tcPr>
          <w:p w14:paraId="35543D32" w14:textId="77777777" w:rsidR="00164FF5" w:rsidRDefault="00164FF5"/>
        </w:tc>
        <w:tc>
          <w:tcPr>
            <w:tcW w:w="1750" w:type="dxa"/>
          </w:tcPr>
          <w:p w14:paraId="7BBC86C5" w14:textId="77777777" w:rsidR="00164FF5" w:rsidRDefault="00861641">
            <w:r>
              <w:rPr>
                <w:rStyle w:val="styleSubformtxtsp"/>
              </w:rPr>
              <w:t xml:space="preserve"> </w:t>
            </w:r>
          </w:p>
        </w:tc>
        <w:tc>
          <w:tcPr>
            <w:tcW w:w="1750" w:type="dxa"/>
          </w:tcPr>
          <w:p w14:paraId="0A8B2B15" w14:textId="77777777" w:rsidR="00164FF5" w:rsidRDefault="00861641">
            <w:r>
              <w:rPr>
                <w:rStyle w:val="styleSubformtxtsp"/>
              </w:rPr>
              <w:t xml:space="preserve">LC </w:t>
            </w:r>
          </w:p>
        </w:tc>
        <w:tc>
          <w:tcPr>
            <w:tcW w:w="1750" w:type="dxa"/>
          </w:tcPr>
          <w:p w14:paraId="18006D51" w14:textId="77777777" w:rsidR="00164FF5" w:rsidRDefault="00861641">
            <w:pPr>
              <w:pStyle w:val="pstyleRadioTb"/>
            </w:pPr>
            <w:r>
              <w:rPr>
                <w:rStyle w:val="styleRad"/>
              </w:rPr>
              <w:t xml:space="preserve"> [ ] </w:t>
            </w:r>
          </w:p>
        </w:tc>
        <w:tc>
          <w:tcPr>
            <w:tcW w:w="1750" w:type="dxa"/>
          </w:tcPr>
          <w:p w14:paraId="636E881A" w14:textId="77777777" w:rsidR="00164FF5" w:rsidRDefault="00861641">
            <w:pPr>
              <w:pStyle w:val="pstyleRadioTb"/>
            </w:pPr>
            <w:r>
              <w:rPr>
                <w:rStyle w:val="styleRad"/>
              </w:rPr>
              <w:t xml:space="preserve"> [ ] </w:t>
            </w:r>
          </w:p>
        </w:tc>
        <w:tc>
          <w:tcPr>
            <w:tcW w:w="1750" w:type="dxa"/>
          </w:tcPr>
          <w:p w14:paraId="226838D2" w14:textId="77777777" w:rsidR="00164FF5" w:rsidRDefault="00164FF5"/>
        </w:tc>
        <w:tc>
          <w:tcPr>
            <w:tcW w:w="1750" w:type="dxa"/>
          </w:tcPr>
          <w:p w14:paraId="13588EEF" w14:textId="77777777" w:rsidR="00164FF5" w:rsidRDefault="00861641">
            <w:r>
              <w:rPr>
                <w:rStyle w:val="styleSubformtxtsp"/>
              </w:rPr>
              <w:t>Drought refuge</w:t>
            </w:r>
          </w:p>
        </w:tc>
      </w:tr>
      <w:tr w:rsidR="00164FF5" w14:paraId="3D9B230D" w14:textId="77777777" w:rsidTr="00164FF5">
        <w:trPr>
          <w:trHeight w:val="100"/>
        </w:trPr>
        <w:tc>
          <w:tcPr>
            <w:tcW w:w="1750" w:type="dxa"/>
          </w:tcPr>
          <w:p w14:paraId="31D35779" w14:textId="77777777" w:rsidR="00164FF5" w:rsidRDefault="00861641">
            <w:r>
              <w:rPr>
                <w:rStyle w:val="styleSubformtxtUP"/>
              </w:rPr>
              <w:t>Chordata/Aves</w:t>
            </w:r>
          </w:p>
        </w:tc>
        <w:tc>
          <w:tcPr>
            <w:tcW w:w="1750" w:type="dxa"/>
          </w:tcPr>
          <w:p w14:paraId="13CF9CA5" w14:textId="77777777" w:rsidR="00164FF5" w:rsidRDefault="00861641">
            <w:r>
              <w:rPr>
                <w:rStyle w:val="styleSubformtxtIblue700"/>
              </w:rPr>
              <w:t>Porzana fluminea</w:t>
            </w:r>
          </w:p>
        </w:tc>
        <w:tc>
          <w:tcPr>
            <w:tcW w:w="1750" w:type="dxa"/>
          </w:tcPr>
          <w:p w14:paraId="1EB917B2" w14:textId="77777777" w:rsidR="00164FF5" w:rsidRDefault="00861641">
            <w:r>
              <w:rPr>
                <w:rStyle w:val="styleSubformtxtsp"/>
              </w:rPr>
              <w:t>Australian Crake</w:t>
            </w:r>
          </w:p>
        </w:tc>
        <w:tc>
          <w:tcPr>
            <w:tcW w:w="1750" w:type="dxa"/>
          </w:tcPr>
          <w:p w14:paraId="3DCED285" w14:textId="77777777" w:rsidR="00164FF5" w:rsidRDefault="00861641">
            <w:pPr>
              <w:pStyle w:val="pstyleRadioTb"/>
            </w:pPr>
            <w:r>
              <w:rPr>
                <w:rStyle w:val="styleRad"/>
              </w:rPr>
              <w:t xml:space="preserve"> [ ] </w:t>
            </w:r>
          </w:p>
        </w:tc>
        <w:tc>
          <w:tcPr>
            <w:tcW w:w="1750" w:type="dxa"/>
          </w:tcPr>
          <w:p w14:paraId="426EFD67" w14:textId="77777777" w:rsidR="00164FF5" w:rsidRDefault="00861641">
            <w:pPr>
              <w:pStyle w:val="pstyleRadioTb"/>
            </w:pPr>
            <w:r>
              <w:rPr>
                <w:rStyle w:val="styleRad"/>
              </w:rPr>
              <w:t xml:space="preserve"> [x] </w:t>
            </w:r>
          </w:p>
        </w:tc>
        <w:tc>
          <w:tcPr>
            <w:tcW w:w="1750" w:type="dxa"/>
          </w:tcPr>
          <w:p w14:paraId="36FC1E07" w14:textId="77777777" w:rsidR="00164FF5" w:rsidRDefault="00861641">
            <w:pPr>
              <w:pStyle w:val="pstyleRadioTb"/>
            </w:pPr>
            <w:r>
              <w:rPr>
                <w:rStyle w:val="styleRad"/>
              </w:rPr>
              <w:t xml:space="preserve"> [ ] </w:t>
            </w:r>
          </w:p>
        </w:tc>
        <w:tc>
          <w:tcPr>
            <w:tcW w:w="1750" w:type="dxa"/>
          </w:tcPr>
          <w:p w14:paraId="0118C292" w14:textId="77777777" w:rsidR="00164FF5" w:rsidRDefault="00861641">
            <w:pPr>
              <w:pStyle w:val="pstyleRadioTb"/>
            </w:pPr>
            <w:r>
              <w:rPr>
                <w:rStyle w:val="styleRad"/>
              </w:rPr>
              <w:t xml:space="preserve"> [ ] </w:t>
            </w:r>
          </w:p>
        </w:tc>
        <w:tc>
          <w:tcPr>
            <w:tcW w:w="1750" w:type="dxa"/>
          </w:tcPr>
          <w:p w14:paraId="2DED0E37" w14:textId="77777777" w:rsidR="00164FF5" w:rsidRDefault="00861641">
            <w:pPr>
              <w:pStyle w:val="pstyleRadioTb"/>
            </w:pPr>
            <w:r>
              <w:rPr>
                <w:rStyle w:val="styleRad"/>
              </w:rPr>
              <w:t xml:space="preserve"> [x] </w:t>
            </w:r>
          </w:p>
        </w:tc>
        <w:tc>
          <w:tcPr>
            <w:tcW w:w="1750" w:type="dxa"/>
          </w:tcPr>
          <w:p w14:paraId="7A473024" w14:textId="77777777" w:rsidR="00164FF5" w:rsidRDefault="00861641">
            <w:pPr>
              <w:pStyle w:val="pstyleRadioTb"/>
            </w:pPr>
            <w:r>
              <w:rPr>
                <w:rStyle w:val="styleRad"/>
              </w:rPr>
              <w:t xml:space="preserve"> [ ] </w:t>
            </w:r>
          </w:p>
        </w:tc>
        <w:tc>
          <w:tcPr>
            <w:tcW w:w="1750" w:type="dxa"/>
          </w:tcPr>
          <w:p w14:paraId="180ECA75" w14:textId="77777777" w:rsidR="00164FF5" w:rsidRDefault="00861641">
            <w:pPr>
              <w:pStyle w:val="pstyleRadioTb"/>
            </w:pPr>
            <w:r>
              <w:rPr>
                <w:rStyle w:val="styleRad"/>
              </w:rPr>
              <w:t xml:space="preserve"> [ ] </w:t>
            </w:r>
          </w:p>
        </w:tc>
        <w:tc>
          <w:tcPr>
            <w:tcW w:w="1750" w:type="dxa"/>
          </w:tcPr>
          <w:p w14:paraId="0A799FA2" w14:textId="77777777" w:rsidR="00164FF5" w:rsidRDefault="00861641">
            <w:pPr>
              <w:pStyle w:val="pstyleRadioTb"/>
            </w:pPr>
            <w:r>
              <w:rPr>
                <w:rStyle w:val="styleRad"/>
              </w:rPr>
              <w:t xml:space="preserve"> [ ] </w:t>
            </w:r>
          </w:p>
        </w:tc>
        <w:tc>
          <w:tcPr>
            <w:tcW w:w="1750" w:type="dxa"/>
          </w:tcPr>
          <w:p w14:paraId="76EDB502" w14:textId="77777777" w:rsidR="00164FF5" w:rsidRDefault="00861641">
            <w:r>
              <w:rPr>
                <w:rStyle w:val="styleSubformtxtsp"/>
              </w:rPr>
              <w:t xml:space="preserve"> </w:t>
            </w:r>
          </w:p>
        </w:tc>
        <w:tc>
          <w:tcPr>
            <w:tcW w:w="1750" w:type="dxa"/>
          </w:tcPr>
          <w:p w14:paraId="1845FF8C" w14:textId="77777777" w:rsidR="00164FF5" w:rsidRDefault="00164FF5"/>
        </w:tc>
        <w:tc>
          <w:tcPr>
            <w:tcW w:w="1750" w:type="dxa"/>
          </w:tcPr>
          <w:p w14:paraId="50694E0A" w14:textId="77777777" w:rsidR="00164FF5" w:rsidRDefault="00861641">
            <w:r>
              <w:rPr>
                <w:rStyle w:val="styleSubformtxtsp"/>
              </w:rPr>
              <w:t xml:space="preserve"> </w:t>
            </w:r>
          </w:p>
        </w:tc>
        <w:tc>
          <w:tcPr>
            <w:tcW w:w="1750" w:type="dxa"/>
          </w:tcPr>
          <w:p w14:paraId="72E3A79A" w14:textId="77777777" w:rsidR="00164FF5" w:rsidRDefault="00861641">
            <w:r>
              <w:rPr>
                <w:rStyle w:val="styleSubformtxtsp"/>
              </w:rPr>
              <w:t xml:space="preserve">LC </w:t>
            </w:r>
          </w:p>
        </w:tc>
        <w:tc>
          <w:tcPr>
            <w:tcW w:w="1750" w:type="dxa"/>
          </w:tcPr>
          <w:p w14:paraId="22A1B436" w14:textId="77777777" w:rsidR="00164FF5" w:rsidRDefault="00861641">
            <w:pPr>
              <w:pStyle w:val="pstyleRadioTb"/>
            </w:pPr>
            <w:r>
              <w:rPr>
                <w:rStyle w:val="styleRad"/>
              </w:rPr>
              <w:t xml:space="preserve"> [ ] </w:t>
            </w:r>
          </w:p>
        </w:tc>
        <w:tc>
          <w:tcPr>
            <w:tcW w:w="1750" w:type="dxa"/>
          </w:tcPr>
          <w:p w14:paraId="308B396F" w14:textId="77777777" w:rsidR="00164FF5" w:rsidRDefault="00861641">
            <w:pPr>
              <w:pStyle w:val="pstyleRadioTb"/>
            </w:pPr>
            <w:r>
              <w:rPr>
                <w:rStyle w:val="styleRad"/>
              </w:rPr>
              <w:t xml:space="preserve"> [ ] </w:t>
            </w:r>
          </w:p>
        </w:tc>
        <w:tc>
          <w:tcPr>
            <w:tcW w:w="1750" w:type="dxa"/>
          </w:tcPr>
          <w:p w14:paraId="68272B8B" w14:textId="77777777" w:rsidR="00164FF5" w:rsidRDefault="00164FF5"/>
        </w:tc>
        <w:tc>
          <w:tcPr>
            <w:tcW w:w="1750" w:type="dxa"/>
          </w:tcPr>
          <w:p w14:paraId="41BE53A1" w14:textId="77777777" w:rsidR="00164FF5" w:rsidRDefault="00861641">
            <w:r>
              <w:rPr>
                <w:rStyle w:val="styleSubformtxtsp"/>
              </w:rPr>
              <w:t>Drought refuge</w:t>
            </w:r>
          </w:p>
        </w:tc>
      </w:tr>
      <w:tr w:rsidR="00164FF5" w14:paraId="008D98ED" w14:textId="77777777" w:rsidTr="00164FF5">
        <w:trPr>
          <w:trHeight w:val="100"/>
        </w:trPr>
        <w:tc>
          <w:tcPr>
            <w:tcW w:w="1750" w:type="dxa"/>
          </w:tcPr>
          <w:p w14:paraId="039C8238" w14:textId="77777777" w:rsidR="00164FF5" w:rsidRDefault="00861641">
            <w:r>
              <w:rPr>
                <w:rStyle w:val="styleSubformtxtUP"/>
              </w:rPr>
              <w:t>Chordata/Aves</w:t>
            </w:r>
          </w:p>
        </w:tc>
        <w:tc>
          <w:tcPr>
            <w:tcW w:w="1750" w:type="dxa"/>
          </w:tcPr>
          <w:p w14:paraId="263C3F50" w14:textId="77777777" w:rsidR="00164FF5" w:rsidRDefault="00861641">
            <w:r>
              <w:rPr>
                <w:rStyle w:val="styleSubformtxtIblue700"/>
              </w:rPr>
              <w:t>Pyrrholaemus brunneus</w:t>
            </w:r>
          </w:p>
        </w:tc>
        <w:tc>
          <w:tcPr>
            <w:tcW w:w="1750" w:type="dxa"/>
          </w:tcPr>
          <w:p w14:paraId="7055B6E7" w14:textId="77777777" w:rsidR="00164FF5" w:rsidRDefault="00861641">
            <w:r>
              <w:rPr>
                <w:rStyle w:val="styleSubformtxtsp"/>
              </w:rPr>
              <w:t>Redthroat</w:t>
            </w:r>
          </w:p>
        </w:tc>
        <w:tc>
          <w:tcPr>
            <w:tcW w:w="1750" w:type="dxa"/>
          </w:tcPr>
          <w:p w14:paraId="2356A9C4" w14:textId="77777777" w:rsidR="00164FF5" w:rsidRDefault="00861641">
            <w:pPr>
              <w:pStyle w:val="pstyleRadioTb"/>
            </w:pPr>
            <w:r>
              <w:rPr>
                <w:rStyle w:val="styleRad"/>
              </w:rPr>
              <w:t xml:space="preserve"> [x] </w:t>
            </w:r>
          </w:p>
        </w:tc>
        <w:tc>
          <w:tcPr>
            <w:tcW w:w="1750" w:type="dxa"/>
          </w:tcPr>
          <w:p w14:paraId="4EBB82C5" w14:textId="77777777" w:rsidR="00164FF5" w:rsidRDefault="00861641">
            <w:pPr>
              <w:pStyle w:val="pstyleRadioTb"/>
            </w:pPr>
            <w:r>
              <w:rPr>
                <w:rStyle w:val="styleRad"/>
              </w:rPr>
              <w:t xml:space="preserve"> [ ] </w:t>
            </w:r>
          </w:p>
        </w:tc>
        <w:tc>
          <w:tcPr>
            <w:tcW w:w="1750" w:type="dxa"/>
          </w:tcPr>
          <w:p w14:paraId="0A948CBF" w14:textId="77777777" w:rsidR="00164FF5" w:rsidRDefault="00861641">
            <w:pPr>
              <w:pStyle w:val="pstyleRadioTb"/>
            </w:pPr>
            <w:r>
              <w:rPr>
                <w:rStyle w:val="styleRad"/>
              </w:rPr>
              <w:t xml:space="preserve"> [ ] </w:t>
            </w:r>
          </w:p>
        </w:tc>
        <w:tc>
          <w:tcPr>
            <w:tcW w:w="1750" w:type="dxa"/>
          </w:tcPr>
          <w:p w14:paraId="7FE8324E" w14:textId="77777777" w:rsidR="00164FF5" w:rsidRDefault="00861641">
            <w:pPr>
              <w:pStyle w:val="pstyleRadioTb"/>
            </w:pPr>
            <w:r>
              <w:rPr>
                <w:rStyle w:val="styleRad"/>
              </w:rPr>
              <w:t xml:space="preserve"> [ ] </w:t>
            </w:r>
          </w:p>
        </w:tc>
        <w:tc>
          <w:tcPr>
            <w:tcW w:w="1750" w:type="dxa"/>
          </w:tcPr>
          <w:p w14:paraId="09DEE003" w14:textId="77777777" w:rsidR="00164FF5" w:rsidRDefault="00861641">
            <w:pPr>
              <w:pStyle w:val="pstyleRadioTb"/>
            </w:pPr>
            <w:r>
              <w:rPr>
                <w:rStyle w:val="styleRad"/>
              </w:rPr>
              <w:t xml:space="preserve"> [ ] </w:t>
            </w:r>
          </w:p>
        </w:tc>
        <w:tc>
          <w:tcPr>
            <w:tcW w:w="1750" w:type="dxa"/>
          </w:tcPr>
          <w:p w14:paraId="4644885D" w14:textId="77777777" w:rsidR="00164FF5" w:rsidRDefault="00861641">
            <w:pPr>
              <w:pStyle w:val="pstyleRadioTb"/>
            </w:pPr>
            <w:r>
              <w:rPr>
                <w:rStyle w:val="styleRad"/>
              </w:rPr>
              <w:t xml:space="preserve"> [ ] </w:t>
            </w:r>
          </w:p>
        </w:tc>
        <w:tc>
          <w:tcPr>
            <w:tcW w:w="1750" w:type="dxa"/>
          </w:tcPr>
          <w:p w14:paraId="4E30373E" w14:textId="77777777" w:rsidR="00164FF5" w:rsidRDefault="00861641">
            <w:pPr>
              <w:pStyle w:val="pstyleRadioTb"/>
            </w:pPr>
            <w:r>
              <w:rPr>
                <w:rStyle w:val="styleRad"/>
              </w:rPr>
              <w:t xml:space="preserve"> [ ] </w:t>
            </w:r>
          </w:p>
        </w:tc>
        <w:tc>
          <w:tcPr>
            <w:tcW w:w="1750" w:type="dxa"/>
          </w:tcPr>
          <w:p w14:paraId="2AC42F19" w14:textId="77777777" w:rsidR="00164FF5" w:rsidRDefault="00861641">
            <w:pPr>
              <w:pStyle w:val="pstyleRadioTb"/>
            </w:pPr>
            <w:r>
              <w:rPr>
                <w:rStyle w:val="styleRad"/>
              </w:rPr>
              <w:t xml:space="preserve"> [ ] </w:t>
            </w:r>
          </w:p>
        </w:tc>
        <w:tc>
          <w:tcPr>
            <w:tcW w:w="1750" w:type="dxa"/>
          </w:tcPr>
          <w:p w14:paraId="434FA94C" w14:textId="77777777" w:rsidR="00164FF5" w:rsidRDefault="00861641">
            <w:r>
              <w:rPr>
                <w:rStyle w:val="styleSubformtxtsp"/>
              </w:rPr>
              <w:t xml:space="preserve"> </w:t>
            </w:r>
          </w:p>
        </w:tc>
        <w:tc>
          <w:tcPr>
            <w:tcW w:w="1750" w:type="dxa"/>
          </w:tcPr>
          <w:p w14:paraId="621EB2EE" w14:textId="77777777" w:rsidR="00164FF5" w:rsidRDefault="00164FF5"/>
        </w:tc>
        <w:tc>
          <w:tcPr>
            <w:tcW w:w="1750" w:type="dxa"/>
          </w:tcPr>
          <w:p w14:paraId="4EC34AFF" w14:textId="77777777" w:rsidR="00164FF5" w:rsidRDefault="00861641">
            <w:r>
              <w:rPr>
                <w:rStyle w:val="styleSubformtxtsp"/>
              </w:rPr>
              <w:t xml:space="preserve"> </w:t>
            </w:r>
          </w:p>
        </w:tc>
        <w:tc>
          <w:tcPr>
            <w:tcW w:w="1750" w:type="dxa"/>
          </w:tcPr>
          <w:p w14:paraId="3521001D" w14:textId="77777777" w:rsidR="00164FF5" w:rsidRDefault="00861641">
            <w:r>
              <w:rPr>
                <w:rStyle w:val="styleSubformtxtsp"/>
              </w:rPr>
              <w:t xml:space="preserve">LC </w:t>
            </w:r>
          </w:p>
        </w:tc>
        <w:tc>
          <w:tcPr>
            <w:tcW w:w="1750" w:type="dxa"/>
          </w:tcPr>
          <w:p w14:paraId="4E0E2C74" w14:textId="77777777" w:rsidR="00164FF5" w:rsidRDefault="00861641">
            <w:pPr>
              <w:pStyle w:val="pstyleRadioTb"/>
            </w:pPr>
            <w:r>
              <w:rPr>
                <w:rStyle w:val="styleRad"/>
              </w:rPr>
              <w:t xml:space="preserve"> [ ] </w:t>
            </w:r>
          </w:p>
        </w:tc>
        <w:tc>
          <w:tcPr>
            <w:tcW w:w="1750" w:type="dxa"/>
          </w:tcPr>
          <w:p w14:paraId="10CC48C4" w14:textId="77777777" w:rsidR="00164FF5" w:rsidRDefault="00861641">
            <w:pPr>
              <w:pStyle w:val="pstyleRadioTb"/>
            </w:pPr>
            <w:r>
              <w:rPr>
                <w:rStyle w:val="styleRad"/>
              </w:rPr>
              <w:t xml:space="preserve"> [ ] </w:t>
            </w:r>
          </w:p>
        </w:tc>
        <w:tc>
          <w:tcPr>
            <w:tcW w:w="1750" w:type="dxa"/>
          </w:tcPr>
          <w:p w14:paraId="08104CE4" w14:textId="77777777" w:rsidR="00164FF5" w:rsidRDefault="00861641">
            <w:r>
              <w:rPr>
                <w:rStyle w:val="styleSubformtxtsp"/>
              </w:rPr>
              <w:t>Vulnerable in NSW (BCA)</w:t>
            </w:r>
          </w:p>
        </w:tc>
        <w:tc>
          <w:tcPr>
            <w:tcW w:w="1750" w:type="dxa"/>
          </w:tcPr>
          <w:p w14:paraId="74627774" w14:textId="77777777" w:rsidR="00164FF5" w:rsidRDefault="00164FF5"/>
        </w:tc>
      </w:tr>
      <w:tr w:rsidR="00164FF5" w14:paraId="0D780BF9" w14:textId="77777777" w:rsidTr="00164FF5">
        <w:trPr>
          <w:trHeight w:val="100"/>
        </w:trPr>
        <w:tc>
          <w:tcPr>
            <w:tcW w:w="1750" w:type="dxa"/>
          </w:tcPr>
          <w:p w14:paraId="53307245" w14:textId="77777777" w:rsidR="00164FF5" w:rsidRDefault="00861641">
            <w:r>
              <w:rPr>
                <w:rStyle w:val="styleSubformtxtUP"/>
              </w:rPr>
              <w:t>Chordata/Aves</w:t>
            </w:r>
          </w:p>
        </w:tc>
        <w:tc>
          <w:tcPr>
            <w:tcW w:w="1750" w:type="dxa"/>
          </w:tcPr>
          <w:p w14:paraId="049CA76C" w14:textId="77777777" w:rsidR="00164FF5" w:rsidRDefault="00861641">
            <w:r>
              <w:rPr>
                <w:rStyle w:val="styleSubformtxtIblue700"/>
              </w:rPr>
              <w:t>Recurvirostra novaehollandiae</w:t>
            </w:r>
          </w:p>
        </w:tc>
        <w:tc>
          <w:tcPr>
            <w:tcW w:w="1750" w:type="dxa"/>
          </w:tcPr>
          <w:p w14:paraId="08CF9DD3" w14:textId="77777777" w:rsidR="00164FF5" w:rsidRDefault="00861641">
            <w:r>
              <w:rPr>
                <w:rStyle w:val="styleSubformtxtsp"/>
              </w:rPr>
              <w:t>Red-necked Avocet</w:t>
            </w:r>
          </w:p>
        </w:tc>
        <w:tc>
          <w:tcPr>
            <w:tcW w:w="1750" w:type="dxa"/>
          </w:tcPr>
          <w:p w14:paraId="1FE654FC" w14:textId="77777777" w:rsidR="00164FF5" w:rsidRDefault="00861641">
            <w:pPr>
              <w:pStyle w:val="pstyleRadioTb"/>
            </w:pPr>
            <w:r>
              <w:rPr>
                <w:rStyle w:val="styleRad"/>
              </w:rPr>
              <w:t xml:space="preserve"> [ ] </w:t>
            </w:r>
          </w:p>
        </w:tc>
        <w:tc>
          <w:tcPr>
            <w:tcW w:w="1750" w:type="dxa"/>
          </w:tcPr>
          <w:p w14:paraId="62571D43" w14:textId="77777777" w:rsidR="00164FF5" w:rsidRDefault="00861641">
            <w:pPr>
              <w:pStyle w:val="pstyleRadioTb"/>
            </w:pPr>
            <w:r>
              <w:rPr>
                <w:rStyle w:val="styleRad"/>
              </w:rPr>
              <w:t xml:space="preserve"> [x] </w:t>
            </w:r>
          </w:p>
        </w:tc>
        <w:tc>
          <w:tcPr>
            <w:tcW w:w="1750" w:type="dxa"/>
          </w:tcPr>
          <w:p w14:paraId="430A8BC0" w14:textId="77777777" w:rsidR="00164FF5" w:rsidRDefault="00861641">
            <w:pPr>
              <w:pStyle w:val="pstyleRadioTb"/>
            </w:pPr>
            <w:r>
              <w:rPr>
                <w:rStyle w:val="styleRad"/>
              </w:rPr>
              <w:t xml:space="preserve"> [ ] </w:t>
            </w:r>
          </w:p>
        </w:tc>
        <w:tc>
          <w:tcPr>
            <w:tcW w:w="1750" w:type="dxa"/>
          </w:tcPr>
          <w:p w14:paraId="06A01A9F" w14:textId="77777777" w:rsidR="00164FF5" w:rsidRDefault="00861641">
            <w:pPr>
              <w:pStyle w:val="pstyleRadioTb"/>
            </w:pPr>
            <w:r>
              <w:rPr>
                <w:rStyle w:val="styleRad"/>
              </w:rPr>
              <w:t xml:space="preserve"> [ ] </w:t>
            </w:r>
          </w:p>
        </w:tc>
        <w:tc>
          <w:tcPr>
            <w:tcW w:w="1750" w:type="dxa"/>
          </w:tcPr>
          <w:p w14:paraId="4729FF62" w14:textId="77777777" w:rsidR="00164FF5" w:rsidRDefault="00861641">
            <w:pPr>
              <w:pStyle w:val="pstyleRadioTb"/>
            </w:pPr>
            <w:r>
              <w:rPr>
                <w:rStyle w:val="styleRad"/>
              </w:rPr>
              <w:t xml:space="preserve"> [ ] </w:t>
            </w:r>
          </w:p>
        </w:tc>
        <w:tc>
          <w:tcPr>
            <w:tcW w:w="1750" w:type="dxa"/>
          </w:tcPr>
          <w:p w14:paraId="3137203A" w14:textId="77777777" w:rsidR="00164FF5" w:rsidRDefault="00861641">
            <w:pPr>
              <w:pStyle w:val="pstyleRadioTb"/>
            </w:pPr>
            <w:r>
              <w:rPr>
                <w:rStyle w:val="styleRad"/>
              </w:rPr>
              <w:t xml:space="preserve"> [ ] </w:t>
            </w:r>
          </w:p>
        </w:tc>
        <w:tc>
          <w:tcPr>
            <w:tcW w:w="1750" w:type="dxa"/>
          </w:tcPr>
          <w:p w14:paraId="2ADC31CE" w14:textId="77777777" w:rsidR="00164FF5" w:rsidRDefault="00861641">
            <w:pPr>
              <w:pStyle w:val="pstyleRadioTb"/>
            </w:pPr>
            <w:r>
              <w:rPr>
                <w:rStyle w:val="styleRad"/>
              </w:rPr>
              <w:t xml:space="preserve"> [ ] </w:t>
            </w:r>
          </w:p>
        </w:tc>
        <w:tc>
          <w:tcPr>
            <w:tcW w:w="1750" w:type="dxa"/>
          </w:tcPr>
          <w:p w14:paraId="5C6F726B" w14:textId="77777777" w:rsidR="00164FF5" w:rsidRDefault="00861641">
            <w:pPr>
              <w:pStyle w:val="pstyleRadioTb"/>
            </w:pPr>
            <w:r>
              <w:rPr>
                <w:rStyle w:val="styleRad"/>
              </w:rPr>
              <w:t xml:space="preserve"> [ ] </w:t>
            </w:r>
          </w:p>
        </w:tc>
        <w:tc>
          <w:tcPr>
            <w:tcW w:w="1750" w:type="dxa"/>
          </w:tcPr>
          <w:p w14:paraId="3A8550C2" w14:textId="77777777" w:rsidR="00164FF5" w:rsidRDefault="00861641">
            <w:r>
              <w:rPr>
                <w:rStyle w:val="styleSubformtxtsp"/>
              </w:rPr>
              <w:t xml:space="preserve"> </w:t>
            </w:r>
          </w:p>
        </w:tc>
        <w:tc>
          <w:tcPr>
            <w:tcW w:w="1750" w:type="dxa"/>
          </w:tcPr>
          <w:p w14:paraId="2777ECCF" w14:textId="77777777" w:rsidR="00164FF5" w:rsidRDefault="00164FF5"/>
        </w:tc>
        <w:tc>
          <w:tcPr>
            <w:tcW w:w="1750" w:type="dxa"/>
          </w:tcPr>
          <w:p w14:paraId="3EC47BDE" w14:textId="77777777" w:rsidR="00164FF5" w:rsidRDefault="00861641">
            <w:r>
              <w:rPr>
                <w:rStyle w:val="styleSubformtxtsp"/>
              </w:rPr>
              <w:t xml:space="preserve"> </w:t>
            </w:r>
          </w:p>
        </w:tc>
        <w:tc>
          <w:tcPr>
            <w:tcW w:w="1750" w:type="dxa"/>
          </w:tcPr>
          <w:p w14:paraId="12D0D61B" w14:textId="77777777" w:rsidR="00164FF5" w:rsidRDefault="00861641">
            <w:r>
              <w:rPr>
                <w:rStyle w:val="styleSubformtxtsp"/>
              </w:rPr>
              <w:t xml:space="preserve">LC </w:t>
            </w:r>
          </w:p>
        </w:tc>
        <w:tc>
          <w:tcPr>
            <w:tcW w:w="1750" w:type="dxa"/>
          </w:tcPr>
          <w:p w14:paraId="70B29735" w14:textId="77777777" w:rsidR="00164FF5" w:rsidRDefault="00861641">
            <w:pPr>
              <w:pStyle w:val="pstyleRadioTb"/>
            </w:pPr>
            <w:r>
              <w:rPr>
                <w:rStyle w:val="styleRad"/>
              </w:rPr>
              <w:t xml:space="preserve"> [ ] </w:t>
            </w:r>
          </w:p>
        </w:tc>
        <w:tc>
          <w:tcPr>
            <w:tcW w:w="1750" w:type="dxa"/>
          </w:tcPr>
          <w:p w14:paraId="0E5FBE73" w14:textId="77777777" w:rsidR="00164FF5" w:rsidRDefault="00861641">
            <w:pPr>
              <w:pStyle w:val="pstyleRadioTb"/>
            </w:pPr>
            <w:r>
              <w:rPr>
                <w:rStyle w:val="styleRad"/>
              </w:rPr>
              <w:t xml:space="preserve"> [ ] </w:t>
            </w:r>
          </w:p>
        </w:tc>
        <w:tc>
          <w:tcPr>
            <w:tcW w:w="1750" w:type="dxa"/>
          </w:tcPr>
          <w:p w14:paraId="0A19EE5D" w14:textId="77777777" w:rsidR="00164FF5" w:rsidRDefault="00164FF5"/>
        </w:tc>
        <w:tc>
          <w:tcPr>
            <w:tcW w:w="1750" w:type="dxa"/>
          </w:tcPr>
          <w:p w14:paraId="1FDA1C2F" w14:textId="77777777" w:rsidR="00164FF5" w:rsidRDefault="00861641">
            <w:r>
              <w:rPr>
                <w:rStyle w:val="styleSubformtxtsp"/>
              </w:rPr>
              <w:t>Refuge</w:t>
            </w:r>
          </w:p>
        </w:tc>
      </w:tr>
      <w:tr w:rsidR="00164FF5" w14:paraId="4890DEF3" w14:textId="77777777" w:rsidTr="00164FF5">
        <w:trPr>
          <w:trHeight w:val="100"/>
        </w:trPr>
        <w:tc>
          <w:tcPr>
            <w:tcW w:w="1750" w:type="dxa"/>
          </w:tcPr>
          <w:p w14:paraId="516FFB37" w14:textId="77777777" w:rsidR="00164FF5" w:rsidRDefault="00861641">
            <w:r>
              <w:rPr>
                <w:rStyle w:val="styleSubformtxtUP"/>
              </w:rPr>
              <w:t>Chordata/Aves</w:t>
            </w:r>
          </w:p>
        </w:tc>
        <w:tc>
          <w:tcPr>
            <w:tcW w:w="1750" w:type="dxa"/>
          </w:tcPr>
          <w:p w14:paraId="500549D1" w14:textId="77777777" w:rsidR="00164FF5" w:rsidRDefault="00861641">
            <w:r>
              <w:rPr>
                <w:rStyle w:val="styleSubformtxtIblue700"/>
              </w:rPr>
              <w:t>Stictonetta naevosa</w:t>
            </w:r>
          </w:p>
        </w:tc>
        <w:tc>
          <w:tcPr>
            <w:tcW w:w="1750" w:type="dxa"/>
          </w:tcPr>
          <w:p w14:paraId="75EDB2C9" w14:textId="77777777" w:rsidR="00164FF5" w:rsidRDefault="00861641">
            <w:r>
              <w:rPr>
                <w:rStyle w:val="styleSubformtxtsp"/>
              </w:rPr>
              <w:t>Freckled Duck</w:t>
            </w:r>
          </w:p>
        </w:tc>
        <w:tc>
          <w:tcPr>
            <w:tcW w:w="1750" w:type="dxa"/>
          </w:tcPr>
          <w:p w14:paraId="3AF0BD62" w14:textId="77777777" w:rsidR="00164FF5" w:rsidRDefault="00861641">
            <w:pPr>
              <w:pStyle w:val="pstyleRadioTb"/>
            </w:pPr>
            <w:r>
              <w:rPr>
                <w:rStyle w:val="styleRad"/>
              </w:rPr>
              <w:t xml:space="preserve"> [x] </w:t>
            </w:r>
          </w:p>
        </w:tc>
        <w:tc>
          <w:tcPr>
            <w:tcW w:w="1750" w:type="dxa"/>
          </w:tcPr>
          <w:p w14:paraId="409E35E3" w14:textId="77777777" w:rsidR="00164FF5" w:rsidRDefault="00861641">
            <w:pPr>
              <w:pStyle w:val="pstyleRadioTb"/>
            </w:pPr>
            <w:r>
              <w:rPr>
                <w:rStyle w:val="styleRad"/>
              </w:rPr>
              <w:t xml:space="preserve"> [ ] </w:t>
            </w:r>
          </w:p>
        </w:tc>
        <w:tc>
          <w:tcPr>
            <w:tcW w:w="1750" w:type="dxa"/>
          </w:tcPr>
          <w:p w14:paraId="108624C7" w14:textId="77777777" w:rsidR="00164FF5" w:rsidRDefault="00861641">
            <w:pPr>
              <w:pStyle w:val="pstyleRadioTb"/>
            </w:pPr>
            <w:r>
              <w:rPr>
                <w:rStyle w:val="styleRad"/>
              </w:rPr>
              <w:t xml:space="preserve"> [ ] </w:t>
            </w:r>
          </w:p>
        </w:tc>
        <w:tc>
          <w:tcPr>
            <w:tcW w:w="1750" w:type="dxa"/>
          </w:tcPr>
          <w:p w14:paraId="053D9B92" w14:textId="77777777" w:rsidR="00164FF5" w:rsidRDefault="00861641">
            <w:pPr>
              <w:pStyle w:val="pstyleRadioTb"/>
            </w:pPr>
            <w:r>
              <w:rPr>
                <w:rStyle w:val="styleRad"/>
              </w:rPr>
              <w:t xml:space="preserve"> [ ] </w:t>
            </w:r>
          </w:p>
        </w:tc>
        <w:tc>
          <w:tcPr>
            <w:tcW w:w="1750" w:type="dxa"/>
          </w:tcPr>
          <w:p w14:paraId="2785E923" w14:textId="77777777" w:rsidR="00164FF5" w:rsidRDefault="00861641">
            <w:pPr>
              <w:pStyle w:val="pstyleRadioTb"/>
            </w:pPr>
            <w:r>
              <w:rPr>
                <w:rStyle w:val="styleRad"/>
              </w:rPr>
              <w:t xml:space="preserve"> [x] </w:t>
            </w:r>
          </w:p>
        </w:tc>
        <w:tc>
          <w:tcPr>
            <w:tcW w:w="1750" w:type="dxa"/>
          </w:tcPr>
          <w:p w14:paraId="574DA6ED" w14:textId="77777777" w:rsidR="00164FF5" w:rsidRDefault="00861641">
            <w:pPr>
              <w:pStyle w:val="pstyleRadioTb"/>
            </w:pPr>
            <w:r>
              <w:rPr>
                <w:rStyle w:val="styleRad"/>
              </w:rPr>
              <w:t xml:space="preserve"> [ ] </w:t>
            </w:r>
          </w:p>
        </w:tc>
        <w:tc>
          <w:tcPr>
            <w:tcW w:w="1750" w:type="dxa"/>
          </w:tcPr>
          <w:p w14:paraId="5909A950" w14:textId="77777777" w:rsidR="00164FF5" w:rsidRDefault="00861641">
            <w:pPr>
              <w:pStyle w:val="pstyleRadioTb"/>
            </w:pPr>
            <w:r>
              <w:rPr>
                <w:rStyle w:val="styleRad"/>
              </w:rPr>
              <w:t xml:space="preserve"> [ ] </w:t>
            </w:r>
          </w:p>
        </w:tc>
        <w:tc>
          <w:tcPr>
            <w:tcW w:w="1750" w:type="dxa"/>
          </w:tcPr>
          <w:p w14:paraId="62B14C62" w14:textId="77777777" w:rsidR="00164FF5" w:rsidRDefault="00861641">
            <w:pPr>
              <w:pStyle w:val="pstyleRadioTb"/>
            </w:pPr>
            <w:r>
              <w:rPr>
                <w:rStyle w:val="styleRad"/>
              </w:rPr>
              <w:t xml:space="preserve"> [ ] </w:t>
            </w:r>
          </w:p>
        </w:tc>
        <w:tc>
          <w:tcPr>
            <w:tcW w:w="1750" w:type="dxa"/>
          </w:tcPr>
          <w:p w14:paraId="46CC4223" w14:textId="77777777" w:rsidR="00164FF5" w:rsidRDefault="00861641">
            <w:r>
              <w:rPr>
                <w:rStyle w:val="styleSubformtxtsp"/>
              </w:rPr>
              <w:t xml:space="preserve"> </w:t>
            </w:r>
          </w:p>
        </w:tc>
        <w:tc>
          <w:tcPr>
            <w:tcW w:w="1750" w:type="dxa"/>
          </w:tcPr>
          <w:p w14:paraId="25122031" w14:textId="77777777" w:rsidR="00164FF5" w:rsidRDefault="00164FF5"/>
        </w:tc>
        <w:tc>
          <w:tcPr>
            <w:tcW w:w="1750" w:type="dxa"/>
          </w:tcPr>
          <w:p w14:paraId="4369CBB8" w14:textId="77777777" w:rsidR="00164FF5" w:rsidRDefault="00861641">
            <w:r>
              <w:rPr>
                <w:rStyle w:val="styleSubformtxtsp"/>
              </w:rPr>
              <w:t xml:space="preserve"> </w:t>
            </w:r>
          </w:p>
        </w:tc>
        <w:tc>
          <w:tcPr>
            <w:tcW w:w="1750" w:type="dxa"/>
          </w:tcPr>
          <w:p w14:paraId="4CB93C77" w14:textId="77777777" w:rsidR="00164FF5" w:rsidRDefault="00861641">
            <w:r>
              <w:rPr>
                <w:rStyle w:val="styleSubformtxtsp"/>
              </w:rPr>
              <w:t xml:space="preserve">LC </w:t>
            </w:r>
          </w:p>
        </w:tc>
        <w:tc>
          <w:tcPr>
            <w:tcW w:w="1750" w:type="dxa"/>
          </w:tcPr>
          <w:p w14:paraId="79518D46" w14:textId="77777777" w:rsidR="00164FF5" w:rsidRDefault="00861641">
            <w:pPr>
              <w:pStyle w:val="pstyleRadioTb"/>
            </w:pPr>
            <w:r>
              <w:rPr>
                <w:rStyle w:val="styleRad"/>
              </w:rPr>
              <w:t xml:space="preserve"> [ ] </w:t>
            </w:r>
          </w:p>
        </w:tc>
        <w:tc>
          <w:tcPr>
            <w:tcW w:w="1750" w:type="dxa"/>
          </w:tcPr>
          <w:p w14:paraId="48A5B3C9" w14:textId="77777777" w:rsidR="00164FF5" w:rsidRDefault="00861641">
            <w:pPr>
              <w:pStyle w:val="pstyleRadioTb"/>
            </w:pPr>
            <w:r>
              <w:rPr>
                <w:rStyle w:val="styleRad"/>
              </w:rPr>
              <w:t xml:space="preserve"> [ ] </w:t>
            </w:r>
          </w:p>
        </w:tc>
        <w:tc>
          <w:tcPr>
            <w:tcW w:w="1750" w:type="dxa"/>
          </w:tcPr>
          <w:p w14:paraId="17EEFB84" w14:textId="77777777" w:rsidR="00164FF5" w:rsidRDefault="00861641">
            <w:r>
              <w:rPr>
                <w:rStyle w:val="styleSubformtxtsp"/>
              </w:rPr>
              <w:t>Nationally vulnerable (EPBC)</w:t>
            </w:r>
          </w:p>
        </w:tc>
        <w:tc>
          <w:tcPr>
            <w:tcW w:w="1750" w:type="dxa"/>
          </w:tcPr>
          <w:p w14:paraId="4633B418" w14:textId="77777777" w:rsidR="00164FF5" w:rsidRDefault="00164FF5"/>
        </w:tc>
      </w:tr>
      <w:tr w:rsidR="00164FF5" w14:paraId="428B64F9" w14:textId="77777777" w:rsidTr="00164FF5">
        <w:trPr>
          <w:trHeight w:val="100"/>
        </w:trPr>
        <w:tc>
          <w:tcPr>
            <w:tcW w:w="1750" w:type="dxa"/>
          </w:tcPr>
          <w:p w14:paraId="78C5EF22" w14:textId="77777777" w:rsidR="00164FF5" w:rsidRDefault="00861641">
            <w:r>
              <w:rPr>
                <w:rStyle w:val="styleSubformtxtUP"/>
              </w:rPr>
              <w:t>Chordata/Aves</w:t>
            </w:r>
          </w:p>
        </w:tc>
        <w:tc>
          <w:tcPr>
            <w:tcW w:w="1750" w:type="dxa"/>
          </w:tcPr>
          <w:p w14:paraId="5C73E9E7" w14:textId="77777777" w:rsidR="00164FF5" w:rsidRDefault="00861641">
            <w:r>
              <w:rPr>
                <w:rStyle w:val="styleSubformtxtIblue700"/>
              </w:rPr>
              <w:t>Stiltia isabella</w:t>
            </w:r>
          </w:p>
        </w:tc>
        <w:tc>
          <w:tcPr>
            <w:tcW w:w="1750" w:type="dxa"/>
          </w:tcPr>
          <w:p w14:paraId="65E13B2D" w14:textId="77777777" w:rsidR="00164FF5" w:rsidRDefault="00861641">
            <w:r>
              <w:rPr>
                <w:rStyle w:val="styleSubformtxtsp"/>
              </w:rPr>
              <w:t>Australian Pratincole</w:t>
            </w:r>
          </w:p>
        </w:tc>
        <w:tc>
          <w:tcPr>
            <w:tcW w:w="1750" w:type="dxa"/>
          </w:tcPr>
          <w:p w14:paraId="0CA81BA5" w14:textId="77777777" w:rsidR="00164FF5" w:rsidRDefault="00861641">
            <w:pPr>
              <w:pStyle w:val="pstyleRadioTb"/>
            </w:pPr>
            <w:r>
              <w:rPr>
                <w:rStyle w:val="styleRad"/>
              </w:rPr>
              <w:t xml:space="preserve"> [ ] </w:t>
            </w:r>
          </w:p>
        </w:tc>
        <w:tc>
          <w:tcPr>
            <w:tcW w:w="1750" w:type="dxa"/>
          </w:tcPr>
          <w:p w14:paraId="28394ACE" w14:textId="77777777" w:rsidR="00164FF5" w:rsidRDefault="00861641">
            <w:pPr>
              <w:pStyle w:val="pstyleRadioTb"/>
            </w:pPr>
            <w:r>
              <w:rPr>
                <w:rStyle w:val="styleRad"/>
              </w:rPr>
              <w:t xml:space="preserve"> [x] </w:t>
            </w:r>
          </w:p>
        </w:tc>
        <w:tc>
          <w:tcPr>
            <w:tcW w:w="1750" w:type="dxa"/>
          </w:tcPr>
          <w:p w14:paraId="38F78DB7" w14:textId="77777777" w:rsidR="00164FF5" w:rsidRDefault="00861641">
            <w:pPr>
              <w:pStyle w:val="pstyleRadioTb"/>
            </w:pPr>
            <w:r>
              <w:rPr>
                <w:rStyle w:val="styleRad"/>
              </w:rPr>
              <w:t xml:space="preserve"> [ ] </w:t>
            </w:r>
          </w:p>
        </w:tc>
        <w:tc>
          <w:tcPr>
            <w:tcW w:w="1750" w:type="dxa"/>
          </w:tcPr>
          <w:p w14:paraId="0C0466E5" w14:textId="77777777" w:rsidR="00164FF5" w:rsidRDefault="00861641">
            <w:pPr>
              <w:pStyle w:val="pstyleRadioTb"/>
            </w:pPr>
            <w:r>
              <w:rPr>
                <w:rStyle w:val="styleRad"/>
              </w:rPr>
              <w:t xml:space="preserve"> [ ] </w:t>
            </w:r>
          </w:p>
        </w:tc>
        <w:tc>
          <w:tcPr>
            <w:tcW w:w="1750" w:type="dxa"/>
          </w:tcPr>
          <w:p w14:paraId="1FEC28A0" w14:textId="77777777" w:rsidR="00164FF5" w:rsidRDefault="00861641">
            <w:pPr>
              <w:pStyle w:val="pstyleRadioTb"/>
            </w:pPr>
            <w:r>
              <w:rPr>
                <w:rStyle w:val="styleRad"/>
              </w:rPr>
              <w:t xml:space="preserve"> [x] </w:t>
            </w:r>
          </w:p>
        </w:tc>
        <w:tc>
          <w:tcPr>
            <w:tcW w:w="1750" w:type="dxa"/>
          </w:tcPr>
          <w:p w14:paraId="41DF35E7" w14:textId="77777777" w:rsidR="00164FF5" w:rsidRDefault="00861641">
            <w:pPr>
              <w:pStyle w:val="pstyleRadioTb"/>
            </w:pPr>
            <w:r>
              <w:rPr>
                <w:rStyle w:val="styleRad"/>
              </w:rPr>
              <w:t xml:space="preserve"> [ ] </w:t>
            </w:r>
          </w:p>
        </w:tc>
        <w:tc>
          <w:tcPr>
            <w:tcW w:w="1750" w:type="dxa"/>
          </w:tcPr>
          <w:p w14:paraId="2B23A61A" w14:textId="77777777" w:rsidR="00164FF5" w:rsidRDefault="00861641">
            <w:pPr>
              <w:pStyle w:val="pstyleRadioTb"/>
            </w:pPr>
            <w:r>
              <w:rPr>
                <w:rStyle w:val="styleRad"/>
              </w:rPr>
              <w:t xml:space="preserve"> [ ] </w:t>
            </w:r>
          </w:p>
        </w:tc>
        <w:tc>
          <w:tcPr>
            <w:tcW w:w="1750" w:type="dxa"/>
          </w:tcPr>
          <w:p w14:paraId="11A7FC5B" w14:textId="77777777" w:rsidR="00164FF5" w:rsidRDefault="00861641">
            <w:pPr>
              <w:pStyle w:val="pstyleRadioTb"/>
            </w:pPr>
            <w:r>
              <w:rPr>
                <w:rStyle w:val="styleRad"/>
              </w:rPr>
              <w:t xml:space="preserve"> [ ] </w:t>
            </w:r>
          </w:p>
        </w:tc>
        <w:tc>
          <w:tcPr>
            <w:tcW w:w="1750" w:type="dxa"/>
          </w:tcPr>
          <w:p w14:paraId="7488D86B" w14:textId="77777777" w:rsidR="00164FF5" w:rsidRDefault="00861641">
            <w:r>
              <w:rPr>
                <w:rStyle w:val="styleSubformtxtsp"/>
              </w:rPr>
              <w:t xml:space="preserve"> </w:t>
            </w:r>
          </w:p>
        </w:tc>
        <w:tc>
          <w:tcPr>
            <w:tcW w:w="1750" w:type="dxa"/>
          </w:tcPr>
          <w:p w14:paraId="40E364E7" w14:textId="77777777" w:rsidR="00164FF5" w:rsidRDefault="00164FF5"/>
        </w:tc>
        <w:tc>
          <w:tcPr>
            <w:tcW w:w="1750" w:type="dxa"/>
          </w:tcPr>
          <w:p w14:paraId="6EA2B846" w14:textId="77777777" w:rsidR="00164FF5" w:rsidRDefault="00861641">
            <w:r>
              <w:rPr>
                <w:rStyle w:val="styleSubformtxtsp"/>
              </w:rPr>
              <w:t xml:space="preserve"> </w:t>
            </w:r>
          </w:p>
        </w:tc>
        <w:tc>
          <w:tcPr>
            <w:tcW w:w="1750" w:type="dxa"/>
          </w:tcPr>
          <w:p w14:paraId="738444C5" w14:textId="77777777" w:rsidR="00164FF5" w:rsidRDefault="00861641">
            <w:r>
              <w:rPr>
                <w:rStyle w:val="styleSubformtxtsp"/>
              </w:rPr>
              <w:t xml:space="preserve">LC </w:t>
            </w:r>
          </w:p>
        </w:tc>
        <w:tc>
          <w:tcPr>
            <w:tcW w:w="1750" w:type="dxa"/>
          </w:tcPr>
          <w:p w14:paraId="344F36C6" w14:textId="77777777" w:rsidR="00164FF5" w:rsidRDefault="00861641">
            <w:pPr>
              <w:pStyle w:val="pstyleRadioTb"/>
            </w:pPr>
            <w:r>
              <w:rPr>
                <w:rStyle w:val="styleRad"/>
              </w:rPr>
              <w:t xml:space="preserve"> [ ] </w:t>
            </w:r>
          </w:p>
        </w:tc>
        <w:tc>
          <w:tcPr>
            <w:tcW w:w="1750" w:type="dxa"/>
          </w:tcPr>
          <w:p w14:paraId="5DF5117C" w14:textId="77777777" w:rsidR="00164FF5" w:rsidRDefault="00861641">
            <w:pPr>
              <w:pStyle w:val="pstyleRadioTb"/>
            </w:pPr>
            <w:r>
              <w:rPr>
                <w:rStyle w:val="styleRad"/>
              </w:rPr>
              <w:t xml:space="preserve"> [ ] </w:t>
            </w:r>
          </w:p>
        </w:tc>
        <w:tc>
          <w:tcPr>
            <w:tcW w:w="1750" w:type="dxa"/>
          </w:tcPr>
          <w:p w14:paraId="1DACADCC" w14:textId="77777777" w:rsidR="00164FF5" w:rsidRDefault="00164FF5"/>
        </w:tc>
        <w:tc>
          <w:tcPr>
            <w:tcW w:w="1750" w:type="dxa"/>
          </w:tcPr>
          <w:p w14:paraId="0494263B" w14:textId="77777777" w:rsidR="00164FF5" w:rsidRDefault="00861641">
            <w:r>
              <w:rPr>
                <w:rStyle w:val="styleSubformtxtsp"/>
              </w:rPr>
              <w:t>Drought refuge</w:t>
            </w:r>
          </w:p>
        </w:tc>
      </w:tr>
      <w:tr w:rsidR="00164FF5" w14:paraId="7713389A" w14:textId="77777777" w:rsidTr="00164FF5">
        <w:trPr>
          <w:trHeight w:val="100"/>
        </w:trPr>
        <w:tc>
          <w:tcPr>
            <w:tcW w:w="1750" w:type="dxa"/>
          </w:tcPr>
          <w:p w14:paraId="78AD7F7E" w14:textId="77777777" w:rsidR="00164FF5" w:rsidRDefault="00861641">
            <w:r>
              <w:rPr>
                <w:rStyle w:val="styleSubformtxtUP"/>
              </w:rPr>
              <w:t>Chordata/Aves</w:t>
            </w:r>
          </w:p>
        </w:tc>
        <w:tc>
          <w:tcPr>
            <w:tcW w:w="1750" w:type="dxa"/>
          </w:tcPr>
          <w:p w14:paraId="3300F937" w14:textId="77777777" w:rsidR="00164FF5" w:rsidRDefault="00861641">
            <w:r>
              <w:rPr>
                <w:rStyle w:val="styleSubformtxtIblue700"/>
              </w:rPr>
              <w:t>Threskiornis molucca</w:t>
            </w:r>
          </w:p>
        </w:tc>
        <w:tc>
          <w:tcPr>
            <w:tcW w:w="1750" w:type="dxa"/>
          </w:tcPr>
          <w:p w14:paraId="476570F2" w14:textId="77777777" w:rsidR="00164FF5" w:rsidRDefault="00861641">
            <w:r>
              <w:rPr>
                <w:rStyle w:val="styleSubformtxtsp"/>
              </w:rPr>
              <w:t>Australian White Ibis</w:t>
            </w:r>
          </w:p>
        </w:tc>
        <w:tc>
          <w:tcPr>
            <w:tcW w:w="1750" w:type="dxa"/>
          </w:tcPr>
          <w:p w14:paraId="19AAD613" w14:textId="77777777" w:rsidR="00164FF5" w:rsidRDefault="00861641">
            <w:pPr>
              <w:pStyle w:val="pstyleRadioTb"/>
            </w:pPr>
            <w:r>
              <w:rPr>
                <w:rStyle w:val="styleRad"/>
              </w:rPr>
              <w:t xml:space="preserve"> [ ] </w:t>
            </w:r>
          </w:p>
        </w:tc>
        <w:tc>
          <w:tcPr>
            <w:tcW w:w="1750" w:type="dxa"/>
          </w:tcPr>
          <w:p w14:paraId="49E3486E" w14:textId="77777777" w:rsidR="00164FF5" w:rsidRDefault="00861641">
            <w:pPr>
              <w:pStyle w:val="pstyleRadioTb"/>
            </w:pPr>
            <w:r>
              <w:rPr>
                <w:rStyle w:val="styleRad"/>
              </w:rPr>
              <w:t xml:space="preserve"> [x] </w:t>
            </w:r>
          </w:p>
        </w:tc>
        <w:tc>
          <w:tcPr>
            <w:tcW w:w="1750" w:type="dxa"/>
          </w:tcPr>
          <w:p w14:paraId="2F5E8046" w14:textId="77777777" w:rsidR="00164FF5" w:rsidRDefault="00861641">
            <w:pPr>
              <w:pStyle w:val="pstyleRadioTb"/>
            </w:pPr>
            <w:r>
              <w:rPr>
                <w:rStyle w:val="styleRad"/>
              </w:rPr>
              <w:t xml:space="preserve"> [ ] </w:t>
            </w:r>
          </w:p>
        </w:tc>
        <w:tc>
          <w:tcPr>
            <w:tcW w:w="1750" w:type="dxa"/>
          </w:tcPr>
          <w:p w14:paraId="576BCEE0" w14:textId="77777777" w:rsidR="00164FF5" w:rsidRDefault="00861641">
            <w:pPr>
              <w:pStyle w:val="pstyleRadioTb"/>
            </w:pPr>
            <w:r>
              <w:rPr>
                <w:rStyle w:val="styleRad"/>
              </w:rPr>
              <w:t xml:space="preserve"> [ ] </w:t>
            </w:r>
          </w:p>
        </w:tc>
        <w:tc>
          <w:tcPr>
            <w:tcW w:w="1750" w:type="dxa"/>
          </w:tcPr>
          <w:p w14:paraId="5DEC5239" w14:textId="77777777" w:rsidR="00164FF5" w:rsidRDefault="00861641">
            <w:pPr>
              <w:pStyle w:val="pstyleRadioTb"/>
            </w:pPr>
            <w:r>
              <w:rPr>
                <w:rStyle w:val="styleRad"/>
              </w:rPr>
              <w:t xml:space="preserve"> [x] </w:t>
            </w:r>
          </w:p>
        </w:tc>
        <w:tc>
          <w:tcPr>
            <w:tcW w:w="1750" w:type="dxa"/>
          </w:tcPr>
          <w:p w14:paraId="4E1B2F4B" w14:textId="77777777" w:rsidR="00164FF5" w:rsidRDefault="00861641">
            <w:pPr>
              <w:pStyle w:val="pstyleRadioTb"/>
            </w:pPr>
            <w:r>
              <w:rPr>
                <w:rStyle w:val="styleRad"/>
              </w:rPr>
              <w:t xml:space="preserve"> [ ] </w:t>
            </w:r>
          </w:p>
        </w:tc>
        <w:tc>
          <w:tcPr>
            <w:tcW w:w="1750" w:type="dxa"/>
          </w:tcPr>
          <w:p w14:paraId="03F2413E" w14:textId="77777777" w:rsidR="00164FF5" w:rsidRDefault="00861641">
            <w:pPr>
              <w:pStyle w:val="pstyleRadioTb"/>
            </w:pPr>
            <w:r>
              <w:rPr>
                <w:rStyle w:val="styleRad"/>
              </w:rPr>
              <w:t xml:space="preserve"> [ ] </w:t>
            </w:r>
          </w:p>
        </w:tc>
        <w:tc>
          <w:tcPr>
            <w:tcW w:w="1750" w:type="dxa"/>
          </w:tcPr>
          <w:p w14:paraId="7FBD97B3" w14:textId="77777777" w:rsidR="00164FF5" w:rsidRDefault="00861641">
            <w:pPr>
              <w:pStyle w:val="pstyleRadioTb"/>
            </w:pPr>
            <w:r>
              <w:rPr>
                <w:rStyle w:val="styleRad"/>
              </w:rPr>
              <w:t xml:space="preserve"> [ ] </w:t>
            </w:r>
          </w:p>
        </w:tc>
        <w:tc>
          <w:tcPr>
            <w:tcW w:w="1750" w:type="dxa"/>
          </w:tcPr>
          <w:p w14:paraId="2771A65D" w14:textId="77777777" w:rsidR="00164FF5" w:rsidRDefault="00861641">
            <w:r>
              <w:rPr>
                <w:rStyle w:val="styleSubformtxtsp"/>
              </w:rPr>
              <w:t xml:space="preserve"> </w:t>
            </w:r>
          </w:p>
        </w:tc>
        <w:tc>
          <w:tcPr>
            <w:tcW w:w="1750" w:type="dxa"/>
          </w:tcPr>
          <w:p w14:paraId="4E080CD5" w14:textId="77777777" w:rsidR="00164FF5" w:rsidRDefault="00164FF5"/>
        </w:tc>
        <w:tc>
          <w:tcPr>
            <w:tcW w:w="1750" w:type="dxa"/>
          </w:tcPr>
          <w:p w14:paraId="25E1396C" w14:textId="77777777" w:rsidR="00164FF5" w:rsidRDefault="00861641">
            <w:r>
              <w:rPr>
                <w:rStyle w:val="styleSubformtxtsp"/>
              </w:rPr>
              <w:t xml:space="preserve"> </w:t>
            </w:r>
          </w:p>
        </w:tc>
        <w:tc>
          <w:tcPr>
            <w:tcW w:w="1750" w:type="dxa"/>
          </w:tcPr>
          <w:p w14:paraId="4C64A93E" w14:textId="77777777" w:rsidR="00164FF5" w:rsidRDefault="00861641">
            <w:r>
              <w:rPr>
                <w:rStyle w:val="styleSubformtxtsp"/>
              </w:rPr>
              <w:t xml:space="preserve">LC </w:t>
            </w:r>
          </w:p>
        </w:tc>
        <w:tc>
          <w:tcPr>
            <w:tcW w:w="1750" w:type="dxa"/>
          </w:tcPr>
          <w:p w14:paraId="4CBD9487" w14:textId="77777777" w:rsidR="00164FF5" w:rsidRDefault="00861641">
            <w:pPr>
              <w:pStyle w:val="pstyleRadioTb"/>
            </w:pPr>
            <w:r>
              <w:rPr>
                <w:rStyle w:val="styleRad"/>
              </w:rPr>
              <w:t xml:space="preserve"> [ ] </w:t>
            </w:r>
          </w:p>
        </w:tc>
        <w:tc>
          <w:tcPr>
            <w:tcW w:w="1750" w:type="dxa"/>
          </w:tcPr>
          <w:p w14:paraId="1FF7D331" w14:textId="77777777" w:rsidR="00164FF5" w:rsidRDefault="00861641">
            <w:pPr>
              <w:pStyle w:val="pstyleRadioTb"/>
            </w:pPr>
            <w:r>
              <w:rPr>
                <w:rStyle w:val="styleRad"/>
              </w:rPr>
              <w:t xml:space="preserve"> [ ] </w:t>
            </w:r>
          </w:p>
        </w:tc>
        <w:tc>
          <w:tcPr>
            <w:tcW w:w="1750" w:type="dxa"/>
          </w:tcPr>
          <w:p w14:paraId="016DB19B" w14:textId="77777777" w:rsidR="00164FF5" w:rsidRDefault="00164FF5"/>
        </w:tc>
        <w:tc>
          <w:tcPr>
            <w:tcW w:w="1750" w:type="dxa"/>
          </w:tcPr>
          <w:p w14:paraId="684340A0" w14:textId="77777777" w:rsidR="00164FF5" w:rsidRDefault="00861641">
            <w:r>
              <w:rPr>
                <w:rStyle w:val="styleSubformtxtsp"/>
              </w:rPr>
              <w:t>Drought refuge</w:t>
            </w:r>
          </w:p>
        </w:tc>
      </w:tr>
      <w:tr w:rsidR="00164FF5" w14:paraId="38C4671F" w14:textId="77777777" w:rsidTr="00164FF5">
        <w:trPr>
          <w:trHeight w:val="100"/>
        </w:trPr>
        <w:tc>
          <w:tcPr>
            <w:tcW w:w="1750" w:type="dxa"/>
          </w:tcPr>
          <w:p w14:paraId="376F68A0" w14:textId="77777777" w:rsidR="00164FF5" w:rsidRDefault="00861641">
            <w:r>
              <w:rPr>
                <w:rStyle w:val="styleSubformtxtUP"/>
              </w:rPr>
              <w:t>Chordata/Aves</w:t>
            </w:r>
          </w:p>
        </w:tc>
        <w:tc>
          <w:tcPr>
            <w:tcW w:w="1750" w:type="dxa"/>
          </w:tcPr>
          <w:p w14:paraId="480DA58E" w14:textId="77777777" w:rsidR="00164FF5" w:rsidRDefault="00861641">
            <w:r>
              <w:rPr>
                <w:rStyle w:val="styleSubformtxtIblue700"/>
              </w:rPr>
              <w:t>Threskiornis spinicollis</w:t>
            </w:r>
          </w:p>
        </w:tc>
        <w:tc>
          <w:tcPr>
            <w:tcW w:w="1750" w:type="dxa"/>
          </w:tcPr>
          <w:p w14:paraId="4E9513D9" w14:textId="77777777" w:rsidR="00164FF5" w:rsidRDefault="00861641">
            <w:r>
              <w:rPr>
                <w:rStyle w:val="styleSubformtxtsp"/>
              </w:rPr>
              <w:t>Straw-necked Ibis</w:t>
            </w:r>
          </w:p>
        </w:tc>
        <w:tc>
          <w:tcPr>
            <w:tcW w:w="1750" w:type="dxa"/>
          </w:tcPr>
          <w:p w14:paraId="48274ED0" w14:textId="77777777" w:rsidR="00164FF5" w:rsidRDefault="00861641">
            <w:pPr>
              <w:pStyle w:val="pstyleRadioTb"/>
            </w:pPr>
            <w:r>
              <w:rPr>
                <w:rStyle w:val="styleRad"/>
              </w:rPr>
              <w:t xml:space="preserve"> [ ] </w:t>
            </w:r>
          </w:p>
        </w:tc>
        <w:tc>
          <w:tcPr>
            <w:tcW w:w="1750" w:type="dxa"/>
          </w:tcPr>
          <w:p w14:paraId="27075961" w14:textId="77777777" w:rsidR="00164FF5" w:rsidRDefault="00861641">
            <w:pPr>
              <w:pStyle w:val="pstyleRadioTb"/>
            </w:pPr>
            <w:r>
              <w:rPr>
                <w:rStyle w:val="styleRad"/>
              </w:rPr>
              <w:t xml:space="preserve"> [x] </w:t>
            </w:r>
          </w:p>
        </w:tc>
        <w:tc>
          <w:tcPr>
            <w:tcW w:w="1750" w:type="dxa"/>
          </w:tcPr>
          <w:p w14:paraId="5FFCB394" w14:textId="77777777" w:rsidR="00164FF5" w:rsidRDefault="00861641">
            <w:pPr>
              <w:pStyle w:val="pstyleRadioTb"/>
            </w:pPr>
            <w:r>
              <w:rPr>
                <w:rStyle w:val="styleRad"/>
              </w:rPr>
              <w:t xml:space="preserve"> [ ] </w:t>
            </w:r>
          </w:p>
        </w:tc>
        <w:tc>
          <w:tcPr>
            <w:tcW w:w="1750" w:type="dxa"/>
          </w:tcPr>
          <w:p w14:paraId="7C8230B2" w14:textId="77777777" w:rsidR="00164FF5" w:rsidRDefault="00861641">
            <w:pPr>
              <w:pStyle w:val="pstyleRadioTb"/>
            </w:pPr>
            <w:r>
              <w:rPr>
                <w:rStyle w:val="styleRad"/>
              </w:rPr>
              <w:t xml:space="preserve"> [ ] </w:t>
            </w:r>
          </w:p>
        </w:tc>
        <w:tc>
          <w:tcPr>
            <w:tcW w:w="1750" w:type="dxa"/>
          </w:tcPr>
          <w:p w14:paraId="29930724" w14:textId="77777777" w:rsidR="00164FF5" w:rsidRDefault="00861641">
            <w:pPr>
              <w:pStyle w:val="pstyleRadioTb"/>
            </w:pPr>
            <w:r>
              <w:rPr>
                <w:rStyle w:val="styleRad"/>
              </w:rPr>
              <w:t xml:space="preserve"> [x] </w:t>
            </w:r>
          </w:p>
        </w:tc>
        <w:tc>
          <w:tcPr>
            <w:tcW w:w="1750" w:type="dxa"/>
          </w:tcPr>
          <w:p w14:paraId="0885A7E7" w14:textId="77777777" w:rsidR="00164FF5" w:rsidRDefault="00861641">
            <w:pPr>
              <w:pStyle w:val="pstyleRadioTb"/>
            </w:pPr>
            <w:r>
              <w:rPr>
                <w:rStyle w:val="styleRad"/>
              </w:rPr>
              <w:t xml:space="preserve"> [ ] </w:t>
            </w:r>
          </w:p>
        </w:tc>
        <w:tc>
          <w:tcPr>
            <w:tcW w:w="1750" w:type="dxa"/>
          </w:tcPr>
          <w:p w14:paraId="0A8708C3" w14:textId="77777777" w:rsidR="00164FF5" w:rsidRDefault="00861641">
            <w:pPr>
              <w:pStyle w:val="pstyleRadioTb"/>
            </w:pPr>
            <w:r>
              <w:rPr>
                <w:rStyle w:val="styleRad"/>
              </w:rPr>
              <w:t xml:space="preserve"> [ ] </w:t>
            </w:r>
          </w:p>
        </w:tc>
        <w:tc>
          <w:tcPr>
            <w:tcW w:w="1750" w:type="dxa"/>
          </w:tcPr>
          <w:p w14:paraId="7967CB05" w14:textId="77777777" w:rsidR="00164FF5" w:rsidRDefault="00861641">
            <w:pPr>
              <w:pStyle w:val="pstyleRadioTb"/>
            </w:pPr>
            <w:r>
              <w:rPr>
                <w:rStyle w:val="styleRad"/>
              </w:rPr>
              <w:t xml:space="preserve"> [ ] </w:t>
            </w:r>
          </w:p>
        </w:tc>
        <w:tc>
          <w:tcPr>
            <w:tcW w:w="1750" w:type="dxa"/>
          </w:tcPr>
          <w:p w14:paraId="1DE48923" w14:textId="77777777" w:rsidR="00164FF5" w:rsidRDefault="00861641">
            <w:r>
              <w:rPr>
                <w:rStyle w:val="styleSubformtxtsp"/>
              </w:rPr>
              <w:t xml:space="preserve"> </w:t>
            </w:r>
          </w:p>
        </w:tc>
        <w:tc>
          <w:tcPr>
            <w:tcW w:w="1750" w:type="dxa"/>
          </w:tcPr>
          <w:p w14:paraId="636DC32D" w14:textId="77777777" w:rsidR="00164FF5" w:rsidRDefault="00164FF5"/>
        </w:tc>
        <w:tc>
          <w:tcPr>
            <w:tcW w:w="1750" w:type="dxa"/>
          </w:tcPr>
          <w:p w14:paraId="04E58FC9" w14:textId="77777777" w:rsidR="00164FF5" w:rsidRDefault="00861641">
            <w:r>
              <w:rPr>
                <w:rStyle w:val="styleSubformtxtsp"/>
              </w:rPr>
              <w:t xml:space="preserve"> </w:t>
            </w:r>
          </w:p>
        </w:tc>
        <w:tc>
          <w:tcPr>
            <w:tcW w:w="1750" w:type="dxa"/>
          </w:tcPr>
          <w:p w14:paraId="75C9BDDA" w14:textId="77777777" w:rsidR="00164FF5" w:rsidRDefault="00861641">
            <w:r>
              <w:rPr>
                <w:rStyle w:val="styleSubformtxtsp"/>
              </w:rPr>
              <w:t xml:space="preserve">LC </w:t>
            </w:r>
          </w:p>
        </w:tc>
        <w:tc>
          <w:tcPr>
            <w:tcW w:w="1750" w:type="dxa"/>
          </w:tcPr>
          <w:p w14:paraId="57853800" w14:textId="77777777" w:rsidR="00164FF5" w:rsidRDefault="00861641">
            <w:pPr>
              <w:pStyle w:val="pstyleRadioTb"/>
            </w:pPr>
            <w:r>
              <w:rPr>
                <w:rStyle w:val="styleRad"/>
              </w:rPr>
              <w:t xml:space="preserve"> [ ] </w:t>
            </w:r>
          </w:p>
        </w:tc>
        <w:tc>
          <w:tcPr>
            <w:tcW w:w="1750" w:type="dxa"/>
          </w:tcPr>
          <w:p w14:paraId="2CC22FBE" w14:textId="77777777" w:rsidR="00164FF5" w:rsidRDefault="00861641">
            <w:pPr>
              <w:pStyle w:val="pstyleRadioTb"/>
            </w:pPr>
            <w:r>
              <w:rPr>
                <w:rStyle w:val="styleRad"/>
              </w:rPr>
              <w:t xml:space="preserve"> [ ] </w:t>
            </w:r>
          </w:p>
        </w:tc>
        <w:tc>
          <w:tcPr>
            <w:tcW w:w="1750" w:type="dxa"/>
          </w:tcPr>
          <w:p w14:paraId="30AE5A66" w14:textId="77777777" w:rsidR="00164FF5" w:rsidRDefault="00164FF5"/>
        </w:tc>
        <w:tc>
          <w:tcPr>
            <w:tcW w:w="1750" w:type="dxa"/>
          </w:tcPr>
          <w:p w14:paraId="2BCED4BF" w14:textId="77777777" w:rsidR="00164FF5" w:rsidRDefault="00861641">
            <w:r>
              <w:rPr>
                <w:rStyle w:val="styleSubformtxtsp"/>
              </w:rPr>
              <w:t>Drought refuge</w:t>
            </w:r>
          </w:p>
        </w:tc>
      </w:tr>
      <w:tr w:rsidR="00164FF5" w14:paraId="69AAB4AD" w14:textId="77777777" w:rsidTr="00164FF5">
        <w:trPr>
          <w:trHeight w:val="100"/>
        </w:trPr>
        <w:tc>
          <w:tcPr>
            <w:tcW w:w="1750" w:type="dxa"/>
          </w:tcPr>
          <w:p w14:paraId="61B4F1E4" w14:textId="77777777" w:rsidR="00164FF5" w:rsidRDefault="00861641">
            <w:r>
              <w:rPr>
                <w:rStyle w:val="styleSubformtxtUP"/>
              </w:rPr>
              <w:t>Chordata/Aves</w:t>
            </w:r>
          </w:p>
        </w:tc>
        <w:tc>
          <w:tcPr>
            <w:tcW w:w="1750" w:type="dxa"/>
          </w:tcPr>
          <w:p w14:paraId="75B0ABAA" w14:textId="77777777" w:rsidR="00164FF5" w:rsidRDefault="00861641">
            <w:r>
              <w:rPr>
                <w:rStyle w:val="styleSubformtxtIblue700"/>
              </w:rPr>
              <w:t>Tringa nebularia</w:t>
            </w:r>
          </w:p>
        </w:tc>
        <w:tc>
          <w:tcPr>
            <w:tcW w:w="1750" w:type="dxa"/>
          </w:tcPr>
          <w:p w14:paraId="15B691EB" w14:textId="77777777" w:rsidR="00164FF5" w:rsidRDefault="00861641">
            <w:r>
              <w:rPr>
                <w:rStyle w:val="styleSubformtxtsp"/>
              </w:rPr>
              <w:t>Common Greenshank</w:t>
            </w:r>
          </w:p>
        </w:tc>
        <w:tc>
          <w:tcPr>
            <w:tcW w:w="1750" w:type="dxa"/>
          </w:tcPr>
          <w:p w14:paraId="1808B346" w14:textId="77777777" w:rsidR="00164FF5" w:rsidRDefault="00861641">
            <w:pPr>
              <w:pStyle w:val="pstyleRadioTb"/>
            </w:pPr>
            <w:r>
              <w:rPr>
                <w:rStyle w:val="styleRad"/>
              </w:rPr>
              <w:t xml:space="preserve"> [ ] </w:t>
            </w:r>
          </w:p>
        </w:tc>
        <w:tc>
          <w:tcPr>
            <w:tcW w:w="1750" w:type="dxa"/>
          </w:tcPr>
          <w:p w14:paraId="20D2422C" w14:textId="77777777" w:rsidR="00164FF5" w:rsidRDefault="00861641">
            <w:pPr>
              <w:pStyle w:val="pstyleRadioTb"/>
            </w:pPr>
            <w:r>
              <w:rPr>
                <w:rStyle w:val="styleRad"/>
              </w:rPr>
              <w:t xml:space="preserve"> [x] </w:t>
            </w:r>
          </w:p>
        </w:tc>
        <w:tc>
          <w:tcPr>
            <w:tcW w:w="1750" w:type="dxa"/>
          </w:tcPr>
          <w:p w14:paraId="3D415F3C" w14:textId="77777777" w:rsidR="00164FF5" w:rsidRDefault="00861641">
            <w:pPr>
              <w:pStyle w:val="pstyleRadioTb"/>
            </w:pPr>
            <w:r>
              <w:rPr>
                <w:rStyle w:val="styleRad"/>
              </w:rPr>
              <w:t xml:space="preserve"> [ ] </w:t>
            </w:r>
          </w:p>
        </w:tc>
        <w:tc>
          <w:tcPr>
            <w:tcW w:w="1750" w:type="dxa"/>
          </w:tcPr>
          <w:p w14:paraId="0FEF650E" w14:textId="77777777" w:rsidR="00164FF5" w:rsidRDefault="00861641">
            <w:pPr>
              <w:pStyle w:val="pstyleRadioTb"/>
            </w:pPr>
            <w:r>
              <w:rPr>
                <w:rStyle w:val="styleRad"/>
              </w:rPr>
              <w:t xml:space="preserve"> [ ] </w:t>
            </w:r>
          </w:p>
        </w:tc>
        <w:tc>
          <w:tcPr>
            <w:tcW w:w="1750" w:type="dxa"/>
          </w:tcPr>
          <w:p w14:paraId="6E047EE8" w14:textId="77777777" w:rsidR="00164FF5" w:rsidRDefault="00861641">
            <w:pPr>
              <w:pStyle w:val="pstyleRadioTb"/>
            </w:pPr>
            <w:r>
              <w:rPr>
                <w:rStyle w:val="styleRad"/>
              </w:rPr>
              <w:t xml:space="preserve"> [ ] </w:t>
            </w:r>
          </w:p>
        </w:tc>
        <w:tc>
          <w:tcPr>
            <w:tcW w:w="1750" w:type="dxa"/>
          </w:tcPr>
          <w:p w14:paraId="3D858CA8" w14:textId="77777777" w:rsidR="00164FF5" w:rsidRDefault="00861641">
            <w:pPr>
              <w:pStyle w:val="pstyleRadioTb"/>
            </w:pPr>
            <w:r>
              <w:rPr>
                <w:rStyle w:val="styleRad"/>
              </w:rPr>
              <w:t xml:space="preserve"> [ ] </w:t>
            </w:r>
          </w:p>
        </w:tc>
        <w:tc>
          <w:tcPr>
            <w:tcW w:w="1750" w:type="dxa"/>
          </w:tcPr>
          <w:p w14:paraId="4771E4F8" w14:textId="77777777" w:rsidR="00164FF5" w:rsidRDefault="00861641">
            <w:pPr>
              <w:pStyle w:val="pstyleRadioTb"/>
            </w:pPr>
            <w:r>
              <w:rPr>
                <w:rStyle w:val="styleRad"/>
              </w:rPr>
              <w:t xml:space="preserve"> [ ] </w:t>
            </w:r>
          </w:p>
        </w:tc>
        <w:tc>
          <w:tcPr>
            <w:tcW w:w="1750" w:type="dxa"/>
          </w:tcPr>
          <w:p w14:paraId="7769D30F" w14:textId="77777777" w:rsidR="00164FF5" w:rsidRDefault="00861641">
            <w:pPr>
              <w:pStyle w:val="pstyleRadioTb"/>
            </w:pPr>
            <w:r>
              <w:rPr>
                <w:rStyle w:val="styleRad"/>
              </w:rPr>
              <w:t xml:space="preserve"> [ ] </w:t>
            </w:r>
          </w:p>
        </w:tc>
        <w:tc>
          <w:tcPr>
            <w:tcW w:w="1750" w:type="dxa"/>
          </w:tcPr>
          <w:p w14:paraId="31D2E5E7" w14:textId="77777777" w:rsidR="00164FF5" w:rsidRDefault="00861641">
            <w:r>
              <w:rPr>
                <w:rStyle w:val="styleSubformtxtsp"/>
              </w:rPr>
              <w:t xml:space="preserve"> </w:t>
            </w:r>
          </w:p>
        </w:tc>
        <w:tc>
          <w:tcPr>
            <w:tcW w:w="1750" w:type="dxa"/>
          </w:tcPr>
          <w:p w14:paraId="02CAA7B6" w14:textId="77777777" w:rsidR="00164FF5" w:rsidRDefault="00164FF5"/>
        </w:tc>
        <w:tc>
          <w:tcPr>
            <w:tcW w:w="1750" w:type="dxa"/>
          </w:tcPr>
          <w:p w14:paraId="3390ADF6" w14:textId="77777777" w:rsidR="00164FF5" w:rsidRDefault="00861641">
            <w:r>
              <w:rPr>
                <w:rStyle w:val="styleSubformtxtsp"/>
              </w:rPr>
              <w:t xml:space="preserve"> </w:t>
            </w:r>
          </w:p>
        </w:tc>
        <w:tc>
          <w:tcPr>
            <w:tcW w:w="1750" w:type="dxa"/>
          </w:tcPr>
          <w:p w14:paraId="506E7CBA" w14:textId="77777777" w:rsidR="00164FF5" w:rsidRDefault="00861641">
            <w:r>
              <w:rPr>
                <w:rStyle w:val="styleSubformtxtsp"/>
              </w:rPr>
              <w:t xml:space="preserve">LC </w:t>
            </w:r>
          </w:p>
        </w:tc>
        <w:tc>
          <w:tcPr>
            <w:tcW w:w="1750" w:type="dxa"/>
          </w:tcPr>
          <w:p w14:paraId="39B3CB8E" w14:textId="77777777" w:rsidR="00164FF5" w:rsidRDefault="00861641">
            <w:pPr>
              <w:pStyle w:val="pstyleRadioTb"/>
            </w:pPr>
            <w:r>
              <w:rPr>
                <w:rStyle w:val="styleRad"/>
              </w:rPr>
              <w:t xml:space="preserve"> [ ] </w:t>
            </w:r>
          </w:p>
        </w:tc>
        <w:tc>
          <w:tcPr>
            <w:tcW w:w="1750" w:type="dxa"/>
          </w:tcPr>
          <w:p w14:paraId="4194D436" w14:textId="77777777" w:rsidR="00164FF5" w:rsidRDefault="00861641">
            <w:pPr>
              <w:pStyle w:val="pstyleRadioTb"/>
            </w:pPr>
            <w:r>
              <w:rPr>
                <w:rStyle w:val="styleRad"/>
              </w:rPr>
              <w:t xml:space="preserve"> [ ] </w:t>
            </w:r>
          </w:p>
        </w:tc>
        <w:tc>
          <w:tcPr>
            <w:tcW w:w="1750" w:type="dxa"/>
          </w:tcPr>
          <w:p w14:paraId="059DFC5A" w14:textId="77777777" w:rsidR="00164FF5" w:rsidRDefault="00861641">
            <w:r>
              <w:rPr>
                <w:rStyle w:val="styleSubformtxtsp"/>
              </w:rPr>
              <w:t>JAMBA and CAMBA agreements, migratory (EPBC)</w:t>
            </w:r>
          </w:p>
        </w:tc>
        <w:tc>
          <w:tcPr>
            <w:tcW w:w="1750" w:type="dxa"/>
          </w:tcPr>
          <w:p w14:paraId="18E6CF48" w14:textId="77777777" w:rsidR="00164FF5" w:rsidRDefault="00861641">
            <w:r>
              <w:rPr>
                <w:rStyle w:val="styleSubformtxtsp"/>
              </w:rPr>
              <w:t>Stop-over site</w:t>
            </w:r>
          </w:p>
        </w:tc>
      </w:tr>
      <w:tr w:rsidR="00164FF5" w14:paraId="791CCE09" w14:textId="77777777" w:rsidTr="00164FF5">
        <w:trPr>
          <w:trHeight w:val="100"/>
        </w:trPr>
        <w:tc>
          <w:tcPr>
            <w:tcW w:w="1750" w:type="dxa"/>
          </w:tcPr>
          <w:p w14:paraId="54E2418A" w14:textId="77777777" w:rsidR="00164FF5" w:rsidRDefault="00861641">
            <w:r>
              <w:rPr>
                <w:rStyle w:val="styleSubformtxtUP"/>
              </w:rPr>
              <w:t>Chordata/Aves</w:t>
            </w:r>
          </w:p>
        </w:tc>
        <w:tc>
          <w:tcPr>
            <w:tcW w:w="1750" w:type="dxa"/>
          </w:tcPr>
          <w:p w14:paraId="06F92C2B" w14:textId="77777777" w:rsidR="00164FF5" w:rsidRDefault="00861641">
            <w:r>
              <w:rPr>
                <w:rStyle w:val="styleSubformtxtIblue700"/>
              </w:rPr>
              <w:t>Tringa stagnatilis</w:t>
            </w:r>
          </w:p>
        </w:tc>
        <w:tc>
          <w:tcPr>
            <w:tcW w:w="1750" w:type="dxa"/>
          </w:tcPr>
          <w:p w14:paraId="202029B7" w14:textId="77777777" w:rsidR="00164FF5" w:rsidRDefault="00861641">
            <w:r>
              <w:rPr>
                <w:rStyle w:val="styleSubformtxtsp"/>
              </w:rPr>
              <w:t>Marsh Sandpiper</w:t>
            </w:r>
          </w:p>
        </w:tc>
        <w:tc>
          <w:tcPr>
            <w:tcW w:w="1750" w:type="dxa"/>
          </w:tcPr>
          <w:p w14:paraId="0CED1EE3" w14:textId="77777777" w:rsidR="00164FF5" w:rsidRDefault="00861641">
            <w:pPr>
              <w:pStyle w:val="pstyleRadioTb"/>
            </w:pPr>
            <w:r>
              <w:rPr>
                <w:rStyle w:val="styleRad"/>
              </w:rPr>
              <w:t xml:space="preserve"> [ ] </w:t>
            </w:r>
          </w:p>
        </w:tc>
        <w:tc>
          <w:tcPr>
            <w:tcW w:w="1750" w:type="dxa"/>
          </w:tcPr>
          <w:p w14:paraId="7FC68FED" w14:textId="77777777" w:rsidR="00164FF5" w:rsidRDefault="00861641">
            <w:pPr>
              <w:pStyle w:val="pstyleRadioTb"/>
            </w:pPr>
            <w:r>
              <w:rPr>
                <w:rStyle w:val="styleRad"/>
              </w:rPr>
              <w:t xml:space="preserve"> [x] </w:t>
            </w:r>
          </w:p>
        </w:tc>
        <w:tc>
          <w:tcPr>
            <w:tcW w:w="1750" w:type="dxa"/>
          </w:tcPr>
          <w:p w14:paraId="7F8C7067" w14:textId="77777777" w:rsidR="00164FF5" w:rsidRDefault="00861641">
            <w:pPr>
              <w:pStyle w:val="pstyleRadioTb"/>
            </w:pPr>
            <w:r>
              <w:rPr>
                <w:rStyle w:val="styleRad"/>
              </w:rPr>
              <w:t xml:space="preserve"> [ ] </w:t>
            </w:r>
          </w:p>
        </w:tc>
        <w:tc>
          <w:tcPr>
            <w:tcW w:w="1750" w:type="dxa"/>
          </w:tcPr>
          <w:p w14:paraId="49C1229E" w14:textId="77777777" w:rsidR="00164FF5" w:rsidRDefault="00861641">
            <w:pPr>
              <w:pStyle w:val="pstyleRadioTb"/>
            </w:pPr>
            <w:r>
              <w:rPr>
                <w:rStyle w:val="styleRad"/>
              </w:rPr>
              <w:t xml:space="preserve"> [ ] </w:t>
            </w:r>
          </w:p>
        </w:tc>
        <w:tc>
          <w:tcPr>
            <w:tcW w:w="1750" w:type="dxa"/>
          </w:tcPr>
          <w:p w14:paraId="1159E357" w14:textId="77777777" w:rsidR="00164FF5" w:rsidRDefault="00861641">
            <w:pPr>
              <w:pStyle w:val="pstyleRadioTb"/>
            </w:pPr>
            <w:r>
              <w:rPr>
                <w:rStyle w:val="styleRad"/>
              </w:rPr>
              <w:t xml:space="preserve"> [ ] </w:t>
            </w:r>
          </w:p>
        </w:tc>
        <w:tc>
          <w:tcPr>
            <w:tcW w:w="1750" w:type="dxa"/>
          </w:tcPr>
          <w:p w14:paraId="40732F36" w14:textId="77777777" w:rsidR="00164FF5" w:rsidRDefault="00861641">
            <w:pPr>
              <w:pStyle w:val="pstyleRadioTb"/>
            </w:pPr>
            <w:r>
              <w:rPr>
                <w:rStyle w:val="styleRad"/>
              </w:rPr>
              <w:t xml:space="preserve"> [ ] </w:t>
            </w:r>
          </w:p>
        </w:tc>
        <w:tc>
          <w:tcPr>
            <w:tcW w:w="1750" w:type="dxa"/>
          </w:tcPr>
          <w:p w14:paraId="1DE703B6" w14:textId="77777777" w:rsidR="00164FF5" w:rsidRDefault="00861641">
            <w:pPr>
              <w:pStyle w:val="pstyleRadioTb"/>
            </w:pPr>
            <w:r>
              <w:rPr>
                <w:rStyle w:val="styleRad"/>
              </w:rPr>
              <w:t xml:space="preserve"> [ ] </w:t>
            </w:r>
          </w:p>
        </w:tc>
        <w:tc>
          <w:tcPr>
            <w:tcW w:w="1750" w:type="dxa"/>
          </w:tcPr>
          <w:p w14:paraId="42860F78" w14:textId="77777777" w:rsidR="00164FF5" w:rsidRDefault="00861641">
            <w:pPr>
              <w:pStyle w:val="pstyleRadioTb"/>
            </w:pPr>
            <w:r>
              <w:rPr>
                <w:rStyle w:val="styleRad"/>
              </w:rPr>
              <w:t xml:space="preserve"> [ ] </w:t>
            </w:r>
          </w:p>
        </w:tc>
        <w:tc>
          <w:tcPr>
            <w:tcW w:w="1750" w:type="dxa"/>
          </w:tcPr>
          <w:p w14:paraId="2C0C4AD5" w14:textId="77777777" w:rsidR="00164FF5" w:rsidRDefault="00861641">
            <w:r>
              <w:rPr>
                <w:rStyle w:val="styleSubformtxtsp"/>
              </w:rPr>
              <w:t xml:space="preserve"> </w:t>
            </w:r>
          </w:p>
        </w:tc>
        <w:tc>
          <w:tcPr>
            <w:tcW w:w="1750" w:type="dxa"/>
          </w:tcPr>
          <w:p w14:paraId="6E9F97DB" w14:textId="77777777" w:rsidR="00164FF5" w:rsidRDefault="00164FF5"/>
        </w:tc>
        <w:tc>
          <w:tcPr>
            <w:tcW w:w="1750" w:type="dxa"/>
          </w:tcPr>
          <w:p w14:paraId="7B919B86" w14:textId="77777777" w:rsidR="00164FF5" w:rsidRDefault="00861641">
            <w:r>
              <w:rPr>
                <w:rStyle w:val="styleSubformtxtsp"/>
              </w:rPr>
              <w:t xml:space="preserve"> </w:t>
            </w:r>
          </w:p>
        </w:tc>
        <w:tc>
          <w:tcPr>
            <w:tcW w:w="1750" w:type="dxa"/>
          </w:tcPr>
          <w:p w14:paraId="1C086456" w14:textId="77777777" w:rsidR="00164FF5" w:rsidRDefault="00861641">
            <w:r>
              <w:rPr>
                <w:rStyle w:val="styleSubformtxtsp"/>
              </w:rPr>
              <w:t xml:space="preserve">LC </w:t>
            </w:r>
          </w:p>
        </w:tc>
        <w:tc>
          <w:tcPr>
            <w:tcW w:w="1750" w:type="dxa"/>
          </w:tcPr>
          <w:p w14:paraId="08FDE613" w14:textId="77777777" w:rsidR="00164FF5" w:rsidRDefault="00861641">
            <w:pPr>
              <w:pStyle w:val="pstyleRadioTb"/>
            </w:pPr>
            <w:r>
              <w:rPr>
                <w:rStyle w:val="styleRad"/>
              </w:rPr>
              <w:t xml:space="preserve"> [ ] </w:t>
            </w:r>
          </w:p>
        </w:tc>
        <w:tc>
          <w:tcPr>
            <w:tcW w:w="1750" w:type="dxa"/>
          </w:tcPr>
          <w:p w14:paraId="0F702E89" w14:textId="77777777" w:rsidR="00164FF5" w:rsidRDefault="00861641">
            <w:pPr>
              <w:pStyle w:val="pstyleRadioTb"/>
            </w:pPr>
            <w:r>
              <w:rPr>
                <w:rStyle w:val="styleRad"/>
              </w:rPr>
              <w:t xml:space="preserve"> [ ] </w:t>
            </w:r>
          </w:p>
        </w:tc>
        <w:tc>
          <w:tcPr>
            <w:tcW w:w="1750" w:type="dxa"/>
          </w:tcPr>
          <w:p w14:paraId="5DB60A1F" w14:textId="77777777" w:rsidR="00164FF5" w:rsidRDefault="00861641">
            <w:r>
              <w:rPr>
                <w:rStyle w:val="styleSubformtxtsp"/>
              </w:rPr>
              <w:t>JAMBA and CAMBA agreements, migratory (EPBC)</w:t>
            </w:r>
          </w:p>
        </w:tc>
        <w:tc>
          <w:tcPr>
            <w:tcW w:w="1750" w:type="dxa"/>
          </w:tcPr>
          <w:p w14:paraId="2BAF24A0" w14:textId="77777777" w:rsidR="00164FF5" w:rsidRDefault="00861641">
            <w:r>
              <w:rPr>
                <w:rStyle w:val="styleSubformtxtsp"/>
              </w:rPr>
              <w:t>Stop-over site</w:t>
            </w:r>
          </w:p>
        </w:tc>
      </w:tr>
      <w:tr w:rsidR="00164FF5" w14:paraId="1D23D9A0" w14:textId="77777777" w:rsidTr="00164FF5">
        <w:trPr>
          <w:trHeight w:val="100"/>
        </w:trPr>
        <w:tc>
          <w:tcPr>
            <w:tcW w:w="1750" w:type="dxa"/>
          </w:tcPr>
          <w:p w14:paraId="61192D26" w14:textId="77777777" w:rsidR="00164FF5" w:rsidRDefault="00861641">
            <w:r>
              <w:rPr>
                <w:rStyle w:val="styleSubformtxtUP"/>
              </w:rPr>
              <w:lastRenderedPageBreak/>
              <w:t>Chordata/Aves</w:t>
            </w:r>
          </w:p>
        </w:tc>
        <w:tc>
          <w:tcPr>
            <w:tcW w:w="1750" w:type="dxa"/>
          </w:tcPr>
          <w:p w14:paraId="1DE5EAA4" w14:textId="77777777" w:rsidR="00164FF5" w:rsidRDefault="00861641">
            <w:r>
              <w:rPr>
                <w:rStyle w:val="styleSubformtxtIblue700"/>
              </w:rPr>
              <w:t>Vanellus miles</w:t>
            </w:r>
          </w:p>
        </w:tc>
        <w:tc>
          <w:tcPr>
            <w:tcW w:w="1750" w:type="dxa"/>
          </w:tcPr>
          <w:p w14:paraId="18675545" w14:textId="77777777" w:rsidR="00164FF5" w:rsidRDefault="00861641">
            <w:r>
              <w:rPr>
                <w:rStyle w:val="styleSubformtxtsp"/>
              </w:rPr>
              <w:t>Masked Lapwing</w:t>
            </w:r>
          </w:p>
        </w:tc>
        <w:tc>
          <w:tcPr>
            <w:tcW w:w="1750" w:type="dxa"/>
          </w:tcPr>
          <w:p w14:paraId="4F3EFAAD" w14:textId="77777777" w:rsidR="00164FF5" w:rsidRDefault="00861641">
            <w:pPr>
              <w:pStyle w:val="pstyleRadioTb"/>
            </w:pPr>
            <w:r>
              <w:rPr>
                <w:rStyle w:val="styleRad"/>
              </w:rPr>
              <w:t xml:space="preserve"> [ ] </w:t>
            </w:r>
          </w:p>
        </w:tc>
        <w:tc>
          <w:tcPr>
            <w:tcW w:w="1750" w:type="dxa"/>
          </w:tcPr>
          <w:p w14:paraId="3E23AB0B" w14:textId="77777777" w:rsidR="00164FF5" w:rsidRDefault="00861641">
            <w:pPr>
              <w:pStyle w:val="pstyleRadioTb"/>
            </w:pPr>
            <w:r>
              <w:rPr>
                <w:rStyle w:val="styleRad"/>
              </w:rPr>
              <w:t xml:space="preserve"> [ ] </w:t>
            </w:r>
          </w:p>
        </w:tc>
        <w:tc>
          <w:tcPr>
            <w:tcW w:w="1750" w:type="dxa"/>
          </w:tcPr>
          <w:p w14:paraId="7965A9EC" w14:textId="77777777" w:rsidR="00164FF5" w:rsidRDefault="00861641">
            <w:pPr>
              <w:pStyle w:val="pstyleRadioTb"/>
            </w:pPr>
            <w:r>
              <w:rPr>
                <w:rStyle w:val="styleRad"/>
              </w:rPr>
              <w:t xml:space="preserve"> [ ] </w:t>
            </w:r>
          </w:p>
        </w:tc>
        <w:tc>
          <w:tcPr>
            <w:tcW w:w="1750" w:type="dxa"/>
          </w:tcPr>
          <w:p w14:paraId="4C34B646" w14:textId="77777777" w:rsidR="00164FF5" w:rsidRDefault="00861641">
            <w:pPr>
              <w:pStyle w:val="pstyleRadioTb"/>
            </w:pPr>
            <w:r>
              <w:rPr>
                <w:rStyle w:val="styleRad"/>
              </w:rPr>
              <w:t xml:space="preserve"> [ ] </w:t>
            </w:r>
          </w:p>
        </w:tc>
        <w:tc>
          <w:tcPr>
            <w:tcW w:w="1750" w:type="dxa"/>
          </w:tcPr>
          <w:p w14:paraId="1D4178DE" w14:textId="77777777" w:rsidR="00164FF5" w:rsidRDefault="00861641">
            <w:pPr>
              <w:pStyle w:val="pstyleRadioTb"/>
            </w:pPr>
            <w:r>
              <w:rPr>
                <w:rStyle w:val="styleRad"/>
              </w:rPr>
              <w:t xml:space="preserve"> [x] </w:t>
            </w:r>
          </w:p>
        </w:tc>
        <w:tc>
          <w:tcPr>
            <w:tcW w:w="1750" w:type="dxa"/>
          </w:tcPr>
          <w:p w14:paraId="73C6A387" w14:textId="77777777" w:rsidR="00164FF5" w:rsidRDefault="00861641">
            <w:pPr>
              <w:pStyle w:val="pstyleRadioTb"/>
            </w:pPr>
            <w:r>
              <w:rPr>
                <w:rStyle w:val="styleRad"/>
              </w:rPr>
              <w:t xml:space="preserve"> [ ] </w:t>
            </w:r>
          </w:p>
        </w:tc>
        <w:tc>
          <w:tcPr>
            <w:tcW w:w="1750" w:type="dxa"/>
          </w:tcPr>
          <w:p w14:paraId="267C6BCE" w14:textId="77777777" w:rsidR="00164FF5" w:rsidRDefault="00861641">
            <w:pPr>
              <w:pStyle w:val="pstyleRadioTb"/>
            </w:pPr>
            <w:r>
              <w:rPr>
                <w:rStyle w:val="styleRad"/>
              </w:rPr>
              <w:t xml:space="preserve"> [ ] </w:t>
            </w:r>
          </w:p>
        </w:tc>
        <w:tc>
          <w:tcPr>
            <w:tcW w:w="1750" w:type="dxa"/>
          </w:tcPr>
          <w:p w14:paraId="0E4077C2" w14:textId="77777777" w:rsidR="00164FF5" w:rsidRDefault="00861641">
            <w:pPr>
              <w:pStyle w:val="pstyleRadioTb"/>
            </w:pPr>
            <w:r>
              <w:rPr>
                <w:rStyle w:val="styleRad"/>
              </w:rPr>
              <w:t xml:space="preserve"> [ ] </w:t>
            </w:r>
          </w:p>
        </w:tc>
        <w:tc>
          <w:tcPr>
            <w:tcW w:w="1750" w:type="dxa"/>
          </w:tcPr>
          <w:p w14:paraId="5A3F109C" w14:textId="77777777" w:rsidR="00164FF5" w:rsidRDefault="00861641">
            <w:r>
              <w:rPr>
                <w:rStyle w:val="styleSubformtxtsp"/>
              </w:rPr>
              <w:t xml:space="preserve"> </w:t>
            </w:r>
          </w:p>
        </w:tc>
        <w:tc>
          <w:tcPr>
            <w:tcW w:w="1750" w:type="dxa"/>
          </w:tcPr>
          <w:p w14:paraId="406D2749" w14:textId="77777777" w:rsidR="00164FF5" w:rsidRDefault="00164FF5"/>
        </w:tc>
        <w:tc>
          <w:tcPr>
            <w:tcW w:w="1750" w:type="dxa"/>
          </w:tcPr>
          <w:p w14:paraId="3688E39A" w14:textId="77777777" w:rsidR="00164FF5" w:rsidRDefault="00861641">
            <w:r>
              <w:rPr>
                <w:rStyle w:val="styleSubformtxtsp"/>
              </w:rPr>
              <w:t xml:space="preserve"> </w:t>
            </w:r>
          </w:p>
        </w:tc>
        <w:tc>
          <w:tcPr>
            <w:tcW w:w="1750" w:type="dxa"/>
          </w:tcPr>
          <w:p w14:paraId="3C905ABF" w14:textId="77777777" w:rsidR="00164FF5" w:rsidRDefault="00861641">
            <w:r>
              <w:rPr>
                <w:rStyle w:val="styleSubformtxtsp"/>
              </w:rPr>
              <w:t xml:space="preserve">LC </w:t>
            </w:r>
          </w:p>
        </w:tc>
        <w:tc>
          <w:tcPr>
            <w:tcW w:w="1750" w:type="dxa"/>
          </w:tcPr>
          <w:p w14:paraId="08F61606" w14:textId="77777777" w:rsidR="00164FF5" w:rsidRDefault="00861641">
            <w:pPr>
              <w:pStyle w:val="pstyleRadioTb"/>
            </w:pPr>
            <w:r>
              <w:rPr>
                <w:rStyle w:val="styleRad"/>
              </w:rPr>
              <w:t xml:space="preserve"> [ ] </w:t>
            </w:r>
          </w:p>
        </w:tc>
        <w:tc>
          <w:tcPr>
            <w:tcW w:w="1750" w:type="dxa"/>
          </w:tcPr>
          <w:p w14:paraId="63B7A657" w14:textId="77777777" w:rsidR="00164FF5" w:rsidRDefault="00861641">
            <w:pPr>
              <w:pStyle w:val="pstyleRadioTb"/>
            </w:pPr>
            <w:r>
              <w:rPr>
                <w:rStyle w:val="styleRad"/>
              </w:rPr>
              <w:t xml:space="preserve"> [ ] </w:t>
            </w:r>
          </w:p>
        </w:tc>
        <w:tc>
          <w:tcPr>
            <w:tcW w:w="1750" w:type="dxa"/>
          </w:tcPr>
          <w:p w14:paraId="1775405C" w14:textId="77777777" w:rsidR="00164FF5" w:rsidRDefault="00164FF5"/>
        </w:tc>
        <w:tc>
          <w:tcPr>
            <w:tcW w:w="1750" w:type="dxa"/>
          </w:tcPr>
          <w:p w14:paraId="0832BA5B" w14:textId="77777777" w:rsidR="00164FF5" w:rsidRDefault="00164FF5"/>
        </w:tc>
      </w:tr>
      <w:tr w:rsidR="00164FF5" w14:paraId="73DBD8A6" w14:textId="77777777" w:rsidTr="00164FF5">
        <w:trPr>
          <w:trHeight w:val="100"/>
        </w:trPr>
        <w:tc>
          <w:tcPr>
            <w:tcW w:w="1750" w:type="dxa"/>
          </w:tcPr>
          <w:p w14:paraId="03609B2E" w14:textId="77777777" w:rsidR="00164FF5" w:rsidRDefault="00861641">
            <w:r>
              <w:rPr>
                <w:rStyle w:val="styleSubformtxtUP"/>
              </w:rPr>
              <w:t>Chordata/Aves</w:t>
            </w:r>
          </w:p>
        </w:tc>
        <w:tc>
          <w:tcPr>
            <w:tcW w:w="1750" w:type="dxa"/>
          </w:tcPr>
          <w:p w14:paraId="2C2DF533" w14:textId="77777777" w:rsidR="00164FF5" w:rsidRDefault="00861641">
            <w:r>
              <w:rPr>
                <w:rStyle w:val="styleSubformtxtIblue700"/>
              </w:rPr>
              <w:t>Vanellus tricolor</w:t>
            </w:r>
          </w:p>
        </w:tc>
        <w:tc>
          <w:tcPr>
            <w:tcW w:w="1750" w:type="dxa"/>
          </w:tcPr>
          <w:p w14:paraId="7A2475EC" w14:textId="77777777" w:rsidR="00164FF5" w:rsidRDefault="00861641">
            <w:r>
              <w:rPr>
                <w:rStyle w:val="styleSubformtxtsp"/>
              </w:rPr>
              <w:t>Banded Lapwing</w:t>
            </w:r>
          </w:p>
        </w:tc>
        <w:tc>
          <w:tcPr>
            <w:tcW w:w="1750" w:type="dxa"/>
          </w:tcPr>
          <w:p w14:paraId="63CCDB1D" w14:textId="77777777" w:rsidR="00164FF5" w:rsidRDefault="00861641">
            <w:pPr>
              <w:pStyle w:val="pstyleRadioTb"/>
            </w:pPr>
            <w:r>
              <w:rPr>
                <w:rStyle w:val="styleRad"/>
              </w:rPr>
              <w:t xml:space="preserve"> [ ] </w:t>
            </w:r>
          </w:p>
        </w:tc>
        <w:tc>
          <w:tcPr>
            <w:tcW w:w="1750" w:type="dxa"/>
          </w:tcPr>
          <w:p w14:paraId="44FED574" w14:textId="77777777" w:rsidR="00164FF5" w:rsidRDefault="00861641">
            <w:pPr>
              <w:pStyle w:val="pstyleRadioTb"/>
            </w:pPr>
            <w:r>
              <w:rPr>
                <w:rStyle w:val="styleRad"/>
              </w:rPr>
              <w:t xml:space="preserve"> [ ] </w:t>
            </w:r>
          </w:p>
        </w:tc>
        <w:tc>
          <w:tcPr>
            <w:tcW w:w="1750" w:type="dxa"/>
          </w:tcPr>
          <w:p w14:paraId="7F4FAEE2" w14:textId="77777777" w:rsidR="00164FF5" w:rsidRDefault="00861641">
            <w:pPr>
              <w:pStyle w:val="pstyleRadioTb"/>
            </w:pPr>
            <w:r>
              <w:rPr>
                <w:rStyle w:val="styleRad"/>
              </w:rPr>
              <w:t xml:space="preserve"> [ ] </w:t>
            </w:r>
          </w:p>
        </w:tc>
        <w:tc>
          <w:tcPr>
            <w:tcW w:w="1750" w:type="dxa"/>
          </w:tcPr>
          <w:p w14:paraId="2EF51BF3" w14:textId="77777777" w:rsidR="00164FF5" w:rsidRDefault="00861641">
            <w:pPr>
              <w:pStyle w:val="pstyleRadioTb"/>
            </w:pPr>
            <w:r>
              <w:rPr>
                <w:rStyle w:val="styleRad"/>
              </w:rPr>
              <w:t xml:space="preserve"> [ ] </w:t>
            </w:r>
          </w:p>
        </w:tc>
        <w:tc>
          <w:tcPr>
            <w:tcW w:w="1750" w:type="dxa"/>
          </w:tcPr>
          <w:p w14:paraId="0C3DF8E5" w14:textId="77777777" w:rsidR="00164FF5" w:rsidRDefault="00861641">
            <w:pPr>
              <w:pStyle w:val="pstyleRadioTb"/>
            </w:pPr>
            <w:r>
              <w:rPr>
                <w:rStyle w:val="styleRad"/>
              </w:rPr>
              <w:t xml:space="preserve"> [x] </w:t>
            </w:r>
          </w:p>
        </w:tc>
        <w:tc>
          <w:tcPr>
            <w:tcW w:w="1750" w:type="dxa"/>
          </w:tcPr>
          <w:p w14:paraId="408224D6" w14:textId="77777777" w:rsidR="00164FF5" w:rsidRDefault="00861641">
            <w:pPr>
              <w:pStyle w:val="pstyleRadioTb"/>
            </w:pPr>
            <w:r>
              <w:rPr>
                <w:rStyle w:val="styleRad"/>
              </w:rPr>
              <w:t xml:space="preserve"> [ ] </w:t>
            </w:r>
          </w:p>
        </w:tc>
        <w:tc>
          <w:tcPr>
            <w:tcW w:w="1750" w:type="dxa"/>
          </w:tcPr>
          <w:p w14:paraId="5BCBEFB2" w14:textId="77777777" w:rsidR="00164FF5" w:rsidRDefault="00861641">
            <w:pPr>
              <w:pStyle w:val="pstyleRadioTb"/>
            </w:pPr>
            <w:r>
              <w:rPr>
                <w:rStyle w:val="styleRad"/>
              </w:rPr>
              <w:t xml:space="preserve"> [ ] </w:t>
            </w:r>
          </w:p>
        </w:tc>
        <w:tc>
          <w:tcPr>
            <w:tcW w:w="1750" w:type="dxa"/>
          </w:tcPr>
          <w:p w14:paraId="39B76438" w14:textId="77777777" w:rsidR="00164FF5" w:rsidRDefault="00861641">
            <w:pPr>
              <w:pStyle w:val="pstyleRadioTb"/>
            </w:pPr>
            <w:r>
              <w:rPr>
                <w:rStyle w:val="styleRad"/>
              </w:rPr>
              <w:t xml:space="preserve"> [ ] </w:t>
            </w:r>
          </w:p>
        </w:tc>
        <w:tc>
          <w:tcPr>
            <w:tcW w:w="1750" w:type="dxa"/>
          </w:tcPr>
          <w:p w14:paraId="4B8C890B" w14:textId="77777777" w:rsidR="00164FF5" w:rsidRDefault="00861641">
            <w:r>
              <w:rPr>
                <w:rStyle w:val="styleSubformtxtsp"/>
              </w:rPr>
              <w:t xml:space="preserve"> </w:t>
            </w:r>
          </w:p>
        </w:tc>
        <w:tc>
          <w:tcPr>
            <w:tcW w:w="1750" w:type="dxa"/>
          </w:tcPr>
          <w:p w14:paraId="69723686" w14:textId="77777777" w:rsidR="00164FF5" w:rsidRDefault="00164FF5"/>
        </w:tc>
        <w:tc>
          <w:tcPr>
            <w:tcW w:w="1750" w:type="dxa"/>
          </w:tcPr>
          <w:p w14:paraId="5DA2901D" w14:textId="77777777" w:rsidR="00164FF5" w:rsidRDefault="00861641">
            <w:r>
              <w:rPr>
                <w:rStyle w:val="styleSubformtxtsp"/>
              </w:rPr>
              <w:t xml:space="preserve"> </w:t>
            </w:r>
          </w:p>
        </w:tc>
        <w:tc>
          <w:tcPr>
            <w:tcW w:w="1750" w:type="dxa"/>
          </w:tcPr>
          <w:p w14:paraId="407F95C8" w14:textId="77777777" w:rsidR="00164FF5" w:rsidRDefault="00861641">
            <w:r>
              <w:rPr>
                <w:rStyle w:val="styleSubformtxtsp"/>
              </w:rPr>
              <w:t xml:space="preserve">LC </w:t>
            </w:r>
          </w:p>
        </w:tc>
        <w:tc>
          <w:tcPr>
            <w:tcW w:w="1750" w:type="dxa"/>
          </w:tcPr>
          <w:p w14:paraId="79A1ED0C" w14:textId="77777777" w:rsidR="00164FF5" w:rsidRDefault="00861641">
            <w:pPr>
              <w:pStyle w:val="pstyleRadioTb"/>
            </w:pPr>
            <w:r>
              <w:rPr>
                <w:rStyle w:val="styleRad"/>
              </w:rPr>
              <w:t xml:space="preserve"> [ ] </w:t>
            </w:r>
          </w:p>
        </w:tc>
        <w:tc>
          <w:tcPr>
            <w:tcW w:w="1750" w:type="dxa"/>
          </w:tcPr>
          <w:p w14:paraId="540FEBEE" w14:textId="77777777" w:rsidR="00164FF5" w:rsidRDefault="00861641">
            <w:pPr>
              <w:pStyle w:val="pstyleRadioTb"/>
            </w:pPr>
            <w:r>
              <w:rPr>
                <w:rStyle w:val="styleRad"/>
              </w:rPr>
              <w:t xml:space="preserve"> [ ] </w:t>
            </w:r>
          </w:p>
        </w:tc>
        <w:tc>
          <w:tcPr>
            <w:tcW w:w="1750" w:type="dxa"/>
          </w:tcPr>
          <w:p w14:paraId="01DAEBFF" w14:textId="77777777" w:rsidR="00164FF5" w:rsidRDefault="00164FF5"/>
        </w:tc>
        <w:tc>
          <w:tcPr>
            <w:tcW w:w="1750" w:type="dxa"/>
          </w:tcPr>
          <w:p w14:paraId="469C43A5" w14:textId="77777777" w:rsidR="00164FF5" w:rsidRDefault="00164FF5"/>
        </w:tc>
      </w:tr>
      <w:tr w:rsidR="00164FF5" w14:paraId="01EFEABE" w14:textId="77777777" w:rsidTr="00164FF5">
        <w:trPr>
          <w:trHeight w:val="100"/>
        </w:trPr>
        <w:tc>
          <w:tcPr>
            <w:tcW w:w="1750" w:type="dxa"/>
            <w:gridSpan w:val="19"/>
            <w:vAlign w:val="center"/>
          </w:tcPr>
          <w:p w14:paraId="541342A1" w14:textId="77777777" w:rsidR="00164FF5" w:rsidRDefault="00861641">
            <w:pPr>
              <w:pStyle w:val="pstyleContent"/>
            </w:pPr>
            <w:r>
              <w:rPr>
                <w:rStyle w:val="styleSubformTitletxt"/>
              </w:rPr>
              <w:t>Others</w:t>
            </w:r>
          </w:p>
        </w:tc>
      </w:tr>
      <w:tr w:rsidR="00164FF5" w14:paraId="31006E9B" w14:textId="77777777" w:rsidTr="00164FF5">
        <w:trPr>
          <w:trHeight w:val="100"/>
        </w:trPr>
        <w:tc>
          <w:tcPr>
            <w:tcW w:w="1750" w:type="dxa"/>
          </w:tcPr>
          <w:p w14:paraId="6C0D1CBD" w14:textId="77777777" w:rsidR="00164FF5" w:rsidRDefault="00861641">
            <w:r>
              <w:rPr>
                <w:rStyle w:val="styleSubformtxtUP"/>
              </w:rPr>
              <w:t>Chordata/Reptilia</w:t>
            </w:r>
          </w:p>
        </w:tc>
        <w:tc>
          <w:tcPr>
            <w:tcW w:w="1750" w:type="dxa"/>
          </w:tcPr>
          <w:p w14:paraId="4E1474D3" w14:textId="77777777" w:rsidR="00164FF5" w:rsidRDefault="00861641">
            <w:r>
              <w:rPr>
                <w:rStyle w:val="styleSubformtxtIblue700"/>
              </w:rPr>
              <w:t>Austrotyphlops endoterus</w:t>
            </w:r>
          </w:p>
        </w:tc>
        <w:tc>
          <w:tcPr>
            <w:tcW w:w="1750" w:type="dxa"/>
          </w:tcPr>
          <w:p w14:paraId="01D29E4B" w14:textId="77777777" w:rsidR="00164FF5" w:rsidRDefault="00861641">
            <w:r>
              <w:rPr>
                <w:rStyle w:val="styleSubformtxtsp"/>
              </w:rPr>
              <w:t xml:space="preserve">Interior blind snake </w:t>
            </w:r>
          </w:p>
        </w:tc>
        <w:tc>
          <w:tcPr>
            <w:tcW w:w="1750" w:type="dxa"/>
          </w:tcPr>
          <w:p w14:paraId="080F5C58" w14:textId="77777777" w:rsidR="00164FF5" w:rsidRDefault="00861641">
            <w:pPr>
              <w:pStyle w:val="pstyleRadioTb"/>
            </w:pPr>
            <w:r>
              <w:rPr>
                <w:rStyle w:val="styleRad"/>
              </w:rPr>
              <w:t xml:space="preserve"> [x] </w:t>
            </w:r>
          </w:p>
        </w:tc>
        <w:tc>
          <w:tcPr>
            <w:tcW w:w="1750" w:type="dxa"/>
          </w:tcPr>
          <w:p w14:paraId="50565F2E" w14:textId="77777777" w:rsidR="00164FF5" w:rsidRDefault="00861641">
            <w:pPr>
              <w:pStyle w:val="pstyleRadioTb"/>
            </w:pPr>
            <w:r>
              <w:rPr>
                <w:rStyle w:val="styleRad"/>
              </w:rPr>
              <w:t xml:space="preserve"> [ ] </w:t>
            </w:r>
          </w:p>
        </w:tc>
        <w:tc>
          <w:tcPr>
            <w:tcW w:w="1750" w:type="dxa"/>
          </w:tcPr>
          <w:p w14:paraId="1C8E55EC" w14:textId="77777777" w:rsidR="00164FF5" w:rsidRDefault="00861641">
            <w:pPr>
              <w:pStyle w:val="pstyleRadioTb"/>
            </w:pPr>
            <w:r>
              <w:rPr>
                <w:rStyle w:val="styleRad"/>
              </w:rPr>
              <w:t xml:space="preserve"> [ ] </w:t>
            </w:r>
          </w:p>
        </w:tc>
        <w:tc>
          <w:tcPr>
            <w:tcW w:w="1750" w:type="dxa"/>
          </w:tcPr>
          <w:p w14:paraId="1B8310B5" w14:textId="77777777" w:rsidR="00164FF5" w:rsidRDefault="00861641">
            <w:pPr>
              <w:pStyle w:val="pstyleRadioTb"/>
            </w:pPr>
            <w:r>
              <w:rPr>
                <w:rStyle w:val="styleRad"/>
              </w:rPr>
              <w:t xml:space="preserve"> [ ] </w:t>
            </w:r>
          </w:p>
        </w:tc>
        <w:tc>
          <w:tcPr>
            <w:tcW w:w="1750" w:type="dxa"/>
          </w:tcPr>
          <w:p w14:paraId="0E24BEA8" w14:textId="77777777" w:rsidR="00164FF5" w:rsidRDefault="00861641">
            <w:pPr>
              <w:pStyle w:val="pstyleRadioTb"/>
            </w:pPr>
            <w:r>
              <w:rPr>
                <w:rStyle w:val="styleRad"/>
              </w:rPr>
              <w:t xml:space="preserve"> [ ] </w:t>
            </w:r>
          </w:p>
        </w:tc>
        <w:tc>
          <w:tcPr>
            <w:tcW w:w="1750" w:type="dxa"/>
          </w:tcPr>
          <w:p w14:paraId="32B2F0C6" w14:textId="77777777" w:rsidR="00164FF5" w:rsidRDefault="00861641">
            <w:pPr>
              <w:pStyle w:val="pstyleRadioTb"/>
            </w:pPr>
            <w:r>
              <w:rPr>
                <w:rStyle w:val="styleRad"/>
              </w:rPr>
              <w:t xml:space="preserve"> [ ] </w:t>
            </w:r>
          </w:p>
        </w:tc>
        <w:tc>
          <w:tcPr>
            <w:tcW w:w="1750" w:type="dxa"/>
          </w:tcPr>
          <w:p w14:paraId="15CBA92F" w14:textId="77777777" w:rsidR="00164FF5" w:rsidRDefault="00861641">
            <w:pPr>
              <w:pStyle w:val="pstyleRadioTb"/>
            </w:pPr>
            <w:r>
              <w:rPr>
                <w:rStyle w:val="styleRad"/>
              </w:rPr>
              <w:t xml:space="preserve"> [ ] </w:t>
            </w:r>
          </w:p>
        </w:tc>
        <w:tc>
          <w:tcPr>
            <w:tcW w:w="1750" w:type="dxa"/>
          </w:tcPr>
          <w:p w14:paraId="41262DF7" w14:textId="77777777" w:rsidR="00164FF5" w:rsidRDefault="00861641">
            <w:pPr>
              <w:pStyle w:val="pstyleRadioTb"/>
            </w:pPr>
            <w:r>
              <w:rPr>
                <w:rStyle w:val="styleRad"/>
              </w:rPr>
              <w:t xml:space="preserve"> [ ] </w:t>
            </w:r>
          </w:p>
        </w:tc>
        <w:tc>
          <w:tcPr>
            <w:tcW w:w="1750" w:type="dxa"/>
          </w:tcPr>
          <w:p w14:paraId="70BE37EA" w14:textId="77777777" w:rsidR="00164FF5" w:rsidRDefault="00861641">
            <w:r>
              <w:rPr>
                <w:rStyle w:val="styleSubformtxtsp"/>
              </w:rPr>
              <w:t xml:space="preserve"> </w:t>
            </w:r>
          </w:p>
        </w:tc>
        <w:tc>
          <w:tcPr>
            <w:tcW w:w="1750" w:type="dxa"/>
          </w:tcPr>
          <w:p w14:paraId="4C740E62" w14:textId="77777777" w:rsidR="00164FF5" w:rsidRDefault="00164FF5"/>
        </w:tc>
        <w:tc>
          <w:tcPr>
            <w:tcW w:w="1750" w:type="dxa"/>
          </w:tcPr>
          <w:p w14:paraId="1B58A18B" w14:textId="77777777" w:rsidR="00164FF5" w:rsidRDefault="00861641">
            <w:r>
              <w:rPr>
                <w:rStyle w:val="styleSubformtxtsp"/>
              </w:rPr>
              <w:t xml:space="preserve"> </w:t>
            </w:r>
          </w:p>
        </w:tc>
        <w:tc>
          <w:tcPr>
            <w:tcW w:w="1750" w:type="dxa"/>
          </w:tcPr>
          <w:p w14:paraId="323A001A" w14:textId="77777777" w:rsidR="00164FF5" w:rsidRDefault="00861641">
            <w:r>
              <w:rPr>
                <w:rStyle w:val="styleSubformtxtsp"/>
              </w:rPr>
              <w:t xml:space="preserve">LC </w:t>
            </w:r>
          </w:p>
        </w:tc>
        <w:tc>
          <w:tcPr>
            <w:tcW w:w="1750" w:type="dxa"/>
          </w:tcPr>
          <w:p w14:paraId="7622BE88" w14:textId="77777777" w:rsidR="00164FF5" w:rsidRDefault="00861641">
            <w:pPr>
              <w:pStyle w:val="pstyleRadioTb"/>
            </w:pPr>
            <w:r>
              <w:rPr>
                <w:rStyle w:val="styleRad"/>
              </w:rPr>
              <w:t xml:space="preserve"> [ ] </w:t>
            </w:r>
          </w:p>
        </w:tc>
        <w:tc>
          <w:tcPr>
            <w:tcW w:w="1750" w:type="dxa"/>
          </w:tcPr>
          <w:p w14:paraId="2DF4667C" w14:textId="77777777" w:rsidR="00164FF5" w:rsidRDefault="00861641">
            <w:pPr>
              <w:pStyle w:val="pstyleRadioTb"/>
            </w:pPr>
            <w:r>
              <w:rPr>
                <w:rStyle w:val="styleRad"/>
              </w:rPr>
              <w:t xml:space="preserve"> [ ] </w:t>
            </w:r>
          </w:p>
        </w:tc>
        <w:tc>
          <w:tcPr>
            <w:tcW w:w="1750" w:type="dxa"/>
          </w:tcPr>
          <w:p w14:paraId="140C7F49" w14:textId="77777777" w:rsidR="00164FF5" w:rsidRDefault="00861641">
            <w:r>
              <w:rPr>
                <w:rStyle w:val="styleSubformtxtsp"/>
              </w:rPr>
              <w:t>Nationally endangered (EPBC)</w:t>
            </w:r>
          </w:p>
        </w:tc>
        <w:tc>
          <w:tcPr>
            <w:tcW w:w="1750" w:type="dxa"/>
          </w:tcPr>
          <w:p w14:paraId="3E7BDE00" w14:textId="77777777" w:rsidR="00164FF5" w:rsidRDefault="00164FF5"/>
        </w:tc>
      </w:tr>
      <w:tr w:rsidR="00164FF5" w14:paraId="105CD4A0" w14:textId="77777777" w:rsidTr="00164FF5">
        <w:trPr>
          <w:trHeight w:val="100"/>
        </w:trPr>
        <w:tc>
          <w:tcPr>
            <w:tcW w:w="1750" w:type="dxa"/>
          </w:tcPr>
          <w:p w14:paraId="78A00A85" w14:textId="77777777" w:rsidR="00164FF5" w:rsidRDefault="00861641">
            <w:r>
              <w:rPr>
                <w:rStyle w:val="styleSubformtxtUP"/>
              </w:rPr>
              <w:t>Chordata/Reptilia</w:t>
            </w:r>
          </w:p>
        </w:tc>
        <w:tc>
          <w:tcPr>
            <w:tcW w:w="1750" w:type="dxa"/>
          </w:tcPr>
          <w:p w14:paraId="2EC084D5" w14:textId="77777777" w:rsidR="00164FF5" w:rsidRDefault="00861641">
            <w:r>
              <w:rPr>
                <w:rStyle w:val="styleSubformtxtIblue700"/>
              </w:rPr>
              <w:t>Ctenotus brooksi</w:t>
            </w:r>
          </w:p>
        </w:tc>
        <w:tc>
          <w:tcPr>
            <w:tcW w:w="1750" w:type="dxa"/>
          </w:tcPr>
          <w:p w14:paraId="2AB4A43D" w14:textId="77777777" w:rsidR="00164FF5" w:rsidRDefault="00861641">
            <w:r>
              <w:rPr>
                <w:rStyle w:val="styleSubformtxtsp"/>
              </w:rPr>
              <w:t xml:space="preserve"> </w:t>
            </w:r>
          </w:p>
        </w:tc>
        <w:tc>
          <w:tcPr>
            <w:tcW w:w="1750" w:type="dxa"/>
          </w:tcPr>
          <w:p w14:paraId="6F0D8F39" w14:textId="77777777" w:rsidR="00164FF5" w:rsidRDefault="00861641">
            <w:pPr>
              <w:pStyle w:val="pstyleRadioTb"/>
            </w:pPr>
            <w:r>
              <w:rPr>
                <w:rStyle w:val="styleRad"/>
              </w:rPr>
              <w:t xml:space="preserve"> [x] </w:t>
            </w:r>
          </w:p>
        </w:tc>
        <w:tc>
          <w:tcPr>
            <w:tcW w:w="1750" w:type="dxa"/>
          </w:tcPr>
          <w:p w14:paraId="763C8074" w14:textId="77777777" w:rsidR="00164FF5" w:rsidRDefault="00861641">
            <w:pPr>
              <w:pStyle w:val="pstyleRadioTb"/>
            </w:pPr>
            <w:r>
              <w:rPr>
                <w:rStyle w:val="styleRad"/>
              </w:rPr>
              <w:t xml:space="preserve"> [ ] </w:t>
            </w:r>
          </w:p>
        </w:tc>
        <w:tc>
          <w:tcPr>
            <w:tcW w:w="1750" w:type="dxa"/>
          </w:tcPr>
          <w:p w14:paraId="0A18E0FF" w14:textId="77777777" w:rsidR="00164FF5" w:rsidRDefault="00861641">
            <w:pPr>
              <w:pStyle w:val="pstyleRadioTb"/>
            </w:pPr>
            <w:r>
              <w:rPr>
                <w:rStyle w:val="styleRad"/>
              </w:rPr>
              <w:t xml:space="preserve"> [ ] </w:t>
            </w:r>
          </w:p>
        </w:tc>
        <w:tc>
          <w:tcPr>
            <w:tcW w:w="1750" w:type="dxa"/>
          </w:tcPr>
          <w:p w14:paraId="777C5E0A" w14:textId="77777777" w:rsidR="00164FF5" w:rsidRDefault="00861641">
            <w:pPr>
              <w:pStyle w:val="pstyleRadioTb"/>
            </w:pPr>
            <w:r>
              <w:rPr>
                <w:rStyle w:val="styleRad"/>
              </w:rPr>
              <w:t xml:space="preserve"> [ ] </w:t>
            </w:r>
          </w:p>
        </w:tc>
        <w:tc>
          <w:tcPr>
            <w:tcW w:w="1750" w:type="dxa"/>
          </w:tcPr>
          <w:p w14:paraId="7930A9CE" w14:textId="77777777" w:rsidR="00164FF5" w:rsidRDefault="00861641">
            <w:pPr>
              <w:pStyle w:val="pstyleRadioTb"/>
            </w:pPr>
            <w:r>
              <w:rPr>
                <w:rStyle w:val="styleRad"/>
              </w:rPr>
              <w:t xml:space="preserve"> [ ] </w:t>
            </w:r>
          </w:p>
        </w:tc>
        <w:tc>
          <w:tcPr>
            <w:tcW w:w="1750" w:type="dxa"/>
          </w:tcPr>
          <w:p w14:paraId="5AEF2D8F" w14:textId="77777777" w:rsidR="00164FF5" w:rsidRDefault="00861641">
            <w:pPr>
              <w:pStyle w:val="pstyleRadioTb"/>
            </w:pPr>
            <w:r>
              <w:rPr>
                <w:rStyle w:val="styleRad"/>
              </w:rPr>
              <w:t xml:space="preserve"> [ ] </w:t>
            </w:r>
          </w:p>
        </w:tc>
        <w:tc>
          <w:tcPr>
            <w:tcW w:w="1750" w:type="dxa"/>
          </w:tcPr>
          <w:p w14:paraId="24B3AC2E" w14:textId="77777777" w:rsidR="00164FF5" w:rsidRDefault="00861641">
            <w:pPr>
              <w:pStyle w:val="pstyleRadioTb"/>
            </w:pPr>
            <w:r>
              <w:rPr>
                <w:rStyle w:val="styleRad"/>
              </w:rPr>
              <w:t xml:space="preserve"> [ ] </w:t>
            </w:r>
          </w:p>
        </w:tc>
        <w:tc>
          <w:tcPr>
            <w:tcW w:w="1750" w:type="dxa"/>
          </w:tcPr>
          <w:p w14:paraId="1BE12366" w14:textId="77777777" w:rsidR="00164FF5" w:rsidRDefault="00861641">
            <w:pPr>
              <w:pStyle w:val="pstyleRadioTb"/>
            </w:pPr>
            <w:r>
              <w:rPr>
                <w:rStyle w:val="styleRad"/>
              </w:rPr>
              <w:t xml:space="preserve"> [ ] </w:t>
            </w:r>
          </w:p>
        </w:tc>
        <w:tc>
          <w:tcPr>
            <w:tcW w:w="1750" w:type="dxa"/>
          </w:tcPr>
          <w:p w14:paraId="2717CCDC" w14:textId="77777777" w:rsidR="00164FF5" w:rsidRDefault="00861641">
            <w:r>
              <w:rPr>
                <w:rStyle w:val="styleSubformtxtsp"/>
              </w:rPr>
              <w:t xml:space="preserve"> </w:t>
            </w:r>
          </w:p>
        </w:tc>
        <w:tc>
          <w:tcPr>
            <w:tcW w:w="1750" w:type="dxa"/>
          </w:tcPr>
          <w:p w14:paraId="571ACE5D" w14:textId="77777777" w:rsidR="00164FF5" w:rsidRDefault="00164FF5"/>
        </w:tc>
        <w:tc>
          <w:tcPr>
            <w:tcW w:w="1750" w:type="dxa"/>
          </w:tcPr>
          <w:p w14:paraId="3A6BB9B3" w14:textId="77777777" w:rsidR="00164FF5" w:rsidRDefault="00861641">
            <w:r>
              <w:rPr>
                <w:rStyle w:val="styleSubformtxtsp"/>
              </w:rPr>
              <w:t xml:space="preserve"> </w:t>
            </w:r>
          </w:p>
        </w:tc>
        <w:tc>
          <w:tcPr>
            <w:tcW w:w="1750" w:type="dxa"/>
          </w:tcPr>
          <w:p w14:paraId="51BFE1CA" w14:textId="77777777" w:rsidR="00164FF5" w:rsidRDefault="00861641">
            <w:r>
              <w:rPr>
                <w:rStyle w:val="styleSubformtxtsp"/>
              </w:rPr>
              <w:t xml:space="preserve">LC </w:t>
            </w:r>
          </w:p>
        </w:tc>
        <w:tc>
          <w:tcPr>
            <w:tcW w:w="1750" w:type="dxa"/>
          </w:tcPr>
          <w:p w14:paraId="4945F373" w14:textId="77777777" w:rsidR="00164FF5" w:rsidRDefault="00861641">
            <w:pPr>
              <w:pStyle w:val="pstyleRadioTb"/>
            </w:pPr>
            <w:r>
              <w:rPr>
                <w:rStyle w:val="styleRad"/>
              </w:rPr>
              <w:t xml:space="preserve"> [ ] </w:t>
            </w:r>
          </w:p>
        </w:tc>
        <w:tc>
          <w:tcPr>
            <w:tcW w:w="1750" w:type="dxa"/>
          </w:tcPr>
          <w:p w14:paraId="1B99604A" w14:textId="77777777" w:rsidR="00164FF5" w:rsidRDefault="00861641">
            <w:pPr>
              <w:pStyle w:val="pstyleRadioTb"/>
            </w:pPr>
            <w:r>
              <w:rPr>
                <w:rStyle w:val="styleRad"/>
              </w:rPr>
              <w:t xml:space="preserve"> [ ] </w:t>
            </w:r>
          </w:p>
        </w:tc>
        <w:tc>
          <w:tcPr>
            <w:tcW w:w="1750" w:type="dxa"/>
          </w:tcPr>
          <w:p w14:paraId="660FC4BB" w14:textId="77777777" w:rsidR="00164FF5" w:rsidRDefault="00861641">
            <w:r>
              <w:rPr>
                <w:rStyle w:val="styleSubformtxtsp"/>
              </w:rPr>
              <w:t>Endangered in NSW (BCA)</w:t>
            </w:r>
          </w:p>
        </w:tc>
        <w:tc>
          <w:tcPr>
            <w:tcW w:w="1750" w:type="dxa"/>
          </w:tcPr>
          <w:p w14:paraId="05FB2F93" w14:textId="77777777" w:rsidR="00164FF5" w:rsidRDefault="00164FF5"/>
        </w:tc>
      </w:tr>
      <w:tr w:rsidR="00164FF5" w14:paraId="4F14FB3C" w14:textId="77777777" w:rsidTr="00164FF5">
        <w:trPr>
          <w:trHeight w:val="100"/>
        </w:trPr>
        <w:tc>
          <w:tcPr>
            <w:tcW w:w="1750" w:type="dxa"/>
          </w:tcPr>
          <w:p w14:paraId="5455B6C5" w14:textId="77777777" w:rsidR="00164FF5" w:rsidRDefault="00861641">
            <w:r>
              <w:rPr>
                <w:rStyle w:val="styleSubformtxtUP"/>
              </w:rPr>
              <w:t>Chordata/Reptilia</w:t>
            </w:r>
          </w:p>
        </w:tc>
        <w:tc>
          <w:tcPr>
            <w:tcW w:w="1750" w:type="dxa"/>
          </w:tcPr>
          <w:p w14:paraId="775189B1" w14:textId="77777777" w:rsidR="00164FF5" w:rsidRDefault="00861641">
            <w:r>
              <w:rPr>
                <w:rStyle w:val="styleSubformtxtIblue700"/>
              </w:rPr>
              <w:t>Cyclodomorphus venustus</w:t>
            </w:r>
          </w:p>
        </w:tc>
        <w:tc>
          <w:tcPr>
            <w:tcW w:w="1750" w:type="dxa"/>
          </w:tcPr>
          <w:p w14:paraId="0E1C3B3F" w14:textId="77777777" w:rsidR="00164FF5" w:rsidRDefault="00861641">
            <w:r>
              <w:rPr>
                <w:rStyle w:val="styleSubformtxtsp"/>
              </w:rPr>
              <w:t>slender Blue-tongue</w:t>
            </w:r>
          </w:p>
        </w:tc>
        <w:tc>
          <w:tcPr>
            <w:tcW w:w="1750" w:type="dxa"/>
          </w:tcPr>
          <w:p w14:paraId="6C19A1BF" w14:textId="77777777" w:rsidR="00164FF5" w:rsidRDefault="00861641">
            <w:pPr>
              <w:pStyle w:val="pstyleRadioTb"/>
            </w:pPr>
            <w:r>
              <w:rPr>
                <w:rStyle w:val="styleRad"/>
              </w:rPr>
              <w:t xml:space="preserve"> [x] </w:t>
            </w:r>
          </w:p>
        </w:tc>
        <w:tc>
          <w:tcPr>
            <w:tcW w:w="1750" w:type="dxa"/>
          </w:tcPr>
          <w:p w14:paraId="2E5F0FA1" w14:textId="77777777" w:rsidR="00164FF5" w:rsidRDefault="00861641">
            <w:pPr>
              <w:pStyle w:val="pstyleRadioTb"/>
            </w:pPr>
            <w:r>
              <w:rPr>
                <w:rStyle w:val="styleRad"/>
              </w:rPr>
              <w:t xml:space="preserve"> [ ] </w:t>
            </w:r>
          </w:p>
        </w:tc>
        <w:tc>
          <w:tcPr>
            <w:tcW w:w="1750" w:type="dxa"/>
          </w:tcPr>
          <w:p w14:paraId="0FE7550E" w14:textId="77777777" w:rsidR="00164FF5" w:rsidRDefault="00861641">
            <w:pPr>
              <w:pStyle w:val="pstyleRadioTb"/>
            </w:pPr>
            <w:r>
              <w:rPr>
                <w:rStyle w:val="styleRad"/>
              </w:rPr>
              <w:t xml:space="preserve"> [ ] </w:t>
            </w:r>
          </w:p>
        </w:tc>
        <w:tc>
          <w:tcPr>
            <w:tcW w:w="1750" w:type="dxa"/>
          </w:tcPr>
          <w:p w14:paraId="38B6AB17" w14:textId="77777777" w:rsidR="00164FF5" w:rsidRDefault="00861641">
            <w:pPr>
              <w:pStyle w:val="pstyleRadioTb"/>
            </w:pPr>
            <w:r>
              <w:rPr>
                <w:rStyle w:val="styleRad"/>
              </w:rPr>
              <w:t xml:space="preserve"> [ ] </w:t>
            </w:r>
          </w:p>
        </w:tc>
        <w:tc>
          <w:tcPr>
            <w:tcW w:w="1750" w:type="dxa"/>
          </w:tcPr>
          <w:p w14:paraId="52CE6340" w14:textId="77777777" w:rsidR="00164FF5" w:rsidRDefault="00861641">
            <w:pPr>
              <w:pStyle w:val="pstyleRadioTb"/>
            </w:pPr>
            <w:r>
              <w:rPr>
                <w:rStyle w:val="styleRad"/>
              </w:rPr>
              <w:t xml:space="preserve"> [ ] </w:t>
            </w:r>
          </w:p>
        </w:tc>
        <w:tc>
          <w:tcPr>
            <w:tcW w:w="1750" w:type="dxa"/>
          </w:tcPr>
          <w:p w14:paraId="52C27C8B" w14:textId="77777777" w:rsidR="00164FF5" w:rsidRDefault="00861641">
            <w:pPr>
              <w:pStyle w:val="pstyleRadioTb"/>
            </w:pPr>
            <w:r>
              <w:rPr>
                <w:rStyle w:val="styleRad"/>
              </w:rPr>
              <w:t xml:space="preserve"> [ ] </w:t>
            </w:r>
          </w:p>
        </w:tc>
        <w:tc>
          <w:tcPr>
            <w:tcW w:w="1750" w:type="dxa"/>
          </w:tcPr>
          <w:p w14:paraId="0A30C8BA" w14:textId="77777777" w:rsidR="00164FF5" w:rsidRDefault="00861641">
            <w:pPr>
              <w:pStyle w:val="pstyleRadioTb"/>
            </w:pPr>
            <w:r>
              <w:rPr>
                <w:rStyle w:val="styleRad"/>
              </w:rPr>
              <w:t xml:space="preserve"> [ ] </w:t>
            </w:r>
          </w:p>
        </w:tc>
        <w:tc>
          <w:tcPr>
            <w:tcW w:w="1750" w:type="dxa"/>
          </w:tcPr>
          <w:p w14:paraId="0C912E16" w14:textId="77777777" w:rsidR="00164FF5" w:rsidRDefault="00861641">
            <w:pPr>
              <w:pStyle w:val="pstyleRadioTb"/>
            </w:pPr>
            <w:r>
              <w:rPr>
                <w:rStyle w:val="styleRad"/>
              </w:rPr>
              <w:t xml:space="preserve"> [ ] </w:t>
            </w:r>
          </w:p>
        </w:tc>
        <w:tc>
          <w:tcPr>
            <w:tcW w:w="1750" w:type="dxa"/>
          </w:tcPr>
          <w:p w14:paraId="38A1C368" w14:textId="77777777" w:rsidR="00164FF5" w:rsidRDefault="00861641">
            <w:r>
              <w:rPr>
                <w:rStyle w:val="styleSubformtxtsp"/>
              </w:rPr>
              <w:t xml:space="preserve"> </w:t>
            </w:r>
          </w:p>
        </w:tc>
        <w:tc>
          <w:tcPr>
            <w:tcW w:w="1750" w:type="dxa"/>
          </w:tcPr>
          <w:p w14:paraId="30D23636" w14:textId="77777777" w:rsidR="00164FF5" w:rsidRDefault="00164FF5"/>
        </w:tc>
        <w:tc>
          <w:tcPr>
            <w:tcW w:w="1750" w:type="dxa"/>
          </w:tcPr>
          <w:p w14:paraId="0B768FC2" w14:textId="77777777" w:rsidR="00164FF5" w:rsidRDefault="00861641">
            <w:r>
              <w:rPr>
                <w:rStyle w:val="styleSubformtxtsp"/>
              </w:rPr>
              <w:t xml:space="preserve"> </w:t>
            </w:r>
          </w:p>
        </w:tc>
        <w:tc>
          <w:tcPr>
            <w:tcW w:w="1750" w:type="dxa"/>
          </w:tcPr>
          <w:p w14:paraId="5E75CCA8" w14:textId="77777777" w:rsidR="00164FF5" w:rsidRDefault="00861641">
            <w:r>
              <w:rPr>
                <w:rStyle w:val="styleSubformtxtsp"/>
              </w:rPr>
              <w:t xml:space="preserve">LC </w:t>
            </w:r>
          </w:p>
        </w:tc>
        <w:tc>
          <w:tcPr>
            <w:tcW w:w="1750" w:type="dxa"/>
          </w:tcPr>
          <w:p w14:paraId="6839384C" w14:textId="77777777" w:rsidR="00164FF5" w:rsidRDefault="00861641">
            <w:pPr>
              <w:pStyle w:val="pstyleRadioTb"/>
            </w:pPr>
            <w:r>
              <w:rPr>
                <w:rStyle w:val="styleRad"/>
              </w:rPr>
              <w:t xml:space="preserve"> [ ] </w:t>
            </w:r>
          </w:p>
        </w:tc>
        <w:tc>
          <w:tcPr>
            <w:tcW w:w="1750" w:type="dxa"/>
          </w:tcPr>
          <w:p w14:paraId="7631B1B2" w14:textId="77777777" w:rsidR="00164FF5" w:rsidRDefault="00861641">
            <w:pPr>
              <w:pStyle w:val="pstyleRadioTb"/>
            </w:pPr>
            <w:r>
              <w:rPr>
                <w:rStyle w:val="styleRad"/>
              </w:rPr>
              <w:t xml:space="preserve"> [ ] </w:t>
            </w:r>
          </w:p>
        </w:tc>
        <w:tc>
          <w:tcPr>
            <w:tcW w:w="1750" w:type="dxa"/>
          </w:tcPr>
          <w:p w14:paraId="6B7ADDB1" w14:textId="77777777" w:rsidR="00164FF5" w:rsidRDefault="00861641">
            <w:r>
              <w:rPr>
                <w:rStyle w:val="styleSubformtxtsp"/>
              </w:rPr>
              <w:t>Endangered in NSW (BCA)</w:t>
            </w:r>
          </w:p>
        </w:tc>
        <w:tc>
          <w:tcPr>
            <w:tcW w:w="1750" w:type="dxa"/>
          </w:tcPr>
          <w:p w14:paraId="6397BC05" w14:textId="77777777" w:rsidR="00164FF5" w:rsidRDefault="00164FF5"/>
        </w:tc>
      </w:tr>
      <w:tr w:rsidR="00164FF5" w14:paraId="64A9B402" w14:textId="77777777" w:rsidTr="00164FF5">
        <w:trPr>
          <w:trHeight w:val="100"/>
        </w:trPr>
        <w:tc>
          <w:tcPr>
            <w:tcW w:w="1750" w:type="dxa"/>
          </w:tcPr>
          <w:p w14:paraId="72F70A74" w14:textId="77777777" w:rsidR="00164FF5" w:rsidRDefault="00861641">
            <w:r>
              <w:rPr>
                <w:rStyle w:val="styleSubformtxtUP"/>
              </w:rPr>
              <w:t>Chordata/Mammalia</w:t>
            </w:r>
          </w:p>
        </w:tc>
        <w:tc>
          <w:tcPr>
            <w:tcW w:w="1750" w:type="dxa"/>
          </w:tcPr>
          <w:p w14:paraId="0A59064B" w14:textId="77777777" w:rsidR="00164FF5" w:rsidRDefault="00861641">
            <w:r>
              <w:rPr>
                <w:rStyle w:val="styleSubformtxtIblue700"/>
              </w:rPr>
              <w:t>Leggadina forresti</w:t>
            </w:r>
          </w:p>
        </w:tc>
        <w:tc>
          <w:tcPr>
            <w:tcW w:w="1750" w:type="dxa"/>
          </w:tcPr>
          <w:p w14:paraId="1453325B" w14:textId="77777777" w:rsidR="00164FF5" w:rsidRDefault="00861641">
            <w:r>
              <w:rPr>
                <w:rStyle w:val="styleSubformtxtsp"/>
              </w:rPr>
              <w:t xml:space="preserve">Forrest’s mouse </w:t>
            </w:r>
          </w:p>
        </w:tc>
        <w:tc>
          <w:tcPr>
            <w:tcW w:w="1750" w:type="dxa"/>
          </w:tcPr>
          <w:p w14:paraId="56BF8EFF" w14:textId="77777777" w:rsidR="00164FF5" w:rsidRDefault="00861641">
            <w:pPr>
              <w:pStyle w:val="pstyleRadioTb"/>
            </w:pPr>
            <w:r>
              <w:rPr>
                <w:rStyle w:val="styleRad"/>
              </w:rPr>
              <w:t xml:space="preserve"> [x] </w:t>
            </w:r>
          </w:p>
        </w:tc>
        <w:tc>
          <w:tcPr>
            <w:tcW w:w="1750" w:type="dxa"/>
          </w:tcPr>
          <w:p w14:paraId="0DDDA07C" w14:textId="77777777" w:rsidR="00164FF5" w:rsidRDefault="00861641">
            <w:pPr>
              <w:pStyle w:val="pstyleRadioTb"/>
            </w:pPr>
            <w:r>
              <w:rPr>
                <w:rStyle w:val="styleRad"/>
              </w:rPr>
              <w:t xml:space="preserve"> [ ] </w:t>
            </w:r>
          </w:p>
        </w:tc>
        <w:tc>
          <w:tcPr>
            <w:tcW w:w="1750" w:type="dxa"/>
          </w:tcPr>
          <w:p w14:paraId="0A627258" w14:textId="77777777" w:rsidR="00164FF5" w:rsidRDefault="00861641">
            <w:pPr>
              <w:pStyle w:val="pstyleRadioTb"/>
            </w:pPr>
            <w:r>
              <w:rPr>
                <w:rStyle w:val="styleRad"/>
              </w:rPr>
              <w:t xml:space="preserve"> [ ] </w:t>
            </w:r>
          </w:p>
        </w:tc>
        <w:tc>
          <w:tcPr>
            <w:tcW w:w="1750" w:type="dxa"/>
          </w:tcPr>
          <w:p w14:paraId="7DC93D68" w14:textId="77777777" w:rsidR="00164FF5" w:rsidRDefault="00861641">
            <w:pPr>
              <w:pStyle w:val="pstyleRadioTb"/>
            </w:pPr>
            <w:r>
              <w:rPr>
                <w:rStyle w:val="styleRad"/>
              </w:rPr>
              <w:t xml:space="preserve"> [ ] </w:t>
            </w:r>
          </w:p>
        </w:tc>
        <w:tc>
          <w:tcPr>
            <w:tcW w:w="1750" w:type="dxa"/>
          </w:tcPr>
          <w:p w14:paraId="2C45BBC3" w14:textId="77777777" w:rsidR="00164FF5" w:rsidRDefault="00861641">
            <w:pPr>
              <w:pStyle w:val="pstyleRadioTb"/>
            </w:pPr>
            <w:r>
              <w:rPr>
                <w:rStyle w:val="styleRad"/>
              </w:rPr>
              <w:t xml:space="preserve"> [ ] </w:t>
            </w:r>
          </w:p>
        </w:tc>
        <w:tc>
          <w:tcPr>
            <w:tcW w:w="1750" w:type="dxa"/>
          </w:tcPr>
          <w:p w14:paraId="0A4100C9" w14:textId="77777777" w:rsidR="00164FF5" w:rsidRDefault="00861641">
            <w:pPr>
              <w:pStyle w:val="pstyleRadioTb"/>
            </w:pPr>
            <w:r>
              <w:rPr>
                <w:rStyle w:val="styleRad"/>
              </w:rPr>
              <w:t xml:space="preserve"> [ ] </w:t>
            </w:r>
          </w:p>
        </w:tc>
        <w:tc>
          <w:tcPr>
            <w:tcW w:w="1750" w:type="dxa"/>
          </w:tcPr>
          <w:p w14:paraId="7AC7C36E" w14:textId="77777777" w:rsidR="00164FF5" w:rsidRDefault="00861641">
            <w:pPr>
              <w:pStyle w:val="pstyleRadioTb"/>
            </w:pPr>
            <w:r>
              <w:rPr>
                <w:rStyle w:val="styleRad"/>
              </w:rPr>
              <w:t xml:space="preserve"> [ ] </w:t>
            </w:r>
          </w:p>
        </w:tc>
        <w:tc>
          <w:tcPr>
            <w:tcW w:w="1750" w:type="dxa"/>
          </w:tcPr>
          <w:p w14:paraId="5CA15DCD" w14:textId="77777777" w:rsidR="00164FF5" w:rsidRDefault="00861641">
            <w:pPr>
              <w:pStyle w:val="pstyleRadioTb"/>
            </w:pPr>
            <w:r>
              <w:rPr>
                <w:rStyle w:val="styleRad"/>
              </w:rPr>
              <w:t xml:space="preserve"> [ ] </w:t>
            </w:r>
          </w:p>
        </w:tc>
        <w:tc>
          <w:tcPr>
            <w:tcW w:w="1750" w:type="dxa"/>
          </w:tcPr>
          <w:p w14:paraId="359871A4" w14:textId="77777777" w:rsidR="00164FF5" w:rsidRDefault="00861641">
            <w:r>
              <w:rPr>
                <w:rStyle w:val="styleSubformtxtsp"/>
              </w:rPr>
              <w:t xml:space="preserve"> </w:t>
            </w:r>
          </w:p>
        </w:tc>
        <w:tc>
          <w:tcPr>
            <w:tcW w:w="1750" w:type="dxa"/>
          </w:tcPr>
          <w:p w14:paraId="344C7732" w14:textId="77777777" w:rsidR="00164FF5" w:rsidRDefault="00164FF5"/>
        </w:tc>
        <w:tc>
          <w:tcPr>
            <w:tcW w:w="1750" w:type="dxa"/>
          </w:tcPr>
          <w:p w14:paraId="7485921A" w14:textId="77777777" w:rsidR="00164FF5" w:rsidRDefault="00861641">
            <w:r>
              <w:rPr>
                <w:rStyle w:val="styleSubformtxtsp"/>
              </w:rPr>
              <w:t xml:space="preserve"> </w:t>
            </w:r>
          </w:p>
        </w:tc>
        <w:tc>
          <w:tcPr>
            <w:tcW w:w="1750" w:type="dxa"/>
          </w:tcPr>
          <w:p w14:paraId="4342E096" w14:textId="77777777" w:rsidR="00164FF5" w:rsidRDefault="00861641">
            <w:r>
              <w:rPr>
                <w:rStyle w:val="styleSubformtxtsp"/>
              </w:rPr>
              <w:t xml:space="preserve">LC </w:t>
            </w:r>
          </w:p>
        </w:tc>
        <w:tc>
          <w:tcPr>
            <w:tcW w:w="1750" w:type="dxa"/>
          </w:tcPr>
          <w:p w14:paraId="77AEBF1E" w14:textId="77777777" w:rsidR="00164FF5" w:rsidRDefault="00861641">
            <w:pPr>
              <w:pStyle w:val="pstyleRadioTb"/>
            </w:pPr>
            <w:r>
              <w:rPr>
                <w:rStyle w:val="styleRad"/>
              </w:rPr>
              <w:t xml:space="preserve"> [ ] </w:t>
            </w:r>
          </w:p>
        </w:tc>
        <w:tc>
          <w:tcPr>
            <w:tcW w:w="1750" w:type="dxa"/>
          </w:tcPr>
          <w:p w14:paraId="05E6DFEF" w14:textId="77777777" w:rsidR="00164FF5" w:rsidRDefault="00861641">
            <w:pPr>
              <w:pStyle w:val="pstyleRadioTb"/>
            </w:pPr>
            <w:r>
              <w:rPr>
                <w:rStyle w:val="styleRad"/>
              </w:rPr>
              <w:t xml:space="preserve"> [ ] </w:t>
            </w:r>
          </w:p>
        </w:tc>
        <w:tc>
          <w:tcPr>
            <w:tcW w:w="1750" w:type="dxa"/>
          </w:tcPr>
          <w:p w14:paraId="05297505" w14:textId="77777777" w:rsidR="00164FF5" w:rsidRDefault="00861641">
            <w:r>
              <w:rPr>
                <w:rStyle w:val="styleSubformtxtsp"/>
              </w:rPr>
              <w:t>Nationally vulnerable (EPBC)</w:t>
            </w:r>
          </w:p>
        </w:tc>
        <w:tc>
          <w:tcPr>
            <w:tcW w:w="1750" w:type="dxa"/>
          </w:tcPr>
          <w:p w14:paraId="227B0634" w14:textId="77777777" w:rsidR="00164FF5" w:rsidRDefault="00164FF5"/>
        </w:tc>
      </w:tr>
      <w:tr w:rsidR="00164FF5" w14:paraId="3DA6361D" w14:textId="77777777" w:rsidTr="00164FF5">
        <w:trPr>
          <w:trHeight w:val="100"/>
        </w:trPr>
        <w:tc>
          <w:tcPr>
            <w:tcW w:w="1750" w:type="dxa"/>
          </w:tcPr>
          <w:p w14:paraId="5D6B96A1" w14:textId="77777777" w:rsidR="00164FF5" w:rsidRDefault="00861641">
            <w:r>
              <w:rPr>
                <w:rStyle w:val="styleSubformtxtUP"/>
              </w:rPr>
              <w:t>Chordata/Reptilia</w:t>
            </w:r>
          </w:p>
        </w:tc>
        <w:tc>
          <w:tcPr>
            <w:tcW w:w="1750" w:type="dxa"/>
          </w:tcPr>
          <w:p w14:paraId="037E7988" w14:textId="77777777" w:rsidR="00164FF5" w:rsidRDefault="00861641">
            <w:r>
              <w:rPr>
                <w:rStyle w:val="styleSubformtxtIblue700"/>
              </w:rPr>
              <w:t>Lerista xanthura</w:t>
            </w:r>
          </w:p>
        </w:tc>
        <w:tc>
          <w:tcPr>
            <w:tcW w:w="1750" w:type="dxa"/>
          </w:tcPr>
          <w:p w14:paraId="2608FE1F" w14:textId="77777777" w:rsidR="00164FF5" w:rsidRDefault="00861641">
            <w:r>
              <w:rPr>
                <w:rStyle w:val="styleSubformtxtsp"/>
              </w:rPr>
              <w:t>Yellow-tailed Plain Slider</w:t>
            </w:r>
          </w:p>
        </w:tc>
        <w:tc>
          <w:tcPr>
            <w:tcW w:w="1750" w:type="dxa"/>
          </w:tcPr>
          <w:p w14:paraId="4209A914" w14:textId="77777777" w:rsidR="00164FF5" w:rsidRDefault="00861641">
            <w:pPr>
              <w:pStyle w:val="pstyleRadioTb"/>
            </w:pPr>
            <w:r>
              <w:rPr>
                <w:rStyle w:val="styleRad"/>
              </w:rPr>
              <w:t xml:space="preserve"> [x] </w:t>
            </w:r>
          </w:p>
        </w:tc>
        <w:tc>
          <w:tcPr>
            <w:tcW w:w="1750" w:type="dxa"/>
          </w:tcPr>
          <w:p w14:paraId="07A8387D" w14:textId="77777777" w:rsidR="00164FF5" w:rsidRDefault="00861641">
            <w:pPr>
              <w:pStyle w:val="pstyleRadioTb"/>
            </w:pPr>
            <w:r>
              <w:rPr>
                <w:rStyle w:val="styleRad"/>
              </w:rPr>
              <w:t xml:space="preserve"> [ ] </w:t>
            </w:r>
          </w:p>
        </w:tc>
        <w:tc>
          <w:tcPr>
            <w:tcW w:w="1750" w:type="dxa"/>
          </w:tcPr>
          <w:p w14:paraId="5B8BCD2E" w14:textId="77777777" w:rsidR="00164FF5" w:rsidRDefault="00861641">
            <w:pPr>
              <w:pStyle w:val="pstyleRadioTb"/>
            </w:pPr>
            <w:r>
              <w:rPr>
                <w:rStyle w:val="styleRad"/>
              </w:rPr>
              <w:t xml:space="preserve"> [ ] </w:t>
            </w:r>
          </w:p>
        </w:tc>
        <w:tc>
          <w:tcPr>
            <w:tcW w:w="1750" w:type="dxa"/>
          </w:tcPr>
          <w:p w14:paraId="1D4B3947" w14:textId="77777777" w:rsidR="00164FF5" w:rsidRDefault="00861641">
            <w:pPr>
              <w:pStyle w:val="pstyleRadioTb"/>
            </w:pPr>
            <w:r>
              <w:rPr>
                <w:rStyle w:val="styleRad"/>
              </w:rPr>
              <w:t xml:space="preserve"> [ ] </w:t>
            </w:r>
          </w:p>
        </w:tc>
        <w:tc>
          <w:tcPr>
            <w:tcW w:w="1750" w:type="dxa"/>
          </w:tcPr>
          <w:p w14:paraId="69E10AEB" w14:textId="77777777" w:rsidR="00164FF5" w:rsidRDefault="00861641">
            <w:pPr>
              <w:pStyle w:val="pstyleRadioTb"/>
            </w:pPr>
            <w:r>
              <w:rPr>
                <w:rStyle w:val="styleRad"/>
              </w:rPr>
              <w:t xml:space="preserve"> [ ] </w:t>
            </w:r>
          </w:p>
        </w:tc>
        <w:tc>
          <w:tcPr>
            <w:tcW w:w="1750" w:type="dxa"/>
          </w:tcPr>
          <w:p w14:paraId="796CC710" w14:textId="77777777" w:rsidR="00164FF5" w:rsidRDefault="00861641">
            <w:pPr>
              <w:pStyle w:val="pstyleRadioTb"/>
            </w:pPr>
            <w:r>
              <w:rPr>
                <w:rStyle w:val="styleRad"/>
              </w:rPr>
              <w:t xml:space="preserve"> [ ] </w:t>
            </w:r>
          </w:p>
        </w:tc>
        <w:tc>
          <w:tcPr>
            <w:tcW w:w="1750" w:type="dxa"/>
          </w:tcPr>
          <w:p w14:paraId="5D1DAE04" w14:textId="77777777" w:rsidR="00164FF5" w:rsidRDefault="00861641">
            <w:pPr>
              <w:pStyle w:val="pstyleRadioTb"/>
            </w:pPr>
            <w:r>
              <w:rPr>
                <w:rStyle w:val="styleRad"/>
              </w:rPr>
              <w:t xml:space="preserve"> [ ] </w:t>
            </w:r>
          </w:p>
        </w:tc>
        <w:tc>
          <w:tcPr>
            <w:tcW w:w="1750" w:type="dxa"/>
          </w:tcPr>
          <w:p w14:paraId="56A9BD5F" w14:textId="77777777" w:rsidR="00164FF5" w:rsidRDefault="00861641">
            <w:pPr>
              <w:pStyle w:val="pstyleRadioTb"/>
            </w:pPr>
            <w:r>
              <w:rPr>
                <w:rStyle w:val="styleRad"/>
              </w:rPr>
              <w:t xml:space="preserve"> [ ] </w:t>
            </w:r>
          </w:p>
        </w:tc>
        <w:tc>
          <w:tcPr>
            <w:tcW w:w="1750" w:type="dxa"/>
          </w:tcPr>
          <w:p w14:paraId="48D2D142" w14:textId="77777777" w:rsidR="00164FF5" w:rsidRDefault="00861641">
            <w:r>
              <w:rPr>
                <w:rStyle w:val="styleSubformtxtsp"/>
              </w:rPr>
              <w:t xml:space="preserve"> </w:t>
            </w:r>
          </w:p>
        </w:tc>
        <w:tc>
          <w:tcPr>
            <w:tcW w:w="1750" w:type="dxa"/>
          </w:tcPr>
          <w:p w14:paraId="5AB2B275" w14:textId="77777777" w:rsidR="00164FF5" w:rsidRDefault="00164FF5"/>
        </w:tc>
        <w:tc>
          <w:tcPr>
            <w:tcW w:w="1750" w:type="dxa"/>
          </w:tcPr>
          <w:p w14:paraId="14751869" w14:textId="77777777" w:rsidR="00164FF5" w:rsidRDefault="00861641">
            <w:r>
              <w:rPr>
                <w:rStyle w:val="styleSubformtxtsp"/>
              </w:rPr>
              <w:t xml:space="preserve"> </w:t>
            </w:r>
          </w:p>
        </w:tc>
        <w:tc>
          <w:tcPr>
            <w:tcW w:w="1750" w:type="dxa"/>
          </w:tcPr>
          <w:p w14:paraId="6B3628D1" w14:textId="77777777" w:rsidR="00164FF5" w:rsidRDefault="00861641">
            <w:r>
              <w:rPr>
                <w:rStyle w:val="styleSubformtxtsp"/>
              </w:rPr>
              <w:t xml:space="preserve">LC </w:t>
            </w:r>
          </w:p>
        </w:tc>
        <w:tc>
          <w:tcPr>
            <w:tcW w:w="1750" w:type="dxa"/>
          </w:tcPr>
          <w:p w14:paraId="17C8CE5E" w14:textId="77777777" w:rsidR="00164FF5" w:rsidRDefault="00861641">
            <w:pPr>
              <w:pStyle w:val="pstyleRadioTb"/>
            </w:pPr>
            <w:r>
              <w:rPr>
                <w:rStyle w:val="styleRad"/>
              </w:rPr>
              <w:t xml:space="preserve"> [ ] </w:t>
            </w:r>
          </w:p>
        </w:tc>
        <w:tc>
          <w:tcPr>
            <w:tcW w:w="1750" w:type="dxa"/>
          </w:tcPr>
          <w:p w14:paraId="0DA1AA1E" w14:textId="77777777" w:rsidR="00164FF5" w:rsidRDefault="00861641">
            <w:pPr>
              <w:pStyle w:val="pstyleRadioTb"/>
            </w:pPr>
            <w:r>
              <w:rPr>
                <w:rStyle w:val="styleRad"/>
              </w:rPr>
              <w:t xml:space="preserve"> [ ] </w:t>
            </w:r>
          </w:p>
        </w:tc>
        <w:tc>
          <w:tcPr>
            <w:tcW w:w="1750" w:type="dxa"/>
          </w:tcPr>
          <w:p w14:paraId="0E07FCB2" w14:textId="77777777" w:rsidR="00164FF5" w:rsidRDefault="00861641">
            <w:r>
              <w:rPr>
                <w:rStyle w:val="styleSubformtxtsp"/>
              </w:rPr>
              <w:t>Vulnerable (BCA)</w:t>
            </w:r>
          </w:p>
        </w:tc>
        <w:tc>
          <w:tcPr>
            <w:tcW w:w="1750" w:type="dxa"/>
          </w:tcPr>
          <w:p w14:paraId="6375EA31" w14:textId="77777777" w:rsidR="00164FF5" w:rsidRDefault="00164FF5"/>
        </w:tc>
      </w:tr>
      <w:tr w:rsidR="00164FF5" w14:paraId="093BB336" w14:textId="77777777" w:rsidTr="00164FF5">
        <w:trPr>
          <w:trHeight w:val="100"/>
        </w:trPr>
        <w:tc>
          <w:tcPr>
            <w:tcW w:w="1750" w:type="dxa"/>
          </w:tcPr>
          <w:p w14:paraId="2C76C7FC" w14:textId="77777777" w:rsidR="00164FF5" w:rsidRDefault="00861641">
            <w:r>
              <w:rPr>
                <w:rStyle w:val="styleSubformtxtUP"/>
              </w:rPr>
              <w:t>Chordata/Mammalia</w:t>
            </w:r>
          </w:p>
        </w:tc>
        <w:tc>
          <w:tcPr>
            <w:tcW w:w="1750" w:type="dxa"/>
          </w:tcPr>
          <w:p w14:paraId="63E2D308" w14:textId="77777777" w:rsidR="00164FF5" w:rsidRDefault="00861641">
            <w:r>
              <w:rPr>
                <w:rStyle w:val="styleSubformtxtIblue700"/>
              </w:rPr>
              <w:t>Nyctophilus timoriensis</w:t>
            </w:r>
          </w:p>
        </w:tc>
        <w:tc>
          <w:tcPr>
            <w:tcW w:w="1750" w:type="dxa"/>
          </w:tcPr>
          <w:p w14:paraId="0FC6B47F" w14:textId="77777777" w:rsidR="00164FF5" w:rsidRDefault="00861641">
            <w:r>
              <w:rPr>
                <w:rStyle w:val="styleSubformtxtsp"/>
              </w:rPr>
              <w:t xml:space="preserve">Eastern long-eared bat </w:t>
            </w:r>
          </w:p>
        </w:tc>
        <w:tc>
          <w:tcPr>
            <w:tcW w:w="1750" w:type="dxa"/>
          </w:tcPr>
          <w:p w14:paraId="550736C4" w14:textId="77777777" w:rsidR="00164FF5" w:rsidRDefault="00861641">
            <w:pPr>
              <w:pStyle w:val="pstyleRadioTb"/>
            </w:pPr>
            <w:r>
              <w:rPr>
                <w:rStyle w:val="styleRad"/>
              </w:rPr>
              <w:t xml:space="preserve"> [x] </w:t>
            </w:r>
          </w:p>
        </w:tc>
        <w:tc>
          <w:tcPr>
            <w:tcW w:w="1750" w:type="dxa"/>
          </w:tcPr>
          <w:p w14:paraId="10CCD3C0" w14:textId="77777777" w:rsidR="00164FF5" w:rsidRDefault="00861641">
            <w:pPr>
              <w:pStyle w:val="pstyleRadioTb"/>
            </w:pPr>
            <w:r>
              <w:rPr>
                <w:rStyle w:val="styleRad"/>
              </w:rPr>
              <w:t xml:space="preserve"> [ ] </w:t>
            </w:r>
          </w:p>
        </w:tc>
        <w:tc>
          <w:tcPr>
            <w:tcW w:w="1750" w:type="dxa"/>
          </w:tcPr>
          <w:p w14:paraId="1CE4185C" w14:textId="77777777" w:rsidR="00164FF5" w:rsidRDefault="00861641">
            <w:pPr>
              <w:pStyle w:val="pstyleRadioTb"/>
            </w:pPr>
            <w:r>
              <w:rPr>
                <w:rStyle w:val="styleRad"/>
              </w:rPr>
              <w:t xml:space="preserve"> [ ] </w:t>
            </w:r>
          </w:p>
        </w:tc>
        <w:tc>
          <w:tcPr>
            <w:tcW w:w="1750" w:type="dxa"/>
          </w:tcPr>
          <w:p w14:paraId="75875052" w14:textId="77777777" w:rsidR="00164FF5" w:rsidRDefault="00861641">
            <w:pPr>
              <w:pStyle w:val="pstyleRadioTb"/>
            </w:pPr>
            <w:r>
              <w:rPr>
                <w:rStyle w:val="styleRad"/>
              </w:rPr>
              <w:t xml:space="preserve"> [ ] </w:t>
            </w:r>
          </w:p>
        </w:tc>
        <w:tc>
          <w:tcPr>
            <w:tcW w:w="1750" w:type="dxa"/>
          </w:tcPr>
          <w:p w14:paraId="63213DE4" w14:textId="77777777" w:rsidR="00164FF5" w:rsidRDefault="00861641">
            <w:pPr>
              <w:pStyle w:val="pstyleRadioTb"/>
            </w:pPr>
            <w:r>
              <w:rPr>
                <w:rStyle w:val="styleRad"/>
              </w:rPr>
              <w:t xml:space="preserve"> [ ] </w:t>
            </w:r>
          </w:p>
        </w:tc>
        <w:tc>
          <w:tcPr>
            <w:tcW w:w="1750" w:type="dxa"/>
          </w:tcPr>
          <w:p w14:paraId="0D504772" w14:textId="77777777" w:rsidR="00164FF5" w:rsidRDefault="00861641">
            <w:pPr>
              <w:pStyle w:val="pstyleRadioTb"/>
            </w:pPr>
            <w:r>
              <w:rPr>
                <w:rStyle w:val="styleRad"/>
              </w:rPr>
              <w:t xml:space="preserve"> [ ] </w:t>
            </w:r>
          </w:p>
        </w:tc>
        <w:tc>
          <w:tcPr>
            <w:tcW w:w="1750" w:type="dxa"/>
          </w:tcPr>
          <w:p w14:paraId="5BD19E4E" w14:textId="77777777" w:rsidR="00164FF5" w:rsidRDefault="00861641">
            <w:pPr>
              <w:pStyle w:val="pstyleRadioTb"/>
            </w:pPr>
            <w:r>
              <w:rPr>
                <w:rStyle w:val="styleRad"/>
              </w:rPr>
              <w:t xml:space="preserve"> [ ] </w:t>
            </w:r>
          </w:p>
        </w:tc>
        <w:tc>
          <w:tcPr>
            <w:tcW w:w="1750" w:type="dxa"/>
          </w:tcPr>
          <w:p w14:paraId="13B2F187" w14:textId="77777777" w:rsidR="00164FF5" w:rsidRDefault="00861641">
            <w:pPr>
              <w:pStyle w:val="pstyleRadioTb"/>
            </w:pPr>
            <w:r>
              <w:rPr>
                <w:rStyle w:val="styleRad"/>
              </w:rPr>
              <w:t xml:space="preserve"> [ ] </w:t>
            </w:r>
          </w:p>
        </w:tc>
        <w:tc>
          <w:tcPr>
            <w:tcW w:w="1750" w:type="dxa"/>
          </w:tcPr>
          <w:p w14:paraId="52E87DB1" w14:textId="77777777" w:rsidR="00164FF5" w:rsidRDefault="00861641">
            <w:r>
              <w:rPr>
                <w:rStyle w:val="styleSubformtxtsp"/>
              </w:rPr>
              <w:t xml:space="preserve"> </w:t>
            </w:r>
          </w:p>
        </w:tc>
        <w:tc>
          <w:tcPr>
            <w:tcW w:w="1750" w:type="dxa"/>
          </w:tcPr>
          <w:p w14:paraId="3C2ACB3D" w14:textId="77777777" w:rsidR="00164FF5" w:rsidRDefault="00164FF5"/>
        </w:tc>
        <w:tc>
          <w:tcPr>
            <w:tcW w:w="1750" w:type="dxa"/>
          </w:tcPr>
          <w:p w14:paraId="50C3B821" w14:textId="77777777" w:rsidR="00164FF5" w:rsidRDefault="00861641">
            <w:r>
              <w:rPr>
                <w:rStyle w:val="styleSubformtxtsp"/>
              </w:rPr>
              <w:t xml:space="preserve"> </w:t>
            </w:r>
          </w:p>
        </w:tc>
        <w:tc>
          <w:tcPr>
            <w:tcW w:w="1750" w:type="dxa"/>
          </w:tcPr>
          <w:p w14:paraId="7F7BA313" w14:textId="77777777" w:rsidR="00164FF5" w:rsidRDefault="00164FF5"/>
        </w:tc>
        <w:tc>
          <w:tcPr>
            <w:tcW w:w="1750" w:type="dxa"/>
          </w:tcPr>
          <w:p w14:paraId="452C0EFB" w14:textId="77777777" w:rsidR="00164FF5" w:rsidRDefault="00861641">
            <w:pPr>
              <w:pStyle w:val="pstyleRadioTb"/>
            </w:pPr>
            <w:r>
              <w:rPr>
                <w:rStyle w:val="styleRad"/>
              </w:rPr>
              <w:t xml:space="preserve"> [ ] </w:t>
            </w:r>
          </w:p>
        </w:tc>
        <w:tc>
          <w:tcPr>
            <w:tcW w:w="1750" w:type="dxa"/>
          </w:tcPr>
          <w:p w14:paraId="46478F6C" w14:textId="77777777" w:rsidR="00164FF5" w:rsidRDefault="00861641">
            <w:pPr>
              <w:pStyle w:val="pstyleRadioTb"/>
            </w:pPr>
            <w:r>
              <w:rPr>
                <w:rStyle w:val="styleRad"/>
              </w:rPr>
              <w:t xml:space="preserve"> [ ] </w:t>
            </w:r>
          </w:p>
        </w:tc>
        <w:tc>
          <w:tcPr>
            <w:tcW w:w="1750" w:type="dxa"/>
          </w:tcPr>
          <w:p w14:paraId="4255ECB7" w14:textId="77777777" w:rsidR="00164FF5" w:rsidRDefault="00861641">
            <w:r>
              <w:rPr>
                <w:rStyle w:val="styleSubformtxtsp"/>
              </w:rPr>
              <w:t>Nationally vulnerable (EPBC)</w:t>
            </w:r>
          </w:p>
        </w:tc>
        <w:tc>
          <w:tcPr>
            <w:tcW w:w="1750" w:type="dxa"/>
          </w:tcPr>
          <w:p w14:paraId="7566F115" w14:textId="77777777" w:rsidR="00164FF5" w:rsidRDefault="00164FF5"/>
        </w:tc>
      </w:tr>
      <w:tr w:rsidR="00164FF5" w14:paraId="6EB80EDC" w14:textId="77777777" w:rsidTr="00164FF5">
        <w:trPr>
          <w:trHeight w:val="100"/>
        </w:trPr>
        <w:tc>
          <w:tcPr>
            <w:tcW w:w="1750" w:type="dxa"/>
          </w:tcPr>
          <w:p w14:paraId="5256C667" w14:textId="77777777" w:rsidR="00164FF5" w:rsidRDefault="00861641">
            <w:r>
              <w:rPr>
                <w:rStyle w:val="styleSubformtxtUP"/>
              </w:rPr>
              <w:t>Chordata/Mammalia</w:t>
            </w:r>
          </w:p>
        </w:tc>
        <w:tc>
          <w:tcPr>
            <w:tcW w:w="1750" w:type="dxa"/>
          </w:tcPr>
          <w:p w14:paraId="66064890" w14:textId="77777777" w:rsidR="00164FF5" w:rsidRDefault="00861641">
            <w:r>
              <w:rPr>
                <w:rStyle w:val="styleSubformtxtIblue700"/>
              </w:rPr>
              <w:t>Rattus villosissimus</w:t>
            </w:r>
          </w:p>
        </w:tc>
        <w:tc>
          <w:tcPr>
            <w:tcW w:w="1750" w:type="dxa"/>
          </w:tcPr>
          <w:p w14:paraId="1A1AB2C7" w14:textId="77777777" w:rsidR="00164FF5" w:rsidRDefault="00861641">
            <w:r>
              <w:rPr>
                <w:rStyle w:val="styleSubformtxtsp"/>
              </w:rPr>
              <w:t>Australian Long-haired Rat</w:t>
            </w:r>
          </w:p>
        </w:tc>
        <w:tc>
          <w:tcPr>
            <w:tcW w:w="1750" w:type="dxa"/>
          </w:tcPr>
          <w:p w14:paraId="0D493671" w14:textId="77777777" w:rsidR="00164FF5" w:rsidRDefault="00861641">
            <w:pPr>
              <w:pStyle w:val="pstyleRadioTb"/>
            </w:pPr>
            <w:r>
              <w:rPr>
                <w:rStyle w:val="styleRad"/>
              </w:rPr>
              <w:t xml:space="preserve"> [x] </w:t>
            </w:r>
          </w:p>
        </w:tc>
        <w:tc>
          <w:tcPr>
            <w:tcW w:w="1750" w:type="dxa"/>
          </w:tcPr>
          <w:p w14:paraId="4CBA3EBA" w14:textId="77777777" w:rsidR="00164FF5" w:rsidRDefault="00861641">
            <w:pPr>
              <w:pStyle w:val="pstyleRadioTb"/>
            </w:pPr>
            <w:r>
              <w:rPr>
                <w:rStyle w:val="styleRad"/>
              </w:rPr>
              <w:t xml:space="preserve"> [ ] </w:t>
            </w:r>
          </w:p>
        </w:tc>
        <w:tc>
          <w:tcPr>
            <w:tcW w:w="1750" w:type="dxa"/>
          </w:tcPr>
          <w:p w14:paraId="20054FD2" w14:textId="77777777" w:rsidR="00164FF5" w:rsidRDefault="00861641">
            <w:pPr>
              <w:pStyle w:val="pstyleRadioTb"/>
            </w:pPr>
            <w:r>
              <w:rPr>
                <w:rStyle w:val="styleRad"/>
              </w:rPr>
              <w:t xml:space="preserve"> [ ] </w:t>
            </w:r>
          </w:p>
        </w:tc>
        <w:tc>
          <w:tcPr>
            <w:tcW w:w="1750" w:type="dxa"/>
          </w:tcPr>
          <w:p w14:paraId="06D3F47F" w14:textId="77777777" w:rsidR="00164FF5" w:rsidRDefault="00861641">
            <w:pPr>
              <w:pStyle w:val="pstyleRadioTb"/>
            </w:pPr>
            <w:r>
              <w:rPr>
                <w:rStyle w:val="styleRad"/>
              </w:rPr>
              <w:t xml:space="preserve"> [ ] </w:t>
            </w:r>
          </w:p>
        </w:tc>
        <w:tc>
          <w:tcPr>
            <w:tcW w:w="1750" w:type="dxa"/>
          </w:tcPr>
          <w:p w14:paraId="0C577160" w14:textId="77777777" w:rsidR="00164FF5" w:rsidRDefault="00861641">
            <w:pPr>
              <w:pStyle w:val="pstyleRadioTb"/>
            </w:pPr>
            <w:r>
              <w:rPr>
                <w:rStyle w:val="styleRad"/>
              </w:rPr>
              <w:t xml:space="preserve"> [ ] </w:t>
            </w:r>
          </w:p>
        </w:tc>
        <w:tc>
          <w:tcPr>
            <w:tcW w:w="1750" w:type="dxa"/>
          </w:tcPr>
          <w:p w14:paraId="11A51D0F" w14:textId="77777777" w:rsidR="00164FF5" w:rsidRDefault="00861641">
            <w:pPr>
              <w:pStyle w:val="pstyleRadioTb"/>
            </w:pPr>
            <w:r>
              <w:rPr>
                <w:rStyle w:val="styleRad"/>
              </w:rPr>
              <w:t xml:space="preserve"> [ ] </w:t>
            </w:r>
          </w:p>
        </w:tc>
        <w:tc>
          <w:tcPr>
            <w:tcW w:w="1750" w:type="dxa"/>
          </w:tcPr>
          <w:p w14:paraId="0658903C" w14:textId="77777777" w:rsidR="00164FF5" w:rsidRDefault="00861641">
            <w:pPr>
              <w:pStyle w:val="pstyleRadioTb"/>
            </w:pPr>
            <w:r>
              <w:rPr>
                <w:rStyle w:val="styleRad"/>
              </w:rPr>
              <w:t xml:space="preserve"> [ ] </w:t>
            </w:r>
          </w:p>
        </w:tc>
        <w:tc>
          <w:tcPr>
            <w:tcW w:w="1750" w:type="dxa"/>
          </w:tcPr>
          <w:p w14:paraId="0EA201BA" w14:textId="77777777" w:rsidR="00164FF5" w:rsidRDefault="00861641">
            <w:pPr>
              <w:pStyle w:val="pstyleRadioTb"/>
            </w:pPr>
            <w:r>
              <w:rPr>
                <w:rStyle w:val="styleRad"/>
              </w:rPr>
              <w:t xml:space="preserve"> [ ] </w:t>
            </w:r>
          </w:p>
        </w:tc>
        <w:tc>
          <w:tcPr>
            <w:tcW w:w="1750" w:type="dxa"/>
          </w:tcPr>
          <w:p w14:paraId="7828EB53" w14:textId="77777777" w:rsidR="00164FF5" w:rsidRDefault="00861641">
            <w:r>
              <w:rPr>
                <w:rStyle w:val="styleSubformtxtsp"/>
              </w:rPr>
              <w:t xml:space="preserve"> </w:t>
            </w:r>
          </w:p>
        </w:tc>
        <w:tc>
          <w:tcPr>
            <w:tcW w:w="1750" w:type="dxa"/>
          </w:tcPr>
          <w:p w14:paraId="54D8B62E" w14:textId="77777777" w:rsidR="00164FF5" w:rsidRDefault="00164FF5"/>
        </w:tc>
        <w:tc>
          <w:tcPr>
            <w:tcW w:w="1750" w:type="dxa"/>
          </w:tcPr>
          <w:p w14:paraId="18D1D343" w14:textId="77777777" w:rsidR="00164FF5" w:rsidRDefault="00861641">
            <w:r>
              <w:rPr>
                <w:rStyle w:val="styleSubformtxtsp"/>
              </w:rPr>
              <w:t xml:space="preserve"> </w:t>
            </w:r>
          </w:p>
        </w:tc>
        <w:tc>
          <w:tcPr>
            <w:tcW w:w="1750" w:type="dxa"/>
          </w:tcPr>
          <w:p w14:paraId="44A26EEE" w14:textId="77777777" w:rsidR="00164FF5" w:rsidRDefault="00861641">
            <w:r>
              <w:rPr>
                <w:rStyle w:val="styleSubformtxtsp"/>
              </w:rPr>
              <w:t xml:space="preserve">LC </w:t>
            </w:r>
          </w:p>
        </w:tc>
        <w:tc>
          <w:tcPr>
            <w:tcW w:w="1750" w:type="dxa"/>
          </w:tcPr>
          <w:p w14:paraId="26868624" w14:textId="77777777" w:rsidR="00164FF5" w:rsidRDefault="00861641">
            <w:pPr>
              <w:pStyle w:val="pstyleRadioTb"/>
            </w:pPr>
            <w:r>
              <w:rPr>
                <w:rStyle w:val="styleRad"/>
              </w:rPr>
              <w:t xml:space="preserve"> [ ] </w:t>
            </w:r>
          </w:p>
        </w:tc>
        <w:tc>
          <w:tcPr>
            <w:tcW w:w="1750" w:type="dxa"/>
          </w:tcPr>
          <w:p w14:paraId="11D4D937" w14:textId="77777777" w:rsidR="00164FF5" w:rsidRDefault="00861641">
            <w:pPr>
              <w:pStyle w:val="pstyleRadioTb"/>
            </w:pPr>
            <w:r>
              <w:rPr>
                <w:rStyle w:val="styleRad"/>
              </w:rPr>
              <w:t xml:space="preserve"> [ ] </w:t>
            </w:r>
          </w:p>
        </w:tc>
        <w:tc>
          <w:tcPr>
            <w:tcW w:w="1750" w:type="dxa"/>
          </w:tcPr>
          <w:p w14:paraId="2D9DC70F" w14:textId="77777777" w:rsidR="00164FF5" w:rsidRDefault="00861641">
            <w:r>
              <w:rPr>
                <w:rStyle w:val="styleSubformtxtsp"/>
              </w:rPr>
              <w:t>Vulnerable in NSW (BCA)</w:t>
            </w:r>
          </w:p>
        </w:tc>
        <w:tc>
          <w:tcPr>
            <w:tcW w:w="1750" w:type="dxa"/>
          </w:tcPr>
          <w:p w14:paraId="18EA4725" w14:textId="77777777" w:rsidR="00164FF5" w:rsidRDefault="00164FF5"/>
        </w:tc>
      </w:tr>
      <w:tr w:rsidR="00164FF5" w14:paraId="0E5E17C1" w14:textId="77777777" w:rsidTr="00164FF5">
        <w:trPr>
          <w:trHeight w:val="100"/>
        </w:trPr>
        <w:tc>
          <w:tcPr>
            <w:tcW w:w="1750" w:type="dxa"/>
          </w:tcPr>
          <w:p w14:paraId="261F0582" w14:textId="77777777" w:rsidR="00164FF5" w:rsidRDefault="00861641">
            <w:r>
              <w:rPr>
                <w:rStyle w:val="styleSubformtxtUP"/>
              </w:rPr>
              <w:t>Chordata/Mammalia</w:t>
            </w:r>
          </w:p>
        </w:tc>
        <w:tc>
          <w:tcPr>
            <w:tcW w:w="1750" w:type="dxa"/>
          </w:tcPr>
          <w:p w14:paraId="0F23222C" w14:textId="77777777" w:rsidR="00164FF5" w:rsidRDefault="00861641">
            <w:r>
              <w:rPr>
                <w:rStyle w:val="styleSubformtxtIblue700"/>
              </w:rPr>
              <w:t>Sminthopsis macroura</w:t>
            </w:r>
          </w:p>
        </w:tc>
        <w:tc>
          <w:tcPr>
            <w:tcW w:w="1750" w:type="dxa"/>
          </w:tcPr>
          <w:p w14:paraId="51E2B292" w14:textId="77777777" w:rsidR="00164FF5" w:rsidRDefault="00861641">
            <w:r>
              <w:rPr>
                <w:rStyle w:val="styleSubformtxtsp"/>
              </w:rPr>
              <w:t>Stripe-faced Dunnart</w:t>
            </w:r>
          </w:p>
        </w:tc>
        <w:tc>
          <w:tcPr>
            <w:tcW w:w="1750" w:type="dxa"/>
          </w:tcPr>
          <w:p w14:paraId="00E97AE9" w14:textId="77777777" w:rsidR="00164FF5" w:rsidRDefault="00861641">
            <w:pPr>
              <w:pStyle w:val="pstyleRadioTb"/>
            </w:pPr>
            <w:r>
              <w:rPr>
                <w:rStyle w:val="styleRad"/>
              </w:rPr>
              <w:t xml:space="preserve"> [x] </w:t>
            </w:r>
          </w:p>
        </w:tc>
        <w:tc>
          <w:tcPr>
            <w:tcW w:w="1750" w:type="dxa"/>
          </w:tcPr>
          <w:p w14:paraId="181CF764" w14:textId="77777777" w:rsidR="00164FF5" w:rsidRDefault="00861641">
            <w:pPr>
              <w:pStyle w:val="pstyleRadioTb"/>
            </w:pPr>
            <w:r>
              <w:rPr>
                <w:rStyle w:val="styleRad"/>
              </w:rPr>
              <w:t xml:space="preserve"> [ ] </w:t>
            </w:r>
          </w:p>
        </w:tc>
        <w:tc>
          <w:tcPr>
            <w:tcW w:w="1750" w:type="dxa"/>
          </w:tcPr>
          <w:p w14:paraId="2A4B7A64" w14:textId="77777777" w:rsidR="00164FF5" w:rsidRDefault="00861641">
            <w:pPr>
              <w:pStyle w:val="pstyleRadioTb"/>
            </w:pPr>
            <w:r>
              <w:rPr>
                <w:rStyle w:val="styleRad"/>
              </w:rPr>
              <w:t xml:space="preserve"> [ ] </w:t>
            </w:r>
          </w:p>
        </w:tc>
        <w:tc>
          <w:tcPr>
            <w:tcW w:w="1750" w:type="dxa"/>
          </w:tcPr>
          <w:p w14:paraId="2CA3231C" w14:textId="77777777" w:rsidR="00164FF5" w:rsidRDefault="00861641">
            <w:pPr>
              <w:pStyle w:val="pstyleRadioTb"/>
            </w:pPr>
            <w:r>
              <w:rPr>
                <w:rStyle w:val="styleRad"/>
              </w:rPr>
              <w:t xml:space="preserve"> [ ] </w:t>
            </w:r>
          </w:p>
        </w:tc>
        <w:tc>
          <w:tcPr>
            <w:tcW w:w="1750" w:type="dxa"/>
          </w:tcPr>
          <w:p w14:paraId="0986C407" w14:textId="77777777" w:rsidR="00164FF5" w:rsidRDefault="00861641">
            <w:pPr>
              <w:pStyle w:val="pstyleRadioTb"/>
            </w:pPr>
            <w:r>
              <w:rPr>
                <w:rStyle w:val="styleRad"/>
              </w:rPr>
              <w:t xml:space="preserve"> [ ] </w:t>
            </w:r>
          </w:p>
        </w:tc>
        <w:tc>
          <w:tcPr>
            <w:tcW w:w="1750" w:type="dxa"/>
          </w:tcPr>
          <w:p w14:paraId="121AEA05" w14:textId="77777777" w:rsidR="00164FF5" w:rsidRDefault="00861641">
            <w:pPr>
              <w:pStyle w:val="pstyleRadioTb"/>
            </w:pPr>
            <w:r>
              <w:rPr>
                <w:rStyle w:val="styleRad"/>
              </w:rPr>
              <w:t xml:space="preserve"> [ ] </w:t>
            </w:r>
          </w:p>
        </w:tc>
        <w:tc>
          <w:tcPr>
            <w:tcW w:w="1750" w:type="dxa"/>
          </w:tcPr>
          <w:p w14:paraId="2D9076C1" w14:textId="77777777" w:rsidR="00164FF5" w:rsidRDefault="00861641">
            <w:pPr>
              <w:pStyle w:val="pstyleRadioTb"/>
            </w:pPr>
            <w:r>
              <w:rPr>
                <w:rStyle w:val="styleRad"/>
              </w:rPr>
              <w:t xml:space="preserve"> [ ] </w:t>
            </w:r>
          </w:p>
        </w:tc>
        <w:tc>
          <w:tcPr>
            <w:tcW w:w="1750" w:type="dxa"/>
          </w:tcPr>
          <w:p w14:paraId="1A289D66" w14:textId="77777777" w:rsidR="00164FF5" w:rsidRDefault="00861641">
            <w:pPr>
              <w:pStyle w:val="pstyleRadioTb"/>
            </w:pPr>
            <w:r>
              <w:rPr>
                <w:rStyle w:val="styleRad"/>
              </w:rPr>
              <w:t xml:space="preserve"> [ ] </w:t>
            </w:r>
          </w:p>
        </w:tc>
        <w:tc>
          <w:tcPr>
            <w:tcW w:w="1750" w:type="dxa"/>
          </w:tcPr>
          <w:p w14:paraId="232B14A1" w14:textId="77777777" w:rsidR="00164FF5" w:rsidRDefault="00861641">
            <w:r>
              <w:rPr>
                <w:rStyle w:val="styleSubformtxtsp"/>
              </w:rPr>
              <w:t xml:space="preserve"> </w:t>
            </w:r>
          </w:p>
        </w:tc>
        <w:tc>
          <w:tcPr>
            <w:tcW w:w="1750" w:type="dxa"/>
          </w:tcPr>
          <w:p w14:paraId="46C33A05" w14:textId="77777777" w:rsidR="00164FF5" w:rsidRDefault="00164FF5"/>
        </w:tc>
        <w:tc>
          <w:tcPr>
            <w:tcW w:w="1750" w:type="dxa"/>
          </w:tcPr>
          <w:p w14:paraId="4A95A5A0" w14:textId="77777777" w:rsidR="00164FF5" w:rsidRDefault="00861641">
            <w:r>
              <w:rPr>
                <w:rStyle w:val="styleSubformtxtsp"/>
              </w:rPr>
              <w:t xml:space="preserve"> </w:t>
            </w:r>
          </w:p>
        </w:tc>
        <w:tc>
          <w:tcPr>
            <w:tcW w:w="1750" w:type="dxa"/>
          </w:tcPr>
          <w:p w14:paraId="69FFB826" w14:textId="77777777" w:rsidR="00164FF5" w:rsidRDefault="00861641">
            <w:r>
              <w:rPr>
                <w:rStyle w:val="styleSubformtxtsp"/>
              </w:rPr>
              <w:t xml:space="preserve">LC </w:t>
            </w:r>
          </w:p>
        </w:tc>
        <w:tc>
          <w:tcPr>
            <w:tcW w:w="1750" w:type="dxa"/>
          </w:tcPr>
          <w:p w14:paraId="12487F85" w14:textId="77777777" w:rsidR="00164FF5" w:rsidRDefault="00861641">
            <w:pPr>
              <w:pStyle w:val="pstyleRadioTb"/>
            </w:pPr>
            <w:r>
              <w:rPr>
                <w:rStyle w:val="styleRad"/>
              </w:rPr>
              <w:t xml:space="preserve"> [ ] </w:t>
            </w:r>
          </w:p>
        </w:tc>
        <w:tc>
          <w:tcPr>
            <w:tcW w:w="1750" w:type="dxa"/>
          </w:tcPr>
          <w:p w14:paraId="0250D282" w14:textId="77777777" w:rsidR="00164FF5" w:rsidRDefault="00861641">
            <w:pPr>
              <w:pStyle w:val="pstyleRadioTb"/>
            </w:pPr>
            <w:r>
              <w:rPr>
                <w:rStyle w:val="styleRad"/>
              </w:rPr>
              <w:t xml:space="preserve"> [ ] </w:t>
            </w:r>
          </w:p>
        </w:tc>
        <w:tc>
          <w:tcPr>
            <w:tcW w:w="1750" w:type="dxa"/>
          </w:tcPr>
          <w:p w14:paraId="71A879C0" w14:textId="77777777" w:rsidR="00164FF5" w:rsidRDefault="00861641">
            <w:r>
              <w:rPr>
                <w:rStyle w:val="styleSubformtxtsp"/>
              </w:rPr>
              <w:t>Nationally vulnerable (EPBC)</w:t>
            </w:r>
          </w:p>
        </w:tc>
        <w:tc>
          <w:tcPr>
            <w:tcW w:w="1750" w:type="dxa"/>
          </w:tcPr>
          <w:p w14:paraId="6753A141" w14:textId="77777777" w:rsidR="00164FF5" w:rsidRDefault="00164FF5"/>
        </w:tc>
      </w:tr>
      <w:tr w:rsidR="00164FF5" w14:paraId="3516F12D" w14:textId="77777777" w:rsidTr="00164FF5">
        <w:trPr>
          <w:trHeight w:val="100"/>
        </w:trPr>
        <w:tc>
          <w:tcPr>
            <w:tcW w:w="1750" w:type="dxa"/>
          </w:tcPr>
          <w:p w14:paraId="4AC1F21F" w14:textId="77777777" w:rsidR="00164FF5" w:rsidRDefault="00861641">
            <w:r>
              <w:rPr>
                <w:rStyle w:val="styleSubformtxtUP"/>
              </w:rPr>
              <w:t>Chordata/Reptilia</w:t>
            </w:r>
          </w:p>
        </w:tc>
        <w:tc>
          <w:tcPr>
            <w:tcW w:w="1750" w:type="dxa"/>
          </w:tcPr>
          <w:p w14:paraId="0D727325" w14:textId="77777777" w:rsidR="00164FF5" w:rsidRDefault="00861641">
            <w:r>
              <w:rPr>
                <w:rStyle w:val="styleSubformtxtIblue700"/>
              </w:rPr>
              <w:t>Tiliqua multifasciata</w:t>
            </w:r>
          </w:p>
        </w:tc>
        <w:tc>
          <w:tcPr>
            <w:tcW w:w="1750" w:type="dxa"/>
          </w:tcPr>
          <w:p w14:paraId="7AB80AC9" w14:textId="77777777" w:rsidR="00164FF5" w:rsidRDefault="00861641">
            <w:r>
              <w:rPr>
                <w:rStyle w:val="styleSubformtxtsp"/>
              </w:rPr>
              <w:t>Centralian Blue-tongued Lizard</w:t>
            </w:r>
          </w:p>
        </w:tc>
        <w:tc>
          <w:tcPr>
            <w:tcW w:w="1750" w:type="dxa"/>
          </w:tcPr>
          <w:p w14:paraId="0182B1A4" w14:textId="77777777" w:rsidR="00164FF5" w:rsidRDefault="00861641">
            <w:pPr>
              <w:pStyle w:val="pstyleRadioTb"/>
            </w:pPr>
            <w:r>
              <w:rPr>
                <w:rStyle w:val="styleRad"/>
              </w:rPr>
              <w:t xml:space="preserve"> [x] </w:t>
            </w:r>
          </w:p>
        </w:tc>
        <w:tc>
          <w:tcPr>
            <w:tcW w:w="1750" w:type="dxa"/>
          </w:tcPr>
          <w:p w14:paraId="0DE5945B" w14:textId="77777777" w:rsidR="00164FF5" w:rsidRDefault="00861641">
            <w:pPr>
              <w:pStyle w:val="pstyleRadioTb"/>
            </w:pPr>
            <w:r>
              <w:rPr>
                <w:rStyle w:val="styleRad"/>
              </w:rPr>
              <w:t xml:space="preserve"> [ ] </w:t>
            </w:r>
          </w:p>
        </w:tc>
        <w:tc>
          <w:tcPr>
            <w:tcW w:w="1750" w:type="dxa"/>
          </w:tcPr>
          <w:p w14:paraId="3B792E3E" w14:textId="77777777" w:rsidR="00164FF5" w:rsidRDefault="00861641">
            <w:pPr>
              <w:pStyle w:val="pstyleRadioTb"/>
            </w:pPr>
            <w:r>
              <w:rPr>
                <w:rStyle w:val="styleRad"/>
              </w:rPr>
              <w:t xml:space="preserve"> [ ] </w:t>
            </w:r>
          </w:p>
        </w:tc>
        <w:tc>
          <w:tcPr>
            <w:tcW w:w="1750" w:type="dxa"/>
          </w:tcPr>
          <w:p w14:paraId="32EFD4EE" w14:textId="77777777" w:rsidR="00164FF5" w:rsidRDefault="00861641">
            <w:pPr>
              <w:pStyle w:val="pstyleRadioTb"/>
            </w:pPr>
            <w:r>
              <w:rPr>
                <w:rStyle w:val="styleRad"/>
              </w:rPr>
              <w:t xml:space="preserve"> [ ] </w:t>
            </w:r>
          </w:p>
        </w:tc>
        <w:tc>
          <w:tcPr>
            <w:tcW w:w="1750" w:type="dxa"/>
          </w:tcPr>
          <w:p w14:paraId="35C88CDF" w14:textId="77777777" w:rsidR="00164FF5" w:rsidRDefault="00861641">
            <w:pPr>
              <w:pStyle w:val="pstyleRadioTb"/>
            </w:pPr>
            <w:r>
              <w:rPr>
                <w:rStyle w:val="styleRad"/>
              </w:rPr>
              <w:t xml:space="preserve"> [ ] </w:t>
            </w:r>
          </w:p>
        </w:tc>
        <w:tc>
          <w:tcPr>
            <w:tcW w:w="1750" w:type="dxa"/>
          </w:tcPr>
          <w:p w14:paraId="69D11BC1" w14:textId="77777777" w:rsidR="00164FF5" w:rsidRDefault="00861641">
            <w:pPr>
              <w:pStyle w:val="pstyleRadioTb"/>
            </w:pPr>
            <w:r>
              <w:rPr>
                <w:rStyle w:val="styleRad"/>
              </w:rPr>
              <w:t xml:space="preserve"> [ ] </w:t>
            </w:r>
          </w:p>
        </w:tc>
        <w:tc>
          <w:tcPr>
            <w:tcW w:w="1750" w:type="dxa"/>
          </w:tcPr>
          <w:p w14:paraId="1622A5AA" w14:textId="77777777" w:rsidR="00164FF5" w:rsidRDefault="00861641">
            <w:pPr>
              <w:pStyle w:val="pstyleRadioTb"/>
            </w:pPr>
            <w:r>
              <w:rPr>
                <w:rStyle w:val="styleRad"/>
              </w:rPr>
              <w:t xml:space="preserve"> [ ] </w:t>
            </w:r>
          </w:p>
        </w:tc>
        <w:tc>
          <w:tcPr>
            <w:tcW w:w="1750" w:type="dxa"/>
          </w:tcPr>
          <w:p w14:paraId="4A3A2979" w14:textId="77777777" w:rsidR="00164FF5" w:rsidRDefault="00861641">
            <w:pPr>
              <w:pStyle w:val="pstyleRadioTb"/>
            </w:pPr>
            <w:r>
              <w:rPr>
                <w:rStyle w:val="styleRad"/>
              </w:rPr>
              <w:t xml:space="preserve"> [ ] </w:t>
            </w:r>
          </w:p>
        </w:tc>
        <w:tc>
          <w:tcPr>
            <w:tcW w:w="1750" w:type="dxa"/>
          </w:tcPr>
          <w:p w14:paraId="3455E212" w14:textId="77777777" w:rsidR="00164FF5" w:rsidRDefault="00861641">
            <w:r>
              <w:rPr>
                <w:rStyle w:val="styleSubformtxtsp"/>
              </w:rPr>
              <w:t xml:space="preserve"> </w:t>
            </w:r>
          </w:p>
        </w:tc>
        <w:tc>
          <w:tcPr>
            <w:tcW w:w="1750" w:type="dxa"/>
          </w:tcPr>
          <w:p w14:paraId="5DCEA195" w14:textId="77777777" w:rsidR="00164FF5" w:rsidRDefault="00164FF5"/>
        </w:tc>
        <w:tc>
          <w:tcPr>
            <w:tcW w:w="1750" w:type="dxa"/>
          </w:tcPr>
          <w:p w14:paraId="5B19B130" w14:textId="77777777" w:rsidR="00164FF5" w:rsidRDefault="00861641">
            <w:r>
              <w:rPr>
                <w:rStyle w:val="styleSubformtxtsp"/>
              </w:rPr>
              <w:t xml:space="preserve"> </w:t>
            </w:r>
          </w:p>
        </w:tc>
        <w:tc>
          <w:tcPr>
            <w:tcW w:w="1750" w:type="dxa"/>
          </w:tcPr>
          <w:p w14:paraId="03AF5309" w14:textId="77777777" w:rsidR="00164FF5" w:rsidRDefault="00861641">
            <w:r>
              <w:rPr>
                <w:rStyle w:val="styleSubformtxtsp"/>
              </w:rPr>
              <w:t xml:space="preserve">LC </w:t>
            </w:r>
          </w:p>
        </w:tc>
        <w:tc>
          <w:tcPr>
            <w:tcW w:w="1750" w:type="dxa"/>
          </w:tcPr>
          <w:p w14:paraId="78113684" w14:textId="77777777" w:rsidR="00164FF5" w:rsidRDefault="00861641">
            <w:pPr>
              <w:pStyle w:val="pstyleRadioTb"/>
            </w:pPr>
            <w:r>
              <w:rPr>
                <w:rStyle w:val="styleRad"/>
              </w:rPr>
              <w:t xml:space="preserve"> [ ] </w:t>
            </w:r>
          </w:p>
        </w:tc>
        <w:tc>
          <w:tcPr>
            <w:tcW w:w="1750" w:type="dxa"/>
          </w:tcPr>
          <w:p w14:paraId="47655346" w14:textId="77777777" w:rsidR="00164FF5" w:rsidRDefault="00861641">
            <w:pPr>
              <w:pStyle w:val="pstyleRadioTb"/>
            </w:pPr>
            <w:r>
              <w:rPr>
                <w:rStyle w:val="styleRad"/>
              </w:rPr>
              <w:t xml:space="preserve"> [ ] </w:t>
            </w:r>
          </w:p>
        </w:tc>
        <w:tc>
          <w:tcPr>
            <w:tcW w:w="1750" w:type="dxa"/>
          </w:tcPr>
          <w:p w14:paraId="15387EDF" w14:textId="77777777" w:rsidR="00164FF5" w:rsidRDefault="00861641">
            <w:r>
              <w:rPr>
                <w:rStyle w:val="styleSubformtxtsp"/>
              </w:rPr>
              <w:t>Vulnerable in NSW (BCA)</w:t>
            </w:r>
          </w:p>
        </w:tc>
        <w:tc>
          <w:tcPr>
            <w:tcW w:w="1750" w:type="dxa"/>
          </w:tcPr>
          <w:p w14:paraId="3367EDB4" w14:textId="77777777" w:rsidR="00164FF5" w:rsidRDefault="00164FF5"/>
        </w:tc>
      </w:tr>
      <w:tr w:rsidR="00164FF5" w14:paraId="427C5424" w14:textId="77777777" w:rsidTr="00164FF5">
        <w:trPr>
          <w:trHeight w:val="100"/>
        </w:trPr>
        <w:tc>
          <w:tcPr>
            <w:tcW w:w="1750" w:type="dxa"/>
          </w:tcPr>
          <w:p w14:paraId="4C2F1C92" w14:textId="77777777" w:rsidR="00164FF5" w:rsidRDefault="00164FF5"/>
        </w:tc>
        <w:tc>
          <w:tcPr>
            <w:tcW w:w="1750" w:type="dxa"/>
          </w:tcPr>
          <w:p w14:paraId="4667E2FB" w14:textId="77777777" w:rsidR="00164FF5" w:rsidRDefault="00164FF5"/>
        </w:tc>
        <w:tc>
          <w:tcPr>
            <w:tcW w:w="1750" w:type="dxa"/>
          </w:tcPr>
          <w:p w14:paraId="1A7B9E23" w14:textId="77777777" w:rsidR="00164FF5" w:rsidRDefault="00164FF5"/>
        </w:tc>
        <w:tc>
          <w:tcPr>
            <w:tcW w:w="1750" w:type="dxa"/>
          </w:tcPr>
          <w:p w14:paraId="136E6E39" w14:textId="77777777" w:rsidR="00164FF5" w:rsidRDefault="00164FF5"/>
        </w:tc>
        <w:tc>
          <w:tcPr>
            <w:tcW w:w="1750" w:type="dxa"/>
          </w:tcPr>
          <w:p w14:paraId="0E873B74" w14:textId="77777777" w:rsidR="00164FF5" w:rsidRDefault="00164FF5"/>
        </w:tc>
        <w:tc>
          <w:tcPr>
            <w:tcW w:w="1750" w:type="dxa"/>
          </w:tcPr>
          <w:p w14:paraId="75009433" w14:textId="77777777" w:rsidR="00164FF5" w:rsidRDefault="00164FF5"/>
        </w:tc>
        <w:tc>
          <w:tcPr>
            <w:tcW w:w="1750" w:type="dxa"/>
          </w:tcPr>
          <w:p w14:paraId="3242582C" w14:textId="77777777" w:rsidR="00164FF5" w:rsidRDefault="00164FF5"/>
        </w:tc>
        <w:tc>
          <w:tcPr>
            <w:tcW w:w="1750" w:type="dxa"/>
          </w:tcPr>
          <w:p w14:paraId="363D5C56" w14:textId="77777777" w:rsidR="00164FF5" w:rsidRDefault="00164FF5"/>
        </w:tc>
        <w:tc>
          <w:tcPr>
            <w:tcW w:w="1750" w:type="dxa"/>
          </w:tcPr>
          <w:p w14:paraId="6B0C2C9A" w14:textId="77777777" w:rsidR="00164FF5" w:rsidRDefault="00164FF5"/>
        </w:tc>
        <w:tc>
          <w:tcPr>
            <w:tcW w:w="1750" w:type="dxa"/>
          </w:tcPr>
          <w:p w14:paraId="4D17F639" w14:textId="77777777" w:rsidR="00164FF5" w:rsidRDefault="00164FF5"/>
        </w:tc>
        <w:tc>
          <w:tcPr>
            <w:tcW w:w="1750" w:type="dxa"/>
          </w:tcPr>
          <w:p w14:paraId="2B4DC04D" w14:textId="77777777" w:rsidR="00164FF5" w:rsidRDefault="00164FF5"/>
        </w:tc>
        <w:tc>
          <w:tcPr>
            <w:tcW w:w="1750" w:type="dxa"/>
          </w:tcPr>
          <w:p w14:paraId="60D70A69" w14:textId="77777777" w:rsidR="00164FF5" w:rsidRDefault="00164FF5"/>
        </w:tc>
        <w:tc>
          <w:tcPr>
            <w:tcW w:w="1750" w:type="dxa"/>
          </w:tcPr>
          <w:p w14:paraId="34B74014" w14:textId="77777777" w:rsidR="00164FF5" w:rsidRDefault="00164FF5"/>
        </w:tc>
        <w:tc>
          <w:tcPr>
            <w:tcW w:w="1750" w:type="dxa"/>
          </w:tcPr>
          <w:p w14:paraId="75220240" w14:textId="77777777" w:rsidR="00164FF5" w:rsidRDefault="00164FF5"/>
        </w:tc>
        <w:tc>
          <w:tcPr>
            <w:tcW w:w="1750" w:type="dxa"/>
          </w:tcPr>
          <w:p w14:paraId="34BD39ED" w14:textId="77777777" w:rsidR="00164FF5" w:rsidRDefault="00164FF5"/>
        </w:tc>
        <w:tc>
          <w:tcPr>
            <w:tcW w:w="1750" w:type="dxa"/>
          </w:tcPr>
          <w:p w14:paraId="5A64097F" w14:textId="77777777" w:rsidR="00164FF5" w:rsidRDefault="00164FF5"/>
        </w:tc>
        <w:tc>
          <w:tcPr>
            <w:tcW w:w="1750" w:type="dxa"/>
          </w:tcPr>
          <w:p w14:paraId="4ACD2327" w14:textId="77777777" w:rsidR="00164FF5" w:rsidRDefault="00164FF5"/>
        </w:tc>
        <w:tc>
          <w:tcPr>
            <w:tcW w:w="1750" w:type="dxa"/>
          </w:tcPr>
          <w:p w14:paraId="3ACA7D17" w14:textId="77777777" w:rsidR="00164FF5" w:rsidRDefault="00164FF5"/>
        </w:tc>
        <w:tc>
          <w:tcPr>
            <w:tcW w:w="1750" w:type="dxa"/>
          </w:tcPr>
          <w:p w14:paraId="052DA0BE" w14:textId="77777777" w:rsidR="00164FF5" w:rsidRDefault="00164FF5"/>
        </w:tc>
      </w:tr>
    </w:tbl>
    <w:p w14:paraId="36B4CEFB" w14:textId="77777777" w:rsidR="00164FF5" w:rsidRDefault="00861641">
      <w:r>
        <w:br w:type="page"/>
      </w:r>
    </w:p>
    <w:p w14:paraId="51754E39" w14:textId="77777777" w:rsidR="00164FF5" w:rsidRDefault="00164FF5"/>
    <w:p w14:paraId="1C46AEC9" w14:textId="77777777" w:rsidR="00164FF5" w:rsidRDefault="00861641">
      <w:pPr>
        <w:pStyle w:val="pstyleComments"/>
      </w:pPr>
      <w:r>
        <w:rPr>
          <w:rStyle w:val="styleC3comment"/>
        </w:rPr>
        <w:t>Optional text box to provide further information on animal species of international importance:</w:t>
      </w:r>
    </w:p>
    <w:p w14:paraId="5EAC12D5" w14:textId="77777777" w:rsidR="00164FF5" w:rsidRDefault="00861641">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210"/>
        <w:gridCol w:w="9500"/>
      </w:tblGrid>
      <w:tr w:rsidR="00164FF5" w14:paraId="51FCDA10"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5B6FF7" w14:textId="77777777" w:rsidR="00164FF5" w:rsidRDefault="00164FF5"/>
        </w:tc>
        <w:tc>
          <w:tcPr>
            <w:tcW w:w="9500" w:type="dxa"/>
          </w:tcPr>
          <w:p w14:paraId="70E3107F" w14:textId="77777777" w:rsidR="00164FF5" w:rsidRDefault="00164FF5">
            <w:pPr>
              <w:spacing w:before="30" w:after="25" w:line="240" w:lineRule="auto"/>
              <w:ind w:left="57"/>
            </w:pPr>
          </w:p>
        </w:tc>
      </w:tr>
    </w:tbl>
    <w:p w14:paraId="6C467073" w14:textId="77777777" w:rsidR="00164FF5" w:rsidRDefault="00164FF5">
      <w:pPr>
        <w:sectPr w:rsidR="00164FF5">
          <w:pgSz w:w="16837" w:h="11905" w:orient="landscape"/>
          <w:pgMar w:top="1440" w:right="1440" w:bottom="1440" w:left="1440" w:header="720" w:footer="720" w:gutter="0"/>
          <w:cols w:space="720"/>
        </w:sectPr>
      </w:pPr>
    </w:p>
    <w:p w14:paraId="6554E768" w14:textId="77777777" w:rsidR="00164FF5" w:rsidRDefault="00861641">
      <w:pPr>
        <w:pStyle w:val="pstyleSectionL1"/>
      </w:pPr>
      <w:r>
        <w:rPr>
          <w:rStyle w:val="styleL1"/>
        </w:rPr>
        <w:lastRenderedPageBreak/>
        <w:t>3.4 Ecological communities whose presence relates to the international importance of the site</w:t>
      </w:r>
    </w:p>
    <w:p w14:paraId="053E75E6" w14:textId="77777777" w:rsidR="00164FF5" w:rsidRDefault="00861641">
      <w:pPr>
        <w:pStyle w:val="pstyleSection"/>
      </w:pPr>
      <w:r>
        <w:rPr>
          <w:rStyle w:val="styleL2"/>
        </w:rPr>
        <w:t xml:space="preserve"> </w:t>
      </w:r>
    </w:p>
    <w:p w14:paraId="483DA85C" w14:textId="77777777" w:rsidR="00164FF5" w:rsidRDefault="00164FF5">
      <w:pPr>
        <w:pStyle w:val="pstyleLabels"/>
      </w:pPr>
    </w:p>
    <w:tbl>
      <w:tblPr>
        <w:tblStyle w:val="FancyTable"/>
        <w:tblW w:w="0" w:type="auto"/>
        <w:tblInd w:w="-8" w:type="dxa"/>
        <w:tblLook w:val="04A0" w:firstRow="1" w:lastRow="0" w:firstColumn="1" w:lastColumn="0" w:noHBand="0" w:noVBand="1"/>
      </w:tblPr>
      <w:tblGrid>
        <w:gridCol w:w="1750"/>
        <w:gridCol w:w="1750"/>
        <w:gridCol w:w="1750"/>
        <w:gridCol w:w="1750"/>
      </w:tblGrid>
      <w:tr w:rsidR="00164FF5" w14:paraId="2464D607"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0070A6EB" w14:textId="77777777" w:rsidR="00164FF5" w:rsidRDefault="00861641">
            <w:pPr>
              <w:spacing w:after="0" w:line="240" w:lineRule="auto"/>
              <w:jc w:val="center"/>
            </w:pPr>
            <w:r>
              <w:rPr>
                <w:b/>
                <w:bCs/>
                <w:sz w:val="18"/>
                <w:szCs w:val="18"/>
              </w:rPr>
              <w:t>Name of ecological community</w:t>
            </w:r>
          </w:p>
        </w:tc>
        <w:tc>
          <w:tcPr>
            <w:tcW w:w="1750" w:type="dxa"/>
          </w:tcPr>
          <w:p w14:paraId="7CC04282" w14:textId="77777777" w:rsidR="00164FF5" w:rsidRDefault="00861641">
            <w:pPr>
              <w:spacing w:after="0" w:line="240" w:lineRule="auto"/>
              <w:jc w:val="center"/>
            </w:pPr>
            <w:r>
              <w:rPr>
                <w:b/>
                <w:bCs/>
                <w:sz w:val="18"/>
                <w:szCs w:val="18"/>
              </w:rPr>
              <w:t>Community qualifies under Criterion 2?</w:t>
            </w:r>
          </w:p>
        </w:tc>
        <w:tc>
          <w:tcPr>
            <w:tcW w:w="1750" w:type="dxa"/>
          </w:tcPr>
          <w:p w14:paraId="76C47DD2" w14:textId="77777777" w:rsidR="00164FF5" w:rsidRDefault="00861641">
            <w:pPr>
              <w:spacing w:after="0" w:line="240" w:lineRule="auto"/>
              <w:jc w:val="center"/>
            </w:pPr>
            <w:r>
              <w:rPr>
                <w:b/>
                <w:bCs/>
                <w:sz w:val="18"/>
                <w:szCs w:val="18"/>
              </w:rPr>
              <w:t>Description</w:t>
            </w:r>
          </w:p>
        </w:tc>
        <w:tc>
          <w:tcPr>
            <w:tcW w:w="1750" w:type="dxa"/>
          </w:tcPr>
          <w:p w14:paraId="6B1BCBC3" w14:textId="77777777" w:rsidR="00164FF5" w:rsidRDefault="00861641">
            <w:pPr>
              <w:spacing w:after="0" w:line="240" w:lineRule="auto"/>
              <w:jc w:val="center"/>
            </w:pPr>
            <w:r>
              <w:rPr>
                <w:b/>
                <w:bCs/>
                <w:sz w:val="18"/>
                <w:szCs w:val="18"/>
              </w:rPr>
              <w:t>Justification</w:t>
            </w:r>
          </w:p>
        </w:tc>
      </w:tr>
      <w:tr w:rsidR="00164FF5" w14:paraId="38BDDB2F" w14:textId="77777777" w:rsidTr="00164FF5">
        <w:trPr>
          <w:trHeight w:val="200"/>
        </w:trPr>
        <w:tc>
          <w:tcPr>
            <w:tcW w:w="1750" w:type="dxa"/>
          </w:tcPr>
          <w:p w14:paraId="4B738A75" w14:textId="77777777" w:rsidR="00164FF5" w:rsidRDefault="00164FF5"/>
        </w:tc>
        <w:tc>
          <w:tcPr>
            <w:tcW w:w="1750" w:type="dxa"/>
          </w:tcPr>
          <w:p w14:paraId="2A938206" w14:textId="77777777" w:rsidR="00164FF5" w:rsidRDefault="00164FF5"/>
        </w:tc>
        <w:tc>
          <w:tcPr>
            <w:tcW w:w="1750" w:type="dxa"/>
          </w:tcPr>
          <w:p w14:paraId="77EFD9A6" w14:textId="77777777" w:rsidR="00164FF5" w:rsidRDefault="00164FF5"/>
        </w:tc>
        <w:tc>
          <w:tcPr>
            <w:tcW w:w="1750" w:type="dxa"/>
          </w:tcPr>
          <w:p w14:paraId="477D9B5B" w14:textId="77777777" w:rsidR="00164FF5" w:rsidRDefault="00164FF5"/>
        </w:tc>
      </w:tr>
    </w:tbl>
    <w:p w14:paraId="668E6DD8" w14:textId="77777777" w:rsidR="00164FF5" w:rsidRDefault="00164FF5"/>
    <w:p w14:paraId="0118D429" w14:textId="77777777" w:rsidR="00164FF5" w:rsidRDefault="00861641">
      <w:pPr>
        <w:pStyle w:val="pstyleLabels"/>
      </w:pPr>
      <w:r>
        <w:rPr>
          <w:rStyle w:val="styleC3"/>
        </w:rPr>
        <w:t>Optional text box to provide further information</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7"/>
        <w:gridCol w:w="8831"/>
      </w:tblGrid>
      <w:tr w:rsidR="00164FF5" w14:paraId="749FFD59"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8FD075" w14:textId="77777777" w:rsidR="00164FF5" w:rsidRDefault="00164FF5"/>
        </w:tc>
        <w:tc>
          <w:tcPr>
            <w:tcW w:w="9500" w:type="dxa"/>
          </w:tcPr>
          <w:p w14:paraId="183CEEC0" w14:textId="77777777" w:rsidR="00164FF5" w:rsidRDefault="00164FF5">
            <w:pPr>
              <w:spacing w:before="30" w:after="25" w:line="240" w:lineRule="auto"/>
              <w:ind w:left="57"/>
            </w:pPr>
          </w:p>
        </w:tc>
      </w:tr>
    </w:tbl>
    <w:p w14:paraId="38C72D5D" w14:textId="77777777" w:rsidR="00164FF5" w:rsidRDefault="00164FF5">
      <w:pPr>
        <w:sectPr w:rsidR="00164FF5">
          <w:pgSz w:w="11905" w:h="16837"/>
          <w:pgMar w:top="1440" w:right="1440" w:bottom="1440" w:left="1440" w:header="720" w:footer="720" w:gutter="0"/>
          <w:cols w:space="720"/>
        </w:sectPr>
      </w:pPr>
    </w:p>
    <w:p w14:paraId="4C242BEA" w14:textId="77777777" w:rsidR="00164FF5" w:rsidRDefault="00861641">
      <w:pPr>
        <w:pStyle w:val="pstyleSectionL0"/>
      </w:pPr>
      <w:r>
        <w:rPr>
          <w:rStyle w:val="styleL0"/>
        </w:rPr>
        <w:lastRenderedPageBreak/>
        <w:t>What is the Site like?</w:t>
      </w:r>
    </w:p>
    <w:p w14:paraId="22B595C3" w14:textId="07C29FB0" w:rsidR="00164FF5" w:rsidRDefault="00861641">
      <w:r>
        <w:rPr>
          <w:noProof/>
          <w:lang w:val="en-AU"/>
        </w:rPr>
        <mc:AlternateContent>
          <mc:Choice Requires="wps">
            <w:drawing>
              <wp:inline distT="0" distB="0" distL="0" distR="0" wp14:anchorId="4966FB5D" wp14:editId="1CCD36F9">
                <wp:extent cx="7620000" cy="635"/>
                <wp:effectExtent l="9525" t="9525" r="9525" b="9525"/>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315E0A" id="AutoShape 4"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Lyw&#10;VDYbAgAAPAQAAA4AAAAAAAAAAAAAAAAALgIAAGRycy9lMm9Eb2MueG1sUEsBAi0AFAAGAAgAAAAh&#10;APX5yN7VAAAAAwEAAA8AAAAAAAAAAAAAAAAAdQQAAGRycy9kb3ducmV2LnhtbFBLBQYAAAAABAAE&#10;APMAAAB3BQAAAAA=&#10;" strokeweight="1pt">
                <w10:anchorlock/>
              </v:shape>
            </w:pict>
          </mc:Fallback>
        </mc:AlternateContent>
      </w:r>
    </w:p>
    <w:p w14:paraId="2B3F26F1" w14:textId="77777777" w:rsidR="00164FF5" w:rsidRDefault="00861641">
      <w:pPr>
        <w:pStyle w:val="pstyleSectionL1"/>
      </w:pPr>
      <w:r>
        <w:rPr>
          <w:rStyle w:val="styleL1"/>
        </w:rPr>
        <w:t>4.1 Ecological character</w:t>
      </w:r>
    </w:p>
    <w:p w14:paraId="30C5C1DF" w14:textId="77777777" w:rsidR="00164FF5" w:rsidRDefault="00861641">
      <w:pPr>
        <w:pStyle w:val="pstyleSection"/>
      </w:pPr>
      <w:r>
        <w:rPr>
          <w:rStyle w:val="styleL2"/>
        </w:rPr>
        <w:t xml:space="preserve"> </w:t>
      </w:r>
    </w:p>
    <w:p w14:paraId="2DAB4514" w14:textId="77777777" w:rsidR="00164FF5" w:rsidRDefault="00861641">
      <w:pPr>
        <w:pStyle w:val="pstyleComments"/>
      </w:pPr>
      <w:r>
        <w:rPr>
          <w:rStyle w:val="styleC3comment"/>
        </w:rPr>
        <w:t>Please summarize the ecological components, processes and services which are critical to determining the ecological character of the site. Please also summarize any natural variability in the ecological character of the site, and any known past or current change</w:t>
      </w:r>
    </w:p>
    <w:p w14:paraId="1E85EB88" w14:textId="77777777" w:rsidR="00164FF5" w:rsidRDefault="00861641">
      <w:pPr>
        <w:pStyle w:val="pstyleLabels"/>
      </w:pPr>
      <w:r>
        <w:rPr>
          <w:rStyle w:val="styleHint1txt"/>
        </w:rPr>
        <w:t xml:space="preserve"> (This field is limited to 4000 characters) </w:t>
      </w:r>
    </w:p>
    <w:tbl>
      <w:tblPr>
        <w:tblStyle w:val="myFieldTableStyle"/>
        <w:tblW w:w="0" w:type="auto"/>
        <w:tblInd w:w="-8" w:type="dxa"/>
        <w:tblLook w:val="04A0" w:firstRow="1" w:lastRow="0" w:firstColumn="1" w:lastColumn="0" w:noHBand="0" w:noVBand="1"/>
      </w:tblPr>
      <w:tblGrid>
        <w:gridCol w:w="195"/>
        <w:gridCol w:w="8833"/>
      </w:tblGrid>
      <w:tr w:rsidR="00164FF5" w14:paraId="0995248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2A97D07" w14:textId="77777777" w:rsidR="00164FF5" w:rsidRDefault="00164FF5"/>
        </w:tc>
        <w:tc>
          <w:tcPr>
            <w:tcW w:w="9500" w:type="dxa"/>
          </w:tcPr>
          <w:p w14:paraId="0B2E2700" w14:textId="77777777" w:rsidR="00164FF5" w:rsidRDefault="00164FF5">
            <w:pPr>
              <w:pStyle w:val="pStyle"/>
              <w:rPr>
                <w:rStyle w:val="almostEmpty"/>
              </w:rPr>
            </w:pPr>
          </w:p>
          <w:p w14:paraId="049AD9FC" w14:textId="77777777" w:rsidR="00164FF5" w:rsidRDefault="00861641">
            <w:pPr>
              <w:spacing w:after="0" w:line="240" w:lineRule="auto"/>
              <w:ind w:left="57"/>
            </w:pPr>
            <w:r>
              <w:rPr>
                <w:rStyle w:val="styleDatatxt"/>
              </w:rPr>
              <w:t xml:space="preserve">The following ecosystem services form the basis of the ecological character of the site;   </w:t>
            </w:r>
          </w:p>
          <w:p w14:paraId="43A947C0" w14:textId="77777777" w:rsidR="00164FF5" w:rsidRDefault="00164FF5">
            <w:pPr>
              <w:pStyle w:val="pStyle"/>
              <w:rPr>
                <w:rStyle w:val="almostEmpty"/>
              </w:rPr>
            </w:pPr>
          </w:p>
          <w:p w14:paraId="50327B39" w14:textId="77777777" w:rsidR="00164FF5" w:rsidRDefault="00861641">
            <w:pPr>
              <w:spacing w:after="0" w:line="240" w:lineRule="auto"/>
              <w:ind w:left="57"/>
            </w:pPr>
            <w:r>
              <w:rPr>
                <w:rStyle w:val="styleDatatxt"/>
              </w:rPr>
              <w:t xml:space="preserve"> </w:t>
            </w:r>
          </w:p>
          <w:p w14:paraId="3BAE17D1" w14:textId="77777777" w:rsidR="00164FF5" w:rsidRDefault="00164FF5">
            <w:pPr>
              <w:pStyle w:val="pStyle"/>
              <w:rPr>
                <w:rStyle w:val="almostEmpty"/>
              </w:rPr>
            </w:pPr>
          </w:p>
          <w:p w14:paraId="20D48C29" w14:textId="77777777" w:rsidR="00164FF5" w:rsidRDefault="00861641">
            <w:pPr>
              <w:spacing w:after="0" w:line="240" w:lineRule="auto"/>
              <w:ind w:left="57"/>
            </w:pPr>
            <w:r>
              <w:rPr>
                <w:rStyle w:val="styleDatatxt"/>
              </w:rPr>
              <w:t>•</w:t>
            </w:r>
            <w:r>
              <w:rPr>
                <w:rStyle w:val="styleDatatxt"/>
              </w:rPr>
              <w:tab/>
              <w:t xml:space="preserve">Forms a large terminal basin in the Simpson–Strzelecki Dunefields biogeographic region within NSW;  </w:t>
            </w:r>
          </w:p>
          <w:p w14:paraId="1511D591" w14:textId="77777777" w:rsidR="00164FF5" w:rsidRDefault="00164FF5">
            <w:pPr>
              <w:pStyle w:val="pStyle"/>
              <w:rPr>
                <w:rStyle w:val="almostEmpty"/>
              </w:rPr>
            </w:pPr>
          </w:p>
          <w:p w14:paraId="683AD8E4" w14:textId="77777777" w:rsidR="00164FF5" w:rsidRDefault="00861641">
            <w:pPr>
              <w:spacing w:after="0" w:line="240" w:lineRule="auto"/>
              <w:ind w:left="57"/>
            </w:pPr>
            <w:r>
              <w:rPr>
                <w:rStyle w:val="styleDatatxt"/>
              </w:rPr>
              <w:t>•</w:t>
            </w:r>
            <w:r>
              <w:rPr>
                <w:rStyle w:val="styleDatatxt"/>
              </w:rPr>
              <w:tab/>
              <w:t xml:space="preserve">Supports threatened species including the eastern long-eared bat (Nyctophilus timoriensis);  </w:t>
            </w:r>
          </w:p>
          <w:p w14:paraId="349F8C07" w14:textId="77777777" w:rsidR="00164FF5" w:rsidRDefault="00164FF5">
            <w:pPr>
              <w:pStyle w:val="pStyle"/>
              <w:rPr>
                <w:rStyle w:val="almostEmpty"/>
              </w:rPr>
            </w:pPr>
          </w:p>
          <w:p w14:paraId="67CBC347" w14:textId="77777777" w:rsidR="00164FF5" w:rsidRDefault="00861641">
            <w:pPr>
              <w:spacing w:after="0" w:line="240" w:lineRule="auto"/>
              <w:ind w:left="57"/>
            </w:pPr>
            <w:r>
              <w:rPr>
                <w:rStyle w:val="styleDatatxt"/>
              </w:rPr>
              <w:t>•</w:t>
            </w:r>
            <w:r>
              <w:rPr>
                <w:rStyle w:val="styleDatatxt"/>
              </w:rPr>
              <w:tab/>
              <w:t xml:space="preserve">Supports an abundance of waterbirds including the Australian wood duck (Chenonettas jubata) and the pacific heron (Ardea pacifica);  </w:t>
            </w:r>
          </w:p>
          <w:p w14:paraId="0F0F79BA" w14:textId="77777777" w:rsidR="00164FF5" w:rsidRDefault="00164FF5">
            <w:pPr>
              <w:pStyle w:val="pStyle"/>
              <w:rPr>
                <w:rStyle w:val="almostEmpty"/>
              </w:rPr>
            </w:pPr>
          </w:p>
          <w:p w14:paraId="5FBD7C81" w14:textId="77777777" w:rsidR="00164FF5" w:rsidRDefault="00861641">
            <w:pPr>
              <w:spacing w:after="0" w:line="240" w:lineRule="auto"/>
              <w:ind w:left="57"/>
            </w:pPr>
            <w:r>
              <w:rPr>
                <w:rStyle w:val="styleDatatxt"/>
              </w:rPr>
              <w:t>•</w:t>
            </w:r>
            <w:r>
              <w:rPr>
                <w:rStyle w:val="styleDatatxt"/>
              </w:rPr>
              <w:tab/>
              <w:t xml:space="preserve">Supports migratory shorebirds listed under the international treaties JAMBA, CAMBA and ROKAMBA during critical stages of their life cycles such as the black-tailed  godwit (Limosa limosa);  </w:t>
            </w:r>
          </w:p>
          <w:p w14:paraId="035E59F4" w14:textId="77777777" w:rsidR="00164FF5" w:rsidRDefault="00164FF5">
            <w:pPr>
              <w:pStyle w:val="pStyle"/>
              <w:rPr>
                <w:rStyle w:val="almostEmpty"/>
              </w:rPr>
            </w:pPr>
          </w:p>
          <w:p w14:paraId="55AD8722" w14:textId="77777777" w:rsidR="00164FF5" w:rsidRDefault="00861641">
            <w:pPr>
              <w:spacing w:after="0" w:line="240" w:lineRule="auto"/>
              <w:ind w:left="57"/>
            </w:pPr>
            <w:r>
              <w:rPr>
                <w:rStyle w:val="styleDatatxt"/>
              </w:rPr>
              <w:t>•</w:t>
            </w:r>
            <w:r>
              <w:rPr>
                <w:rStyle w:val="styleDatatxt"/>
              </w:rPr>
              <w:tab/>
              <w:t xml:space="preserve">Provides refuge for waterbirds and other fauna; </w:t>
            </w:r>
          </w:p>
          <w:p w14:paraId="7D26049B" w14:textId="77777777" w:rsidR="00164FF5" w:rsidRDefault="00164FF5">
            <w:pPr>
              <w:pStyle w:val="pStyle"/>
              <w:rPr>
                <w:rStyle w:val="almostEmpty"/>
              </w:rPr>
            </w:pPr>
          </w:p>
          <w:p w14:paraId="368BA5AC" w14:textId="77777777" w:rsidR="00164FF5" w:rsidRDefault="00861641">
            <w:pPr>
              <w:spacing w:after="0" w:line="240" w:lineRule="auto"/>
              <w:ind w:left="57"/>
            </w:pPr>
            <w:r>
              <w:rPr>
                <w:rStyle w:val="styleDatatxt"/>
              </w:rPr>
              <w:t>•</w:t>
            </w:r>
            <w:r>
              <w:rPr>
                <w:rStyle w:val="styleDatatxt"/>
              </w:rPr>
              <w:tab/>
              <w:t xml:space="preserve">Supports waterbird breeding, such as the grey teal (Anas gracilis).  </w:t>
            </w:r>
          </w:p>
          <w:p w14:paraId="265F7899" w14:textId="77777777" w:rsidR="00164FF5" w:rsidRDefault="00164FF5">
            <w:pPr>
              <w:pStyle w:val="pStyle"/>
              <w:rPr>
                <w:rStyle w:val="almostEmpty"/>
              </w:rPr>
            </w:pPr>
          </w:p>
          <w:p w14:paraId="37A25981" w14:textId="77777777" w:rsidR="00164FF5" w:rsidRDefault="00861641">
            <w:pPr>
              <w:spacing w:after="0" w:line="240" w:lineRule="auto"/>
              <w:ind w:left="57"/>
            </w:pPr>
            <w:r>
              <w:rPr>
                <w:rStyle w:val="styleDatatxt"/>
              </w:rPr>
              <w:t xml:space="preserve"> </w:t>
            </w:r>
          </w:p>
          <w:p w14:paraId="6A506E1F" w14:textId="77777777" w:rsidR="00164FF5" w:rsidRDefault="00164FF5">
            <w:pPr>
              <w:pStyle w:val="pStyle"/>
              <w:rPr>
                <w:rStyle w:val="almostEmpty"/>
              </w:rPr>
            </w:pPr>
          </w:p>
          <w:p w14:paraId="2A9D874F" w14:textId="77777777" w:rsidR="00164FF5" w:rsidRDefault="00861641">
            <w:pPr>
              <w:spacing w:after="0" w:line="240" w:lineRule="auto"/>
              <w:ind w:left="57"/>
            </w:pPr>
            <w:r>
              <w:rPr>
                <w:rStyle w:val="styleDatatxt"/>
              </w:rPr>
              <w:t xml:space="preserve">Biodiversity in this arid region is driven by unpredictable flooding and drying cycles. These areas are characterised by low topographic gradients and extreme climatic variability, including high evaporation and erratic floods and extended dry periods. In turn, this flooding and drying cycle affects water quality and the distribution and abundance of vegetation, waterbirds, fish and invertebrates.   </w:t>
            </w:r>
          </w:p>
          <w:p w14:paraId="785CB8B0" w14:textId="77777777" w:rsidR="00164FF5" w:rsidRDefault="00164FF5">
            <w:pPr>
              <w:pStyle w:val="pStyle"/>
              <w:rPr>
                <w:rStyle w:val="almostEmpty"/>
              </w:rPr>
            </w:pPr>
          </w:p>
          <w:p w14:paraId="182633B9" w14:textId="77777777" w:rsidR="00164FF5" w:rsidRDefault="00861641">
            <w:pPr>
              <w:spacing w:after="0" w:line="240" w:lineRule="auto"/>
              <w:ind w:left="57"/>
            </w:pPr>
            <w:r>
              <w:rPr>
                <w:rStyle w:val="styleDatatxt"/>
              </w:rPr>
              <w:t xml:space="preserve">  </w:t>
            </w:r>
          </w:p>
          <w:p w14:paraId="0C9AF662" w14:textId="77777777" w:rsidR="00164FF5" w:rsidRDefault="00164FF5">
            <w:pPr>
              <w:pStyle w:val="pStyle"/>
              <w:rPr>
                <w:rStyle w:val="almostEmpty"/>
              </w:rPr>
            </w:pPr>
          </w:p>
          <w:p w14:paraId="2FEACD97" w14:textId="77777777" w:rsidR="00164FF5" w:rsidRDefault="00861641">
            <w:pPr>
              <w:spacing w:after="0" w:line="240" w:lineRule="auto"/>
              <w:ind w:left="57"/>
            </w:pPr>
            <w:r>
              <w:rPr>
                <w:rStyle w:val="styleDatatxt"/>
              </w:rPr>
              <w:t xml:space="preserve">Lake Pinaroo is an episodic lake which is dry most of the time with rare and very irregular wet phases in a terminal drainage basin. Lake Pinaroo is located in the most arid part of NSW and receives the second lowest recorded rainfall in the state.  </w:t>
            </w:r>
          </w:p>
          <w:p w14:paraId="5DDDF857" w14:textId="77777777" w:rsidR="00164FF5" w:rsidRDefault="00164FF5">
            <w:pPr>
              <w:pStyle w:val="pStyle"/>
              <w:rPr>
                <w:rStyle w:val="almostEmpty"/>
              </w:rPr>
            </w:pPr>
          </w:p>
          <w:p w14:paraId="278CFD52" w14:textId="77777777" w:rsidR="00164FF5" w:rsidRDefault="00861641">
            <w:pPr>
              <w:spacing w:after="0" w:line="240" w:lineRule="auto"/>
              <w:ind w:left="57"/>
            </w:pPr>
            <w:r>
              <w:rPr>
                <w:rStyle w:val="styleDatatxt"/>
              </w:rPr>
              <w:t xml:space="preserve"> </w:t>
            </w:r>
          </w:p>
          <w:p w14:paraId="66DEF2DA" w14:textId="77777777" w:rsidR="00164FF5" w:rsidRDefault="00164FF5">
            <w:pPr>
              <w:pStyle w:val="pStyle"/>
              <w:rPr>
                <w:rStyle w:val="almostEmpty"/>
              </w:rPr>
            </w:pPr>
          </w:p>
          <w:p w14:paraId="12177AA7" w14:textId="77777777" w:rsidR="00164FF5" w:rsidRDefault="00861641">
            <w:pPr>
              <w:spacing w:after="0" w:line="240" w:lineRule="auto"/>
              <w:ind w:left="57"/>
            </w:pPr>
            <w:r>
              <w:rPr>
                <w:rStyle w:val="styleDatatxt"/>
              </w:rPr>
              <w:t xml:space="preserve">Apart from accounts of water depth and extent of flooding, there has been no regular monitoring of inflows or water depth at Lake Pinaroo. There is also no information available on the extent of groundwater flow into or out of Lake Pinaroo. However, it appears from rainfall data collected at Fort Grey and the limited literature available that Lake Pinaroo can retain water for up to seven years. For example, the lake filled in 1974 and had dried up completely in 1981  ; when full, the water depth in Lake Pinaroo is thought to be 0–2 m and can drop during summer months by over 60 cm. Recently developed satellite imaging capability may be employed in the future to address some of the hydrological and vegetation monitoring requirements.  </w:t>
            </w:r>
          </w:p>
          <w:p w14:paraId="29C909E6" w14:textId="77777777" w:rsidR="00164FF5" w:rsidRDefault="00164FF5">
            <w:pPr>
              <w:pStyle w:val="pStyle"/>
              <w:rPr>
                <w:rStyle w:val="almostEmpty"/>
              </w:rPr>
            </w:pPr>
          </w:p>
          <w:p w14:paraId="208D7CFF" w14:textId="77777777" w:rsidR="00164FF5" w:rsidRDefault="00861641">
            <w:pPr>
              <w:spacing w:after="0" w:line="240" w:lineRule="auto"/>
              <w:ind w:left="57"/>
            </w:pPr>
            <w:r>
              <w:rPr>
                <w:rStyle w:val="styleDatatxt"/>
              </w:rPr>
              <w:t xml:space="preserve"> </w:t>
            </w:r>
          </w:p>
          <w:p w14:paraId="6F00FE34" w14:textId="77777777" w:rsidR="00164FF5" w:rsidRDefault="00164FF5">
            <w:pPr>
              <w:pStyle w:val="pStyle"/>
              <w:rPr>
                <w:rStyle w:val="almostEmpty"/>
              </w:rPr>
            </w:pPr>
          </w:p>
          <w:p w14:paraId="1424FA3E" w14:textId="77777777" w:rsidR="00164FF5" w:rsidRDefault="00861641">
            <w:pPr>
              <w:spacing w:after="0" w:line="240" w:lineRule="auto"/>
              <w:ind w:left="57"/>
            </w:pPr>
            <w:r>
              <w:rPr>
                <w:rStyle w:val="styleDatatxt"/>
              </w:rPr>
              <w:t xml:space="preserve">The natural water regimes of drying and flooding are critical in this temporary wetland as they determine the nature of species distribution. Most plant species in temporary or unpredictable habitats can produce seed banks (reserves of reproductive propagules, including the oospores of charophyte algae) that can survive prolonged drought and respond quickly when water is present.  </w:t>
            </w:r>
          </w:p>
          <w:p w14:paraId="69A0DEFC" w14:textId="77777777" w:rsidR="00164FF5" w:rsidRDefault="00164FF5">
            <w:pPr>
              <w:pStyle w:val="pStyle"/>
              <w:rPr>
                <w:rStyle w:val="almostEmpty"/>
              </w:rPr>
            </w:pPr>
          </w:p>
          <w:p w14:paraId="5B9747CE" w14:textId="77777777" w:rsidR="00164FF5" w:rsidRDefault="00861641">
            <w:pPr>
              <w:spacing w:after="0" w:line="240" w:lineRule="auto"/>
              <w:ind w:left="57"/>
            </w:pPr>
            <w:r>
              <w:rPr>
                <w:rStyle w:val="styleDatatxt"/>
              </w:rPr>
              <w:t xml:space="preserve"> </w:t>
            </w:r>
          </w:p>
          <w:p w14:paraId="55AA9701" w14:textId="77777777" w:rsidR="00164FF5" w:rsidRDefault="00164FF5">
            <w:pPr>
              <w:pStyle w:val="pStyle"/>
              <w:rPr>
                <w:rStyle w:val="almostEmpty"/>
              </w:rPr>
            </w:pPr>
          </w:p>
          <w:p w14:paraId="0C6FF428" w14:textId="77777777" w:rsidR="00164FF5" w:rsidRDefault="00861641">
            <w:pPr>
              <w:spacing w:after="0" w:line="240" w:lineRule="auto"/>
              <w:ind w:left="57"/>
            </w:pPr>
            <w:r>
              <w:rPr>
                <w:rStyle w:val="styleDatatxt"/>
              </w:rPr>
              <w:t xml:space="preserve">Lake Pinaroo itself has been classified in the Gnurntah wetland system which has cracking brown clays and crusty brown clays. Lake Pinaroo’s bed has fine alluvial sediments which have accumulated to form cracking grey-brown clays. The cracking clays are likely to have higher nutrient levels and greater soil moisture retention than the loam and coarse sands in the surrounding dunes. In dry conditions, large holes can form in these soils.   </w:t>
            </w:r>
          </w:p>
          <w:p w14:paraId="3DF6607F" w14:textId="77777777" w:rsidR="00164FF5" w:rsidRDefault="00164FF5">
            <w:pPr>
              <w:pStyle w:val="pStyle"/>
              <w:rPr>
                <w:rStyle w:val="almostEmpty"/>
              </w:rPr>
            </w:pPr>
          </w:p>
          <w:p w14:paraId="2FE0CA4B" w14:textId="77777777" w:rsidR="00164FF5" w:rsidRDefault="00861641">
            <w:pPr>
              <w:spacing w:after="0" w:line="240" w:lineRule="auto"/>
              <w:ind w:left="57"/>
            </w:pPr>
            <w:r>
              <w:rPr>
                <w:rStyle w:val="styleDatatxt"/>
              </w:rPr>
              <w:t xml:space="preserve"> </w:t>
            </w:r>
          </w:p>
          <w:p w14:paraId="5DBD7723" w14:textId="77777777" w:rsidR="00164FF5" w:rsidRDefault="00164FF5">
            <w:pPr>
              <w:pStyle w:val="pStyle"/>
              <w:rPr>
                <w:rStyle w:val="almostEmpty"/>
              </w:rPr>
            </w:pPr>
          </w:p>
          <w:p w14:paraId="48905607" w14:textId="77777777" w:rsidR="00164FF5" w:rsidRDefault="00861641">
            <w:pPr>
              <w:spacing w:after="0" w:line="240" w:lineRule="auto"/>
              <w:ind w:left="57"/>
            </w:pPr>
            <w:r>
              <w:rPr>
                <w:rStyle w:val="styleDatatxt"/>
              </w:rPr>
              <w:t xml:space="preserve">The geomorphical features of this Ramsar wetland have implications for the distribution of flora and fauna. The shape of the lake and rates of rainfall runoff greatly affect the biological characteristics of this lake and its suitability for species such as shorebirds which prefer gently sloping margins. In the case of small mammals and reptiles, the cracks and holes in the lake bed can provide an important refuge with a cool, moist microclimate where they can shelter in summer months. Dessication cracks can also act as seed traps, substantially altering spatial pattern and depth distributions which may in turn alter subsequent dormancy and germination responses.   </w:t>
            </w:r>
          </w:p>
          <w:p w14:paraId="64411BFD" w14:textId="77777777" w:rsidR="00164FF5" w:rsidRDefault="00164FF5">
            <w:pPr>
              <w:pStyle w:val="pStyle"/>
              <w:rPr>
                <w:rStyle w:val="almostEmpty"/>
              </w:rPr>
            </w:pPr>
          </w:p>
          <w:p w14:paraId="30DBA3C2" w14:textId="77777777" w:rsidR="00164FF5" w:rsidRDefault="00861641">
            <w:pPr>
              <w:spacing w:after="0" w:line="240" w:lineRule="auto"/>
              <w:ind w:left="57"/>
            </w:pPr>
            <w:r>
              <w:rPr>
                <w:rStyle w:val="styleDatatxt"/>
              </w:rPr>
              <w:t xml:space="preserve"> </w:t>
            </w:r>
          </w:p>
          <w:p w14:paraId="75262410" w14:textId="77777777" w:rsidR="00164FF5" w:rsidRDefault="00164FF5">
            <w:pPr>
              <w:pStyle w:val="pStyle"/>
              <w:rPr>
                <w:rStyle w:val="almostEmpty"/>
              </w:rPr>
            </w:pPr>
          </w:p>
          <w:p w14:paraId="53426ACE" w14:textId="77777777" w:rsidR="00164FF5" w:rsidRDefault="00861641">
            <w:pPr>
              <w:spacing w:after="0" w:line="240" w:lineRule="auto"/>
              <w:ind w:left="57"/>
            </w:pPr>
            <w:r>
              <w:rPr>
                <w:rStyle w:val="styleDatatxt"/>
              </w:rPr>
              <w:t xml:space="preserve">Climate change is predicted to exacerbate existing threats to the natural and cultural values of the wetland (OEH 2018). </w:t>
            </w:r>
          </w:p>
          <w:p w14:paraId="36083761" w14:textId="77777777" w:rsidR="00164FF5" w:rsidRDefault="00164FF5">
            <w:pPr>
              <w:pStyle w:val="pStyle"/>
              <w:rPr>
                <w:rStyle w:val="almostEmpty"/>
              </w:rPr>
            </w:pPr>
          </w:p>
          <w:p w14:paraId="74415635" w14:textId="77777777" w:rsidR="00164FF5" w:rsidRDefault="00164FF5">
            <w:pPr>
              <w:spacing w:after="0" w:line="240" w:lineRule="auto"/>
              <w:ind w:left="57"/>
            </w:pPr>
          </w:p>
        </w:tc>
      </w:tr>
    </w:tbl>
    <w:p w14:paraId="39A6C022" w14:textId="77777777" w:rsidR="00164FF5" w:rsidRDefault="00164FF5">
      <w:pPr>
        <w:sectPr w:rsidR="00164FF5">
          <w:pgSz w:w="11905" w:h="16837"/>
          <w:pgMar w:top="1440" w:right="1440" w:bottom="1440" w:left="1440" w:header="720" w:footer="720" w:gutter="0"/>
          <w:cols w:space="720"/>
        </w:sectPr>
      </w:pPr>
    </w:p>
    <w:p w14:paraId="4D25AC92" w14:textId="77777777" w:rsidR="00164FF5" w:rsidRDefault="00861641">
      <w:pPr>
        <w:pStyle w:val="pstyleSectionL1"/>
      </w:pPr>
      <w:r>
        <w:rPr>
          <w:rStyle w:val="styleL1"/>
        </w:rPr>
        <w:lastRenderedPageBreak/>
        <w:t>4.2 What wetland type(s) are in the site?</w:t>
      </w:r>
    </w:p>
    <w:p w14:paraId="395A3D2C" w14:textId="77777777" w:rsidR="00164FF5" w:rsidRDefault="00861641">
      <w:pPr>
        <w:pStyle w:val="pstyleSection"/>
      </w:pPr>
      <w:r>
        <w:rPr>
          <w:rStyle w:val="styleL2"/>
        </w:rPr>
        <w:t xml:space="preserve"> </w:t>
      </w:r>
    </w:p>
    <w:p w14:paraId="55E99C8C" w14:textId="77777777" w:rsidR="00164FF5" w:rsidRDefault="00861641">
      <w:pPr>
        <w:pStyle w:val="pstyleComments"/>
      </w:pPr>
      <w:r>
        <w:rPr>
          <w:rStyle w:val="styleC3comment"/>
        </w:rPr>
        <w:t>Please list all wetland types which occur on the site, and for each of them: - rank the four most abundant types by area from 1 (greatest extent) to 4 (least extent) in the third column,  - if the information exists, provide the area (in ha) in the fourth column - if this wetland type is used for justifying the application of Criterion 1, indicate if it is representative, rare or unique in the last column - you can give the local name of the wetland type if different from the Ramsar classification system in the second column</w:t>
      </w:r>
    </w:p>
    <w:p w14:paraId="7E277F59" w14:textId="77777777" w:rsidR="00164FF5" w:rsidRDefault="00861641">
      <w:pPr>
        <w:pStyle w:val="pstyleLabels"/>
      </w:pPr>
      <w:r>
        <w:rPr>
          <w:rStyle w:val="styleC3"/>
        </w:rPr>
        <w:t>Marine or coastal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164FF5" w14:paraId="6FC986F1"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C4D6707" w14:textId="77777777" w:rsidR="00164FF5" w:rsidRDefault="00861641">
            <w:pPr>
              <w:spacing w:after="0" w:line="240" w:lineRule="auto"/>
              <w:jc w:val="center"/>
            </w:pPr>
            <w:r>
              <w:rPr>
                <w:b/>
                <w:bCs/>
                <w:sz w:val="18"/>
                <w:szCs w:val="18"/>
              </w:rPr>
              <w:t>Wetland types (code and name)</w:t>
            </w:r>
          </w:p>
        </w:tc>
        <w:tc>
          <w:tcPr>
            <w:tcW w:w="1750" w:type="dxa"/>
          </w:tcPr>
          <w:p w14:paraId="50764E62" w14:textId="77777777" w:rsidR="00164FF5" w:rsidRDefault="00861641">
            <w:pPr>
              <w:spacing w:after="0" w:line="240" w:lineRule="auto"/>
              <w:jc w:val="center"/>
            </w:pPr>
            <w:r>
              <w:rPr>
                <w:b/>
                <w:bCs/>
                <w:sz w:val="18"/>
                <w:szCs w:val="18"/>
              </w:rPr>
              <w:t>Local name</w:t>
            </w:r>
          </w:p>
        </w:tc>
        <w:tc>
          <w:tcPr>
            <w:tcW w:w="1750" w:type="dxa"/>
          </w:tcPr>
          <w:p w14:paraId="65A9F372" w14:textId="77777777" w:rsidR="00164FF5" w:rsidRDefault="00861641">
            <w:pPr>
              <w:spacing w:after="0" w:line="240" w:lineRule="auto"/>
              <w:jc w:val="center"/>
            </w:pPr>
            <w:r>
              <w:rPr>
                <w:b/>
                <w:bCs/>
                <w:sz w:val="18"/>
                <w:szCs w:val="18"/>
              </w:rPr>
              <w:t>Ranking of extent (1: greatest - 4: least)</w:t>
            </w:r>
          </w:p>
        </w:tc>
        <w:tc>
          <w:tcPr>
            <w:tcW w:w="1750" w:type="dxa"/>
          </w:tcPr>
          <w:p w14:paraId="43ED4131" w14:textId="77777777" w:rsidR="00164FF5" w:rsidRDefault="00861641">
            <w:pPr>
              <w:spacing w:after="0" w:line="240" w:lineRule="auto"/>
              <w:jc w:val="center"/>
            </w:pPr>
            <w:r>
              <w:rPr>
                <w:b/>
                <w:bCs/>
                <w:sz w:val="18"/>
                <w:szCs w:val="18"/>
              </w:rPr>
              <w:t>Area (ha) of wetland type</w:t>
            </w:r>
          </w:p>
        </w:tc>
        <w:tc>
          <w:tcPr>
            <w:tcW w:w="1750" w:type="dxa"/>
          </w:tcPr>
          <w:p w14:paraId="7FEADA66" w14:textId="77777777" w:rsidR="00164FF5" w:rsidRDefault="00861641">
            <w:pPr>
              <w:spacing w:after="0" w:line="240" w:lineRule="auto"/>
              <w:jc w:val="center"/>
            </w:pPr>
            <w:r>
              <w:rPr>
                <w:b/>
                <w:bCs/>
                <w:sz w:val="18"/>
                <w:szCs w:val="18"/>
              </w:rPr>
              <w:t>Justification of Criterion 1</w:t>
            </w:r>
          </w:p>
        </w:tc>
      </w:tr>
      <w:tr w:rsidR="00164FF5" w14:paraId="3B9BE410" w14:textId="77777777" w:rsidTr="00164FF5">
        <w:trPr>
          <w:trHeight w:val="200"/>
        </w:trPr>
        <w:tc>
          <w:tcPr>
            <w:tcW w:w="1750" w:type="dxa"/>
          </w:tcPr>
          <w:p w14:paraId="214AD08D" w14:textId="77777777" w:rsidR="00164FF5" w:rsidRDefault="00164FF5"/>
        </w:tc>
        <w:tc>
          <w:tcPr>
            <w:tcW w:w="1750" w:type="dxa"/>
          </w:tcPr>
          <w:p w14:paraId="4E2F7495" w14:textId="77777777" w:rsidR="00164FF5" w:rsidRDefault="00164FF5"/>
        </w:tc>
        <w:tc>
          <w:tcPr>
            <w:tcW w:w="1750" w:type="dxa"/>
          </w:tcPr>
          <w:p w14:paraId="0D985D49" w14:textId="77777777" w:rsidR="00164FF5" w:rsidRDefault="00164FF5"/>
        </w:tc>
        <w:tc>
          <w:tcPr>
            <w:tcW w:w="1750" w:type="dxa"/>
          </w:tcPr>
          <w:p w14:paraId="293F753D" w14:textId="77777777" w:rsidR="00164FF5" w:rsidRDefault="00164FF5"/>
        </w:tc>
        <w:tc>
          <w:tcPr>
            <w:tcW w:w="1750" w:type="dxa"/>
          </w:tcPr>
          <w:p w14:paraId="02817616" w14:textId="77777777" w:rsidR="00164FF5" w:rsidRDefault="00164FF5"/>
        </w:tc>
      </w:tr>
    </w:tbl>
    <w:p w14:paraId="66890AE3" w14:textId="77777777" w:rsidR="00164FF5" w:rsidRDefault="00164FF5"/>
    <w:p w14:paraId="3273857A" w14:textId="77777777" w:rsidR="00164FF5" w:rsidRDefault="00861641">
      <w:pPr>
        <w:pStyle w:val="pstyleLabels"/>
      </w:pPr>
      <w:r>
        <w:rPr>
          <w:rStyle w:val="styleC3"/>
        </w:rPr>
        <w:t>Inland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164FF5" w14:paraId="6E77BA85"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14D45916" w14:textId="77777777" w:rsidR="00164FF5" w:rsidRDefault="00861641">
            <w:pPr>
              <w:spacing w:after="0" w:line="240" w:lineRule="auto"/>
              <w:jc w:val="center"/>
            </w:pPr>
            <w:r>
              <w:rPr>
                <w:b/>
                <w:bCs/>
                <w:sz w:val="18"/>
                <w:szCs w:val="18"/>
              </w:rPr>
              <w:t>Wetland types (code and name)</w:t>
            </w:r>
          </w:p>
        </w:tc>
        <w:tc>
          <w:tcPr>
            <w:tcW w:w="1750" w:type="dxa"/>
          </w:tcPr>
          <w:p w14:paraId="316A6A93" w14:textId="77777777" w:rsidR="00164FF5" w:rsidRDefault="00861641">
            <w:pPr>
              <w:spacing w:after="0" w:line="240" w:lineRule="auto"/>
              <w:jc w:val="center"/>
            </w:pPr>
            <w:r>
              <w:rPr>
                <w:b/>
                <w:bCs/>
                <w:sz w:val="18"/>
                <w:szCs w:val="18"/>
              </w:rPr>
              <w:t>Local name</w:t>
            </w:r>
          </w:p>
        </w:tc>
        <w:tc>
          <w:tcPr>
            <w:tcW w:w="1750" w:type="dxa"/>
          </w:tcPr>
          <w:p w14:paraId="5A874B1D" w14:textId="77777777" w:rsidR="00164FF5" w:rsidRDefault="00861641">
            <w:pPr>
              <w:spacing w:after="0" w:line="240" w:lineRule="auto"/>
              <w:jc w:val="center"/>
            </w:pPr>
            <w:r>
              <w:rPr>
                <w:b/>
                <w:bCs/>
                <w:sz w:val="18"/>
                <w:szCs w:val="18"/>
              </w:rPr>
              <w:t>Ranking of extent (1: greatest - 4: least)</w:t>
            </w:r>
          </w:p>
        </w:tc>
        <w:tc>
          <w:tcPr>
            <w:tcW w:w="1750" w:type="dxa"/>
          </w:tcPr>
          <w:p w14:paraId="13597CD7" w14:textId="77777777" w:rsidR="00164FF5" w:rsidRDefault="00861641">
            <w:pPr>
              <w:spacing w:after="0" w:line="240" w:lineRule="auto"/>
              <w:jc w:val="center"/>
            </w:pPr>
            <w:r>
              <w:rPr>
                <w:b/>
                <w:bCs/>
                <w:sz w:val="18"/>
                <w:szCs w:val="18"/>
              </w:rPr>
              <w:t>Area (ha) of wetland type</w:t>
            </w:r>
          </w:p>
        </w:tc>
        <w:tc>
          <w:tcPr>
            <w:tcW w:w="1750" w:type="dxa"/>
          </w:tcPr>
          <w:p w14:paraId="6B170DC2" w14:textId="77777777" w:rsidR="00164FF5" w:rsidRDefault="00861641">
            <w:pPr>
              <w:spacing w:after="0" w:line="240" w:lineRule="auto"/>
              <w:jc w:val="center"/>
            </w:pPr>
            <w:r>
              <w:rPr>
                <w:b/>
                <w:bCs/>
                <w:sz w:val="18"/>
                <w:szCs w:val="18"/>
              </w:rPr>
              <w:t>Justification of Criterion 1</w:t>
            </w:r>
          </w:p>
        </w:tc>
      </w:tr>
      <w:tr w:rsidR="00164FF5" w14:paraId="00B7C27D" w14:textId="77777777" w:rsidTr="00164FF5">
        <w:trPr>
          <w:trHeight w:val="200"/>
        </w:trPr>
        <w:tc>
          <w:tcPr>
            <w:tcW w:w="1750" w:type="dxa"/>
          </w:tcPr>
          <w:p w14:paraId="023B61A7" w14:textId="77777777" w:rsidR="00164FF5" w:rsidRDefault="00861641">
            <w:r>
              <w:rPr>
                <w:rStyle w:val="styleSubformtxt"/>
              </w:rPr>
              <w:t>Fresh water &gt; Flowing water &gt;&gt; N: Seasonal/ intermittent/ irregular rivers/ streams/ creeks</w:t>
            </w:r>
          </w:p>
        </w:tc>
        <w:tc>
          <w:tcPr>
            <w:tcW w:w="1750" w:type="dxa"/>
          </w:tcPr>
          <w:p w14:paraId="3B1DF559" w14:textId="77777777" w:rsidR="00164FF5" w:rsidRDefault="00164FF5"/>
        </w:tc>
        <w:tc>
          <w:tcPr>
            <w:tcW w:w="1750" w:type="dxa"/>
          </w:tcPr>
          <w:p w14:paraId="075A1B39" w14:textId="77777777" w:rsidR="00164FF5" w:rsidRDefault="00861641">
            <w:r>
              <w:rPr>
                <w:rStyle w:val="styleSubformtxt"/>
              </w:rPr>
              <w:t>2</w:t>
            </w:r>
          </w:p>
        </w:tc>
        <w:tc>
          <w:tcPr>
            <w:tcW w:w="1750" w:type="dxa"/>
          </w:tcPr>
          <w:p w14:paraId="26D3138E" w14:textId="77777777" w:rsidR="00164FF5" w:rsidRDefault="00164FF5"/>
        </w:tc>
        <w:tc>
          <w:tcPr>
            <w:tcW w:w="1750" w:type="dxa"/>
          </w:tcPr>
          <w:p w14:paraId="0AA1EAC2" w14:textId="77777777" w:rsidR="00164FF5" w:rsidRDefault="00164FF5"/>
        </w:tc>
      </w:tr>
      <w:tr w:rsidR="00164FF5" w14:paraId="0355AAFE" w14:textId="77777777" w:rsidTr="00164FF5">
        <w:trPr>
          <w:trHeight w:val="200"/>
        </w:trPr>
        <w:tc>
          <w:tcPr>
            <w:tcW w:w="1750" w:type="dxa"/>
          </w:tcPr>
          <w:p w14:paraId="24ACD6C1" w14:textId="77777777" w:rsidR="00164FF5" w:rsidRDefault="00861641">
            <w:r>
              <w:rPr>
                <w:rStyle w:val="styleSubformtxt"/>
              </w:rPr>
              <w:t>Saline, brackish or alkaline water &gt; Lakes &gt;&gt; R: Seasonal/ intermittent saline/ brackish/ alkaline lakes and flats</w:t>
            </w:r>
          </w:p>
        </w:tc>
        <w:tc>
          <w:tcPr>
            <w:tcW w:w="1750" w:type="dxa"/>
          </w:tcPr>
          <w:p w14:paraId="15B77D70" w14:textId="77777777" w:rsidR="00164FF5" w:rsidRDefault="00164FF5"/>
        </w:tc>
        <w:tc>
          <w:tcPr>
            <w:tcW w:w="1750" w:type="dxa"/>
          </w:tcPr>
          <w:p w14:paraId="3B53F011" w14:textId="77777777" w:rsidR="00164FF5" w:rsidRDefault="00861641">
            <w:r>
              <w:rPr>
                <w:rStyle w:val="styleSubformtxt"/>
              </w:rPr>
              <w:t>1</w:t>
            </w:r>
          </w:p>
        </w:tc>
        <w:tc>
          <w:tcPr>
            <w:tcW w:w="1750" w:type="dxa"/>
          </w:tcPr>
          <w:p w14:paraId="1E2D8B1D" w14:textId="77777777" w:rsidR="00164FF5" w:rsidRDefault="00861641">
            <w:r>
              <w:rPr>
                <w:rStyle w:val="styleSubformtxt"/>
              </w:rPr>
              <w:t>618</w:t>
            </w:r>
          </w:p>
        </w:tc>
        <w:tc>
          <w:tcPr>
            <w:tcW w:w="1750" w:type="dxa"/>
          </w:tcPr>
          <w:p w14:paraId="543EABE7" w14:textId="77777777" w:rsidR="00164FF5" w:rsidRDefault="00861641">
            <w:r>
              <w:rPr>
                <w:rStyle w:val="styleSubformtxt"/>
              </w:rPr>
              <w:t>Rare</w:t>
            </w:r>
          </w:p>
        </w:tc>
      </w:tr>
      <w:tr w:rsidR="00164FF5" w14:paraId="44590AE5" w14:textId="77777777" w:rsidTr="00164FF5">
        <w:trPr>
          <w:trHeight w:val="200"/>
        </w:trPr>
        <w:tc>
          <w:tcPr>
            <w:tcW w:w="1750" w:type="dxa"/>
          </w:tcPr>
          <w:p w14:paraId="088D7F3C" w14:textId="77777777" w:rsidR="00164FF5" w:rsidRDefault="00164FF5"/>
        </w:tc>
        <w:tc>
          <w:tcPr>
            <w:tcW w:w="1750" w:type="dxa"/>
          </w:tcPr>
          <w:p w14:paraId="3756D3AD" w14:textId="77777777" w:rsidR="00164FF5" w:rsidRDefault="00164FF5"/>
        </w:tc>
        <w:tc>
          <w:tcPr>
            <w:tcW w:w="1750" w:type="dxa"/>
          </w:tcPr>
          <w:p w14:paraId="19035424" w14:textId="77777777" w:rsidR="00164FF5" w:rsidRDefault="00164FF5"/>
        </w:tc>
        <w:tc>
          <w:tcPr>
            <w:tcW w:w="1750" w:type="dxa"/>
          </w:tcPr>
          <w:p w14:paraId="2FBF96B6" w14:textId="77777777" w:rsidR="00164FF5" w:rsidRDefault="00164FF5"/>
        </w:tc>
        <w:tc>
          <w:tcPr>
            <w:tcW w:w="1750" w:type="dxa"/>
          </w:tcPr>
          <w:p w14:paraId="64058F58" w14:textId="77777777" w:rsidR="00164FF5" w:rsidRDefault="00164FF5"/>
        </w:tc>
      </w:tr>
    </w:tbl>
    <w:p w14:paraId="2703CA8F" w14:textId="77777777" w:rsidR="00164FF5" w:rsidRDefault="00164FF5"/>
    <w:p w14:paraId="577EA1D8" w14:textId="77777777" w:rsidR="00164FF5" w:rsidRDefault="00861641">
      <w:pPr>
        <w:pStyle w:val="pstyleLabels"/>
      </w:pPr>
      <w:r>
        <w:rPr>
          <w:rStyle w:val="styleC3"/>
        </w:rPr>
        <w:t>Human-made wetlands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164FF5" w14:paraId="5BF248E2"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013C9C4" w14:textId="77777777" w:rsidR="00164FF5" w:rsidRDefault="00861641">
            <w:pPr>
              <w:spacing w:after="0" w:line="240" w:lineRule="auto"/>
              <w:jc w:val="center"/>
            </w:pPr>
            <w:r>
              <w:rPr>
                <w:b/>
                <w:bCs/>
                <w:sz w:val="18"/>
                <w:szCs w:val="18"/>
              </w:rPr>
              <w:t>Wetland types (code and name)</w:t>
            </w:r>
          </w:p>
        </w:tc>
        <w:tc>
          <w:tcPr>
            <w:tcW w:w="1750" w:type="dxa"/>
          </w:tcPr>
          <w:p w14:paraId="02302612" w14:textId="77777777" w:rsidR="00164FF5" w:rsidRDefault="00861641">
            <w:pPr>
              <w:spacing w:after="0" w:line="240" w:lineRule="auto"/>
              <w:jc w:val="center"/>
            </w:pPr>
            <w:r>
              <w:rPr>
                <w:b/>
                <w:bCs/>
                <w:sz w:val="18"/>
                <w:szCs w:val="18"/>
              </w:rPr>
              <w:t>Local name</w:t>
            </w:r>
          </w:p>
        </w:tc>
        <w:tc>
          <w:tcPr>
            <w:tcW w:w="1750" w:type="dxa"/>
          </w:tcPr>
          <w:p w14:paraId="0C31270E" w14:textId="77777777" w:rsidR="00164FF5" w:rsidRDefault="00861641">
            <w:pPr>
              <w:spacing w:after="0" w:line="240" w:lineRule="auto"/>
              <w:jc w:val="center"/>
            </w:pPr>
            <w:r>
              <w:rPr>
                <w:b/>
                <w:bCs/>
                <w:sz w:val="18"/>
                <w:szCs w:val="18"/>
              </w:rPr>
              <w:t>Ranking of extent (1: greatest - 4: least)</w:t>
            </w:r>
          </w:p>
        </w:tc>
        <w:tc>
          <w:tcPr>
            <w:tcW w:w="1750" w:type="dxa"/>
          </w:tcPr>
          <w:p w14:paraId="54B40580" w14:textId="77777777" w:rsidR="00164FF5" w:rsidRDefault="00861641">
            <w:pPr>
              <w:spacing w:after="0" w:line="240" w:lineRule="auto"/>
              <w:jc w:val="center"/>
            </w:pPr>
            <w:r>
              <w:rPr>
                <w:b/>
                <w:bCs/>
                <w:sz w:val="18"/>
                <w:szCs w:val="18"/>
              </w:rPr>
              <w:t>Area (ha) of wetland type</w:t>
            </w:r>
          </w:p>
        </w:tc>
        <w:tc>
          <w:tcPr>
            <w:tcW w:w="1750" w:type="dxa"/>
          </w:tcPr>
          <w:p w14:paraId="1943DFED" w14:textId="77777777" w:rsidR="00164FF5" w:rsidRDefault="00861641">
            <w:pPr>
              <w:spacing w:after="0" w:line="240" w:lineRule="auto"/>
              <w:jc w:val="center"/>
            </w:pPr>
            <w:r>
              <w:rPr>
                <w:b/>
                <w:bCs/>
                <w:sz w:val="18"/>
                <w:szCs w:val="18"/>
              </w:rPr>
              <w:t>Justification of Criterion 1</w:t>
            </w:r>
          </w:p>
        </w:tc>
      </w:tr>
      <w:tr w:rsidR="00164FF5" w14:paraId="5CEC99B7" w14:textId="77777777" w:rsidTr="00164FF5">
        <w:trPr>
          <w:trHeight w:val="200"/>
        </w:trPr>
        <w:tc>
          <w:tcPr>
            <w:tcW w:w="1750" w:type="dxa"/>
          </w:tcPr>
          <w:p w14:paraId="78E2F25F" w14:textId="77777777" w:rsidR="00164FF5" w:rsidRDefault="00164FF5"/>
        </w:tc>
        <w:tc>
          <w:tcPr>
            <w:tcW w:w="1750" w:type="dxa"/>
          </w:tcPr>
          <w:p w14:paraId="35791269" w14:textId="77777777" w:rsidR="00164FF5" w:rsidRDefault="00164FF5"/>
        </w:tc>
        <w:tc>
          <w:tcPr>
            <w:tcW w:w="1750" w:type="dxa"/>
          </w:tcPr>
          <w:p w14:paraId="00C40F34" w14:textId="77777777" w:rsidR="00164FF5" w:rsidRDefault="00164FF5"/>
        </w:tc>
        <w:tc>
          <w:tcPr>
            <w:tcW w:w="1750" w:type="dxa"/>
          </w:tcPr>
          <w:p w14:paraId="7C87F52F" w14:textId="77777777" w:rsidR="00164FF5" w:rsidRDefault="00164FF5"/>
        </w:tc>
        <w:tc>
          <w:tcPr>
            <w:tcW w:w="1750" w:type="dxa"/>
          </w:tcPr>
          <w:p w14:paraId="06D60E3B" w14:textId="77777777" w:rsidR="00164FF5" w:rsidRDefault="00164FF5"/>
        </w:tc>
      </w:tr>
    </w:tbl>
    <w:p w14:paraId="7BD1E8BA" w14:textId="77777777" w:rsidR="00164FF5" w:rsidRDefault="00164FF5"/>
    <w:p w14:paraId="3EDA3350" w14:textId="77777777" w:rsidR="00164FF5" w:rsidRDefault="00861641">
      <w:pPr>
        <w:pStyle w:val="pstyleComments"/>
      </w:pPr>
      <w:r>
        <w:rPr>
          <w:rStyle w:val="styleC3comment"/>
        </w:rPr>
        <w:t>What non-wetland habitats are within the site?</w:t>
      </w:r>
    </w:p>
    <w:p w14:paraId="53EF54C2" w14:textId="77777777" w:rsidR="00164FF5" w:rsidRDefault="00861641">
      <w:pPr>
        <w:pStyle w:val="pstyleLabels"/>
      </w:pPr>
      <w:r>
        <w:rPr>
          <w:rStyle w:val="styleC3"/>
        </w:rPr>
        <w:t>Other non-wetland habitat</w:t>
      </w:r>
    </w:p>
    <w:tbl>
      <w:tblPr>
        <w:tblStyle w:val="FancyTable"/>
        <w:tblW w:w="0" w:type="auto"/>
        <w:tblInd w:w="-8" w:type="dxa"/>
        <w:tblLook w:val="04A0" w:firstRow="1" w:lastRow="0" w:firstColumn="1" w:lastColumn="0" w:noHBand="0" w:noVBand="1"/>
      </w:tblPr>
      <w:tblGrid>
        <w:gridCol w:w="1750"/>
        <w:gridCol w:w="1750"/>
      </w:tblGrid>
      <w:tr w:rsidR="00164FF5" w14:paraId="223D5060"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1F93885F" w14:textId="77777777" w:rsidR="00164FF5" w:rsidRDefault="00861641">
            <w:pPr>
              <w:spacing w:after="0" w:line="240" w:lineRule="auto"/>
              <w:jc w:val="center"/>
            </w:pPr>
            <w:r>
              <w:rPr>
                <w:b/>
                <w:bCs/>
                <w:sz w:val="18"/>
                <w:szCs w:val="18"/>
              </w:rPr>
              <w:t>Other non-wetland habitats within the site</w:t>
            </w:r>
          </w:p>
        </w:tc>
        <w:tc>
          <w:tcPr>
            <w:tcW w:w="1750" w:type="dxa"/>
          </w:tcPr>
          <w:p w14:paraId="79E35B95" w14:textId="77777777" w:rsidR="00164FF5" w:rsidRDefault="00861641">
            <w:pPr>
              <w:spacing w:after="0" w:line="240" w:lineRule="auto"/>
              <w:jc w:val="center"/>
            </w:pPr>
            <w:r>
              <w:rPr>
                <w:b/>
                <w:bCs/>
                <w:sz w:val="18"/>
                <w:szCs w:val="18"/>
              </w:rPr>
              <w:t>Area (ha) if known</w:t>
            </w:r>
          </w:p>
        </w:tc>
      </w:tr>
      <w:tr w:rsidR="00164FF5" w14:paraId="6C2B24BD" w14:textId="77777777" w:rsidTr="00164FF5">
        <w:trPr>
          <w:trHeight w:val="200"/>
        </w:trPr>
        <w:tc>
          <w:tcPr>
            <w:tcW w:w="1750" w:type="dxa"/>
          </w:tcPr>
          <w:p w14:paraId="2541466C" w14:textId="77777777" w:rsidR="00164FF5" w:rsidRDefault="00164FF5"/>
        </w:tc>
        <w:tc>
          <w:tcPr>
            <w:tcW w:w="1750" w:type="dxa"/>
          </w:tcPr>
          <w:p w14:paraId="54376504" w14:textId="77777777" w:rsidR="00164FF5" w:rsidRDefault="00164FF5"/>
        </w:tc>
      </w:tr>
    </w:tbl>
    <w:p w14:paraId="4E2D6224" w14:textId="77777777" w:rsidR="00164FF5" w:rsidRDefault="00164FF5"/>
    <w:p w14:paraId="3E1AE61B" w14:textId="77777777" w:rsidR="00164FF5" w:rsidRDefault="00861641">
      <w:pPr>
        <w:spacing w:before="80" w:after="20" w:line="244" w:lineRule="auto"/>
        <w:ind w:left="216"/>
      </w:pPr>
      <w:r>
        <w:rPr>
          <w:rStyle w:val="styleC3ecd"/>
        </w:rPr>
        <w:t>Habitat connectivity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185333E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8FA6A49" w14:textId="77777777" w:rsidR="00164FF5" w:rsidRDefault="00164FF5">
            <w:pPr>
              <w:spacing w:after="0" w:line="240" w:lineRule="auto"/>
              <w:ind w:left="216"/>
            </w:pPr>
          </w:p>
        </w:tc>
        <w:tc>
          <w:tcPr>
            <w:tcW w:w="9500" w:type="dxa"/>
          </w:tcPr>
          <w:p w14:paraId="29CC2925" w14:textId="77777777" w:rsidR="00164FF5" w:rsidRDefault="00164FF5">
            <w:pPr>
              <w:spacing w:before="5" w:after="2" w:line="240" w:lineRule="auto"/>
              <w:ind w:left="72"/>
            </w:pPr>
          </w:p>
        </w:tc>
      </w:tr>
    </w:tbl>
    <w:p w14:paraId="4AFA047F" w14:textId="77777777" w:rsidR="00164FF5" w:rsidRDefault="00164FF5">
      <w:pPr>
        <w:sectPr w:rsidR="00164FF5">
          <w:pgSz w:w="11905" w:h="16837"/>
          <w:pgMar w:top="1440" w:right="1440" w:bottom="1440" w:left="1440" w:header="720" w:footer="720" w:gutter="0"/>
          <w:cols w:space="720"/>
        </w:sectPr>
      </w:pPr>
    </w:p>
    <w:p w14:paraId="748B5A18" w14:textId="77777777" w:rsidR="00164FF5" w:rsidRDefault="00861641">
      <w:pPr>
        <w:pStyle w:val="pstyleSectionL1"/>
      </w:pPr>
      <w:r>
        <w:rPr>
          <w:rStyle w:val="styleL1"/>
        </w:rPr>
        <w:lastRenderedPageBreak/>
        <w:t>4.3 Biological components</w:t>
      </w:r>
    </w:p>
    <w:p w14:paraId="210C4262" w14:textId="77777777" w:rsidR="00164FF5" w:rsidRDefault="00861641">
      <w:pPr>
        <w:pStyle w:val="pstyleSection"/>
      </w:pPr>
      <w:r>
        <w:rPr>
          <w:rStyle w:val="styleL2"/>
        </w:rPr>
        <w:t>4.3.1 Plant species</w:t>
      </w:r>
    </w:p>
    <w:p w14:paraId="6E5B6039" w14:textId="77777777" w:rsidR="00164FF5" w:rsidRDefault="00861641">
      <w:pPr>
        <w:pStyle w:val="pstyleLabels"/>
      </w:pPr>
      <w:r>
        <w:rPr>
          <w:rStyle w:val="styleC3"/>
        </w:rPr>
        <w:t>Other noteworthy plant species</w:t>
      </w:r>
    </w:p>
    <w:tbl>
      <w:tblPr>
        <w:tblStyle w:val="FancyTable"/>
        <w:tblW w:w="0" w:type="auto"/>
        <w:tblInd w:w="-8" w:type="dxa"/>
        <w:tblLook w:val="04A0" w:firstRow="1" w:lastRow="0" w:firstColumn="1" w:lastColumn="0" w:noHBand="0" w:noVBand="1"/>
      </w:tblPr>
      <w:tblGrid>
        <w:gridCol w:w="1750"/>
        <w:gridCol w:w="1750"/>
        <w:gridCol w:w="1750"/>
      </w:tblGrid>
      <w:tr w:rsidR="00164FF5" w14:paraId="1E41AD87"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2875482" w14:textId="77777777" w:rsidR="00164FF5" w:rsidRDefault="00861641">
            <w:pPr>
              <w:spacing w:after="0" w:line="240" w:lineRule="auto"/>
              <w:jc w:val="center"/>
            </w:pPr>
            <w:r>
              <w:rPr>
                <w:b/>
                <w:bCs/>
                <w:sz w:val="18"/>
                <w:szCs w:val="18"/>
              </w:rPr>
              <w:t>Scientific name</w:t>
            </w:r>
          </w:p>
        </w:tc>
        <w:tc>
          <w:tcPr>
            <w:tcW w:w="1750" w:type="dxa"/>
          </w:tcPr>
          <w:p w14:paraId="5CC1C4FC" w14:textId="77777777" w:rsidR="00164FF5" w:rsidRDefault="00861641">
            <w:pPr>
              <w:spacing w:after="0" w:line="240" w:lineRule="auto"/>
              <w:jc w:val="center"/>
            </w:pPr>
            <w:r>
              <w:rPr>
                <w:b/>
                <w:bCs/>
                <w:sz w:val="18"/>
                <w:szCs w:val="18"/>
              </w:rPr>
              <w:t>Common name</w:t>
            </w:r>
            <w:r>
              <w:rPr>
                <w:vertAlign w:val="superscript"/>
              </w:rPr>
              <w:t xml:space="preserve"> (optional)</w:t>
            </w:r>
          </w:p>
        </w:tc>
        <w:tc>
          <w:tcPr>
            <w:tcW w:w="1750" w:type="dxa"/>
          </w:tcPr>
          <w:p w14:paraId="10AED583" w14:textId="77777777" w:rsidR="00164FF5" w:rsidRDefault="00861641">
            <w:pPr>
              <w:spacing w:after="0" w:line="240" w:lineRule="auto"/>
              <w:jc w:val="center"/>
            </w:pPr>
            <w:r>
              <w:rPr>
                <w:b/>
                <w:bCs/>
                <w:sz w:val="18"/>
                <w:szCs w:val="18"/>
              </w:rPr>
              <w:t>Position in range / endemism / other</w:t>
            </w:r>
            <w:r>
              <w:rPr>
                <w:vertAlign w:val="superscript"/>
              </w:rPr>
              <w:t xml:space="preserve"> (optional)</w:t>
            </w:r>
          </w:p>
        </w:tc>
      </w:tr>
      <w:tr w:rsidR="00164FF5" w14:paraId="333AE183" w14:textId="77777777" w:rsidTr="00164FF5">
        <w:trPr>
          <w:trHeight w:val="200"/>
        </w:trPr>
        <w:tc>
          <w:tcPr>
            <w:tcW w:w="1750" w:type="dxa"/>
          </w:tcPr>
          <w:p w14:paraId="58AACA97" w14:textId="77777777" w:rsidR="00164FF5" w:rsidRDefault="00861641">
            <w:r>
              <w:rPr>
                <w:rStyle w:val="styleSubformtxtIblue"/>
              </w:rPr>
              <w:t>Abutilon malvifolium</w:t>
            </w:r>
          </w:p>
        </w:tc>
        <w:tc>
          <w:tcPr>
            <w:tcW w:w="1750" w:type="dxa"/>
          </w:tcPr>
          <w:p w14:paraId="2B2AE5B0" w14:textId="77777777" w:rsidR="00164FF5" w:rsidRDefault="00861641">
            <w:r>
              <w:rPr>
                <w:rStyle w:val="styleSubformtxt"/>
              </w:rPr>
              <w:t>Mallow leaf lantern flower</w:t>
            </w:r>
          </w:p>
        </w:tc>
        <w:tc>
          <w:tcPr>
            <w:tcW w:w="1750" w:type="dxa"/>
          </w:tcPr>
          <w:p w14:paraId="27BA5AD2" w14:textId="77777777" w:rsidR="00164FF5" w:rsidRDefault="00164FF5"/>
        </w:tc>
      </w:tr>
      <w:tr w:rsidR="00164FF5" w14:paraId="688A2808" w14:textId="77777777" w:rsidTr="00164FF5">
        <w:trPr>
          <w:trHeight w:val="200"/>
        </w:trPr>
        <w:tc>
          <w:tcPr>
            <w:tcW w:w="1750" w:type="dxa"/>
          </w:tcPr>
          <w:p w14:paraId="74EA3368" w14:textId="77777777" w:rsidR="00164FF5" w:rsidRDefault="00861641">
            <w:r>
              <w:rPr>
                <w:rStyle w:val="styleSubformtxtIblue"/>
              </w:rPr>
              <w:t>Acacia ligulata</w:t>
            </w:r>
          </w:p>
        </w:tc>
        <w:tc>
          <w:tcPr>
            <w:tcW w:w="1750" w:type="dxa"/>
          </w:tcPr>
          <w:p w14:paraId="57C30E4C" w14:textId="77777777" w:rsidR="00164FF5" w:rsidRDefault="00861641">
            <w:r>
              <w:rPr>
                <w:rStyle w:val="styleSubformtxt"/>
              </w:rPr>
              <w:t>Sandhill wattle</w:t>
            </w:r>
          </w:p>
        </w:tc>
        <w:tc>
          <w:tcPr>
            <w:tcW w:w="1750" w:type="dxa"/>
          </w:tcPr>
          <w:p w14:paraId="71085AA4" w14:textId="77777777" w:rsidR="00164FF5" w:rsidRDefault="00164FF5"/>
        </w:tc>
      </w:tr>
      <w:tr w:rsidR="00164FF5" w14:paraId="377561F8" w14:textId="77777777" w:rsidTr="00164FF5">
        <w:trPr>
          <w:trHeight w:val="200"/>
        </w:trPr>
        <w:tc>
          <w:tcPr>
            <w:tcW w:w="1750" w:type="dxa"/>
          </w:tcPr>
          <w:p w14:paraId="172EAED3" w14:textId="77777777" w:rsidR="00164FF5" w:rsidRDefault="00861641">
            <w:r>
              <w:rPr>
                <w:rStyle w:val="styleSubformtxtIblue"/>
              </w:rPr>
              <w:t>Alternanthera nodifera</w:t>
            </w:r>
          </w:p>
        </w:tc>
        <w:tc>
          <w:tcPr>
            <w:tcW w:w="1750" w:type="dxa"/>
          </w:tcPr>
          <w:p w14:paraId="74F5880D" w14:textId="77777777" w:rsidR="00164FF5" w:rsidRDefault="00861641">
            <w:r>
              <w:rPr>
                <w:rStyle w:val="styleSubformtxt"/>
              </w:rPr>
              <w:t>Joy weed</w:t>
            </w:r>
          </w:p>
        </w:tc>
        <w:tc>
          <w:tcPr>
            <w:tcW w:w="1750" w:type="dxa"/>
          </w:tcPr>
          <w:p w14:paraId="0A714BCB" w14:textId="77777777" w:rsidR="00164FF5" w:rsidRDefault="00164FF5"/>
        </w:tc>
      </w:tr>
      <w:tr w:rsidR="00164FF5" w14:paraId="27193AD6" w14:textId="77777777" w:rsidTr="00164FF5">
        <w:trPr>
          <w:trHeight w:val="200"/>
        </w:trPr>
        <w:tc>
          <w:tcPr>
            <w:tcW w:w="1750" w:type="dxa"/>
          </w:tcPr>
          <w:p w14:paraId="2D3C3BEA" w14:textId="77777777" w:rsidR="00164FF5" w:rsidRDefault="00861641">
            <w:r>
              <w:rPr>
                <w:rStyle w:val="styleSubformtxtIblue"/>
              </w:rPr>
              <w:t>Aster bellidiastrum</w:t>
            </w:r>
          </w:p>
        </w:tc>
        <w:tc>
          <w:tcPr>
            <w:tcW w:w="1750" w:type="dxa"/>
          </w:tcPr>
          <w:p w14:paraId="7AD34B28" w14:textId="77777777" w:rsidR="00164FF5" w:rsidRDefault="00861641">
            <w:r>
              <w:rPr>
                <w:rStyle w:val="styleSubformtxt"/>
              </w:rPr>
              <w:t>Bushy starwart</w:t>
            </w:r>
          </w:p>
        </w:tc>
        <w:tc>
          <w:tcPr>
            <w:tcW w:w="1750" w:type="dxa"/>
          </w:tcPr>
          <w:p w14:paraId="16F744DB" w14:textId="77777777" w:rsidR="00164FF5" w:rsidRDefault="00164FF5"/>
        </w:tc>
      </w:tr>
      <w:tr w:rsidR="00164FF5" w14:paraId="4E92AEE7" w14:textId="77777777" w:rsidTr="00164FF5">
        <w:trPr>
          <w:trHeight w:val="200"/>
        </w:trPr>
        <w:tc>
          <w:tcPr>
            <w:tcW w:w="1750" w:type="dxa"/>
          </w:tcPr>
          <w:p w14:paraId="0DF2DCD7" w14:textId="77777777" w:rsidR="00164FF5" w:rsidRDefault="00861641">
            <w:r>
              <w:rPr>
                <w:rStyle w:val="styleSubformtxtIblue"/>
              </w:rPr>
              <w:t>Atriplex paludosa</w:t>
            </w:r>
          </w:p>
        </w:tc>
        <w:tc>
          <w:tcPr>
            <w:tcW w:w="1750" w:type="dxa"/>
          </w:tcPr>
          <w:p w14:paraId="390EE751" w14:textId="77777777" w:rsidR="00164FF5" w:rsidRDefault="00164FF5"/>
        </w:tc>
        <w:tc>
          <w:tcPr>
            <w:tcW w:w="1750" w:type="dxa"/>
          </w:tcPr>
          <w:p w14:paraId="0BCCE5A5" w14:textId="77777777" w:rsidR="00164FF5" w:rsidRDefault="00164FF5"/>
        </w:tc>
      </w:tr>
      <w:tr w:rsidR="00164FF5" w14:paraId="00E0A61B" w14:textId="77777777" w:rsidTr="00164FF5">
        <w:trPr>
          <w:trHeight w:val="200"/>
        </w:trPr>
        <w:tc>
          <w:tcPr>
            <w:tcW w:w="1750" w:type="dxa"/>
          </w:tcPr>
          <w:p w14:paraId="6C4CA417" w14:textId="77777777" w:rsidR="00164FF5" w:rsidRDefault="00861641">
            <w:r>
              <w:rPr>
                <w:rStyle w:val="styleSubformtxtIblue"/>
              </w:rPr>
              <w:t>Atriplex stipitata</w:t>
            </w:r>
          </w:p>
        </w:tc>
        <w:tc>
          <w:tcPr>
            <w:tcW w:w="1750" w:type="dxa"/>
          </w:tcPr>
          <w:p w14:paraId="533FEDD5" w14:textId="77777777" w:rsidR="00164FF5" w:rsidRDefault="00861641">
            <w:r>
              <w:rPr>
                <w:rStyle w:val="styleSubformtxt"/>
              </w:rPr>
              <w:t>Bitter saltbush</w:t>
            </w:r>
          </w:p>
        </w:tc>
        <w:tc>
          <w:tcPr>
            <w:tcW w:w="1750" w:type="dxa"/>
          </w:tcPr>
          <w:p w14:paraId="5693D85F" w14:textId="77777777" w:rsidR="00164FF5" w:rsidRDefault="00164FF5"/>
        </w:tc>
      </w:tr>
      <w:tr w:rsidR="00164FF5" w14:paraId="5011385C" w14:textId="77777777" w:rsidTr="00164FF5">
        <w:trPr>
          <w:trHeight w:val="200"/>
        </w:trPr>
        <w:tc>
          <w:tcPr>
            <w:tcW w:w="1750" w:type="dxa"/>
          </w:tcPr>
          <w:p w14:paraId="45511B5F" w14:textId="77777777" w:rsidR="00164FF5" w:rsidRDefault="00861641">
            <w:r>
              <w:rPr>
                <w:rStyle w:val="styleSubformtxtIblue"/>
              </w:rPr>
              <w:t>Boerhavia diffusa</w:t>
            </w:r>
          </w:p>
        </w:tc>
        <w:tc>
          <w:tcPr>
            <w:tcW w:w="1750" w:type="dxa"/>
          </w:tcPr>
          <w:p w14:paraId="5393E2E1" w14:textId="77777777" w:rsidR="00164FF5" w:rsidRDefault="00861641">
            <w:r>
              <w:rPr>
                <w:rStyle w:val="styleSubformtxt"/>
              </w:rPr>
              <w:t>Tar vine</w:t>
            </w:r>
          </w:p>
        </w:tc>
        <w:tc>
          <w:tcPr>
            <w:tcW w:w="1750" w:type="dxa"/>
          </w:tcPr>
          <w:p w14:paraId="6B73AF19" w14:textId="77777777" w:rsidR="00164FF5" w:rsidRDefault="00164FF5"/>
        </w:tc>
      </w:tr>
      <w:tr w:rsidR="00164FF5" w14:paraId="4A1D15D3" w14:textId="77777777" w:rsidTr="00164FF5">
        <w:trPr>
          <w:trHeight w:val="200"/>
        </w:trPr>
        <w:tc>
          <w:tcPr>
            <w:tcW w:w="1750" w:type="dxa"/>
          </w:tcPr>
          <w:p w14:paraId="3FABF903" w14:textId="77777777" w:rsidR="00164FF5" w:rsidRDefault="00861641">
            <w:r>
              <w:rPr>
                <w:rStyle w:val="styleSubformtxtIblue"/>
              </w:rPr>
              <w:t>Brachyachne ciliaris</w:t>
            </w:r>
          </w:p>
        </w:tc>
        <w:tc>
          <w:tcPr>
            <w:tcW w:w="1750" w:type="dxa"/>
          </w:tcPr>
          <w:p w14:paraId="437CCEE4" w14:textId="77777777" w:rsidR="00164FF5" w:rsidRDefault="00861641">
            <w:r>
              <w:rPr>
                <w:rStyle w:val="styleSubformtxt"/>
              </w:rPr>
              <w:t>variable daisy</w:t>
            </w:r>
          </w:p>
        </w:tc>
        <w:tc>
          <w:tcPr>
            <w:tcW w:w="1750" w:type="dxa"/>
          </w:tcPr>
          <w:p w14:paraId="2619E2C3" w14:textId="77777777" w:rsidR="00164FF5" w:rsidRDefault="00164FF5"/>
        </w:tc>
      </w:tr>
      <w:tr w:rsidR="00164FF5" w14:paraId="363F3336" w14:textId="77777777" w:rsidTr="00164FF5">
        <w:trPr>
          <w:trHeight w:val="200"/>
        </w:trPr>
        <w:tc>
          <w:tcPr>
            <w:tcW w:w="1750" w:type="dxa"/>
          </w:tcPr>
          <w:p w14:paraId="58DB2853" w14:textId="77777777" w:rsidR="00164FF5" w:rsidRDefault="00861641">
            <w:r>
              <w:rPr>
                <w:rStyle w:val="styleSubformtxtIblue"/>
              </w:rPr>
              <w:t>Calotis hispidula</w:t>
            </w:r>
          </w:p>
        </w:tc>
        <w:tc>
          <w:tcPr>
            <w:tcW w:w="1750" w:type="dxa"/>
          </w:tcPr>
          <w:p w14:paraId="6AA6EED6" w14:textId="77777777" w:rsidR="00164FF5" w:rsidRDefault="00861641">
            <w:r>
              <w:rPr>
                <w:rStyle w:val="styleSubformtxt"/>
              </w:rPr>
              <w:t>bogan flea</w:t>
            </w:r>
          </w:p>
        </w:tc>
        <w:tc>
          <w:tcPr>
            <w:tcW w:w="1750" w:type="dxa"/>
          </w:tcPr>
          <w:p w14:paraId="21257D28" w14:textId="77777777" w:rsidR="00164FF5" w:rsidRDefault="00164FF5"/>
        </w:tc>
      </w:tr>
      <w:tr w:rsidR="00164FF5" w14:paraId="3BE6E584" w14:textId="77777777" w:rsidTr="00164FF5">
        <w:trPr>
          <w:trHeight w:val="200"/>
        </w:trPr>
        <w:tc>
          <w:tcPr>
            <w:tcW w:w="1750" w:type="dxa"/>
          </w:tcPr>
          <w:p w14:paraId="319C63A1" w14:textId="77777777" w:rsidR="00164FF5" w:rsidRDefault="00861641">
            <w:r>
              <w:rPr>
                <w:rStyle w:val="styleSubformtxtIblue"/>
              </w:rPr>
              <w:t>Centipeda cunninghamii</w:t>
            </w:r>
          </w:p>
        </w:tc>
        <w:tc>
          <w:tcPr>
            <w:tcW w:w="1750" w:type="dxa"/>
          </w:tcPr>
          <w:p w14:paraId="57A6D621" w14:textId="77777777" w:rsidR="00164FF5" w:rsidRDefault="00861641">
            <w:r>
              <w:rPr>
                <w:rStyle w:val="styleSubformtxt"/>
              </w:rPr>
              <w:t>common sneezeweed</w:t>
            </w:r>
          </w:p>
        </w:tc>
        <w:tc>
          <w:tcPr>
            <w:tcW w:w="1750" w:type="dxa"/>
          </w:tcPr>
          <w:p w14:paraId="36718422" w14:textId="77777777" w:rsidR="00164FF5" w:rsidRDefault="00164FF5"/>
        </w:tc>
      </w:tr>
      <w:tr w:rsidR="00164FF5" w14:paraId="296C6162" w14:textId="77777777" w:rsidTr="00164FF5">
        <w:trPr>
          <w:trHeight w:val="200"/>
        </w:trPr>
        <w:tc>
          <w:tcPr>
            <w:tcW w:w="1750" w:type="dxa"/>
          </w:tcPr>
          <w:p w14:paraId="23FFD8A3" w14:textId="77777777" w:rsidR="00164FF5" w:rsidRDefault="00861641">
            <w:r>
              <w:rPr>
                <w:rStyle w:val="styleSubformtxtIblue"/>
              </w:rPr>
              <w:t>Crotalaria eremaea eremaea</w:t>
            </w:r>
          </w:p>
        </w:tc>
        <w:tc>
          <w:tcPr>
            <w:tcW w:w="1750" w:type="dxa"/>
          </w:tcPr>
          <w:p w14:paraId="2926BD55" w14:textId="77777777" w:rsidR="00164FF5" w:rsidRDefault="00861641">
            <w:r>
              <w:rPr>
                <w:rStyle w:val="styleSubformtxt"/>
              </w:rPr>
              <w:t>Loose flowered rattlepod</w:t>
            </w:r>
          </w:p>
        </w:tc>
        <w:tc>
          <w:tcPr>
            <w:tcW w:w="1750" w:type="dxa"/>
          </w:tcPr>
          <w:p w14:paraId="4E3A30BB" w14:textId="77777777" w:rsidR="00164FF5" w:rsidRDefault="00164FF5"/>
        </w:tc>
      </w:tr>
      <w:tr w:rsidR="00164FF5" w14:paraId="073FCD24" w14:textId="77777777" w:rsidTr="00164FF5">
        <w:trPr>
          <w:trHeight w:val="200"/>
        </w:trPr>
        <w:tc>
          <w:tcPr>
            <w:tcW w:w="1750" w:type="dxa"/>
          </w:tcPr>
          <w:p w14:paraId="3DE0B236" w14:textId="77777777" w:rsidR="00164FF5" w:rsidRDefault="00861641">
            <w:r>
              <w:rPr>
                <w:rStyle w:val="styleSubformtxtIblue"/>
              </w:rPr>
              <w:t>Dittrichia graveolens</w:t>
            </w:r>
          </w:p>
        </w:tc>
        <w:tc>
          <w:tcPr>
            <w:tcW w:w="1750" w:type="dxa"/>
          </w:tcPr>
          <w:p w14:paraId="702191A3" w14:textId="77777777" w:rsidR="00164FF5" w:rsidRDefault="00861641">
            <w:r>
              <w:rPr>
                <w:rStyle w:val="styleSubformtxt"/>
              </w:rPr>
              <w:t>stinkwort</w:t>
            </w:r>
          </w:p>
        </w:tc>
        <w:tc>
          <w:tcPr>
            <w:tcW w:w="1750" w:type="dxa"/>
          </w:tcPr>
          <w:p w14:paraId="52DD1A1E" w14:textId="77777777" w:rsidR="00164FF5" w:rsidRDefault="00164FF5"/>
        </w:tc>
      </w:tr>
      <w:tr w:rsidR="00164FF5" w14:paraId="7835C9CE" w14:textId="77777777" w:rsidTr="00164FF5">
        <w:trPr>
          <w:trHeight w:val="200"/>
        </w:trPr>
        <w:tc>
          <w:tcPr>
            <w:tcW w:w="1750" w:type="dxa"/>
          </w:tcPr>
          <w:p w14:paraId="35AD8232" w14:textId="77777777" w:rsidR="00164FF5" w:rsidRDefault="00861641">
            <w:r>
              <w:rPr>
                <w:rStyle w:val="styleSubformtxtIblue"/>
              </w:rPr>
              <w:t>Einadia nutans</w:t>
            </w:r>
          </w:p>
        </w:tc>
        <w:tc>
          <w:tcPr>
            <w:tcW w:w="1750" w:type="dxa"/>
          </w:tcPr>
          <w:p w14:paraId="5C6880C5" w14:textId="77777777" w:rsidR="00164FF5" w:rsidRDefault="00861641">
            <w:r>
              <w:rPr>
                <w:rStyle w:val="styleSubformtxt"/>
              </w:rPr>
              <w:t>Climbing saltbush</w:t>
            </w:r>
          </w:p>
        </w:tc>
        <w:tc>
          <w:tcPr>
            <w:tcW w:w="1750" w:type="dxa"/>
          </w:tcPr>
          <w:p w14:paraId="3020DFC8" w14:textId="77777777" w:rsidR="00164FF5" w:rsidRDefault="00164FF5"/>
        </w:tc>
      </w:tr>
      <w:tr w:rsidR="00164FF5" w14:paraId="17174A9A" w14:textId="77777777" w:rsidTr="00164FF5">
        <w:trPr>
          <w:trHeight w:val="200"/>
        </w:trPr>
        <w:tc>
          <w:tcPr>
            <w:tcW w:w="1750" w:type="dxa"/>
          </w:tcPr>
          <w:p w14:paraId="428BCEFC" w14:textId="77777777" w:rsidR="00164FF5" w:rsidRDefault="00861641">
            <w:r>
              <w:rPr>
                <w:rStyle w:val="styleSubformtxtIblue"/>
              </w:rPr>
              <w:t>Enchylaena tomentosa</w:t>
            </w:r>
          </w:p>
        </w:tc>
        <w:tc>
          <w:tcPr>
            <w:tcW w:w="1750" w:type="dxa"/>
          </w:tcPr>
          <w:p w14:paraId="089069CC" w14:textId="77777777" w:rsidR="00164FF5" w:rsidRDefault="00861641">
            <w:r>
              <w:rPr>
                <w:rStyle w:val="styleSubformtxt"/>
              </w:rPr>
              <w:t>Ruby saltbush</w:t>
            </w:r>
          </w:p>
        </w:tc>
        <w:tc>
          <w:tcPr>
            <w:tcW w:w="1750" w:type="dxa"/>
          </w:tcPr>
          <w:p w14:paraId="27377F31" w14:textId="77777777" w:rsidR="00164FF5" w:rsidRDefault="00164FF5"/>
        </w:tc>
      </w:tr>
      <w:tr w:rsidR="00164FF5" w14:paraId="2BC08904" w14:textId="77777777" w:rsidTr="00164FF5">
        <w:trPr>
          <w:trHeight w:val="200"/>
        </w:trPr>
        <w:tc>
          <w:tcPr>
            <w:tcW w:w="1750" w:type="dxa"/>
          </w:tcPr>
          <w:p w14:paraId="7395BA94" w14:textId="77777777" w:rsidR="00164FF5" w:rsidRDefault="00861641">
            <w:r>
              <w:rPr>
                <w:rStyle w:val="styleSubformtxtIblue"/>
              </w:rPr>
              <w:t>Epaltes cunninghamii</w:t>
            </w:r>
          </w:p>
        </w:tc>
        <w:tc>
          <w:tcPr>
            <w:tcW w:w="1750" w:type="dxa"/>
          </w:tcPr>
          <w:p w14:paraId="5223A84A" w14:textId="77777777" w:rsidR="00164FF5" w:rsidRDefault="00861641">
            <w:r>
              <w:rPr>
                <w:rStyle w:val="styleSubformtxt"/>
              </w:rPr>
              <w:t>spreading nut-heads</w:t>
            </w:r>
          </w:p>
        </w:tc>
        <w:tc>
          <w:tcPr>
            <w:tcW w:w="1750" w:type="dxa"/>
          </w:tcPr>
          <w:p w14:paraId="3CFC07B5" w14:textId="77777777" w:rsidR="00164FF5" w:rsidRDefault="00164FF5"/>
        </w:tc>
      </w:tr>
      <w:tr w:rsidR="00164FF5" w14:paraId="73EB598F" w14:textId="77777777" w:rsidTr="00164FF5">
        <w:trPr>
          <w:trHeight w:val="200"/>
        </w:trPr>
        <w:tc>
          <w:tcPr>
            <w:tcW w:w="1750" w:type="dxa"/>
          </w:tcPr>
          <w:p w14:paraId="14552543" w14:textId="77777777" w:rsidR="00164FF5" w:rsidRDefault="00861641">
            <w:r>
              <w:rPr>
                <w:rStyle w:val="styleSubformtxtIblue"/>
              </w:rPr>
              <w:t>Eremophila sturtii</w:t>
            </w:r>
          </w:p>
        </w:tc>
        <w:tc>
          <w:tcPr>
            <w:tcW w:w="1750" w:type="dxa"/>
          </w:tcPr>
          <w:p w14:paraId="218347C5" w14:textId="77777777" w:rsidR="00164FF5" w:rsidRDefault="00861641">
            <w:r>
              <w:rPr>
                <w:rStyle w:val="styleSubformtxt"/>
              </w:rPr>
              <w:t>Turpentine</w:t>
            </w:r>
          </w:p>
        </w:tc>
        <w:tc>
          <w:tcPr>
            <w:tcW w:w="1750" w:type="dxa"/>
          </w:tcPr>
          <w:p w14:paraId="44650E88" w14:textId="77777777" w:rsidR="00164FF5" w:rsidRDefault="00164FF5"/>
        </w:tc>
      </w:tr>
      <w:tr w:rsidR="00164FF5" w14:paraId="6E85C7FA" w14:textId="77777777" w:rsidTr="00164FF5">
        <w:trPr>
          <w:trHeight w:val="200"/>
        </w:trPr>
        <w:tc>
          <w:tcPr>
            <w:tcW w:w="1750" w:type="dxa"/>
          </w:tcPr>
          <w:p w14:paraId="26D7C135" w14:textId="77777777" w:rsidR="00164FF5" w:rsidRDefault="00861641">
            <w:r>
              <w:rPr>
                <w:rStyle w:val="styleSubformtxtIblue"/>
              </w:rPr>
              <w:t>Eucalyptus coolabah</w:t>
            </w:r>
          </w:p>
        </w:tc>
        <w:tc>
          <w:tcPr>
            <w:tcW w:w="1750" w:type="dxa"/>
          </w:tcPr>
          <w:p w14:paraId="3E1BC447" w14:textId="77777777" w:rsidR="00164FF5" w:rsidRDefault="00861641">
            <w:r>
              <w:rPr>
                <w:rStyle w:val="styleSubformtxt"/>
              </w:rPr>
              <w:t>Coolibah</w:t>
            </w:r>
          </w:p>
        </w:tc>
        <w:tc>
          <w:tcPr>
            <w:tcW w:w="1750" w:type="dxa"/>
          </w:tcPr>
          <w:p w14:paraId="4A45B035" w14:textId="77777777" w:rsidR="00164FF5" w:rsidRDefault="00164FF5"/>
        </w:tc>
      </w:tr>
      <w:tr w:rsidR="00164FF5" w14:paraId="29663CB1" w14:textId="77777777" w:rsidTr="00164FF5">
        <w:trPr>
          <w:trHeight w:val="200"/>
        </w:trPr>
        <w:tc>
          <w:tcPr>
            <w:tcW w:w="1750" w:type="dxa"/>
          </w:tcPr>
          <w:p w14:paraId="1D55C326" w14:textId="77777777" w:rsidR="00164FF5" w:rsidRDefault="00861641">
            <w:r>
              <w:rPr>
                <w:rStyle w:val="styleSubformtxtIblue"/>
              </w:rPr>
              <w:t>Glinus lotoides</w:t>
            </w:r>
          </w:p>
        </w:tc>
        <w:tc>
          <w:tcPr>
            <w:tcW w:w="1750" w:type="dxa"/>
          </w:tcPr>
          <w:p w14:paraId="7E2C500F" w14:textId="77777777" w:rsidR="00164FF5" w:rsidRDefault="00861641">
            <w:r>
              <w:rPr>
                <w:rStyle w:val="styleSubformtxt"/>
              </w:rPr>
              <w:t>Hairy carpet weed</w:t>
            </w:r>
          </w:p>
        </w:tc>
        <w:tc>
          <w:tcPr>
            <w:tcW w:w="1750" w:type="dxa"/>
          </w:tcPr>
          <w:p w14:paraId="050845B1" w14:textId="77777777" w:rsidR="00164FF5" w:rsidRDefault="00164FF5"/>
        </w:tc>
      </w:tr>
      <w:tr w:rsidR="00164FF5" w14:paraId="1B2F42CB" w14:textId="77777777" w:rsidTr="00164FF5">
        <w:trPr>
          <w:trHeight w:val="200"/>
        </w:trPr>
        <w:tc>
          <w:tcPr>
            <w:tcW w:w="1750" w:type="dxa"/>
          </w:tcPr>
          <w:p w14:paraId="52331E47" w14:textId="77777777" w:rsidR="00164FF5" w:rsidRDefault="00861641">
            <w:r>
              <w:rPr>
                <w:rStyle w:val="styleSubformtxtIblue"/>
              </w:rPr>
              <w:t>Glossostigma diandrum</w:t>
            </w:r>
          </w:p>
        </w:tc>
        <w:tc>
          <w:tcPr>
            <w:tcW w:w="1750" w:type="dxa"/>
          </w:tcPr>
          <w:p w14:paraId="0E1D6AAE" w14:textId="77777777" w:rsidR="00164FF5" w:rsidRDefault="00861641">
            <w:r>
              <w:rPr>
                <w:rStyle w:val="styleSubformtxt"/>
              </w:rPr>
              <w:t>Mudmat</w:t>
            </w:r>
          </w:p>
        </w:tc>
        <w:tc>
          <w:tcPr>
            <w:tcW w:w="1750" w:type="dxa"/>
          </w:tcPr>
          <w:p w14:paraId="1992435F" w14:textId="77777777" w:rsidR="00164FF5" w:rsidRDefault="00164FF5"/>
        </w:tc>
      </w:tr>
      <w:tr w:rsidR="00164FF5" w14:paraId="7A70D174" w14:textId="77777777" w:rsidTr="00164FF5">
        <w:trPr>
          <w:trHeight w:val="200"/>
        </w:trPr>
        <w:tc>
          <w:tcPr>
            <w:tcW w:w="1750" w:type="dxa"/>
          </w:tcPr>
          <w:p w14:paraId="7F2230D2" w14:textId="77777777" w:rsidR="00164FF5" w:rsidRDefault="00861641">
            <w:r>
              <w:rPr>
                <w:rStyle w:val="styleSubformtxtIblue"/>
              </w:rPr>
              <w:t>Glycine canescens</w:t>
            </w:r>
          </w:p>
        </w:tc>
        <w:tc>
          <w:tcPr>
            <w:tcW w:w="1750" w:type="dxa"/>
          </w:tcPr>
          <w:p w14:paraId="5DB7E8A4" w14:textId="77777777" w:rsidR="00164FF5" w:rsidRDefault="00861641">
            <w:r>
              <w:rPr>
                <w:rStyle w:val="styleSubformtxt"/>
              </w:rPr>
              <w:t>Silky Glycine</w:t>
            </w:r>
          </w:p>
        </w:tc>
        <w:tc>
          <w:tcPr>
            <w:tcW w:w="1750" w:type="dxa"/>
          </w:tcPr>
          <w:p w14:paraId="7364BB42" w14:textId="77777777" w:rsidR="00164FF5" w:rsidRDefault="00164FF5"/>
        </w:tc>
      </w:tr>
      <w:tr w:rsidR="00164FF5" w14:paraId="1DFB49A9" w14:textId="77777777" w:rsidTr="00164FF5">
        <w:trPr>
          <w:trHeight w:val="200"/>
        </w:trPr>
        <w:tc>
          <w:tcPr>
            <w:tcW w:w="1750" w:type="dxa"/>
          </w:tcPr>
          <w:p w14:paraId="5520405B" w14:textId="77777777" w:rsidR="00164FF5" w:rsidRDefault="00861641">
            <w:r>
              <w:rPr>
                <w:rStyle w:val="styleSubformtxtIblue"/>
              </w:rPr>
              <w:lastRenderedPageBreak/>
              <w:t>Glycyrrhiza acanthocarpa</w:t>
            </w:r>
          </w:p>
        </w:tc>
        <w:tc>
          <w:tcPr>
            <w:tcW w:w="1750" w:type="dxa"/>
          </w:tcPr>
          <w:p w14:paraId="5151CE94" w14:textId="77777777" w:rsidR="00164FF5" w:rsidRDefault="00861641">
            <w:r>
              <w:rPr>
                <w:rStyle w:val="styleSubformtxt"/>
              </w:rPr>
              <w:t>Native Lucerne;Native Licorice</w:t>
            </w:r>
          </w:p>
        </w:tc>
        <w:tc>
          <w:tcPr>
            <w:tcW w:w="1750" w:type="dxa"/>
          </w:tcPr>
          <w:p w14:paraId="4A6EF6B5" w14:textId="77777777" w:rsidR="00164FF5" w:rsidRDefault="00164FF5"/>
        </w:tc>
      </w:tr>
      <w:tr w:rsidR="00164FF5" w14:paraId="68E87F28" w14:textId="77777777" w:rsidTr="00164FF5">
        <w:trPr>
          <w:trHeight w:val="200"/>
        </w:trPr>
        <w:tc>
          <w:tcPr>
            <w:tcW w:w="1750" w:type="dxa"/>
          </w:tcPr>
          <w:p w14:paraId="4C458BF2" w14:textId="77777777" w:rsidR="00164FF5" w:rsidRDefault="00861641">
            <w:r>
              <w:rPr>
                <w:rStyle w:val="styleSubformtxtIblue"/>
              </w:rPr>
              <w:t>Hakea eyreana</w:t>
            </w:r>
          </w:p>
        </w:tc>
        <w:tc>
          <w:tcPr>
            <w:tcW w:w="1750" w:type="dxa"/>
          </w:tcPr>
          <w:p w14:paraId="23169B8E" w14:textId="77777777" w:rsidR="00164FF5" w:rsidRDefault="00861641">
            <w:r>
              <w:rPr>
                <w:rStyle w:val="styleSubformtxt"/>
              </w:rPr>
              <w:t>Straggly corkbark</w:t>
            </w:r>
          </w:p>
        </w:tc>
        <w:tc>
          <w:tcPr>
            <w:tcW w:w="1750" w:type="dxa"/>
          </w:tcPr>
          <w:p w14:paraId="355A6BDB" w14:textId="77777777" w:rsidR="00164FF5" w:rsidRDefault="00164FF5"/>
        </w:tc>
      </w:tr>
      <w:tr w:rsidR="00164FF5" w14:paraId="035E24A0" w14:textId="77777777" w:rsidTr="00164FF5">
        <w:trPr>
          <w:trHeight w:val="200"/>
        </w:trPr>
        <w:tc>
          <w:tcPr>
            <w:tcW w:w="1750" w:type="dxa"/>
          </w:tcPr>
          <w:p w14:paraId="3A631020" w14:textId="77777777" w:rsidR="00164FF5" w:rsidRDefault="00861641">
            <w:r>
              <w:rPr>
                <w:rStyle w:val="styleSubformtxtIblue"/>
              </w:rPr>
              <w:t>Heliotropium supinum</w:t>
            </w:r>
          </w:p>
        </w:tc>
        <w:tc>
          <w:tcPr>
            <w:tcW w:w="1750" w:type="dxa"/>
          </w:tcPr>
          <w:p w14:paraId="056E795D" w14:textId="77777777" w:rsidR="00164FF5" w:rsidRDefault="00861641">
            <w:r>
              <w:rPr>
                <w:rStyle w:val="styleSubformtxt"/>
              </w:rPr>
              <w:t>Spreading heliotrope</w:t>
            </w:r>
          </w:p>
        </w:tc>
        <w:tc>
          <w:tcPr>
            <w:tcW w:w="1750" w:type="dxa"/>
          </w:tcPr>
          <w:p w14:paraId="7A32A12D" w14:textId="77777777" w:rsidR="00164FF5" w:rsidRDefault="00164FF5"/>
        </w:tc>
      </w:tr>
      <w:tr w:rsidR="00164FF5" w14:paraId="5163892D" w14:textId="77777777" w:rsidTr="00164FF5">
        <w:trPr>
          <w:trHeight w:val="200"/>
        </w:trPr>
        <w:tc>
          <w:tcPr>
            <w:tcW w:w="1750" w:type="dxa"/>
          </w:tcPr>
          <w:p w14:paraId="4DAFC98B" w14:textId="77777777" w:rsidR="00164FF5" w:rsidRDefault="00861641">
            <w:r>
              <w:rPr>
                <w:rStyle w:val="styleSubformtxtIblue"/>
              </w:rPr>
              <w:t>Maireana aphylla</w:t>
            </w:r>
          </w:p>
        </w:tc>
        <w:tc>
          <w:tcPr>
            <w:tcW w:w="1750" w:type="dxa"/>
          </w:tcPr>
          <w:p w14:paraId="6BD3B4E8" w14:textId="77777777" w:rsidR="00164FF5" w:rsidRDefault="00861641">
            <w:r>
              <w:rPr>
                <w:rStyle w:val="styleSubformtxt"/>
              </w:rPr>
              <w:t>Cottonbush</w:t>
            </w:r>
          </w:p>
        </w:tc>
        <w:tc>
          <w:tcPr>
            <w:tcW w:w="1750" w:type="dxa"/>
          </w:tcPr>
          <w:p w14:paraId="33D01933" w14:textId="77777777" w:rsidR="00164FF5" w:rsidRDefault="00164FF5"/>
        </w:tc>
      </w:tr>
      <w:tr w:rsidR="00164FF5" w14:paraId="083AE635" w14:textId="77777777" w:rsidTr="00164FF5">
        <w:trPr>
          <w:trHeight w:val="200"/>
        </w:trPr>
        <w:tc>
          <w:tcPr>
            <w:tcW w:w="1750" w:type="dxa"/>
          </w:tcPr>
          <w:p w14:paraId="72926068" w14:textId="77777777" w:rsidR="00164FF5" w:rsidRDefault="00861641">
            <w:r>
              <w:rPr>
                <w:rStyle w:val="styleSubformtxtIblue"/>
              </w:rPr>
              <w:t>Malvastrum americanum</w:t>
            </w:r>
          </w:p>
        </w:tc>
        <w:tc>
          <w:tcPr>
            <w:tcW w:w="1750" w:type="dxa"/>
          </w:tcPr>
          <w:p w14:paraId="7489668C" w14:textId="77777777" w:rsidR="00164FF5" w:rsidRDefault="00861641">
            <w:r>
              <w:rPr>
                <w:rStyle w:val="styleSubformtxt"/>
              </w:rPr>
              <w:t>Malvastrum</w:t>
            </w:r>
          </w:p>
        </w:tc>
        <w:tc>
          <w:tcPr>
            <w:tcW w:w="1750" w:type="dxa"/>
          </w:tcPr>
          <w:p w14:paraId="562FF0EF" w14:textId="77777777" w:rsidR="00164FF5" w:rsidRDefault="00164FF5"/>
        </w:tc>
      </w:tr>
      <w:tr w:rsidR="00164FF5" w14:paraId="1D5CC851" w14:textId="77777777" w:rsidTr="00164FF5">
        <w:trPr>
          <w:trHeight w:val="200"/>
        </w:trPr>
        <w:tc>
          <w:tcPr>
            <w:tcW w:w="1750" w:type="dxa"/>
          </w:tcPr>
          <w:p w14:paraId="569E2983" w14:textId="77777777" w:rsidR="00164FF5" w:rsidRDefault="00861641">
            <w:r>
              <w:rPr>
                <w:rStyle w:val="styleSubformtxtIblue"/>
              </w:rPr>
              <w:t>Marsilea drummondii</w:t>
            </w:r>
          </w:p>
        </w:tc>
        <w:tc>
          <w:tcPr>
            <w:tcW w:w="1750" w:type="dxa"/>
          </w:tcPr>
          <w:p w14:paraId="0CAB7184" w14:textId="77777777" w:rsidR="00164FF5" w:rsidRDefault="00861641">
            <w:r>
              <w:rPr>
                <w:rStyle w:val="styleSubformtxt"/>
              </w:rPr>
              <w:t>Nardoo</w:t>
            </w:r>
          </w:p>
        </w:tc>
        <w:tc>
          <w:tcPr>
            <w:tcW w:w="1750" w:type="dxa"/>
          </w:tcPr>
          <w:p w14:paraId="282E9026" w14:textId="77777777" w:rsidR="00164FF5" w:rsidRDefault="00164FF5"/>
        </w:tc>
      </w:tr>
      <w:tr w:rsidR="00164FF5" w14:paraId="0689F635" w14:textId="77777777" w:rsidTr="00164FF5">
        <w:trPr>
          <w:trHeight w:val="200"/>
        </w:trPr>
        <w:tc>
          <w:tcPr>
            <w:tcW w:w="1750" w:type="dxa"/>
          </w:tcPr>
          <w:p w14:paraId="0B7D7BFC" w14:textId="77777777" w:rsidR="00164FF5" w:rsidRDefault="00861641">
            <w:r>
              <w:rPr>
                <w:rStyle w:val="styleSubformtxtIblue"/>
              </w:rPr>
              <w:t>Myoporum tenuifolium</w:t>
            </w:r>
          </w:p>
        </w:tc>
        <w:tc>
          <w:tcPr>
            <w:tcW w:w="1750" w:type="dxa"/>
          </w:tcPr>
          <w:p w14:paraId="680A1AA2" w14:textId="77777777" w:rsidR="00164FF5" w:rsidRDefault="00861641">
            <w:r>
              <w:rPr>
                <w:rStyle w:val="styleSubformtxt"/>
              </w:rPr>
              <w:t>Western boobialla</w:t>
            </w:r>
          </w:p>
        </w:tc>
        <w:tc>
          <w:tcPr>
            <w:tcW w:w="1750" w:type="dxa"/>
          </w:tcPr>
          <w:p w14:paraId="66AC9982" w14:textId="77777777" w:rsidR="00164FF5" w:rsidRDefault="00164FF5"/>
        </w:tc>
      </w:tr>
      <w:tr w:rsidR="00164FF5" w14:paraId="0884673A" w14:textId="77777777" w:rsidTr="00164FF5">
        <w:trPr>
          <w:trHeight w:val="200"/>
        </w:trPr>
        <w:tc>
          <w:tcPr>
            <w:tcW w:w="1750" w:type="dxa"/>
          </w:tcPr>
          <w:p w14:paraId="75B70AE5" w14:textId="77777777" w:rsidR="00164FF5" w:rsidRDefault="00861641">
            <w:r>
              <w:rPr>
                <w:rStyle w:val="styleSubformtxtIblue"/>
              </w:rPr>
              <w:t>Myosurus minimus</w:t>
            </w:r>
          </w:p>
        </w:tc>
        <w:tc>
          <w:tcPr>
            <w:tcW w:w="1750" w:type="dxa"/>
          </w:tcPr>
          <w:p w14:paraId="0A29E383" w14:textId="77777777" w:rsidR="00164FF5" w:rsidRDefault="00861641">
            <w:r>
              <w:rPr>
                <w:rStyle w:val="styleSubformtxt"/>
              </w:rPr>
              <w:t>Mouse tail</w:t>
            </w:r>
          </w:p>
        </w:tc>
        <w:tc>
          <w:tcPr>
            <w:tcW w:w="1750" w:type="dxa"/>
          </w:tcPr>
          <w:p w14:paraId="0409D6DC" w14:textId="77777777" w:rsidR="00164FF5" w:rsidRDefault="00164FF5"/>
        </w:tc>
      </w:tr>
      <w:tr w:rsidR="00164FF5" w14:paraId="0A5DFF46" w14:textId="77777777" w:rsidTr="00164FF5">
        <w:trPr>
          <w:trHeight w:val="200"/>
        </w:trPr>
        <w:tc>
          <w:tcPr>
            <w:tcW w:w="1750" w:type="dxa"/>
          </w:tcPr>
          <w:p w14:paraId="5A78E37A" w14:textId="77777777" w:rsidR="00164FF5" w:rsidRDefault="00861641">
            <w:r>
              <w:rPr>
                <w:rStyle w:val="styleSubformtxtIblue"/>
              </w:rPr>
              <w:t>Myriophyllum verrucosum</w:t>
            </w:r>
          </w:p>
        </w:tc>
        <w:tc>
          <w:tcPr>
            <w:tcW w:w="1750" w:type="dxa"/>
          </w:tcPr>
          <w:p w14:paraId="6ABB9D21" w14:textId="77777777" w:rsidR="00164FF5" w:rsidRDefault="00861641">
            <w:r>
              <w:rPr>
                <w:rStyle w:val="styleSubformtxt"/>
              </w:rPr>
              <w:t>Red water milfoil</w:t>
            </w:r>
          </w:p>
        </w:tc>
        <w:tc>
          <w:tcPr>
            <w:tcW w:w="1750" w:type="dxa"/>
          </w:tcPr>
          <w:p w14:paraId="3A87E4B6" w14:textId="77777777" w:rsidR="00164FF5" w:rsidRDefault="00164FF5"/>
        </w:tc>
      </w:tr>
      <w:tr w:rsidR="00164FF5" w14:paraId="3E2F1570" w14:textId="77777777" w:rsidTr="00164FF5">
        <w:trPr>
          <w:trHeight w:val="200"/>
        </w:trPr>
        <w:tc>
          <w:tcPr>
            <w:tcW w:w="1750" w:type="dxa"/>
          </w:tcPr>
          <w:p w14:paraId="5316DC26" w14:textId="77777777" w:rsidR="00164FF5" w:rsidRDefault="00861641">
            <w:r>
              <w:rPr>
                <w:rStyle w:val="styleSubformtxtIblue"/>
              </w:rPr>
              <w:t>Olearia muelleri</w:t>
            </w:r>
          </w:p>
        </w:tc>
        <w:tc>
          <w:tcPr>
            <w:tcW w:w="1750" w:type="dxa"/>
          </w:tcPr>
          <w:p w14:paraId="2F086EBB" w14:textId="77777777" w:rsidR="00164FF5" w:rsidRDefault="00861641">
            <w:r>
              <w:rPr>
                <w:rStyle w:val="styleSubformtxt"/>
              </w:rPr>
              <w:t>Mueller’s daisy bush</w:t>
            </w:r>
          </w:p>
        </w:tc>
        <w:tc>
          <w:tcPr>
            <w:tcW w:w="1750" w:type="dxa"/>
          </w:tcPr>
          <w:p w14:paraId="718CB600" w14:textId="77777777" w:rsidR="00164FF5" w:rsidRDefault="00164FF5"/>
        </w:tc>
      </w:tr>
      <w:tr w:rsidR="00164FF5" w14:paraId="19891563" w14:textId="77777777" w:rsidTr="00164FF5">
        <w:trPr>
          <w:trHeight w:val="200"/>
        </w:trPr>
        <w:tc>
          <w:tcPr>
            <w:tcW w:w="1750" w:type="dxa"/>
          </w:tcPr>
          <w:p w14:paraId="2F5631D8" w14:textId="77777777" w:rsidR="00164FF5" w:rsidRDefault="00861641">
            <w:r>
              <w:rPr>
                <w:rStyle w:val="styleSubformtxtIblue"/>
              </w:rPr>
              <w:t>Osteocarpum acropterum</w:t>
            </w:r>
          </w:p>
        </w:tc>
        <w:tc>
          <w:tcPr>
            <w:tcW w:w="1750" w:type="dxa"/>
          </w:tcPr>
          <w:p w14:paraId="18C3023D" w14:textId="77777777" w:rsidR="00164FF5" w:rsidRDefault="00861641">
            <w:r>
              <w:rPr>
                <w:rStyle w:val="styleSubformtxt"/>
              </w:rPr>
              <w:t>Water weed</w:t>
            </w:r>
          </w:p>
        </w:tc>
        <w:tc>
          <w:tcPr>
            <w:tcW w:w="1750" w:type="dxa"/>
          </w:tcPr>
          <w:p w14:paraId="0C399EAD" w14:textId="77777777" w:rsidR="00164FF5" w:rsidRDefault="00164FF5"/>
        </w:tc>
      </w:tr>
      <w:tr w:rsidR="00164FF5" w14:paraId="0AE6F6B5" w14:textId="77777777" w:rsidTr="00164FF5">
        <w:trPr>
          <w:trHeight w:val="200"/>
        </w:trPr>
        <w:tc>
          <w:tcPr>
            <w:tcW w:w="1750" w:type="dxa"/>
          </w:tcPr>
          <w:p w14:paraId="3B0635D5" w14:textId="77777777" w:rsidR="00164FF5" w:rsidRDefault="00861641">
            <w:r>
              <w:rPr>
                <w:rStyle w:val="styleSubformtxtIblue"/>
              </w:rPr>
              <w:t>Phyllanthus lacunarius</w:t>
            </w:r>
          </w:p>
        </w:tc>
        <w:tc>
          <w:tcPr>
            <w:tcW w:w="1750" w:type="dxa"/>
          </w:tcPr>
          <w:p w14:paraId="784BEF10" w14:textId="77777777" w:rsidR="00164FF5" w:rsidRDefault="00861641">
            <w:r>
              <w:rPr>
                <w:rStyle w:val="styleSubformtxt"/>
              </w:rPr>
              <w:t>Lagoon spurge</w:t>
            </w:r>
          </w:p>
        </w:tc>
        <w:tc>
          <w:tcPr>
            <w:tcW w:w="1750" w:type="dxa"/>
          </w:tcPr>
          <w:p w14:paraId="141F2BFB" w14:textId="77777777" w:rsidR="00164FF5" w:rsidRDefault="00164FF5"/>
        </w:tc>
      </w:tr>
      <w:tr w:rsidR="00164FF5" w14:paraId="01FA0B83" w14:textId="77777777" w:rsidTr="00164FF5">
        <w:trPr>
          <w:trHeight w:val="200"/>
        </w:trPr>
        <w:tc>
          <w:tcPr>
            <w:tcW w:w="1750" w:type="dxa"/>
          </w:tcPr>
          <w:p w14:paraId="59932BE9" w14:textId="77777777" w:rsidR="00164FF5" w:rsidRDefault="00861641">
            <w:r>
              <w:rPr>
                <w:rStyle w:val="styleSubformtxtIblue"/>
              </w:rPr>
              <w:t>Podolepis capillaris</w:t>
            </w:r>
          </w:p>
        </w:tc>
        <w:tc>
          <w:tcPr>
            <w:tcW w:w="1750" w:type="dxa"/>
          </w:tcPr>
          <w:p w14:paraId="7E085F49" w14:textId="77777777" w:rsidR="00164FF5" w:rsidRDefault="00861641">
            <w:r>
              <w:rPr>
                <w:rStyle w:val="styleSubformtxt"/>
              </w:rPr>
              <w:t>Invisible plant</w:t>
            </w:r>
          </w:p>
        </w:tc>
        <w:tc>
          <w:tcPr>
            <w:tcW w:w="1750" w:type="dxa"/>
          </w:tcPr>
          <w:p w14:paraId="223C64F7" w14:textId="77777777" w:rsidR="00164FF5" w:rsidRDefault="00164FF5"/>
        </w:tc>
      </w:tr>
      <w:tr w:rsidR="00164FF5" w14:paraId="6F0F9DBD" w14:textId="77777777" w:rsidTr="00164FF5">
        <w:trPr>
          <w:trHeight w:val="200"/>
        </w:trPr>
        <w:tc>
          <w:tcPr>
            <w:tcW w:w="1750" w:type="dxa"/>
          </w:tcPr>
          <w:p w14:paraId="70984168" w14:textId="77777777" w:rsidR="00164FF5" w:rsidRDefault="00861641">
            <w:r>
              <w:rPr>
                <w:rStyle w:val="styleSubformtxtIblue"/>
              </w:rPr>
              <w:t>Portulaca oleracea</w:t>
            </w:r>
          </w:p>
        </w:tc>
        <w:tc>
          <w:tcPr>
            <w:tcW w:w="1750" w:type="dxa"/>
          </w:tcPr>
          <w:p w14:paraId="1C12220E" w14:textId="77777777" w:rsidR="00164FF5" w:rsidRDefault="00861641">
            <w:r>
              <w:rPr>
                <w:rStyle w:val="styleSubformtxt"/>
              </w:rPr>
              <w:t>Pigweed</w:t>
            </w:r>
          </w:p>
        </w:tc>
        <w:tc>
          <w:tcPr>
            <w:tcW w:w="1750" w:type="dxa"/>
          </w:tcPr>
          <w:p w14:paraId="7EB13372" w14:textId="77777777" w:rsidR="00164FF5" w:rsidRDefault="00164FF5"/>
        </w:tc>
      </w:tr>
      <w:tr w:rsidR="00164FF5" w14:paraId="1F2266AC" w14:textId="77777777" w:rsidTr="00164FF5">
        <w:trPr>
          <w:trHeight w:val="200"/>
        </w:trPr>
        <w:tc>
          <w:tcPr>
            <w:tcW w:w="1750" w:type="dxa"/>
          </w:tcPr>
          <w:p w14:paraId="45234948" w14:textId="77777777" w:rsidR="00164FF5" w:rsidRDefault="00861641">
            <w:r>
              <w:rPr>
                <w:rStyle w:val="styleSubformtxtIblue"/>
              </w:rPr>
              <w:t>Pterocaulon sphacelatum</w:t>
            </w:r>
          </w:p>
        </w:tc>
        <w:tc>
          <w:tcPr>
            <w:tcW w:w="1750" w:type="dxa"/>
          </w:tcPr>
          <w:p w14:paraId="75BF1F1A" w14:textId="77777777" w:rsidR="00164FF5" w:rsidRDefault="00861641">
            <w:r>
              <w:rPr>
                <w:rStyle w:val="styleSubformtxt"/>
              </w:rPr>
              <w:t>Fruit salad plant</w:t>
            </w:r>
          </w:p>
        </w:tc>
        <w:tc>
          <w:tcPr>
            <w:tcW w:w="1750" w:type="dxa"/>
          </w:tcPr>
          <w:p w14:paraId="40192161" w14:textId="77777777" w:rsidR="00164FF5" w:rsidRDefault="00164FF5"/>
        </w:tc>
      </w:tr>
      <w:tr w:rsidR="00164FF5" w14:paraId="13D6D380" w14:textId="77777777" w:rsidTr="00164FF5">
        <w:trPr>
          <w:trHeight w:val="200"/>
        </w:trPr>
        <w:tc>
          <w:tcPr>
            <w:tcW w:w="1750" w:type="dxa"/>
          </w:tcPr>
          <w:p w14:paraId="05C9A590" w14:textId="77777777" w:rsidR="00164FF5" w:rsidRDefault="00861641">
            <w:r>
              <w:rPr>
                <w:rStyle w:val="styleSubformtxtIblue"/>
              </w:rPr>
              <w:t>Salsola kali kali</w:t>
            </w:r>
          </w:p>
        </w:tc>
        <w:tc>
          <w:tcPr>
            <w:tcW w:w="1750" w:type="dxa"/>
          </w:tcPr>
          <w:p w14:paraId="23E126F5" w14:textId="77777777" w:rsidR="00164FF5" w:rsidRDefault="00861641">
            <w:r>
              <w:rPr>
                <w:rStyle w:val="styleSubformtxt"/>
              </w:rPr>
              <w:t>Buckbush</w:t>
            </w:r>
          </w:p>
        </w:tc>
        <w:tc>
          <w:tcPr>
            <w:tcW w:w="1750" w:type="dxa"/>
          </w:tcPr>
          <w:p w14:paraId="0FA04DD6" w14:textId="77777777" w:rsidR="00164FF5" w:rsidRDefault="00164FF5"/>
        </w:tc>
      </w:tr>
      <w:tr w:rsidR="00164FF5" w14:paraId="369D0F36" w14:textId="77777777" w:rsidTr="00164FF5">
        <w:trPr>
          <w:trHeight w:val="200"/>
        </w:trPr>
        <w:tc>
          <w:tcPr>
            <w:tcW w:w="1750" w:type="dxa"/>
          </w:tcPr>
          <w:p w14:paraId="337C974A" w14:textId="77777777" w:rsidR="00164FF5" w:rsidRDefault="00861641">
            <w:r>
              <w:rPr>
                <w:rStyle w:val="styleSubformtxtIblue"/>
              </w:rPr>
              <w:t>Sclerolaena bicornis bicornis</w:t>
            </w:r>
          </w:p>
        </w:tc>
        <w:tc>
          <w:tcPr>
            <w:tcW w:w="1750" w:type="dxa"/>
          </w:tcPr>
          <w:p w14:paraId="4DC4B7CA" w14:textId="77777777" w:rsidR="00164FF5" w:rsidRDefault="00861641">
            <w:r>
              <w:rPr>
                <w:rStyle w:val="styleSubformtxt"/>
              </w:rPr>
              <w:t>Goathead burr</w:t>
            </w:r>
          </w:p>
        </w:tc>
        <w:tc>
          <w:tcPr>
            <w:tcW w:w="1750" w:type="dxa"/>
          </w:tcPr>
          <w:p w14:paraId="0ECBAC48" w14:textId="77777777" w:rsidR="00164FF5" w:rsidRDefault="00164FF5"/>
        </w:tc>
      </w:tr>
      <w:tr w:rsidR="00164FF5" w14:paraId="091E943B" w14:textId="77777777" w:rsidTr="00164FF5">
        <w:trPr>
          <w:trHeight w:val="200"/>
        </w:trPr>
        <w:tc>
          <w:tcPr>
            <w:tcW w:w="1750" w:type="dxa"/>
          </w:tcPr>
          <w:p w14:paraId="425D6847" w14:textId="77777777" w:rsidR="00164FF5" w:rsidRDefault="00861641">
            <w:r>
              <w:rPr>
                <w:rStyle w:val="styleSubformtxtIblue"/>
              </w:rPr>
              <w:t>Sclerolaena intricata</w:t>
            </w:r>
          </w:p>
        </w:tc>
        <w:tc>
          <w:tcPr>
            <w:tcW w:w="1750" w:type="dxa"/>
          </w:tcPr>
          <w:p w14:paraId="14764795" w14:textId="77777777" w:rsidR="00164FF5" w:rsidRDefault="00861641">
            <w:r>
              <w:rPr>
                <w:rStyle w:val="styleSubformtxt"/>
              </w:rPr>
              <w:t>Tangled poverty bush</w:t>
            </w:r>
          </w:p>
        </w:tc>
        <w:tc>
          <w:tcPr>
            <w:tcW w:w="1750" w:type="dxa"/>
          </w:tcPr>
          <w:p w14:paraId="18A4E62A" w14:textId="77777777" w:rsidR="00164FF5" w:rsidRDefault="00164FF5"/>
        </w:tc>
      </w:tr>
      <w:tr w:rsidR="00164FF5" w14:paraId="093BD8F5" w14:textId="77777777" w:rsidTr="00164FF5">
        <w:trPr>
          <w:trHeight w:val="200"/>
        </w:trPr>
        <w:tc>
          <w:tcPr>
            <w:tcW w:w="1750" w:type="dxa"/>
          </w:tcPr>
          <w:p w14:paraId="75294D09" w14:textId="77777777" w:rsidR="00164FF5" w:rsidRDefault="00861641">
            <w:r>
              <w:rPr>
                <w:rStyle w:val="styleSubformtxtIblue"/>
              </w:rPr>
              <w:t>Sclerolaena patenticuspis</w:t>
            </w:r>
          </w:p>
        </w:tc>
        <w:tc>
          <w:tcPr>
            <w:tcW w:w="1750" w:type="dxa"/>
          </w:tcPr>
          <w:p w14:paraId="4C7D358D" w14:textId="77777777" w:rsidR="00164FF5" w:rsidRDefault="00861641">
            <w:r>
              <w:rPr>
                <w:rStyle w:val="styleSubformtxt"/>
              </w:rPr>
              <w:t>Spear fuit copperburr</w:t>
            </w:r>
          </w:p>
        </w:tc>
        <w:tc>
          <w:tcPr>
            <w:tcW w:w="1750" w:type="dxa"/>
          </w:tcPr>
          <w:p w14:paraId="7A7C2F9F" w14:textId="77777777" w:rsidR="00164FF5" w:rsidRDefault="00164FF5"/>
        </w:tc>
      </w:tr>
      <w:tr w:rsidR="00164FF5" w14:paraId="6F0BED58" w14:textId="77777777" w:rsidTr="00164FF5">
        <w:trPr>
          <w:trHeight w:val="200"/>
        </w:trPr>
        <w:tc>
          <w:tcPr>
            <w:tcW w:w="1750" w:type="dxa"/>
          </w:tcPr>
          <w:p w14:paraId="57FEDB96" w14:textId="77777777" w:rsidR="00164FF5" w:rsidRDefault="00861641">
            <w:r>
              <w:rPr>
                <w:rStyle w:val="styleSubformtxtIblue"/>
              </w:rPr>
              <w:t>Senecio cunninghamii</w:t>
            </w:r>
          </w:p>
        </w:tc>
        <w:tc>
          <w:tcPr>
            <w:tcW w:w="1750" w:type="dxa"/>
          </w:tcPr>
          <w:p w14:paraId="673AE640" w14:textId="77777777" w:rsidR="00164FF5" w:rsidRDefault="00861641">
            <w:r>
              <w:rPr>
                <w:rStyle w:val="styleSubformtxt"/>
              </w:rPr>
              <w:t>Shrubby groundsel</w:t>
            </w:r>
          </w:p>
        </w:tc>
        <w:tc>
          <w:tcPr>
            <w:tcW w:w="1750" w:type="dxa"/>
          </w:tcPr>
          <w:p w14:paraId="59A02081" w14:textId="77777777" w:rsidR="00164FF5" w:rsidRDefault="00164FF5"/>
        </w:tc>
      </w:tr>
      <w:tr w:rsidR="00164FF5" w14:paraId="1EE0FB77" w14:textId="77777777" w:rsidTr="00164FF5">
        <w:trPr>
          <w:trHeight w:val="200"/>
        </w:trPr>
        <w:tc>
          <w:tcPr>
            <w:tcW w:w="1750" w:type="dxa"/>
          </w:tcPr>
          <w:p w14:paraId="379D4C2B" w14:textId="77777777" w:rsidR="00164FF5" w:rsidRDefault="00861641">
            <w:r>
              <w:rPr>
                <w:rStyle w:val="styleSubformtxtIblue"/>
              </w:rPr>
              <w:t>Sesbania cannabina cannabina</w:t>
            </w:r>
          </w:p>
        </w:tc>
        <w:tc>
          <w:tcPr>
            <w:tcW w:w="1750" w:type="dxa"/>
          </w:tcPr>
          <w:p w14:paraId="287FE98F" w14:textId="77777777" w:rsidR="00164FF5" w:rsidRDefault="00861641">
            <w:r>
              <w:rPr>
                <w:rStyle w:val="styleSubformtxt"/>
              </w:rPr>
              <w:t>Yellow pea bush</w:t>
            </w:r>
          </w:p>
        </w:tc>
        <w:tc>
          <w:tcPr>
            <w:tcW w:w="1750" w:type="dxa"/>
          </w:tcPr>
          <w:p w14:paraId="4E2FE7EB" w14:textId="77777777" w:rsidR="00164FF5" w:rsidRDefault="00164FF5"/>
        </w:tc>
      </w:tr>
      <w:tr w:rsidR="00164FF5" w14:paraId="4AF38718" w14:textId="77777777" w:rsidTr="00164FF5">
        <w:trPr>
          <w:trHeight w:val="200"/>
        </w:trPr>
        <w:tc>
          <w:tcPr>
            <w:tcW w:w="1750" w:type="dxa"/>
          </w:tcPr>
          <w:p w14:paraId="381BB695" w14:textId="77777777" w:rsidR="00164FF5" w:rsidRDefault="00861641">
            <w:r>
              <w:rPr>
                <w:rStyle w:val="styleSubformtxtIblue"/>
              </w:rPr>
              <w:lastRenderedPageBreak/>
              <w:t>Sida corrugata</w:t>
            </w:r>
          </w:p>
        </w:tc>
        <w:tc>
          <w:tcPr>
            <w:tcW w:w="1750" w:type="dxa"/>
          </w:tcPr>
          <w:p w14:paraId="1A384E5E" w14:textId="77777777" w:rsidR="00164FF5" w:rsidRDefault="00861641">
            <w:r>
              <w:rPr>
                <w:rStyle w:val="styleSubformtxt"/>
              </w:rPr>
              <w:t>Corrugated sida</w:t>
            </w:r>
          </w:p>
        </w:tc>
        <w:tc>
          <w:tcPr>
            <w:tcW w:w="1750" w:type="dxa"/>
          </w:tcPr>
          <w:p w14:paraId="7D2336A0" w14:textId="77777777" w:rsidR="00164FF5" w:rsidRDefault="00164FF5"/>
        </w:tc>
      </w:tr>
      <w:tr w:rsidR="00164FF5" w14:paraId="76C8489B" w14:textId="77777777" w:rsidTr="00164FF5">
        <w:trPr>
          <w:trHeight w:val="200"/>
        </w:trPr>
        <w:tc>
          <w:tcPr>
            <w:tcW w:w="1750" w:type="dxa"/>
          </w:tcPr>
          <w:p w14:paraId="7B927E01" w14:textId="77777777" w:rsidR="00164FF5" w:rsidRDefault="00861641">
            <w:r>
              <w:rPr>
                <w:rStyle w:val="styleSubformtxtIblue"/>
              </w:rPr>
              <w:t>Solanum oligacanthum</w:t>
            </w:r>
          </w:p>
        </w:tc>
        <w:tc>
          <w:tcPr>
            <w:tcW w:w="1750" w:type="dxa"/>
          </w:tcPr>
          <w:p w14:paraId="3DF8E7D8" w14:textId="77777777" w:rsidR="00164FF5" w:rsidRDefault="00861641">
            <w:r>
              <w:rPr>
                <w:rStyle w:val="styleSubformtxt"/>
              </w:rPr>
              <w:t>Desert nightshade</w:t>
            </w:r>
          </w:p>
        </w:tc>
        <w:tc>
          <w:tcPr>
            <w:tcW w:w="1750" w:type="dxa"/>
          </w:tcPr>
          <w:p w14:paraId="10E33080" w14:textId="77777777" w:rsidR="00164FF5" w:rsidRDefault="00164FF5"/>
        </w:tc>
      </w:tr>
      <w:tr w:rsidR="00164FF5" w14:paraId="10DAF271" w14:textId="77777777" w:rsidTr="00164FF5">
        <w:trPr>
          <w:trHeight w:val="200"/>
        </w:trPr>
        <w:tc>
          <w:tcPr>
            <w:tcW w:w="1750" w:type="dxa"/>
          </w:tcPr>
          <w:p w14:paraId="7C9665A8" w14:textId="77777777" w:rsidR="00164FF5" w:rsidRDefault="00861641">
            <w:r>
              <w:rPr>
                <w:rStyle w:val="styleSubformtxtIblue"/>
              </w:rPr>
              <w:t>Sporobolus mitchellii</w:t>
            </w:r>
          </w:p>
        </w:tc>
        <w:tc>
          <w:tcPr>
            <w:tcW w:w="1750" w:type="dxa"/>
          </w:tcPr>
          <w:p w14:paraId="30C6C7E8" w14:textId="77777777" w:rsidR="00164FF5" w:rsidRDefault="00861641">
            <w:r>
              <w:rPr>
                <w:rStyle w:val="styleSubformtxt"/>
              </w:rPr>
              <w:t>Rat’s tail couch</w:t>
            </w:r>
          </w:p>
        </w:tc>
        <w:tc>
          <w:tcPr>
            <w:tcW w:w="1750" w:type="dxa"/>
          </w:tcPr>
          <w:p w14:paraId="54EFDC15" w14:textId="77777777" w:rsidR="00164FF5" w:rsidRDefault="00164FF5"/>
        </w:tc>
      </w:tr>
      <w:tr w:rsidR="00164FF5" w14:paraId="4B3A10FC" w14:textId="77777777" w:rsidTr="00164FF5">
        <w:trPr>
          <w:trHeight w:val="200"/>
        </w:trPr>
        <w:tc>
          <w:tcPr>
            <w:tcW w:w="1750" w:type="dxa"/>
          </w:tcPr>
          <w:p w14:paraId="3A93803D" w14:textId="77777777" w:rsidR="00164FF5" w:rsidRDefault="00861641">
            <w:r>
              <w:rPr>
                <w:rStyle w:val="styleSubformtxtIblue"/>
              </w:rPr>
              <w:t>Stemodia florulenta</w:t>
            </w:r>
          </w:p>
        </w:tc>
        <w:tc>
          <w:tcPr>
            <w:tcW w:w="1750" w:type="dxa"/>
          </w:tcPr>
          <w:p w14:paraId="47AB7DED" w14:textId="77777777" w:rsidR="00164FF5" w:rsidRDefault="00861641">
            <w:r>
              <w:rPr>
                <w:rStyle w:val="styleSubformtxt"/>
              </w:rPr>
              <w:t>Blue rod</w:t>
            </w:r>
          </w:p>
        </w:tc>
        <w:tc>
          <w:tcPr>
            <w:tcW w:w="1750" w:type="dxa"/>
          </w:tcPr>
          <w:p w14:paraId="190AB7CE" w14:textId="77777777" w:rsidR="00164FF5" w:rsidRDefault="00164FF5"/>
        </w:tc>
      </w:tr>
      <w:tr w:rsidR="00164FF5" w14:paraId="7CDD9616" w14:textId="77777777" w:rsidTr="00164FF5">
        <w:trPr>
          <w:trHeight w:val="200"/>
        </w:trPr>
        <w:tc>
          <w:tcPr>
            <w:tcW w:w="1750" w:type="dxa"/>
          </w:tcPr>
          <w:p w14:paraId="0DAA6167" w14:textId="77777777" w:rsidR="00164FF5" w:rsidRDefault="00861641">
            <w:r>
              <w:rPr>
                <w:rStyle w:val="styleSubformtxtIblue"/>
              </w:rPr>
              <w:t>Teucrium racemosum</w:t>
            </w:r>
          </w:p>
        </w:tc>
        <w:tc>
          <w:tcPr>
            <w:tcW w:w="1750" w:type="dxa"/>
          </w:tcPr>
          <w:p w14:paraId="5C675554" w14:textId="77777777" w:rsidR="00164FF5" w:rsidRDefault="00861641">
            <w:r>
              <w:rPr>
                <w:rStyle w:val="styleSubformtxt"/>
              </w:rPr>
              <w:t>Grey germander</w:t>
            </w:r>
          </w:p>
        </w:tc>
        <w:tc>
          <w:tcPr>
            <w:tcW w:w="1750" w:type="dxa"/>
          </w:tcPr>
          <w:p w14:paraId="0341581A" w14:textId="77777777" w:rsidR="00164FF5" w:rsidRDefault="00164FF5"/>
        </w:tc>
      </w:tr>
      <w:tr w:rsidR="00164FF5" w14:paraId="71D19C43" w14:textId="77777777" w:rsidTr="00164FF5">
        <w:trPr>
          <w:trHeight w:val="200"/>
        </w:trPr>
        <w:tc>
          <w:tcPr>
            <w:tcW w:w="1750" w:type="dxa"/>
          </w:tcPr>
          <w:p w14:paraId="5BD3D67C" w14:textId="77777777" w:rsidR="00164FF5" w:rsidRDefault="00861641">
            <w:r>
              <w:rPr>
                <w:rStyle w:val="styleSubformtxtIblue"/>
              </w:rPr>
              <w:t>Verbena hispida</w:t>
            </w:r>
          </w:p>
        </w:tc>
        <w:tc>
          <w:tcPr>
            <w:tcW w:w="1750" w:type="dxa"/>
          </w:tcPr>
          <w:p w14:paraId="68D833A1" w14:textId="77777777" w:rsidR="00164FF5" w:rsidRDefault="00861641">
            <w:r>
              <w:rPr>
                <w:rStyle w:val="styleSubformtxt"/>
              </w:rPr>
              <w:t>Rough verbena</w:t>
            </w:r>
          </w:p>
        </w:tc>
        <w:tc>
          <w:tcPr>
            <w:tcW w:w="1750" w:type="dxa"/>
          </w:tcPr>
          <w:p w14:paraId="4941867F" w14:textId="77777777" w:rsidR="00164FF5" w:rsidRDefault="00164FF5"/>
        </w:tc>
      </w:tr>
      <w:tr w:rsidR="00164FF5" w14:paraId="652F3C18" w14:textId="77777777" w:rsidTr="00164FF5">
        <w:trPr>
          <w:trHeight w:val="200"/>
        </w:trPr>
        <w:tc>
          <w:tcPr>
            <w:tcW w:w="1750" w:type="dxa"/>
          </w:tcPr>
          <w:p w14:paraId="1164A649" w14:textId="77777777" w:rsidR="00164FF5" w:rsidRDefault="00861641">
            <w:r>
              <w:rPr>
                <w:rStyle w:val="styleSubformtxtIblue"/>
              </w:rPr>
              <w:t>Zehneria macrantha</w:t>
            </w:r>
          </w:p>
        </w:tc>
        <w:tc>
          <w:tcPr>
            <w:tcW w:w="1750" w:type="dxa"/>
          </w:tcPr>
          <w:p w14:paraId="5D4C0061" w14:textId="77777777" w:rsidR="00164FF5" w:rsidRDefault="00861641">
            <w:r>
              <w:rPr>
                <w:rStyle w:val="styleSubformtxt"/>
              </w:rPr>
              <w:t>Desert cucumber</w:t>
            </w:r>
          </w:p>
        </w:tc>
        <w:tc>
          <w:tcPr>
            <w:tcW w:w="1750" w:type="dxa"/>
          </w:tcPr>
          <w:p w14:paraId="47B77C7A" w14:textId="77777777" w:rsidR="00164FF5" w:rsidRDefault="00164FF5"/>
        </w:tc>
      </w:tr>
      <w:tr w:rsidR="00164FF5" w14:paraId="39E7F7F4" w14:textId="77777777" w:rsidTr="00164FF5">
        <w:trPr>
          <w:trHeight w:val="200"/>
        </w:trPr>
        <w:tc>
          <w:tcPr>
            <w:tcW w:w="1750" w:type="dxa"/>
          </w:tcPr>
          <w:p w14:paraId="60215483" w14:textId="77777777" w:rsidR="00164FF5" w:rsidRDefault="00164FF5"/>
        </w:tc>
        <w:tc>
          <w:tcPr>
            <w:tcW w:w="1750" w:type="dxa"/>
          </w:tcPr>
          <w:p w14:paraId="79B3FFBA" w14:textId="77777777" w:rsidR="00164FF5" w:rsidRDefault="00164FF5"/>
        </w:tc>
        <w:tc>
          <w:tcPr>
            <w:tcW w:w="1750" w:type="dxa"/>
          </w:tcPr>
          <w:p w14:paraId="0966701F" w14:textId="77777777" w:rsidR="00164FF5" w:rsidRDefault="00164FF5"/>
        </w:tc>
      </w:tr>
    </w:tbl>
    <w:p w14:paraId="1320294E" w14:textId="77777777" w:rsidR="00164FF5" w:rsidRDefault="00164FF5"/>
    <w:p w14:paraId="53DD4AC2" w14:textId="77777777" w:rsidR="00164FF5" w:rsidRDefault="00861641">
      <w:pPr>
        <w:pStyle w:val="pstyleLabels"/>
      </w:pPr>
      <w:r>
        <w:rPr>
          <w:rStyle w:val="styleC3"/>
        </w:rPr>
        <w:t>Invasive alien plant species</w:t>
      </w:r>
    </w:p>
    <w:tbl>
      <w:tblPr>
        <w:tblStyle w:val="FancyTable"/>
        <w:tblW w:w="0" w:type="auto"/>
        <w:tblInd w:w="-8" w:type="dxa"/>
        <w:tblLook w:val="04A0" w:firstRow="1" w:lastRow="0" w:firstColumn="1" w:lastColumn="0" w:noHBand="0" w:noVBand="1"/>
      </w:tblPr>
      <w:tblGrid>
        <w:gridCol w:w="1750"/>
        <w:gridCol w:w="1750"/>
        <w:gridCol w:w="1750"/>
        <w:gridCol w:w="1750"/>
      </w:tblGrid>
      <w:tr w:rsidR="00164FF5" w14:paraId="18BA532E"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6B89E1DF" w14:textId="77777777" w:rsidR="00164FF5" w:rsidRDefault="00861641">
            <w:pPr>
              <w:spacing w:after="0" w:line="240" w:lineRule="auto"/>
              <w:jc w:val="center"/>
            </w:pPr>
            <w:r>
              <w:rPr>
                <w:b/>
                <w:bCs/>
                <w:sz w:val="18"/>
                <w:szCs w:val="18"/>
              </w:rPr>
              <w:t>Scientific name</w:t>
            </w:r>
          </w:p>
        </w:tc>
        <w:tc>
          <w:tcPr>
            <w:tcW w:w="1750" w:type="dxa"/>
          </w:tcPr>
          <w:p w14:paraId="23AB0958" w14:textId="77777777" w:rsidR="00164FF5" w:rsidRDefault="00861641">
            <w:pPr>
              <w:spacing w:after="0" w:line="240" w:lineRule="auto"/>
              <w:jc w:val="center"/>
            </w:pPr>
            <w:r>
              <w:rPr>
                <w:b/>
                <w:bCs/>
                <w:sz w:val="18"/>
                <w:szCs w:val="18"/>
              </w:rPr>
              <w:t>Common name</w:t>
            </w:r>
          </w:p>
        </w:tc>
        <w:tc>
          <w:tcPr>
            <w:tcW w:w="1750" w:type="dxa"/>
          </w:tcPr>
          <w:p w14:paraId="73924D02" w14:textId="77777777" w:rsidR="00164FF5" w:rsidRDefault="00861641">
            <w:pPr>
              <w:spacing w:after="0" w:line="240" w:lineRule="auto"/>
              <w:jc w:val="center"/>
            </w:pPr>
            <w:r>
              <w:rPr>
                <w:b/>
                <w:bCs/>
                <w:sz w:val="18"/>
                <w:szCs w:val="18"/>
              </w:rPr>
              <w:t>Impacts</w:t>
            </w:r>
          </w:p>
        </w:tc>
        <w:tc>
          <w:tcPr>
            <w:tcW w:w="1750" w:type="dxa"/>
          </w:tcPr>
          <w:p w14:paraId="4EA12FF9" w14:textId="77777777" w:rsidR="00164FF5" w:rsidRDefault="00861641">
            <w:pPr>
              <w:spacing w:after="0" w:line="240" w:lineRule="auto"/>
              <w:jc w:val="center"/>
            </w:pPr>
            <w:r>
              <w:rPr>
                <w:b/>
                <w:bCs/>
                <w:sz w:val="18"/>
                <w:szCs w:val="18"/>
              </w:rPr>
              <w:t>Changes at RIS update</w:t>
            </w:r>
          </w:p>
        </w:tc>
      </w:tr>
      <w:tr w:rsidR="00164FF5" w14:paraId="1116D50C" w14:textId="77777777" w:rsidTr="00164FF5">
        <w:trPr>
          <w:trHeight w:val="200"/>
        </w:trPr>
        <w:tc>
          <w:tcPr>
            <w:tcW w:w="1750" w:type="dxa"/>
          </w:tcPr>
          <w:p w14:paraId="3F15B885" w14:textId="77777777" w:rsidR="00164FF5" w:rsidRDefault="00861641">
            <w:r>
              <w:rPr>
                <w:rStyle w:val="styleSubformtxtIblue"/>
              </w:rPr>
              <w:t>Lycium ferocissimum</w:t>
            </w:r>
          </w:p>
        </w:tc>
        <w:tc>
          <w:tcPr>
            <w:tcW w:w="1750" w:type="dxa"/>
          </w:tcPr>
          <w:p w14:paraId="3F54919F" w14:textId="77777777" w:rsidR="00164FF5" w:rsidRDefault="00861641">
            <w:r>
              <w:rPr>
                <w:rStyle w:val="styleSubformtxt"/>
              </w:rPr>
              <w:t>African Boxthorn</w:t>
            </w:r>
          </w:p>
        </w:tc>
        <w:tc>
          <w:tcPr>
            <w:tcW w:w="1750" w:type="dxa"/>
          </w:tcPr>
          <w:p w14:paraId="2A63494B" w14:textId="77777777" w:rsidR="00164FF5" w:rsidRDefault="00861641">
            <w:r>
              <w:rPr>
                <w:rStyle w:val="styleSubformtxt"/>
              </w:rPr>
              <w:t>Potentially</w:t>
            </w:r>
          </w:p>
        </w:tc>
        <w:tc>
          <w:tcPr>
            <w:tcW w:w="1750" w:type="dxa"/>
          </w:tcPr>
          <w:p w14:paraId="3DFF957E" w14:textId="77777777" w:rsidR="00164FF5" w:rsidRDefault="00861641">
            <w:r>
              <w:rPr>
                <w:rStyle w:val="styleSubformtxt"/>
              </w:rPr>
              <w:t>unknown</w:t>
            </w:r>
          </w:p>
        </w:tc>
      </w:tr>
      <w:tr w:rsidR="00164FF5" w14:paraId="38E718F4" w14:textId="77777777" w:rsidTr="00164FF5">
        <w:trPr>
          <w:trHeight w:val="200"/>
        </w:trPr>
        <w:tc>
          <w:tcPr>
            <w:tcW w:w="1750" w:type="dxa"/>
          </w:tcPr>
          <w:p w14:paraId="33F7F1C5" w14:textId="77777777" w:rsidR="00164FF5" w:rsidRDefault="00861641">
            <w:r>
              <w:rPr>
                <w:rStyle w:val="styleSubformtxtIblue"/>
              </w:rPr>
              <w:t>Tamarix aphylla</w:t>
            </w:r>
          </w:p>
        </w:tc>
        <w:tc>
          <w:tcPr>
            <w:tcW w:w="1750" w:type="dxa"/>
          </w:tcPr>
          <w:p w14:paraId="4A02E630" w14:textId="77777777" w:rsidR="00164FF5" w:rsidRDefault="00861641">
            <w:r>
              <w:rPr>
                <w:rStyle w:val="styleSubformtxt"/>
              </w:rPr>
              <w:t>Athel Pine</w:t>
            </w:r>
          </w:p>
        </w:tc>
        <w:tc>
          <w:tcPr>
            <w:tcW w:w="1750" w:type="dxa"/>
          </w:tcPr>
          <w:p w14:paraId="6C458E2F" w14:textId="77777777" w:rsidR="00164FF5" w:rsidRDefault="00861641">
            <w:r>
              <w:rPr>
                <w:rStyle w:val="styleSubformtxt"/>
              </w:rPr>
              <w:t>Potentially</w:t>
            </w:r>
          </w:p>
        </w:tc>
        <w:tc>
          <w:tcPr>
            <w:tcW w:w="1750" w:type="dxa"/>
          </w:tcPr>
          <w:p w14:paraId="436C9D9B" w14:textId="77777777" w:rsidR="00164FF5" w:rsidRDefault="00861641">
            <w:r>
              <w:rPr>
                <w:rStyle w:val="styleSubformtxt"/>
              </w:rPr>
              <w:t>unknown</w:t>
            </w:r>
          </w:p>
        </w:tc>
      </w:tr>
      <w:tr w:rsidR="00164FF5" w14:paraId="642F4D6D" w14:textId="77777777" w:rsidTr="00164FF5">
        <w:trPr>
          <w:trHeight w:val="200"/>
        </w:trPr>
        <w:tc>
          <w:tcPr>
            <w:tcW w:w="1750" w:type="dxa"/>
          </w:tcPr>
          <w:p w14:paraId="14B513B9" w14:textId="77777777" w:rsidR="00164FF5" w:rsidRDefault="00861641">
            <w:r>
              <w:rPr>
                <w:rStyle w:val="styleSubformtxtIblue"/>
              </w:rPr>
              <w:t>Xanthium spinosum</w:t>
            </w:r>
          </w:p>
        </w:tc>
        <w:tc>
          <w:tcPr>
            <w:tcW w:w="1750" w:type="dxa"/>
          </w:tcPr>
          <w:p w14:paraId="01C253D6" w14:textId="77777777" w:rsidR="00164FF5" w:rsidRDefault="00861641">
            <w:r>
              <w:rPr>
                <w:rStyle w:val="styleSubformtxt"/>
              </w:rPr>
              <w:t>Bathurst Burr</w:t>
            </w:r>
          </w:p>
        </w:tc>
        <w:tc>
          <w:tcPr>
            <w:tcW w:w="1750" w:type="dxa"/>
          </w:tcPr>
          <w:p w14:paraId="1716F1FD" w14:textId="77777777" w:rsidR="00164FF5" w:rsidRDefault="00861641">
            <w:r>
              <w:rPr>
                <w:rStyle w:val="styleSubformtxt"/>
              </w:rPr>
              <w:t>Potentially</w:t>
            </w:r>
          </w:p>
        </w:tc>
        <w:tc>
          <w:tcPr>
            <w:tcW w:w="1750" w:type="dxa"/>
          </w:tcPr>
          <w:p w14:paraId="664E480F" w14:textId="77777777" w:rsidR="00164FF5" w:rsidRDefault="00861641">
            <w:r>
              <w:rPr>
                <w:rStyle w:val="styleSubformtxt"/>
              </w:rPr>
              <w:t>unknown</w:t>
            </w:r>
          </w:p>
        </w:tc>
      </w:tr>
      <w:tr w:rsidR="00164FF5" w14:paraId="4C10155B" w14:textId="77777777" w:rsidTr="00164FF5">
        <w:trPr>
          <w:trHeight w:val="200"/>
        </w:trPr>
        <w:tc>
          <w:tcPr>
            <w:tcW w:w="1750" w:type="dxa"/>
          </w:tcPr>
          <w:p w14:paraId="05BA309C" w14:textId="77777777" w:rsidR="00164FF5" w:rsidRDefault="00164FF5"/>
        </w:tc>
        <w:tc>
          <w:tcPr>
            <w:tcW w:w="1750" w:type="dxa"/>
          </w:tcPr>
          <w:p w14:paraId="52E77443" w14:textId="77777777" w:rsidR="00164FF5" w:rsidRDefault="00164FF5"/>
        </w:tc>
        <w:tc>
          <w:tcPr>
            <w:tcW w:w="1750" w:type="dxa"/>
          </w:tcPr>
          <w:p w14:paraId="146412E6" w14:textId="77777777" w:rsidR="00164FF5" w:rsidRDefault="00164FF5"/>
        </w:tc>
        <w:tc>
          <w:tcPr>
            <w:tcW w:w="1750" w:type="dxa"/>
          </w:tcPr>
          <w:p w14:paraId="5E35ABE3" w14:textId="77777777" w:rsidR="00164FF5" w:rsidRDefault="00164FF5"/>
        </w:tc>
      </w:tr>
    </w:tbl>
    <w:p w14:paraId="2010217F" w14:textId="77777777" w:rsidR="00164FF5" w:rsidRDefault="00164FF5"/>
    <w:p w14:paraId="25E1CC05" w14:textId="77777777" w:rsidR="00164FF5" w:rsidRDefault="00861641">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476CA32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25CAF36" w14:textId="77777777" w:rsidR="00164FF5" w:rsidRDefault="00164FF5"/>
        </w:tc>
        <w:tc>
          <w:tcPr>
            <w:tcW w:w="9500" w:type="dxa"/>
          </w:tcPr>
          <w:p w14:paraId="18BA8AD4" w14:textId="77777777" w:rsidR="00164FF5" w:rsidRDefault="00164FF5">
            <w:pPr>
              <w:spacing w:before="30" w:after="25" w:line="240" w:lineRule="auto"/>
              <w:ind w:left="57"/>
            </w:pPr>
          </w:p>
        </w:tc>
      </w:tr>
    </w:tbl>
    <w:p w14:paraId="2DBD1672" w14:textId="77777777" w:rsidR="00164FF5" w:rsidRDefault="00164FF5">
      <w:pPr>
        <w:pStyle w:val="pstyleComments"/>
      </w:pPr>
    </w:p>
    <w:p w14:paraId="4A12DB1F" w14:textId="77777777" w:rsidR="00164FF5" w:rsidRDefault="00164FF5"/>
    <w:p w14:paraId="506D0795" w14:textId="77777777" w:rsidR="00164FF5" w:rsidRDefault="00861641">
      <w:pPr>
        <w:pStyle w:val="pstyleSection"/>
      </w:pPr>
      <w:r>
        <w:rPr>
          <w:rStyle w:val="styleL2"/>
        </w:rPr>
        <w:t>4.3.2 Animal species</w:t>
      </w:r>
    </w:p>
    <w:p w14:paraId="01C8B85F" w14:textId="77777777" w:rsidR="00164FF5" w:rsidRDefault="00861641">
      <w:pPr>
        <w:pStyle w:val="pstyleLabels"/>
      </w:pPr>
      <w:r>
        <w:rPr>
          <w:rStyle w:val="styleC3"/>
        </w:rPr>
        <w:t>Other noteworthy animal species</w:t>
      </w:r>
    </w:p>
    <w:tbl>
      <w:tblPr>
        <w:tblStyle w:val="FancyTable"/>
        <w:tblW w:w="0" w:type="auto"/>
        <w:tblInd w:w="-8" w:type="dxa"/>
        <w:tblLook w:val="04A0" w:firstRow="1" w:lastRow="0" w:firstColumn="1" w:lastColumn="0" w:noHBand="0" w:noVBand="1"/>
      </w:tblPr>
      <w:tblGrid>
        <w:gridCol w:w="1606"/>
        <w:gridCol w:w="1458"/>
        <w:gridCol w:w="1538"/>
        <w:gridCol w:w="829"/>
        <w:gridCol w:w="844"/>
        <w:gridCol w:w="1179"/>
        <w:gridCol w:w="1563"/>
      </w:tblGrid>
      <w:tr w:rsidR="00164FF5" w14:paraId="057B895A"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0C55D4CE" w14:textId="77777777" w:rsidR="00164FF5" w:rsidRDefault="00861641">
            <w:pPr>
              <w:spacing w:after="0" w:line="240" w:lineRule="auto"/>
              <w:jc w:val="center"/>
            </w:pPr>
            <w:r>
              <w:rPr>
                <w:b/>
                <w:bCs/>
                <w:sz w:val="18"/>
                <w:szCs w:val="18"/>
              </w:rPr>
              <w:t>Phylum</w:t>
            </w:r>
          </w:p>
        </w:tc>
        <w:tc>
          <w:tcPr>
            <w:tcW w:w="1750" w:type="dxa"/>
          </w:tcPr>
          <w:p w14:paraId="53D19078" w14:textId="77777777" w:rsidR="00164FF5" w:rsidRDefault="00861641">
            <w:pPr>
              <w:spacing w:after="0" w:line="240" w:lineRule="auto"/>
              <w:jc w:val="center"/>
            </w:pPr>
            <w:r>
              <w:rPr>
                <w:b/>
                <w:bCs/>
                <w:sz w:val="18"/>
                <w:szCs w:val="18"/>
              </w:rPr>
              <w:t>Scientific name</w:t>
            </w:r>
          </w:p>
        </w:tc>
        <w:tc>
          <w:tcPr>
            <w:tcW w:w="1750" w:type="dxa"/>
          </w:tcPr>
          <w:p w14:paraId="29A02DD1" w14:textId="77777777" w:rsidR="00164FF5" w:rsidRDefault="00861641">
            <w:pPr>
              <w:spacing w:after="0" w:line="240" w:lineRule="auto"/>
              <w:jc w:val="center"/>
            </w:pPr>
            <w:r>
              <w:rPr>
                <w:b/>
                <w:bCs/>
                <w:sz w:val="18"/>
                <w:szCs w:val="18"/>
              </w:rPr>
              <w:t>Common name</w:t>
            </w:r>
          </w:p>
        </w:tc>
        <w:tc>
          <w:tcPr>
            <w:tcW w:w="1750" w:type="dxa"/>
          </w:tcPr>
          <w:p w14:paraId="010A7A81" w14:textId="77777777" w:rsidR="00164FF5" w:rsidRDefault="00861641">
            <w:pPr>
              <w:spacing w:after="0" w:line="240" w:lineRule="auto"/>
              <w:jc w:val="center"/>
            </w:pPr>
            <w:r>
              <w:rPr>
                <w:b/>
                <w:bCs/>
                <w:sz w:val="18"/>
                <w:szCs w:val="18"/>
              </w:rPr>
              <w:t>Pop. size</w:t>
            </w:r>
            <w:r>
              <w:rPr>
                <w:vertAlign w:val="superscript"/>
              </w:rPr>
              <w:t xml:space="preserve"> (optional)</w:t>
            </w:r>
          </w:p>
        </w:tc>
        <w:tc>
          <w:tcPr>
            <w:tcW w:w="1750" w:type="dxa"/>
          </w:tcPr>
          <w:p w14:paraId="0A0A5699" w14:textId="77777777" w:rsidR="00164FF5" w:rsidRDefault="00861641">
            <w:pPr>
              <w:spacing w:after="0" w:line="240" w:lineRule="auto"/>
              <w:jc w:val="center"/>
            </w:pPr>
            <w:r>
              <w:rPr>
                <w:b/>
                <w:bCs/>
                <w:sz w:val="18"/>
                <w:szCs w:val="18"/>
              </w:rPr>
              <w:t>Period of pop. est.</w:t>
            </w:r>
            <w:r>
              <w:rPr>
                <w:vertAlign w:val="superscript"/>
              </w:rPr>
              <w:t xml:space="preserve"> (optional)</w:t>
            </w:r>
          </w:p>
        </w:tc>
        <w:tc>
          <w:tcPr>
            <w:tcW w:w="1750" w:type="dxa"/>
          </w:tcPr>
          <w:p w14:paraId="49A8D3BF" w14:textId="77777777" w:rsidR="00164FF5" w:rsidRDefault="00861641">
            <w:pPr>
              <w:spacing w:after="0" w:line="240" w:lineRule="auto"/>
              <w:jc w:val="center"/>
            </w:pPr>
            <w:r>
              <w:rPr>
                <w:b/>
                <w:bCs/>
                <w:sz w:val="18"/>
                <w:szCs w:val="18"/>
              </w:rPr>
              <w:t>% occurrence</w:t>
            </w:r>
            <w:r>
              <w:rPr>
                <w:vertAlign w:val="superscript"/>
              </w:rPr>
              <w:t xml:space="preserve"> (optional)</w:t>
            </w:r>
          </w:p>
        </w:tc>
        <w:tc>
          <w:tcPr>
            <w:tcW w:w="1750" w:type="dxa"/>
          </w:tcPr>
          <w:p w14:paraId="6CD01326" w14:textId="77777777" w:rsidR="00164FF5" w:rsidRDefault="00861641">
            <w:pPr>
              <w:spacing w:after="0" w:line="240" w:lineRule="auto"/>
              <w:jc w:val="center"/>
            </w:pPr>
            <w:r>
              <w:rPr>
                <w:b/>
                <w:bCs/>
                <w:sz w:val="18"/>
                <w:szCs w:val="18"/>
              </w:rPr>
              <w:t>Position in range /endemism/other</w:t>
            </w:r>
            <w:r>
              <w:rPr>
                <w:vertAlign w:val="superscript"/>
              </w:rPr>
              <w:t xml:space="preserve"> (optional)</w:t>
            </w:r>
          </w:p>
        </w:tc>
      </w:tr>
      <w:tr w:rsidR="00164FF5" w14:paraId="5CA5F298" w14:textId="77777777" w:rsidTr="00164FF5">
        <w:trPr>
          <w:trHeight w:val="200"/>
        </w:trPr>
        <w:tc>
          <w:tcPr>
            <w:tcW w:w="1750" w:type="dxa"/>
          </w:tcPr>
          <w:p w14:paraId="6F50EE93" w14:textId="77777777" w:rsidR="00164FF5" w:rsidRDefault="00861641">
            <w:r>
              <w:rPr>
                <w:rStyle w:val="styleSubformtxtUP"/>
              </w:rPr>
              <w:t>Chordata/Aves</w:t>
            </w:r>
          </w:p>
        </w:tc>
        <w:tc>
          <w:tcPr>
            <w:tcW w:w="1750" w:type="dxa"/>
          </w:tcPr>
          <w:p w14:paraId="0EDD760A" w14:textId="77777777" w:rsidR="00164FF5" w:rsidRDefault="00861641">
            <w:r>
              <w:rPr>
                <w:rStyle w:val="styleSubformtxtIblue"/>
              </w:rPr>
              <w:t>Acanthagenys rufogularis</w:t>
            </w:r>
          </w:p>
        </w:tc>
        <w:tc>
          <w:tcPr>
            <w:tcW w:w="1750" w:type="dxa"/>
          </w:tcPr>
          <w:p w14:paraId="61062231" w14:textId="77777777" w:rsidR="00164FF5" w:rsidRDefault="00861641">
            <w:r>
              <w:rPr>
                <w:rStyle w:val="styleSubformtxt"/>
              </w:rPr>
              <w:t>Spiny-cheeked Honeyeater</w:t>
            </w:r>
          </w:p>
        </w:tc>
        <w:tc>
          <w:tcPr>
            <w:tcW w:w="1750" w:type="dxa"/>
          </w:tcPr>
          <w:p w14:paraId="435A935C" w14:textId="77777777" w:rsidR="00164FF5" w:rsidRDefault="00164FF5"/>
        </w:tc>
        <w:tc>
          <w:tcPr>
            <w:tcW w:w="1750" w:type="dxa"/>
          </w:tcPr>
          <w:p w14:paraId="04D3F6EF" w14:textId="77777777" w:rsidR="00164FF5" w:rsidRDefault="00164FF5"/>
        </w:tc>
        <w:tc>
          <w:tcPr>
            <w:tcW w:w="1750" w:type="dxa"/>
          </w:tcPr>
          <w:p w14:paraId="52B4DF60" w14:textId="77777777" w:rsidR="00164FF5" w:rsidRDefault="00164FF5"/>
        </w:tc>
        <w:tc>
          <w:tcPr>
            <w:tcW w:w="1750" w:type="dxa"/>
          </w:tcPr>
          <w:p w14:paraId="7FEA5AAF" w14:textId="77777777" w:rsidR="00164FF5" w:rsidRDefault="00164FF5"/>
        </w:tc>
      </w:tr>
      <w:tr w:rsidR="00164FF5" w14:paraId="6FEE6810" w14:textId="77777777" w:rsidTr="00164FF5">
        <w:trPr>
          <w:trHeight w:val="200"/>
        </w:trPr>
        <w:tc>
          <w:tcPr>
            <w:tcW w:w="1750" w:type="dxa"/>
          </w:tcPr>
          <w:p w14:paraId="65589758" w14:textId="77777777" w:rsidR="00164FF5" w:rsidRDefault="00861641">
            <w:r>
              <w:rPr>
                <w:rStyle w:val="styleSubformtxtUP"/>
              </w:rPr>
              <w:t>Chordata/Aves</w:t>
            </w:r>
          </w:p>
        </w:tc>
        <w:tc>
          <w:tcPr>
            <w:tcW w:w="1750" w:type="dxa"/>
          </w:tcPr>
          <w:p w14:paraId="12B2FAEA" w14:textId="77777777" w:rsidR="00164FF5" w:rsidRDefault="00861641">
            <w:r>
              <w:rPr>
                <w:rStyle w:val="styleSubformtxtIblue"/>
              </w:rPr>
              <w:t>Acanthiza uropygialis</w:t>
            </w:r>
          </w:p>
        </w:tc>
        <w:tc>
          <w:tcPr>
            <w:tcW w:w="1750" w:type="dxa"/>
          </w:tcPr>
          <w:p w14:paraId="7750A4B8" w14:textId="77777777" w:rsidR="00164FF5" w:rsidRDefault="00861641">
            <w:r>
              <w:rPr>
                <w:rStyle w:val="styleSubformtxt"/>
              </w:rPr>
              <w:t>Chestnut-rumped Thornbill</w:t>
            </w:r>
          </w:p>
        </w:tc>
        <w:tc>
          <w:tcPr>
            <w:tcW w:w="1750" w:type="dxa"/>
          </w:tcPr>
          <w:p w14:paraId="6BCC0C25" w14:textId="77777777" w:rsidR="00164FF5" w:rsidRDefault="00164FF5"/>
        </w:tc>
        <w:tc>
          <w:tcPr>
            <w:tcW w:w="1750" w:type="dxa"/>
          </w:tcPr>
          <w:p w14:paraId="0DFAD776" w14:textId="77777777" w:rsidR="00164FF5" w:rsidRDefault="00164FF5"/>
        </w:tc>
        <w:tc>
          <w:tcPr>
            <w:tcW w:w="1750" w:type="dxa"/>
          </w:tcPr>
          <w:p w14:paraId="6B28929F" w14:textId="77777777" w:rsidR="00164FF5" w:rsidRDefault="00164FF5"/>
        </w:tc>
        <w:tc>
          <w:tcPr>
            <w:tcW w:w="1750" w:type="dxa"/>
          </w:tcPr>
          <w:p w14:paraId="0E8DC5EA" w14:textId="77777777" w:rsidR="00164FF5" w:rsidRDefault="00164FF5"/>
        </w:tc>
      </w:tr>
      <w:tr w:rsidR="00164FF5" w14:paraId="37534594" w14:textId="77777777" w:rsidTr="00164FF5">
        <w:trPr>
          <w:trHeight w:val="200"/>
        </w:trPr>
        <w:tc>
          <w:tcPr>
            <w:tcW w:w="1750" w:type="dxa"/>
          </w:tcPr>
          <w:p w14:paraId="281B27A6" w14:textId="77777777" w:rsidR="00164FF5" w:rsidRDefault="00861641">
            <w:r>
              <w:rPr>
                <w:rStyle w:val="styleSubformtxtUP"/>
              </w:rPr>
              <w:t>Chordata/Aves</w:t>
            </w:r>
          </w:p>
        </w:tc>
        <w:tc>
          <w:tcPr>
            <w:tcW w:w="1750" w:type="dxa"/>
          </w:tcPr>
          <w:p w14:paraId="34CCCC45" w14:textId="77777777" w:rsidR="00164FF5" w:rsidRDefault="00861641">
            <w:r>
              <w:rPr>
                <w:rStyle w:val="styleSubformtxtIblue"/>
              </w:rPr>
              <w:t>Accipiter fasciatus</w:t>
            </w:r>
          </w:p>
        </w:tc>
        <w:tc>
          <w:tcPr>
            <w:tcW w:w="1750" w:type="dxa"/>
          </w:tcPr>
          <w:p w14:paraId="2FC5390D" w14:textId="77777777" w:rsidR="00164FF5" w:rsidRDefault="00861641">
            <w:r>
              <w:rPr>
                <w:rStyle w:val="styleSubformtxt"/>
              </w:rPr>
              <w:t>Brown Goshawk</w:t>
            </w:r>
          </w:p>
        </w:tc>
        <w:tc>
          <w:tcPr>
            <w:tcW w:w="1750" w:type="dxa"/>
          </w:tcPr>
          <w:p w14:paraId="3C2A743A" w14:textId="77777777" w:rsidR="00164FF5" w:rsidRDefault="00164FF5"/>
        </w:tc>
        <w:tc>
          <w:tcPr>
            <w:tcW w:w="1750" w:type="dxa"/>
          </w:tcPr>
          <w:p w14:paraId="43B99A01" w14:textId="77777777" w:rsidR="00164FF5" w:rsidRDefault="00164FF5"/>
        </w:tc>
        <w:tc>
          <w:tcPr>
            <w:tcW w:w="1750" w:type="dxa"/>
          </w:tcPr>
          <w:p w14:paraId="4255F666" w14:textId="77777777" w:rsidR="00164FF5" w:rsidRDefault="00164FF5"/>
        </w:tc>
        <w:tc>
          <w:tcPr>
            <w:tcW w:w="1750" w:type="dxa"/>
          </w:tcPr>
          <w:p w14:paraId="76DA7F51" w14:textId="77777777" w:rsidR="00164FF5" w:rsidRDefault="00164FF5"/>
        </w:tc>
      </w:tr>
      <w:tr w:rsidR="00164FF5" w14:paraId="068EC3D7" w14:textId="77777777" w:rsidTr="00164FF5">
        <w:trPr>
          <w:trHeight w:val="200"/>
        </w:trPr>
        <w:tc>
          <w:tcPr>
            <w:tcW w:w="1750" w:type="dxa"/>
          </w:tcPr>
          <w:p w14:paraId="10A1220C" w14:textId="77777777" w:rsidR="00164FF5" w:rsidRDefault="00861641">
            <w:r>
              <w:rPr>
                <w:rStyle w:val="styleSubformtxtUP"/>
              </w:rPr>
              <w:t>Chordata/Aves</w:t>
            </w:r>
          </w:p>
        </w:tc>
        <w:tc>
          <w:tcPr>
            <w:tcW w:w="1750" w:type="dxa"/>
          </w:tcPr>
          <w:p w14:paraId="10A3F3B0" w14:textId="77777777" w:rsidR="00164FF5" w:rsidRDefault="00861641">
            <w:r>
              <w:rPr>
                <w:rStyle w:val="styleSubformtxtIblue"/>
              </w:rPr>
              <w:t>Aegotheles cristatus</w:t>
            </w:r>
          </w:p>
        </w:tc>
        <w:tc>
          <w:tcPr>
            <w:tcW w:w="1750" w:type="dxa"/>
          </w:tcPr>
          <w:p w14:paraId="7CC86BCB" w14:textId="77777777" w:rsidR="00164FF5" w:rsidRDefault="00861641">
            <w:r>
              <w:rPr>
                <w:rStyle w:val="styleSubformtxt"/>
              </w:rPr>
              <w:t>Australian Owlet-Nightjar</w:t>
            </w:r>
          </w:p>
        </w:tc>
        <w:tc>
          <w:tcPr>
            <w:tcW w:w="1750" w:type="dxa"/>
          </w:tcPr>
          <w:p w14:paraId="2FDC482D" w14:textId="77777777" w:rsidR="00164FF5" w:rsidRDefault="00164FF5"/>
        </w:tc>
        <w:tc>
          <w:tcPr>
            <w:tcW w:w="1750" w:type="dxa"/>
          </w:tcPr>
          <w:p w14:paraId="30C9C2E3" w14:textId="77777777" w:rsidR="00164FF5" w:rsidRDefault="00164FF5"/>
        </w:tc>
        <w:tc>
          <w:tcPr>
            <w:tcW w:w="1750" w:type="dxa"/>
          </w:tcPr>
          <w:p w14:paraId="47463E74" w14:textId="77777777" w:rsidR="00164FF5" w:rsidRDefault="00164FF5"/>
        </w:tc>
        <w:tc>
          <w:tcPr>
            <w:tcW w:w="1750" w:type="dxa"/>
          </w:tcPr>
          <w:p w14:paraId="6CD6C69F" w14:textId="77777777" w:rsidR="00164FF5" w:rsidRDefault="00164FF5"/>
        </w:tc>
      </w:tr>
      <w:tr w:rsidR="00164FF5" w14:paraId="28B303C1" w14:textId="77777777" w:rsidTr="00164FF5">
        <w:trPr>
          <w:trHeight w:val="200"/>
        </w:trPr>
        <w:tc>
          <w:tcPr>
            <w:tcW w:w="1750" w:type="dxa"/>
          </w:tcPr>
          <w:p w14:paraId="2DFBCF2C" w14:textId="77777777" w:rsidR="00164FF5" w:rsidRDefault="00861641">
            <w:r>
              <w:rPr>
                <w:rStyle w:val="styleSubformtxtUP"/>
              </w:rPr>
              <w:lastRenderedPageBreak/>
              <w:t>Chordata/Aves</w:t>
            </w:r>
          </w:p>
        </w:tc>
        <w:tc>
          <w:tcPr>
            <w:tcW w:w="1750" w:type="dxa"/>
          </w:tcPr>
          <w:p w14:paraId="30478A13" w14:textId="77777777" w:rsidR="00164FF5" w:rsidRDefault="00861641">
            <w:r>
              <w:rPr>
                <w:rStyle w:val="styleSubformtxtIblue"/>
              </w:rPr>
              <w:t>Aphelocephala leucopsis</w:t>
            </w:r>
          </w:p>
        </w:tc>
        <w:tc>
          <w:tcPr>
            <w:tcW w:w="1750" w:type="dxa"/>
          </w:tcPr>
          <w:p w14:paraId="4388D27E" w14:textId="77777777" w:rsidR="00164FF5" w:rsidRDefault="00861641">
            <w:r>
              <w:rPr>
                <w:rStyle w:val="styleSubformtxt"/>
              </w:rPr>
              <w:t>Southern Whiteface</w:t>
            </w:r>
          </w:p>
        </w:tc>
        <w:tc>
          <w:tcPr>
            <w:tcW w:w="1750" w:type="dxa"/>
          </w:tcPr>
          <w:p w14:paraId="73001292" w14:textId="77777777" w:rsidR="00164FF5" w:rsidRDefault="00164FF5"/>
        </w:tc>
        <w:tc>
          <w:tcPr>
            <w:tcW w:w="1750" w:type="dxa"/>
          </w:tcPr>
          <w:p w14:paraId="64D57355" w14:textId="77777777" w:rsidR="00164FF5" w:rsidRDefault="00164FF5"/>
        </w:tc>
        <w:tc>
          <w:tcPr>
            <w:tcW w:w="1750" w:type="dxa"/>
          </w:tcPr>
          <w:p w14:paraId="6BB66D4D" w14:textId="77777777" w:rsidR="00164FF5" w:rsidRDefault="00164FF5"/>
        </w:tc>
        <w:tc>
          <w:tcPr>
            <w:tcW w:w="1750" w:type="dxa"/>
          </w:tcPr>
          <w:p w14:paraId="508C129D" w14:textId="77777777" w:rsidR="00164FF5" w:rsidRDefault="00164FF5"/>
        </w:tc>
      </w:tr>
      <w:tr w:rsidR="00164FF5" w14:paraId="1A01F156" w14:textId="77777777" w:rsidTr="00164FF5">
        <w:trPr>
          <w:trHeight w:val="200"/>
        </w:trPr>
        <w:tc>
          <w:tcPr>
            <w:tcW w:w="1750" w:type="dxa"/>
          </w:tcPr>
          <w:p w14:paraId="76A3BA1C" w14:textId="77777777" w:rsidR="00164FF5" w:rsidRDefault="00861641">
            <w:r>
              <w:rPr>
                <w:rStyle w:val="styleSubformtxtUP"/>
              </w:rPr>
              <w:t>Chordata/Aves</w:t>
            </w:r>
          </w:p>
        </w:tc>
        <w:tc>
          <w:tcPr>
            <w:tcW w:w="1750" w:type="dxa"/>
          </w:tcPr>
          <w:p w14:paraId="0227AA74" w14:textId="77777777" w:rsidR="00164FF5" w:rsidRDefault="00861641">
            <w:r>
              <w:rPr>
                <w:rStyle w:val="styleSubformtxtIblue"/>
              </w:rPr>
              <w:t>Aquila audax</w:t>
            </w:r>
          </w:p>
        </w:tc>
        <w:tc>
          <w:tcPr>
            <w:tcW w:w="1750" w:type="dxa"/>
          </w:tcPr>
          <w:p w14:paraId="46C2D55E" w14:textId="77777777" w:rsidR="00164FF5" w:rsidRDefault="00861641">
            <w:r>
              <w:rPr>
                <w:rStyle w:val="styleSubformtxt"/>
              </w:rPr>
              <w:t>Wedge-tailed Eagle</w:t>
            </w:r>
          </w:p>
        </w:tc>
        <w:tc>
          <w:tcPr>
            <w:tcW w:w="1750" w:type="dxa"/>
          </w:tcPr>
          <w:p w14:paraId="3B805DF4" w14:textId="77777777" w:rsidR="00164FF5" w:rsidRDefault="00164FF5"/>
        </w:tc>
        <w:tc>
          <w:tcPr>
            <w:tcW w:w="1750" w:type="dxa"/>
          </w:tcPr>
          <w:p w14:paraId="46A12C36" w14:textId="77777777" w:rsidR="00164FF5" w:rsidRDefault="00164FF5"/>
        </w:tc>
        <w:tc>
          <w:tcPr>
            <w:tcW w:w="1750" w:type="dxa"/>
          </w:tcPr>
          <w:p w14:paraId="3029F3E7" w14:textId="77777777" w:rsidR="00164FF5" w:rsidRDefault="00164FF5"/>
        </w:tc>
        <w:tc>
          <w:tcPr>
            <w:tcW w:w="1750" w:type="dxa"/>
          </w:tcPr>
          <w:p w14:paraId="547EA80E" w14:textId="77777777" w:rsidR="00164FF5" w:rsidRDefault="00164FF5"/>
        </w:tc>
      </w:tr>
      <w:tr w:rsidR="00164FF5" w14:paraId="35F6853A" w14:textId="77777777" w:rsidTr="00164FF5">
        <w:trPr>
          <w:trHeight w:val="200"/>
        </w:trPr>
        <w:tc>
          <w:tcPr>
            <w:tcW w:w="1750" w:type="dxa"/>
          </w:tcPr>
          <w:p w14:paraId="57943852" w14:textId="77777777" w:rsidR="00164FF5" w:rsidRDefault="00861641">
            <w:r>
              <w:rPr>
                <w:rStyle w:val="styleSubformtxtUP"/>
              </w:rPr>
              <w:t>Chordata/Aves</w:t>
            </w:r>
          </w:p>
        </w:tc>
        <w:tc>
          <w:tcPr>
            <w:tcW w:w="1750" w:type="dxa"/>
          </w:tcPr>
          <w:p w14:paraId="6C4197F3" w14:textId="77777777" w:rsidR="00164FF5" w:rsidRDefault="00861641">
            <w:r>
              <w:rPr>
                <w:rStyle w:val="styleSubformtxtIblue"/>
              </w:rPr>
              <w:t>Artamus cinereus</w:t>
            </w:r>
          </w:p>
        </w:tc>
        <w:tc>
          <w:tcPr>
            <w:tcW w:w="1750" w:type="dxa"/>
          </w:tcPr>
          <w:p w14:paraId="2B6F3047" w14:textId="77777777" w:rsidR="00164FF5" w:rsidRDefault="00861641">
            <w:r>
              <w:rPr>
                <w:rStyle w:val="styleSubformtxt"/>
              </w:rPr>
              <w:t>Black-faced Woodswallow</w:t>
            </w:r>
          </w:p>
        </w:tc>
        <w:tc>
          <w:tcPr>
            <w:tcW w:w="1750" w:type="dxa"/>
          </w:tcPr>
          <w:p w14:paraId="639BD5F4" w14:textId="77777777" w:rsidR="00164FF5" w:rsidRDefault="00164FF5"/>
        </w:tc>
        <w:tc>
          <w:tcPr>
            <w:tcW w:w="1750" w:type="dxa"/>
          </w:tcPr>
          <w:p w14:paraId="6C6BDA63" w14:textId="77777777" w:rsidR="00164FF5" w:rsidRDefault="00164FF5"/>
        </w:tc>
        <w:tc>
          <w:tcPr>
            <w:tcW w:w="1750" w:type="dxa"/>
          </w:tcPr>
          <w:p w14:paraId="00A605A0" w14:textId="77777777" w:rsidR="00164FF5" w:rsidRDefault="00164FF5"/>
        </w:tc>
        <w:tc>
          <w:tcPr>
            <w:tcW w:w="1750" w:type="dxa"/>
          </w:tcPr>
          <w:p w14:paraId="7C326FC3" w14:textId="77777777" w:rsidR="00164FF5" w:rsidRDefault="00164FF5"/>
        </w:tc>
      </w:tr>
      <w:tr w:rsidR="00164FF5" w14:paraId="677D75E5" w14:textId="77777777" w:rsidTr="00164FF5">
        <w:trPr>
          <w:trHeight w:val="200"/>
        </w:trPr>
        <w:tc>
          <w:tcPr>
            <w:tcW w:w="1750" w:type="dxa"/>
          </w:tcPr>
          <w:p w14:paraId="4D61CAFA" w14:textId="77777777" w:rsidR="00164FF5" w:rsidRDefault="00861641">
            <w:r>
              <w:rPr>
                <w:rStyle w:val="styleSubformtxtUP"/>
              </w:rPr>
              <w:t>Chordata/Aves</w:t>
            </w:r>
          </w:p>
        </w:tc>
        <w:tc>
          <w:tcPr>
            <w:tcW w:w="1750" w:type="dxa"/>
          </w:tcPr>
          <w:p w14:paraId="3BB4A88B" w14:textId="77777777" w:rsidR="00164FF5" w:rsidRDefault="00861641">
            <w:r>
              <w:rPr>
                <w:rStyle w:val="styleSubformtxtIblue"/>
              </w:rPr>
              <w:t>Artamus leucoryn</w:t>
            </w:r>
          </w:p>
        </w:tc>
        <w:tc>
          <w:tcPr>
            <w:tcW w:w="1750" w:type="dxa"/>
          </w:tcPr>
          <w:p w14:paraId="1CB2C087" w14:textId="77777777" w:rsidR="00164FF5" w:rsidRDefault="00861641">
            <w:r>
              <w:rPr>
                <w:rStyle w:val="styleSubformtxt"/>
              </w:rPr>
              <w:t>White-breasted Woodswallow</w:t>
            </w:r>
          </w:p>
        </w:tc>
        <w:tc>
          <w:tcPr>
            <w:tcW w:w="1750" w:type="dxa"/>
          </w:tcPr>
          <w:p w14:paraId="1090C154" w14:textId="77777777" w:rsidR="00164FF5" w:rsidRDefault="00164FF5"/>
        </w:tc>
        <w:tc>
          <w:tcPr>
            <w:tcW w:w="1750" w:type="dxa"/>
          </w:tcPr>
          <w:p w14:paraId="1C557588" w14:textId="77777777" w:rsidR="00164FF5" w:rsidRDefault="00164FF5"/>
        </w:tc>
        <w:tc>
          <w:tcPr>
            <w:tcW w:w="1750" w:type="dxa"/>
          </w:tcPr>
          <w:p w14:paraId="158A96DC" w14:textId="77777777" w:rsidR="00164FF5" w:rsidRDefault="00164FF5"/>
        </w:tc>
        <w:tc>
          <w:tcPr>
            <w:tcW w:w="1750" w:type="dxa"/>
          </w:tcPr>
          <w:p w14:paraId="00CA2F19" w14:textId="77777777" w:rsidR="00164FF5" w:rsidRDefault="00164FF5"/>
        </w:tc>
      </w:tr>
      <w:tr w:rsidR="00164FF5" w14:paraId="347F7B07" w14:textId="77777777" w:rsidTr="00164FF5">
        <w:trPr>
          <w:trHeight w:val="200"/>
        </w:trPr>
        <w:tc>
          <w:tcPr>
            <w:tcW w:w="1750" w:type="dxa"/>
          </w:tcPr>
          <w:p w14:paraId="5320CBA7" w14:textId="77777777" w:rsidR="00164FF5" w:rsidRDefault="00861641">
            <w:r>
              <w:rPr>
                <w:rStyle w:val="styleSubformtxtUP"/>
              </w:rPr>
              <w:t>Chordata/Aves</w:t>
            </w:r>
          </w:p>
        </w:tc>
        <w:tc>
          <w:tcPr>
            <w:tcW w:w="1750" w:type="dxa"/>
          </w:tcPr>
          <w:p w14:paraId="2C319578" w14:textId="77777777" w:rsidR="00164FF5" w:rsidRDefault="00861641">
            <w:r>
              <w:rPr>
                <w:rStyle w:val="styleSubformtxtIblue"/>
              </w:rPr>
              <w:t>Artamus personatus</w:t>
            </w:r>
          </w:p>
        </w:tc>
        <w:tc>
          <w:tcPr>
            <w:tcW w:w="1750" w:type="dxa"/>
          </w:tcPr>
          <w:p w14:paraId="053FE13B" w14:textId="77777777" w:rsidR="00164FF5" w:rsidRDefault="00861641">
            <w:r>
              <w:rPr>
                <w:rStyle w:val="styleSubformtxt"/>
              </w:rPr>
              <w:t>Masked Woodswallow</w:t>
            </w:r>
          </w:p>
        </w:tc>
        <w:tc>
          <w:tcPr>
            <w:tcW w:w="1750" w:type="dxa"/>
          </w:tcPr>
          <w:p w14:paraId="7EB05697" w14:textId="77777777" w:rsidR="00164FF5" w:rsidRDefault="00164FF5"/>
        </w:tc>
        <w:tc>
          <w:tcPr>
            <w:tcW w:w="1750" w:type="dxa"/>
          </w:tcPr>
          <w:p w14:paraId="4DF6EDF8" w14:textId="77777777" w:rsidR="00164FF5" w:rsidRDefault="00164FF5"/>
        </w:tc>
        <w:tc>
          <w:tcPr>
            <w:tcW w:w="1750" w:type="dxa"/>
          </w:tcPr>
          <w:p w14:paraId="15141A8A" w14:textId="77777777" w:rsidR="00164FF5" w:rsidRDefault="00164FF5"/>
        </w:tc>
        <w:tc>
          <w:tcPr>
            <w:tcW w:w="1750" w:type="dxa"/>
          </w:tcPr>
          <w:p w14:paraId="3F4AD2A3" w14:textId="77777777" w:rsidR="00164FF5" w:rsidRDefault="00164FF5"/>
        </w:tc>
      </w:tr>
      <w:tr w:rsidR="00164FF5" w14:paraId="3D2335DF" w14:textId="77777777" w:rsidTr="00164FF5">
        <w:trPr>
          <w:trHeight w:val="200"/>
        </w:trPr>
        <w:tc>
          <w:tcPr>
            <w:tcW w:w="1750" w:type="dxa"/>
          </w:tcPr>
          <w:p w14:paraId="199F7DC8" w14:textId="77777777" w:rsidR="00164FF5" w:rsidRDefault="00861641">
            <w:r>
              <w:rPr>
                <w:rStyle w:val="styleSubformtxtUP"/>
              </w:rPr>
              <w:t>Chordata/Aves</w:t>
            </w:r>
          </w:p>
        </w:tc>
        <w:tc>
          <w:tcPr>
            <w:tcW w:w="1750" w:type="dxa"/>
          </w:tcPr>
          <w:p w14:paraId="16A92B04" w14:textId="77777777" w:rsidR="00164FF5" w:rsidRDefault="00861641">
            <w:r>
              <w:rPr>
                <w:rStyle w:val="styleSubformtxtIblue"/>
              </w:rPr>
              <w:t>Artamus superciliosus</w:t>
            </w:r>
          </w:p>
        </w:tc>
        <w:tc>
          <w:tcPr>
            <w:tcW w:w="1750" w:type="dxa"/>
          </w:tcPr>
          <w:p w14:paraId="72E3E542" w14:textId="77777777" w:rsidR="00164FF5" w:rsidRDefault="00861641">
            <w:r>
              <w:rPr>
                <w:rStyle w:val="styleSubformtxt"/>
              </w:rPr>
              <w:t>White-browed Woodswallow</w:t>
            </w:r>
          </w:p>
        </w:tc>
        <w:tc>
          <w:tcPr>
            <w:tcW w:w="1750" w:type="dxa"/>
          </w:tcPr>
          <w:p w14:paraId="2BDF06A5" w14:textId="77777777" w:rsidR="00164FF5" w:rsidRDefault="00164FF5"/>
        </w:tc>
        <w:tc>
          <w:tcPr>
            <w:tcW w:w="1750" w:type="dxa"/>
          </w:tcPr>
          <w:p w14:paraId="260EB08D" w14:textId="77777777" w:rsidR="00164FF5" w:rsidRDefault="00164FF5"/>
        </w:tc>
        <w:tc>
          <w:tcPr>
            <w:tcW w:w="1750" w:type="dxa"/>
          </w:tcPr>
          <w:p w14:paraId="1C97C513" w14:textId="77777777" w:rsidR="00164FF5" w:rsidRDefault="00164FF5"/>
        </w:tc>
        <w:tc>
          <w:tcPr>
            <w:tcW w:w="1750" w:type="dxa"/>
          </w:tcPr>
          <w:p w14:paraId="0570380E" w14:textId="77777777" w:rsidR="00164FF5" w:rsidRDefault="00164FF5"/>
        </w:tc>
      </w:tr>
      <w:tr w:rsidR="00164FF5" w14:paraId="2D53BA9A" w14:textId="77777777" w:rsidTr="00164FF5">
        <w:trPr>
          <w:trHeight w:val="200"/>
        </w:trPr>
        <w:tc>
          <w:tcPr>
            <w:tcW w:w="1750" w:type="dxa"/>
          </w:tcPr>
          <w:p w14:paraId="0AD67C1D" w14:textId="77777777" w:rsidR="00164FF5" w:rsidRDefault="00861641">
            <w:r>
              <w:rPr>
                <w:rStyle w:val="styleSubformtxtUP"/>
              </w:rPr>
              <w:t>Chordata/Aves</w:t>
            </w:r>
          </w:p>
        </w:tc>
        <w:tc>
          <w:tcPr>
            <w:tcW w:w="1750" w:type="dxa"/>
          </w:tcPr>
          <w:p w14:paraId="61641EAE" w14:textId="77777777" w:rsidR="00164FF5" w:rsidRDefault="00861641">
            <w:r>
              <w:rPr>
                <w:rStyle w:val="styleSubformtxtIblue"/>
              </w:rPr>
              <w:t>Barnardius zonarius</w:t>
            </w:r>
          </w:p>
        </w:tc>
        <w:tc>
          <w:tcPr>
            <w:tcW w:w="1750" w:type="dxa"/>
          </w:tcPr>
          <w:p w14:paraId="58F9D140" w14:textId="77777777" w:rsidR="00164FF5" w:rsidRDefault="00861641">
            <w:r>
              <w:rPr>
                <w:rStyle w:val="styleSubformtxt"/>
              </w:rPr>
              <w:t>Mallee Ringneck</w:t>
            </w:r>
          </w:p>
        </w:tc>
        <w:tc>
          <w:tcPr>
            <w:tcW w:w="1750" w:type="dxa"/>
          </w:tcPr>
          <w:p w14:paraId="02DD6E81" w14:textId="77777777" w:rsidR="00164FF5" w:rsidRDefault="00164FF5"/>
        </w:tc>
        <w:tc>
          <w:tcPr>
            <w:tcW w:w="1750" w:type="dxa"/>
          </w:tcPr>
          <w:p w14:paraId="03E4EDB5" w14:textId="77777777" w:rsidR="00164FF5" w:rsidRDefault="00164FF5"/>
        </w:tc>
        <w:tc>
          <w:tcPr>
            <w:tcW w:w="1750" w:type="dxa"/>
          </w:tcPr>
          <w:p w14:paraId="007FFDFF" w14:textId="77777777" w:rsidR="00164FF5" w:rsidRDefault="00164FF5"/>
        </w:tc>
        <w:tc>
          <w:tcPr>
            <w:tcW w:w="1750" w:type="dxa"/>
          </w:tcPr>
          <w:p w14:paraId="493FBD73" w14:textId="77777777" w:rsidR="00164FF5" w:rsidRDefault="00164FF5"/>
        </w:tc>
      </w:tr>
      <w:tr w:rsidR="00164FF5" w14:paraId="13652895" w14:textId="77777777" w:rsidTr="00164FF5">
        <w:trPr>
          <w:trHeight w:val="200"/>
        </w:trPr>
        <w:tc>
          <w:tcPr>
            <w:tcW w:w="1750" w:type="dxa"/>
          </w:tcPr>
          <w:p w14:paraId="002A6B7C" w14:textId="77777777" w:rsidR="00164FF5" w:rsidRDefault="00861641">
            <w:r>
              <w:rPr>
                <w:rStyle w:val="styleSubformtxtUP"/>
              </w:rPr>
              <w:t>Chordata/Aves</w:t>
            </w:r>
          </w:p>
        </w:tc>
        <w:tc>
          <w:tcPr>
            <w:tcW w:w="1750" w:type="dxa"/>
          </w:tcPr>
          <w:p w14:paraId="766A16BC" w14:textId="77777777" w:rsidR="00164FF5" w:rsidRDefault="00861641">
            <w:r>
              <w:rPr>
                <w:rStyle w:val="styleSubformtxtIblue"/>
              </w:rPr>
              <w:t>Cheramoeca leucosterna</w:t>
            </w:r>
          </w:p>
        </w:tc>
        <w:tc>
          <w:tcPr>
            <w:tcW w:w="1750" w:type="dxa"/>
          </w:tcPr>
          <w:p w14:paraId="5EF72E52" w14:textId="77777777" w:rsidR="00164FF5" w:rsidRDefault="00861641">
            <w:r>
              <w:rPr>
                <w:rStyle w:val="styleSubformtxt"/>
              </w:rPr>
              <w:t>White-backed Swallow</w:t>
            </w:r>
          </w:p>
        </w:tc>
        <w:tc>
          <w:tcPr>
            <w:tcW w:w="1750" w:type="dxa"/>
          </w:tcPr>
          <w:p w14:paraId="4BB8E9F6" w14:textId="77777777" w:rsidR="00164FF5" w:rsidRDefault="00164FF5"/>
        </w:tc>
        <w:tc>
          <w:tcPr>
            <w:tcW w:w="1750" w:type="dxa"/>
          </w:tcPr>
          <w:p w14:paraId="0FF46AF8" w14:textId="77777777" w:rsidR="00164FF5" w:rsidRDefault="00164FF5"/>
        </w:tc>
        <w:tc>
          <w:tcPr>
            <w:tcW w:w="1750" w:type="dxa"/>
          </w:tcPr>
          <w:p w14:paraId="2EB87573" w14:textId="77777777" w:rsidR="00164FF5" w:rsidRDefault="00164FF5"/>
        </w:tc>
        <w:tc>
          <w:tcPr>
            <w:tcW w:w="1750" w:type="dxa"/>
          </w:tcPr>
          <w:p w14:paraId="757E8FF2" w14:textId="77777777" w:rsidR="00164FF5" w:rsidRDefault="00164FF5"/>
        </w:tc>
      </w:tr>
      <w:tr w:rsidR="00164FF5" w14:paraId="0A78F197" w14:textId="77777777" w:rsidTr="00164FF5">
        <w:trPr>
          <w:trHeight w:val="200"/>
        </w:trPr>
        <w:tc>
          <w:tcPr>
            <w:tcW w:w="1750" w:type="dxa"/>
          </w:tcPr>
          <w:p w14:paraId="2AD2A4BC" w14:textId="77777777" w:rsidR="00164FF5" w:rsidRDefault="00861641">
            <w:r>
              <w:rPr>
                <w:rStyle w:val="styleSubformtxtUP"/>
              </w:rPr>
              <w:t>Chordata/Aves</w:t>
            </w:r>
          </w:p>
        </w:tc>
        <w:tc>
          <w:tcPr>
            <w:tcW w:w="1750" w:type="dxa"/>
          </w:tcPr>
          <w:p w14:paraId="6E069A82" w14:textId="77777777" w:rsidR="00164FF5" w:rsidRDefault="00861641">
            <w:r>
              <w:rPr>
                <w:rStyle w:val="styleSubformtxtIblue"/>
              </w:rPr>
              <w:t>Chrysococcyx basalis</w:t>
            </w:r>
          </w:p>
        </w:tc>
        <w:tc>
          <w:tcPr>
            <w:tcW w:w="1750" w:type="dxa"/>
          </w:tcPr>
          <w:p w14:paraId="0E6261BE" w14:textId="77777777" w:rsidR="00164FF5" w:rsidRDefault="00861641">
            <w:r>
              <w:rPr>
                <w:rStyle w:val="styleSubformtxt"/>
              </w:rPr>
              <w:t>Horsfield's Bronze Cuckoo</w:t>
            </w:r>
          </w:p>
        </w:tc>
        <w:tc>
          <w:tcPr>
            <w:tcW w:w="1750" w:type="dxa"/>
          </w:tcPr>
          <w:p w14:paraId="6F4C7AE1" w14:textId="77777777" w:rsidR="00164FF5" w:rsidRDefault="00164FF5"/>
        </w:tc>
        <w:tc>
          <w:tcPr>
            <w:tcW w:w="1750" w:type="dxa"/>
          </w:tcPr>
          <w:p w14:paraId="6413072B" w14:textId="77777777" w:rsidR="00164FF5" w:rsidRDefault="00164FF5"/>
        </w:tc>
        <w:tc>
          <w:tcPr>
            <w:tcW w:w="1750" w:type="dxa"/>
          </w:tcPr>
          <w:p w14:paraId="4906D928" w14:textId="77777777" w:rsidR="00164FF5" w:rsidRDefault="00164FF5"/>
        </w:tc>
        <w:tc>
          <w:tcPr>
            <w:tcW w:w="1750" w:type="dxa"/>
          </w:tcPr>
          <w:p w14:paraId="26C5B9E3" w14:textId="77777777" w:rsidR="00164FF5" w:rsidRDefault="00164FF5"/>
        </w:tc>
      </w:tr>
      <w:tr w:rsidR="00164FF5" w14:paraId="014BC776" w14:textId="77777777" w:rsidTr="00164FF5">
        <w:trPr>
          <w:trHeight w:val="200"/>
        </w:trPr>
        <w:tc>
          <w:tcPr>
            <w:tcW w:w="1750" w:type="dxa"/>
          </w:tcPr>
          <w:p w14:paraId="5CD8E334" w14:textId="77777777" w:rsidR="00164FF5" w:rsidRDefault="00861641">
            <w:r>
              <w:rPr>
                <w:rStyle w:val="styleSubformtxtUP"/>
              </w:rPr>
              <w:t>Chordata/Aves</w:t>
            </w:r>
          </w:p>
        </w:tc>
        <w:tc>
          <w:tcPr>
            <w:tcW w:w="1750" w:type="dxa"/>
          </w:tcPr>
          <w:p w14:paraId="07912852" w14:textId="77777777" w:rsidR="00164FF5" w:rsidRDefault="00861641">
            <w:r>
              <w:rPr>
                <w:rStyle w:val="styleSubformtxtIblue"/>
              </w:rPr>
              <w:t>Climacteris picumnus</w:t>
            </w:r>
          </w:p>
        </w:tc>
        <w:tc>
          <w:tcPr>
            <w:tcW w:w="1750" w:type="dxa"/>
          </w:tcPr>
          <w:p w14:paraId="66C490E0" w14:textId="77777777" w:rsidR="00164FF5" w:rsidRDefault="00861641">
            <w:r>
              <w:rPr>
                <w:rStyle w:val="styleSubformtxt"/>
              </w:rPr>
              <w:t>Brown Treecreeper</w:t>
            </w:r>
          </w:p>
        </w:tc>
        <w:tc>
          <w:tcPr>
            <w:tcW w:w="1750" w:type="dxa"/>
          </w:tcPr>
          <w:p w14:paraId="1DF6DF55" w14:textId="77777777" w:rsidR="00164FF5" w:rsidRDefault="00164FF5"/>
        </w:tc>
        <w:tc>
          <w:tcPr>
            <w:tcW w:w="1750" w:type="dxa"/>
          </w:tcPr>
          <w:p w14:paraId="22E28052" w14:textId="77777777" w:rsidR="00164FF5" w:rsidRDefault="00164FF5"/>
        </w:tc>
        <w:tc>
          <w:tcPr>
            <w:tcW w:w="1750" w:type="dxa"/>
          </w:tcPr>
          <w:p w14:paraId="6661855B" w14:textId="77777777" w:rsidR="00164FF5" w:rsidRDefault="00164FF5"/>
        </w:tc>
        <w:tc>
          <w:tcPr>
            <w:tcW w:w="1750" w:type="dxa"/>
          </w:tcPr>
          <w:p w14:paraId="4645DD68" w14:textId="77777777" w:rsidR="00164FF5" w:rsidRDefault="00164FF5"/>
        </w:tc>
      </w:tr>
      <w:tr w:rsidR="00164FF5" w14:paraId="2FAEC114" w14:textId="77777777" w:rsidTr="00164FF5">
        <w:trPr>
          <w:trHeight w:val="200"/>
        </w:trPr>
        <w:tc>
          <w:tcPr>
            <w:tcW w:w="1750" w:type="dxa"/>
          </w:tcPr>
          <w:p w14:paraId="532FA3D4" w14:textId="77777777" w:rsidR="00164FF5" w:rsidRDefault="00861641">
            <w:r>
              <w:rPr>
                <w:rStyle w:val="styleSubformtxtUP"/>
              </w:rPr>
              <w:t>Chordata/Aves</w:t>
            </w:r>
          </w:p>
        </w:tc>
        <w:tc>
          <w:tcPr>
            <w:tcW w:w="1750" w:type="dxa"/>
          </w:tcPr>
          <w:p w14:paraId="65ACCB10" w14:textId="77777777" w:rsidR="00164FF5" w:rsidRDefault="00861641">
            <w:r>
              <w:rPr>
                <w:rStyle w:val="styleSubformtxtIblue"/>
              </w:rPr>
              <w:t>Coracina maxima</w:t>
            </w:r>
          </w:p>
        </w:tc>
        <w:tc>
          <w:tcPr>
            <w:tcW w:w="1750" w:type="dxa"/>
          </w:tcPr>
          <w:p w14:paraId="30F72252" w14:textId="77777777" w:rsidR="00164FF5" w:rsidRDefault="00861641">
            <w:r>
              <w:rPr>
                <w:rStyle w:val="styleSubformtxt"/>
              </w:rPr>
              <w:t>Ground Cuckooshrike</w:t>
            </w:r>
          </w:p>
        </w:tc>
        <w:tc>
          <w:tcPr>
            <w:tcW w:w="1750" w:type="dxa"/>
          </w:tcPr>
          <w:p w14:paraId="13EC60C9" w14:textId="77777777" w:rsidR="00164FF5" w:rsidRDefault="00164FF5"/>
        </w:tc>
        <w:tc>
          <w:tcPr>
            <w:tcW w:w="1750" w:type="dxa"/>
          </w:tcPr>
          <w:p w14:paraId="6E49ACF3" w14:textId="77777777" w:rsidR="00164FF5" w:rsidRDefault="00164FF5"/>
        </w:tc>
        <w:tc>
          <w:tcPr>
            <w:tcW w:w="1750" w:type="dxa"/>
          </w:tcPr>
          <w:p w14:paraId="1B7CCD62" w14:textId="77777777" w:rsidR="00164FF5" w:rsidRDefault="00164FF5"/>
        </w:tc>
        <w:tc>
          <w:tcPr>
            <w:tcW w:w="1750" w:type="dxa"/>
          </w:tcPr>
          <w:p w14:paraId="1DDFD9AF" w14:textId="77777777" w:rsidR="00164FF5" w:rsidRDefault="00164FF5"/>
        </w:tc>
      </w:tr>
      <w:tr w:rsidR="00164FF5" w14:paraId="2B7B1B3B" w14:textId="77777777" w:rsidTr="00164FF5">
        <w:trPr>
          <w:trHeight w:val="200"/>
        </w:trPr>
        <w:tc>
          <w:tcPr>
            <w:tcW w:w="1750" w:type="dxa"/>
          </w:tcPr>
          <w:p w14:paraId="5E31E013" w14:textId="77777777" w:rsidR="00164FF5" w:rsidRDefault="00861641">
            <w:r>
              <w:rPr>
                <w:rStyle w:val="styleSubformtxtUP"/>
              </w:rPr>
              <w:t>Chordata/Aves</w:t>
            </w:r>
          </w:p>
        </w:tc>
        <w:tc>
          <w:tcPr>
            <w:tcW w:w="1750" w:type="dxa"/>
          </w:tcPr>
          <w:p w14:paraId="3A6E2181" w14:textId="77777777" w:rsidR="00164FF5" w:rsidRDefault="00861641">
            <w:r>
              <w:rPr>
                <w:rStyle w:val="styleSubformtxtIblue"/>
              </w:rPr>
              <w:t>Coracina novaehollandiae</w:t>
            </w:r>
          </w:p>
        </w:tc>
        <w:tc>
          <w:tcPr>
            <w:tcW w:w="1750" w:type="dxa"/>
          </w:tcPr>
          <w:p w14:paraId="2E081B38" w14:textId="77777777" w:rsidR="00164FF5" w:rsidRDefault="00861641">
            <w:r>
              <w:rPr>
                <w:rStyle w:val="styleSubformtxt"/>
              </w:rPr>
              <w:t>Black-faced Cuckooshrike</w:t>
            </w:r>
          </w:p>
        </w:tc>
        <w:tc>
          <w:tcPr>
            <w:tcW w:w="1750" w:type="dxa"/>
          </w:tcPr>
          <w:p w14:paraId="08090685" w14:textId="77777777" w:rsidR="00164FF5" w:rsidRDefault="00164FF5"/>
        </w:tc>
        <w:tc>
          <w:tcPr>
            <w:tcW w:w="1750" w:type="dxa"/>
          </w:tcPr>
          <w:p w14:paraId="5D4BC141" w14:textId="77777777" w:rsidR="00164FF5" w:rsidRDefault="00164FF5"/>
        </w:tc>
        <w:tc>
          <w:tcPr>
            <w:tcW w:w="1750" w:type="dxa"/>
          </w:tcPr>
          <w:p w14:paraId="3E41C982" w14:textId="77777777" w:rsidR="00164FF5" w:rsidRDefault="00164FF5"/>
        </w:tc>
        <w:tc>
          <w:tcPr>
            <w:tcW w:w="1750" w:type="dxa"/>
          </w:tcPr>
          <w:p w14:paraId="7CDC5378" w14:textId="77777777" w:rsidR="00164FF5" w:rsidRDefault="00164FF5"/>
        </w:tc>
      </w:tr>
      <w:tr w:rsidR="00164FF5" w14:paraId="6085C0BF" w14:textId="77777777" w:rsidTr="00164FF5">
        <w:trPr>
          <w:trHeight w:val="200"/>
        </w:trPr>
        <w:tc>
          <w:tcPr>
            <w:tcW w:w="1750" w:type="dxa"/>
          </w:tcPr>
          <w:p w14:paraId="2CD06AFF" w14:textId="77777777" w:rsidR="00164FF5" w:rsidRDefault="00861641">
            <w:r>
              <w:rPr>
                <w:rStyle w:val="styleSubformtxtUP"/>
              </w:rPr>
              <w:t>Chordata/Aves</w:t>
            </w:r>
          </w:p>
        </w:tc>
        <w:tc>
          <w:tcPr>
            <w:tcW w:w="1750" w:type="dxa"/>
          </w:tcPr>
          <w:p w14:paraId="52A573D4" w14:textId="77777777" w:rsidR="00164FF5" w:rsidRDefault="00861641">
            <w:r>
              <w:rPr>
                <w:rStyle w:val="styleSubformtxtIblue"/>
              </w:rPr>
              <w:t>Corvus bennetti</w:t>
            </w:r>
          </w:p>
        </w:tc>
        <w:tc>
          <w:tcPr>
            <w:tcW w:w="1750" w:type="dxa"/>
          </w:tcPr>
          <w:p w14:paraId="305978E3" w14:textId="77777777" w:rsidR="00164FF5" w:rsidRDefault="00861641">
            <w:r>
              <w:rPr>
                <w:rStyle w:val="styleSubformtxt"/>
              </w:rPr>
              <w:t>Little Crow</w:t>
            </w:r>
          </w:p>
        </w:tc>
        <w:tc>
          <w:tcPr>
            <w:tcW w:w="1750" w:type="dxa"/>
          </w:tcPr>
          <w:p w14:paraId="737F7361" w14:textId="77777777" w:rsidR="00164FF5" w:rsidRDefault="00164FF5"/>
        </w:tc>
        <w:tc>
          <w:tcPr>
            <w:tcW w:w="1750" w:type="dxa"/>
          </w:tcPr>
          <w:p w14:paraId="7B7A450C" w14:textId="77777777" w:rsidR="00164FF5" w:rsidRDefault="00164FF5"/>
        </w:tc>
        <w:tc>
          <w:tcPr>
            <w:tcW w:w="1750" w:type="dxa"/>
          </w:tcPr>
          <w:p w14:paraId="1CB7E475" w14:textId="77777777" w:rsidR="00164FF5" w:rsidRDefault="00164FF5"/>
        </w:tc>
        <w:tc>
          <w:tcPr>
            <w:tcW w:w="1750" w:type="dxa"/>
          </w:tcPr>
          <w:p w14:paraId="55C42329" w14:textId="77777777" w:rsidR="00164FF5" w:rsidRDefault="00164FF5"/>
        </w:tc>
      </w:tr>
      <w:tr w:rsidR="00164FF5" w14:paraId="69CD7B4E" w14:textId="77777777" w:rsidTr="00164FF5">
        <w:trPr>
          <w:trHeight w:val="200"/>
        </w:trPr>
        <w:tc>
          <w:tcPr>
            <w:tcW w:w="1750" w:type="dxa"/>
          </w:tcPr>
          <w:p w14:paraId="06404BF6" w14:textId="77777777" w:rsidR="00164FF5" w:rsidRDefault="00861641">
            <w:r>
              <w:rPr>
                <w:rStyle w:val="styleSubformtxtUP"/>
              </w:rPr>
              <w:t>Chordata/Aves</w:t>
            </w:r>
          </w:p>
        </w:tc>
        <w:tc>
          <w:tcPr>
            <w:tcW w:w="1750" w:type="dxa"/>
          </w:tcPr>
          <w:p w14:paraId="6BAED769" w14:textId="77777777" w:rsidR="00164FF5" w:rsidRDefault="00861641">
            <w:r>
              <w:rPr>
                <w:rStyle w:val="styleSubformtxtIblue"/>
              </w:rPr>
              <w:t>Corvus coronoides</w:t>
            </w:r>
          </w:p>
        </w:tc>
        <w:tc>
          <w:tcPr>
            <w:tcW w:w="1750" w:type="dxa"/>
          </w:tcPr>
          <w:p w14:paraId="2D8AB615" w14:textId="77777777" w:rsidR="00164FF5" w:rsidRDefault="00861641">
            <w:r>
              <w:rPr>
                <w:rStyle w:val="styleSubformtxt"/>
              </w:rPr>
              <w:t>Australian Raven</w:t>
            </w:r>
          </w:p>
        </w:tc>
        <w:tc>
          <w:tcPr>
            <w:tcW w:w="1750" w:type="dxa"/>
          </w:tcPr>
          <w:p w14:paraId="3D77FC80" w14:textId="77777777" w:rsidR="00164FF5" w:rsidRDefault="00164FF5"/>
        </w:tc>
        <w:tc>
          <w:tcPr>
            <w:tcW w:w="1750" w:type="dxa"/>
          </w:tcPr>
          <w:p w14:paraId="3F1E8F2B" w14:textId="77777777" w:rsidR="00164FF5" w:rsidRDefault="00164FF5"/>
        </w:tc>
        <w:tc>
          <w:tcPr>
            <w:tcW w:w="1750" w:type="dxa"/>
          </w:tcPr>
          <w:p w14:paraId="12674834" w14:textId="77777777" w:rsidR="00164FF5" w:rsidRDefault="00164FF5"/>
        </w:tc>
        <w:tc>
          <w:tcPr>
            <w:tcW w:w="1750" w:type="dxa"/>
          </w:tcPr>
          <w:p w14:paraId="1F49B5BB" w14:textId="77777777" w:rsidR="00164FF5" w:rsidRDefault="00164FF5"/>
        </w:tc>
      </w:tr>
      <w:tr w:rsidR="00164FF5" w14:paraId="416BFDFB" w14:textId="77777777" w:rsidTr="00164FF5">
        <w:trPr>
          <w:trHeight w:val="200"/>
        </w:trPr>
        <w:tc>
          <w:tcPr>
            <w:tcW w:w="1750" w:type="dxa"/>
          </w:tcPr>
          <w:p w14:paraId="0B005E45" w14:textId="77777777" w:rsidR="00164FF5" w:rsidRDefault="00861641">
            <w:r>
              <w:rPr>
                <w:rStyle w:val="styleSubformtxtUP"/>
              </w:rPr>
              <w:t>Chordata/Aves</w:t>
            </w:r>
          </w:p>
        </w:tc>
        <w:tc>
          <w:tcPr>
            <w:tcW w:w="1750" w:type="dxa"/>
          </w:tcPr>
          <w:p w14:paraId="282D2501" w14:textId="77777777" w:rsidR="00164FF5" w:rsidRDefault="00861641">
            <w:r>
              <w:rPr>
                <w:rStyle w:val="styleSubformtxtIblue"/>
              </w:rPr>
              <w:t>Coturnix ypsilophora</w:t>
            </w:r>
          </w:p>
        </w:tc>
        <w:tc>
          <w:tcPr>
            <w:tcW w:w="1750" w:type="dxa"/>
          </w:tcPr>
          <w:p w14:paraId="66F16A15" w14:textId="77777777" w:rsidR="00164FF5" w:rsidRDefault="00861641">
            <w:r>
              <w:rPr>
                <w:rStyle w:val="styleSubformtxt"/>
              </w:rPr>
              <w:t>Brown Quail</w:t>
            </w:r>
          </w:p>
        </w:tc>
        <w:tc>
          <w:tcPr>
            <w:tcW w:w="1750" w:type="dxa"/>
          </w:tcPr>
          <w:p w14:paraId="567F95D9" w14:textId="77777777" w:rsidR="00164FF5" w:rsidRDefault="00164FF5"/>
        </w:tc>
        <w:tc>
          <w:tcPr>
            <w:tcW w:w="1750" w:type="dxa"/>
          </w:tcPr>
          <w:p w14:paraId="77A48716" w14:textId="77777777" w:rsidR="00164FF5" w:rsidRDefault="00164FF5"/>
        </w:tc>
        <w:tc>
          <w:tcPr>
            <w:tcW w:w="1750" w:type="dxa"/>
          </w:tcPr>
          <w:p w14:paraId="7DDF4E59" w14:textId="77777777" w:rsidR="00164FF5" w:rsidRDefault="00164FF5"/>
        </w:tc>
        <w:tc>
          <w:tcPr>
            <w:tcW w:w="1750" w:type="dxa"/>
          </w:tcPr>
          <w:p w14:paraId="7ACDBA2B" w14:textId="77777777" w:rsidR="00164FF5" w:rsidRDefault="00164FF5"/>
        </w:tc>
      </w:tr>
      <w:tr w:rsidR="00164FF5" w14:paraId="7CE87D38" w14:textId="77777777" w:rsidTr="00164FF5">
        <w:trPr>
          <w:trHeight w:val="200"/>
        </w:trPr>
        <w:tc>
          <w:tcPr>
            <w:tcW w:w="1750" w:type="dxa"/>
          </w:tcPr>
          <w:p w14:paraId="66FB517C" w14:textId="77777777" w:rsidR="00164FF5" w:rsidRDefault="00861641">
            <w:r>
              <w:rPr>
                <w:rStyle w:val="styleSubformtxtUP"/>
              </w:rPr>
              <w:t>Chordata/Reptilia</w:t>
            </w:r>
          </w:p>
        </w:tc>
        <w:tc>
          <w:tcPr>
            <w:tcW w:w="1750" w:type="dxa"/>
          </w:tcPr>
          <w:p w14:paraId="5271F0F1" w14:textId="77777777" w:rsidR="00164FF5" w:rsidRDefault="00861641">
            <w:r>
              <w:rPr>
                <w:rStyle w:val="styleSubformtxtIblue"/>
              </w:rPr>
              <w:t>Ctenotus regius</w:t>
            </w:r>
          </w:p>
        </w:tc>
        <w:tc>
          <w:tcPr>
            <w:tcW w:w="1750" w:type="dxa"/>
          </w:tcPr>
          <w:p w14:paraId="783520CB" w14:textId="77777777" w:rsidR="00164FF5" w:rsidRDefault="00861641">
            <w:r>
              <w:rPr>
                <w:rStyle w:val="styleSubformtxt"/>
              </w:rPr>
              <w:t>Pale rumped Ctenotus</w:t>
            </w:r>
          </w:p>
        </w:tc>
        <w:tc>
          <w:tcPr>
            <w:tcW w:w="1750" w:type="dxa"/>
          </w:tcPr>
          <w:p w14:paraId="29380462" w14:textId="77777777" w:rsidR="00164FF5" w:rsidRDefault="00164FF5"/>
        </w:tc>
        <w:tc>
          <w:tcPr>
            <w:tcW w:w="1750" w:type="dxa"/>
          </w:tcPr>
          <w:p w14:paraId="650CE829" w14:textId="77777777" w:rsidR="00164FF5" w:rsidRDefault="00164FF5"/>
        </w:tc>
        <w:tc>
          <w:tcPr>
            <w:tcW w:w="1750" w:type="dxa"/>
          </w:tcPr>
          <w:p w14:paraId="3B334E74" w14:textId="77777777" w:rsidR="00164FF5" w:rsidRDefault="00164FF5"/>
        </w:tc>
        <w:tc>
          <w:tcPr>
            <w:tcW w:w="1750" w:type="dxa"/>
          </w:tcPr>
          <w:p w14:paraId="3A557EA6" w14:textId="77777777" w:rsidR="00164FF5" w:rsidRDefault="00164FF5"/>
        </w:tc>
      </w:tr>
      <w:tr w:rsidR="00164FF5" w14:paraId="3D9394A4" w14:textId="77777777" w:rsidTr="00164FF5">
        <w:trPr>
          <w:trHeight w:val="200"/>
        </w:trPr>
        <w:tc>
          <w:tcPr>
            <w:tcW w:w="1750" w:type="dxa"/>
          </w:tcPr>
          <w:p w14:paraId="7E18C227" w14:textId="77777777" w:rsidR="00164FF5" w:rsidRDefault="00861641">
            <w:r>
              <w:rPr>
                <w:rStyle w:val="styleSubformtxtUP"/>
              </w:rPr>
              <w:t>Chordata/Aves</w:t>
            </w:r>
          </w:p>
        </w:tc>
        <w:tc>
          <w:tcPr>
            <w:tcW w:w="1750" w:type="dxa"/>
          </w:tcPr>
          <w:p w14:paraId="16DD5944" w14:textId="77777777" w:rsidR="00164FF5" w:rsidRDefault="00861641">
            <w:r>
              <w:rPr>
                <w:rStyle w:val="styleSubformtxtIblue"/>
              </w:rPr>
              <w:t>Cuculus pallidus</w:t>
            </w:r>
          </w:p>
        </w:tc>
        <w:tc>
          <w:tcPr>
            <w:tcW w:w="1750" w:type="dxa"/>
          </w:tcPr>
          <w:p w14:paraId="44B64C5C" w14:textId="77777777" w:rsidR="00164FF5" w:rsidRDefault="00861641">
            <w:r>
              <w:rPr>
                <w:rStyle w:val="styleSubformtxt"/>
              </w:rPr>
              <w:t>Pallid Cuckoo</w:t>
            </w:r>
          </w:p>
        </w:tc>
        <w:tc>
          <w:tcPr>
            <w:tcW w:w="1750" w:type="dxa"/>
          </w:tcPr>
          <w:p w14:paraId="209C4A47" w14:textId="77777777" w:rsidR="00164FF5" w:rsidRDefault="00164FF5"/>
        </w:tc>
        <w:tc>
          <w:tcPr>
            <w:tcW w:w="1750" w:type="dxa"/>
          </w:tcPr>
          <w:p w14:paraId="26DA4C01" w14:textId="77777777" w:rsidR="00164FF5" w:rsidRDefault="00164FF5"/>
        </w:tc>
        <w:tc>
          <w:tcPr>
            <w:tcW w:w="1750" w:type="dxa"/>
          </w:tcPr>
          <w:p w14:paraId="1FA27D69" w14:textId="77777777" w:rsidR="00164FF5" w:rsidRDefault="00164FF5"/>
        </w:tc>
        <w:tc>
          <w:tcPr>
            <w:tcW w:w="1750" w:type="dxa"/>
          </w:tcPr>
          <w:p w14:paraId="37B1DDB7" w14:textId="77777777" w:rsidR="00164FF5" w:rsidRDefault="00164FF5"/>
        </w:tc>
      </w:tr>
      <w:tr w:rsidR="00164FF5" w14:paraId="2C0AD2A4" w14:textId="77777777" w:rsidTr="00164FF5">
        <w:trPr>
          <w:trHeight w:val="200"/>
        </w:trPr>
        <w:tc>
          <w:tcPr>
            <w:tcW w:w="1750" w:type="dxa"/>
          </w:tcPr>
          <w:p w14:paraId="61BA2547" w14:textId="77777777" w:rsidR="00164FF5" w:rsidRDefault="00861641">
            <w:r>
              <w:rPr>
                <w:rStyle w:val="styleSubformtxtUP"/>
              </w:rPr>
              <w:t>Chordata/Aves</w:t>
            </w:r>
          </w:p>
        </w:tc>
        <w:tc>
          <w:tcPr>
            <w:tcW w:w="1750" w:type="dxa"/>
          </w:tcPr>
          <w:p w14:paraId="3D34FC7F" w14:textId="77777777" w:rsidR="00164FF5" w:rsidRDefault="00861641">
            <w:r>
              <w:rPr>
                <w:rStyle w:val="styleSubformtxtIblue"/>
              </w:rPr>
              <w:t>Dicaeum hirundinaceum</w:t>
            </w:r>
          </w:p>
        </w:tc>
        <w:tc>
          <w:tcPr>
            <w:tcW w:w="1750" w:type="dxa"/>
          </w:tcPr>
          <w:p w14:paraId="34C75699" w14:textId="77777777" w:rsidR="00164FF5" w:rsidRDefault="00861641">
            <w:r>
              <w:rPr>
                <w:rStyle w:val="styleSubformtxt"/>
              </w:rPr>
              <w:t>Mistletoebird</w:t>
            </w:r>
          </w:p>
        </w:tc>
        <w:tc>
          <w:tcPr>
            <w:tcW w:w="1750" w:type="dxa"/>
          </w:tcPr>
          <w:p w14:paraId="5E5209D7" w14:textId="77777777" w:rsidR="00164FF5" w:rsidRDefault="00164FF5"/>
        </w:tc>
        <w:tc>
          <w:tcPr>
            <w:tcW w:w="1750" w:type="dxa"/>
          </w:tcPr>
          <w:p w14:paraId="0C506A48" w14:textId="77777777" w:rsidR="00164FF5" w:rsidRDefault="00164FF5"/>
        </w:tc>
        <w:tc>
          <w:tcPr>
            <w:tcW w:w="1750" w:type="dxa"/>
          </w:tcPr>
          <w:p w14:paraId="0409F239" w14:textId="77777777" w:rsidR="00164FF5" w:rsidRDefault="00164FF5"/>
        </w:tc>
        <w:tc>
          <w:tcPr>
            <w:tcW w:w="1750" w:type="dxa"/>
          </w:tcPr>
          <w:p w14:paraId="0C9E32AD" w14:textId="77777777" w:rsidR="00164FF5" w:rsidRDefault="00164FF5"/>
        </w:tc>
      </w:tr>
      <w:tr w:rsidR="00164FF5" w14:paraId="2FACAE2F" w14:textId="77777777" w:rsidTr="00164FF5">
        <w:trPr>
          <w:trHeight w:val="200"/>
        </w:trPr>
        <w:tc>
          <w:tcPr>
            <w:tcW w:w="1750" w:type="dxa"/>
          </w:tcPr>
          <w:p w14:paraId="363FB578" w14:textId="77777777" w:rsidR="00164FF5" w:rsidRDefault="00861641">
            <w:r>
              <w:rPr>
                <w:rStyle w:val="styleSubformtxtUP"/>
              </w:rPr>
              <w:t>Chordata/Aves</w:t>
            </w:r>
          </w:p>
        </w:tc>
        <w:tc>
          <w:tcPr>
            <w:tcW w:w="1750" w:type="dxa"/>
          </w:tcPr>
          <w:p w14:paraId="452198E8" w14:textId="77777777" w:rsidR="00164FF5" w:rsidRDefault="00861641">
            <w:r>
              <w:rPr>
                <w:rStyle w:val="styleSubformtxtIblue"/>
              </w:rPr>
              <w:t>Dromaius novaehollandiae</w:t>
            </w:r>
          </w:p>
        </w:tc>
        <w:tc>
          <w:tcPr>
            <w:tcW w:w="1750" w:type="dxa"/>
          </w:tcPr>
          <w:p w14:paraId="34F3CDBB" w14:textId="77777777" w:rsidR="00164FF5" w:rsidRDefault="00861641">
            <w:r>
              <w:rPr>
                <w:rStyle w:val="styleSubformtxt"/>
              </w:rPr>
              <w:t>Emu</w:t>
            </w:r>
          </w:p>
        </w:tc>
        <w:tc>
          <w:tcPr>
            <w:tcW w:w="1750" w:type="dxa"/>
          </w:tcPr>
          <w:p w14:paraId="0828436C" w14:textId="77777777" w:rsidR="00164FF5" w:rsidRDefault="00164FF5"/>
        </w:tc>
        <w:tc>
          <w:tcPr>
            <w:tcW w:w="1750" w:type="dxa"/>
          </w:tcPr>
          <w:p w14:paraId="0BAF3A77" w14:textId="77777777" w:rsidR="00164FF5" w:rsidRDefault="00164FF5"/>
        </w:tc>
        <w:tc>
          <w:tcPr>
            <w:tcW w:w="1750" w:type="dxa"/>
          </w:tcPr>
          <w:p w14:paraId="5C628B7F" w14:textId="77777777" w:rsidR="00164FF5" w:rsidRDefault="00164FF5"/>
        </w:tc>
        <w:tc>
          <w:tcPr>
            <w:tcW w:w="1750" w:type="dxa"/>
          </w:tcPr>
          <w:p w14:paraId="4B8E5DAE" w14:textId="77777777" w:rsidR="00164FF5" w:rsidRDefault="00164FF5"/>
        </w:tc>
      </w:tr>
      <w:tr w:rsidR="00164FF5" w14:paraId="6AC44319" w14:textId="77777777" w:rsidTr="00164FF5">
        <w:trPr>
          <w:trHeight w:val="200"/>
        </w:trPr>
        <w:tc>
          <w:tcPr>
            <w:tcW w:w="1750" w:type="dxa"/>
          </w:tcPr>
          <w:p w14:paraId="0EA30FFA" w14:textId="77777777" w:rsidR="00164FF5" w:rsidRDefault="00861641">
            <w:r>
              <w:rPr>
                <w:rStyle w:val="styleSubformtxtUP"/>
              </w:rPr>
              <w:t>Chordata/Aves</w:t>
            </w:r>
          </w:p>
        </w:tc>
        <w:tc>
          <w:tcPr>
            <w:tcW w:w="1750" w:type="dxa"/>
          </w:tcPr>
          <w:p w14:paraId="20A8A790" w14:textId="77777777" w:rsidR="00164FF5" w:rsidRDefault="00861641">
            <w:r>
              <w:rPr>
                <w:rStyle w:val="styleSubformtxtIblue"/>
              </w:rPr>
              <w:t>Eolophus roseicapilla</w:t>
            </w:r>
          </w:p>
        </w:tc>
        <w:tc>
          <w:tcPr>
            <w:tcW w:w="1750" w:type="dxa"/>
          </w:tcPr>
          <w:p w14:paraId="01310C91" w14:textId="77777777" w:rsidR="00164FF5" w:rsidRDefault="00861641">
            <w:r>
              <w:rPr>
                <w:rStyle w:val="styleSubformtxt"/>
              </w:rPr>
              <w:t>Galah</w:t>
            </w:r>
          </w:p>
        </w:tc>
        <w:tc>
          <w:tcPr>
            <w:tcW w:w="1750" w:type="dxa"/>
          </w:tcPr>
          <w:p w14:paraId="51BBD491" w14:textId="77777777" w:rsidR="00164FF5" w:rsidRDefault="00164FF5"/>
        </w:tc>
        <w:tc>
          <w:tcPr>
            <w:tcW w:w="1750" w:type="dxa"/>
          </w:tcPr>
          <w:p w14:paraId="2DD699DE" w14:textId="77777777" w:rsidR="00164FF5" w:rsidRDefault="00164FF5"/>
        </w:tc>
        <w:tc>
          <w:tcPr>
            <w:tcW w:w="1750" w:type="dxa"/>
          </w:tcPr>
          <w:p w14:paraId="1CD99AC3" w14:textId="77777777" w:rsidR="00164FF5" w:rsidRDefault="00164FF5"/>
        </w:tc>
        <w:tc>
          <w:tcPr>
            <w:tcW w:w="1750" w:type="dxa"/>
          </w:tcPr>
          <w:p w14:paraId="6312FEC2" w14:textId="77777777" w:rsidR="00164FF5" w:rsidRDefault="00164FF5"/>
        </w:tc>
      </w:tr>
      <w:tr w:rsidR="00164FF5" w14:paraId="3C54D414" w14:textId="77777777" w:rsidTr="00164FF5">
        <w:trPr>
          <w:trHeight w:val="200"/>
        </w:trPr>
        <w:tc>
          <w:tcPr>
            <w:tcW w:w="1750" w:type="dxa"/>
          </w:tcPr>
          <w:p w14:paraId="064F0222" w14:textId="77777777" w:rsidR="00164FF5" w:rsidRDefault="00861641">
            <w:r>
              <w:rPr>
                <w:rStyle w:val="styleSubformtxtUP"/>
              </w:rPr>
              <w:lastRenderedPageBreak/>
              <w:t>Chordata/Aves</w:t>
            </w:r>
          </w:p>
        </w:tc>
        <w:tc>
          <w:tcPr>
            <w:tcW w:w="1750" w:type="dxa"/>
          </w:tcPr>
          <w:p w14:paraId="201182FB" w14:textId="77777777" w:rsidR="00164FF5" w:rsidRDefault="00861641">
            <w:r>
              <w:rPr>
                <w:rStyle w:val="styleSubformtxtIblue"/>
              </w:rPr>
              <w:t>Epthianura aurifrons</w:t>
            </w:r>
          </w:p>
        </w:tc>
        <w:tc>
          <w:tcPr>
            <w:tcW w:w="1750" w:type="dxa"/>
          </w:tcPr>
          <w:p w14:paraId="5ADAAC9A" w14:textId="77777777" w:rsidR="00164FF5" w:rsidRDefault="00861641">
            <w:r>
              <w:rPr>
                <w:rStyle w:val="styleSubformtxt"/>
              </w:rPr>
              <w:t>Orange Chat</w:t>
            </w:r>
          </w:p>
        </w:tc>
        <w:tc>
          <w:tcPr>
            <w:tcW w:w="1750" w:type="dxa"/>
          </w:tcPr>
          <w:p w14:paraId="121C6C7C" w14:textId="77777777" w:rsidR="00164FF5" w:rsidRDefault="00164FF5"/>
        </w:tc>
        <w:tc>
          <w:tcPr>
            <w:tcW w:w="1750" w:type="dxa"/>
          </w:tcPr>
          <w:p w14:paraId="677A9109" w14:textId="77777777" w:rsidR="00164FF5" w:rsidRDefault="00164FF5"/>
        </w:tc>
        <w:tc>
          <w:tcPr>
            <w:tcW w:w="1750" w:type="dxa"/>
          </w:tcPr>
          <w:p w14:paraId="641AE4C1" w14:textId="77777777" w:rsidR="00164FF5" w:rsidRDefault="00164FF5"/>
        </w:tc>
        <w:tc>
          <w:tcPr>
            <w:tcW w:w="1750" w:type="dxa"/>
          </w:tcPr>
          <w:p w14:paraId="76C69BD3" w14:textId="77777777" w:rsidR="00164FF5" w:rsidRDefault="00164FF5"/>
        </w:tc>
      </w:tr>
      <w:tr w:rsidR="00164FF5" w14:paraId="5323DD25" w14:textId="77777777" w:rsidTr="00164FF5">
        <w:trPr>
          <w:trHeight w:val="200"/>
        </w:trPr>
        <w:tc>
          <w:tcPr>
            <w:tcW w:w="1750" w:type="dxa"/>
          </w:tcPr>
          <w:p w14:paraId="1D58E8CC" w14:textId="77777777" w:rsidR="00164FF5" w:rsidRDefault="00861641">
            <w:r>
              <w:rPr>
                <w:rStyle w:val="styleSubformtxtUP"/>
              </w:rPr>
              <w:t>Chordata/Aves</w:t>
            </w:r>
          </w:p>
        </w:tc>
        <w:tc>
          <w:tcPr>
            <w:tcW w:w="1750" w:type="dxa"/>
          </w:tcPr>
          <w:p w14:paraId="76E7924D" w14:textId="77777777" w:rsidR="00164FF5" w:rsidRDefault="00861641">
            <w:r>
              <w:rPr>
                <w:rStyle w:val="styleSubformtxtIblue"/>
              </w:rPr>
              <w:t>Epthianura tricolor</w:t>
            </w:r>
          </w:p>
        </w:tc>
        <w:tc>
          <w:tcPr>
            <w:tcW w:w="1750" w:type="dxa"/>
          </w:tcPr>
          <w:p w14:paraId="2CE49D05" w14:textId="77777777" w:rsidR="00164FF5" w:rsidRDefault="00861641">
            <w:r>
              <w:rPr>
                <w:rStyle w:val="styleSubformtxt"/>
              </w:rPr>
              <w:t>Crimson Chat</w:t>
            </w:r>
          </w:p>
        </w:tc>
        <w:tc>
          <w:tcPr>
            <w:tcW w:w="1750" w:type="dxa"/>
          </w:tcPr>
          <w:p w14:paraId="596884D5" w14:textId="77777777" w:rsidR="00164FF5" w:rsidRDefault="00164FF5"/>
        </w:tc>
        <w:tc>
          <w:tcPr>
            <w:tcW w:w="1750" w:type="dxa"/>
          </w:tcPr>
          <w:p w14:paraId="19BCCC2D" w14:textId="77777777" w:rsidR="00164FF5" w:rsidRDefault="00164FF5"/>
        </w:tc>
        <w:tc>
          <w:tcPr>
            <w:tcW w:w="1750" w:type="dxa"/>
          </w:tcPr>
          <w:p w14:paraId="7AF1AA4B" w14:textId="77777777" w:rsidR="00164FF5" w:rsidRDefault="00164FF5"/>
        </w:tc>
        <w:tc>
          <w:tcPr>
            <w:tcW w:w="1750" w:type="dxa"/>
          </w:tcPr>
          <w:p w14:paraId="241EF82F" w14:textId="77777777" w:rsidR="00164FF5" w:rsidRDefault="00164FF5"/>
        </w:tc>
      </w:tr>
      <w:tr w:rsidR="00164FF5" w14:paraId="0202219C" w14:textId="77777777" w:rsidTr="00164FF5">
        <w:trPr>
          <w:trHeight w:val="200"/>
        </w:trPr>
        <w:tc>
          <w:tcPr>
            <w:tcW w:w="1750" w:type="dxa"/>
          </w:tcPr>
          <w:p w14:paraId="21E7A584" w14:textId="77777777" w:rsidR="00164FF5" w:rsidRDefault="00861641">
            <w:r>
              <w:rPr>
                <w:rStyle w:val="styleSubformtxtUP"/>
              </w:rPr>
              <w:t>Chordata/Aves</w:t>
            </w:r>
          </w:p>
        </w:tc>
        <w:tc>
          <w:tcPr>
            <w:tcW w:w="1750" w:type="dxa"/>
          </w:tcPr>
          <w:p w14:paraId="4EC580F5" w14:textId="77777777" w:rsidR="00164FF5" w:rsidRDefault="00861641">
            <w:r>
              <w:rPr>
                <w:rStyle w:val="styleSubformtxtIblue"/>
              </w:rPr>
              <w:t>Falco berigora</w:t>
            </w:r>
          </w:p>
        </w:tc>
        <w:tc>
          <w:tcPr>
            <w:tcW w:w="1750" w:type="dxa"/>
          </w:tcPr>
          <w:p w14:paraId="09F12633" w14:textId="77777777" w:rsidR="00164FF5" w:rsidRDefault="00861641">
            <w:r>
              <w:rPr>
                <w:rStyle w:val="styleSubformtxt"/>
              </w:rPr>
              <w:t>Brown Falcon</w:t>
            </w:r>
          </w:p>
        </w:tc>
        <w:tc>
          <w:tcPr>
            <w:tcW w:w="1750" w:type="dxa"/>
          </w:tcPr>
          <w:p w14:paraId="03533B49" w14:textId="77777777" w:rsidR="00164FF5" w:rsidRDefault="00164FF5"/>
        </w:tc>
        <w:tc>
          <w:tcPr>
            <w:tcW w:w="1750" w:type="dxa"/>
          </w:tcPr>
          <w:p w14:paraId="2B16214F" w14:textId="77777777" w:rsidR="00164FF5" w:rsidRDefault="00164FF5"/>
        </w:tc>
        <w:tc>
          <w:tcPr>
            <w:tcW w:w="1750" w:type="dxa"/>
          </w:tcPr>
          <w:p w14:paraId="0B08999D" w14:textId="77777777" w:rsidR="00164FF5" w:rsidRDefault="00164FF5"/>
        </w:tc>
        <w:tc>
          <w:tcPr>
            <w:tcW w:w="1750" w:type="dxa"/>
          </w:tcPr>
          <w:p w14:paraId="63F9D235" w14:textId="77777777" w:rsidR="00164FF5" w:rsidRDefault="00164FF5"/>
        </w:tc>
      </w:tr>
      <w:tr w:rsidR="00164FF5" w14:paraId="67BA6D08" w14:textId="77777777" w:rsidTr="00164FF5">
        <w:trPr>
          <w:trHeight w:val="200"/>
        </w:trPr>
        <w:tc>
          <w:tcPr>
            <w:tcW w:w="1750" w:type="dxa"/>
          </w:tcPr>
          <w:p w14:paraId="26D015CC" w14:textId="77777777" w:rsidR="00164FF5" w:rsidRDefault="00861641">
            <w:r>
              <w:rPr>
                <w:rStyle w:val="styleSubformtxtUP"/>
              </w:rPr>
              <w:t>Chordata/Aves</w:t>
            </w:r>
          </w:p>
        </w:tc>
        <w:tc>
          <w:tcPr>
            <w:tcW w:w="1750" w:type="dxa"/>
          </w:tcPr>
          <w:p w14:paraId="17E0E877" w14:textId="77777777" w:rsidR="00164FF5" w:rsidRDefault="00861641">
            <w:r>
              <w:rPr>
                <w:rStyle w:val="styleSubformtxtIblue"/>
              </w:rPr>
              <w:t>Falco cenchroides</w:t>
            </w:r>
          </w:p>
        </w:tc>
        <w:tc>
          <w:tcPr>
            <w:tcW w:w="1750" w:type="dxa"/>
          </w:tcPr>
          <w:p w14:paraId="2A42CDEF" w14:textId="77777777" w:rsidR="00164FF5" w:rsidRDefault="00861641">
            <w:r>
              <w:rPr>
                <w:rStyle w:val="styleSubformtxt"/>
              </w:rPr>
              <w:t>Nankeen Kestrel;Australian Falcon</w:t>
            </w:r>
          </w:p>
        </w:tc>
        <w:tc>
          <w:tcPr>
            <w:tcW w:w="1750" w:type="dxa"/>
          </w:tcPr>
          <w:p w14:paraId="5FE32636" w14:textId="77777777" w:rsidR="00164FF5" w:rsidRDefault="00164FF5"/>
        </w:tc>
        <w:tc>
          <w:tcPr>
            <w:tcW w:w="1750" w:type="dxa"/>
          </w:tcPr>
          <w:p w14:paraId="283DBE09" w14:textId="77777777" w:rsidR="00164FF5" w:rsidRDefault="00164FF5"/>
        </w:tc>
        <w:tc>
          <w:tcPr>
            <w:tcW w:w="1750" w:type="dxa"/>
          </w:tcPr>
          <w:p w14:paraId="63B01FA2" w14:textId="77777777" w:rsidR="00164FF5" w:rsidRDefault="00164FF5"/>
        </w:tc>
        <w:tc>
          <w:tcPr>
            <w:tcW w:w="1750" w:type="dxa"/>
          </w:tcPr>
          <w:p w14:paraId="76BA64D0" w14:textId="77777777" w:rsidR="00164FF5" w:rsidRDefault="00164FF5"/>
        </w:tc>
      </w:tr>
      <w:tr w:rsidR="00164FF5" w14:paraId="343E9987" w14:textId="77777777" w:rsidTr="00164FF5">
        <w:trPr>
          <w:trHeight w:val="200"/>
        </w:trPr>
        <w:tc>
          <w:tcPr>
            <w:tcW w:w="1750" w:type="dxa"/>
          </w:tcPr>
          <w:p w14:paraId="75F5B447" w14:textId="77777777" w:rsidR="00164FF5" w:rsidRDefault="00861641">
            <w:r>
              <w:rPr>
                <w:rStyle w:val="styleSubformtxtUP"/>
              </w:rPr>
              <w:t>Chordata/Reptilia</w:t>
            </w:r>
          </w:p>
        </w:tc>
        <w:tc>
          <w:tcPr>
            <w:tcW w:w="1750" w:type="dxa"/>
          </w:tcPr>
          <w:p w14:paraId="6E1208F8" w14:textId="77777777" w:rsidR="00164FF5" w:rsidRDefault="00861641">
            <w:r>
              <w:rPr>
                <w:rStyle w:val="styleSubformtxtIblue"/>
              </w:rPr>
              <w:t>Gehyra variegata</w:t>
            </w:r>
          </w:p>
        </w:tc>
        <w:tc>
          <w:tcPr>
            <w:tcW w:w="1750" w:type="dxa"/>
          </w:tcPr>
          <w:p w14:paraId="44EEF1A1" w14:textId="77777777" w:rsidR="00164FF5" w:rsidRDefault="00861641">
            <w:r>
              <w:rPr>
                <w:rStyle w:val="styleSubformtxt"/>
              </w:rPr>
              <w:t>Tree Dtella</w:t>
            </w:r>
          </w:p>
        </w:tc>
        <w:tc>
          <w:tcPr>
            <w:tcW w:w="1750" w:type="dxa"/>
          </w:tcPr>
          <w:p w14:paraId="1DB877BF" w14:textId="77777777" w:rsidR="00164FF5" w:rsidRDefault="00164FF5"/>
        </w:tc>
        <w:tc>
          <w:tcPr>
            <w:tcW w:w="1750" w:type="dxa"/>
          </w:tcPr>
          <w:p w14:paraId="48D68E16" w14:textId="77777777" w:rsidR="00164FF5" w:rsidRDefault="00164FF5"/>
        </w:tc>
        <w:tc>
          <w:tcPr>
            <w:tcW w:w="1750" w:type="dxa"/>
          </w:tcPr>
          <w:p w14:paraId="6A15C891" w14:textId="77777777" w:rsidR="00164FF5" w:rsidRDefault="00164FF5"/>
        </w:tc>
        <w:tc>
          <w:tcPr>
            <w:tcW w:w="1750" w:type="dxa"/>
          </w:tcPr>
          <w:p w14:paraId="60BC5610" w14:textId="77777777" w:rsidR="00164FF5" w:rsidRDefault="00164FF5"/>
        </w:tc>
      </w:tr>
      <w:tr w:rsidR="00164FF5" w14:paraId="52699F3E" w14:textId="77777777" w:rsidTr="00164FF5">
        <w:trPr>
          <w:trHeight w:val="200"/>
        </w:trPr>
        <w:tc>
          <w:tcPr>
            <w:tcW w:w="1750" w:type="dxa"/>
          </w:tcPr>
          <w:p w14:paraId="6094913B" w14:textId="77777777" w:rsidR="00164FF5" w:rsidRDefault="00861641">
            <w:r>
              <w:rPr>
                <w:rStyle w:val="styleSubformtxtUP"/>
              </w:rPr>
              <w:t>Chordata/Aves</w:t>
            </w:r>
          </w:p>
        </w:tc>
        <w:tc>
          <w:tcPr>
            <w:tcW w:w="1750" w:type="dxa"/>
          </w:tcPr>
          <w:p w14:paraId="3E945F52" w14:textId="77777777" w:rsidR="00164FF5" w:rsidRDefault="00861641">
            <w:r>
              <w:rPr>
                <w:rStyle w:val="styleSubformtxtIblue"/>
              </w:rPr>
              <w:t>Geopelia cuneata</w:t>
            </w:r>
          </w:p>
        </w:tc>
        <w:tc>
          <w:tcPr>
            <w:tcW w:w="1750" w:type="dxa"/>
          </w:tcPr>
          <w:p w14:paraId="5D19B34A" w14:textId="77777777" w:rsidR="00164FF5" w:rsidRDefault="00861641">
            <w:r>
              <w:rPr>
                <w:rStyle w:val="styleSubformtxt"/>
              </w:rPr>
              <w:t>Diamond Dove</w:t>
            </w:r>
          </w:p>
        </w:tc>
        <w:tc>
          <w:tcPr>
            <w:tcW w:w="1750" w:type="dxa"/>
          </w:tcPr>
          <w:p w14:paraId="3E000A4E" w14:textId="77777777" w:rsidR="00164FF5" w:rsidRDefault="00164FF5"/>
        </w:tc>
        <w:tc>
          <w:tcPr>
            <w:tcW w:w="1750" w:type="dxa"/>
          </w:tcPr>
          <w:p w14:paraId="229825CF" w14:textId="77777777" w:rsidR="00164FF5" w:rsidRDefault="00164FF5"/>
        </w:tc>
        <w:tc>
          <w:tcPr>
            <w:tcW w:w="1750" w:type="dxa"/>
          </w:tcPr>
          <w:p w14:paraId="41EF3703" w14:textId="77777777" w:rsidR="00164FF5" w:rsidRDefault="00164FF5"/>
        </w:tc>
        <w:tc>
          <w:tcPr>
            <w:tcW w:w="1750" w:type="dxa"/>
          </w:tcPr>
          <w:p w14:paraId="111E4C81" w14:textId="77777777" w:rsidR="00164FF5" w:rsidRDefault="00164FF5"/>
        </w:tc>
      </w:tr>
      <w:tr w:rsidR="00164FF5" w14:paraId="17B67CE4" w14:textId="77777777" w:rsidTr="00164FF5">
        <w:trPr>
          <w:trHeight w:val="200"/>
        </w:trPr>
        <w:tc>
          <w:tcPr>
            <w:tcW w:w="1750" w:type="dxa"/>
          </w:tcPr>
          <w:p w14:paraId="390EF812" w14:textId="77777777" w:rsidR="00164FF5" w:rsidRDefault="00861641">
            <w:r>
              <w:rPr>
                <w:rStyle w:val="styleSubformtxtUP"/>
              </w:rPr>
              <w:t>Chordata/Aves</w:t>
            </w:r>
          </w:p>
        </w:tc>
        <w:tc>
          <w:tcPr>
            <w:tcW w:w="1750" w:type="dxa"/>
          </w:tcPr>
          <w:p w14:paraId="0E4FAF9F" w14:textId="77777777" w:rsidR="00164FF5" w:rsidRDefault="00861641">
            <w:r>
              <w:rPr>
                <w:rStyle w:val="styleSubformtxtIblue"/>
              </w:rPr>
              <w:t>Geopelia placida</w:t>
            </w:r>
          </w:p>
        </w:tc>
        <w:tc>
          <w:tcPr>
            <w:tcW w:w="1750" w:type="dxa"/>
          </w:tcPr>
          <w:p w14:paraId="22111B83" w14:textId="77777777" w:rsidR="00164FF5" w:rsidRDefault="00861641">
            <w:r>
              <w:rPr>
                <w:rStyle w:val="styleSubformtxt"/>
              </w:rPr>
              <w:t>Peaceful Dove</w:t>
            </w:r>
          </w:p>
        </w:tc>
        <w:tc>
          <w:tcPr>
            <w:tcW w:w="1750" w:type="dxa"/>
          </w:tcPr>
          <w:p w14:paraId="055945A3" w14:textId="77777777" w:rsidR="00164FF5" w:rsidRDefault="00164FF5"/>
        </w:tc>
        <w:tc>
          <w:tcPr>
            <w:tcW w:w="1750" w:type="dxa"/>
          </w:tcPr>
          <w:p w14:paraId="4CD137E9" w14:textId="77777777" w:rsidR="00164FF5" w:rsidRDefault="00164FF5"/>
        </w:tc>
        <w:tc>
          <w:tcPr>
            <w:tcW w:w="1750" w:type="dxa"/>
          </w:tcPr>
          <w:p w14:paraId="115ABA3E" w14:textId="77777777" w:rsidR="00164FF5" w:rsidRDefault="00164FF5"/>
        </w:tc>
        <w:tc>
          <w:tcPr>
            <w:tcW w:w="1750" w:type="dxa"/>
          </w:tcPr>
          <w:p w14:paraId="60A792C5" w14:textId="77777777" w:rsidR="00164FF5" w:rsidRDefault="00164FF5"/>
        </w:tc>
      </w:tr>
      <w:tr w:rsidR="00164FF5" w14:paraId="3C343244" w14:textId="77777777" w:rsidTr="00164FF5">
        <w:trPr>
          <w:trHeight w:val="200"/>
        </w:trPr>
        <w:tc>
          <w:tcPr>
            <w:tcW w:w="1750" w:type="dxa"/>
          </w:tcPr>
          <w:p w14:paraId="4EE1EAD4" w14:textId="77777777" w:rsidR="00164FF5" w:rsidRDefault="00861641">
            <w:r>
              <w:rPr>
                <w:rStyle w:val="styleSubformtxtUP"/>
              </w:rPr>
              <w:t>Chordata/Aves</w:t>
            </w:r>
          </w:p>
        </w:tc>
        <w:tc>
          <w:tcPr>
            <w:tcW w:w="1750" w:type="dxa"/>
          </w:tcPr>
          <w:p w14:paraId="4BFAA31A" w14:textId="77777777" w:rsidR="00164FF5" w:rsidRDefault="00861641">
            <w:r>
              <w:rPr>
                <w:rStyle w:val="styleSubformtxtIblue"/>
              </w:rPr>
              <w:t>Grallina cyanoleuca</w:t>
            </w:r>
          </w:p>
        </w:tc>
        <w:tc>
          <w:tcPr>
            <w:tcW w:w="1750" w:type="dxa"/>
          </w:tcPr>
          <w:p w14:paraId="694FFF59" w14:textId="77777777" w:rsidR="00164FF5" w:rsidRDefault="00861641">
            <w:r>
              <w:rPr>
                <w:rStyle w:val="styleSubformtxt"/>
              </w:rPr>
              <w:t>Magpielark</w:t>
            </w:r>
          </w:p>
        </w:tc>
        <w:tc>
          <w:tcPr>
            <w:tcW w:w="1750" w:type="dxa"/>
          </w:tcPr>
          <w:p w14:paraId="3D03F08B" w14:textId="77777777" w:rsidR="00164FF5" w:rsidRDefault="00164FF5"/>
        </w:tc>
        <w:tc>
          <w:tcPr>
            <w:tcW w:w="1750" w:type="dxa"/>
          </w:tcPr>
          <w:p w14:paraId="5B2FDDF6" w14:textId="77777777" w:rsidR="00164FF5" w:rsidRDefault="00164FF5"/>
        </w:tc>
        <w:tc>
          <w:tcPr>
            <w:tcW w:w="1750" w:type="dxa"/>
          </w:tcPr>
          <w:p w14:paraId="5662FB8F" w14:textId="77777777" w:rsidR="00164FF5" w:rsidRDefault="00164FF5"/>
        </w:tc>
        <w:tc>
          <w:tcPr>
            <w:tcW w:w="1750" w:type="dxa"/>
          </w:tcPr>
          <w:p w14:paraId="2E598AF2" w14:textId="77777777" w:rsidR="00164FF5" w:rsidRDefault="00164FF5"/>
        </w:tc>
      </w:tr>
      <w:tr w:rsidR="00164FF5" w14:paraId="48792132" w14:textId="77777777" w:rsidTr="00164FF5">
        <w:trPr>
          <w:trHeight w:val="200"/>
        </w:trPr>
        <w:tc>
          <w:tcPr>
            <w:tcW w:w="1750" w:type="dxa"/>
          </w:tcPr>
          <w:p w14:paraId="39793811" w14:textId="77777777" w:rsidR="00164FF5" w:rsidRDefault="00861641">
            <w:r>
              <w:rPr>
                <w:rStyle w:val="styleSubformtxtUP"/>
              </w:rPr>
              <w:t>Chordata/Aves</w:t>
            </w:r>
          </w:p>
        </w:tc>
        <w:tc>
          <w:tcPr>
            <w:tcW w:w="1750" w:type="dxa"/>
          </w:tcPr>
          <w:p w14:paraId="7A68A416" w14:textId="77777777" w:rsidR="00164FF5" w:rsidRDefault="00861641">
            <w:r>
              <w:rPr>
                <w:rStyle w:val="styleSubformtxtIblue"/>
              </w:rPr>
              <w:t>Gymnorhina tibicen</w:t>
            </w:r>
          </w:p>
        </w:tc>
        <w:tc>
          <w:tcPr>
            <w:tcW w:w="1750" w:type="dxa"/>
          </w:tcPr>
          <w:p w14:paraId="1B6BDDE0" w14:textId="77777777" w:rsidR="00164FF5" w:rsidRDefault="00861641">
            <w:r>
              <w:rPr>
                <w:rStyle w:val="styleSubformtxt"/>
              </w:rPr>
              <w:t>Australian Magpie</w:t>
            </w:r>
          </w:p>
        </w:tc>
        <w:tc>
          <w:tcPr>
            <w:tcW w:w="1750" w:type="dxa"/>
          </w:tcPr>
          <w:p w14:paraId="142B93D9" w14:textId="77777777" w:rsidR="00164FF5" w:rsidRDefault="00164FF5"/>
        </w:tc>
        <w:tc>
          <w:tcPr>
            <w:tcW w:w="1750" w:type="dxa"/>
          </w:tcPr>
          <w:p w14:paraId="66D3AB85" w14:textId="77777777" w:rsidR="00164FF5" w:rsidRDefault="00164FF5"/>
        </w:tc>
        <w:tc>
          <w:tcPr>
            <w:tcW w:w="1750" w:type="dxa"/>
          </w:tcPr>
          <w:p w14:paraId="6167F64A" w14:textId="77777777" w:rsidR="00164FF5" w:rsidRDefault="00164FF5"/>
        </w:tc>
        <w:tc>
          <w:tcPr>
            <w:tcW w:w="1750" w:type="dxa"/>
          </w:tcPr>
          <w:p w14:paraId="6C606114" w14:textId="77777777" w:rsidR="00164FF5" w:rsidRDefault="00164FF5"/>
        </w:tc>
      </w:tr>
      <w:tr w:rsidR="00164FF5" w14:paraId="01FFFA69" w14:textId="77777777" w:rsidTr="00164FF5">
        <w:trPr>
          <w:trHeight w:val="200"/>
        </w:trPr>
        <w:tc>
          <w:tcPr>
            <w:tcW w:w="1750" w:type="dxa"/>
          </w:tcPr>
          <w:p w14:paraId="69FB486A" w14:textId="77777777" w:rsidR="00164FF5" w:rsidRDefault="00861641">
            <w:r>
              <w:rPr>
                <w:rStyle w:val="styleSubformtxtUP"/>
              </w:rPr>
              <w:t>Chordata/Aves</w:t>
            </w:r>
          </w:p>
        </w:tc>
        <w:tc>
          <w:tcPr>
            <w:tcW w:w="1750" w:type="dxa"/>
          </w:tcPr>
          <w:p w14:paraId="6815EEC2" w14:textId="77777777" w:rsidR="00164FF5" w:rsidRDefault="00861641">
            <w:r>
              <w:rPr>
                <w:rStyle w:val="styleSubformtxtIblue"/>
              </w:rPr>
              <w:t>Haliastur sphenurus</w:t>
            </w:r>
          </w:p>
        </w:tc>
        <w:tc>
          <w:tcPr>
            <w:tcW w:w="1750" w:type="dxa"/>
          </w:tcPr>
          <w:p w14:paraId="2C758A07" w14:textId="77777777" w:rsidR="00164FF5" w:rsidRDefault="00861641">
            <w:r>
              <w:rPr>
                <w:rStyle w:val="styleSubformtxt"/>
              </w:rPr>
              <w:t>Whistling Kite</w:t>
            </w:r>
          </w:p>
        </w:tc>
        <w:tc>
          <w:tcPr>
            <w:tcW w:w="1750" w:type="dxa"/>
          </w:tcPr>
          <w:p w14:paraId="343D0A8E" w14:textId="77777777" w:rsidR="00164FF5" w:rsidRDefault="00164FF5"/>
        </w:tc>
        <w:tc>
          <w:tcPr>
            <w:tcW w:w="1750" w:type="dxa"/>
          </w:tcPr>
          <w:p w14:paraId="24CAC586" w14:textId="77777777" w:rsidR="00164FF5" w:rsidRDefault="00164FF5"/>
        </w:tc>
        <w:tc>
          <w:tcPr>
            <w:tcW w:w="1750" w:type="dxa"/>
          </w:tcPr>
          <w:p w14:paraId="12087AA7" w14:textId="77777777" w:rsidR="00164FF5" w:rsidRDefault="00164FF5"/>
        </w:tc>
        <w:tc>
          <w:tcPr>
            <w:tcW w:w="1750" w:type="dxa"/>
          </w:tcPr>
          <w:p w14:paraId="6A560B64" w14:textId="77777777" w:rsidR="00164FF5" w:rsidRDefault="00164FF5"/>
        </w:tc>
      </w:tr>
      <w:tr w:rsidR="00164FF5" w14:paraId="7BBB7A43" w14:textId="77777777" w:rsidTr="00164FF5">
        <w:trPr>
          <w:trHeight w:val="200"/>
        </w:trPr>
        <w:tc>
          <w:tcPr>
            <w:tcW w:w="1750" w:type="dxa"/>
          </w:tcPr>
          <w:p w14:paraId="54364404" w14:textId="77777777" w:rsidR="00164FF5" w:rsidRDefault="00861641">
            <w:r>
              <w:rPr>
                <w:rStyle w:val="styleSubformtxtUP"/>
              </w:rPr>
              <w:t>Chordata/Aves</w:t>
            </w:r>
          </w:p>
        </w:tc>
        <w:tc>
          <w:tcPr>
            <w:tcW w:w="1750" w:type="dxa"/>
          </w:tcPr>
          <w:p w14:paraId="40DC3E4C" w14:textId="77777777" w:rsidR="00164FF5" w:rsidRDefault="00861641">
            <w:r>
              <w:rPr>
                <w:rStyle w:val="styleSubformtxtIblue"/>
              </w:rPr>
              <w:t>Hirundo neoxena</w:t>
            </w:r>
          </w:p>
        </w:tc>
        <w:tc>
          <w:tcPr>
            <w:tcW w:w="1750" w:type="dxa"/>
          </w:tcPr>
          <w:p w14:paraId="5C4EC937" w14:textId="77777777" w:rsidR="00164FF5" w:rsidRDefault="00861641">
            <w:r>
              <w:rPr>
                <w:rStyle w:val="styleSubformtxt"/>
              </w:rPr>
              <w:t>Welcome Swallow</w:t>
            </w:r>
          </w:p>
        </w:tc>
        <w:tc>
          <w:tcPr>
            <w:tcW w:w="1750" w:type="dxa"/>
          </w:tcPr>
          <w:p w14:paraId="558A3A7D" w14:textId="77777777" w:rsidR="00164FF5" w:rsidRDefault="00164FF5"/>
        </w:tc>
        <w:tc>
          <w:tcPr>
            <w:tcW w:w="1750" w:type="dxa"/>
          </w:tcPr>
          <w:p w14:paraId="32F2C2C0" w14:textId="77777777" w:rsidR="00164FF5" w:rsidRDefault="00164FF5"/>
        </w:tc>
        <w:tc>
          <w:tcPr>
            <w:tcW w:w="1750" w:type="dxa"/>
          </w:tcPr>
          <w:p w14:paraId="26260476" w14:textId="77777777" w:rsidR="00164FF5" w:rsidRDefault="00164FF5"/>
        </w:tc>
        <w:tc>
          <w:tcPr>
            <w:tcW w:w="1750" w:type="dxa"/>
          </w:tcPr>
          <w:p w14:paraId="1B85EC00" w14:textId="77777777" w:rsidR="00164FF5" w:rsidRDefault="00164FF5"/>
        </w:tc>
      </w:tr>
      <w:tr w:rsidR="00164FF5" w14:paraId="24114216" w14:textId="77777777" w:rsidTr="00164FF5">
        <w:trPr>
          <w:trHeight w:val="200"/>
        </w:trPr>
        <w:tc>
          <w:tcPr>
            <w:tcW w:w="1750" w:type="dxa"/>
          </w:tcPr>
          <w:p w14:paraId="624E5A5E" w14:textId="77777777" w:rsidR="00164FF5" w:rsidRDefault="00861641">
            <w:r>
              <w:rPr>
                <w:rStyle w:val="styleSubformtxtUP"/>
              </w:rPr>
              <w:t>Chordata/Aves</w:t>
            </w:r>
          </w:p>
        </w:tc>
        <w:tc>
          <w:tcPr>
            <w:tcW w:w="1750" w:type="dxa"/>
          </w:tcPr>
          <w:p w14:paraId="72EDB611" w14:textId="77777777" w:rsidR="00164FF5" w:rsidRDefault="00861641">
            <w:r>
              <w:rPr>
                <w:rStyle w:val="styleSubformtxtIblue"/>
              </w:rPr>
              <w:t>Lalage sueurii</w:t>
            </w:r>
          </w:p>
        </w:tc>
        <w:tc>
          <w:tcPr>
            <w:tcW w:w="1750" w:type="dxa"/>
          </w:tcPr>
          <w:p w14:paraId="246E95ED" w14:textId="77777777" w:rsidR="00164FF5" w:rsidRDefault="00861641">
            <w:r>
              <w:rPr>
                <w:rStyle w:val="styleSubformtxt"/>
              </w:rPr>
              <w:t>White-shouldered Triller</w:t>
            </w:r>
          </w:p>
        </w:tc>
        <w:tc>
          <w:tcPr>
            <w:tcW w:w="1750" w:type="dxa"/>
          </w:tcPr>
          <w:p w14:paraId="417A605E" w14:textId="77777777" w:rsidR="00164FF5" w:rsidRDefault="00164FF5"/>
        </w:tc>
        <w:tc>
          <w:tcPr>
            <w:tcW w:w="1750" w:type="dxa"/>
          </w:tcPr>
          <w:p w14:paraId="0ECFC3A1" w14:textId="77777777" w:rsidR="00164FF5" w:rsidRDefault="00164FF5"/>
        </w:tc>
        <w:tc>
          <w:tcPr>
            <w:tcW w:w="1750" w:type="dxa"/>
          </w:tcPr>
          <w:p w14:paraId="5390A3EB" w14:textId="77777777" w:rsidR="00164FF5" w:rsidRDefault="00164FF5"/>
        </w:tc>
        <w:tc>
          <w:tcPr>
            <w:tcW w:w="1750" w:type="dxa"/>
          </w:tcPr>
          <w:p w14:paraId="6EED638E" w14:textId="77777777" w:rsidR="00164FF5" w:rsidRDefault="00164FF5"/>
        </w:tc>
      </w:tr>
      <w:tr w:rsidR="00164FF5" w14:paraId="6F1EDD7D" w14:textId="77777777" w:rsidTr="00164FF5">
        <w:trPr>
          <w:trHeight w:val="200"/>
        </w:trPr>
        <w:tc>
          <w:tcPr>
            <w:tcW w:w="1750" w:type="dxa"/>
          </w:tcPr>
          <w:p w14:paraId="45211770" w14:textId="77777777" w:rsidR="00164FF5" w:rsidRDefault="00861641">
            <w:r>
              <w:rPr>
                <w:rStyle w:val="styleSubformtxtUP"/>
              </w:rPr>
              <w:t>Chordata/Aves</w:t>
            </w:r>
          </w:p>
        </w:tc>
        <w:tc>
          <w:tcPr>
            <w:tcW w:w="1750" w:type="dxa"/>
          </w:tcPr>
          <w:p w14:paraId="218D0E8A" w14:textId="77777777" w:rsidR="00164FF5" w:rsidRDefault="00861641">
            <w:r>
              <w:rPr>
                <w:rStyle w:val="styleSubformtxtIblue"/>
              </w:rPr>
              <w:t>Lichenostomus penicillatus</w:t>
            </w:r>
          </w:p>
        </w:tc>
        <w:tc>
          <w:tcPr>
            <w:tcW w:w="1750" w:type="dxa"/>
          </w:tcPr>
          <w:p w14:paraId="3B73785C" w14:textId="77777777" w:rsidR="00164FF5" w:rsidRDefault="00861641">
            <w:r>
              <w:rPr>
                <w:rStyle w:val="styleSubformtxt"/>
              </w:rPr>
              <w:t>White-plumed Honeyeater</w:t>
            </w:r>
          </w:p>
        </w:tc>
        <w:tc>
          <w:tcPr>
            <w:tcW w:w="1750" w:type="dxa"/>
          </w:tcPr>
          <w:p w14:paraId="57DD2C0D" w14:textId="77777777" w:rsidR="00164FF5" w:rsidRDefault="00164FF5"/>
        </w:tc>
        <w:tc>
          <w:tcPr>
            <w:tcW w:w="1750" w:type="dxa"/>
          </w:tcPr>
          <w:p w14:paraId="5AEFC543" w14:textId="77777777" w:rsidR="00164FF5" w:rsidRDefault="00164FF5"/>
        </w:tc>
        <w:tc>
          <w:tcPr>
            <w:tcW w:w="1750" w:type="dxa"/>
          </w:tcPr>
          <w:p w14:paraId="3B6F93AD" w14:textId="77777777" w:rsidR="00164FF5" w:rsidRDefault="00164FF5"/>
        </w:tc>
        <w:tc>
          <w:tcPr>
            <w:tcW w:w="1750" w:type="dxa"/>
          </w:tcPr>
          <w:p w14:paraId="428122BF" w14:textId="77777777" w:rsidR="00164FF5" w:rsidRDefault="00164FF5"/>
        </w:tc>
      </w:tr>
      <w:tr w:rsidR="00164FF5" w14:paraId="4C9F264E" w14:textId="77777777" w:rsidTr="00164FF5">
        <w:trPr>
          <w:trHeight w:val="200"/>
        </w:trPr>
        <w:tc>
          <w:tcPr>
            <w:tcW w:w="1750" w:type="dxa"/>
          </w:tcPr>
          <w:p w14:paraId="0E23F807" w14:textId="77777777" w:rsidR="00164FF5" w:rsidRDefault="00861641">
            <w:r>
              <w:rPr>
                <w:rStyle w:val="styleSubformtxtUP"/>
              </w:rPr>
              <w:t>Chordata/Aves</w:t>
            </w:r>
          </w:p>
        </w:tc>
        <w:tc>
          <w:tcPr>
            <w:tcW w:w="1750" w:type="dxa"/>
          </w:tcPr>
          <w:p w14:paraId="14EEE283" w14:textId="77777777" w:rsidR="00164FF5" w:rsidRDefault="00861641">
            <w:r>
              <w:rPr>
                <w:rStyle w:val="styleSubformtxtIblue"/>
              </w:rPr>
              <w:t>Lichenostomus virescens</w:t>
            </w:r>
          </w:p>
        </w:tc>
        <w:tc>
          <w:tcPr>
            <w:tcW w:w="1750" w:type="dxa"/>
          </w:tcPr>
          <w:p w14:paraId="2B747762" w14:textId="77777777" w:rsidR="00164FF5" w:rsidRDefault="00861641">
            <w:r>
              <w:rPr>
                <w:rStyle w:val="styleSubformtxt"/>
              </w:rPr>
              <w:t>Singing Honeyeater</w:t>
            </w:r>
          </w:p>
        </w:tc>
        <w:tc>
          <w:tcPr>
            <w:tcW w:w="1750" w:type="dxa"/>
          </w:tcPr>
          <w:p w14:paraId="2E14C27E" w14:textId="77777777" w:rsidR="00164FF5" w:rsidRDefault="00164FF5"/>
        </w:tc>
        <w:tc>
          <w:tcPr>
            <w:tcW w:w="1750" w:type="dxa"/>
          </w:tcPr>
          <w:p w14:paraId="6D763815" w14:textId="77777777" w:rsidR="00164FF5" w:rsidRDefault="00164FF5"/>
        </w:tc>
        <w:tc>
          <w:tcPr>
            <w:tcW w:w="1750" w:type="dxa"/>
          </w:tcPr>
          <w:p w14:paraId="6B527570" w14:textId="77777777" w:rsidR="00164FF5" w:rsidRDefault="00164FF5"/>
        </w:tc>
        <w:tc>
          <w:tcPr>
            <w:tcW w:w="1750" w:type="dxa"/>
          </w:tcPr>
          <w:p w14:paraId="5570349C" w14:textId="77777777" w:rsidR="00164FF5" w:rsidRDefault="00164FF5"/>
        </w:tc>
      </w:tr>
      <w:tr w:rsidR="00164FF5" w14:paraId="3E23D7C9" w14:textId="77777777" w:rsidTr="00164FF5">
        <w:trPr>
          <w:trHeight w:val="200"/>
        </w:trPr>
        <w:tc>
          <w:tcPr>
            <w:tcW w:w="1750" w:type="dxa"/>
          </w:tcPr>
          <w:p w14:paraId="108D4BD1" w14:textId="77777777" w:rsidR="00164FF5" w:rsidRDefault="00861641">
            <w:r>
              <w:rPr>
                <w:rStyle w:val="styleSubformtxtUP"/>
              </w:rPr>
              <w:t>Chordata/Amphibia</w:t>
            </w:r>
          </w:p>
        </w:tc>
        <w:tc>
          <w:tcPr>
            <w:tcW w:w="1750" w:type="dxa"/>
          </w:tcPr>
          <w:p w14:paraId="17A23D5C" w14:textId="77777777" w:rsidR="00164FF5" w:rsidRDefault="00861641">
            <w:r>
              <w:rPr>
                <w:rStyle w:val="styleSubformtxtIblue"/>
              </w:rPr>
              <w:t>Litoria rubella</w:t>
            </w:r>
          </w:p>
        </w:tc>
        <w:tc>
          <w:tcPr>
            <w:tcW w:w="1750" w:type="dxa"/>
          </w:tcPr>
          <w:p w14:paraId="4618C13F" w14:textId="77777777" w:rsidR="00164FF5" w:rsidRDefault="00861641">
            <w:r>
              <w:rPr>
                <w:rStyle w:val="styleSubformtxt"/>
              </w:rPr>
              <w:t>Desert Tree Frog</w:t>
            </w:r>
          </w:p>
        </w:tc>
        <w:tc>
          <w:tcPr>
            <w:tcW w:w="1750" w:type="dxa"/>
          </w:tcPr>
          <w:p w14:paraId="3EBA6B06" w14:textId="77777777" w:rsidR="00164FF5" w:rsidRDefault="00164FF5"/>
        </w:tc>
        <w:tc>
          <w:tcPr>
            <w:tcW w:w="1750" w:type="dxa"/>
          </w:tcPr>
          <w:p w14:paraId="10A8968E" w14:textId="77777777" w:rsidR="00164FF5" w:rsidRDefault="00164FF5"/>
        </w:tc>
        <w:tc>
          <w:tcPr>
            <w:tcW w:w="1750" w:type="dxa"/>
          </w:tcPr>
          <w:p w14:paraId="2EA4831A" w14:textId="77777777" w:rsidR="00164FF5" w:rsidRDefault="00164FF5"/>
        </w:tc>
        <w:tc>
          <w:tcPr>
            <w:tcW w:w="1750" w:type="dxa"/>
          </w:tcPr>
          <w:p w14:paraId="78465B27" w14:textId="77777777" w:rsidR="00164FF5" w:rsidRDefault="00164FF5"/>
        </w:tc>
      </w:tr>
      <w:tr w:rsidR="00164FF5" w14:paraId="4802E093" w14:textId="77777777" w:rsidTr="00164FF5">
        <w:trPr>
          <w:trHeight w:val="200"/>
        </w:trPr>
        <w:tc>
          <w:tcPr>
            <w:tcW w:w="1750" w:type="dxa"/>
          </w:tcPr>
          <w:p w14:paraId="001A142A" w14:textId="77777777" w:rsidR="00164FF5" w:rsidRDefault="00861641">
            <w:r>
              <w:rPr>
                <w:rStyle w:val="styleSubformtxtUP"/>
              </w:rPr>
              <w:t>Chordata/Aves</w:t>
            </w:r>
          </w:p>
        </w:tc>
        <w:tc>
          <w:tcPr>
            <w:tcW w:w="1750" w:type="dxa"/>
          </w:tcPr>
          <w:p w14:paraId="03843015" w14:textId="77777777" w:rsidR="00164FF5" w:rsidRDefault="00861641">
            <w:r>
              <w:rPr>
                <w:rStyle w:val="styleSubformtxtIblue"/>
              </w:rPr>
              <w:t>Malurus lamberti</w:t>
            </w:r>
          </w:p>
        </w:tc>
        <w:tc>
          <w:tcPr>
            <w:tcW w:w="1750" w:type="dxa"/>
          </w:tcPr>
          <w:p w14:paraId="0135382D" w14:textId="77777777" w:rsidR="00164FF5" w:rsidRDefault="00861641">
            <w:r>
              <w:rPr>
                <w:rStyle w:val="styleSubformtxt"/>
              </w:rPr>
              <w:t>Variegated Fairywren</w:t>
            </w:r>
          </w:p>
        </w:tc>
        <w:tc>
          <w:tcPr>
            <w:tcW w:w="1750" w:type="dxa"/>
          </w:tcPr>
          <w:p w14:paraId="71B8CE14" w14:textId="77777777" w:rsidR="00164FF5" w:rsidRDefault="00164FF5"/>
        </w:tc>
        <w:tc>
          <w:tcPr>
            <w:tcW w:w="1750" w:type="dxa"/>
          </w:tcPr>
          <w:p w14:paraId="59C6C3FA" w14:textId="77777777" w:rsidR="00164FF5" w:rsidRDefault="00164FF5"/>
        </w:tc>
        <w:tc>
          <w:tcPr>
            <w:tcW w:w="1750" w:type="dxa"/>
          </w:tcPr>
          <w:p w14:paraId="3959360C" w14:textId="77777777" w:rsidR="00164FF5" w:rsidRDefault="00164FF5"/>
        </w:tc>
        <w:tc>
          <w:tcPr>
            <w:tcW w:w="1750" w:type="dxa"/>
          </w:tcPr>
          <w:p w14:paraId="2E7B373D" w14:textId="77777777" w:rsidR="00164FF5" w:rsidRDefault="00164FF5"/>
        </w:tc>
      </w:tr>
      <w:tr w:rsidR="00164FF5" w14:paraId="51F66A12" w14:textId="77777777" w:rsidTr="00164FF5">
        <w:trPr>
          <w:trHeight w:val="200"/>
        </w:trPr>
        <w:tc>
          <w:tcPr>
            <w:tcW w:w="1750" w:type="dxa"/>
          </w:tcPr>
          <w:p w14:paraId="316E30D5" w14:textId="77777777" w:rsidR="00164FF5" w:rsidRDefault="00861641">
            <w:r>
              <w:rPr>
                <w:rStyle w:val="styleSubformtxtUP"/>
              </w:rPr>
              <w:t>Chordata/Aves</w:t>
            </w:r>
          </w:p>
        </w:tc>
        <w:tc>
          <w:tcPr>
            <w:tcW w:w="1750" w:type="dxa"/>
          </w:tcPr>
          <w:p w14:paraId="6B543584" w14:textId="77777777" w:rsidR="00164FF5" w:rsidRDefault="00861641">
            <w:r>
              <w:rPr>
                <w:rStyle w:val="styleSubformtxtIblue"/>
              </w:rPr>
              <w:t>Malurus leucopterus</w:t>
            </w:r>
          </w:p>
        </w:tc>
        <w:tc>
          <w:tcPr>
            <w:tcW w:w="1750" w:type="dxa"/>
          </w:tcPr>
          <w:p w14:paraId="1895F680" w14:textId="77777777" w:rsidR="00164FF5" w:rsidRDefault="00861641">
            <w:r>
              <w:rPr>
                <w:rStyle w:val="styleSubformtxt"/>
              </w:rPr>
              <w:t>White-winged Fairywren</w:t>
            </w:r>
          </w:p>
        </w:tc>
        <w:tc>
          <w:tcPr>
            <w:tcW w:w="1750" w:type="dxa"/>
          </w:tcPr>
          <w:p w14:paraId="4C1E558E" w14:textId="77777777" w:rsidR="00164FF5" w:rsidRDefault="00164FF5"/>
        </w:tc>
        <w:tc>
          <w:tcPr>
            <w:tcW w:w="1750" w:type="dxa"/>
          </w:tcPr>
          <w:p w14:paraId="42C5063F" w14:textId="77777777" w:rsidR="00164FF5" w:rsidRDefault="00164FF5"/>
        </w:tc>
        <w:tc>
          <w:tcPr>
            <w:tcW w:w="1750" w:type="dxa"/>
          </w:tcPr>
          <w:p w14:paraId="1B8D7AAD" w14:textId="77777777" w:rsidR="00164FF5" w:rsidRDefault="00164FF5"/>
        </w:tc>
        <w:tc>
          <w:tcPr>
            <w:tcW w:w="1750" w:type="dxa"/>
          </w:tcPr>
          <w:p w14:paraId="1DA805E2" w14:textId="77777777" w:rsidR="00164FF5" w:rsidRDefault="00164FF5"/>
        </w:tc>
      </w:tr>
      <w:tr w:rsidR="00164FF5" w14:paraId="5B5569EF" w14:textId="77777777" w:rsidTr="00164FF5">
        <w:trPr>
          <w:trHeight w:val="200"/>
        </w:trPr>
        <w:tc>
          <w:tcPr>
            <w:tcW w:w="1750" w:type="dxa"/>
          </w:tcPr>
          <w:p w14:paraId="75500C80" w14:textId="77777777" w:rsidR="00164FF5" w:rsidRDefault="00861641">
            <w:r>
              <w:rPr>
                <w:rStyle w:val="styleSubformtxtUP"/>
              </w:rPr>
              <w:t>Chordata/Aves</w:t>
            </w:r>
          </w:p>
        </w:tc>
        <w:tc>
          <w:tcPr>
            <w:tcW w:w="1750" w:type="dxa"/>
          </w:tcPr>
          <w:p w14:paraId="1AFC9425" w14:textId="77777777" w:rsidR="00164FF5" w:rsidRDefault="00861641">
            <w:r>
              <w:rPr>
                <w:rStyle w:val="styleSubformtxtIblue"/>
              </w:rPr>
              <w:t>Manorina flavigula</w:t>
            </w:r>
          </w:p>
        </w:tc>
        <w:tc>
          <w:tcPr>
            <w:tcW w:w="1750" w:type="dxa"/>
          </w:tcPr>
          <w:p w14:paraId="66CC1CD7" w14:textId="77777777" w:rsidR="00164FF5" w:rsidRDefault="00861641">
            <w:r>
              <w:rPr>
                <w:rStyle w:val="styleSubformtxt"/>
              </w:rPr>
              <w:t>Yellow-throated Miner</w:t>
            </w:r>
          </w:p>
        </w:tc>
        <w:tc>
          <w:tcPr>
            <w:tcW w:w="1750" w:type="dxa"/>
          </w:tcPr>
          <w:p w14:paraId="3F7B564C" w14:textId="77777777" w:rsidR="00164FF5" w:rsidRDefault="00164FF5"/>
        </w:tc>
        <w:tc>
          <w:tcPr>
            <w:tcW w:w="1750" w:type="dxa"/>
          </w:tcPr>
          <w:p w14:paraId="79AA748D" w14:textId="77777777" w:rsidR="00164FF5" w:rsidRDefault="00164FF5"/>
        </w:tc>
        <w:tc>
          <w:tcPr>
            <w:tcW w:w="1750" w:type="dxa"/>
          </w:tcPr>
          <w:p w14:paraId="1B46485A" w14:textId="77777777" w:rsidR="00164FF5" w:rsidRDefault="00164FF5"/>
        </w:tc>
        <w:tc>
          <w:tcPr>
            <w:tcW w:w="1750" w:type="dxa"/>
          </w:tcPr>
          <w:p w14:paraId="7252535F" w14:textId="77777777" w:rsidR="00164FF5" w:rsidRDefault="00164FF5"/>
        </w:tc>
      </w:tr>
      <w:tr w:rsidR="00164FF5" w14:paraId="4B8A4365" w14:textId="77777777" w:rsidTr="00164FF5">
        <w:trPr>
          <w:trHeight w:val="200"/>
        </w:trPr>
        <w:tc>
          <w:tcPr>
            <w:tcW w:w="1750" w:type="dxa"/>
          </w:tcPr>
          <w:p w14:paraId="76CDCA91" w14:textId="77777777" w:rsidR="00164FF5" w:rsidRDefault="00861641">
            <w:r>
              <w:rPr>
                <w:rStyle w:val="styleSubformtxtUP"/>
              </w:rPr>
              <w:t>Chordata/Aves</w:t>
            </w:r>
          </w:p>
        </w:tc>
        <w:tc>
          <w:tcPr>
            <w:tcW w:w="1750" w:type="dxa"/>
          </w:tcPr>
          <w:p w14:paraId="4FE10739" w14:textId="77777777" w:rsidR="00164FF5" w:rsidRDefault="00861641">
            <w:r>
              <w:rPr>
                <w:rStyle w:val="styleSubformtxtIblue"/>
              </w:rPr>
              <w:t>Melopsittacus undulatus</w:t>
            </w:r>
          </w:p>
        </w:tc>
        <w:tc>
          <w:tcPr>
            <w:tcW w:w="1750" w:type="dxa"/>
          </w:tcPr>
          <w:p w14:paraId="06DEFAF0" w14:textId="77777777" w:rsidR="00164FF5" w:rsidRDefault="00861641">
            <w:r>
              <w:rPr>
                <w:rStyle w:val="styleSubformtxt"/>
              </w:rPr>
              <w:t>Budgerigar</w:t>
            </w:r>
          </w:p>
        </w:tc>
        <w:tc>
          <w:tcPr>
            <w:tcW w:w="1750" w:type="dxa"/>
          </w:tcPr>
          <w:p w14:paraId="334D8BE0" w14:textId="77777777" w:rsidR="00164FF5" w:rsidRDefault="00164FF5"/>
        </w:tc>
        <w:tc>
          <w:tcPr>
            <w:tcW w:w="1750" w:type="dxa"/>
          </w:tcPr>
          <w:p w14:paraId="40FBDD2D" w14:textId="77777777" w:rsidR="00164FF5" w:rsidRDefault="00164FF5"/>
        </w:tc>
        <w:tc>
          <w:tcPr>
            <w:tcW w:w="1750" w:type="dxa"/>
          </w:tcPr>
          <w:p w14:paraId="1960E828" w14:textId="77777777" w:rsidR="00164FF5" w:rsidRDefault="00164FF5"/>
        </w:tc>
        <w:tc>
          <w:tcPr>
            <w:tcW w:w="1750" w:type="dxa"/>
          </w:tcPr>
          <w:p w14:paraId="35B71415" w14:textId="77777777" w:rsidR="00164FF5" w:rsidRDefault="00164FF5"/>
        </w:tc>
      </w:tr>
      <w:tr w:rsidR="00164FF5" w14:paraId="03E86478" w14:textId="77777777" w:rsidTr="00164FF5">
        <w:trPr>
          <w:trHeight w:val="200"/>
        </w:trPr>
        <w:tc>
          <w:tcPr>
            <w:tcW w:w="1750" w:type="dxa"/>
          </w:tcPr>
          <w:p w14:paraId="12484466" w14:textId="77777777" w:rsidR="00164FF5" w:rsidRDefault="00861641">
            <w:r>
              <w:rPr>
                <w:rStyle w:val="styleSubformtxtUP"/>
              </w:rPr>
              <w:t>Chordata/Aves</w:t>
            </w:r>
          </w:p>
        </w:tc>
        <w:tc>
          <w:tcPr>
            <w:tcW w:w="1750" w:type="dxa"/>
          </w:tcPr>
          <w:p w14:paraId="7974B433" w14:textId="77777777" w:rsidR="00164FF5" w:rsidRDefault="00861641">
            <w:r>
              <w:rPr>
                <w:rStyle w:val="styleSubformtxtIblue"/>
              </w:rPr>
              <w:t>Merops ornatus</w:t>
            </w:r>
          </w:p>
        </w:tc>
        <w:tc>
          <w:tcPr>
            <w:tcW w:w="1750" w:type="dxa"/>
          </w:tcPr>
          <w:p w14:paraId="0D31FCBF" w14:textId="77777777" w:rsidR="00164FF5" w:rsidRDefault="00861641">
            <w:r>
              <w:rPr>
                <w:rStyle w:val="styleSubformtxt"/>
              </w:rPr>
              <w:t>Rainbow Bee-eater</w:t>
            </w:r>
          </w:p>
        </w:tc>
        <w:tc>
          <w:tcPr>
            <w:tcW w:w="1750" w:type="dxa"/>
          </w:tcPr>
          <w:p w14:paraId="51B9D45F" w14:textId="77777777" w:rsidR="00164FF5" w:rsidRDefault="00164FF5"/>
        </w:tc>
        <w:tc>
          <w:tcPr>
            <w:tcW w:w="1750" w:type="dxa"/>
          </w:tcPr>
          <w:p w14:paraId="61152810" w14:textId="77777777" w:rsidR="00164FF5" w:rsidRDefault="00164FF5"/>
        </w:tc>
        <w:tc>
          <w:tcPr>
            <w:tcW w:w="1750" w:type="dxa"/>
          </w:tcPr>
          <w:p w14:paraId="03AEC8B4" w14:textId="77777777" w:rsidR="00164FF5" w:rsidRDefault="00164FF5"/>
        </w:tc>
        <w:tc>
          <w:tcPr>
            <w:tcW w:w="1750" w:type="dxa"/>
          </w:tcPr>
          <w:p w14:paraId="63566187" w14:textId="77777777" w:rsidR="00164FF5" w:rsidRDefault="00164FF5"/>
        </w:tc>
      </w:tr>
      <w:tr w:rsidR="00164FF5" w14:paraId="57CD916B" w14:textId="77777777" w:rsidTr="00164FF5">
        <w:trPr>
          <w:trHeight w:val="200"/>
        </w:trPr>
        <w:tc>
          <w:tcPr>
            <w:tcW w:w="1750" w:type="dxa"/>
          </w:tcPr>
          <w:p w14:paraId="0562FCB4" w14:textId="77777777" w:rsidR="00164FF5" w:rsidRDefault="00861641">
            <w:r>
              <w:rPr>
                <w:rStyle w:val="styleSubformtxtUP"/>
              </w:rPr>
              <w:lastRenderedPageBreak/>
              <w:t>Chordata/Aves</w:t>
            </w:r>
          </w:p>
        </w:tc>
        <w:tc>
          <w:tcPr>
            <w:tcW w:w="1750" w:type="dxa"/>
          </w:tcPr>
          <w:p w14:paraId="41854634" w14:textId="77777777" w:rsidR="00164FF5" w:rsidRDefault="00861641">
            <w:r>
              <w:rPr>
                <w:rStyle w:val="styleSubformtxtIblue"/>
              </w:rPr>
              <w:t>Milvus migrans</w:t>
            </w:r>
          </w:p>
        </w:tc>
        <w:tc>
          <w:tcPr>
            <w:tcW w:w="1750" w:type="dxa"/>
          </w:tcPr>
          <w:p w14:paraId="30E3174D" w14:textId="77777777" w:rsidR="00164FF5" w:rsidRDefault="00861641">
            <w:r>
              <w:rPr>
                <w:rStyle w:val="styleSubformtxt"/>
              </w:rPr>
              <w:t>Black Kite</w:t>
            </w:r>
          </w:p>
        </w:tc>
        <w:tc>
          <w:tcPr>
            <w:tcW w:w="1750" w:type="dxa"/>
          </w:tcPr>
          <w:p w14:paraId="1301B9B8" w14:textId="77777777" w:rsidR="00164FF5" w:rsidRDefault="00164FF5"/>
        </w:tc>
        <w:tc>
          <w:tcPr>
            <w:tcW w:w="1750" w:type="dxa"/>
          </w:tcPr>
          <w:p w14:paraId="443E8C07" w14:textId="77777777" w:rsidR="00164FF5" w:rsidRDefault="00164FF5"/>
        </w:tc>
        <w:tc>
          <w:tcPr>
            <w:tcW w:w="1750" w:type="dxa"/>
          </w:tcPr>
          <w:p w14:paraId="2E8ECD9F" w14:textId="77777777" w:rsidR="00164FF5" w:rsidRDefault="00164FF5"/>
        </w:tc>
        <w:tc>
          <w:tcPr>
            <w:tcW w:w="1750" w:type="dxa"/>
          </w:tcPr>
          <w:p w14:paraId="377327E0" w14:textId="77777777" w:rsidR="00164FF5" w:rsidRDefault="00164FF5"/>
        </w:tc>
      </w:tr>
      <w:tr w:rsidR="00164FF5" w14:paraId="67FA31F3" w14:textId="77777777" w:rsidTr="00164FF5">
        <w:trPr>
          <w:trHeight w:val="200"/>
        </w:trPr>
        <w:tc>
          <w:tcPr>
            <w:tcW w:w="1750" w:type="dxa"/>
          </w:tcPr>
          <w:p w14:paraId="045095EF" w14:textId="77777777" w:rsidR="00164FF5" w:rsidRDefault="00861641">
            <w:r>
              <w:rPr>
                <w:rStyle w:val="styleSubformtxtUP"/>
              </w:rPr>
              <w:t>Chordata/Aves</w:t>
            </w:r>
          </w:p>
        </w:tc>
        <w:tc>
          <w:tcPr>
            <w:tcW w:w="1750" w:type="dxa"/>
          </w:tcPr>
          <w:p w14:paraId="2294A00F" w14:textId="77777777" w:rsidR="00164FF5" w:rsidRDefault="00861641">
            <w:r>
              <w:rPr>
                <w:rStyle w:val="styleSubformtxtIblue"/>
              </w:rPr>
              <w:t>Myiagra inquieta</w:t>
            </w:r>
          </w:p>
        </w:tc>
        <w:tc>
          <w:tcPr>
            <w:tcW w:w="1750" w:type="dxa"/>
          </w:tcPr>
          <w:p w14:paraId="3ACD15B3" w14:textId="77777777" w:rsidR="00164FF5" w:rsidRDefault="00861641">
            <w:r>
              <w:rPr>
                <w:rStyle w:val="styleSubformtxt"/>
              </w:rPr>
              <w:t>Restless Flycatcher</w:t>
            </w:r>
          </w:p>
        </w:tc>
        <w:tc>
          <w:tcPr>
            <w:tcW w:w="1750" w:type="dxa"/>
          </w:tcPr>
          <w:p w14:paraId="68C63AFB" w14:textId="77777777" w:rsidR="00164FF5" w:rsidRDefault="00164FF5"/>
        </w:tc>
        <w:tc>
          <w:tcPr>
            <w:tcW w:w="1750" w:type="dxa"/>
          </w:tcPr>
          <w:p w14:paraId="17D1AFEA" w14:textId="77777777" w:rsidR="00164FF5" w:rsidRDefault="00164FF5"/>
        </w:tc>
        <w:tc>
          <w:tcPr>
            <w:tcW w:w="1750" w:type="dxa"/>
          </w:tcPr>
          <w:p w14:paraId="625659BB" w14:textId="77777777" w:rsidR="00164FF5" w:rsidRDefault="00164FF5"/>
        </w:tc>
        <w:tc>
          <w:tcPr>
            <w:tcW w:w="1750" w:type="dxa"/>
          </w:tcPr>
          <w:p w14:paraId="25BD3DD7" w14:textId="77777777" w:rsidR="00164FF5" w:rsidRDefault="00164FF5"/>
        </w:tc>
      </w:tr>
      <w:tr w:rsidR="00164FF5" w14:paraId="54BF2EC0" w14:textId="77777777" w:rsidTr="00164FF5">
        <w:trPr>
          <w:trHeight w:val="200"/>
        </w:trPr>
        <w:tc>
          <w:tcPr>
            <w:tcW w:w="1750" w:type="dxa"/>
          </w:tcPr>
          <w:p w14:paraId="045B371C" w14:textId="77777777" w:rsidR="00164FF5" w:rsidRDefault="00861641">
            <w:r>
              <w:rPr>
                <w:rStyle w:val="styleSubformtxtUP"/>
              </w:rPr>
              <w:t>Chordata/Amphibia</w:t>
            </w:r>
          </w:p>
        </w:tc>
        <w:tc>
          <w:tcPr>
            <w:tcW w:w="1750" w:type="dxa"/>
          </w:tcPr>
          <w:p w14:paraId="3A5DDC01" w14:textId="77777777" w:rsidR="00164FF5" w:rsidRDefault="00861641">
            <w:r>
              <w:rPr>
                <w:rStyle w:val="styleSubformtxtIblue"/>
              </w:rPr>
              <w:t>Neobatrachus sudelli</w:t>
            </w:r>
          </w:p>
        </w:tc>
        <w:tc>
          <w:tcPr>
            <w:tcW w:w="1750" w:type="dxa"/>
          </w:tcPr>
          <w:p w14:paraId="3DCDD9FF" w14:textId="77777777" w:rsidR="00164FF5" w:rsidRDefault="00861641">
            <w:r>
              <w:rPr>
                <w:rStyle w:val="styleSubformtxt"/>
              </w:rPr>
              <w:t>Common Spadefoot Toad or Painted Burrowing Frog</w:t>
            </w:r>
          </w:p>
        </w:tc>
        <w:tc>
          <w:tcPr>
            <w:tcW w:w="1750" w:type="dxa"/>
          </w:tcPr>
          <w:p w14:paraId="1D30D7FE" w14:textId="77777777" w:rsidR="00164FF5" w:rsidRDefault="00164FF5"/>
        </w:tc>
        <w:tc>
          <w:tcPr>
            <w:tcW w:w="1750" w:type="dxa"/>
          </w:tcPr>
          <w:p w14:paraId="75DAE245" w14:textId="77777777" w:rsidR="00164FF5" w:rsidRDefault="00164FF5"/>
        </w:tc>
        <w:tc>
          <w:tcPr>
            <w:tcW w:w="1750" w:type="dxa"/>
          </w:tcPr>
          <w:p w14:paraId="69275757" w14:textId="77777777" w:rsidR="00164FF5" w:rsidRDefault="00164FF5"/>
        </w:tc>
        <w:tc>
          <w:tcPr>
            <w:tcW w:w="1750" w:type="dxa"/>
          </w:tcPr>
          <w:p w14:paraId="254EA290" w14:textId="77777777" w:rsidR="00164FF5" w:rsidRDefault="00164FF5"/>
        </w:tc>
      </w:tr>
      <w:tr w:rsidR="00164FF5" w14:paraId="2AC2BF90" w14:textId="77777777" w:rsidTr="00164FF5">
        <w:trPr>
          <w:trHeight w:val="200"/>
        </w:trPr>
        <w:tc>
          <w:tcPr>
            <w:tcW w:w="1750" w:type="dxa"/>
          </w:tcPr>
          <w:p w14:paraId="45715DAE" w14:textId="77777777" w:rsidR="00164FF5" w:rsidRDefault="00861641">
            <w:r>
              <w:rPr>
                <w:rStyle w:val="styleSubformtxtUP"/>
              </w:rPr>
              <w:t>Chordata/Aves</w:t>
            </w:r>
          </w:p>
        </w:tc>
        <w:tc>
          <w:tcPr>
            <w:tcW w:w="1750" w:type="dxa"/>
          </w:tcPr>
          <w:p w14:paraId="2923C590" w14:textId="77777777" w:rsidR="00164FF5" w:rsidRDefault="00861641">
            <w:r>
              <w:rPr>
                <w:rStyle w:val="styleSubformtxtIblue"/>
              </w:rPr>
              <w:t>Neopsephotus bourkii</w:t>
            </w:r>
          </w:p>
        </w:tc>
        <w:tc>
          <w:tcPr>
            <w:tcW w:w="1750" w:type="dxa"/>
          </w:tcPr>
          <w:p w14:paraId="5C5EE79F" w14:textId="77777777" w:rsidR="00164FF5" w:rsidRDefault="00861641">
            <w:r>
              <w:rPr>
                <w:rStyle w:val="styleSubformtxt"/>
              </w:rPr>
              <w:t>Bourke's Parrot</w:t>
            </w:r>
          </w:p>
        </w:tc>
        <w:tc>
          <w:tcPr>
            <w:tcW w:w="1750" w:type="dxa"/>
          </w:tcPr>
          <w:p w14:paraId="3FE8B573" w14:textId="77777777" w:rsidR="00164FF5" w:rsidRDefault="00164FF5"/>
        </w:tc>
        <w:tc>
          <w:tcPr>
            <w:tcW w:w="1750" w:type="dxa"/>
          </w:tcPr>
          <w:p w14:paraId="5D85CBD3" w14:textId="77777777" w:rsidR="00164FF5" w:rsidRDefault="00164FF5"/>
        </w:tc>
        <w:tc>
          <w:tcPr>
            <w:tcW w:w="1750" w:type="dxa"/>
          </w:tcPr>
          <w:p w14:paraId="70E94FB1" w14:textId="77777777" w:rsidR="00164FF5" w:rsidRDefault="00164FF5"/>
        </w:tc>
        <w:tc>
          <w:tcPr>
            <w:tcW w:w="1750" w:type="dxa"/>
          </w:tcPr>
          <w:p w14:paraId="41A324AC" w14:textId="77777777" w:rsidR="00164FF5" w:rsidRDefault="00164FF5"/>
        </w:tc>
      </w:tr>
      <w:tr w:rsidR="00164FF5" w14:paraId="2C3268E8" w14:textId="77777777" w:rsidTr="00164FF5">
        <w:trPr>
          <w:trHeight w:val="200"/>
        </w:trPr>
        <w:tc>
          <w:tcPr>
            <w:tcW w:w="1750" w:type="dxa"/>
          </w:tcPr>
          <w:p w14:paraId="0C3BD26E" w14:textId="77777777" w:rsidR="00164FF5" w:rsidRDefault="00861641">
            <w:r>
              <w:rPr>
                <w:rStyle w:val="styleSubformtxtUP"/>
              </w:rPr>
              <w:t>Chordata/Aves</w:t>
            </w:r>
          </w:p>
        </w:tc>
        <w:tc>
          <w:tcPr>
            <w:tcW w:w="1750" w:type="dxa"/>
          </w:tcPr>
          <w:p w14:paraId="6E0474A4" w14:textId="77777777" w:rsidR="00164FF5" w:rsidRDefault="00861641">
            <w:r>
              <w:rPr>
                <w:rStyle w:val="styleSubformtxtIblue"/>
              </w:rPr>
              <w:t>Northiella haematogaster</w:t>
            </w:r>
          </w:p>
        </w:tc>
        <w:tc>
          <w:tcPr>
            <w:tcW w:w="1750" w:type="dxa"/>
          </w:tcPr>
          <w:p w14:paraId="3BFB97A3" w14:textId="77777777" w:rsidR="00164FF5" w:rsidRDefault="00861641">
            <w:r>
              <w:rPr>
                <w:rStyle w:val="styleSubformtxt"/>
              </w:rPr>
              <w:t>Bluebonnet</w:t>
            </w:r>
          </w:p>
        </w:tc>
        <w:tc>
          <w:tcPr>
            <w:tcW w:w="1750" w:type="dxa"/>
          </w:tcPr>
          <w:p w14:paraId="3DF51CF6" w14:textId="77777777" w:rsidR="00164FF5" w:rsidRDefault="00164FF5"/>
        </w:tc>
        <w:tc>
          <w:tcPr>
            <w:tcW w:w="1750" w:type="dxa"/>
          </w:tcPr>
          <w:p w14:paraId="7F64CD8C" w14:textId="77777777" w:rsidR="00164FF5" w:rsidRDefault="00164FF5"/>
        </w:tc>
        <w:tc>
          <w:tcPr>
            <w:tcW w:w="1750" w:type="dxa"/>
          </w:tcPr>
          <w:p w14:paraId="592E7F4D" w14:textId="77777777" w:rsidR="00164FF5" w:rsidRDefault="00164FF5"/>
        </w:tc>
        <w:tc>
          <w:tcPr>
            <w:tcW w:w="1750" w:type="dxa"/>
          </w:tcPr>
          <w:p w14:paraId="67D68829" w14:textId="77777777" w:rsidR="00164FF5" w:rsidRDefault="00164FF5"/>
        </w:tc>
      </w:tr>
      <w:tr w:rsidR="00164FF5" w14:paraId="7E4E08CB" w14:textId="77777777" w:rsidTr="00164FF5">
        <w:trPr>
          <w:trHeight w:val="200"/>
        </w:trPr>
        <w:tc>
          <w:tcPr>
            <w:tcW w:w="1750" w:type="dxa"/>
          </w:tcPr>
          <w:p w14:paraId="24EF6838" w14:textId="77777777" w:rsidR="00164FF5" w:rsidRDefault="00861641">
            <w:r>
              <w:rPr>
                <w:rStyle w:val="styleSubformtxtUP"/>
              </w:rPr>
              <w:t>Chordata/Aves</w:t>
            </w:r>
          </w:p>
        </w:tc>
        <w:tc>
          <w:tcPr>
            <w:tcW w:w="1750" w:type="dxa"/>
          </w:tcPr>
          <w:p w14:paraId="0F7E0151" w14:textId="77777777" w:rsidR="00164FF5" w:rsidRDefault="00861641">
            <w:r>
              <w:rPr>
                <w:rStyle w:val="styleSubformtxtIblue"/>
              </w:rPr>
              <w:t>Nymphicus hollandicus</w:t>
            </w:r>
          </w:p>
        </w:tc>
        <w:tc>
          <w:tcPr>
            <w:tcW w:w="1750" w:type="dxa"/>
          </w:tcPr>
          <w:p w14:paraId="70053326" w14:textId="77777777" w:rsidR="00164FF5" w:rsidRDefault="00861641">
            <w:r>
              <w:rPr>
                <w:rStyle w:val="styleSubformtxt"/>
              </w:rPr>
              <w:t>Cockatiel</w:t>
            </w:r>
          </w:p>
        </w:tc>
        <w:tc>
          <w:tcPr>
            <w:tcW w:w="1750" w:type="dxa"/>
          </w:tcPr>
          <w:p w14:paraId="128837E3" w14:textId="77777777" w:rsidR="00164FF5" w:rsidRDefault="00164FF5"/>
        </w:tc>
        <w:tc>
          <w:tcPr>
            <w:tcW w:w="1750" w:type="dxa"/>
          </w:tcPr>
          <w:p w14:paraId="0ED4B557" w14:textId="77777777" w:rsidR="00164FF5" w:rsidRDefault="00164FF5"/>
        </w:tc>
        <w:tc>
          <w:tcPr>
            <w:tcW w:w="1750" w:type="dxa"/>
          </w:tcPr>
          <w:p w14:paraId="113D9516" w14:textId="77777777" w:rsidR="00164FF5" w:rsidRDefault="00164FF5"/>
        </w:tc>
        <w:tc>
          <w:tcPr>
            <w:tcW w:w="1750" w:type="dxa"/>
          </w:tcPr>
          <w:p w14:paraId="028D359A" w14:textId="77777777" w:rsidR="00164FF5" w:rsidRDefault="00164FF5"/>
        </w:tc>
      </w:tr>
      <w:tr w:rsidR="00164FF5" w14:paraId="49781CC1" w14:textId="77777777" w:rsidTr="00164FF5">
        <w:trPr>
          <w:trHeight w:val="200"/>
        </w:trPr>
        <w:tc>
          <w:tcPr>
            <w:tcW w:w="1750" w:type="dxa"/>
          </w:tcPr>
          <w:p w14:paraId="12B44844" w14:textId="77777777" w:rsidR="00164FF5" w:rsidRDefault="00861641">
            <w:r>
              <w:rPr>
                <w:rStyle w:val="styleSubformtxtUP"/>
              </w:rPr>
              <w:t>Chordata/Aves</w:t>
            </w:r>
          </w:p>
        </w:tc>
        <w:tc>
          <w:tcPr>
            <w:tcW w:w="1750" w:type="dxa"/>
          </w:tcPr>
          <w:p w14:paraId="29450E21" w14:textId="77777777" w:rsidR="00164FF5" w:rsidRDefault="00861641">
            <w:r>
              <w:rPr>
                <w:rStyle w:val="styleSubformtxtIblue"/>
              </w:rPr>
              <w:t>Ocyphaps lophotes</w:t>
            </w:r>
          </w:p>
        </w:tc>
        <w:tc>
          <w:tcPr>
            <w:tcW w:w="1750" w:type="dxa"/>
          </w:tcPr>
          <w:p w14:paraId="593BCF05" w14:textId="77777777" w:rsidR="00164FF5" w:rsidRDefault="00861641">
            <w:r>
              <w:rPr>
                <w:rStyle w:val="styleSubformtxt"/>
              </w:rPr>
              <w:t>Crested Pigeon</w:t>
            </w:r>
          </w:p>
        </w:tc>
        <w:tc>
          <w:tcPr>
            <w:tcW w:w="1750" w:type="dxa"/>
          </w:tcPr>
          <w:p w14:paraId="6681D425" w14:textId="77777777" w:rsidR="00164FF5" w:rsidRDefault="00164FF5"/>
        </w:tc>
        <w:tc>
          <w:tcPr>
            <w:tcW w:w="1750" w:type="dxa"/>
          </w:tcPr>
          <w:p w14:paraId="1DB48DC6" w14:textId="77777777" w:rsidR="00164FF5" w:rsidRDefault="00164FF5"/>
        </w:tc>
        <w:tc>
          <w:tcPr>
            <w:tcW w:w="1750" w:type="dxa"/>
          </w:tcPr>
          <w:p w14:paraId="32AFA1D9" w14:textId="77777777" w:rsidR="00164FF5" w:rsidRDefault="00164FF5"/>
        </w:tc>
        <w:tc>
          <w:tcPr>
            <w:tcW w:w="1750" w:type="dxa"/>
          </w:tcPr>
          <w:p w14:paraId="16E0CF29" w14:textId="77777777" w:rsidR="00164FF5" w:rsidRDefault="00164FF5"/>
        </w:tc>
      </w:tr>
      <w:tr w:rsidR="00164FF5" w14:paraId="51E635B4" w14:textId="77777777" w:rsidTr="00164FF5">
        <w:trPr>
          <w:trHeight w:val="200"/>
        </w:trPr>
        <w:tc>
          <w:tcPr>
            <w:tcW w:w="1750" w:type="dxa"/>
          </w:tcPr>
          <w:p w14:paraId="1FF3EF2F" w14:textId="77777777" w:rsidR="00164FF5" w:rsidRDefault="00861641">
            <w:r>
              <w:rPr>
                <w:rStyle w:val="styleSubformtxtUP"/>
              </w:rPr>
              <w:t>Chordata/Aves</w:t>
            </w:r>
          </w:p>
        </w:tc>
        <w:tc>
          <w:tcPr>
            <w:tcW w:w="1750" w:type="dxa"/>
          </w:tcPr>
          <w:p w14:paraId="6C2B9418" w14:textId="77777777" w:rsidR="00164FF5" w:rsidRDefault="00861641">
            <w:r>
              <w:rPr>
                <w:rStyle w:val="styleSubformtxtIblue"/>
              </w:rPr>
              <w:t>Oreoica gutturalis</w:t>
            </w:r>
          </w:p>
        </w:tc>
        <w:tc>
          <w:tcPr>
            <w:tcW w:w="1750" w:type="dxa"/>
          </w:tcPr>
          <w:p w14:paraId="5EDD5B7F" w14:textId="77777777" w:rsidR="00164FF5" w:rsidRDefault="00861641">
            <w:r>
              <w:rPr>
                <w:rStyle w:val="styleSubformtxt"/>
              </w:rPr>
              <w:t>Crested Bellbird</w:t>
            </w:r>
          </w:p>
        </w:tc>
        <w:tc>
          <w:tcPr>
            <w:tcW w:w="1750" w:type="dxa"/>
          </w:tcPr>
          <w:p w14:paraId="6D0BFDDC" w14:textId="77777777" w:rsidR="00164FF5" w:rsidRDefault="00164FF5"/>
        </w:tc>
        <w:tc>
          <w:tcPr>
            <w:tcW w:w="1750" w:type="dxa"/>
          </w:tcPr>
          <w:p w14:paraId="0016E241" w14:textId="77777777" w:rsidR="00164FF5" w:rsidRDefault="00164FF5"/>
        </w:tc>
        <w:tc>
          <w:tcPr>
            <w:tcW w:w="1750" w:type="dxa"/>
          </w:tcPr>
          <w:p w14:paraId="08F27883" w14:textId="77777777" w:rsidR="00164FF5" w:rsidRDefault="00164FF5"/>
        </w:tc>
        <w:tc>
          <w:tcPr>
            <w:tcW w:w="1750" w:type="dxa"/>
          </w:tcPr>
          <w:p w14:paraId="5905E31A" w14:textId="77777777" w:rsidR="00164FF5" w:rsidRDefault="00164FF5"/>
        </w:tc>
      </w:tr>
      <w:tr w:rsidR="00164FF5" w14:paraId="746DA02B" w14:textId="77777777" w:rsidTr="00164FF5">
        <w:trPr>
          <w:trHeight w:val="200"/>
        </w:trPr>
        <w:tc>
          <w:tcPr>
            <w:tcW w:w="1750" w:type="dxa"/>
          </w:tcPr>
          <w:p w14:paraId="07A7192E" w14:textId="77777777" w:rsidR="00164FF5" w:rsidRDefault="00861641">
            <w:r>
              <w:rPr>
                <w:rStyle w:val="styleSubformtxtUP"/>
              </w:rPr>
              <w:t>Chordata/Aves</w:t>
            </w:r>
          </w:p>
        </w:tc>
        <w:tc>
          <w:tcPr>
            <w:tcW w:w="1750" w:type="dxa"/>
          </w:tcPr>
          <w:p w14:paraId="307DA492" w14:textId="77777777" w:rsidR="00164FF5" w:rsidRDefault="00861641">
            <w:r>
              <w:rPr>
                <w:rStyle w:val="styleSubformtxtIblue"/>
              </w:rPr>
              <w:t>Pachycephala rufiventris</w:t>
            </w:r>
          </w:p>
        </w:tc>
        <w:tc>
          <w:tcPr>
            <w:tcW w:w="1750" w:type="dxa"/>
          </w:tcPr>
          <w:p w14:paraId="5F1F4AFB" w14:textId="77777777" w:rsidR="00164FF5" w:rsidRDefault="00861641">
            <w:r>
              <w:rPr>
                <w:rStyle w:val="styleSubformtxt"/>
              </w:rPr>
              <w:t>Rufous Whistler</w:t>
            </w:r>
          </w:p>
        </w:tc>
        <w:tc>
          <w:tcPr>
            <w:tcW w:w="1750" w:type="dxa"/>
          </w:tcPr>
          <w:p w14:paraId="4E8C6622" w14:textId="77777777" w:rsidR="00164FF5" w:rsidRDefault="00164FF5"/>
        </w:tc>
        <w:tc>
          <w:tcPr>
            <w:tcW w:w="1750" w:type="dxa"/>
          </w:tcPr>
          <w:p w14:paraId="7B371637" w14:textId="77777777" w:rsidR="00164FF5" w:rsidRDefault="00164FF5"/>
        </w:tc>
        <w:tc>
          <w:tcPr>
            <w:tcW w:w="1750" w:type="dxa"/>
          </w:tcPr>
          <w:p w14:paraId="0B5C4374" w14:textId="77777777" w:rsidR="00164FF5" w:rsidRDefault="00164FF5"/>
        </w:tc>
        <w:tc>
          <w:tcPr>
            <w:tcW w:w="1750" w:type="dxa"/>
          </w:tcPr>
          <w:p w14:paraId="6D947C33" w14:textId="77777777" w:rsidR="00164FF5" w:rsidRDefault="00164FF5"/>
        </w:tc>
      </w:tr>
      <w:tr w:rsidR="00164FF5" w14:paraId="53296AB6" w14:textId="77777777" w:rsidTr="00164FF5">
        <w:trPr>
          <w:trHeight w:val="200"/>
        </w:trPr>
        <w:tc>
          <w:tcPr>
            <w:tcW w:w="1750" w:type="dxa"/>
          </w:tcPr>
          <w:p w14:paraId="2CA68456" w14:textId="77777777" w:rsidR="00164FF5" w:rsidRDefault="00861641">
            <w:r>
              <w:rPr>
                <w:rStyle w:val="styleSubformtxtUP"/>
              </w:rPr>
              <w:t>Chordata/Aves</w:t>
            </w:r>
          </w:p>
        </w:tc>
        <w:tc>
          <w:tcPr>
            <w:tcW w:w="1750" w:type="dxa"/>
          </w:tcPr>
          <w:p w14:paraId="0B2FB4AE" w14:textId="77777777" w:rsidR="00164FF5" w:rsidRDefault="00861641">
            <w:r>
              <w:rPr>
                <w:rStyle w:val="styleSubformtxtIblue"/>
              </w:rPr>
              <w:t>Pardalotus rubricatus</w:t>
            </w:r>
          </w:p>
        </w:tc>
        <w:tc>
          <w:tcPr>
            <w:tcW w:w="1750" w:type="dxa"/>
          </w:tcPr>
          <w:p w14:paraId="40333E18" w14:textId="77777777" w:rsidR="00164FF5" w:rsidRDefault="00861641">
            <w:r>
              <w:rPr>
                <w:rStyle w:val="styleSubformtxt"/>
              </w:rPr>
              <w:t>Red-browed Pardalote</w:t>
            </w:r>
          </w:p>
        </w:tc>
        <w:tc>
          <w:tcPr>
            <w:tcW w:w="1750" w:type="dxa"/>
          </w:tcPr>
          <w:p w14:paraId="08E1F21E" w14:textId="77777777" w:rsidR="00164FF5" w:rsidRDefault="00164FF5"/>
        </w:tc>
        <w:tc>
          <w:tcPr>
            <w:tcW w:w="1750" w:type="dxa"/>
          </w:tcPr>
          <w:p w14:paraId="5F1222BE" w14:textId="77777777" w:rsidR="00164FF5" w:rsidRDefault="00164FF5"/>
        </w:tc>
        <w:tc>
          <w:tcPr>
            <w:tcW w:w="1750" w:type="dxa"/>
          </w:tcPr>
          <w:p w14:paraId="55CBB58E" w14:textId="77777777" w:rsidR="00164FF5" w:rsidRDefault="00164FF5"/>
        </w:tc>
        <w:tc>
          <w:tcPr>
            <w:tcW w:w="1750" w:type="dxa"/>
          </w:tcPr>
          <w:p w14:paraId="0300DCF6" w14:textId="77777777" w:rsidR="00164FF5" w:rsidRDefault="00164FF5"/>
        </w:tc>
      </w:tr>
      <w:tr w:rsidR="00164FF5" w14:paraId="5CB4AC50" w14:textId="77777777" w:rsidTr="00164FF5">
        <w:trPr>
          <w:trHeight w:val="200"/>
        </w:trPr>
        <w:tc>
          <w:tcPr>
            <w:tcW w:w="1750" w:type="dxa"/>
          </w:tcPr>
          <w:p w14:paraId="76EF9B70" w14:textId="77777777" w:rsidR="00164FF5" w:rsidRDefault="00861641">
            <w:r>
              <w:rPr>
                <w:rStyle w:val="styleSubformtxtUP"/>
              </w:rPr>
              <w:t>Chordata/Aves</w:t>
            </w:r>
          </w:p>
        </w:tc>
        <w:tc>
          <w:tcPr>
            <w:tcW w:w="1750" w:type="dxa"/>
          </w:tcPr>
          <w:p w14:paraId="612B07EE" w14:textId="77777777" w:rsidR="00164FF5" w:rsidRDefault="00861641">
            <w:r>
              <w:rPr>
                <w:rStyle w:val="styleSubformtxtIblue"/>
              </w:rPr>
              <w:t>Pardalotus striatus</w:t>
            </w:r>
          </w:p>
        </w:tc>
        <w:tc>
          <w:tcPr>
            <w:tcW w:w="1750" w:type="dxa"/>
          </w:tcPr>
          <w:p w14:paraId="4ADC1332" w14:textId="77777777" w:rsidR="00164FF5" w:rsidRDefault="00861641">
            <w:r>
              <w:rPr>
                <w:rStyle w:val="styleSubformtxt"/>
              </w:rPr>
              <w:t>Striated Pardalote</w:t>
            </w:r>
          </w:p>
        </w:tc>
        <w:tc>
          <w:tcPr>
            <w:tcW w:w="1750" w:type="dxa"/>
          </w:tcPr>
          <w:p w14:paraId="77D947EB" w14:textId="77777777" w:rsidR="00164FF5" w:rsidRDefault="00164FF5"/>
        </w:tc>
        <w:tc>
          <w:tcPr>
            <w:tcW w:w="1750" w:type="dxa"/>
          </w:tcPr>
          <w:p w14:paraId="65A8EBA5" w14:textId="77777777" w:rsidR="00164FF5" w:rsidRDefault="00164FF5"/>
        </w:tc>
        <w:tc>
          <w:tcPr>
            <w:tcW w:w="1750" w:type="dxa"/>
          </w:tcPr>
          <w:p w14:paraId="1C64FABA" w14:textId="77777777" w:rsidR="00164FF5" w:rsidRDefault="00164FF5"/>
        </w:tc>
        <w:tc>
          <w:tcPr>
            <w:tcW w:w="1750" w:type="dxa"/>
          </w:tcPr>
          <w:p w14:paraId="68F3669E" w14:textId="77777777" w:rsidR="00164FF5" w:rsidRDefault="00164FF5"/>
        </w:tc>
      </w:tr>
      <w:tr w:rsidR="00164FF5" w14:paraId="0B0E654E" w14:textId="77777777" w:rsidTr="00164FF5">
        <w:trPr>
          <w:trHeight w:val="200"/>
        </w:trPr>
        <w:tc>
          <w:tcPr>
            <w:tcW w:w="1750" w:type="dxa"/>
          </w:tcPr>
          <w:p w14:paraId="1A436F01" w14:textId="77777777" w:rsidR="00164FF5" w:rsidRDefault="00861641">
            <w:r>
              <w:rPr>
                <w:rStyle w:val="styleSubformtxtUP"/>
              </w:rPr>
              <w:t>Chordata/Aves</w:t>
            </w:r>
          </w:p>
        </w:tc>
        <w:tc>
          <w:tcPr>
            <w:tcW w:w="1750" w:type="dxa"/>
          </w:tcPr>
          <w:p w14:paraId="28062918" w14:textId="77777777" w:rsidR="00164FF5" w:rsidRDefault="00861641">
            <w:r>
              <w:rPr>
                <w:rStyle w:val="styleSubformtxtIblue"/>
              </w:rPr>
              <w:t>Petrochelidon ariel</w:t>
            </w:r>
          </w:p>
        </w:tc>
        <w:tc>
          <w:tcPr>
            <w:tcW w:w="1750" w:type="dxa"/>
          </w:tcPr>
          <w:p w14:paraId="0F634C3F" w14:textId="77777777" w:rsidR="00164FF5" w:rsidRDefault="00861641">
            <w:r>
              <w:rPr>
                <w:rStyle w:val="styleSubformtxt"/>
              </w:rPr>
              <w:t>Fairy Martin</w:t>
            </w:r>
          </w:p>
        </w:tc>
        <w:tc>
          <w:tcPr>
            <w:tcW w:w="1750" w:type="dxa"/>
          </w:tcPr>
          <w:p w14:paraId="6F70CE26" w14:textId="77777777" w:rsidR="00164FF5" w:rsidRDefault="00164FF5"/>
        </w:tc>
        <w:tc>
          <w:tcPr>
            <w:tcW w:w="1750" w:type="dxa"/>
          </w:tcPr>
          <w:p w14:paraId="55A169A9" w14:textId="77777777" w:rsidR="00164FF5" w:rsidRDefault="00164FF5"/>
        </w:tc>
        <w:tc>
          <w:tcPr>
            <w:tcW w:w="1750" w:type="dxa"/>
          </w:tcPr>
          <w:p w14:paraId="2C5F5AED" w14:textId="77777777" w:rsidR="00164FF5" w:rsidRDefault="00164FF5"/>
        </w:tc>
        <w:tc>
          <w:tcPr>
            <w:tcW w:w="1750" w:type="dxa"/>
          </w:tcPr>
          <w:p w14:paraId="61300A77" w14:textId="77777777" w:rsidR="00164FF5" w:rsidRDefault="00164FF5"/>
        </w:tc>
      </w:tr>
      <w:tr w:rsidR="00164FF5" w14:paraId="05AF4E2A" w14:textId="77777777" w:rsidTr="00164FF5">
        <w:trPr>
          <w:trHeight w:val="200"/>
        </w:trPr>
        <w:tc>
          <w:tcPr>
            <w:tcW w:w="1750" w:type="dxa"/>
          </w:tcPr>
          <w:p w14:paraId="42510E4B" w14:textId="77777777" w:rsidR="00164FF5" w:rsidRDefault="00861641">
            <w:r>
              <w:rPr>
                <w:rStyle w:val="styleSubformtxtUP"/>
              </w:rPr>
              <w:t>Chordata/Aves</w:t>
            </w:r>
          </w:p>
        </w:tc>
        <w:tc>
          <w:tcPr>
            <w:tcW w:w="1750" w:type="dxa"/>
          </w:tcPr>
          <w:p w14:paraId="3A9E2C7D" w14:textId="77777777" w:rsidR="00164FF5" w:rsidRDefault="00861641">
            <w:r>
              <w:rPr>
                <w:rStyle w:val="styleSubformtxtIblue"/>
              </w:rPr>
              <w:t>Petrochelidon nigricans</w:t>
            </w:r>
          </w:p>
        </w:tc>
        <w:tc>
          <w:tcPr>
            <w:tcW w:w="1750" w:type="dxa"/>
          </w:tcPr>
          <w:p w14:paraId="611D77B2" w14:textId="77777777" w:rsidR="00164FF5" w:rsidRDefault="00861641">
            <w:r>
              <w:rPr>
                <w:rStyle w:val="styleSubformtxt"/>
              </w:rPr>
              <w:t>Tree Martin</w:t>
            </w:r>
          </w:p>
        </w:tc>
        <w:tc>
          <w:tcPr>
            <w:tcW w:w="1750" w:type="dxa"/>
          </w:tcPr>
          <w:p w14:paraId="4285E206" w14:textId="77777777" w:rsidR="00164FF5" w:rsidRDefault="00164FF5"/>
        </w:tc>
        <w:tc>
          <w:tcPr>
            <w:tcW w:w="1750" w:type="dxa"/>
          </w:tcPr>
          <w:p w14:paraId="253CCB69" w14:textId="77777777" w:rsidR="00164FF5" w:rsidRDefault="00164FF5"/>
        </w:tc>
        <w:tc>
          <w:tcPr>
            <w:tcW w:w="1750" w:type="dxa"/>
          </w:tcPr>
          <w:p w14:paraId="28543CB5" w14:textId="77777777" w:rsidR="00164FF5" w:rsidRDefault="00164FF5"/>
        </w:tc>
        <w:tc>
          <w:tcPr>
            <w:tcW w:w="1750" w:type="dxa"/>
          </w:tcPr>
          <w:p w14:paraId="42A9C31F" w14:textId="77777777" w:rsidR="00164FF5" w:rsidRDefault="00164FF5"/>
        </w:tc>
      </w:tr>
      <w:tr w:rsidR="00164FF5" w14:paraId="7088B434" w14:textId="77777777" w:rsidTr="00164FF5">
        <w:trPr>
          <w:trHeight w:val="200"/>
        </w:trPr>
        <w:tc>
          <w:tcPr>
            <w:tcW w:w="1750" w:type="dxa"/>
          </w:tcPr>
          <w:p w14:paraId="315642D4" w14:textId="77777777" w:rsidR="00164FF5" w:rsidRDefault="00861641">
            <w:r>
              <w:rPr>
                <w:rStyle w:val="styleSubformtxtUP"/>
              </w:rPr>
              <w:t>Chordata/Aves</w:t>
            </w:r>
          </w:p>
        </w:tc>
        <w:tc>
          <w:tcPr>
            <w:tcW w:w="1750" w:type="dxa"/>
          </w:tcPr>
          <w:p w14:paraId="554E80E0" w14:textId="77777777" w:rsidR="00164FF5" w:rsidRDefault="00861641">
            <w:r>
              <w:rPr>
                <w:rStyle w:val="styleSubformtxtIblue"/>
              </w:rPr>
              <w:t>Petroica goodenovii</w:t>
            </w:r>
          </w:p>
        </w:tc>
        <w:tc>
          <w:tcPr>
            <w:tcW w:w="1750" w:type="dxa"/>
          </w:tcPr>
          <w:p w14:paraId="3FB3049D" w14:textId="77777777" w:rsidR="00164FF5" w:rsidRDefault="00861641">
            <w:r>
              <w:rPr>
                <w:rStyle w:val="styleSubformtxt"/>
              </w:rPr>
              <w:t>Red-capped Robin</w:t>
            </w:r>
          </w:p>
        </w:tc>
        <w:tc>
          <w:tcPr>
            <w:tcW w:w="1750" w:type="dxa"/>
          </w:tcPr>
          <w:p w14:paraId="51C4E2CF" w14:textId="77777777" w:rsidR="00164FF5" w:rsidRDefault="00164FF5"/>
        </w:tc>
        <w:tc>
          <w:tcPr>
            <w:tcW w:w="1750" w:type="dxa"/>
          </w:tcPr>
          <w:p w14:paraId="093E0EFF" w14:textId="77777777" w:rsidR="00164FF5" w:rsidRDefault="00164FF5"/>
        </w:tc>
        <w:tc>
          <w:tcPr>
            <w:tcW w:w="1750" w:type="dxa"/>
          </w:tcPr>
          <w:p w14:paraId="2CD2006A" w14:textId="77777777" w:rsidR="00164FF5" w:rsidRDefault="00164FF5"/>
        </w:tc>
        <w:tc>
          <w:tcPr>
            <w:tcW w:w="1750" w:type="dxa"/>
          </w:tcPr>
          <w:p w14:paraId="0F66A9B1" w14:textId="77777777" w:rsidR="00164FF5" w:rsidRDefault="00164FF5"/>
        </w:tc>
      </w:tr>
      <w:tr w:rsidR="00164FF5" w14:paraId="7DE641C1" w14:textId="77777777" w:rsidTr="00164FF5">
        <w:trPr>
          <w:trHeight w:val="200"/>
        </w:trPr>
        <w:tc>
          <w:tcPr>
            <w:tcW w:w="1750" w:type="dxa"/>
          </w:tcPr>
          <w:p w14:paraId="477624FA" w14:textId="77777777" w:rsidR="00164FF5" w:rsidRDefault="00861641">
            <w:r>
              <w:rPr>
                <w:rStyle w:val="styleSubformtxtUP"/>
              </w:rPr>
              <w:t>Chordata/Aves</w:t>
            </w:r>
          </w:p>
        </w:tc>
        <w:tc>
          <w:tcPr>
            <w:tcW w:w="1750" w:type="dxa"/>
          </w:tcPr>
          <w:p w14:paraId="1A756EDA" w14:textId="77777777" w:rsidR="00164FF5" w:rsidRDefault="00861641">
            <w:r>
              <w:rPr>
                <w:rStyle w:val="styleSubformtxtIblue"/>
              </w:rPr>
              <w:t>Pomatostomus ruficeps</w:t>
            </w:r>
          </w:p>
        </w:tc>
        <w:tc>
          <w:tcPr>
            <w:tcW w:w="1750" w:type="dxa"/>
          </w:tcPr>
          <w:p w14:paraId="262A677B" w14:textId="77777777" w:rsidR="00164FF5" w:rsidRDefault="00861641">
            <w:r>
              <w:rPr>
                <w:rStyle w:val="styleSubformtxt"/>
              </w:rPr>
              <w:t>Chestnut-crowned Babbler</w:t>
            </w:r>
          </w:p>
        </w:tc>
        <w:tc>
          <w:tcPr>
            <w:tcW w:w="1750" w:type="dxa"/>
          </w:tcPr>
          <w:p w14:paraId="43D09BB2" w14:textId="77777777" w:rsidR="00164FF5" w:rsidRDefault="00164FF5"/>
        </w:tc>
        <w:tc>
          <w:tcPr>
            <w:tcW w:w="1750" w:type="dxa"/>
          </w:tcPr>
          <w:p w14:paraId="34F1D67A" w14:textId="77777777" w:rsidR="00164FF5" w:rsidRDefault="00164FF5"/>
        </w:tc>
        <w:tc>
          <w:tcPr>
            <w:tcW w:w="1750" w:type="dxa"/>
          </w:tcPr>
          <w:p w14:paraId="3CBDE5DB" w14:textId="77777777" w:rsidR="00164FF5" w:rsidRDefault="00164FF5"/>
        </w:tc>
        <w:tc>
          <w:tcPr>
            <w:tcW w:w="1750" w:type="dxa"/>
          </w:tcPr>
          <w:p w14:paraId="5C27CCBC" w14:textId="77777777" w:rsidR="00164FF5" w:rsidRDefault="00164FF5"/>
        </w:tc>
      </w:tr>
      <w:tr w:rsidR="00164FF5" w14:paraId="0CE19346" w14:textId="77777777" w:rsidTr="00164FF5">
        <w:trPr>
          <w:trHeight w:val="200"/>
        </w:trPr>
        <w:tc>
          <w:tcPr>
            <w:tcW w:w="1750" w:type="dxa"/>
          </w:tcPr>
          <w:p w14:paraId="057573D1" w14:textId="77777777" w:rsidR="00164FF5" w:rsidRDefault="00861641">
            <w:r>
              <w:rPr>
                <w:rStyle w:val="styleSubformtxtUP"/>
              </w:rPr>
              <w:t>Chordata/Aves</w:t>
            </w:r>
          </w:p>
        </w:tc>
        <w:tc>
          <w:tcPr>
            <w:tcW w:w="1750" w:type="dxa"/>
          </w:tcPr>
          <w:p w14:paraId="05E8BF38" w14:textId="77777777" w:rsidR="00164FF5" w:rsidRDefault="00861641">
            <w:r>
              <w:rPr>
                <w:rStyle w:val="styleSubformtxtIblue"/>
              </w:rPr>
              <w:t>Psephotus haematonotus</w:t>
            </w:r>
          </w:p>
        </w:tc>
        <w:tc>
          <w:tcPr>
            <w:tcW w:w="1750" w:type="dxa"/>
          </w:tcPr>
          <w:p w14:paraId="4CFC73DA" w14:textId="77777777" w:rsidR="00164FF5" w:rsidRDefault="00861641">
            <w:r>
              <w:rPr>
                <w:rStyle w:val="styleSubformtxt"/>
              </w:rPr>
              <w:t>Red-rumped Parrot</w:t>
            </w:r>
          </w:p>
        </w:tc>
        <w:tc>
          <w:tcPr>
            <w:tcW w:w="1750" w:type="dxa"/>
          </w:tcPr>
          <w:p w14:paraId="0BF547FE" w14:textId="77777777" w:rsidR="00164FF5" w:rsidRDefault="00164FF5"/>
        </w:tc>
        <w:tc>
          <w:tcPr>
            <w:tcW w:w="1750" w:type="dxa"/>
          </w:tcPr>
          <w:p w14:paraId="5BD78DEC" w14:textId="77777777" w:rsidR="00164FF5" w:rsidRDefault="00164FF5"/>
        </w:tc>
        <w:tc>
          <w:tcPr>
            <w:tcW w:w="1750" w:type="dxa"/>
          </w:tcPr>
          <w:p w14:paraId="776C8ED7" w14:textId="77777777" w:rsidR="00164FF5" w:rsidRDefault="00164FF5"/>
        </w:tc>
        <w:tc>
          <w:tcPr>
            <w:tcW w:w="1750" w:type="dxa"/>
          </w:tcPr>
          <w:p w14:paraId="1AB0D4D4" w14:textId="77777777" w:rsidR="00164FF5" w:rsidRDefault="00164FF5"/>
        </w:tc>
      </w:tr>
      <w:tr w:rsidR="00164FF5" w14:paraId="41062214" w14:textId="77777777" w:rsidTr="00164FF5">
        <w:trPr>
          <w:trHeight w:val="200"/>
        </w:trPr>
        <w:tc>
          <w:tcPr>
            <w:tcW w:w="1750" w:type="dxa"/>
          </w:tcPr>
          <w:p w14:paraId="44DB9821" w14:textId="77777777" w:rsidR="00164FF5" w:rsidRDefault="00861641">
            <w:r>
              <w:rPr>
                <w:rStyle w:val="styleSubformtxtUP"/>
              </w:rPr>
              <w:t>Chordata/Aves</w:t>
            </w:r>
          </w:p>
        </w:tc>
        <w:tc>
          <w:tcPr>
            <w:tcW w:w="1750" w:type="dxa"/>
          </w:tcPr>
          <w:p w14:paraId="37681091" w14:textId="77777777" w:rsidR="00164FF5" w:rsidRDefault="00861641">
            <w:r>
              <w:rPr>
                <w:rStyle w:val="styleSubformtxtIblue"/>
              </w:rPr>
              <w:t>Psephotus varius</w:t>
            </w:r>
          </w:p>
        </w:tc>
        <w:tc>
          <w:tcPr>
            <w:tcW w:w="1750" w:type="dxa"/>
          </w:tcPr>
          <w:p w14:paraId="2E5057B4" w14:textId="77777777" w:rsidR="00164FF5" w:rsidRDefault="00861641">
            <w:r>
              <w:rPr>
                <w:rStyle w:val="styleSubformtxt"/>
              </w:rPr>
              <w:t>Mulga Parrot</w:t>
            </w:r>
          </w:p>
        </w:tc>
        <w:tc>
          <w:tcPr>
            <w:tcW w:w="1750" w:type="dxa"/>
          </w:tcPr>
          <w:p w14:paraId="5B4163BD" w14:textId="77777777" w:rsidR="00164FF5" w:rsidRDefault="00164FF5"/>
        </w:tc>
        <w:tc>
          <w:tcPr>
            <w:tcW w:w="1750" w:type="dxa"/>
          </w:tcPr>
          <w:p w14:paraId="769C3135" w14:textId="77777777" w:rsidR="00164FF5" w:rsidRDefault="00164FF5"/>
        </w:tc>
        <w:tc>
          <w:tcPr>
            <w:tcW w:w="1750" w:type="dxa"/>
          </w:tcPr>
          <w:p w14:paraId="6118BF81" w14:textId="77777777" w:rsidR="00164FF5" w:rsidRDefault="00164FF5"/>
        </w:tc>
        <w:tc>
          <w:tcPr>
            <w:tcW w:w="1750" w:type="dxa"/>
          </w:tcPr>
          <w:p w14:paraId="0D779E72" w14:textId="77777777" w:rsidR="00164FF5" w:rsidRDefault="00164FF5"/>
        </w:tc>
      </w:tr>
      <w:tr w:rsidR="00164FF5" w14:paraId="1BFB97BE" w14:textId="77777777" w:rsidTr="00164FF5">
        <w:trPr>
          <w:trHeight w:val="200"/>
        </w:trPr>
        <w:tc>
          <w:tcPr>
            <w:tcW w:w="1750" w:type="dxa"/>
          </w:tcPr>
          <w:p w14:paraId="2356289E" w14:textId="77777777" w:rsidR="00164FF5" w:rsidRDefault="00861641">
            <w:r>
              <w:rPr>
                <w:rStyle w:val="styleSubformtxtUP"/>
              </w:rPr>
              <w:t>Chordata/Aves</w:t>
            </w:r>
          </w:p>
        </w:tc>
        <w:tc>
          <w:tcPr>
            <w:tcW w:w="1750" w:type="dxa"/>
          </w:tcPr>
          <w:p w14:paraId="3B60F696" w14:textId="77777777" w:rsidR="00164FF5" w:rsidRDefault="00861641">
            <w:r>
              <w:rPr>
                <w:rStyle w:val="styleSubformtxtIblue"/>
              </w:rPr>
              <w:t>Psophodes cristatus</w:t>
            </w:r>
          </w:p>
        </w:tc>
        <w:tc>
          <w:tcPr>
            <w:tcW w:w="1750" w:type="dxa"/>
          </w:tcPr>
          <w:p w14:paraId="11E0B362" w14:textId="77777777" w:rsidR="00164FF5" w:rsidRDefault="00861641">
            <w:r>
              <w:rPr>
                <w:rStyle w:val="styleSubformtxt"/>
              </w:rPr>
              <w:t>Chirruping Wedgebill</w:t>
            </w:r>
          </w:p>
        </w:tc>
        <w:tc>
          <w:tcPr>
            <w:tcW w:w="1750" w:type="dxa"/>
          </w:tcPr>
          <w:p w14:paraId="744E76BD" w14:textId="77777777" w:rsidR="00164FF5" w:rsidRDefault="00164FF5"/>
        </w:tc>
        <w:tc>
          <w:tcPr>
            <w:tcW w:w="1750" w:type="dxa"/>
          </w:tcPr>
          <w:p w14:paraId="012E1D16" w14:textId="77777777" w:rsidR="00164FF5" w:rsidRDefault="00164FF5"/>
        </w:tc>
        <w:tc>
          <w:tcPr>
            <w:tcW w:w="1750" w:type="dxa"/>
          </w:tcPr>
          <w:p w14:paraId="611E822C" w14:textId="77777777" w:rsidR="00164FF5" w:rsidRDefault="00164FF5"/>
        </w:tc>
        <w:tc>
          <w:tcPr>
            <w:tcW w:w="1750" w:type="dxa"/>
          </w:tcPr>
          <w:p w14:paraId="6A74C021" w14:textId="77777777" w:rsidR="00164FF5" w:rsidRDefault="00164FF5"/>
        </w:tc>
      </w:tr>
      <w:tr w:rsidR="00164FF5" w14:paraId="364025FA" w14:textId="77777777" w:rsidTr="00164FF5">
        <w:trPr>
          <w:trHeight w:val="200"/>
        </w:trPr>
        <w:tc>
          <w:tcPr>
            <w:tcW w:w="1750" w:type="dxa"/>
          </w:tcPr>
          <w:p w14:paraId="1DF92121" w14:textId="77777777" w:rsidR="00164FF5" w:rsidRDefault="00861641">
            <w:r>
              <w:rPr>
                <w:rStyle w:val="styleSubformtxtUP"/>
              </w:rPr>
              <w:t>Chordata/Aves</w:t>
            </w:r>
          </w:p>
        </w:tc>
        <w:tc>
          <w:tcPr>
            <w:tcW w:w="1750" w:type="dxa"/>
          </w:tcPr>
          <w:p w14:paraId="79789EF0" w14:textId="77777777" w:rsidR="00164FF5" w:rsidRDefault="00861641">
            <w:r>
              <w:rPr>
                <w:rStyle w:val="styleSubformtxtIblue"/>
              </w:rPr>
              <w:t>Rhipidura fuliginosa</w:t>
            </w:r>
          </w:p>
        </w:tc>
        <w:tc>
          <w:tcPr>
            <w:tcW w:w="1750" w:type="dxa"/>
          </w:tcPr>
          <w:p w14:paraId="237666FC" w14:textId="77777777" w:rsidR="00164FF5" w:rsidRDefault="00861641">
            <w:r>
              <w:rPr>
                <w:rStyle w:val="styleSubformtxt"/>
              </w:rPr>
              <w:t>Grey Fantail</w:t>
            </w:r>
          </w:p>
        </w:tc>
        <w:tc>
          <w:tcPr>
            <w:tcW w:w="1750" w:type="dxa"/>
          </w:tcPr>
          <w:p w14:paraId="10598686" w14:textId="77777777" w:rsidR="00164FF5" w:rsidRDefault="00164FF5"/>
        </w:tc>
        <w:tc>
          <w:tcPr>
            <w:tcW w:w="1750" w:type="dxa"/>
          </w:tcPr>
          <w:p w14:paraId="558A8644" w14:textId="77777777" w:rsidR="00164FF5" w:rsidRDefault="00164FF5"/>
        </w:tc>
        <w:tc>
          <w:tcPr>
            <w:tcW w:w="1750" w:type="dxa"/>
          </w:tcPr>
          <w:p w14:paraId="3E4DB266" w14:textId="77777777" w:rsidR="00164FF5" w:rsidRDefault="00164FF5"/>
        </w:tc>
        <w:tc>
          <w:tcPr>
            <w:tcW w:w="1750" w:type="dxa"/>
          </w:tcPr>
          <w:p w14:paraId="45C1C8C6" w14:textId="77777777" w:rsidR="00164FF5" w:rsidRDefault="00164FF5"/>
        </w:tc>
      </w:tr>
      <w:tr w:rsidR="00164FF5" w14:paraId="06499899" w14:textId="77777777" w:rsidTr="00164FF5">
        <w:trPr>
          <w:trHeight w:val="200"/>
        </w:trPr>
        <w:tc>
          <w:tcPr>
            <w:tcW w:w="1750" w:type="dxa"/>
          </w:tcPr>
          <w:p w14:paraId="55FDBDB0" w14:textId="77777777" w:rsidR="00164FF5" w:rsidRDefault="00861641">
            <w:r>
              <w:rPr>
                <w:rStyle w:val="styleSubformtxtUP"/>
              </w:rPr>
              <w:lastRenderedPageBreak/>
              <w:t>Chordata/Aves</w:t>
            </w:r>
          </w:p>
        </w:tc>
        <w:tc>
          <w:tcPr>
            <w:tcW w:w="1750" w:type="dxa"/>
          </w:tcPr>
          <w:p w14:paraId="0262E8ED" w14:textId="77777777" w:rsidR="00164FF5" w:rsidRDefault="00861641">
            <w:r>
              <w:rPr>
                <w:rStyle w:val="styleSubformtxtIblue"/>
              </w:rPr>
              <w:t>Rhipidura leucophrys</w:t>
            </w:r>
          </w:p>
        </w:tc>
        <w:tc>
          <w:tcPr>
            <w:tcW w:w="1750" w:type="dxa"/>
          </w:tcPr>
          <w:p w14:paraId="278E735D" w14:textId="77777777" w:rsidR="00164FF5" w:rsidRDefault="00861641">
            <w:r>
              <w:rPr>
                <w:rStyle w:val="styleSubformtxt"/>
              </w:rPr>
              <w:t>Willie Wagtail</w:t>
            </w:r>
          </w:p>
        </w:tc>
        <w:tc>
          <w:tcPr>
            <w:tcW w:w="1750" w:type="dxa"/>
          </w:tcPr>
          <w:p w14:paraId="1EEC7129" w14:textId="77777777" w:rsidR="00164FF5" w:rsidRDefault="00164FF5"/>
        </w:tc>
        <w:tc>
          <w:tcPr>
            <w:tcW w:w="1750" w:type="dxa"/>
          </w:tcPr>
          <w:p w14:paraId="6FBDE91D" w14:textId="77777777" w:rsidR="00164FF5" w:rsidRDefault="00164FF5"/>
        </w:tc>
        <w:tc>
          <w:tcPr>
            <w:tcW w:w="1750" w:type="dxa"/>
          </w:tcPr>
          <w:p w14:paraId="63A4F8B7" w14:textId="77777777" w:rsidR="00164FF5" w:rsidRDefault="00164FF5"/>
        </w:tc>
        <w:tc>
          <w:tcPr>
            <w:tcW w:w="1750" w:type="dxa"/>
          </w:tcPr>
          <w:p w14:paraId="4AE675FF" w14:textId="77777777" w:rsidR="00164FF5" w:rsidRDefault="00164FF5"/>
        </w:tc>
      </w:tr>
      <w:tr w:rsidR="00164FF5" w14:paraId="5F953042" w14:textId="77777777" w:rsidTr="00164FF5">
        <w:trPr>
          <w:trHeight w:val="200"/>
        </w:trPr>
        <w:tc>
          <w:tcPr>
            <w:tcW w:w="1750" w:type="dxa"/>
          </w:tcPr>
          <w:p w14:paraId="506FDAB5" w14:textId="77777777" w:rsidR="00164FF5" w:rsidRDefault="00861641">
            <w:r>
              <w:rPr>
                <w:rStyle w:val="styleSubformtxtUP"/>
              </w:rPr>
              <w:t>Chordata/Reptilia</w:t>
            </w:r>
          </w:p>
        </w:tc>
        <w:tc>
          <w:tcPr>
            <w:tcW w:w="1750" w:type="dxa"/>
          </w:tcPr>
          <w:p w14:paraId="6E262346" w14:textId="77777777" w:rsidR="00164FF5" w:rsidRDefault="00861641">
            <w:r>
              <w:rPr>
                <w:rStyle w:val="styleSubformtxtIblue"/>
              </w:rPr>
              <w:t>Rhynchoedura ornata</w:t>
            </w:r>
          </w:p>
        </w:tc>
        <w:tc>
          <w:tcPr>
            <w:tcW w:w="1750" w:type="dxa"/>
          </w:tcPr>
          <w:p w14:paraId="4824263F" w14:textId="77777777" w:rsidR="00164FF5" w:rsidRDefault="00861641">
            <w:r>
              <w:rPr>
                <w:rStyle w:val="styleSubformtxt"/>
              </w:rPr>
              <w:t>Beaked Gecko</w:t>
            </w:r>
          </w:p>
        </w:tc>
        <w:tc>
          <w:tcPr>
            <w:tcW w:w="1750" w:type="dxa"/>
          </w:tcPr>
          <w:p w14:paraId="2DDC156E" w14:textId="77777777" w:rsidR="00164FF5" w:rsidRDefault="00164FF5"/>
        </w:tc>
        <w:tc>
          <w:tcPr>
            <w:tcW w:w="1750" w:type="dxa"/>
          </w:tcPr>
          <w:p w14:paraId="6F2EEEEE" w14:textId="77777777" w:rsidR="00164FF5" w:rsidRDefault="00164FF5"/>
        </w:tc>
        <w:tc>
          <w:tcPr>
            <w:tcW w:w="1750" w:type="dxa"/>
          </w:tcPr>
          <w:p w14:paraId="769115B9" w14:textId="77777777" w:rsidR="00164FF5" w:rsidRDefault="00164FF5"/>
        </w:tc>
        <w:tc>
          <w:tcPr>
            <w:tcW w:w="1750" w:type="dxa"/>
          </w:tcPr>
          <w:p w14:paraId="36FB3E63" w14:textId="77777777" w:rsidR="00164FF5" w:rsidRDefault="00164FF5"/>
        </w:tc>
      </w:tr>
      <w:tr w:rsidR="00164FF5" w14:paraId="547140D8" w14:textId="77777777" w:rsidTr="00164FF5">
        <w:trPr>
          <w:trHeight w:val="200"/>
        </w:trPr>
        <w:tc>
          <w:tcPr>
            <w:tcW w:w="1750" w:type="dxa"/>
          </w:tcPr>
          <w:p w14:paraId="79693B13" w14:textId="77777777" w:rsidR="00164FF5" w:rsidRDefault="00861641">
            <w:r>
              <w:rPr>
                <w:rStyle w:val="styleSubformtxtUP"/>
              </w:rPr>
              <w:t>Chordata/Aves</w:t>
            </w:r>
          </w:p>
        </w:tc>
        <w:tc>
          <w:tcPr>
            <w:tcW w:w="1750" w:type="dxa"/>
          </w:tcPr>
          <w:p w14:paraId="550C45B5" w14:textId="77777777" w:rsidR="00164FF5" w:rsidRDefault="00861641">
            <w:r>
              <w:rPr>
                <w:rStyle w:val="styleSubformtxtIblue"/>
              </w:rPr>
              <w:t>Struthidea cinerea</w:t>
            </w:r>
          </w:p>
        </w:tc>
        <w:tc>
          <w:tcPr>
            <w:tcW w:w="1750" w:type="dxa"/>
          </w:tcPr>
          <w:p w14:paraId="52DB09B1" w14:textId="77777777" w:rsidR="00164FF5" w:rsidRDefault="00861641">
            <w:r>
              <w:rPr>
                <w:rStyle w:val="styleSubformtxt"/>
              </w:rPr>
              <w:t>Apostlebird</w:t>
            </w:r>
          </w:p>
        </w:tc>
        <w:tc>
          <w:tcPr>
            <w:tcW w:w="1750" w:type="dxa"/>
          </w:tcPr>
          <w:p w14:paraId="380FBC71" w14:textId="77777777" w:rsidR="00164FF5" w:rsidRDefault="00164FF5"/>
        </w:tc>
        <w:tc>
          <w:tcPr>
            <w:tcW w:w="1750" w:type="dxa"/>
          </w:tcPr>
          <w:p w14:paraId="4EBD1F87" w14:textId="77777777" w:rsidR="00164FF5" w:rsidRDefault="00164FF5"/>
        </w:tc>
        <w:tc>
          <w:tcPr>
            <w:tcW w:w="1750" w:type="dxa"/>
          </w:tcPr>
          <w:p w14:paraId="486F6E23" w14:textId="77777777" w:rsidR="00164FF5" w:rsidRDefault="00164FF5"/>
        </w:tc>
        <w:tc>
          <w:tcPr>
            <w:tcW w:w="1750" w:type="dxa"/>
          </w:tcPr>
          <w:p w14:paraId="75E1045C" w14:textId="77777777" w:rsidR="00164FF5" w:rsidRDefault="00164FF5"/>
        </w:tc>
      </w:tr>
      <w:tr w:rsidR="00164FF5" w14:paraId="0FA138F2" w14:textId="77777777" w:rsidTr="00164FF5">
        <w:trPr>
          <w:trHeight w:val="200"/>
        </w:trPr>
        <w:tc>
          <w:tcPr>
            <w:tcW w:w="1750" w:type="dxa"/>
          </w:tcPr>
          <w:p w14:paraId="17D18F63" w14:textId="77777777" w:rsidR="00164FF5" w:rsidRDefault="00861641">
            <w:r>
              <w:rPr>
                <w:rStyle w:val="styleSubformtxtUP"/>
              </w:rPr>
              <w:t>Chordata/Aves</w:t>
            </w:r>
          </w:p>
        </w:tc>
        <w:tc>
          <w:tcPr>
            <w:tcW w:w="1750" w:type="dxa"/>
          </w:tcPr>
          <w:p w14:paraId="5D76988A" w14:textId="77777777" w:rsidR="00164FF5" w:rsidRDefault="00861641">
            <w:r>
              <w:rPr>
                <w:rStyle w:val="styleSubformtxtIblue"/>
              </w:rPr>
              <w:t>Taeniopygia guttata</w:t>
            </w:r>
          </w:p>
        </w:tc>
        <w:tc>
          <w:tcPr>
            <w:tcW w:w="1750" w:type="dxa"/>
          </w:tcPr>
          <w:p w14:paraId="29C6BC3A" w14:textId="77777777" w:rsidR="00164FF5" w:rsidRDefault="00861641">
            <w:r>
              <w:rPr>
                <w:rStyle w:val="styleSubformtxt"/>
              </w:rPr>
              <w:t>Zebra Finch</w:t>
            </w:r>
          </w:p>
        </w:tc>
        <w:tc>
          <w:tcPr>
            <w:tcW w:w="1750" w:type="dxa"/>
          </w:tcPr>
          <w:p w14:paraId="482FCB98" w14:textId="77777777" w:rsidR="00164FF5" w:rsidRDefault="00164FF5"/>
        </w:tc>
        <w:tc>
          <w:tcPr>
            <w:tcW w:w="1750" w:type="dxa"/>
          </w:tcPr>
          <w:p w14:paraId="6CA26DD8" w14:textId="77777777" w:rsidR="00164FF5" w:rsidRDefault="00164FF5"/>
        </w:tc>
        <w:tc>
          <w:tcPr>
            <w:tcW w:w="1750" w:type="dxa"/>
          </w:tcPr>
          <w:p w14:paraId="2E5CD954" w14:textId="77777777" w:rsidR="00164FF5" w:rsidRDefault="00164FF5"/>
        </w:tc>
        <w:tc>
          <w:tcPr>
            <w:tcW w:w="1750" w:type="dxa"/>
          </w:tcPr>
          <w:p w14:paraId="3B0A27AF" w14:textId="77777777" w:rsidR="00164FF5" w:rsidRDefault="00164FF5"/>
        </w:tc>
      </w:tr>
      <w:tr w:rsidR="00164FF5" w14:paraId="6578EDD9" w14:textId="77777777" w:rsidTr="00164FF5">
        <w:trPr>
          <w:trHeight w:val="200"/>
        </w:trPr>
        <w:tc>
          <w:tcPr>
            <w:tcW w:w="1750" w:type="dxa"/>
          </w:tcPr>
          <w:p w14:paraId="3712639F" w14:textId="77777777" w:rsidR="00164FF5" w:rsidRDefault="00861641">
            <w:r>
              <w:rPr>
                <w:rStyle w:val="styleSubformtxtUP"/>
              </w:rPr>
              <w:t>Chordata/Aves</w:t>
            </w:r>
          </w:p>
        </w:tc>
        <w:tc>
          <w:tcPr>
            <w:tcW w:w="1750" w:type="dxa"/>
          </w:tcPr>
          <w:p w14:paraId="57849E15" w14:textId="77777777" w:rsidR="00164FF5" w:rsidRDefault="00861641">
            <w:r>
              <w:rPr>
                <w:rStyle w:val="styleSubformtxtIblue"/>
              </w:rPr>
              <w:t>Todiramphus pyrrhopygius</w:t>
            </w:r>
          </w:p>
        </w:tc>
        <w:tc>
          <w:tcPr>
            <w:tcW w:w="1750" w:type="dxa"/>
          </w:tcPr>
          <w:p w14:paraId="15B164DF" w14:textId="77777777" w:rsidR="00164FF5" w:rsidRDefault="00861641">
            <w:r>
              <w:rPr>
                <w:rStyle w:val="styleSubformtxt"/>
              </w:rPr>
              <w:t>Red-backed Kingfisher</w:t>
            </w:r>
          </w:p>
        </w:tc>
        <w:tc>
          <w:tcPr>
            <w:tcW w:w="1750" w:type="dxa"/>
          </w:tcPr>
          <w:p w14:paraId="51777F4D" w14:textId="77777777" w:rsidR="00164FF5" w:rsidRDefault="00164FF5"/>
        </w:tc>
        <w:tc>
          <w:tcPr>
            <w:tcW w:w="1750" w:type="dxa"/>
          </w:tcPr>
          <w:p w14:paraId="705B80F7" w14:textId="77777777" w:rsidR="00164FF5" w:rsidRDefault="00164FF5"/>
        </w:tc>
        <w:tc>
          <w:tcPr>
            <w:tcW w:w="1750" w:type="dxa"/>
          </w:tcPr>
          <w:p w14:paraId="016F7553" w14:textId="77777777" w:rsidR="00164FF5" w:rsidRDefault="00164FF5"/>
        </w:tc>
        <w:tc>
          <w:tcPr>
            <w:tcW w:w="1750" w:type="dxa"/>
          </w:tcPr>
          <w:p w14:paraId="2BF4B2B7" w14:textId="77777777" w:rsidR="00164FF5" w:rsidRDefault="00164FF5"/>
        </w:tc>
      </w:tr>
      <w:tr w:rsidR="00164FF5" w14:paraId="29C53003" w14:textId="77777777" w:rsidTr="00164FF5">
        <w:trPr>
          <w:trHeight w:val="200"/>
        </w:trPr>
        <w:tc>
          <w:tcPr>
            <w:tcW w:w="1750" w:type="dxa"/>
          </w:tcPr>
          <w:p w14:paraId="6B497B3A" w14:textId="77777777" w:rsidR="00164FF5" w:rsidRDefault="00861641">
            <w:r>
              <w:rPr>
                <w:rStyle w:val="styleSubformtxtUP"/>
              </w:rPr>
              <w:t>Chordata/Aves</w:t>
            </w:r>
          </w:p>
        </w:tc>
        <w:tc>
          <w:tcPr>
            <w:tcW w:w="1750" w:type="dxa"/>
          </w:tcPr>
          <w:p w14:paraId="7D095D0C" w14:textId="77777777" w:rsidR="00164FF5" w:rsidRDefault="00861641">
            <w:r>
              <w:rPr>
                <w:rStyle w:val="styleSubformtxtIblue"/>
              </w:rPr>
              <w:t>Todiramphus sanctus</w:t>
            </w:r>
          </w:p>
        </w:tc>
        <w:tc>
          <w:tcPr>
            <w:tcW w:w="1750" w:type="dxa"/>
          </w:tcPr>
          <w:p w14:paraId="6B4394A9" w14:textId="77777777" w:rsidR="00164FF5" w:rsidRDefault="00861641">
            <w:r>
              <w:rPr>
                <w:rStyle w:val="styleSubformtxt"/>
              </w:rPr>
              <w:t>Sacred Kingfisher</w:t>
            </w:r>
          </w:p>
        </w:tc>
        <w:tc>
          <w:tcPr>
            <w:tcW w:w="1750" w:type="dxa"/>
          </w:tcPr>
          <w:p w14:paraId="1AAB089D" w14:textId="77777777" w:rsidR="00164FF5" w:rsidRDefault="00164FF5"/>
        </w:tc>
        <w:tc>
          <w:tcPr>
            <w:tcW w:w="1750" w:type="dxa"/>
          </w:tcPr>
          <w:p w14:paraId="2E763432" w14:textId="77777777" w:rsidR="00164FF5" w:rsidRDefault="00164FF5"/>
        </w:tc>
        <w:tc>
          <w:tcPr>
            <w:tcW w:w="1750" w:type="dxa"/>
          </w:tcPr>
          <w:p w14:paraId="07BD2EBF" w14:textId="77777777" w:rsidR="00164FF5" w:rsidRDefault="00164FF5"/>
        </w:tc>
        <w:tc>
          <w:tcPr>
            <w:tcW w:w="1750" w:type="dxa"/>
          </w:tcPr>
          <w:p w14:paraId="7FB6FAEC" w14:textId="77777777" w:rsidR="00164FF5" w:rsidRDefault="00164FF5"/>
        </w:tc>
      </w:tr>
      <w:tr w:rsidR="00164FF5" w14:paraId="664D5028" w14:textId="77777777" w:rsidTr="00164FF5">
        <w:trPr>
          <w:trHeight w:val="200"/>
        </w:trPr>
        <w:tc>
          <w:tcPr>
            <w:tcW w:w="1750" w:type="dxa"/>
          </w:tcPr>
          <w:p w14:paraId="0CCFBBBC" w14:textId="77777777" w:rsidR="00164FF5" w:rsidRDefault="00861641">
            <w:r>
              <w:rPr>
                <w:rStyle w:val="styleSubformtxtUP"/>
              </w:rPr>
              <w:t>Chordata/Reptilia</w:t>
            </w:r>
          </w:p>
        </w:tc>
        <w:tc>
          <w:tcPr>
            <w:tcW w:w="1750" w:type="dxa"/>
          </w:tcPr>
          <w:p w14:paraId="1861CA34" w14:textId="77777777" w:rsidR="00164FF5" w:rsidRDefault="00861641">
            <w:r>
              <w:rPr>
                <w:rStyle w:val="styleSubformtxtIblue"/>
              </w:rPr>
              <w:t>Varanus gouldii</w:t>
            </w:r>
          </w:p>
        </w:tc>
        <w:tc>
          <w:tcPr>
            <w:tcW w:w="1750" w:type="dxa"/>
          </w:tcPr>
          <w:p w14:paraId="7A96FB7D" w14:textId="77777777" w:rsidR="00164FF5" w:rsidRDefault="00861641">
            <w:r>
              <w:rPr>
                <w:rStyle w:val="styleSubformtxt"/>
              </w:rPr>
              <w:t>Gould's Goanna</w:t>
            </w:r>
          </w:p>
        </w:tc>
        <w:tc>
          <w:tcPr>
            <w:tcW w:w="1750" w:type="dxa"/>
          </w:tcPr>
          <w:p w14:paraId="0D3AD902" w14:textId="77777777" w:rsidR="00164FF5" w:rsidRDefault="00164FF5"/>
        </w:tc>
        <w:tc>
          <w:tcPr>
            <w:tcW w:w="1750" w:type="dxa"/>
          </w:tcPr>
          <w:p w14:paraId="25A3D91A" w14:textId="77777777" w:rsidR="00164FF5" w:rsidRDefault="00164FF5"/>
        </w:tc>
        <w:tc>
          <w:tcPr>
            <w:tcW w:w="1750" w:type="dxa"/>
          </w:tcPr>
          <w:p w14:paraId="19CC76D7" w14:textId="77777777" w:rsidR="00164FF5" w:rsidRDefault="00164FF5"/>
        </w:tc>
        <w:tc>
          <w:tcPr>
            <w:tcW w:w="1750" w:type="dxa"/>
          </w:tcPr>
          <w:p w14:paraId="53F7D904" w14:textId="77777777" w:rsidR="00164FF5" w:rsidRDefault="00164FF5"/>
        </w:tc>
      </w:tr>
      <w:tr w:rsidR="00164FF5" w14:paraId="2ED1C45E" w14:textId="77777777" w:rsidTr="00164FF5">
        <w:trPr>
          <w:trHeight w:val="200"/>
        </w:trPr>
        <w:tc>
          <w:tcPr>
            <w:tcW w:w="1750" w:type="dxa"/>
          </w:tcPr>
          <w:p w14:paraId="3F090957" w14:textId="77777777" w:rsidR="00164FF5" w:rsidRDefault="00164FF5"/>
        </w:tc>
        <w:tc>
          <w:tcPr>
            <w:tcW w:w="1750" w:type="dxa"/>
          </w:tcPr>
          <w:p w14:paraId="58B81D47" w14:textId="77777777" w:rsidR="00164FF5" w:rsidRDefault="00164FF5"/>
        </w:tc>
        <w:tc>
          <w:tcPr>
            <w:tcW w:w="1750" w:type="dxa"/>
          </w:tcPr>
          <w:p w14:paraId="2A48225B" w14:textId="77777777" w:rsidR="00164FF5" w:rsidRDefault="00164FF5"/>
        </w:tc>
        <w:tc>
          <w:tcPr>
            <w:tcW w:w="1750" w:type="dxa"/>
          </w:tcPr>
          <w:p w14:paraId="2C5AD6AD" w14:textId="77777777" w:rsidR="00164FF5" w:rsidRDefault="00164FF5"/>
        </w:tc>
        <w:tc>
          <w:tcPr>
            <w:tcW w:w="1750" w:type="dxa"/>
          </w:tcPr>
          <w:p w14:paraId="33EA679E" w14:textId="77777777" w:rsidR="00164FF5" w:rsidRDefault="00164FF5"/>
        </w:tc>
        <w:tc>
          <w:tcPr>
            <w:tcW w:w="1750" w:type="dxa"/>
          </w:tcPr>
          <w:p w14:paraId="4295D7CA" w14:textId="77777777" w:rsidR="00164FF5" w:rsidRDefault="00164FF5"/>
        </w:tc>
        <w:tc>
          <w:tcPr>
            <w:tcW w:w="1750" w:type="dxa"/>
          </w:tcPr>
          <w:p w14:paraId="09842D7D" w14:textId="77777777" w:rsidR="00164FF5" w:rsidRDefault="00164FF5"/>
        </w:tc>
      </w:tr>
    </w:tbl>
    <w:p w14:paraId="40670737" w14:textId="77777777" w:rsidR="00164FF5" w:rsidRDefault="00164FF5"/>
    <w:p w14:paraId="4B8CA43E" w14:textId="77777777" w:rsidR="00164FF5" w:rsidRDefault="00861641">
      <w:pPr>
        <w:pStyle w:val="pstyleLabels"/>
      </w:pPr>
      <w:r>
        <w:rPr>
          <w:rStyle w:val="styleC3"/>
        </w:rPr>
        <w:t>Invasive alien animal species</w:t>
      </w:r>
    </w:p>
    <w:tbl>
      <w:tblPr>
        <w:tblStyle w:val="FancyTable"/>
        <w:tblW w:w="0" w:type="auto"/>
        <w:tblInd w:w="-8" w:type="dxa"/>
        <w:tblLook w:val="04A0" w:firstRow="1" w:lastRow="0" w:firstColumn="1" w:lastColumn="0" w:noHBand="0" w:noVBand="1"/>
      </w:tblPr>
      <w:tblGrid>
        <w:gridCol w:w="1750"/>
        <w:gridCol w:w="1750"/>
        <w:gridCol w:w="1750"/>
        <w:gridCol w:w="1750"/>
        <w:gridCol w:w="1750"/>
      </w:tblGrid>
      <w:tr w:rsidR="00164FF5" w14:paraId="6283916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6D85C180" w14:textId="77777777" w:rsidR="00164FF5" w:rsidRDefault="00861641">
            <w:pPr>
              <w:spacing w:after="0" w:line="240" w:lineRule="auto"/>
              <w:jc w:val="center"/>
            </w:pPr>
            <w:r>
              <w:rPr>
                <w:b/>
                <w:bCs/>
                <w:sz w:val="18"/>
                <w:szCs w:val="18"/>
              </w:rPr>
              <w:t>Phylum</w:t>
            </w:r>
          </w:p>
        </w:tc>
        <w:tc>
          <w:tcPr>
            <w:tcW w:w="1750" w:type="dxa"/>
          </w:tcPr>
          <w:p w14:paraId="3F5D49AE" w14:textId="77777777" w:rsidR="00164FF5" w:rsidRDefault="00861641">
            <w:pPr>
              <w:spacing w:after="0" w:line="240" w:lineRule="auto"/>
              <w:jc w:val="center"/>
            </w:pPr>
            <w:r>
              <w:rPr>
                <w:b/>
                <w:bCs/>
                <w:sz w:val="18"/>
                <w:szCs w:val="18"/>
              </w:rPr>
              <w:t>Scientific name</w:t>
            </w:r>
          </w:p>
        </w:tc>
        <w:tc>
          <w:tcPr>
            <w:tcW w:w="1750" w:type="dxa"/>
          </w:tcPr>
          <w:p w14:paraId="78E06D8D" w14:textId="77777777" w:rsidR="00164FF5" w:rsidRDefault="00861641">
            <w:pPr>
              <w:spacing w:after="0" w:line="240" w:lineRule="auto"/>
              <w:jc w:val="center"/>
            </w:pPr>
            <w:r>
              <w:rPr>
                <w:b/>
                <w:bCs/>
                <w:sz w:val="18"/>
                <w:szCs w:val="18"/>
              </w:rPr>
              <w:t>Common name</w:t>
            </w:r>
          </w:p>
        </w:tc>
        <w:tc>
          <w:tcPr>
            <w:tcW w:w="1750" w:type="dxa"/>
          </w:tcPr>
          <w:p w14:paraId="54D7B627" w14:textId="77777777" w:rsidR="00164FF5" w:rsidRDefault="00861641">
            <w:pPr>
              <w:spacing w:after="0" w:line="240" w:lineRule="auto"/>
              <w:jc w:val="center"/>
            </w:pPr>
            <w:r>
              <w:rPr>
                <w:b/>
                <w:bCs/>
                <w:sz w:val="18"/>
                <w:szCs w:val="18"/>
              </w:rPr>
              <w:t>Impacts</w:t>
            </w:r>
          </w:p>
        </w:tc>
        <w:tc>
          <w:tcPr>
            <w:tcW w:w="1750" w:type="dxa"/>
          </w:tcPr>
          <w:p w14:paraId="7273E0CA" w14:textId="77777777" w:rsidR="00164FF5" w:rsidRDefault="00861641">
            <w:pPr>
              <w:spacing w:after="0" w:line="240" w:lineRule="auto"/>
              <w:jc w:val="center"/>
            </w:pPr>
            <w:r>
              <w:rPr>
                <w:b/>
                <w:bCs/>
                <w:sz w:val="18"/>
                <w:szCs w:val="18"/>
              </w:rPr>
              <w:t>Changes at RIS update</w:t>
            </w:r>
          </w:p>
        </w:tc>
      </w:tr>
      <w:tr w:rsidR="00164FF5" w14:paraId="0103BA75" w14:textId="77777777" w:rsidTr="00164FF5">
        <w:trPr>
          <w:trHeight w:val="200"/>
        </w:trPr>
        <w:tc>
          <w:tcPr>
            <w:tcW w:w="1750" w:type="dxa"/>
          </w:tcPr>
          <w:p w14:paraId="6C6F001A" w14:textId="77777777" w:rsidR="00164FF5" w:rsidRDefault="00861641">
            <w:r>
              <w:rPr>
                <w:rStyle w:val="styleSubformtxtUP"/>
              </w:rPr>
              <w:t>Chordata/Mammalia</w:t>
            </w:r>
          </w:p>
        </w:tc>
        <w:tc>
          <w:tcPr>
            <w:tcW w:w="1750" w:type="dxa"/>
          </w:tcPr>
          <w:p w14:paraId="7963C8CC" w14:textId="77777777" w:rsidR="00164FF5" w:rsidRDefault="00861641">
            <w:r>
              <w:rPr>
                <w:rStyle w:val="styleSubformtxtIblue"/>
              </w:rPr>
              <w:t>Canis lupus familiaris</w:t>
            </w:r>
          </w:p>
        </w:tc>
        <w:tc>
          <w:tcPr>
            <w:tcW w:w="1750" w:type="dxa"/>
          </w:tcPr>
          <w:p w14:paraId="041B34EC" w14:textId="77777777" w:rsidR="00164FF5" w:rsidRDefault="00861641">
            <w:r>
              <w:rPr>
                <w:rStyle w:val="styleSubformtxt"/>
              </w:rPr>
              <w:t>domestic dog</w:t>
            </w:r>
          </w:p>
        </w:tc>
        <w:tc>
          <w:tcPr>
            <w:tcW w:w="1750" w:type="dxa"/>
          </w:tcPr>
          <w:p w14:paraId="22C9EA1F" w14:textId="77777777" w:rsidR="00164FF5" w:rsidRDefault="00861641">
            <w:r>
              <w:rPr>
                <w:rStyle w:val="styleSubformtxt"/>
              </w:rPr>
              <w:t>Potentially</w:t>
            </w:r>
          </w:p>
        </w:tc>
        <w:tc>
          <w:tcPr>
            <w:tcW w:w="1750" w:type="dxa"/>
          </w:tcPr>
          <w:p w14:paraId="37277D6E" w14:textId="77777777" w:rsidR="00164FF5" w:rsidRDefault="00861641">
            <w:r>
              <w:rPr>
                <w:rStyle w:val="styleSubformtxt"/>
              </w:rPr>
              <w:t>unknown</w:t>
            </w:r>
          </w:p>
        </w:tc>
      </w:tr>
      <w:tr w:rsidR="00164FF5" w14:paraId="6D23938F" w14:textId="77777777" w:rsidTr="00164FF5">
        <w:trPr>
          <w:trHeight w:val="200"/>
        </w:trPr>
        <w:tc>
          <w:tcPr>
            <w:tcW w:w="1750" w:type="dxa"/>
          </w:tcPr>
          <w:p w14:paraId="0714D7A6" w14:textId="77777777" w:rsidR="00164FF5" w:rsidRDefault="00861641">
            <w:r>
              <w:rPr>
                <w:rStyle w:val="styleSubformtxtUP"/>
              </w:rPr>
              <w:t>Chordata/Mammalia</w:t>
            </w:r>
          </w:p>
        </w:tc>
        <w:tc>
          <w:tcPr>
            <w:tcW w:w="1750" w:type="dxa"/>
          </w:tcPr>
          <w:p w14:paraId="45A1B72C" w14:textId="77777777" w:rsidR="00164FF5" w:rsidRDefault="00861641">
            <w:r>
              <w:rPr>
                <w:rStyle w:val="styleSubformtxtIblue"/>
              </w:rPr>
              <w:t>Capra hircus</w:t>
            </w:r>
          </w:p>
        </w:tc>
        <w:tc>
          <w:tcPr>
            <w:tcW w:w="1750" w:type="dxa"/>
          </w:tcPr>
          <w:p w14:paraId="67FCFD58" w14:textId="77777777" w:rsidR="00164FF5" w:rsidRDefault="00861641">
            <w:r>
              <w:rPr>
                <w:rStyle w:val="styleSubformtxt"/>
              </w:rPr>
              <w:t>domestic goat</w:t>
            </w:r>
          </w:p>
        </w:tc>
        <w:tc>
          <w:tcPr>
            <w:tcW w:w="1750" w:type="dxa"/>
          </w:tcPr>
          <w:p w14:paraId="6F8FFFC5" w14:textId="77777777" w:rsidR="00164FF5" w:rsidRDefault="00861641">
            <w:r>
              <w:rPr>
                <w:rStyle w:val="styleSubformtxt"/>
              </w:rPr>
              <w:t>Potentially</w:t>
            </w:r>
          </w:p>
        </w:tc>
        <w:tc>
          <w:tcPr>
            <w:tcW w:w="1750" w:type="dxa"/>
          </w:tcPr>
          <w:p w14:paraId="02540A80" w14:textId="77777777" w:rsidR="00164FF5" w:rsidRDefault="00861641">
            <w:r>
              <w:rPr>
                <w:rStyle w:val="styleSubformtxt"/>
              </w:rPr>
              <w:t>unknown</w:t>
            </w:r>
          </w:p>
        </w:tc>
      </w:tr>
      <w:tr w:rsidR="00164FF5" w14:paraId="72C74970" w14:textId="77777777" w:rsidTr="00164FF5">
        <w:trPr>
          <w:trHeight w:val="200"/>
        </w:trPr>
        <w:tc>
          <w:tcPr>
            <w:tcW w:w="1750" w:type="dxa"/>
          </w:tcPr>
          <w:p w14:paraId="08E0C499" w14:textId="77777777" w:rsidR="00164FF5" w:rsidRDefault="00861641">
            <w:r>
              <w:rPr>
                <w:rStyle w:val="styleSubformtxtUP"/>
              </w:rPr>
              <w:t>Chordata/Mammalia</w:t>
            </w:r>
          </w:p>
        </w:tc>
        <w:tc>
          <w:tcPr>
            <w:tcW w:w="1750" w:type="dxa"/>
          </w:tcPr>
          <w:p w14:paraId="31E2DE80" w14:textId="77777777" w:rsidR="00164FF5" w:rsidRDefault="00861641">
            <w:r>
              <w:rPr>
                <w:rStyle w:val="styleSubformtxtIblue"/>
              </w:rPr>
              <w:t>Felis catus</w:t>
            </w:r>
          </w:p>
        </w:tc>
        <w:tc>
          <w:tcPr>
            <w:tcW w:w="1750" w:type="dxa"/>
          </w:tcPr>
          <w:p w14:paraId="677EA1D3" w14:textId="77777777" w:rsidR="00164FF5" w:rsidRDefault="00861641">
            <w:r>
              <w:rPr>
                <w:rStyle w:val="styleSubformtxt"/>
              </w:rPr>
              <w:t>Domestic Cat</w:t>
            </w:r>
          </w:p>
        </w:tc>
        <w:tc>
          <w:tcPr>
            <w:tcW w:w="1750" w:type="dxa"/>
          </w:tcPr>
          <w:p w14:paraId="001306E1" w14:textId="77777777" w:rsidR="00164FF5" w:rsidRDefault="00861641">
            <w:r>
              <w:rPr>
                <w:rStyle w:val="styleSubformtxt"/>
              </w:rPr>
              <w:t>Potentially</w:t>
            </w:r>
          </w:p>
        </w:tc>
        <w:tc>
          <w:tcPr>
            <w:tcW w:w="1750" w:type="dxa"/>
          </w:tcPr>
          <w:p w14:paraId="74FB9670" w14:textId="77777777" w:rsidR="00164FF5" w:rsidRDefault="00861641">
            <w:r>
              <w:rPr>
                <w:rStyle w:val="styleSubformtxt"/>
              </w:rPr>
              <w:t>unknown</w:t>
            </w:r>
          </w:p>
        </w:tc>
      </w:tr>
      <w:tr w:rsidR="00164FF5" w14:paraId="6FD26502" w14:textId="77777777" w:rsidTr="00164FF5">
        <w:trPr>
          <w:trHeight w:val="200"/>
        </w:trPr>
        <w:tc>
          <w:tcPr>
            <w:tcW w:w="1750" w:type="dxa"/>
          </w:tcPr>
          <w:p w14:paraId="625933D0" w14:textId="77777777" w:rsidR="00164FF5" w:rsidRDefault="00861641">
            <w:r>
              <w:rPr>
                <w:rStyle w:val="styleSubformtxtUP"/>
              </w:rPr>
              <w:t>Chordata/Mammalia</w:t>
            </w:r>
          </w:p>
        </w:tc>
        <w:tc>
          <w:tcPr>
            <w:tcW w:w="1750" w:type="dxa"/>
          </w:tcPr>
          <w:p w14:paraId="1325A295" w14:textId="77777777" w:rsidR="00164FF5" w:rsidRDefault="00861641">
            <w:r>
              <w:rPr>
                <w:rStyle w:val="styleSubformtxtIblue"/>
              </w:rPr>
              <w:t>Oryctolagus cuniculus</w:t>
            </w:r>
          </w:p>
        </w:tc>
        <w:tc>
          <w:tcPr>
            <w:tcW w:w="1750" w:type="dxa"/>
          </w:tcPr>
          <w:p w14:paraId="25DAF6D0" w14:textId="77777777" w:rsidR="00164FF5" w:rsidRDefault="00861641">
            <w:r>
              <w:rPr>
                <w:rStyle w:val="styleSubformtxt"/>
              </w:rPr>
              <w:t>European Rabbit</w:t>
            </w:r>
          </w:p>
        </w:tc>
        <w:tc>
          <w:tcPr>
            <w:tcW w:w="1750" w:type="dxa"/>
          </w:tcPr>
          <w:p w14:paraId="5C3B4461" w14:textId="77777777" w:rsidR="00164FF5" w:rsidRDefault="00861641">
            <w:r>
              <w:rPr>
                <w:rStyle w:val="styleSubformtxt"/>
              </w:rPr>
              <w:t>Potentially</w:t>
            </w:r>
          </w:p>
        </w:tc>
        <w:tc>
          <w:tcPr>
            <w:tcW w:w="1750" w:type="dxa"/>
          </w:tcPr>
          <w:p w14:paraId="68BB2DA1" w14:textId="77777777" w:rsidR="00164FF5" w:rsidRDefault="00861641">
            <w:r>
              <w:rPr>
                <w:rStyle w:val="styleSubformtxt"/>
              </w:rPr>
              <w:t>unknown</w:t>
            </w:r>
          </w:p>
        </w:tc>
      </w:tr>
      <w:tr w:rsidR="00164FF5" w14:paraId="3D6A4EA8" w14:textId="77777777" w:rsidTr="00164FF5">
        <w:trPr>
          <w:trHeight w:val="200"/>
        </w:trPr>
        <w:tc>
          <w:tcPr>
            <w:tcW w:w="1750" w:type="dxa"/>
          </w:tcPr>
          <w:p w14:paraId="7579F0AA" w14:textId="77777777" w:rsidR="00164FF5" w:rsidRDefault="00861641">
            <w:r>
              <w:rPr>
                <w:rStyle w:val="styleSubformtxtUP"/>
              </w:rPr>
              <w:t>Chordata/Mammalia</w:t>
            </w:r>
          </w:p>
        </w:tc>
        <w:tc>
          <w:tcPr>
            <w:tcW w:w="1750" w:type="dxa"/>
          </w:tcPr>
          <w:p w14:paraId="62129C2C" w14:textId="77777777" w:rsidR="00164FF5" w:rsidRDefault="00861641">
            <w:r>
              <w:rPr>
                <w:rStyle w:val="styleSubformtxtIblue"/>
              </w:rPr>
              <w:t>Vulpes vulpes</w:t>
            </w:r>
          </w:p>
        </w:tc>
        <w:tc>
          <w:tcPr>
            <w:tcW w:w="1750" w:type="dxa"/>
          </w:tcPr>
          <w:p w14:paraId="7EFE2BE8" w14:textId="77777777" w:rsidR="00164FF5" w:rsidRDefault="00861641">
            <w:r>
              <w:rPr>
                <w:rStyle w:val="styleSubformtxt"/>
              </w:rPr>
              <w:t>Red Fox</w:t>
            </w:r>
          </w:p>
        </w:tc>
        <w:tc>
          <w:tcPr>
            <w:tcW w:w="1750" w:type="dxa"/>
          </w:tcPr>
          <w:p w14:paraId="77E76102" w14:textId="77777777" w:rsidR="00164FF5" w:rsidRDefault="00861641">
            <w:r>
              <w:rPr>
                <w:rStyle w:val="styleSubformtxt"/>
              </w:rPr>
              <w:t>Potentially</w:t>
            </w:r>
          </w:p>
        </w:tc>
        <w:tc>
          <w:tcPr>
            <w:tcW w:w="1750" w:type="dxa"/>
          </w:tcPr>
          <w:p w14:paraId="02818224" w14:textId="77777777" w:rsidR="00164FF5" w:rsidRDefault="00861641">
            <w:r>
              <w:rPr>
                <w:rStyle w:val="styleSubformtxt"/>
              </w:rPr>
              <w:t>unknown</w:t>
            </w:r>
          </w:p>
        </w:tc>
      </w:tr>
      <w:tr w:rsidR="00164FF5" w14:paraId="0CB9B65E" w14:textId="77777777" w:rsidTr="00164FF5">
        <w:trPr>
          <w:trHeight w:val="200"/>
        </w:trPr>
        <w:tc>
          <w:tcPr>
            <w:tcW w:w="1750" w:type="dxa"/>
          </w:tcPr>
          <w:p w14:paraId="325869FC" w14:textId="77777777" w:rsidR="00164FF5" w:rsidRDefault="00164FF5"/>
        </w:tc>
        <w:tc>
          <w:tcPr>
            <w:tcW w:w="1750" w:type="dxa"/>
          </w:tcPr>
          <w:p w14:paraId="04E6C90F" w14:textId="77777777" w:rsidR="00164FF5" w:rsidRDefault="00164FF5"/>
        </w:tc>
        <w:tc>
          <w:tcPr>
            <w:tcW w:w="1750" w:type="dxa"/>
          </w:tcPr>
          <w:p w14:paraId="24BBF621" w14:textId="77777777" w:rsidR="00164FF5" w:rsidRDefault="00164FF5"/>
        </w:tc>
        <w:tc>
          <w:tcPr>
            <w:tcW w:w="1750" w:type="dxa"/>
          </w:tcPr>
          <w:p w14:paraId="59DE13DF" w14:textId="77777777" w:rsidR="00164FF5" w:rsidRDefault="00164FF5"/>
        </w:tc>
        <w:tc>
          <w:tcPr>
            <w:tcW w:w="1750" w:type="dxa"/>
          </w:tcPr>
          <w:p w14:paraId="37AD4195" w14:textId="77777777" w:rsidR="00164FF5" w:rsidRDefault="00164FF5"/>
        </w:tc>
      </w:tr>
    </w:tbl>
    <w:p w14:paraId="4B95E154" w14:textId="77777777" w:rsidR="00164FF5" w:rsidRDefault="00164FF5"/>
    <w:p w14:paraId="4FF241A9" w14:textId="77777777" w:rsidR="00164FF5" w:rsidRDefault="00861641">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5"/>
        <w:gridCol w:w="8833"/>
      </w:tblGrid>
      <w:tr w:rsidR="00164FF5" w14:paraId="02687ED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BCDCAB0" w14:textId="77777777" w:rsidR="00164FF5" w:rsidRDefault="00164FF5"/>
        </w:tc>
        <w:tc>
          <w:tcPr>
            <w:tcW w:w="9500" w:type="dxa"/>
          </w:tcPr>
          <w:p w14:paraId="40E570B1" w14:textId="77777777" w:rsidR="00164FF5" w:rsidRDefault="00164FF5">
            <w:pPr>
              <w:pStyle w:val="pStyle"/>
              <w:rPr>
                <w:rStyle w:val="almostEmpty"/>
              </w:rPr>
            </w:pPr>
          </w:p>
          <w:p w14:paraId="3D211D54" w14:textId="77777777" w:rsidR="00164FF5" w:rsidRDefault="00861641">
            <w:pPr>
              <w:spacing w:after="0" w:line="240" w:lineRule="auto"/>
              <w:ind w:left="57"/>
            </w:pPr>
            <w:r>
              <w:rPr>
                <w:rStyle w:val="styleDatatxt"/>
              </w:rPr>
              <w:t xml:space="preserve">NPWS prepares pest management strategies which identify pest species across that region’s parks. These strategies also identify and priorities for control and incorporate actions listed in the Priority Action Statement (see Section 3.2), threat abatement plans and other strategies, such as the NSW Biodiversity Priorities for Widespread Weeds (NSW DPI &amp; OEH 2011) and the NSW Biosecurity Strategy 2013-2021 (DPI 2013).  </w:t>
            </w:r>
          </w:p>
          <w:p w14:paraId="3A6EEFFD" w14:textId="77777777" w:rsidR="00164FF5" w:rsidRDefault="00164FF5">
            <w:pPr>
              <w:pStyle w:val="pStyle"/>
              <w:rPr>
                <w:rStyle w:val="almostEmpty"/>
              </w:rPr>
            </w:pPr>
          </w:p>
          <w:p w14:paraId="4CF999E5" w14:textId="77777777" w:rsidR="00164FF5" w:rsidRDefault="00861641">
            <w:pPr>
              <w:spacing w:after="0" w:line="240" w:lineRule="auto"/>
              <w:ind w:left="57"/>
            </w:pPr>
            <w:r>
              <w:rPr>
                <w:rStyle w:val="styleDatatxt"/>
              </w:rPr>
              <w:t xml:space="preserve"> </w:t>
            </w:r>
          </w:p>
          <w:p w14:paraId="1E91CFFE" w14:textId="77777777" w:rsidR="00164FF5" w:rsidRDefault="00164FF5">
            <w:pPr>
              <w:pStyle w:val="pStyle"/>
              <w:rPr>
                <w:rStyle w:val="almostEmpty"/>
              </w:rPr>
            </w:pPr>
          </w:p>
          <w:p w14:paraId="5AE50908" w14:textId="77777777" w:rsidR="00164FF5" w:rsidRDefault="00861641">
            <w:pPr>
              <w:spacing w:after="0" w:line="240" w:lineRule="auto"/>
              <w:ind w:left="57"/>
            </w:pPr>
            <w:r>
              <w:rPr>
                <w:rStyle w:val="styleDatatxt"/>
              </w:rPr>
              <w:t xml:space="preserve">The regional pest management strategy for Far West Region (OEH 2013) identifies pest species and priority programs for the park. The overriding objective of the pest management strategy is to minimise adverse impacts of introduced species on biodiversity and other park and community values while complying with legislative responsibilities. The strategy also identifies where other site or pest-specific plans or strategies need to be developed to provide a more detailed approach. The priority pest plant species include Noogoora Burr (Xanthium occidentale), Patersons Curse (Echium plantagineum), Bathurst Burr (Xanthium spinosum), Athel Pine (Tamarix aphylla), Mexican poppy (Argemone ochroleuca), African boxthorn (Lycium ferocissimum), Tobacco Bush (Solanum mauritianum) and animal species including, Wild Dog (Canis lupus subspecies), European Fox (Vulpes vulpes), Feral Cat (Felis catus), European Rabbit (Oryctolagus cuniculus), Feral Goat (Capra hircus) and Feral Pigs (Sus scrofa). More information can be found within the Sturt Plan of Management (2016).  </w:t>
            </w:r>
          </w:p>
          <w:p w14:paraId="1F9855DE" w14:textId="77777777" w:rsidR="00164FF5" w:rsidRDefault="00164FF5">
            <w:pPr>
              <w:pStyle w:val="pStyle"/>
              <w:rPr>
                <w:rStyle w:val="almostEmpty"/>
              </w:rPr>
            </w:pPr>
          </w:p>
          <w:p w14:paraId="3222F6F2" w14:textId="77777777" w:rsidR="00164FF5" w:rsidRDefault="00164FF5">
            <w:pPr>
              <w:spacing w:after="0" w:line="240" w:lineRule="auto"/>
              <w:ind w:left="57"/>
            </w:pPr>
          </w:p>
        </w:tc>
      </w:tr>
    </w:tbl>
    <w:p w14:paraId="7DD6477B" w14:textId="77777777" w:rsidR="00164FF5" w:rsidRDefault="00164FF5">
      <w:pPr>
        <w:sectPr w:rsidR="00164FF5">
          <w:pgSz w:w="11905" w:h="16837"/>
          <w:pgMar w:top="1440" w:right="1440" w:bottom="1440" w:left="1440" w:header="720" w:footer="720" w:gutter="0"/>
          <w:cols w:space="720"/>
        </w:sectPr>
      </w:pPr>
    </w:p>
    <w:p w14:paraId="208129EE" w14:textId="77777777" w:rsidR="00164FF5" w:rsidRDefault="00861641">
      <w:pPr>
        <w:pStyle w:val="pstyleSectionL1"/>
      </w:pPr>
      <w:r>
        <w:rPr>
          <w:rStyle w:val="styleL1"/>
        </w:rPr>
        <w:lastRenderedPageBreak/>
        <w:t>4.4 Physical components</w:t>
      </w:r>
    </w:p>
    <w:p w14:paraId="16325DC4" w14:textId="77777777" w:rsidR="00164FF5" w:rsidRDefault="00861641">
      <w:pPr>
        <w:pStyle w:val="pstyleSection"/>
      </w:pPr>
      <w:r>
        <w:rPr>
          <w:rStyle w:val="styleL2"/>
        </w:rPr>
        <w:t>4.4.1 Climate</w:t>
      </w:r>
    </w:p>
    <w:p w14:paraId="2543D490" w14:textId="77777777" w:rsidR="00164FF5" w:rsidRDefault="00861641">
      <w:pPr>
        <w:pStyle w:val="pstyleComments"/>
      </w:pPr>
      <w:r>
        <w:rPr>
          <w:rStyle w:val="styleC3comment"/>
        </w:rPr>
        <w:t>Please indicate the prevailing climate type(s) by selecting below the climatic region(s) and subregion(s), using the Köppen-Gieger Climate Classification System.</w:t>
      </w:r>
    </w:p>
    <w:p w14:paraId="363E602B" w14:textId="77777777" w:rsidR="00164FF5" w:rsidRDefault="00164FF5">
      <w:pPr>
        <w:pStyle w:val="pstyleLabels"/>
      </w:pPr>
    </w:p>
    <w:tbl>
      <w:tblPr>
        <w:tblStyle w:val="FancyTable"/>
        <w:tblW w:w="0" w:type="auto"/>
        <w:tblInd w:w="-8" w:type="dxa"/>
        <w:tblLook w:val="04A0" w:firstRow="1" w:lastRow="0" w:firstColumn="1" w:lastColumn="0" w:noHBand="0" w:noVBand="1"/>
      </w:tblPr>
      <w:tblGrid>
        <w:gridCol w:w="1750"/>
        <w:gridCol w:w="1750"/>
      </w:tblGrid>
      <w:tr w:rsidR="00164FF5" w14:paraId="012DBDB4"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11FC32E2" w14:textId="77777777" w:rsidR="00164FF5" w:rsidRDefault="00861641">
            <w:pPr>
              <w:spacing w:after="0" w:line="240" w:lineRule="auto"/>
              <w:jc w:val="center"/>
            </w:pPr>
            <w:r>
              <w:rPr>
                <w:b/>
                <w:bCs/>
                <w:sz w:val="18"/>
                <w:szCs w:val="18"/>
              </w:rPr>
              <w:t>Climatic region</w:t>
            </w:r>
          </w:p>
        </w:tc>
        <w:tc>
          <w:tcPr>
            <w:tcW w:w="1750" w:type="dxa"/>
          </w:tcPr>
          <w:p w14:paraId="1338B2BD" w14:textId="77777777" w:rsidR="00164FF5" w:rsidRDefault="00861641">
            <w:pPr>
              <w:spacing w:after="0" w:line="240" w:lineRule="auto"/>
              <w:jc w:val="center"/>
            </w:pPr>
            <w:r>
              <w:rPr>
                <w:b/>
                <w:bCs/>
                <w:sz w:val="18"/>
                <w:szCs w:val="18"/>
              </w:rPr>
              <w:t>Subregion</w:t>
            </w:r>
          </w:p>
        </w:tc>
      </w:tr>
      <w:tr w:rsidR="00164FF5" w14:paraId="337AC473" w14:textId="77777777" w:rsidTr="00164FF5">
        <w:trPr>
          <w:trHeight w:val="200"/>
        </w:trPr>
        <w:tc>
          <w:tcPr>
            <w:tcW w:w="1750" w:type="dxa"/>
          </w:tcPr>
          <w:p w14:paraId="52D348FA" w14:textId="77777777" w:rsidR="00164FF5" w:rsidRDefault="00861641">
            <w:r>
              <w:rPr>
                <w:rStyle w:val="styleSubformtxt"/>
              </w:rPr>
              <w:t>B: Dry climate</w:t>
            </w:r>
          </w:p>
        </w:tc>
        <w:tc>
          <w:tcPr>
            <w:tcW w:w="1750" w:type="dxa"/>
          </w:tcPr>
          <w:p w14:paraId="0EA38D92" w14:textId="77777777" w:rsidR="00164FF5" w:rsidRDefault="00861641">
            <w:r>
              <w:rPr>
                <w:rStyle w:val="styleSubformtxt"/>
              </w:rPr>
              <w:t>BWh: Subtropical desert  (Low-latitude desert)</w:t>
            </w:r>
          </w:p>
        </w:tc>
      </w:tr>
      <w:tr w:rsidR="00164FF5" w14:paraId="4CDC76A5" w14:textId="77777777" w:rsidTr="00164FF5">
        <w:trPr>
          <w:trHeight w:val="200"/>
        </w:trPr>
        <w:tc>
          <w:tcPr>
            <w:tcW w:w="1750" w:type="dxa"/>
          </w:tcPr>
          <w:p w14:paraId="07CF4247" w14:textId="77777777" w:rsidR="00164FF5" w:rsidRDefault="00164FF5"/>
        </w:tc>
        <w:tc>
          <w:tcPr>
            <w:tcW w:w="1750" w:type="dxa"/>
          </w:tcPr>
          <w:p w14:paraId="352E50BF" w14:textId="77777777" w:rsidR="00164FF5" w:rsidRDefault="00164FF5"/>
        </w:tc>
      </w:tr>
    </w:tbl>
    <w:p w14:paraId="40C067D1" w14:textId="77777777" w:rsidR="00164FF5" w:rsidRDefault="00164FF5"/>
    <w:p w14:paraId="305B8888" w14:textId="77777777" w:rsidR="00164FF5" w:rsidRDefault="00861641">
      <w:pPr>
        <w:pStyle w:val="pstyleComments"/>
      </w:pPr>
      <w:r>
        <w:rPr>
          <w:rStyle w:val="styleC3comment"/>
        </w:rPr>
        <w:t>If changing climatic conditions are affecting the site, please indicate the nature of these changes:</w:t>
      </w:r>
    </w:p>
    <w:p w14:paraId="42918772" w14:textId="77777777" w:rsidR="00164FF5" w:rsidRDefault="00861641">
      <w:pPr>
        <w:pStyle w:val="pstyleLabels"/>
      </w:pP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3E3689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4060989" w14:textId="77777777" w:rsidR="00164FF5" w:rsidRDefault="00164FF5"/>
        </w:tc>
        <w:tc>
          <w:tcPr>
            <w:tcW w:w="9500" w:type="dxa"/>
          </w:tcPr>
          <w:p w14:paraId="56A8C6E7" w14:textId="77777777" w:rsidR="00164FF5" w:rsidRDefault="00861641">
            <w:pPr>
              <w:spacing w:before="30" w:after="25" w:line="240" w:lineRule="auto"/>
              <w:ind w:left="57"/>
            </w:pPr>
            <w:r>
              <w:rPr>
                <w:rStyle w:val="styleDatatxt"/>
              </w:rPr>
              <w:t>Reduced rainfall and higher than average temperature as a result of climate change could be a major threat to the Lake Pinaroo Ramsar site resulting in a reduction in the frequency and extent of inundation at the wetland. However, it is not yet well understood how climate change could affect local conditions at Lake Pinaroo.</w:t>
            </w:r>
          </w:p>
        </w:tc>
      </w:tr>
    </w:tbl>
    <w:p w14:paraId="6630D03B" w14:textId="77777777" w:rsidR="00164FF5" w:rsidRDefault="00164FF5"/>
    <w:p w14:paraId="79B16409" w14:textId="77777777" w:rsidR="00164FF5" w:rsidRDefault="00861641">
      <w:pPr>
        <w:pStyle w:val="pstyleSection"/>
      </w:pPr>
      <w:r>
        <w:rPr>
          <w:rStyle w:val="styleL2"/>
        </w:rPr>
        <w:t>4.4.2 Geomorphic setting</w:t>
      </w:r>
    </w:p>
    <w:p w14:paraId="2557B019" w14:textId="77777777" w:rsidR="00164FF5" w:rsidRDefault="00861641">
      <w:pPr>
        <w:pStyle w:val="pstyleLabels"/>
      </w:pPr>
      <w:r>
        <w:rPr>
          <w:rStyle w:val="styleC3"/>
        </w:rPr>
        <w:t>a) Minimum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164FF5" w14:paraId="0720F1D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00B6841" w14:textId="77777777" w:rsidR="00164FF5" w:rsidRDefault="00164FF5">
            <w:pPr>
              <w:spacing w:after="0" w:line="240" w:lineRule="auto"/>
              <w:ind w:left="216"/>
            </w:pPr>
          </w:p>
        </w:tc>
        <w:tc>
          <w:tcPr>
            <w:tcW w:w="9500" w:type="dxa"/>
          </w:tcPr>
          <w:p w14:paraId="40AB4FCB" w14:textId="77777777" w:rsidR="00164FF5" w:rsidRDefault="00861641">
            <w:pPr>
              <w:spacing w:before="5" w:after="2" w:line="240" w:lineRule="auto"/>
              <w:ind w:left="72"/>
            </w:pPr>
            <w:r>
              <w:rPr>
                <w:rStyle w:val="styleDatatxt"/>
              </w:rPr>
              <w:t>118</w:t>
            </w:r>
          </w:p>
        </w:tc>
      </w:tr>
    </w:tbl>
    <w:p w14:paraId="15EAAFCE" w14:textId="77777777" w:rsidR="00164FF5" w:rsidRDefault="00861641">
      <w:pPr>
        <w:pStyle w:val="pstyleLabels"/>
      </w:pPr>
      <w:r>
        <w:rPr>
          <w:rStyle w:val="styleC3"/>
        </w:rPr>
        <w:t>a) Maximum elevation above sea level (in metres)</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5"/>
        <w:gridCol w:w="8832"/>
      </w:tblGrid>
      <w:tr w:rsidR="00164FF5" w14:paraId="4F77E3F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7673E7C" w14:textId="77777777" w:rsidR="00164FF5" w:rsidRDefault="00164FF5">
            <w:pPr>
              <w:spacing w:after="0" w:line="240" w:lineRule="auto"/>
              <w:ind w:left="216"/>
            </w:pPr>
          </w:p>
        </w:tc>
        <w:tc>
          <w:tcPr>
            <w:tcW w:w="9500" w:type="dxa"/>
          </w:tcPr>
          <w:p w14:paraId="7ED51447" w14:textId="77777777" w:rsidR="00164FF5" w:rsidRDefault="00861641">
            <w:pPr>
              <w:spacing w:before="5" w:after="2" w:line="240" w:lineRule="auto"/>
              <w:ind w:left="72"/>
            </w:pPr>
            <w:r>
              <w:rPr>
                <w:rStyle w:val="styleDatatxt"/>
              </w:rPr>
              <w:t>120</w:t>
            </w:r>
          </w:p>
        </w:tc>
      </w:tr>
    </w:tbl>
    <w:p w14:paraId="4570BA5E" w14:textId="77777777" w:rsidR="00164FF5" w:rsidRDefault="00861641">
      <w:pPr>
        <w:pStyle w:val="pstyleComments"/>
      </w:pPr>
      <w:r>
        <w:rPr>
          <w:rStyle w:val="styleC3comment"/>
        </w:rPr>
        <w:t>b) Position in landscape/river basin:</w:t>
      </w:r>
    </w:p>
    <w:p w14:paraId="10AA80DE" w14:textId="77777777" w:rsidR="00164FF5" w:rsidRDefault="00861641">
      <w:pPr>
        <w:spacing w:after="0" w:line="240" w:lineRule="auto"/>
        <w:ind w:left="216"/>
      </w:pPr>
      <w:r>
        <w:rPr>
          <w:rStyle w:val="styleC3"/>
        </w:rPr>
        <w:tab/>
      </w:r>
      <w:r>
        <w:rPr>
          <w:rStyle w:val="styleRad"/>
        </w:rPr>
        <w:t xml:space="preserve"> [  ] </w:t>
      </w:r>
      <w:r>
        <w:rPr>
          <w:rStyle w:val="styleC3"/>
        </w:rPr>
        <w:t xml:space="preserve"> Entire river basin</w:t>
      </w:r>
    </w:p>
    <w:p w14:paraId="781E7A85" w14:textId="77777777" w:rsidR="00164FF5" w:rsidRDefault="00861641">
      <w:pPr>
        <w:spacing w:after="0" w:line="240" w:lineRule="auto"/>
        <w:ind w:left="216"/>
      </w:pPr>
      <w:r>
        <w:rPr>
          <w:rStyle w:val="styleC3"/>
        </w:rPr>
        <w:tab/>
      </w:r>
      <w:r>
        <w:rPr>
          <w:rStyle w:val="styleRad"/>
        </w:rPr>
        <w:t xml:space="preserve"> [  ] </w:t>
      </w:r>
      <w:r>
        <w:rPr>
          <w:rStyle w:val="styleC3"/>
        </w:rPr>
        <w:t xml:space="preserve"> Upper part of river basin</w:t>
      </w:r>
    </w:p>
    <w:p w14:paraId="444F3129" w14:textId="77777777" w:rsidR="00164FF5" w:rsidRDefault="00861641">
      <w:pPr>
        <w:spacing w:after="0" w:line="240" w:lineRule="auto"/>
        <w:ind w:left="216"/>
      </w:pPr>
      <w:r>
        <w:rPr>
          <w:rStyle w:val="styleC3"/>
        </w:rPr>
        <w:tab/>
      </w:r>
      <w:r>
        <w:rPr>
          <w:rStyle w:val="styleRad"/>
        </w:rPr>
        <w:t xml:space="preserve"> [  ] </w:t>
      </w:r>
      <w:r>
        <w:rPr>
          <w:rStyle w:val="styleC3"/>
        </w:rPr>
        <w:t xml:space="preserve"> Middle part of river basin</w:t>
      </w:r>
    </w:p>
    <w:p w14:paraId="2D1DBAA7" w14:textId="77777777" w:rsidR="00164FF5" w:rsidRDefault="00861641">
      <w:pPr>
        <w:spacing w:after="0" w:line="240" w:lineRule="auto"/>
        <w:ind w:left="216"/>
      </w:pPr>
      <w:r>
        <w:rPr>
          <w:rStyle w:val="styleC3"/>
        </w:rPr>
        <w:tab/>
      </w:r>
      <w:r>
        <w:rPr>
          <w:rStyle w:val="styleRad"/>
        </w:rPr>
        <w:t xml:space="preserve"> [x] </w:t>
      </w:r>
      <w:r>
        <w:rPr>
          <w:rStyle w:val="styleC3"/>
        </w:rPr>
        <w:t xml:space="preserve"> Lower part of river basin</w:t>
      </w:r>
    </w:p>
    <w:p w14:paraId="688E5A74" w14:textId="77777777" w:rsidR="00164FF5" w:rsidRDefault="00861641">
      <w:pPr>
        <w:spacing w:after="0" w:line="240" w:lineRule="auto"/>
        <w:ind w:left="216"/>
      </w:pPr>
      <w:r>
        <w:rPr>
          <w:rStyle w:val="styleC3"/>
        </w:rPr>
        <w:tab/>
      </w:r>
      <w:r>
        <w:rPr>
          <w:rStyle w:val="styleRad"/>
        </w:rPr>
        <w:t xml:space="preserve"> [  ] </w:t>
      </w:r>
      <w:r>
        <w:rPr>
          <w:rStyle w:val="styleC3"/>
        </w:rPr>
        <w:t xml:space="preserve"> More than one river basin</w:t>
      </w:r>
    </w:p>
    <w:p w14:paraId="3831006A" w14:textId="77777777" w:rsidR="00164FF5" w:rsidRDefault="00861641">
      <w:pPr>
        <w:spacing w:after="0" w:line="240" w:lineRule="auto"/>
        <w:ind w:left="216"/>
      </w:pPr>
      <w:r>
        <w:rPr>
          <w:rStyle w:val="styleC3"/>
        </w:rPr>
        <w:tab/>
      </w:r>
      <w:r>
        <w:rPr>
          <w:rStyle w:val="styleRad"/>
        </w:rPr>
        <w:t xml:space="preserve"> [  ] </w:t>
      </w:r>
      <w:r>
        <w:rPr>
          <w:rStyle w:val="styleC3"/>
        </w:rPr>
        <w:t xml:space="preserve"> Not in river basin</w:t>
      </w:r>
    </w:p>
    <w:p w14:paraId="4AE9A80A" w14:textId="77777777" w:rsidR="00164FF5" w:rsidRDefault="00861641">
      <w:pPr>
        <w:spacing w:after="0" w:line="240" w:lineRule="auto"/>
        <w:ind w:left="216"/>
      </w:pPr>
      <w:r>
        <w:rPr>
          <w:rStyle w:val="styleC3"/>
        </w:rPr>
        <w:tab/>
      </w:r>
      <w:r>
        <w:rPr>
          <w:rStyle w:val="styleRad"/>
        </w:rPr>
        <w:t xml:space="preserve"> [  ] </w:t>
      </w:r>
      <w:r>
        <w:rPr>
          <w:rStyle w:val="styleC3"/>
        </w:rPr>
        <w:t xml:space="preserve"> Coastal</w:t>
      </w:r>
    </w:p>
    <w:p w14:paraId="00E0770E" w14:textId="77777777" w:rsidR="00164FF5" w:rsidRDefault="00861641">
      <w:pPr>
        <w:pStyle w:val="pstyleLabels"/>
      </w:pPr>
      <w:r>
        <w:rPr>
          <w:rStyle w:val="styleC3"/>
        </w:rPr>
        <w:t xml:space="preserve">Please name the river basin or basins. If the site lies in a sub-basin, please also name the larger river basin. For a  coastal/marine site, please name the sea or ocean. </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5F4AF0D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E440B62" w14:textId="77777777" w:rsidR="00164FF5" w:rsidRDefault="00164FF5"/>
        </w:tc>
        <w:tc>
          <w:tcPr>
            <w:tcW w:w="9500" w:type="dxa"/>
          </w:tcPr>
          <w:p w14:paraId="53758A64" w14:textId="77777777" w:rsidR="00164FF5" w:rsidRDefault="00861641">
            <w:pPr>
              <w:spacing w:before="30" w:after="25" w:line="240" w:lineRule="auto"/>
              <w:ind w:left="57"/>
            </w:pPr>
            <w:r>
              <w:rPr>
                <w:rStyle w:val="styleDatatxt"/>
              </w:rPr>
              <w:t>Lake Pinaroo is a terminal wetland on Fromes Creek, downstream of Frome Swamp of Australia’s Lake Eyre Basin.</w:t>
            </w:r>
          </w:p>
        </w:tc>
      </w:tr>
    </w:tbl>
    <w:p w14:paraId="5905A7F7" w14:textId="77777777" w:rsidR="00164FF5" w:rsidRDefault="00164FF5"/>
    <w:p w14:paraId="49099C5A" w14:textId="77777777" w:rsidR="00164FF5" w:rsidRDefault="00861641">
      <w:pPr>
        <w:pStyle w:val="pstyleSection"/>
      </w:pPr>
      <w:r>
        <w:rPr>
          <w:rStyle w:val="styleL2"/>
        </w:rPr>
        <w:t>4.4.3 Soil</w:t>
      </w:r>
    </w:p>
    <w:p w14:paraId="10BFF892" w14:textId="77777777" w:rsidR="00164FF5" w:rsidRDefault="00861641">
      <w:pPr>
        <w:spacing w:after="0" w:line="240" w:lineRule="auto"/>
        <w:ind w:left="216"/>
      </w:pPr>
      <w:r>
        <w:rPr>
          <w:rStyle w:val="styleC3"/>
        </w:rPr>
        <w:tab/>
      </w:r>
      <w:r>
        <w:rPr>
          <w:rStyle w:val="styleRad"/>
        </w:rPr>
        <w:t xml:space="preserve"> [  ] </w:t>
      </w:r>
      <w:r>
        <w:rPr>
          <w:rStyle w:val="styleC3"/>
        </w:rPr>
        <w:t xml:space="preserve"> Mineral</w:t>
      </w:r>
    </w:p>
    <w:p w14:paraId="2FAFC4A5"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0517ABFC"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782DA54E" w14:textId="77777777" w:rsidR="00164FF5" w:rsidRDefault="00861641">
      <w:pPr>
        <w:spacing w:after="0" w:line="240" w:lineRule="auto"/>
      </w:pPr>
      <w:r>
        <w:rPr>
          <w:rStyle w:val="almostEmpty"/>
        </w:rPr>
        <w:t>.</w:t>
      </w:r>
    </w:p>
    <w:p w14:paraId="0A2B9B79" w14:textId="77777777" w:rsidR="00164FF5" w:rsidRDefault="00861641">
      <w:pPr>
        <w:spacing w:after="0" w:line="240" w:lineRule="auto"/>
      </w:pPr>
      <w:r>
        <w:rPr>
          <w:rStyle w:val="almostEmpty"/>
        </w:rPr>
        <w:t>.</w:t>
      </w:r>
    </w:p>
    <w:p w14:paraId="45F8276E" w14:textId="77777777" w:rsidR="00164FF5" w:rsidRDefault="00861641">
      <w:pPr>
        <w:spacing w:after="0" w:line="240" w:lineRule="auto"/>
      </w:pPr>
      <w:r>
        <w:rPr>
          <w:rStyle w:val="almostEmpty"/>
        </w:rPr>
        <w:t>.</w:t>
      </w:r>
    </w:p>
    <w:p w14:paraId="5C0D82D2" w14:textId="77777777" w:rsidR="00164FF5" w:rsidRDefault="00861641">
      <w:pPr>
        <w:spacing w:after="0" w:line="240" w:lineRule="auto"/>
        <w:ind w:left="216"/>
      </w:pPr>
      <w:r>
        <w:rPr>
          <w:rStyle w:val="styleC3"/>
        </w:rPr>
        <w:tab/>
      </w:r>
      <w:r>
        <w:rPr>
          <w:rStyle w:val="styleRad"/>
        </w:rPr>
        <w:t xml:space="preserve"> [  ] </w:t>
      </w:r>
      <w:r>
        <w:rPr>
          <w:rStyle w:val="styleC3"/>
        </w:rPr>
        <w:t xml:space="preserve"> Organic</w:t>
      </w:r>
    </w:p>
    <w:p w14:paraId="0D60A6A8"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4FE631E1"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4D145D14" w14:textId="77777777" w:rsidR="00164FF5" w:rsidRDefault="00861641">
      <w:pPr>
        <w:spacing w:after="0" w:line="240" w:lineRule="auto"/>
      </w:pPr>
      <w:r>
        <w:rPr>
          <w:rStyle w:val="almostEmpty"/>
        </w:rPr>
        <w:t>.</w:t>
      </w:r>
    </w:p>
    <w:p w14:paraId="2143A807" w14:textId="77777777" w:rsidR="00164FF5" w:rsidRDefault="00861641">
      <w:pPr>
        <w:spacing w:after="0" w:line="240" w:lineRule="auto"/>
      </w:pPr>
      <w:r>
        <w:rPr>
          <w:rStyle w:val="almostEmpty"/>
        </w:rPr>
        <w:t>.</w:t>
      </w:r>
    </w:p>
    <w:p w14:paraId="3B91CD44" w14:textId="77777777" w:rsidR="00164FF5" w:rsidRDefault="00861641">
      <w:pPr>
        <w:spacing w:after="0" w:line="240" w:lineRule="auto"/>
      </w:pPr>
      <w:r>
        <w:rPr>
          <w:rStyle w:val="almostEmpty"/>
        </w:rPr>
        <w:t>.</w:t>
      </w:r>
    </w:p>
    <w:p w14:paraId="637C706F" w14:textId="77777777" w:rsidR="00164FF5" w:rsidRDefault="00861641">
      <w:pPr>
        <w:spacing w:after="0" w:line="240" w:lineRule="auto"/>
        <w:ind w:left="216"/>
      </w:pPr>
      <w:r>
        <w:rPr>
          <w:rStyle w:val="styleC3"/>
        </w:rPr>
        <w:tab/>
      </w:r>
      <w:r>
        <w:rPr>
          <w:rStyle w:val="styleRad"/>
        </w:rPr>
        <w:t xml:space="preserve"> [  ] </w:t>
      </w:r>
      <w:r>
        <w:rPr>
          <w:rStyle w:val="styleC3"/>
        </w:rPr>
        <w:t xml:space="preserve"> No available information</w:t>
      </w:r>
    </w:p>
    <w:p w14:paraId="37F23E26" w14:textId="77777777" w:rsidR="00164FF5" w:rsidRDefault="00861641">
      <w:pPr>
        <w:pStyle w:val="pstyleLabels"/>
      </w:pPr>
      <w:r>
        <w:rPr>
          <w:rStyle w:val="styleC3"/>
        </w:rPr>
        <w:t>Are soil types subject to change as a result of changing hydrological conditions (e.g., increased salinity or acidification)?</w:t>
      </w:r>
    </w:p>
    <w:p w14:paraId="6346F9E4"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4ED819C" w14:textId="77777777" w:rsidR="00164FF5" w:rsidRDefault="00861641">
      <w:pPr>
        <w:spacing w:after="0" w:line="240" w:lineRule="auto"/>
      </w:pPr>
      <w:r>
        <w:rPr>
          <w:rStyle w:val="almostEmpty"/>
        </w:rPr>
        <w:t>.</w:t>
      </w:r>
    </w:p>
    <w:p w14:paraId="16921916" w14:textId="77777777" w:rsidR="00164FF5" w:rsidRDefault="00861641">
      <w:pPr>
        <w:pStyle w:val="pstyleLabels"/>
      </w:pPr>
      <w:r>
        <w:rPr>
          <w:rStyle w:val="styleC3"/>
        </w:rPr>
        <w:t>Please provide further information on the soil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164FF5" w14:paraId="33A19D9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DD92B8B" w14:textId="77777777" w:rsidR="00164FF5" w:rsidRDefault="00164FF5"/>
        </w:tc>
        <w:tc>
          <w:tcPr>
            <w:tcW w:w="9500" w:type="dxa"/>
          </w:tcPr>
          <w:p w14:paraId="0F686970" w14:textId="77777777" w:rsidR="00164FF5" w:rsidRDefault="00164FF5">
            <w:pPr>
              <w:spacing w:before="30" w:after="25" w:line="240" w:lineRule="auto"/>
              <w:ind w:left="57"/>
            </w:pPr>
          </w:p>
        </w:tc>
      </w:tr>
    </w:tbl>
    <w:p w14:paraId="5A26A023" w14:textId="77777777" w:rsidR="00164FF5" w:rsidRDefault="00164FF5"/>
    <w:p w14:paraId="16DA3E1A" w14:textId="77777777" w:rsidR="00164FF5" w:rsidRDefault="00861641">
      <w:pPr>
        <w:pStyle w:val="pstyleSection"/>
      </w:pPr>
      <w:r>
        <w:rPr>
          <w:rStyle w:val="styleL2"/>
        </w:rPr>
        <w:lastRenderedPageBreak/>
        <w:t>4.4.4 Water regime</w:t>
      </w:r>
    </w:p>
    <w:p w14:paraId="4D8D27B0" w14:textId="77777777" w:rsidR="00164FF5" w:rsidRDefault="00861641">
      <w:pPr>
        <w:pStyle w:val="pstyleLabels"/>
      </w:pPr>
      <w:r>
        <w:rPr>
          <w:rStyle w:val="styleC3"/>
        </w:rPr>
        <w:t>Water permanence</w:t>
      </w:r>
    </w:p>
    <w:tbl>
      <w:tblPr>
        <w:tblStyle w:val="FancyTable"/>
        <w:tblW w:w="0" w:type="auto"/>
        <w:tblInd w:w="-8" w:type="dxa"/>
        <w:tblLook w:val="04A0" w:firstRow="1" w:lastRow="0" w:firstColumn="1" w:lastColumn="0" w:noHBand="0" w:noVBand="1"/>
      </w:tblPr>
      <w:tblGrid>
        <w:gridCol w:w="1750"/>
        <w:gridCol w:w="1750"/>
      </w:tblGrid>
      <w:tr w:rsidR="00164FF5" w14:paraId="287BDDEF"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B386647" w14:textId="77777777" w:rsidR="00164FF5" w:rsidRDefault="00861641">
            <w:pPr>
              <w:spacing w:after="0" w:line="240" w:lineRule="auto"/>
              <w:jc w:val="center"/>
            </w:pPr>
            <w:r>
              <w:rPr>
                <w:b/>
                <w:bCs/>
                <w:sz w:val="18"/>
                <w:szCs w:val="18"/>
              </w:rPr>
              <w:t>Presence?</w:t>
            </w:r>
          </w:p>
        </w:tc>
        <w:tc>
          <w:tcPr>
            <w:tcW w:w="1750" w:type="dxa"/>
          </w:tcPr>
          <w:p w14:paraId="7DB87560" w14:textId="77777777" w:rsidR="00164FF5" w:rsidRDefault="00861641">
            <w:pPr>
              <w:spacing w:after="0" w:line="240" w:lineRule="auto"/>
              <w:jc w:val="center"/>
            </w:pPr>
            <w:r>
              <w:rPr>
                <w:b/>
                <w:bCs/>
                <w:sz w:val="18"/>
                <w:szCs w:val="18"/>
              </w:rPr>
              <w:t>Changes at RIS update</w:t>
            </w:r>
          </w:p>
        </w:tc>
      </w:tr>
      <w:tr w:rsidR="00164FF5" w14:paraId="37190941" w14:textId="77777777" w:rsidTr="00164FF5">
        <w:trPr>
          <w:trHeight w:val="200"/>
        </w:trPr>
        <w:tc>
          <w:tcPr>
            <w:tcW w:w="1750" w:type="dxa"/>
          </w:tcPr>
          <w:p w14:paraId="32FDEF9E" w14:textId="77777777" w:rsidR="00164FF5" w:rsidRDefault="00861641">
            <w:r>
              <w:rPr>
                <w:rStyle w:val="styleSubformtxt"/>
              </w:rPr>
              <w:t>Usually seasonal, ephemeral or intermittent water present</w:t>
            </w:r>
          </w:p>
        </w:tc>
        <w:tc>
          <w:tcPr>
            <w:tcW w:w="1750" w:type="dxa"/>
          </w:tcPr>
          <w:p w14:paraId="52DE596A" w14:textId="77777777" w:rsidR="00164FF5" w:rsidRDefault="00861641">
            <w:r>
              <w:rPr>
                <w:rStyle w:val="styleSubformtxt"/>
              </w:rPr>
              <w:t>No change</w:t>
            </w:r>
          </w:p>
        </w:tc>
      </w:tr>
      <w:tr w:rsidR="00164FF5" w14:paraId="13614471" w14:textId="77777777" w:rsidTr="00164FF5">
        <w:trPr>
          <w:trHeight w:val="200"/>
        </w:trPr>
        <w:tc>
          <w:tcPr>
            <w:tcW w:w="1750" w:type="dxa"/>
          </w:tcPr>
          <w:p w14:paraId="5684E2F8" w14:textId="77777777" w:rsidR="00164FF5" w:rsidRDefault="00164FF5"/>
        </w:tc>
        <w:tc>
          <w:tcPr>
            <w:tcW w:w="1750" w:type="dxa"/>
          </w:tcPr>
          <w:p w14:paraId="43043490" w14:textId="77777777" w:rsidR="00164FF5" w:rsidRDefault="00164FF5"/>
        </w:tc>
      </w:tr>
    </w:tbl>
    <w:p w14:paraId="158B6B82" w14:textId="77777777" w:rsidR="00164FF5" w:rsidRDefault="00164FF5"/>
    <w:p w14:paraId="20A82681" w14:textId="77777777" w:rsidR="00164FF5" w:rsidRDefault="00861641">
      <w:pPr>
        <w:pStyle w:val="pstyleLabels"/>
      </w:pPr>
      <w:r>
        <w:rPr>
          <w:rStyle w:val="styleC3"/>
        </w:rPr>
        <w:t>Source of water that maintains character of the site</w:t>
      </w:r>
    </w:p>
    <w:tbl>
      <w:tblPr>
        <w:tblStyle w:val="FancyTable"/>
        <w:tblW w:w="0" w:type="auto"/>
        <w:tblInd w:w="-8" w:type="dxa"/>
        <w:tblLook w:val="04A0" w:firstRow="1" w:lastRow="0" w:firstColumn="1" w:lastColumn="0" w:noHBand="0" w:noVBand="1"/>
      </w:tblPr>
      <w:tblGrid>
        <w:gridCol w:w="1750"/>
        <w:gridCol w:w="1750"/>
        <w:gridCol w:w="1750"/>
      </w:tblGrid>
      <w:tr w:rsidR="00164FF5" w14:paraId="698161C9"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6DD9F941" w14:textId="77777777" w:rsidR="00164FF5" w:rsidRDefault="00861641">
            <w:pPr>
              <w:spacing w:after="0" w:line="240" w:lineRule="auto"/>
              <w:jc w:val="center"/>
            </w:pPr>
            <w:r>
              <w:rPr>
                <w:b/>
                <w:bCs/>
                <w:sz w:val="18"/>
                <w:szCs w:val="18"/>
              </w:rPr>
              <w:t>Presence?</w:t>
            </w:r>
          </w:p>
        </w:tc>
        <w:tc>
          <w:tcPr>
            <w:tcW w:w="1750" w:type="dxa"/>
          </w:tcPr>
          <w:p w14:paraId="5E3C1D03" w14:textId="77777777" w:rsidR="00164FF5" w:rsidRDefault="00861641">
            <w:pPr>
              <w:spacing w:after="0" w:line="240" w:lineRule="auto"/>
              <w:jc w:val="center"/>
            </w:pPr>
            <w:r>
              <w:rPr>
                <w:b/>
                <w:bCs/>
                <w:sz w:val="18"/>
                <w:szCs w:val="18"/>
              </w:rPr>
              <w:t>Predominant water source</w:t>
            </w:r>
          </w:p>
        </w:tc>
        <w:tc>
          <w:tcPr>
            <w:tcW w:w="1750" w:type="dxa"/>
          </w:tcPr>
          <w:p w14:paraId="4331D33B" w14:textId="77777777" w:rsidR="00164FF5" w:rsidRDefault="00861641">
            <w:pPr>
              <w:spacing w:after="0" w:line="240" w:lineRule="auto"/>
              <w:jc w:val="center"/>
            </w:pPr>
            <w:r>
              <w:rPr>
                <w:b/>
                <w:bCs/>
                <w:sz w:val="18"/>
                <w:szCs w:val="18"/>
              </w:rPr>
              <w:t>Changes at RIS update</w:t>
            </w:r>
          </w:p>
        </w:tc>
      </w:tr>
      <w:tr w:rsidR="00164FF5" w14:paraId="52FC61B5" w14:textId="77777777" w:rsidTr="00164FF5">
        <w:trPr>
          <w:trHeight w:val="200"/>
        </w:trPr>
        <w:tc>
          <w:tcPr>
            <w:tcW w:w="1750" w:type="dxa"/>
          </w:tcPr>
          <w:p w14:paraId="239156AE" w14:textId="77777777" w:rsidR="00164FF5" w:rsidRDefault="00861641">
            <w:r>
              <w:rPr>
                <w:rStyle w:val="styleSubformtxt"/>
              </w:rPr>
              <w:t>Water inputs from surface water</w:t>
            </w:r>
          </w:p>
        </w:tc>
        <w:tc>
          <w:tcPr>
            <w:tcW w:w="1750" w:type="dxa"/>
          </w:tcPr>
          <w:p w14:paraId="19B711F4" w14:textId="77777777" w:rsidR="00164FF5" w:rsidRDefault="00861641">
            <w:pPr>
              <w:pStyle w:val="pstyleRadioTb"/>
            </w:pPr>
            <w:r>
              <w:rPr>
                <w:rStyle w:val="styleRad"/>
              </w:rPr>
              <w:t xml:space="preserve"> [x] </w:t>
            </w:r>
          </w:p>
        </w:tc>
        <w:tc>
          <w:tcPr>
            <w:tcW w:w="1750" w:type="dxa"/>
          </w:tcPr>
          <w:p w14:paraId="1F386EB9" w14:textId="77777777" w:rsidR="00164FF5" w:rsidRDefault="00861641">
            <w:r>
              <w:rPr>
                <w:rStyle w:val="styleSubformtxt"/>
              </w:rPr>
              <w:t>No change</w:t>
            </w:r>
          </w:p>
        </w:tc>
      </w:tr>
      <w:tr w:rsidR="00164FF5" w14:paraId="2B4A58C6" w14:textId="77777777" w:rsidTr="00164FF5">
        <w:trPr>
          <w:trHeight w:val="200"/>
        </w:trPr>
        <w:tc>
          <w:tcPr>
            <w:tcW w:w="1750" w:type="dxa"/>
          </w:tcPr>
          <w:p w14:paraId="373D46EE" w14:textId="77777777" w:rsidR="00164FF5" w:rsidRDefault="00861641">
            <w:r>
              <w:rPr>
                <w:rStyle w:val="styleSubformtxt"/>
              </w:rPr>
              <w:t>Water inputs from rainfall</w:t>
            </w:r>
          </w:p>
        </w:tc>
        <w:tc>
          <w:tcPr>
            <w:tcW w:w="1750" w:type="dxa"/>
          </w:tcPr>
          <w:p w14:paraId="44D6DAB3" w14:textId="77777777" w:rsidR="00164FF5" w:rsidRDefault="00861641">
            <w:pPr>
              <w:pStyle w:val="pstyleRadioTb"/>
            </w:pPr>
            <w:r>
              <w:rPr>
                <w:rStyle w:val="styleRad"/>
              </w:rPr>
              <w:t xml:space="preserve"> [ ] </w:t>
            </w:r>
          </w:p>
        </w:tc>
        <w:tc>
          <w:tcPr>
            <w:tcW w:w="1750" w:type="dxa"/>
          </w:tcPr>
          <w:p w14:paraId="0190CE63" w14:textId="77777777" w:rsidR="00164FF5" w:rsidRDefault="00861641">
            <w:r>
              <w:rPr>
                <w:rStyle w:val="styleSubformtxt"/>
              </w:rPr>
              <w:t>No change</w:t>
            </w:r>
          </w:p>
        </w:tc>
      </w:tr>
      <w:tr w:rsidR="00164FF5" w14:paraId="745EDF64" w14:textId="77777777" w:rsidTr="00164FF5">
        <w:trPr>
          <w:trHeight w:val="200"/>
        </w:trPr>
        <w:tc>
          <w:tcPr>
            <w:tcW w:w="1750" w:type="dxa"/>
          </w:tcPr>
          <w:p w14:paraId="5E3C6F3B" w14:textId="77777777" w:rsidR="00164FF5" w:rsidRDefault="00164FF5"/>
        </w:tc>
        <w:tc>
          <w:tcPr>
            <w:tcW w:w="1750" w:type="dxa"/>
          </w:tcPr>
          <w:p w14:paraId="4F8424D4" w14:textId="77777777" w:rsidR="00164FF5" w:rsidRDefault="00164FF5"/>
        </w:tc>
        <w:tc>
          <w:tcPr>
            <w:tcW w:w="1750" w:type="dxa"/>
          </w:tcPr>
          <w:p w14:paraId="1B85BAE0" w14:textId="77777777" w:rsidR="00164FF5" w:rsidRDefault="00164FF5"/>
        </w:tc>
      </w:tr>
    </w:tbl>
    <w:p w14:paraId="76ACEC1F" w14:textId="77777777" w:rsidR="00164FF5" w:rsidRDefault="00164FF5"/>
    <w:p w14:paraId="62EB5792" w14:textId="77777777" w:rsidR="00164FF5" w:rsidRDefault="00861641">
      <w:pPr>
        <w:pStyle w:val="pstyleLabels"/>
      </w:pPr>
      <w:r>
        <w:rPr>
          <w:rStyle w:val="styleC3"/>
        </w:rPr>
        <w:t>Water destination</w:t>
      </w:r>
    </w:p>
    <w:tbl>
      <w:tblPr>
        <w:tblStyle w:val="FancyTable"/>
        <w:tblW w:w="0" w:type="auto"/>
        <w:tblInd w:w="-8" w:type="dxa"/>
        <w:tblLook w:val="04A0" w:firstRow="1" w:lastRow="0" w:firstColumn="1" w:lastColumn="0" w:noHBand="0" w:noVBand="1"/>
      </w:tblPr>
      <w:tblGrid>
        <w:gridCol w:w="1750"/>
        <w:gridCol w:w="1750"/>
      </w:tblGrid>
      <w:tr w:rsidR="00164FF5" w14:paraId="4CED2A33"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98B750C" w14:textId="77777777" w:rsidR="00164FF5" w:rsidRDefault="00861641">
            <w:pPr>
              <w:spacing w:after="0" w:line="240" w:lineRule="auto"/>
              <w:jc w:val="center"/>
            </w:pPr>
            <w:r>
              <w:rPr>
                <w:b/>
                <w:bCs/>
                <w:sz w:val="18"/>
                <w:szCs w:val="18"/>
              </w:rPr>
              <w:t>Presence?</w:t>
            </w:r>
          </w:p>
        </w:tc>
        <w:tc>
          <w:tcPr>
            <w:tcW w:w="1750" w:type="dxa"/>
          </w:tcPr>
          <w:p w14:paraId="7616349C" w14:textId="77777777" w:rsidR="00164FF5" w:rsidRDefault="00861641">
            <w:pPr>
              <w:spacing w:after="0" w:line="240" w:lineRule="auto"/>
              <w:jc w:val="center"/>
            </w:pPr>
            <w:r>
              <w:rPr>
                <w:b/>
                <w:bCs/>
                <w:sz w:val="18"/>
                <w:szCs w:val="18"/>
              </w:rPr>
              <w:t>Changes at RIS update</w:t>
            </w:r>
          </w:p>
        </w:tc>
      </w:tr>
      <w:tr w:rsidR="00164FF5" w14:paraId="516575AE" w14:textId="77777777" w:rsidTr="00164FF5">
        <w:trPr>
          <w:trHeight w:val="200"/>
        </w:trPr>
        <w:tc>
          <w:tcPr>
            <w:tcW w:w="1750" w:type="dxa"/>
          </w:tcPr>
          <w:p w14:paraId="4178C529" w14:textId="77777777" w:rsidR="00164FF5" w:rsidRDefault="00861641">
            <w:r>
              <w:rPr>
                <w:rStyle w:val="styleSubformtxt"/>
              </w:rPr>
              <w:t>Feeds groundwater</w:t>
            </w:r>
          </w:p>
        </w:tc>
        <w:tc>
          <w:tcPr>
            <w:tcW w:w="1750" w:type="dxa"/>
          </w:tcPr>
          <w:p w14:paraId="51309F8B" w14:textId="77777777" w:rsidR="00164FF5" w:rsidRDefault="00861641">
            <w:r>
              <w:rPr>
                <w:rStyle w:val="styleSubformtxt"/>
              </w:rPr>
              <w:t>No change</w:t>
            </w:r>
          </w:p>
        </w:tc>
      </w:tr>
      <w:tr w:rsidR="00164FF5" w14:paraId="5EDFCE0A" w14:textId="77777777" w:rsidTr="00164FF5">
        <w:trPr>
          <w:trHeight w:val="200"/>
        </w:trPr>
        <w:tc>
          <w:tcPr>
            <w:tcW w:w="1750" w:type="dxa"/>
          </w:tcPr>
          <w:p w14:paraId="3C607A6A" w14:textId="77777777" w:rsidR="00164FF5" w:rsidRDefault="00164FF5"/>
        </w:tc>
        <w:tc>
          <w:tcPr>
            <w:tcW w:w="1750" w:type="dxa"/>
          </w:tcPr>
          <w:p w14:paraId="5C45050E" w14:textId="77777777" w:rsidR="00164FF5" w:rsidRDefault="00164FF5"/>
        </w:tc>
      </w:tr>
    </w:tbl>
    <w:p w14:paraId="4AF03B4F" w14:textId="77777777" w:rsidR="00164FF5" w:rsidRDefault="00164FF5"/>
    <w:p w14:paraId="7D203231" w14:textId="77777777" w:rsidR="00164FF5" w:rsidRDefault="00861641">
      <w:pPr>
        <w:pStyle w:val="pstyleLabels"/>
      </w:pPr>
      <w:r>
        <w:rPr>
          <w:rStyle w:val="styleC3"/>
        </w:rPr>
        <w:t>Stability of water regime</w:t>
      </w:r>
    </w:p>
    <w:tbl>
      <w:tblPr>
        <w:tblStyle w:val="FancyTable"/>
        <w:tblW w:w="0" w:type="auto"/>
        <w:tblInd w:w="-8" w:type="dxa"/>
        <w:tblLook w:val="04A0" w:firstRow="1" w:lastRow="0" w:firstColumn="1" w:lastColumn="0" w:noHBand="0" w:noVBand="1"/>
      </w:tblPr>
      <w:tblGrid>
        <w:gridCol w:w="1750"/>
        <w:gridCol w:w="1750"/>
      </w:tblGrid>
      <w:tr w:rsidR="00164FF5" w14:paraId="0C6C8BA9"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5732829A" w14:textId="77777777" w:rsidR="00164FF5" w:rsidRDefault="00861641">
            <w:pPr>
              <w:spacing w:after="0" w:line="240" w:lineRule="auto"/>
              <w:jc w:val="center"/>
            </w:pPr>
            <w:r>
              <w:rPr>
                <w:b/>
                <w:bCs/>
                <w:sz w:val="18"/>
                <w:szCs w:val="18"/>
              </w:rPr>
              <w:t>Presence?</w:t>
            </w:r>
          </w:p>
        </w:tc>
        <w:tc>
          <w:tcPr>
            <w:tcW w:w="1750" w:type="dxa"/>
          </w:tcPr>
          <w:p w14:paraId="47C93113" w14:textId="77777777" w:rsidR="00164FF5" w:rsidRDefault="00861641">
            <w:pPr>
              <w:spacing w:after="0" w:line="240" w:lineRule="auto"/>
              <w:jc w:val="center"/>
            </w:pPr>
            <w:r>
              <w:rPr>
                <w:b/>
                <w:bCs/>
                <w:sz w:val="18"/>
                <w:szCs w:val="18"/>
              </w:rPr>
              <w:t>Changes at RIS update</w:t>
            </w:r>
          </w:p>
        </w:tc>
      </w:tr>
      <w:tr w:rsidR="00164FF5" w14:paraId="1617FA8E" w14:textId="77777777" w:rsidTr="00164FF5">
        <w:trPr>
          <w:trHeight w:val="200"/>
        </w:trPr>
        <w:tc>
          <w:tcPr>
            <w:tcW w:w="1750" w:type="dxa"/>
          </w:tcPr>
          <w:p w14:paraId="3B367922" w14:textId="77777777" w:rsidR="00164FF5" w:rsidRDefault="00861641">
            <w:r>
              <w:rPr>
                <w:rStyle w:val="styleSubformtxt"/>
              </w:rPr>
              <w:t>Water levels fluctuating (including tidal)</w:t>
            </w:r>
          </w:p>
        </w:tc>
        <w:tc>
          <w:tcPr>
            <w:tcW w:w="1750" w:type="dxa"/>
          </w:tcPr>
          <w:p w14:paraId="33D1E3AC" w14:textId="77777777" w:rsidR="00164FF5" w:rsidRDefault="00861641">
            <w:r>
              <w:rPr>
                <w:rStyle w:val="styleSubformtxt"/>
              </w:rPr>
              <w:t>No change</w:t>
            </w:r>
          </w:p>
        </w:tc>
      </w:tr>
      <w:tr w:rsidR="00164FF5" w14:paraId="41CF3A5C" w14:textId="77777777" w:rsidTr="00164FF5">
        <w:trPr>
          <w:trHeight w:val="200"/>
        </w:trPr>
        <w:tc>
          <w:tcPr>
            <w:tcW w:w="1750" w:type="dxa"/>
          </w:tcPr>
          <w:p w14:paraId="30F3CE7D" w14:textId="77777777" w:rsidR="00164FF5" w:rsidRDefault="00164FF5"/>
        </w:tc>
        <w:tc>
          <w:tcPr>
            <w:tcW w:w="1750" w:type="dxa"/>
          </w:tcPr>
          <w:p w14:paraId="14454E08" w14:textId="77777777" w:rsidR="00164FF5" w:rsidRDefault="00164FF5"/>
        </w:tc>
      </w:tr>
    </w:tbl>
    <w:p w14:paraId="45FEB0C4" w14:textId="77777777" w:rsidR="00164FF5" w:rsidRDefault="00164FF5"/>
    <w:p w14:paraId="56D024C5" w14:textId="77777777" w:rsidR="00164FF5" w:rsidRDefault="00861641">
      <w:pPr>
        <w:pStyle w:val="pstyleLabels"/>
      </w:pPr>
      <w:r>
        <w:rPr>
          <w:rStyle w:val="styleC3"/>
        </w:rPr>
        <w:t>Please add any comments on the water regime and its determinants (if relevant). Use this box to explain sites with complex hydrology:</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5"/>
        <w:gridCol w:w="8833"/>
      </w:tblGrid>
      <w:tr w:rsidR="00164FF5" w14:paraId="18692EE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1F840B" w14:textId="77777777" w:rsidR="00164FF5" w:rsidRDefault="00164FF5"/>
        </w:tc>
        <w:tc>
          <w:tcPr>
            <w:tcW w:w="9500" w:type="dxa"/>
          </w:tcPr>
          <w:p w14:paraId="761951BD" w14:textId="77777777" w:rsidR="00164FF5" w:rsidRDefault="00164FF5">
            <w:pPr>
              <w:pStyle w:val="pStyle"/>
              <w:rPr>
                <w:rStyle w:val="almostEmpty"/>
              </w:rPr>
            </w:pPr>
          </w:p>
          <w:p w14:paraId="4461C542" w14:textId="77777777" w:rsidR="00164FF5" w:rsidRDefault="00861641">
            <w:pPr>
              <w:spacing w:after="0" w:line="240" w:lineRule="auto"/>
              <w:ind w:left="57"/>
            </w:pPr>
            <w:r>
              <w:rPr>
                <w:rStyle w:val="styleDatatxt"/>
              </w:rPr>
              <w:t xml:space="preserve">Lake Pinaroo’s catchment area is approximately 77,706 ha and contains an area primarily enclosed by the Grey Range to the east and south-east. The maximum height of the Grey Ranges is approximately 260 metres, therefore Lake Pinaroo’s catchment is very flat and consequently very small changes in elevation will cause great changes in flooding extent. Sixty-one per cent of Lake Pinaroo’s catchment (47,233 ha) is contained within Sturt National Park, and the remainder of the catchment is used for grazing domestic stock. </w:t>
            </w:r>
          </w:p>
          <w:p w14:paraId="75D949B8" w14:textId="77777777" w:rsidR="00164FF5" w:rsidRDefault="00164FF5">
            <w:pPr>
              <w:pStyle w:val="pStyle"/>
              <w:rPr>
                <w:rStyle w:val="almostEmpty"/>
              </w:rPr>
            </w:pPr>
          </w:p>
          <w:p w14:paraId="2BEE0265" w14:textId="77777777" w:rsidR="00164FF5" w:rsidRDefault="00861641">
            <w:pPr>
              <w:spacing w:after="0" w:line="240" w:lineRule="auto"/>
              <w:ind w:left="57"/>
            </w:pPr>
            <w:r>
              <w:rPr>
                <w:rStyle w:val="styleDatatxt"/>
              </w:rPr>
              <w:t xml:space="preserve"> </w:t>
            </w:r>
          </w:p>
          <w:p w14:paraId="64DE9B8E" w14:textId="77777777" w:rsidR="00164FF5" w:rsidRDefault="00164FF5">
            <w:pPr>
              <w:pStyle w:val="pStyle"/>
              <w:rPr>
                <w:rStyle w:val="almostEmpty"/>
              </w:rPr>
            </w:pPr>
          </w:p>
          <w:p w14:paraId="4B027FA3" w14:textId="77777777" w:rsidR="00164FF5" w:rsidRDefault="00861641">
            <w:pPr>
              <w:spacing w:after="0" w:line="240" w:lineRule="auto"/>
              <w:ind w:left="57"/>
            </w:pPr>
            <w:r>
              <w:rPr>
                <w:rStyle w:val="styleDatatxt"/>
              </w:rPr>
              <w:t xml:space="preserve">Lake Pinaroo is located in the most arid part of the NSW and receives the second lowest recorded rainfall in the state (Cunningham et al. 1981). Lake Pinaroo fills after Frome Swamp is full and overflows, and this occurs after very intense rainfall. When full, Lake Pinaroo can hold water for extremely long periods of time (up to six years) because there is no point of outflow. Since water is a limited resource throughout the north-west corner of NSW, Lake Pinaroo plays a vital role in the continued survival of native fauna within the region. </w:t>
            </w:r>
          </w:p>
          <w:p w14:paraId="39E75D04" w14:textId="77777777" w:rsidR="00164FF5" w:rsidRDefault="00164FF5">
            <w:pPr>
              <w:pStyle w:val="pStyle"/>
              <w:rPr>
                <w:rStyle w:val="almostEmpty"/>
              </w:rPr>
            </w:pPr>
          </w:p>
          <w:p w14:paraId="7BE84342" w14:textId="77777777" w:rsidR="00164FF5" w:rsidRDefault="00164FF5">
            <w:pPr>
              <w:spacing w:after="0" w:line="240" w:lineRule="auto"/>
              <w:ind w:left="57"/>
            </w:pPr>
          </w:p>
        </w:tc>
      </w:tr>
    </w:tbl>
    <w:p w14:paraId="1638BAAC" w14:textId="77777777" w:rsidR="00164FF5" w:rsidRDefault="00861641">
      <w:pPr>
        <w:spacing w:before="80" w:after="20" w:line="244" w:lineRule="auto"/>
        <w:ind w:left="216"/>
      </w:pPr>
      <w:r>
        <w:rPr>
          <w:rStyle w:val="styleC3ecd"/>
        </w:rPr>
        <w:lastRenderedPageBreak/>
        <w:t>Connectivity of surface waters and of groundwater</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760F78F0"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95E03CC" w14:textId="77777777" w:rsidR="00164FF5" w:rsidRDefault="00164FF5">
            <w:pPr>
              <w:spacing w:after="0" w:line="240" w:lineRule="auto"/>
              <w:ind w:left="216"/>
            </w:pPr>
          </w:p>
        </w:tc>
        <w:tc>
          <w:tcPr>
            <w:tcW w:w="9500" w:type="dxa"/>
          </w:tcPr>
          <w:p w14:paraId="46C45C23" w14:textId="77777777" w:rsidR="00164FF5" w:rsidRDefault="00861641">
            <w:pPr>
              <w:spacing w:before="5" w:after="2" w:line="240" w:lineRule="auto"/>
              <w:ind w:left="72"/>
            </w:pPr>
            <w:r>
              <w:rPr>
                <w:rStyle w:val="styleDatatxt"/>
              </w:rPr>
              <w:t>No information available</w:t>
            </w:r>
          </w:p>
        </w:tc>
      </w:tr>
    </w:tbl>
    <w:p w14:paraId="4A9F814E" w14:textId="77777777" w:rsidR="00164FF5" w:rsidRDefault="00861641">
      <w:pPr>
        <w:spacing w:before="80" w:after="20" w:line="244" w:lineRule="auto"/>
        <w:ind w:left="216"/>
      </w:pPr>
      <w:r>
        <w:rPr>
          <w:rStyle w:val="styleC3ecd"/>
        </w:rPr>
        <w:t>Stratification and mixing regime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54F8AC5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4305963" w14:textId="77777777" w:rsidR="00164FF5" w:rsidRDefault="00164FF5">
            <w:pPr>
              <w:spacing w:after="0" w:line="240" w:lineRule="auto"/>
              <w:ind w:left="216"/>
            </w:pPr>
          </w:p>
        </w:tc>
        <w:tc>
          <w:tcPr>
            <w:tcW w:w="9500" w:type="dxa"/>
          </w:tcPr>
          <w:p w14:paraId="2DE212D1" w14:textId="77777777" w:rsidR="00164FF5" w:rsidRDefault="00861641">
            <w:pPr>
              <w:spacing w:before="5" w:after="2" w:line="240" w:lineRule="auto"/>
              <w:ind w:left="72"/>
            </w:pPr>
            <w:r>
              <w:rPr>
                <w:rStyle w:val="styleDatatxt"/>
              </w:rPr>
              <w:t>No information available</w:t>
            </w:r>
          </w:p>
        </w:tc>
      </w:tr>
    </w:tbl>
    <w:p w14:paraId="62F7C22B" w14:textId="77777777" w:rsidR="00164FF5" w:rsidRDefault="00164FF5"/>
    <w:p w14:paraId="55E0D98A" w14:textId="77777777" w:rsidR="00164FF5" w:rsidRDefault="00861641">
      <w:pPr>
        <w:pStyle w:val="pstyleSection"/>
      </w:pPr>
      <w:r>
        <w:rPr>
          <w:rStyle w:val="styleL2"/>
        </w:rPr>
        <w:t>4.4.5 Sediment regime</w:t>
      </w:r>
    </w:p>
    <w:p w14:paraId="2E066EE2" w14:textId="77777777" w:rsidR="00164FF5" w:rsidRDefault="00861641">
      <w:pPr>
        <w:spacing w:after="0" w:line="240" w:lineRule="auto"/>
        <w:ind w:left="216"/>
      </w:pPr>
      <w:r>
        <w:rPr>
          <w:rStyle w:val="styleC3"/>
        </w:rPr>
        <w:tab/>
      </w:r>
      <w:r>
        <w:rPr>
          <w:rStyle w:val="styleRad"/>
        </w:rPr>
        <w:t xml:space="preserve"> [  ] </w:t>
      </w:r>
      <w:r>
        <w:rPr>
          <w:rStyle w:val="styleC3"/>
        </w:rPr>
        <w:t xml:space="preserve"> Significant erosion of sediments occurs on the site</w:t>
      </w:r>
    </w:p>
    <w:p w14:paraId="47D88F38"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59FB3D3F"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166974ED" w14:textId="77777777" w:rsidR="00164FF5" w:rsidRDefault="00861641">
      <w:pPr>
        <w:spacing w:after="0" w:line="240" w:lineRule="auto"/>
      </w:pPr>
      <w:r>
        <w:rPr>
          <w:rStyle w:val="almostEmpty"/>
        </w:rPr>
        <w:t>.</w:t>
      </w:r>
    </w:p>
    <w:p w14:paraId="66B7762C" w14:textId="77777777" w:rsidR="00164FF5" w:rsidRDefault="00861641">
      <w:pPr>
        <w:spacing w:after="0" w:line="240" w:lineRule="auto"/>
      </w:pPr>
      <w:r>
        <w:rPr>
          <w:rStyle w:val="almostEmpty"/>
        </w:rPr>
        <w:t>.</w:t>
      </w:r>
    </w:p>
    <w:p w14:paraId="273D5A2A" w14:textId="77777777" w:rsidR="00164FF5" w:rsidRDefault="00861641">
      <w:pPr>
        <w:spacing w:after="0" w:line="240" w:lineRule="auto"/>
      </w:pPr>
      <w:r>
        <w:rPr>
          <w:rStyle w:val="almostEmpty"/>
        </w:rPr>
        <w:t>.</w:t>
      </w:r>
    </w:p>
    <w:p w14:paraId="77B8D179" w14:textId="77777777" w:rsidR="00164FF5" w:rsidRDefault="00861641">
      <w:pPr>
        <w:spacing w:after="0" w:line="240" w:lineRule="auto"/>
        <w:ind w:left="216"/>
      </w:pPr>
      <w:r>
        <w:rPr>
          <w:rStyle w:val="styleC3"/>
        </w:rPr>
        <w:tab/>
      </w:r>
      <w:r>
        <w:rPr>
          <w:rStyle w:val="styleRad"/>
        </w:rPr>
        <w:t xml:space="preserve"> [  ] </w:t>
      </w:r>
      <w:r>
        <w:rPr>
          <w:rStyle w:val="styleC3"/>
        </w:rPr>
        <w:t xml:space="preserve"> Significant accretion or deposition of sediments occurs on the site</w:t>
      </w:r>
    </w:p>
    <w:p w14:paraId="08491575"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76C8DEC6"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131757C1" w14:textId="77777777" w:rsidR="00164FF5" w:rsidRDefault="00861641">
      <w:pPr>
        <w:spacing w:after="0" w:line="240" w:lineRule="auto"/>
      </w:pPr>
      <w:r>
        <w:rPr>
          <w:rStyle w:val="almostEmpty"/>
        </w:rPr>
        <w:t>.</w:t>
      </w:r>
    </w:p>
    <w:p w14:paraId="018E4A7A" w14:textId="77777777" w:rsidR="00164FF5" w:rsidRDefault="00861641">
      <w:pPr>
        <w:spacing w:after="0" w:line="240" w:lineRule="auto"/>
      </w:pPr>
      <w:r>
        <w:rPr>
          <w:rStyle w:val="almostEmpty"/>
        </w:rPr>
        <w:t>.</w:t>
      </w:r>
    </w:p>
    <w:p w14:paraId="4ACBE91C" w14:textId="77777777" w:rsidR="00164FF5" w:rsidRDefault="00861641">
      <w:pPr>
        <w:spacing w:after="0" w:line="240" w:lineRule="auto"/>
      </w:pPr>
      <w:r>
        <w:rPr>
          <w:rStyle w:val="almostEmpty"/>
        </w:rPr>
        <w:t>.</w:t>
      </w:r>
    </w:p>
    <w:p w14:paraId="0BBAB942" w14:textId="77777777" w:rsidR="00164FF5" w:rsidRDefault="00861641">
      <w:pPr>
        <w:spacing w:after="0" w:line="240" w:lineRule="auto"/>
        <w:ind w:left="216"/>
      </w:pPr>
      <w:r>
        <w:rPr>
          <w:rStyle w:val="styleC3"/>
        </w:rPr>
        <w:tab/>
      </w:r>
      <w:r>
        <w:rPr>
          <w:rStyle w:val="styleRad"/>
        </w:rPr>
        <w:t xml:space="preserve"> [  ] </w:t>
      </w:r>
      <w:r>
        <w:rPr>
          <w:rStyle w:val="styleC3"/>
        </w:rPr>
        <w:t xml:space="preserve"> Significant transportation of sediments occurs on or through the site</w:t>
      </w:r>
    </w:p>
    <w:p w14:paraId="1561CF01"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644F0B6A"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4775C83C" w14:textId="77777777" w:rsidR="00164FF5" w:rsidRDefault="00861641">
      <w:pPr>
        <w:spacing w:after="0" w:line="240" w:lineRule="auto"/>
      </w:pPr>
      <w:r>
        <w:rPr>
          <w:rStyle w:val="almostEmpty"/>
        </w:rPr>
        <w:t>.</w:t>
      </w:r>
    </w:p>
    <w:p w14:paraId="0C8F80C3" w14:textId="77777777" w:rsidR="00164FF5" w:rsidRDefault="00861641">
      <w:pPr>
        <w:spacing w:after="0" w:line="240" w:lineRule="auto"/>
      </w:pPr>
      <w:r>
        <w:rPr>
          <w:rStyle w:val="almostEmpty"/>
        </w:rPr>
        <w:t>.</w:t>
      </w:r>
    </w:p>
    <w:p w14:paraId="784B7FF2" w14:textId="77777777" w:rsidR="00164FF5" w:rsidRDefault="00861641">
      <w:pPr>
        <w:spacing w:after="0" w:line="240" w:lineRule="auto"/>
      </w:pPr>
      <w:r>
        <w:rPr>
          <w:rStyle w:val="almostEmpty"/>
        </w:rPr>
        <w:t>.</w:t>
      </w:r>
    </w:p>
    <w:p w14:paraId="03784F38" w14:textId="77777777" w:rsidR="00164FF5" w:rsidRDefault="00861641">
      <w:pPr>
        <w:spacing w:after="0" w:line="240" w:lineRule="auto"/>
        <w:ind w:left="216"/>
      </w:pPr>
      <w:r>
        <w:rPr>
          <w:rStyle w:val="styleC3"/>
        </w:rPr>
        <w:tab/>
      </w:r>
      <w:r>
        <w:rPr>
          <w:rStyle w:val="styleRad"/>
        </w:rPr>
        <w:t xml:space="preserve"> [  ] </w:t>
      </w:r>
      <w:r>
        <w:rPr>
          <w:rStyle w:val="styleC3"/>
        </w:rPr>
        <w:t xml:space="preserve"> Sediment regime is highly variable, either seasonally or inter-annually</w:t>
      </w:r>
    </w:p>
    <w:p w14:paraId="3983C4D3"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0F22B64F"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41B8BE81" w14:textId="77777777" w:rsidR="00164FF5" w:rsidRDefault="00861641">
      <w:pPr>
        <w:spacing w:after="0" w:line="240" w:lineRule="auto"/>
      </w:pPr>
      <w:r>
        <w:rPr>
          <w:rStyle w:val="almostEmpty"/>
        </w:rPr>
        <w:t>.</w:t>
      </w:r>
    </w:p>
    <w:p w14:paraId="6771317A" w14:textId="77777777" w:rsidR="00164FF5" w:rsidRDefault="00861641">
      <w:pPr>
        <w:spacing w:after="0" w:line="240" w:lineRule="auto"/>
      </w:pPr>
      <w:r>
        <w:rPr>
          <w:rStyle w:val="almostEmpty"/>
        </w:rPr>
        <w:t>.</w:t>
      </w:r>
    </w:p>
    <w:p w14:paraId="7C84149F" w14:textId="77777777" w:rsidR="00164FF5" w:rsidRDefault="00861641">
      <w:pPr>
        <w:spacing w:after="0" w:line="240" w:lineRule="auto"/>
      </w:pPr>
      <w:r>
        <w:rPr>
          <w:rStyle w:val="almostEmpty"/>
        </w:rPr>
        <w:t>.</w:t>
      </w:r>
    </w:p>
    <w:p w14:paraId="721808E7" w14:textId="77777777" w:rsidR="00164FF5" w:rsidRDefault="00861641">
      <w:pPr>
        <w:spacing w:after="0" w:line="240" w:lineRule="auto"/>
        <w:ind w:left="216"/>
      </w:pPr>
      <w:r>
        <w:rPr>
          <w:rStyle w:val="styleC3"/>
        </w:rPr>
        <w:tab/>
      </w:r>
      <w:r>
        <w:rPr>
          <w:rStyle w:val="styleRad"/>
        </w:rPr>
        <w:t xml:space="preserve"> [x] </w:t>
      </w:r>
      <w:r>
        <w:rPr>
          <w:rStyle w:val="styleC3"/>
        </w:rPr>
        <w:t xml:space="preserve"> Sediment regime unknown</w:t>
      </w:r>
    </w:p>
    <w:p w14:paraId="1F1A6A8D" w14:textId="77777777" w:rsidR="00164FF5" w:rsidRDefault="00861641">
      <w:pPr>
        <w:pStyle w:val="pstyleLabels"/>
      </w:pPr>
      <w:r>
        <w:rPr>
          <w:rStyle w:val="styleC3"/>
        </w:rPr>
        <w:t>Please provide further information on sediment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5A9A317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3765499" w14:textId="77777777" w:rsidR="00164FF5" w:rsidRDefault="00164FF5"/>
        </w:tc>
        <w:tc>
          <w:tcPr>
            <w:tcW w:w="9500" w:type="dxa"/>
          </w:tcPr>
          <w:p w14:paraId="7D986651" w14:textId="77777777" w:rsidR="00164FF5" w:rsidRDefault="00861641">
            <w:pPr>
              <w:spacing w:before="30" w:after="25" w:line="240" w:lineRule="auto"/>
              <w:ind w:left="57"/>
            </w:pPr>
            <w:r>
              <w:rPr>
                <w:rStyle w:val="styleDatatxt"/>
              </w:rPr>
              <w:t xml:space="preserve">Lake Pinaroo comprises later Tertiary and Quaternary unconsolidated sediments overlying Cretaceous Rolling Downs sedimentary sequence. Goodrick (1984) classified Lake Pinaroo in the Gnurntah wetland system which has cracking brown clays and crusty brown clays. </w:t>
            </w:r>
          </w:p>
        </w:tc>
      </w:tr>
    </w:tbl>
    <w:p w14:paraId="6868FF7E" w14:textId="77777777" w:rsidR="00164FF5" w:rsidRDefault="00861641">
      <w:pPr>
        <w:spacing w:before="80" w:after="20" w:line="244" w:lineRule="auto"/>
        <w:ind w:left="216"/>
      </w:pPr>
      <w:r>
        <w:rPr>
          <w:rStyle w:val="styleC3ecd"/>
        </w:rPr>
        <w:t>Water turbidity and colour</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34D93B9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F1E6D60" w14:textId="77777777" w:rsidR="00164FF5" w:rsidRDefault="00164FF5">
            <w:pPr>
              <w:spacing w:after="0" w:line="240" w:lineRule="auto"/>
              <w:ind w:left="216"/>
            </w:pPr>
          </w:p>
        </w:tc>
        <w:tc>
          <w:tcPr>
            <w:tcW w:w="9500" w:type="dxa"/>
          </w:tcPr>
          <w:p w14:paraId="6D56C53A" w14:textId="77777777" w:rsidR="00164FF5" w:rsidRDefault="00861641">
            <w:pPr>
              <w:spacing w:before="5" w:after="2" w:line="240" w:lineRule="auto"/>
              <w:ind w:left="72"/>
            </w:pPr>
            <w:r>
              <w:rPr>
                <w:rStyle w:val="styleDatatxt"/>
              </w:rPr>
              <w:t>No information available</w:t>
            </w:r>
          </w:p>
        </w:tc>
      </w:tr>
    </w:tbl>
    <w:p w14:paraId="0CD074C4" w14:textId="77777777" w:rsidR="00164FF5" w:rsidRDefault="00861641">
      <w:pPr>
        <w:spacing w:before="80" w:after="20" w:line="244" w:lineRule="auto"/>
        <w:ind w:left="216"/>
      </w:pPr>
      <w:r>
        <w:rPr>
          <w:rStyle w:val="styleC3ecd"/>
        </w:rPr>
        <w:t>Light - reaching wetland</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63CB5469"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41C334F" w14:textId="77777777" w:rsidR="00164FF5" w:rsidRDefault="00164FF5">
            <w:pPr>
              <w:spacing w:after="0" w:line="240" w:lineRule="auto"/>
              <w:ind w:left="216"/>
            </w:pPr>
          </w:p>
        </w:tc>
        <w:tc>
          <w:tcPr>
            <w:tcW w:w="9500" w:type="dxa"/>
          </w:tcPr>
          <w:p w14:paraId="38E928B4" w14:textId="77777777" w:rsidR="00164FF5" w:rsidRDefault="00861641">
            <w:pPr>
              <w:spacing w:before="5" w:after="2" w:line="240" w:lineRule="auto"/>
              <w:ind w:left="72"/>
            </w:pPr>
            <w:r>
              <w:rPr>
                <w:rStyle w:val="styleDatatxt"/>
              </w:rPr>
              <w:t>No information available</w:t>
            </w:r>
          </w:p>
        </w:tc>
      </w:tr>
    </w:tbl>
    <w:p w14:paraId="0A7223E1" w14:textId="77777777" w:rsidR="00164FF5" w:rsidRDefault="00861641">
      <w:pPr>
        <w:spacing w:before="80" w:after="20" w:line="244" w:lineRule="auto"/>
        <w:ind w:left="216"/>
      </w:pPr>
      <w:r>
        <w:rPr>
          <w:rStyle w:val="styleC3ecd"/>
        </w:rPr>
        <w:t>Water temperature</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1CC1F84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7D71926" w14:textId="77777777" w:rsidR="00164FF5" w:rsidRDefault="00164FF5">
            <w:pPr>
              <w:spacing w:after="0" w:line="240" w:lineRule="auto"/>
              <w:ind w:left="216"/>
            </w:pPr>
          </w:p>
        </w:tc>
        <w:tc>
          <w:tcPr>
            <w:tcW w:w="9500" w:type="dxa"/>
          </w:tcPr>
          <w:p w14:paraId="71EC994C" w14:textId="77777777" w:rsidR="00164FF5" w:rsidRDefault="00861641">
            <w:pPr>
              <w:spacing w:before="5" w:after="2" w:line="240" w:lineRule="auto"/>
              <w:ind w:left="72"/>
            </w:pPr>
            <w:r>
              <w:rPr>
                <w:rStyle w:val="styleDatatxt"/>
              </w:rPr>
              <w:t>No information available</w:t>
            </w:r>
          </w:p>
        </w:tc>
      </w:tr>
    </w:tbl>
    <w:p w14:paraId="585EF623" w14:textId="77777777" w:rsidR="00164FF5" w:rsidRDefault="00164FF5"/>
    <w:p w14:paraId="4E1592F3" w14:textId="77777777" w:rsidR="00164FF5" w:rsidRDefault="00861641">
      <w:pPr>
        <w:pStyle w:val="pstyleSection"/>
      </w:pPr>
      <w:r>
        <w:rPr>
          <w:rStyle w:val="styleL2"/>
        </w:rPr>
        <w:t>4.4.6 Water pH</w:t>
      </w:r>
    </w:p>
    <w:p w14:paraId="2CB3663F" w14:textId="77777777" w:rsidR="00164FF5" w:rsidRDefault="00861641">
      <w:pPr>
        <w:spacing w:after="0" w:line="240" w:lineRule="auto"/>
        <w:ind w:left="216"/>
      </w:pPr>
      <w:r>
        <w:rPr>
          <w:rStyle w:val="styleC3"/>
        </w:rPr>
        <w:tab/>
      </w:r>
      <w:r>
        <w:rPr>
          <w:rStyle w:val="styleRad"/>
        </w:rPr>
        <w:t xml:space="preserve"> [  ] </w:t>
      </w:r>
      <w:r>
        <w:rPr>
          <w:rStyle w:val="styleC3"/>
        </w:rPr>
        <w:t xml:space="preserve"> Acid (pH&lt;5.5)</w:t>
      </w:r>
    </w:p>
    <w:p w14:paraId="79663CED"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623C3938"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3B6C138D" w14:textId="77777777" w:rsidR="00164FF5" w:rsidRDefault="00861641">
      <w:pPr>
        <w:spacing w:after="0" w:line="240" w:lineRule="auto"/>
      </w:pPr>
      <w:r>
        <w:rPr>
          <w:rStyle w:val="almostEmpty"/>
        </w:rPr>
        <w:t>.</w:t>
      </w:r>
    </w:p>
    <w:p w14:paraId="3C36EBE1" w14:textId="77777777" w:rsidR="00164FF5" w:rsidRDefault="00861641">
      <w:pPr>
        <w:spacing w:after="0" w:line="240" w:lineRule="auto"/>
      </w:pPr>
      <w:r>
        <w:rPr>
          <w:rStyle w:val="almostEmpty"/>
        </w:rPr>
        <w:t>.</w:t>
      </w:r>
    </w:p>
    <w:p w14:paraId="2203E08B" w14:textId="77777777" w:rsidR="00164FF5" w:rsidRDefault="00861641">
      <w:pPr>
        <w:spacing w:after="0" w:line="240" w:lineRule="auto"/>
      </w:pPr>
      <w:r>
        <w:rPr>
          <w:rStyle w:val="almostEmpty"/>
        </w:rPr>
        <w:t>.</w:t>
      </w:r>
    </w:p>
    <w:p w14:paraId="09CA0B1E" w14:textId="77777777" w:rsidR="00164FF5" w:rsidRDefault="00861641">
      <w:pPr>
        <w:spacing w:after="0" w:line="240" w:lineRule="auto"/>
        <w:ind w:left="216"/>
      </w:pPr>
      <w:r>
        <w:rPr>
          <w:rStyle w:val="styleC3"/>
        </w:rPr>
        <w:tab/>
      </w:r>
      <w:r>
        <w:rPr>
          <w:rStyle w:val="styleRad"/>
        </w:rPr>
        <w:t xml:space="preserve"> [  ] </w:t>
      </w:r>
      <w:r>
        <w:rPr>
          <w:rStyle w:val="styleC3"/>
        </w:rPr>
        <w:t xml:space="preserve"> Circumneutral (pH: 5.5-7.4 )</w:t>
      </w:r>
    </w:p>
    <w:p w14:paraId="2719307A"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0C65831A"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2D633A90" w14:textId="77777777" w:rsidR="00164FF5" w:rsidRDefault="00861641">
      <w:pPr>
        <w:spacing w:after="0" w:line="240" w:lineRule="auto"/>
      </w:pPr>
      <w:r>
        <w:rPr>
          <w:rStyle w:val="almostEmpty"/>
        </w:rPr>
        <w:t>.</w:t>
      </w:r>
    </w:p>
    <w:p w14:paraId="52CA700B" w14:textId="77777777" w:rsidR="00164FF5" w:rsidRDefault="00861641">
      <w:pPr>
        <w:spacing w:after="0" w:line="240" w:lineRule="auto"/>
      </w:pPr>
      <w:r>
        <w:rPr>
          <w:rStyle w:val="almostEmpty"/>
        </w:rPr>
        <w:t>.</w:t>
      </w:r>
    </w:p>
    <w:p w14:paraId="3B3925A5" w14:textId="77777777" w:rsidR="00164FF5" w:rsidRDefault="00861641">
      <w:pPr>
        <w:spacing w:after="0" w:line="240" w:lineRule="auto"/>
      </w:pPr>
      <w:r>
        <w:rPr>
          <w:rStyle w:val="almostEmpty"/>
        </w:rPr>
        <w:t>.</w:t>
      </w:r>
    </w:p>
    <w:p w14:paraId="1A660801" w14:textId="77777777" w:rsidR="00164FF5" w:rsidRDefault="00861641">
      <w:pPr>
        <w:spacing w:after="0" w:line="240" w:lineRule="auto"/>
        <w:ind w:left="216"/>
      </w:pPr>
      <w:r>
        <w:rPr>
          <w:rStyle w:val="styleC3"/>
        </w:rPr>
        <w:tab/>
      </w:r>
      <w:r>
        <w:rPr>
          <w:rStyle w:val="styleRad"/>
        </w:rPr>
        <w:t xml:space="preserve"> [  ] </w:t>
      </w:r>
      <w:r>
        <w:rPr>
          <w:rStyle w:val="styleC3"/>
        </w:rPr>
        <w:t xml:space="preserve"> Alkaline (pH&gt;7.4)</w:t>
      </w:r>
    </w:p>
    <w:p w14:paraId="574DD8C4"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6081BF34" w14:textId="77777777" w:rsidR="00164FF5" w:rsidRDefault="00861641">
      <w:pPr>
        <w:pStyle w:val="pStyle"/>
      </w:pPr>
      <w:r>
        <w:rPr>
          <w:rStyle w:val="styleRad"/>
        </w:rPr>
        <w:t xml:space="preserve"> [  ]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[x] </w:t>
      </w:r>
      <w:r>
        <w:rPr>
          <w:rStyle w:val="styleC3update"/>
        </w:rPr>
        <w:t xml:space="preserve">Unknown </w:t>
      </w:r>
    </w:p>
    <w:p w14:paraId="6C910C39" w14:textId="77777777" w:rsidR="00164FF5" w:rsidRDefault="00861641">
      <w:pPr>
        <w:spacing w:after="0" w:line="240" w:lineRule="auto"/>
      </w:pPr>
      <w:r>
        <w:rPr>
          <w:rStyle w:val="almostEmpty"/>
        </w:rPr>
        <w:t>.</w:t>
      </w:r>
    </w:p>
    <w:p w14:paraId="138EDAD9" w14:textId="77777777" w:rsidR="00164FF5" w:rsidRDefault="00861641">
      <w:pPr>
        <w:spacing w:after="0" w:line="240" w:lineRule="auto"/>
      </w:pPr>
      <w:r>
        <w:rPr>
          <w:rStyle w:val="almostEmpty"/>
        </w:rPr>
        <w:t>.</w:t>
      </w:r>
    </w:p>
    <w:p w14:paraId="6A6E7F49" w14:textId="77777777" w:rsidR="00164FF5" w:rsidRDefault="00861641">
      <w:pPr>
        <w:spacing w:after="0" w:line="240" w:lineRule="auto"/>
      </w:pPr>
      <w:r>
        <w:rPr>
          <w:rStyle w:val="almostEmpty"/>
        </w:rPr>
        <w:t>.</w:t>
      </w:r>
    </w:p>
    <w:p w14:paraId="2C160629" w14:textId="77777777" w:rsidR="00164FF5" w:rsidRDefault="00861641">
      <w:pPr>
        <w:spacing w:after="0" w:line="240" w:lineRule="auto"/>
        <w:ind w:left="216"/>
      </w:pPr>
      <w:r>
        <w:rPr>
          <w:rStyle w:val="styleC3"/>
        </w:rPr>
        <w:tab/>
      </w:r>
      <w:r>
        <w:rPr>
          <w:rStyle w:val="styleRad"/>
        </w:rPr>
        <w:t xml:space="preserve"> [x] </w:t>
      </w:r>
      <w:r>
        <w:rPr>
          <w:rStyle w:val="styleC3"/>
        </w:rPr>
        <w:t xml:space="preserve"> Unknown</w:t>
      </w:r>
    </w:p>
    <w:p w14:paraId="63F72949" w14:textId="77777777" w:rsidR="00164FF5" w:rsidRDefault="00861641">
      <w:pPr>
        <w:pStyle w:val="pstyleLabels"/>
      </w:pPr>
      <w:r>
        <w:rPr>
          <w:rStyle w:val="styleC3"/>
        </w:rPr>
        <w:t>Please provide further information on pH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164FF5" w14:paraId="7C3191F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BF7BFEC" w14:textId="77777777" w:rsidR="00164FF5" w:rsidRDefault="00164FF5"/>
        </w:tc>
        <w:tc>
          <w:tcPr>
            <w:tcW w:w="9500" w:type="dxa"/>
          </w:tcPr>
          <w:p w14:paraId="0A8A7184" w14:textId="77777777" w:rsidR="00164FF5" w:rsidRDefault="00164FF5">
            <w:pPr>
              <w:spacing w:before="30" w:after="25" w:line="240" w:lineRule="auto"/>
              <w:ind w:left="57"/>
            </w:pPr>
          </w:p>
        </w:tc>
      </w:tr>
    </w:tbl>
    <w:p w14:paraId="14B8C536" w14:textId="77777777" w:rsidR="00164FF5" w:rsidRDefault="00164FF5"/>
    <w:p w14:paraId="0F72696F" w14:textId="77777777" w:rsidR="00164FF5" w:rsidRDefault="00861641">
      <w:pPr>
        <w:pStyle w:val="pstyleSection"/>
      </w:pPr>
      <w:r>
        <w:rPr>
          <w:rStyle w:val="styleL2"/>
        </w:rPr>
        <w:t>4.4.7 Water salinity</w:t>
      </w:r>
    </w:p>
    <w:p w14:paraId="33437F5F" w14:textId="77777777" w:rsidR="00164FF5" w:rsidRDefault="00861641">
      <w:pPr>
        <w:spacing w:after="0" w:line="240" w:lineRule="auto"/>
        <w:ind w:left="216"/>
      </w:pPr>
      <w:r>
        <w:rPr>
          <w:rStyle w:val="styleC3"/>
        </w:rPr>
        <w:tab/>
      </w:r>
      <w:r>
        <w:rPr>
          <w:rStyle w:val="styleRad"/>
        </w:rPr>
        <w:t xml:space="preserve"> [  ] </w:t>
      </w:r>
      <w:r>
        <w:rPr>
          <w:rStyle w:val="styleC3"/>
        </w:rPr>
        <w:t xml:space="preserve"> Fresh (&lt;0.5 g/l)</w:t>
      </w:r>
    </w:p>
    <w:p w14:paraId="3F7A3442"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4E338C29"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A94E5F9" w14:textId="77777777" w:rsidR="00164FF5" w:rsidRDefault="00861641">
      <w:pPr>
        <w:spacing w:after="0" w:line="240" w:lineRule="auto"/>
      </w:pPr>
      <w:r>
        <w:rPr>
          <w:rStyle w:val="almostEmpty"/>
        </w:rPr>
        <w:t>.</w:t>
      </w:r>
    </w:p>
    <w:p w14:paraId="2D475C92" w14:textId="77777777" w:rsidR="00164FF5" w:rsidRDefault="00861641">
      <w:pPr>
        <w:spacing w:after="0" w:line="240" w:lineRule="auto"/>
      </w:pPr>
      <w:r>
        <w:rPr>
          <w:rStyle w:val="almostEmpty"/>
        </w:rPr>
        <w:t>.</w:t>
      </w:r>
    </w:p>
    <w:p w14:paraId="25B72216" w14:textId="77777777" w:rsidR="00164FF5" w:rsidRDefault="00861641">
      <w:pPr>
        <w:spacing w:after="0" w:line="240" w:lineRule="auto"/>
      </w:pPr>
      <w:r>
        <w:rPr>
          <w:rStyle w:val="almostEmpty"/>
        </w:rPr>
        <w:t>.</w:t>
      </w:r>
    </w:p>
    <w:p w14:paraId="7DA35FAF" w14:textId="77777777" w:rsidR="00164FF5" w:rsidRDefault="00861641">
      <w:pPr>
        <w:spacing w:after="0" w:line="240" w:lineRule="auto"/>
        <w:ind w:left="216"/>
      </w:pPr>
      <w:r>
        <w:rPr>
          <w:rStyle w:val="styleC3"/>
        </w:rPr>
        <w:lastRenderedPageBreak/>
        <w:tab/>
      </w:r>
      <w:r>
        <w:rPr>
          <w:rStyle w:val="styleRad"/>
        </w:rPr>
        <w:t xml:space="preserve"> [  ] </w:t>
      </w:r>
      <w:r>
        <w:rPr>
          <w:rStyle w:val="styleC3"/>
        </w:rPr>
        <w:t xml:space="preserve"> Mixohaline (brackish)/Mixosaline (0.5-30 g/l)</w:t>
      </w:r>
    </w:p>
    <w:p w14:paraId="7F9AB787"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6D7FB917"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7EC9BB8" w14:textId="77777777" w:rsidR="00164FF5" w:rsidRDefault="00861641">
      <w:pPr>
        <w:spacing w:after="0" w:line="240" w:lineRule="auto"/>
      </w:pPr>
      <w:r>
        <w:rPr>
          <w:rStyle w:val="almostEmpty"/>
        </w:rPr>
        <w:t>.</w:t>
      </w:r>
    </w:p>
    <w:p w14:paraId="2B1EBF22" w14:textId="77777777" w:rsidR="00164FF5" w:rsidRDefault="00861641">
      <w:pPr>
        <w:spacing w:after="0" w:line="240" w:lineRule="auto"/>
      </w:pPr>
      <w:r>
        <w:rPr>
          <w:rStyle w:val="almostEmpty"/>
        </w:rPr>
        <w:t>.</w:t>
      </w:r>
    </w:p>
    <w:p w14:paraId="5597344C" w14:textId="77777777" w:rsidR="00164FF5" w:rsidRDefault="00861641">
      <w:pPr>
        <w:spacing w:after="0" w:line="240" w:lineRule="auto"/>
      </w:pPr>
      <w:r>
        <w:rPr>
          <w:rStyle w:val="almostEmpty"/>
        </w:rPr>
        <w:t>.</w:t>
      </w:r>
    </w:p>
    <w:p w14:paraId="24BE2340" w14:textId="77777777" w:rsidR="00164FF5" w:rsidRDefault="00861641">
      <w:pPr>
        <w:spacing w:after="0" w:line="240" w:lineRule="auto"/>
        <w:ind w:left="216"/>
      </w:pPr>
      <w:r>
        <w:rPr>
          <w:rStyle w:val="styleC3"/>
        </w:rPr>
        <w:tab/>
      </w:r>
      <w:r>
        <w:rPr>
          <w:rStyle w:val="styleRad"/>
        </w:rPr>
        <w:t xml:space="preserve"> [  ] </w:t>
      </w:r>
      <w:r>
        <w:rPr>
          <w:rStyle w:val="styleC3"/>
        </w:rPr>
        <w:t xml:space="preserve"> Euhaline/Eusaline (30-40 g/l)</w:t>
      </w:r>
    </w:p>
    <w:p w14:paraId="2D5B0759"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1835A48C"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CF63FB6" w14:textId="77777777" w:rsidR="00164FF5" w:rsidRDefault="00861641">
      <w:pPr>
        <w:spacing w:after="0" w:line="240" w:lineRule="auto"/>
      </w:pPr>
      <w:r>
        <w:rPr>
          <w:rStyle w:val="almostEmpty"/>
        </w:rPr>
        <w:t>.</w:t>
      </w:r>
    </w:p>
    <w:p w14:paraId="6DF71370" w14:textId="77777777" w:rsidR="00164FF5" w:rsidRDefault="00861641">
      <w:pPr>
        <w:spacing w:after="0" w:line="240" w:lineRule="auto"/>
      </w:pPr>
      <w:r>
        <w:rPr>
          <w:rStyle w:val="almostEmpty"/>
        </w:rPr>
        <w:t>.</w:t>
      </w:r>
    </w:p>
    <w:p w14:paraId="3AB1A63A" w14:textId="77777777" w:rsidR="00164FF5" w:rsidRDefault="00861641">
      <w:pPr>
        <w:spacing w:after="0" w:line="240" w:lineRule="auto"/>
      </w:pPr>
      <w:r>
        <w:rPr>
          <w:rStyle w:val="almostEmpty"/>
        </w:rPr>
        <w:t>.</w:t>
      </w:r>
    </w:p>
    <w:p w14:paraId="4C42C055" w14:textId="77777777" w:rsidR="00164FF5" w:rsidRDefault="00861641">
      <w:pPr>
        <w:spacing w:after="0" w:line="240" w:lineRule="auto"/>
        <w:ind w:left="216"/>
      </w:pPr>
      <w:r>
        <w:rPr>
          <w:rStyle w:val="styleC3"/>
        </w:rPr>
        <w:tab/>
      </w:r>
      <w:r>
        <w:rPr>
          <w:rStyle w:val="styleRad"/>
        </w:rPr>
        <w:t xml:space="preserve"> [  ] </w:t>
      </w:r>
      <w:r>
        <w:rPr>
          <w:rStyle w:val="styleC3"/>
        </w:rPr>
        <w:t xml:space="preserve"> Hyperhaline/Hypersaline (&gt;40 g/l)</w:t>
      </w:r>
    </w:p>
    <w:p w14:paraId="37D95EBC"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291434AE"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0735BDA6" w14:textId="77777777" w:rsidR="00164FF5" w:rsidRDefault="00861641">
      <w:pPr>
        <w:spacing w:after="0" w:line="240" w:lineRule="auto"/>
      </w:pPr>
      <w:r>
        <w:rPr>
          <w:rStyle w:val="almostEmpty"/>
        </w:rPr>
        <w:t>.</w:t>
      </w:r>
    </w:p>
    <w:p w14:paraId="33B932E4" w14:textId="77777777" w:rsidR="00164FF5" w:rsidRDefault="00861641">
      <w:pPr>
        <w:spacing w:after="0" w:line="240" w:lineRule="auto"/>
      </w:pPr>
      <w:r>
        <w:rPr>
          <w:rStyle w:val="almostEmpty"/>
        </w:rPr>
        <w:t>.</w:t>
      </w:r>
    </w:p>
    <w:p w14:paraId="62E22766" w14:textId="77777777" w:rsidR="00164FF5" w:rsidRDefault="00861641">
      <w:pPr>
        <w:spacing w:after="0" w:line="240" w:lineRule="auto"/>
      </w:pPr>
      <w:r>
        <w:rPr>
          <w:rStyle w:val="almostEmpty"/>
        </w:rPr>
        <w:t>.</w:t>
      </w:r>
    </w:p>
    <w:p w14:paraId="190E5457" w14:textId="77777777" w:rsidR="00164FF5" w:rsidRDefault="00861641">
      <w:pPr>
        <w:spacing w:after="0" w:line="240" w:lineRule="auto"/>
        <w:ind w:left="216"/>
      </w:pPr>
      <w:r>
        <w:rPr>
          <w:rStyle w:val="styleC3"/>
        </w:rPr>
        <w:tab/>
      </w:r>
      <w:r>
        <w:rPr>
          <w:rStyle w:val="styleRad"/>
        </w:rPr>
        <w:t xml:space="preserve"> [x] </w:t>
      </w:r>
      <w:r>
        <w:rPr>
          <w:rStyle w:val="styleC3"/>
        </w:rPr>
        <w:t xml:space="preserve"> Unknown</w:t>
      </w:r>
    </w:p>
    <w:p w14:paraId="55C650BD" w14:textId="77777777" w:rsidR="00164FF5" w:rsidRDefault="00861641">
      <w:pPr>
        <w:pStyle w:val="pstyleLabels"/>
      </w:pPr>
      <w:r>
        <w:rPr>
          <w:rStyle w:val="styleC3"/>
        </w:rPr>
        <w:t>Please provide further information on salinity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164FF5" w14:paraId="3781636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4145946" w14:textId="77777777" w:rsidR="00164FF5" w:rsidRDefault="00164FF5"/>
        </w:tc>
        <w:tc>
          <w:tcPr>
            <w:tcW w:w="9500" w:type="dxa"/>
          </w:tcPr>
          <w:p w14:paraId="0BB19A84" w14:textId="77777777" w:rsidR="00164FF5" w:rsidRDefault="00164FF5">
            <w:pPr>
              <w:spacing w:before="30" w:after="25" w:line="240" w:lineRule="auto"/>
              <w:ind w:left="57"/>
            </w:pPr>
          </w:p>
        </w:tc>
      </w:tr>
    </w:tbl>
    <w:p w14:paraId="79CEB7F6" w14:textId="77777777" w:rsidR="00164FF5" w:rsidRDefault="00861641">
      <w:pPr>
        <w:spacing w:before="80" w:after="20" w:line="244" w:lineRule="auto"/>
        <w:ind w:left="216"/>
      </w:pPr>
      <w:r>
        <w:rPr>
          <w:rStyle w:val="styleC3ecd"/>
        </w:rPr>
        <w:t>Dissolved gases in water</w:t>
      </w:r>
      <w:r>
        <w:rPr>
          <w:rStyle w:val="styleBracket"/>
        </w:rPr>
        <w:t xml:space="preserve"> (ECD) </w:t>
      </w:r>
    </w:p>
    <w:tbl>
      <w:tblPr>
        <w:tblStyle w:val="myFieldTableStyle"/>
        <w:tblW w:w="0" w:type="auto"/>
        <w:tblInd w:w="-8" w:type="dxa"/>
        <w:tblLook w:val="04A0" w:firstRow="1" w:lastRow="0" w:firstColumn="1" w:lastColumn="0" w:noHBand="0" w:noVBand="1"/>
      </w:tblPr>
      <w:tblGrid>
        <w:gridCol w:w="196"/>
        <w:gridCol w:w="8832"/>
      </w:tblGrid>
      <w:tr w:rsidR="00164FF5" w14:paraId="40980BEE"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7440E5" w14:textId="77777777" w:rsidR="00164FF5" w:rsidRDefault="00164FF5"/>
        </w:tc>
        <w:tc>
          <w:tcPr>
            <w:tcW w:w="9500" w:type="dxa"/>
          </w:tcPr>
          <w:p w14:paraId="28EA53A8" w14:textId="77777777" w:rsidR="00164FF5" w:rsidRDefault="00861641">
            <w:pPr>
              <w:spacing w:before="30" w:after="25" w:line="240" w:lineRule="auto"/>
              <w:ind w:left="57"/>
            </w:pPr>
            <w:r>
              <w:rPr>
                <w:rStyle w:val="styleDatatxt"/>
              </w:rPr>
              <w:t>No information available</w:t>
            </w:r>
          </w:p>
        </w:tc>
      </w:tr>
    </w:tbl>
    <w:p w14:paraId="240E7045" w14:textId="77777777" w:rsidR="00164FF5" w:rsidRDefault="00164FF5"/>
    <w:p w14:paraId="58F5D37E" w14:textId="77777777" w:rsidR="00164FF5" w:rsidRDefault="00861641">
      <w:pPr>
        <w:pStyle w:val="pstyleSection"/>
      </w:pPr>
      <w:r>
        <w:rPr>
          <w:rStyle w:val="styleL2"/>
        </w:rPr>
        <w:t>4.4.8 Dissolved or suspended nutrients in water</w:t>
      </w:r>
    </w:p>
    <w:p w14:paraId="69BF6D1A" w14:textId="77777777" w:rsidR="00164FF5" w:rsidRDefault="00861641">
      <w:pPr>
        <w:spacing w:after="0" w:line="240" w:lineRule="auto"/>
        <w:ind w:left="216"/>
      </w:pPr>
      <w:r>
        <w:rPr>
          <w:rStyle w:val="styleC3"/>
        </w:rPr>
        <w:tab/>
      </w:r>
      <w:r>
        <w:rPr>
          <w:rStyle w:val="styleRad"/>
        </w:rPr>
        <w:t xml:space="preserve"> [  ] </w:t>
      </w:r>
      <w:r>
        <w:rPr>
          <w:rStyle w:val="styleC3"/>
        </w:rPr>
        <w:t xml:space="preserve"> Eutrophic</w:t>
      </w:r>
    </w:p>
    <w:p w14:paraId="6FC96099"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1B8BCBD7"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5D17AD21" w14:textId="77777777" w:rsidR="00164FF5" w:rsidRDefault="00861641">
      <w:pPr>
        <w:spacing w:after="0" w:line="240" w:lineRule="auto"/>
      </w:pPr>
      <w:r>
        <w:rPr>
          <w:rStyle w:val="almostEmpty"/>
        </w:rPr>
        <w:t>.</w:t>
      </w:r>
    </w:p>
    <w:p w14:paraId="7059A367" w14:textId="77777777" w:rsidR="00164FF5" w:rsidRDefault="00861641">
      <w:pPr>
        <w:spacing w:after="0" w:line="240" w:lineRule="auto"/>
      </w:pPr>
      <w:r>
        <w:rPr>
          <w:rStyle w:val="almostEmpty"/>
        </w:rPr>
        <w:t>.</w:t>
      </w:r>
    </w:p>
    <w:p w14:paraId="39DE8D25" w14:textId="77777777" w:rsidR="00164FF5" w:rsidRDefault="00861641">
      <w:pPr>
        <w:spacing w:after="0" w:line="240" w:lineRule="auto"/>
      </w:pPr>
      <w:r>
        <w:rPr>
          <w:rStyle w:val="almostEmpty"/>
        </w:rPr>
        <w:t>.</w:t>
      </w:r>
    </w:p>
    <w:p w14:paraId="29D99F7B" w14:textId="77777777" w:rsidR="00164FF5" w:rsidRDefault="00861641">
      <w:pPr>
        <w:spacing w:after="0" w:line="240" w:lineRule="auto"/>
        <w:ind w:left="216"/>
      </w:pPr>
      <w:r>
        <w:rPr>
          <w:rStyle w:val="styleC3"/>
        </w:rPr>
        <w:tab/>
      </w:r>
      <w:r>
        <w:rPr>
          <w:rStyle w:val="styleRad"/>
        </w:rPr>
        <w:t xml:space="preserve"> [  ] </w:t>
      </w:r>
      <w:r>
        <w:rPr>
          <w:rStyle w:val="styleC3"/>
        </w:rPr>
        <w:t xml:space="preserve"> Mesotrophic</w:t>
      </w:r>
    </w:p>
    <w:p w14:paraId="1CC7FFC3"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3FAB99A8"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35329640" w14:textId="77777777" w:rsidR="00164FF5" w:rsidRDefault="00861641">
      <w:pPr>
        <w:spacing w:after="0" w:line="240" w:lineRule="auto"/>
      </w:pPr>
      <w:r>
        <w:rPr>
          <w:rStyle w:val="almostEmpty"/>
        </w:rPr>
        <w:t>.</w:t>
      </w:r>
    </w:p>
    <w:p w14:paraId="70BAF561" w14:textId="77777777" w:rsidR="00164FF5" w:rsidRDefault="00861641">
      <w:pPr>
        <w:spacing w:after="0" w:line="240" w:lineRule="auto"/>
      </w:pPr>
      <w:r>
        <w:rPr>
          <w:rStyle w:val="almostEmpty"/>
        </w:rPr>
        <w:t>.</w:t>
      </w:r>
    </w:p>
    <w:p w14:paraId="4F648C2A" w14:textId="77777777" w:rsidR="00164FF5" w:rsidRDefault="00861641">
      <w:pPr>
        <w:spacing w:after="0" w:line="240" w:lineRule="auto"/>
      </w:pPr>
      <w:r>
        <w:rPr>
          <w:rStyle w:val="almostEmpty"/>
        </w:rPr>
        <w:t>.</w:t>
      </w:r>
    </w:p>
    <w:p w14:paraId="5F61FFE5" w14:textId="77777777" w:rsidR="00164FF5" w:rsidRDefault="00861641">
      <w:pPr>
        <w:spacing w:after="0" w:line="240" w:lineRule="auto"/>
        <w:ind w:left="216"/>
      </w:pPr>
      <w:r>
        <w:rPr>
          <w:rStyle w:val="styleC3"/>
        </w:rPr>
        <w:tab/>
      </w:r>
      <w:r>
        <w:rPr>
          <w:rStyle w:val="styleRad"/>
        </w:rPr>
        <w:t xml:space="preserve"> [  ] </w:t>
      </w:r>
      <w:r>
        <w:rPr>
          <w:rStyle w:val="styleC3"/>
        </w:rPr>
        <w:t xml:space="preserve"> Oligotrophic</w:t>
      </w:r>
    </w:p>
    <w:p w14:paraId="4DA2EFD3"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7ED74040"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2C8C5D9" w14:textId="77777777" w:rsidR="00164FF5" w:rsidRDefault="00861641">
      <w:pPr>
        <w:spacing w:after="0" w:line="240" w:lineRule="auto"/>
      </w:pPr>
      <w:r>
        <w:rPr>
          <w:rStyle w:val="almostEmpty"/>
        </w:rPr>
        <w:t>.</w:t>
      </w:r>
    </w:p>
    <w:p w14:paraId="0B5ACD35" w14:textId="77777777" w:rsidR="00164FF5" w:rsidRDefault="00861641">
      <w:pPr>
        <w:spacing w:after="0" w:line="240" w:lineRule="auto"/>
      </w:pPr>
      <w:r>
        <w:rPr>
          <w:rStyle w:val="almostEmpty"/>
        </w:rPr>
        <w:t>.</w:t>
      </w:r>
    </w:p>
    <w:p w14:paraId="357F26A6" w14:textId="77777777" w:rsidR="00164FF5" w:rsidRDefault="00861641">
      <w:pPr>
        <w:spacing w:after="0" w:line="240" w:lineRule="auto"/>
      </w:pPr>
      <w:r>
        <w:rPr>
          <w:rStyle w:val="almostEmpty"/>
        </w:rPr>
        <w:t>.</w:t>
      </w:r>
    </w:p>
    <w:p w14:paraId="69FA7137" w14:textId="77777777" w:rsidR="00164FF5" w:rsidRDefault="00861641">
      <w:pPr>
        <w:spacing w:after="0" w:line="240" w:lineRule="auto"/>
        <w:ind w:left="216"/>
      </w:pPr>
      <w:r>
        <w:rPr>
          <w:rStyle w:val="styleC3"/>
        </w:rPr>
        <w:tab/>
      </w:r>
      <w:r>
        <w:rPr>
          <w:rStyle w:val="styleRad"/>
        </w:rPr>
        <w:t xml:space="preserve"> [  ] </w:t>
      </w:r>
      <w:r>
        <w:rPr>
          <w:rStyle w:val="styleC3"/>
        </w:rPr>
        <w:t xml:space="preserve"> Dystrophic</w:t>
      </w:r>
    </w:p>
    <w:p w14:paraId="47D62CB0" w14:textId="77777777" w:rsidR="00164FF5" w:rsidRDefault="00861641">
      <w:pPr>
        <w:spacing w:before="80" w:after="20" w:line="244" w:lineRule="auto"/>
        <w:ind w:left="216"/>
      </w:pPr>
      <w:r>
        <w:rPr>
          <w:rStyle w:val="styleC3update"/>
        </w:rPr>
        <w:t>Changes at RIS update</w:t>
      </w:r>
      <w:r>
        <w:rPr>
          <w:rStyle w:val="styleBracket"/>
        </w:rPr>
        <w:t xml:space="preserve"> (Update) </w:t>
      </w:r>
    </w:p>
    <w:p w14:paraId="7E7D3061" w14:textId="77777777" w:rsidR="00164FF5" w:rsidRDefault="00861641">
      <w:pPr>
        <w:pStyle w:val="pStyle"/>
      </w:pPr>
      <w:r>
        <w:rPr>
          <w:rStyle w:val="styleRad"/>
        </w:rPr>
        <w:t xml:space="preserve"> [x] </w:t>
      </w:r>
      <w:r>
        <w:rPr>
          <w:rStyle w:val="styleC3update"/>
        </w:rPr>
        <w:t xml:space="preserve">No change / </w:t>
      </w:r>
      <w:r>
        <w:rPr>
          <w:rStyle w:val="styleRad"/>
        </w:rPr>
        <w:t xml:space="preserve"> [  ] </w:t>
      </w:r>
      <w:r>
        <w:rPr>
          <w:rStyle w:val="styleC3update"/>
        </w:rPr>
        <w:t xml:space="preserve">Increase  / </w:t>
      </w:r>
      <w:r>
        <w:rPr>
          <w:rStyle w:val="styleRad"/>
        </w:rPr>
        <w:t xml:space="preserve"> [  ] </w:t>
      </w:r>
      <w:r>
        <w:rPr>
          <w:rStyle w:val="styleC3update"/>
        </w:rPr>
        <w:t xml:space="preserve">Decrease  / </w:t>
      </w:r>
      <w:r>
        <w:rPr>
          <w:rStyle w:val="styleRad"/>
        </w:rPr>
        <w:t xml:space="preserve"> [  ] </w:t>
      </w:r>
      <w:r>
        <w:rPr>
          <w:rStyle w:val="styleC3update"/>
        </w:rPr>
        <w:t xml:space="preserve">Unknown </w:t>
      </w:r>
    </w:p>
    <w:p w14:paraId="23B5EE47" w14:textId="77777777" w:rsidR="00164FF5" w:rsidRDefault="00861641">
      <w:pPr>
        <w:spacing w:after="0" w:line="240" w:lineRule="auto"/>
      </w:pPr>
      <w:r>
        <w:rPr>
          <w:rStyle w:val="almostEmpty"/>
        </w:rPr>
        <w:t>.</w:t>
      </w:r>
    </w:p>
    <w:p w14:paraId="1582E925" w14:textId="77777777" w:rsidR="00164FF5" w:rsidRDefault="00861641">
      <w:pPr>
        <w:spacing w:after="0" w:line="240" w:lineRule="auto"/>
      </w:pPr>
      <w:r>
        <w:rPr>
          <w:rStyle w:val="almostEmpty"/>
        </w:rPr>
        <w:t>.</w:t>
      </w:r>
    </w:p>
    <w:p w14:paraId="5A36F1A1" w14:textId="77777777" w:rsidR="00164FF5" w:rsidRDefault="00861641">
      <w:pPr>
        <w:spacing w:after="0" w:line="240" w:lineRule="auto"/>
      </w:pPr>
      <w:r>
        <w:rPr>
          <w:rStyle w:val="almostEmpty"/>
        </w:rPr>
        <w:t>.</w:t>
      </w:r>
    </w:p>
    <w:p w14:paraId="08E08861" w14:textId="77777777" w:rsidR="00164FF5" w:rsidRDefault="00861641">
      <w:pPr>
        <w:spacing w:after="0" w:line="240" w:lineRule="auto"/>
        <w:ind w:left="216"/>
      </w:pPr>
      <w:r>
        <w:rPr>
          <w:rStyle w:val="styleC3"/>
        </w:rPr>
        <w:tab/>
      </w:r>
      <w:r>
        <w:rPr>
          <w:rStyle w:val="styleRad"/>
        </w:rPr>
        <w:t xml:space="preserve"> [x] </w:t>
      </w:r>
      <w:r>
        <w:rPr>
          <w:rStyle w:val="styleC3"/>
        </w:rPr>
        <w:t xml:space="preserve"> Unknown</w:t>
      </w:r>
    </w:p>
    <w:p w14:paraId="28DCB161" w14:textId="77777777" w:rsidR="00164FF5" w:rsidRDefault="00861641">
      <w:pPr>
        <w:pStyle w:val="pstyleLabels"/>
      </w:pPr>
      <w:r>
        <w:rPr>
          <w:rStyle w:val="styleC3"/>
        </w:rPr>
        <w:t>Please provide further information on dissolved or suspended nutrients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164FF5" w14:paraId="07615D7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58D9C4C" w14:textId="77777777" w:rsidR="00164FF5" w:rsidRDefault="00164FF5"/>
        </w:tc>
        <w:tc>
          <w:tcPr>
            <w:tcW w:w="9500" w:type="dxa"/>
          </w:tcPr>
          <w:p w14:paraId="14B1E315" w14:textId="77777777" w:rsidR="00164FF5" w:rsidRDefault="00164FF5">
            <w:pPr>
              <w:spacing w:before="30" w:after="25" w:line="240" w:lineRule="auto"/>
              <w:ind w:left="57"/>
            </w:pPr>
          </w:p>
        </w:tc>
      </w:tr>
    </w:tbl>
    <w:p w14:paraId="3D4A9676" w14:textId="77777777" w:rsidR="00164FF5" w:rsidRDefault="00861641">
      <w:pPr>
        <w:spacing w:before="80" w:after="20" w:line="244" w:lineRule="auto"/>
        <w:ind w:left="216"/>
      </w:pPr>
      <w:r>
        <w:rPr>
          <w:rStyle w:val="styleC3ecd"/>
        </w:rPr>
        <w:t>Dissolved organic carbon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02B7519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17B019C" w14:textId="77777777" w:rsidR="00164FF5" w:rsidRDefault="00164FF5">
            <w:pPr>
              <w:spacing w:after="0" w:line="240" w:lineRule="auto"/>
              <w:ind w:left="216"/>
            </w:pPr>
          </w:p>
        </w:tc>
        <w:tc>
          <w:tcPr>
            <w:tcW w:w="9500" w:type="dxa"/>
          </w:tcPr>
          <w:p w14:paraId="16F9A839" w14:textId="77777777" w:rsidR="00164FF5" w:rsidRDefault="00861641">
            <w:pPr>
              <w:spacing w:before="5" w:after="2" w:line="240" w:lineRule="auto"/>
              <w:ind w:left="72"/>
            </w:pPr>
            <w:r>
              <w:rPr>
                <w:rStyle w:val="styleDatatxt"/>
              </w:rPr>
              <w:t>No information available</w:t>
            </w:r>
          </w:p>
        </w:tc>
      </w:tr>
    </w:tbl>
    <w:p w14:paraId="4DC13717" w14:textId="77777777" w:rsidR="00164FF5" w:rsidRDefault="00861641">
      <w:pPr>
        <w:spacing w:before="80" w:after="20" w:line="244" w:lineRule="auto"/>
        <w:ind w:left="216"/>
      </w:pPr>
      <w:r>
        <w:rPr>
          <w:rStyle w:val="styleC3ecd"/>
        </w:rPr>
        <w:t>Redox potential of water and sediments</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4D83DC7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86B3A2A" w14:textId="77777777" w:rsidR="00164FF5" w:rsidRDefault="00164FF5">
            <w:pPr>
              <w:spacing w:after="0" w:line="240" w:lineRule="auto"/>
              <w:ind w:left="216"/>
            </w:pPr>
          </w:p>
        </w:tc>
        <w:tc>
          <w:tcPr>
            <w:tcW w:w="9500" w:type="dxa"/>
          </w:tcPr>
          <w:p w14:paraId="14A30858" w14:textId="77777777" w:rsidR="00164FF5" w:rsidRDefault="00861641">
            <w:pPr>
              <w:spacing w:before="5" w:after="2" w:line="240" w:lineRule="auto"/>
              <w:ind w:left="72"/>
            </w:pPr>
            <w:r>
              <w:rPr>
                <w:rStyle w:val="styleDatatxt"/>
              </w:rPr>
              <w:t>No information available</w:t>
            </w:r>
          </w:p>
        </w:tc>
      </w:tr>
    </w:tbl>
    <w:p w14:paraId="56AD28BA" w14:textId="77777777" w:rsidR="00164FF5" w:rsidRDefault="00861641">
      <w:pPr>
        <w:spacing w:before="80" w:after="20" w:line="244" w:lineRule="auto"/>
        <w:ind w:left="216"/>
      </w:pPr>
      <w:r>
        <w:rPr>
          <w:rStyle w:val="styleC3ecd"/>
        </w:rPr>
        <w:t>Water conductivity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5"/>
        <w:gridCol w:w="8832"/>
      </w:tblGrid>
      <w:tr w:rsidR="00164FF5" w14:paraId="27A73D8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C005890" w14:textId="77777777" w:rsidR="00164FF5" w:rsidRDefault="00164FF5">
            <w:pPr>
              <w:spacing w:after="0" w:line="240" w:lineRule="auto"/>
              <w:ind w:left="216"/>
            </w:pPr>
          </w:p>
        </w:tc>
        <w:tc>
          <w:tcPr>
            <w:tcW w:w="9500" w:type="dxa"/>
          </w:tcPr>
          <w:p w14:paraId="445262DB" w14:textId="77777777" w:rsidR="00164FF5" w:rsidRDefault="00861641">
            <w:pPr>
              <w:spacing w:before="5" w:after="2" w:line="240" w:lineRule="auto"/>
              <w:ind w:left="72"/>
            </w:pPr>
            <w:r>
              <w:rPr>
                <w:rStyle w:val="styleDatatxt"/>
              </w:rPr>
              <w:t>No information available</w:t>
            </w:r>
          </w:p>
        </w:tc>
      </w:tr>
    </w:tbl>
    <w:p w14:paraId="55F0594E" w14:textId="77777777" w:rsidR="00164FF5" w:rsidRDefault="00164FF5"/>
    <w:p w14:paraId="009EE972" w14:textId="77777777" w:rsidR="00164FF5" w:rsidRDefault="00861641">
      <w:pPr>
        <w:pStyle w:val="pstyleSection"/>
      </w:pPr>
      <w:r>
        <w:rPr>
          <w:rStyle w:val="styleL2"/>
        </w:rPr>
        <w:t>4.4.9 Features of the surrounding area which may affect the Site</w:t>
      </w:r>
    </w:p>
    <w:p w14:paraId="6B6E614D" w14:textId="77777777" w:rsidR="00164FF5" w:rsidRDefault="00861641">
      <w:pPr>
        <w:pStyle w:val="pstyleLabels"/>
      </w:pPr>
      <w:r>
        <w:rPr>
          <w:rStyle w:val="styleC3"/>
        </w:rPr>
        <w:t>Please describe whether, and if so how, the landscape and ecological characteristics in the area surrounding the Ramsar Site differ from the site itself:</w:t>
      </w:r>
    </w:p>
    <w:p w14:paraId="0497AB3B" w14:textId="77777777" w:rsidR="00164FF5" w:rsidRDefault="00861641">
      <w:pPr>
        <w:pStyle w:val="pStyle"/>
      </w:pPr>
      <w:r>
        <w:rPr>
          <w:rStyle w:val="styleRad"/>
        </w:rPr>
        <w:t xml:space="preserve"> [  ] </w:t>
      </w:r>
      <w:r>
        <w:rPr>
          <w:rStyle w:val="styleC3"/>
        </w:rPr>
        <w:t xml:space="preserve">i) broadly similar / </w:t>
      </w:r>
      <w:r>
        <w:rPr>
          <w:rStyle w:val="styleRad"/>
        </w:rPr>
        <w:t xml:space="preserve"> [x] </w:t>
      </w:r>
      <w:r>
        <w:rPr>
          <w:rStyle w:val="styleC3"/>
        </w:rPr>
        <w:t xml:space="preserve">ii) significantly different </w:t>
      </w:r>
    </w:p>
    <w:p w14:paraId="4990B6CC" w14:textId="77777777" w:rsidR="00164FF5" w:rsidRDefault="00861641">
      <w:pPr>
        <w:spacing w:after="0" w:line="240" w:lineRule="auto"/>
      </w:pPr>
      <w:r>
        <w:rPr>
          <w:rStyle w:val="almostEmpty"/>
        </w:rPr>
        <w:t>.</w:t>
      </w:r>
    </w:p>
    <w:p w14:paraId="4FC18B12" w14:textId="77777777" w:rsidR="00164FF5" w:rsidRDefault="00861641">
      <w:pPr>
        <w:pStyle w:val="pstyleComments"/>
      </w:pPr>
      <w:r>
        <w:rPr>
          <w:rStyle w:val="styleC3comment"/>
        </w:rPr>
        <w:t>If the surrounding area differs from the Ramsar Site, please indicate how: (Please tick all categories that apply)</w:t>
      </w:r>
    </w:p>
    <w:p w14:paraId="4F011F02" w14:textId="77777777" w:rsidR="00164FF5" w:rsidRDefault="00861641">
      <w:pPr>
        <w:spacing w:after="0" w:line="240" w:lineRule="auto"/>
        <w:ind w:left="216"/>
      </w:pPr>
      <w:r>
        <w:rPr>
          <w:rStyle w:val="styleC3"/>
        </w:rPr>
        <w:tab/>
      </w:r>
      <w:r>
        <w:rPr>
          <w:rStyle w:val="styleRad"/>
        </w:rPr>
        <w:t xml:space="preserve"> [  ] </w:t>
      </w:r>
      <w:r>
        <w:rPr>
          <w:rStyle w:val="styleC3"/>
        </w:rPr>
        <w:t xml:space="preserve"> Surrounding area has greater urbanisation or development</w:t>
      </w:r>
    </w:p>
    <w:p w14:paraId="790F7806" w14:textId="77777777" w:rsidR="00164FF5" w:rsidRDefault="00861641">
      <w:pPr>
        <w:spacing w:after="0" w:line="240" w:lineRule="auto"/>
        <w:ind w:left="216"/>
      </w:pPr>
      <w:r>
        <w:rPr>
          <w:rStyle w:val="styleC3"/>
        </w:rPr>
        <w:tab/>
      </w:r>
      <w:r>
        <w:rPr>
          <w:rStyle w:val="styleRad"/>
        </w:rPr>
        <w:t xml:space="preserve"> [  ] </w:t>
      </w:r>
      <w:r>
        <w:rPr>
          <w:rStyle w:val="styleC3"/>
        </w:rPr>
        <w:t xml:space="preserve"> Surrounding area has higher human population density</w:t>
      </w:r>
    </w:p>
    <w:p w14:paraId="617C7863" w14:textId="77777777" w:rsidR="00164FF5" w:rsidRDefault="00861641">
      <w:pPr>
        <w:spacing w:after="0" w:line="240" w:lineRule="auto"/>
        <w:ind w:left="216"/>
      </w:pPr>
      <w:r>
        <w:rPr>
          <w:rStyle w:val="styleC3"/>
        </w:rPr>
        <w:tab/>
      </w:r>
      <w:r>
        <w:rPr>
          <w:rStyle w:val="styleRad"/>
        </w:rPr>
        <w:t xml:space="preserve"> [  ] </w:t>
      </w:r>
      <w:r>
        <w:rPr>
          <w:rStyle w:val="styleC3"/>
        </w:rPr>
        <w:t xml:space="preserve"> Surrounding area has more intensive agricultural use</w:t>
      </w:r>
    </w:p>
    <w:p w14:paraId="7F2351B1" w14:textId="77777777" w:rsidR="00164FF5" w:rsidRDefault="00861641">
      <w:pPr>
        <w:spacing w:after="0" w:line="240" w:lineRule="auto"/>
        <w:ind w:left="216"/>
      </w:pPr>
      <w:r>
        <w:rPr>
          <w:rStyle w:val="styleC3"/>
        </w:rPr>
        <w:tab/>
      </w:r>
      <w:r>
        <w:rPr>
          <w:rStyle w:val="styleRad"/>
        </w:rPr>
        <w:t xml:space="preserve"> [x] </w:t>
      </w:r>
      <w:r>
        <w:rPr>
          <w:rStyle w:val="styleC3"/>
        </w:rPr>
        <w:t xml:space="preserve"> Surrounding area has significantly different land cover or habitat types</w:t>
      </w:r>
    </w:p>
    <w:p w14:paraId="0901EA71" w14:textId="77777777" w:rsidR="00164FF5" w:rsidRDefault="00861641">
      <w:pPr>
        <w:pStyle w:val="pstyleLabels"/>
      </w:pPr>
      <w:r>
        <w:rPr>
          <w:rStyle w:val="styleC3"/>
        </w:rPr>
        <w:lastRenderedPageBreak/>
        <w:t>Please describe other ways in which the surrounding area is different:</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5"/>
        <w:gridCol w:w="8833"/>
      </w:tblGrid>
      <w:tr w:rsidR="00164FF5" w14:paraId="1D6A543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98B9D56" w14:textId="77777777" w:rsidR="00164FF5" w:rsidRDefault="00164FF5"/>
        </w:tc>
        <w:tc>
          <w:tcPr>
            <w:tcW w:w="9500" w:type="dxa"/>
          </w:tcPr>
          <w:p w14:paraId="6C1FAD21" w14:textId="77777777" w:rsidR="00164FF5" w:rsidRDefault="00164FF5">
            <w:pPr>
              <w:pStyle w:val="pStyle"/>
              <w:rPr>
                <w:rStyle w:val="almostEmpty"/>
              </w:rPr>
            </w:pPr>
          </w:p>
          <w:p w14:paraId="1641B05E" w14:textId="77777777" w:rsidR="00164FF5" w:rsidRDefault="00861641">
            <w:pPr>
              <w:spacing w:after="0" w:line="240" w:lineRule="auto"/>
              <w:ind w:left="57"/>
            </w:pPr>
            <w:r>
              <w:rPr>
                <w:rStyle w:val="styleDatatxt"/>
              </w:rPr>
              <w:t xml:space="preserve">The surrounding area is classified as Strzelecki wetland system. This arid landscape is dominated by parallel dunes where wetted areas remain so for only 4-6 months after filling. The nature of Lake Pinaroo as a terminal basin ensures that the cracking clays are likely to have higher nutrient levels and greater soil moisture retention than the loam and coarse sands in the surrounding dunes. These differences, when climatic conditions are shared, result in vastly different ecological outcomes. </w:t>
            </w:r>
          </w:p>
          <w:p w14:paraId="7117D6D8" w14:textId="77777777" w:rsidR="00164FF5" w:rsidRDefault="00164FF5">
            <w:pPr>
              <w:pStyle w:val="pStyle"/>
              <w:rPr>
                <w:rStyle w:val="almostEmpty"/>
              </w:rPr>
            </w:pPr>
          </w:p>
          <w:p w14:paraId="3A9A0E5C" w14:textId="77777777" w:rsidR="00164FF5" w:rsidRDefault="00861641">
            <w:pPr>
              <w:spacing w:after="0" w:line="240" w:lineRule="auto"/>
              <w:ind w:left="57"/>
            </w:pPr>
            <w:r>
              <w:rPr>
                <w:rStyle w:val="styleDatatxt"/>
              </w:rPr>
              <w:t xml:space="preserve"> </w:t>
            </w:r>
          </w:p>
          <w:p w14:paraId="4325BCDC" w14:textId="77777777" w:rsidR="00164FF5" w:rsidRDefault="00164FF5">
            <w:pPr>
              <w:pStyle w:val="pStyle"/>
              <w:rPr>
                <w:rStyle w:val="almostEmpty"/>
              </w:rPr>
            </w:pPr>
          </w:p>
          <w:p w14:paraId="19CB0ACF" w14:textId="77777777" w:rsidR="00164FF5" w:rsidRDefault="00861641">
            <w:pPr>
              <w:spacing w:after="0" w:line="240" w:lineRule="auto"/>
              <w:ind w:left="57"/>
            </w:pPr>
            <w:r>
              <w:rPr>
                <w:rStyle w:val="styleDatatxt"/>
              </w:rPr>
              <w:t>When dry the lake is generally sparsely vegetated, but this is highly variable and dependent on time since flooding. The lake bed has a dense seedbank of aquatic species such as the fern Marsilea drummondii and the sedge Schenoplectus dissachanthus which respond to flooding. The lake margins are dominated by low shrubs, forbs and grasses. When the frequency and intensity of flooding changes this affects the vegetation types and availability and diversity of habitat. Because the lake is very flat slight changes in elevation changes the extent of flooding. Lake Pinaroo provides extremely significant habitat in the region and this is primarily attributed to its size, topography and permanence once full.</w:t>
            </w:r>
          </w:p>
        </w:tc>
      </w:tr>
    </w:tbl>
    <w:p w14:paraId="132E3BA5" w14:textId="77777777" w:rsidR="00164FF5" w:rsidRDefault="00164FF5">
      <w:pPr>
        <w:sectPr w:rsidR="00164FF5">
          <w:pgSz w:w="11905" w:h="16837"/>
          <w:pgMar w:top="1440" w:right="1440" w:bottom="1440" w:left="1440" w:header="720" w:footer="720" w:gutter="0"/>
          <w:cols w:space="720"/>
        </w:sectPr>
      </w:pPr>
    </w:p>
    <w:p w14:paraId="6FB2E51B" w14:textId="77777777" w:rsidR="00164FF5" w:rsidRDefault="00861641">
      <w:pPr>
        <w:pStyle w:val="pstyleSectionL1"/>
      </w:pPr>
      <w:r>
        <w:rPr>
          <w:rStyle w:val="styleL1"/>
        </w:rPr>
        <w:lastRenderedPageBreak/>
        <w:t>4.5 Ecosystem services</w:t>
      </w:r>
    </w:p>
    <w:p w14:paraId="3D0C378B" w14:textId="77777777" w:rsidR="00164FF5" w:rsidRDefault="00861641">
      <w:pPr>
        <w:pStyle w:val="pstyleSection"/>
      </w:pPr>
      <w:r>
        <w:rPr>
          <w:rStyle w:val="styleL2"/>
        </w:rPr>
        <w:t>4.5.1 Ecosystem services/benefits</w:t>
      </w:r>
    </w:p>
    <w:p w14:paraId="18BB975B" w14:textId="77777777" w:rsidR="00164FF5" w:rsidRDefault="00861641">
      <w:pPr>
        <w:pStyle w:val="pstyleComments"/>
      </w:pPr>
      <w:r>
        <w:rPr>
          <w:rStyle w:val="styleC3comment"/>
        </w:rPr>
        <w:t>Please select below all relevant ecosystem services/benefits currently provided by the site and indicate their relative importance in the right-hand column.</w:t>
      </w:r>
    </w:p>
    <w:p w14:paraId="6FAA38F3" w14:textId="77777777" w:rsidR="00164FF5" w:rsidRDefault="00861641">
      <w:pPr>
        <w:pStyle w:val="pstyleLabels"/>
      </w:pPr>
      <w:r>
        <w:rPr>
          <w:rStyle w:val="styleC3"/>
        </w:rPr>
        <w:t>Provisioning Services</w:t>
      </w:r>
    </w:p>
    <w:tbl>
      <w:tblPr>
        <w:tblStyle w:val="FancyTable"/>
        <w:tblW w:w="0" w:type="auto"/>
        <w:tblInd w:w="-8" w:type="dxa"/>
        <w:tblLook w:val="04A0" w:firstRow="1" w:lastRow="0" w:firstColumn="1" w:lastColumn="0" w:noHBand="0" w:noVBand="1"/>
      </w:tblPr>
      <w:tblGrid>
        <w:gridCol w:w="1750"/>
        <w:gridCol w:w="1750"/>
        <w:gridCol w:w="2761"/>
      </w:tblGrid>
      <w:tr w:rsidR="00164FF5" w14:paraId="105171EA"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057B9A3" w14:textId="77777777" w:rsidR="00164FF5" w:rsidRDefault="00861641">
            <w:pPr>
              <w:spacing w:after="0" w:line="240" w:lineRule="auto"/>
              <w:jc w:val="center"/>
            </w:pPr>
            <w:r>
              <w:rPr>
                <w:b/>
                <w:bCs/>
                <w:sz w:val="18"/>
                <w:szCs w:val="18"/>
              </w:rPr>
              <w:t>Ecosystem service</w:t>
            </w:r>
          </w:p>
        </w:tc>
        <w:tc>
          <w:tcPr>
            <w:tcW w:w="1750" w:type="dxa"/>
          </w:tcPr>
          <w:p w14:paraId="707989B0" w14:textId="77777777" w:rsidR="00164FF5" w:rsidRDefault="00861641">
            <w:pPr>
              <w:spacing w:after="0" w:line="240" w:lineRule="auto"/>
              <w:jc w:val="center"/>
            </w:pPr>
            <w:r>
              <w:rPr>
                <w:b/>
                <w:bCs/>
                <w:sz w:val="18"/>
                <w:szCs w:val="18"/>
              </w:rPr>
              <w:t>Examples</w:t>
            </w:r>
          </w:p>
        </w:tc>
        <w:tc>
          <w:tcPr>
            <w:tcW w:w="1750" w:type="dxa"/>
          </w:tcPr>
          <w:p w14:paraId="01A41F4D" w14:textId="77777777" w:rsidR="00164FF5" w:rsidRDefault="00861641">
            <w:pPr>
              <w:spacing w:after="0" w:line="240" w:lineRule="auto"/>
              <w:jc w:val="center"/>
            </w:pPr>
            <w:r>
              <w:rPr>
                <w:b/>
                <w:bCs/>
                <w:sz w:val="18"/>
                <w:szCs w:val="18"/>
              </w:rPr>
              <w:t>Importance/Extent/Significance</w:t>
            </w:r>
          </w:p>
        </w:tc>
      </w:tr>
      <w:tr w:rsidR="00164FF5" w14:paraId="66C1BA2D" w14:textId="77777777" w:rsidTr="00164FF5">
        <w:trPr>
          <w:trHeight w:val="200"/>
        </w:trPr>
        <w:tc>
          <w:tcPr>
            <w:tcW w:w="1750" w:type="dxa"/>
          </w:tcPr>
          <w:p w14:paraId="1F8BE68B" w14:textId="77777777" w:rsidR="00164FF5" w:rsidRDefault="00164FF5"/>
        </w:tc>
        <w:tc>
          <w:tcPr>
            <w:tcW w:w="1750" w:type="dxa"/>
          </w:tcPr>
          <w:p w14:paraId="55181AE1" w14:textId="77777777" w:rsidR="00164FF5" w:rsidRDefault="00164FF5"/>
        </w:tc>
        <w:tc>
          <w:tcPr>
            <w:tcW w:w="1750" w:type="dxa"/>
          </w:tcPr>
          <w:p w14:paraId="18CC0AA9" w14:textId="77777777" w:rsidR="00164FF5" w:rsidRDefault="00164FF5"/>
        </w:tc>
      </w:tr>
    </w:tbl>
    <w:p w14:paraId="311046CF" w14:textId="77777777" w:rsidR="00164FF5" w:rsidRDefault="00164FF5"/>
    <w:p w14:paraId="587953B5" w14:textId="77777777" w:rsidR="00164FF5" w:rsidRDefault="00861641">
      <w:pPr>
        <w:pStyle w:val="pstyleLabels"/>
      </w:pPr>
      <w:r>
        <w:rPr>
          <w:rStyle w:val="styleC3"/>
        </w:rPr>
        <w:t>Regulating Services</w:t>
      </w:r>
    </w:p>
    <w:tbl>
      <w:tblPr>
        <w:tblStyle w:val="FancyTable"/>
        <w:tblW w:w="0" w:type="auto"/>
        <w:tblInd w:w="-8" w:type="dxa"/>
        <w:tblLook w:val="04A0" w:firstRow="1" w:lastRow="0" w:firstColumn="1" w:lastColumn="0" w:noHBand="0" w:noVBand="1"/>
      </w:tblPr>
      <w:tblGrid>
        <w:gridCol w:w="1750"/>
        <w:gridCol w:w="1750"/>
        <w:gridCol w:w="2761"/>
      </w:tblGrid>
      <w:tr w:rsidR="00164FF5" w14:paraId="0D8619B5"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18D1ECB" w14:textId="77777777" w:rsidR="00164FF5" w:rsidRDefault="00861641">
            <w:pPr>
              <w:spacing w:after="0" w:line="240" w:lineRule="auto"/>
              <w:jc w:val="center"/>
            </w:pPr>
            <w:r>
              <w:rPr>
                <w:b/>
                <w:bCs/>
                <w:sz w:val="18"/>
                <w:szCs w:val="18"/>
              </w:rPr>
              <w:t>Ecosystem service</w:t>
            </w:r>
          </w:p>
        </w:tc>
        <w:tc>
          <w:tcPr>
            <w:tcW w:w="1750" w:type="dxa"/>
          </w:tcPr>
          <w:p w14:paraId="5DE33BFE" w14:textId="77777777" w:rsidR="00164FF5" w:rsidRDefault="00861641">
            <w:pPr>
              <w:spacing w:after="0" w:line="240" w:lineRule="auto"/>
              <w:jc w:val="center"/>
            </w:pPr>
            <w:r>
              <w:rPr>
                <w:b/>
                <w:bCs/>
                <w:sz w:val="18"/>
                <w:szCs w:val="18"/>
              </w:rPr>
              <w:t>Examples</w:t>
            </w:r>
          </w:p>
        </w:tc>
        <w:tc>
          <w:tcPr>
            <w:tcW w:w="1750" w:type="dxa"/>
          </w:tcPr>
          <w:p w14:paraId="71816ED7" w14:textId="77777777" w:rsidR="00164FF5" w:rsidRDefault="00861641">
            <w:pPr>
              <w:spacing w:after="0" w:line="240" w:lineRule="auto"/>
              <w:jc w:val="center"/>
            </w:pPr>
            <w:r>
              <w:rPr>
                <w:b/>
                <w:bCs/>
                <w:sz w:val="18"/>
                <w:szCs w:val="18"/>
              </w:rPr>
              <w:t>Importance/Extent/Significance</w:t>
            </w:r>
          </w:p>
        </w:tc>
      </w:tr>
      <w:tr w:rsidR="00164FF5" w14:paraId="62204B76" w14:textId="77777777" w:rsidTr="00164FF5">
        <w:trPr>
          <w:trHeight w:val="200"/>
        </w:trPr>
        <w:tc>
          <w:tcPr>
            <w:tcW w:w="1750" w:type="dxa"/>
          </w:tcPr>
          <w:p w14:paraId="6C94E1EF" w14:textId="77777777" w:rsidR="00164FF5" w:rsidRDefault="00861641">
            <w:r>
              <w:rPr>
                <w:rStyle w:val="styleSubformtxt"/>
              </w:rPr>
              <w:t>Hazard reduction</w:t>
            </w:r>
          </w:p>
        </w:tc>
        <w:tc>
          <w:tcPr>
            <w:tcW w:w="1750" w:type="dxa"/>
          </w:tcPr>
          <w:p w14:paraId="26AC7BF8" w14:textId="77777777" w:rsidR="00164FF5" w:rsidRDefault="00861641">
            <w:r>
              <w:rPr>
                <w:rStyle w:val="styleSubformtxt"/>
              </w:rPr>
              <w:t>Flood control, flood storage</w:t>
            </w:r>
          </w:p>
        </w:tc>
        <w:tc>
          <w:tcPr>
            <w:tcW w:w="1750" w:type="dxa"/>
          </w:tcPr>
          <w:p w14:paraId="421CB388" w14:textId="77777777" w:rsidR="00164FF5" w:rsidRDefault="00861641">
            <w:r>
              <w:rPr>
                <w:rStyle w:val="styleSubformtxt"/>
              </w:rPr>
              <w:t>Low</w:t>
            </w:r>
          </w:p>
        </w:tc>
      </w:tr>
      <w:tr w:rsidR="00164FF5" w14:paraId="35F93785" w14:textId="77777777" w:rsidTr="00164FF5">
        <w:trPr>
          <w:trHeight w:val="200"/>
        </w:trPr>
        <w:tc>
          <w:tcPr>
            <w:tcW w:w="1750" w:type="dxa"/>
          </w:tcPr>
          <w:p w14:paraId="0BFBCCA8" w14:textId="77777777" w:rsidR="00164FF5" w:rsidRDefault="00164FF5"/>
        </w:tc>
        <w:tc>
          <w:tcPr>
            <w:tcW w:w="1750" w:type="dxa"/>
          </w:tcPr>
          <w:p w14:paraId="55E6F3E4" w14:textId="77777777" w:rsidR="00164FF5" w:rsidRDefault="00164FF5"/>
        </w:tc>
        <w:tc>
          <w:tcPr>
            <w:tcW w:w="1750" w:type="dxa"/>
          </w:tcPr>
          <w:p w14:paraId="182747C6" w14:textId="77777777" w:rsidR="00164FF5" w:rsidRDefault="00164FF5"/>
        </w:tc>
      </w:tr>
    </w:tbl>
    <w:p w14:paraId="34D3B2D2" w14:textId="77777777" w:rsidR="00164FF5" w:rsidRDefault="00164FF5"/>
    <w:p w14:paraId="38800366" w14:textId="77777777" w:rsidR="00164FF5" w:rsidRDefault="00861641">
      <w:pPr>
        <w:pStyle w:val="pstyleLabels"/>
      </w:pPr>
      <w:r>
        <w:rPr>
          <w:rStyle w:val="styleC3"/>
        </w:rPr>
        <w:t>Cultural Services</w:t>
      </w:r>
    </w:p>
    <w:tbl>
      <w:tblPr>
        <w:tblStyle w:val="FancyTable"/>
        <w:tblW w:w="0" w:type="auto"/>
        <w:tblInd w:w="-8" w:type="dxa"/>
        <w:tblLook w:val="04A0" w:firstRow="1" w:lastRow="0" w:firstColumn="1" w:lastColumn="0" w:noHBand="0" w:noVBand="1"/>
      </w:tblPr>
      <w:tblGrid>
        <w:gridCol w:w="1750"/>
        <w:gridCol w:w="1750"/>
        <w:gridCol w:w="2761"/>
      </w:tblGrid>
      <w:tr w:rsidR="00164FF5" w14:paraId="6ED4076E"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220F231E" w14:textId="77777777" w:rsidR="00164FF5" w:rsidRDefault="00861641">
            <w:pPr>
              <w:spacing w:after="0" w:line="240" w:lineRule="auto"/>
              <w:jc w:val="center"/>
            </w:pPr>
            <w:r>
              <w:rPr>
                <w:b/>
                <w:bCs/>
                <w:sz w:val="18"/>
                <w:szCs w:val="18"/>
              </w:rPr>
              <w:t>Ecosystem service</w:t>
            </w:r>
          </w:p>
        </w:tc>
        <w:tc>
          <w:tcPr>
            <w:tcW w:w="1750" w:type="dxa"/>
          </w:tcPr>
          <w:p w14:paraId="39C2FF2E" w14:textId="77777777" w:rsidR="00164FF5" w:rsidRDefault="00861641">
            <w:pPr>
              <w:spacing w:after="0" w:line="240" w:lineRule="auto"/>
              <w:jc w:val="center"/>
            </w:pPr>
            <w:r>
              <w:rPr>
                <w:b/>
                <w:bCs/>
                <w:sz w:val="18"/>
                <w:szCs w:val="18"/>
              </w:rPr>
              <w:t>Examples</w:t>
            </w:r>
          </w:p>
        </w:tc>
        <w:tc>
          <w:tcPr>
            <w:tcW w:w="1750" w:type="dxa"/>
          </w:tcPr>
          <w:p w14:paraId="08C453EB" w14:textId="77777777" w:rsidR="00164FF5" w:rsidRDefault="00861641">
            <w:pPr>
              <w:spacing w:after="0" w:line="240" w:lineRule="auto"/>
              <w:jc w:val="center"/>
            </w:pPr>
            <w:r>
              <w:rPr>
                <w:b/>
                <w:bCs/>
                <w:sz w:val="18"/>
                <w:szCs w:val="18"/>
              </w:rPr>
              <w:t>Importance/Extent/Significance</w:t>
            </w:r>
          </w:p>
        </w:tc>
      </w:tr>
      <w:tr w:rsidR="00164FF5" w14:paraId="4336A975" w14:textId="77777777" w:rsidTr="00164FF5">
        <w:trPr>
          <w:trHeight w:val="200"/>
        </w:trPr>
        <w:tc>
          <w:tcPr>
            <w:tcW w:w="1750" w:type="dxa"/>
          </w:tcPr>
          <w:p w14:paraId="572DF57B" w14:textId="77777777" w:rsidR="00164FF5" w:rsidRDefault="00861641">
            <w:r>
              <w:rPr>
                <w:rStyle w:val="styleSubformtxt"/>
              </w:rPr>
              <w:t>Recreation and tourism</w:t>
            </w:r>
          </w:p>
        </w:tc>
        <w:tc>
          <w:tcPr>
            <w:tcW w:w="1750" w:type="dxa"/>
          </w:tcPr>
          <w:p w14:paraId="192F4687" w14:textId="77777777" w:rsidR="00164FF5" w:rsidRDefault="00861641">
            <w:r>
              <w:rPr>
                <w:rStyle w:val="styleSubformtxt"/>
              </w:rPr>
              <w:t>Picnics, outings, touring</w:t>
            </w:r>
          </w:p>
        </w:tc>
        <w:tc>
          <w:tcPr>
            <w:tcW w:w="1750" w:type="dxa"/>
          </w:tcPr>
          <w:p w14:paraId="45B17086" w14:textId="77777777" w:rsidR="00164FF5" w:rsidRDefault="00861641">
            <w:r>
              <w:rPr>
                <w:rStyle w:val="styleSubformtxt"/>
              </w:rPr>
              <w:t>Medium</w:t>
            </w:r>
          </w:p>
        </w:tc>
      </w:tr>
      <w:tr w:rsidR="00164FF5" w14:paraId="4C8E1027" w14:textId="77777777" w:rsidTr="00164FF5">
        <w:trPr>
          <w:trHeight w:val="200"/>
        </w:trPr>
        <w:tc>
          <w:tcPr>
            <w:tcW w:w="1750" w:type="dxa"/>
          </w:tcPr>
          <w:p w14:paraId="230FD31C" w14:textId="77777777" w:rsidR="00164FF5" w:rsidRDefault="00861641">
            <w:r>
              <w:rPr>
                <w:rStyle w:val="styleSubformtxt"/>
              </w:rPr>
              <w:t>Recreation and tourism</w:t>
            </w:r>
          </w:p>
        </w:tc>
        <w:tc>
          <w:tcPr>
            <w:tcW w:w="1750" w:type="dxa"/>
          </w:tcPr>
          <w:p w14:paraId="31229856" w14:textId="77777777" w:rsidR="00164FF5" w:rsidRDefault="00861641">
            <w:r>
              <w:rPr>
                <w:rStyle w:val="styleSubformtxt"/>
              </w:rPr>
              <w:t>Nature observation and nature-based tourism</w:t>
            </w:r>
          </w:p>
        </w:tc>
        <w:tc>
          <w:tcPr>
            <w:tcW w:w="1750" w:type="dxa"/>
          </w:tcPr>
          <w:p w14:paraId="173AF9CE" w14:textId="77777777" w:rsidR="00164FF5" w:rsidRDefault="00861641">
            <w:r>
              <w:rPr>
                <w:rStyle w:val="styleSubformtxt"/>
              </w:rPr>
              <w:t>Medium</w:t>
            </w:r>
          </w:p>
        </w:tc>
      </w:tr>
      <w:tr w:rsidR="00164FF5" w14:paraId="655CC80D" w14:textId="77777777" w:rsidTr="00164FF5">
        <w:trPr>
          <w:trHeight w:val="200"/>
        </w:trPr>
        <w:tc>
          <w:tcPr>
            <w:tcW w:w="1750" w:type="dxa"/>
          </w:tcPr>
          <w:p w14:paraId="010E8A7A" w14:textId="77777777" w:rsidR="00164FF5" w:rsidRDefault="00861641">
            <w:r>
              <w:rPr>
                <w:rStyle w:val="styleSubformtxt"/>
              </w:rPr>
              <w:t>Spiritual and inspirational</w:t>
            </w:r>
          </w:p>
        </w:tc>
        <w:tc>
          <w:tcPr>
            <w:tcW w:w="1750" w:type="dxa"/>
          </w:tcPr>
          <w:p w14:paraId="25E329C9" w14:textId="77777777" w:rsidR="00164FF5" w:rsidRDefault="00861641">
            <w:r>
              <w:rPr>
                <w:rStyle w:val="styleSubformtxt"/>
              </w:rPr>
              <w:t>Cultural heritage (historical and archaeological)</w:t>
            </w:r>
          </w:p>
        </w:tc>
        <w:tc>
          <w:tcPr>
            <w:tcW w:w="1750" w:type="dxa"/>
          </w:tcPr>
          <w:p w14:paraId="16C6D818" w14:textId="77777777" w:rsidR="00164FF5" w:rsidRDefault="00861641">
            <w:r>
              <w:rPr>
                <w:rStyle w:val="styleSubformtxt"/>
              </w:rPr>
              <w:t>Medium</w:t>
            </w:r>
          </w:p>
        </w:tc>
      </w:tr>
      <w:tr w:rsidR="00164FF5" w14:paraId="2178B827" w14:textId="77777777" w:rsidTr="00164FF5">
        <w:trPr>
          <w:trHeight w:val="200"/>
        </w:trPr>
        <w:tc>
          <w:tcPr>
            <w:tcW w:w="1750" w:type="dxa"/>
          </w:tcPr>
          <w:p w14:paraId="33738D2D" w14:textId="77777777" w:rsidR="00164FF5" w:rsidRDefault="00861641">
            <w:r>
              <w:rPr>
                <w:rStyle w:val="styleSubformtxt"/>
              </w:rPr>
              <w:t>Scientific and educational</w:t>
            </w:r>
          </w:p>
        </w:tc>
        <w:tc>
          <w:tcPr>
            <w:tcW w:w="1750" w:type="dxa"/>
          </w:tcPr>
          <w:p w14:paraId="72FBCF76" w14:textId="77777777" w:rsidR="00164FF5" w:rsidRDefault="00861641">
            <w:r>
              <w:rPr>
                <w:rStyle w:val="styleSubformtxt"/>
              </w:rPr>
              <w:t>Important knowledge systems, importance for research (scientific reference area or site)</w:t>
            </w:r>
          </w:p>
        </w:tc>
        <w:tc>
          <w:tcPr>
            <w:tcW w:w="1750" w:type="dxa"/>
          </w:tcPr>
          <w:p w14:paraId="4152D316" w14:textId="77777777" w:rsidR="00164FF5" w:rsidRDefault="00861641">
            <w:r>
              <w:rPr>
                <w:rStyle w:val="styleSubformtxt"/>
              </w:rPr>
              <w:t>Medium</w:t>
            </w:r>
          </w:p>
        </w:tc>
      </w:tr>
      <w:tr w:rsidR="00164FF5" w14:paraId="661509BF" w14:textId="77777777" w:rsidTr="00164FF5">
        <w:trPr>
          <w:trHeight w:val="200"/>
        </w:trPr>
        <w:tc>
          <w:tcPr>
            <w:tcW w:w="1750" w:type="dxa"/>
          </w:tcPr>
          <w:p w14:paraId="2F3D7CBF" w14:textId="77777777" w:rsidR="00164FF5" w:rsidRDefault="00164FF5"/>
        </w:tc>
        <w:tc>
          <w:tcPr>
            <w:tcW w:w="1750" w:type="dxa"/>
          </w:tcPr>
          <w:p w14:paraId="64E7774A" w14:textId="77777777" w:rsidR="00164FF5" w:rsidRDefault="00164FF5"/>
        </w:tc>
        <w:tc>
          <w:tcPr>
            <w:tcW w:w="1750" w:type="dxa"/>
          </w:tcPr>
          <w:p w14:paraId="1ED82BCD" w14:textId="77777777" w:rsidR="00164FF5" w:rsidRDefault="00164FF5"/>
        </w:tc>
      </w:tr>
    </w:tbl>
    <w:p w14:paraId="5023E005" w14:textId="77777777" w:rsidR="00164FF5" w:rsidRDefault="00164FF5"/>
    <w:p w14:paraId="0B55EE6B" w14:textId="77777777" w:rsidR="00164FF5" w:rsidRDefault="00861641">
      <w:pPr>
        <w:pStyle w:val="pstyleLabels"/>
      </w:pPr>
      <w:r>
        <w:rPr>
          <w:rStyle w:val="styleC3"/>
        </w:rPr>
        <w:t>Supporting Services</w:t>
      </w:r>
    </w:p>
    <w:tbl>
      <w:tblPr>
        <w:tblStyle w:val="FancyTable"/>
        <w:tblW w:w="0" w:type="auto"/>
        <w:tblInd w:w="-8" w:type="dxa"/>
        <w:tblLook w:val="04A0" w:firstRow="1" w:lastRow="0" w:firstColumn="1" w:lastColumn="0" w:noHBand="0" w:noVBand="1"/>
      </w:tblPr>
      <w:tblGrid>
        <w:gridCol w:w="1750"/>
        <w:gridCol w:w="1750"/>
        <w:gridCol w:w="2761"/>
      </w:tblGrid>
      <w:tr w:rsidR="00164FF5" w14:paraId="5FBC6760"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AA84719" w14:textId="77777777" w:rsidR="00164FF5" w:rsidRDefault="00861641">
            <w:pPr>
              <w:spacing w:after="0" w:line="240" w:lineRule="auto"/>
              <w:jc w:val="center"/>
            </w:pPr>
            <w:r>
              <w:rPr>
                <w:b/>
                <w:bCs/>
                <w:sz w:val="18"/>
                <w:szCs w:val="18"/>
              </w:rPr>
              <w:t>Ecosystem service</w:t>
            </w:r>
          </w:p>
        </w:tc>
        <w:tc>
          <w:tcPr>
            <w:tcW w:w="1750" w:type="dxa"/>
          </w:tcPr>
          <w:p w14:paraId="24BC8E2F" w14:textId="77777777" w:rsidR="00164FF5" w:rsidRDefault="00861641">
            <w:pPr>
              <w:spacing w:after="0" w:line="240" w:lineRule="auto"/>
              <w:jc w:val="center"/>
            </w:pPr>
            <w:r>
              <w:rPr>
                <w:b/>
                <w:bCs/>
                <w:sz w:val="18"/>
                <w:szCs w:val="18"/>
              </w:rPr>
              <w:t>Examples</w:t>
            </w:r>
          </w:p>
        </w:tc>
        <w:tc>
          <w:tcPr>
            <w:tcW w:w="1750" w:type="dxa"/>
          </w:tcPr>
          <w:p w14:paraId="70A75D8A" w14:textId="77777777" w:rsidR="00164FF5" w:rsidRDefault="00861641">
            <w:pPr>
              <w:spacing w:after="0" w:line="240" w:lineRule="auto"/>
              <w:jc w:val="center"/>
            </w:pPr>
            <w:r>
              <w:rPr>
                <w:b/>
                <w:bCs/>
                <w:sz w:val="18"/>
                <w:szCs w:val="18"/>
              </w:rPr>
              <w:t>Importance/Extent/Significance</w:t>
            </w:r>
          </w:p>
        </w:tc>
      </w:tr>
      <w:tr w:rsidR="00164FF5" w14:paraId="45BAC4B8" w14:textId="77777777" w:rsidTr="00164FF5">
        <w:trPr>
          <w:trHeight w:val="200"/>
        </w:trPr>
        <w:tc>
          <w:tcPr>
            <w:tcW w:w="1750" w:type="dxa"/>
          </w:tcPr>
          <w:p w14:paraId="59D6AB9C" w14:textId="77777777" w:rsidR="00164FF5" w:rsidRDefault="00861641">
            <w:r>
              <w:rPr>
                <w:rStyle w:val="styleSubformtxt"/>
              </w:rPr>
              <w:t>Biodiversity</w:t>
            </w:r>
          </w:p>
        </w:tc>
        <w:tc>
          <w:tcPr>
            <w:tcW w:w="1750" w:type="dxa"/>
          </w:tcPr>
          <w:p w14:paraId="1B82626E" w14:textId="77777777" w:rsidR="00164FF5" w:rsidRDefault="00861641">
            <w:r>
              <w:rPr>
                <w:rStyle w:val="styleSubformtxt"/>
              </w:rPr>
              <w:t>Supports a variety of all life forms including plants, animals and microorganizms, the genes they contain, and the ecosystems of which they form a part</w:t>
            </w:r>
          </w:p>
        </w:tc>
        <w:tc>
          <w:tcPr>
            <w:tcW w:w="1750" w:type="dxa"/>
          </w:tcPr>
          <w:p w14:paraId="7406D8DE" w14:textId="77777777" w:rsidR="00164FF5" w:rsidRDefault="00861641">
            <w:r>
              <w:rPr>
                <w:rStyle w:val="styleSubformtxt"/>
              </w:rPr>
              <w:t>High</w:t>
            </w:r>
          </w:p>
        </w:tc>
      </w:tr>
      <w:tr w:rsidR="00164FF5" w14:paraId="5FFC886B" w14:textId="77777777" w:rsidTr="00164FF5">
        <w:trPr>
          <w:trHeight w:val="200"/>
        </w:trPr>
        <w:tc>
          <w:tcPr>
            <w:tcW w:w="1750" w:type="dxa"/>
          </w:tcPr>
          <w:p w14:paraId="29199B4A" w14:textId="77777777" w:rsidR="00164FF5" w:rsidRDefault="00164FF5"/>
        </w:tc>
        <w:tc>
          <w:tcPr>
            <w:tcW w:w="1750" w:type="dxa"/>
          </w:tcPr>
          <w:p w14:paraId="5667348E" w14:textId="77777777" w:rsidR="00164FF5" w:rsidRDefault="00164FF5"/>
        </w:tc>
        <w:tc>
          <w:tcPr>
            <w:tcW w:w="1750" w:type="dxa"/>
          </w:tcPr>
          <w:p w14:paraId="50582126" w14:textId="77777777" w:rsidR="00164FF5" w:rsidRDefault="00164FF5"/>
        </w:tc>
      </w:tr>
    </w:tbl>
    <w:p w14:paraId="760A5400" w14:textId="77777777" w:rsidR="00164FF5" w:rsidRDefault="00164FF5"/>
    <w:p w14:paraId="054569C2" w14:textId="77777777" w:rsidR="00164FF5" w:rsidRDefault="00861641">
      <w:pPr>
        <w:pStyle w:val="pstyleLabels"/>
      </w:pPr>
      <w:r>
        <w:rPr>
          <w:rStyle w:val="styleC3"/>
        </w:rPr>
        <w:t>Optional text box to provide 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89"/>
        <w:gridCol w:w="8839"/>
      </w:tblGrid>
      <w:tr w:rsidR="00164FF5" w14:paraId="29273E8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2F6DE5D" w14:textId="77777777" w:rsidR="00164FF5" w:rsidRDefault="00164FF5"/>
        </w:tc>
        <w:tc>
          <w:tcPr>
            <w:tcW w:w="9500" w:type="dxa"/>
          </w:tcPr>
          <w:p w14:paraId="63BD7A0A" w14:textId="77777777" w:rsidR="00164FF5" w:rsidRDefault="00164FF5">
            <w:pPr>
              <w:pStyle w:val="pStyle"/>
              <w:rPr>
                <w:rStyle w:val="almostEmpty"/>
              </w:rPr>
            </w:pPr>
          </w:p>
          <w:p w14:paraId="76FFACD1" w14:textId="77777777" w:rsidR="00164FF5" w:rsidRDefault="00861641">
            <w:pPr>
              <w:spacing w:after="0" w:line="240" w:lineRule="auto"/>
              <w:ind w:left="57"/>
            </w:pPr>
            <w:r>
              <w:rPr>
                <w:rStyle w:val="styleDatatxt"/>
              </w:rPr>
              <w:t xml:space="preserve">The Wild Deserts project aims to bring back seven extinct mammals to the NSW corner country, using large fenced exclosures and a range of innovative predator control and research techniques in Sturt National Park. </w:t>
            </w:r>
          </w:p>
          <w:p w14:paraId="4995D04D" w14:textId="77777777" w:rsidR="00164FF5" w:rsidRDefault="00164FF5">
            <w:pPr>
              <w:pStyle w:val="pStyle"/>
              <w:rPr>
                <w:rStyle w:val="almostEmpty"/>
              </w:rPr>
            </w:pPr>
          </w:p>
          <w:p w14:paraId="1364F5EA" w14:textId="77777777" w:rsidR="00164FF5" w:rsidRDefault="00861641">
            <w:pPr>
              <w:spacing w:after="0" w:line="240" w:lineRule="auto"/>
              <w:ind w:left="57"/>
            </w:pPr>
            <w:r>
              <w:rPr>
                <w:rStyle w:val="styleDatatxt"/>
              </w:rPr>
              <w:t xml:space="preserve"> </w:t>
            </w:r>
          </w:p>
          <w:p w14:paraId="233AC09E" w14:textId="77777777" w:rsidR="00164FF5" w:rsidRDefault="00164FF5">
            <w:pPr>
              <w:pStyle w:val="pStyle"/>
              <w:rPr>
                <w:rStyle w:val="almostEmpty"/>
              </w:rPr>
            </w:pPr>
          </w:p>
          <w:p w14:paraId="1FFC2021" w14:textId="77777777" w:rsidR="00164FF5" w:rsidRDefault="00861641">
            <w:pPr>
              <w:spacing w:after="0" w:line="240" w:lineRule="auto"/>
              <w:ind w:left="57"/>
            </w:pPr>
            <w:r>
              <w:rPr>
                <w:rStyle w:val="styleDatatxt"/>
              </w:rPr>
              <w:t xml:space="preserve">Wild Deserts will exclude feral predators and herbivores such as cats, foxes and rabbits, before reintroducing mammals that were once widespread in NSW but have not been seen for over a century. These will include the Stick-nest Rat, Western Barred Bandicoot, Golden Bandicoot, Western Quoll and Crest-tailed Mulgara. </w:t>
            </w:r>
          </w:p>
          <w:p w14:paraId="26694458" w14:textId="77777777" w:rsidR="00164FF5" w:rsidRDefault="00164FF5">
            <w:pPr>
              <w:pStyle w:val="pStyle"/>
              <w:rPr>
                <w:rStyle w:val="almostEmpty"/>
              </w:rPr>
            </w:pPr>
          </w:p>
          <w:p w14:paraId="2F6F99D8" w14:textId="77777777" w:rsidR="00164FF5" w:rsidRDefault="00861641">
            <w:pPr>
              <w:spacing w:after="0" w:line="240" w:lineRule="auto"/>
              <w:ind w:left="57"/>
            </w:pPr>
            <w:r>
              <w:rPr>
                <w:rStyle w:val="styleDatatxt"/>
              </w:rPr>
              <w:t xml:space="preserve"> </w:t>
            </w:r>
          </w:p>
          <w:p w14:paraId="676DBDF2" w14:textId="77777777" w:rsidR="00164FF5" w:rsidRDefault="00164FF5">
            <w:pPr>
              <w:pStyle w:val="pStyle"/>
              <w:rPr>
                <w:rStyle w:val="almostEmpty"/>
              </w:rPr>
            </w:pPr>
          </w:p>
          <w:p w14:paraId="781CDBE1" w14:textId="77777777" w:rsidR="00164FF5" w:rsidRDefault="00861641">
            <w:pPr>
              <w:spacing w:after="0" w:line="240" w:lineRule="auto"/>
              <w:ind w:left="57"/>
            </w:pPr>
            <w:r>
              <w:rPr>
                <w:rStyle w:val="styleDatatxt"/>
              </w:rPr>
              <w:t xml:space="preserve">Link: https://www.ecosystem.unsw.edu.au/research-projects/conservation practice/reintroductions/reintroducing-locally-extinct-mammals-sturt-national-park  </w:t>
            </w:r>
          </w:p>
          <w:p w14:paraId="062C4752" w14:textId="77777777" w:rsidR="00164FF5" w:rsidRDefault="00164FF5">
            <w:pPr>
              <w:pStyle w:val="pStyle"/>
              <w:rPr>
                <w:rStyle w:val="almostEmpty"/>
              </w:rPr>
            </w:pPr>
          </w:p>
          <w:p w14:paraId="6BB8BC93" w14:textId="77777777" w:rsidR="00164FF5" w:rsidRDefault="00164FF5">
            <w:pPr>
              <w:spacing w:after="0" w:line="240" w:lineRule="auto"/>
              <w:ind w:left="57"/>
            </w:pPr>
          </w:p>
        </w:tc>
      </w:tr>
    </w:tbl>
    <w:p w14:paraId="61977778" w14:textId="77777777" w:rsidR="00164FF5" w:rsidRDefault="00861641">
      <w:pPr>
        <w:pStyle w:val="pstyleLabels"/>
      </w:pPr>
      <w:r>
        <w:rPr>
          <w:rStyle w:val="styleC3"/>
        </w:rPr>
        <w:t>Other ecosystem service(s) not included above:</w:t>
      </w:r>
      <w:r>
        <w:rPr>
          <w:rStyle w:val="styleHint1txt"/>
        </w:rPr>
        <w:t xml:space="preserve"> (This field is limited to 2000 characters) </w:t>
      </w:r>
    </w:p>
    <w:tbl>
      <w:tblPr>
        <w:tblStyle w:val="myFieldTableStyle"/>
        <w:tblW w:w="0" w:type="auto"/>
        <w:tblInd w:w="-8" w:type="dxa"/>
        <w:tblLook w:val="04A0" w:firstRow="1" w:lastRow="0" w:firstColumn="1" w:lastColumn="0" w:noHBand="0" w:noVBand="1"/>
      </w:tblPr>
      <w:tblGrid>
        <w:gridCol w:w="197"/>
        <w:gridCol w:w="8831"/>
      </w:tblGrid>
      <w:tr w:rsidR="00164FF5" w14:paraId="14FF26F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ACF250B" w14:textId="77777777" w:rsidR="00164FF5" w:rsidRDefault="00164FF5"/>
        </w:tc>
        <w:tc>
          <w:tcPr>
            <w:tcW w:w="9500" w:type="dxa"/>
          </w:tcPr>
          <w:p w14:paraId="47CCC06E" w14:textId="77777777" w:rsidR="00164FF5" w:rsidRDefault="00164FF5">
            <w:pPr>
              <w:spacing w:before="30" w:after="25" w:line="240" w:lineRule="auto"/>
              <w:ind w:left="57"/>
            </w:pPr>
          </w:p>
        </w:tc>
      </w:tr>
    </w:tbl>
    <w:p w14:paraId="1B866D88" w14:textId="77777777" w:rsidR="00164FF5" w:rsidRDefault="00861641">
      <w:pPr>
        <w:pStyle w:val="pstyleComments"/>
      </w:pPr>
      <w:r>
        <w:rPr>
          <w:rStyle w:val="styleC3comment"/>
        </w:rPr>
        <w:t>Please make a rough estimate of the approximate number of people who directly benefit from the ecological services provided by this site (estimate at least in orders of magnitude: 10s, 100s, 1000s, 10 000s etc.):</w:t>
      </w:r>
    </w:p>
    <w:p w14:paraId="0F24BCCC" w14:textId="77777777" w:rsidR="00164FF5" w:rsidRDefault="00861641">
      <w:pPr>
        <w:pStyle w:val="pstyleLabels"/>
      </w:pPr>
      <w:r>
        <w:rPr>
          <w:rStyle w:val="styleC3"/>
        </w:rPr>
        <w:t>Within the site:</w:t>
      </w:r>
    </w:p>
    <w:tbl>
      <w:tblPr>
        <w:tblStyle w:val="myFieldTableStyle2"/>
        <w:tblW w:w="0" w:type="auto"/>
        <w:tblInd w:w="-8" w:type="dxa"/>
        <w:tblLook w:val="04A0" w:firstRow="1" w:lastRow="0" w:firstColumn="1" w:lastColumn="0" w:noHBand="0" w:noVBand="1"/>
      </w:tblPr>
      <w:tblGrid>
        <w:gridCol w:w="195"/>
        <w:gridCol w:w="8832"/>
      </w:tblGrid>
      <w:tr w:rsidR="00164FF5" w14:paraId="4355895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F6B8F0A" w14:textId="77777777" w:rsidR="00164FF5" w:rsidRDefault="00164FF5">
            <w:pPr>
              <w:spacing w:after="0" w:line="240" w:lineRule="auto"/>
              <w:ind w:left="216"/>
            </w:pPr>
          </w:p>
        </w:tc>
        <w:tc>
          <w:tcPr>
            <w:tcW w:w="9500" w:type="dxa"/>
          </w:tcPr>
          <w:p w14:paraId="2C5B3D90" w14:textId="77777777" w:rsidR="00164FF5" w:rsidRDefault="00861641">
            <w:pPr>
              <w:spacing w:before="5" w:after="2" w:line="240" w:lineRule="auto"/>
              <w:ind w:left="72"/>
            </w:pPr>
            <w:r>
              <w:rPr>
                <w:rStyle w:val="styleDatatxt"/>
              </w:rPr>
              <w:t>2000</w:t>
            </w:r>
          </w:p>
        </w:tc>
      </w:tr>
    </w:tbl>
    <w:p w14:paraId="43839CA3" w14:textId="77777777" w:rsidR="00164FF5" w:rsidRDefault="00861641">
      <w:pPr>
        <w:pStyle w:val="pstyleLabels"/>
      </w:pPr>
      <w:r>
        <w:rPr>
          <w:rStyle w:val="styleC3"/>
        </w:rPr>
        <w:t>Outside the site:</w:t>
      </w:r>
    </w:p>
    <w:tbl>
      <w:tblPr>
        <w:tblStyle w:val="myFieldTableStyle2"/>
        <w:tblW w:w="0" w:type="auto"/>
        <w:tblInd w:w="-8" w:type="dxa"/>
        <w:tblLook w:val="04A0" w:firstRow="1" w:lastRow="0" w:firstColumn="1" w:lastColumn="0" w:noHBand="0" w:noVBand="1"/>
      </w:tblPr>
      <w:tblGrid>
        <w:gridCol w:w="196"/>
        <w:gridCol w:w="8831"/>
      </w:tblGrid>
      <w:tr w:rsidR="00164FF5" w14:paraId="65CA9AA4"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1CE99D" w14:textId="77777777" w:rsidR="00164FF5" w:rsidRDefault="00164FF5">
            <w:pPr>
              <w:spacing w:after="0" w:line="240" w:lineRule="auto"/>
              <w:ind w:left="216"/>
            </w:pPr>
          </w:p>
        </w:tc>
        <w:tc>
          <w:tcPr>
            <w:tcW w:w="9500" w:type="dxa"/>
          </w:tcPr>
          <w:p w14:paraId="0F3B020E" w14:textId="77777777" w:rsidR="00164FF5" w:rsidRDefault="00164FF5">
            <w:pPr>
              <w:spacing w:before="5" w:after="2" w:line="240" w:lineRule="auto"/>
              <w:ind w:left="72"/>
            </w:pPr>
          </w:p>
        </w:tc>
      </w:tr>
    </w:tbl>
    <w:p w14:paraId="289B7154" w14:textId="77777777" w:rsidR="00164FF5" w:rsidRDefault="00861641">
      <w:pPr>
        <w:pStyle w:val="pstyleLabels"/>
      </w:pPr>
      <w:r>
        <w:rPr>
          <w:rStyle w:val="styleC3"/>
        </w:rPr>
        <w:t>Have studies or assessments been made of the economic valuation of ecosystem services provided by this Ramsar Site?</w:t>
      </w:r>
    </w:p>
    <w:p w14:paraId="6E575EA2"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 </w:t>
      </w:r>
      <w:r>
        <w:rPr>
          <w:rStyle w:val="styleRad"/>
        </w:rPr>
        <w:t xml:space="preserve"> [  ] </w:t>
      </w:r>
      <w:r>
        <w:rPr>
          <w:rStyle w:val="styleC3"/>
        </w:rPr>
        <w:t xml:space="preserve">Unknown </w:t>
      </w:r>
    </w:p>
    <w:p w14:paraId="28D652C1" w14:textId="77777777" w:rsidR="00164FF5" w:rsidRDefault="00861641">
      <w:pPr>
        <w:spacing w:after="0" w:line="240" w:lineRule="auto"/>
      </w:pPr>
      <w:r>
        <w:rPr>
          <w:rStyle w:val="almostEmpty"/>
        </w:rPr>
        <w:t>.</w:t>
      </w:r>
    </w:p>
    <w:p w14:paraId="41319127" w14:textId="77777777" w:rsidR="00164FF5" w:rsidRDefault="00861641">
      <w:pPr>
        <w:spacing w:after="0" w:line="240" w:lineRule="auto"/>
      </w:pPr>
      <w:r>
        <w:rPr>
          <w:rStyle w:val="almostEmpty"/>
        </w:rPr>
        <w:t>.</w:t>
      </w:r>
    </w:p>
    <w:p w14:paraId="259A533F" w14:textId="77777777" w:rsidR="00164FF5" w:rsidRDefault="00861641">
      <w:pPr>
        <w:pStyle w:val="pstyleLabels"/>
      </w:pPr>
      <w:r>
        <w:rPr>
          <w:rStyle w:val="styleC3"/>
        </w:rPr>
        <w:t>Where economic studies or assessments of economic valuation have been undertaken at the site, it would be helpful to provide information on where the results of such studies may be located (e.g. website links, citation of published literature):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0D4376C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C7855B4" w14:textId="77777777" w:rsidR="00164FF5" w:rsidRDefault="00164FF5"/>
        </w:tc>
        <w:tc>
          <w:tcPr>
            <w:tcW w:w="9500" w:type="dxa"/>
          </w:tcPr>
          <w:p w14:paraId="1F7CAE9D" w14:textId="77777777" w:rsidR="00164FF5" w:rsidRDefault="00164FF5">
            <w:pPr>
              <w:spacing w:before="30" w:after="25" w:line="240" w:lineRule="auto"/>
              <w:ind w:left="57"/>
            </w:pPr>
          </w:p>
        </w:tc>
      </w:tr>
    </w:tbl>
    <w:p w14:paraId="70319865" w14:textId="77777777" w:rsidR="00164FF5" w:rsidRDefault="00164FF5"/>
    <w:p w14:paraId="39B0598C" w14:textId="77777777" w:rsidR="00164FF5" w:rsidRDefault="00861641">
      <w:pPr>
        <w:pStyle w:val="pstyleSection"/>
      </w:pPr>
      <w:r>
        <w:rPr>
          <w:rStyle w:val="styleL2"/>
        </w:rPr>
        <w:t>4.5.2 Social and cultural values</w:t>
      </w:r>
    </w:p>
    <w:p w14:paraId="3D681744" w14:textId="77777777" w:rsidR="00164FF5" w:rsidRDefault="00861641">
      <w:pPr>
        <w:pStyle w:val="pstyleComments"/>
      </w:pPr>
      <w:r>
        <w:rPr>
          <w:rStyle w:val="styleC3comment"/>
        </w:rPr>
        <w:t>Is the site considered internationally important for holding, in addition to relevant ecological values, examples of significant cultural values, whether material or non-material, linked to its origin, conservation and/or ecological functioning? If so, please describe this importance under one or more of the four following categories. You should not list here any values derived from non-sustainable exploitation or which result in detrimental ecological changes.</w:t>
      </w:r>
    </w:p>
    <w:p w14:paraId="5D516983" w14:textId="77777777" w:rsidR="00164FF5" w:rsidRDefault="00861641">
      <w:pPr>
        <w:spacing w:after="0" w:line="240" w:lineRule="auto"/>
        <w:ind w:left="216"/>
      </w:pPr>
      <w:r>
        <w:rPr>
          <w:rStyle w:val="styleC3"/>
        </w:rPr>
        <w:tab/>
      </w:r>
      <w:r>
        <w:rPr>
          <w:rStyle w:val="styleRad"/>
        </w:rPr>
        <w:t xml:space="preserve"> [  ] </w:t>
      </w:r>
      <w:r>
        <w:rPr>
          <w:rStyle w:val="styleC3"/>
        </w:rPr>
        <w:t xml:space="preserve"> i) the site provides a model of wetland wise use, demonstrating the application of traditional knowledge and methods of management and use that maintain the ecological character of the wetland</w:t>
      </w:r>
    </w:p>
    <w:p w14:paraId="1749B051" w14:textId="77777777" w:rsidR="00164FF5" w:rsidRDefault="00861641">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6DCFB8B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FDD238" w14:textId="77777777" w:rsidR="00164FF5" w:rsidRDefault="00164FF5"/>
        </w:tc>
        <w:tc>
          <w:tcPr>
            <w:tcW w:w="9500" w:type="dxa"/>
          </w:tcPr>
          <w:p w14:paraId="24766A10" w14:textId="77777777" w:rsidR="00164FF5" w:rsidRDefault="00164FF5">
            <w:pPr>
              <w:spacing w:before="30" w:after="25" w:line="240" w:lineRule="auto"/>
              <w:ind w:left="57"/>
            </w:pPr>
          </w:p>
        </w:tc>
      </w:tr>
    </w:tbl>
    <w:p w14:paraId="54EEF03B" w14:textId="77777777" w:rsidR="00164FF5" w:rsidRDefault="00861641">
      <w:pPr>
        <w:spacing w:after="0" w:line="240" w:lineRule="auto"/>
        <w:ind w:left="216"/>
      </w:pPr>
      <w:r>
        <w:rPr>
          <w:rStyle w:val="styleC3"/>
        </w:rPr>
        <w:tab/>
      </w:r>
      <w:r>
        <w:rPr>
          <w:rStyle w:val="styleRad"/>
        </w:rPr>
        <w:t xml:space="preserve"> [  ] </w:t>
      </w:r>
      <w:r>
        <w:rPr>
          <w:rStyle w:val="styleC3"/>
        </w:rPr>
        <w:t xml:space="preserve"> ii) the site has exceptional cultural traditions or records of former civilizations that have influenced the ecological character of the wetland</w:t>
      </w:r>
    </w:p>
    <w:p w14:paraId="6D82E744" w14:textId="77777777" w:rsidR="00164FF5" w:rsidRDefault="00861641">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364B21EE"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1EF01C1" w14:textId="77777777" w:rsidR="00164FF5" w:rsidRDefault="00164FF5"/>
        </w:tc>
        <w:tc>
          <w:tcPr>
            <w:tcW w:w="9500" w:type="dxa"/>
          </w:tcPr>
          <w:p w14:paraId="5923323D" w14:textId="77777777" w:rsidR="00164FF5" w:rsidRDefault="00164FF5">
            <w:pPr>
              <w:spacing w:before="30" w:after="25" w:line="240" w:lineRule="auto"/>
              <w:ind w:left="57"/>
            </w:pPr>
          </w:p>
        </w:tc>
      </w:tr>
    </w:tbl>
    <w:p w14:paraId="7B618425" w14:textId="77777777" w:rsidR="00164FF5" w:rsidRDefault="00861641">
      <w:pPr>
        <w:spacing w:after="0" w:line="240" w:lineRule="auto"/>
        <w:ind w:left="216"/>
      </w:pPr>
      <w:r>
        <w:rPr>
          <w:rStyle w:val="styleC3"/>
        </w:rPr>
        <w:tab/>
      </w:r>
      <w:r>
        <w:rPr>
          <w:rStyle w:val="styleRad"/>
        </w:rPr>
        <w:t xml:space="preserve"> [  ] </w:t>
      </w:r>
      <w:r>
        <w:rPr>
          <w:rStyle w:val="styleC3"/>
        </w:rPr>
        <w:t xml:space="preserve"> iii) the ecological character of the wetland depends on its interaction with local communities or indigenous peoples</w:t>
      </w:r>
    </w:p>
    <w:p w14:paraId="671773BA" w14:textId="77777777" w:rsidR="00164FF5" w:rsidRDefault="00861641">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19F4D196"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9BFA32E" w14:textId="77777777" w:rsidR="00164FF5" w:rsidRDefault="00164FF5"/>
        </w:tc>
        <w:tc>
          <w:tcPr>
            <w:tcW w:w="9500" w:type="dxa"/>
          </w:tcPr>
          <w:p w14:paraId="17E3D1D0" w14:textId="77777777" w:rsidR="00164FF5" w:rsidRDefault="00164FF5">
            <w:pPr>
              <w:spacing w:before="30" w:after="25" w:line="240" w:lineRule="auto"/>
              <w:ind w:left="57"/>
            </w:pPr>
          </w:p>
        </w:tc>
      </w:tr>
    </w:tbl>
    <w:p w14:paraId="601923BC" w14:textId="77777777" w:rsidR="00164FF5" w:rsidRDefault="00861641">
      <w:pPr>
        <w:spacing w:after="0" w:line="240" w:lineRule="auto"/>
        <w:ind w:left="216"/>
      </w:pPr>
      <w:r>
        <w:rPr>
          <w:rStyle w:val="styleC3"/>
        </w:rPr>
        <w:tab/>
      </w:r>
      <w:r>
        <w:rPr>
          <w:rStyle w:val="styleRad"/>
        </w:rPr>
        <w:t xml:space="preserve"> [  ] </w:t>
      </w:r>
      <w:r>
        <w:rPr>
          <w:rStyle w:val="styleC3"/>
        </w:rPr>
        <w:t xml:space="preserve"> iv) relevant non-material values such as sacred sites are present and their existence is strongly linked with the maintenance of the ecological character of the wetland</w:t>
      </w:r>
    </w:p>
    <w:p w14:paraId="3F7CBEA3" w14:textId="77777777" w:rsidR="00164FF5" w:rsidRDefault="00861641">
      <w:pPr>
        <w:pStyle w:val="pstyleLabels"/>
      </w:pPr>
      <w:r>
        <w:rPr>
          <w:rStyle w:val="styleC3"/>
        </w:rPr>
        <w:t>Description if applicable</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512F8957"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FAA36CD" w14:textId="77777777" w:rsidR="00164FF5" w:rsidRDefault="00164FF5"/>
        </w:tc>
        <w:tc>
          <w:tcPr>
            <w:tcW w:w="9500" w:type="dxa"/>
          </w:tcPr>
          <w:p w14:paraId="30052A2B" w14:textId="77777777" w:rsidR="00164FF5" w:rsidRDefault="00164FF5">
            <w:pPr>
              <w:spacing w:before="30" w:after="25" w:line="240" w:lineRule="auto"/>
              <w:ind w:left="57"/>
            </w:pPr>
          </w:p>
        </w:tc>
      </w:tr>
    </w:tbl>
    <w:p w14:paraId="27B4A0A7" w14:textId="77777777" w:rsidR="00164FF5" w:rsidRDefault="00164FF5">
      <w:pPr>
        <w:sectPr w:rsidR="00164FF5">
          <w:pgSz w:w="11905" w:h="16837"/>
          <w:pgMar w:top="1440" w:right="1440" w:bottom="1440" w:left="1440" w:header="720" w:footer="720" w:gutter="0"/>
          <w:cols w:space="720"/>
        </w:sectPr>
      </w:pPr>
    </w:p>
    <w:p w14:paraId="5783FC89" w14:textId="77777777" w:rsidR="00164FF5" w:rsidRDefault="00861641">
      <w:pPr>
        <w:pStyle w:val="pstyleSectionL1"/>
      </w:pPr>
      <w:r>
        <w:rPr>
          <w:rStyle w:val="styleL1"/>
        </w:rPr>
        <w:lastRenderedPageBreak/>
        <w:t>4.6 Ecological processes</w:t>
      </w:r>
    </w:p>
    <w:p w14:paraId="7D7BF3C0" w14:textId="77777777" w:rsidR="00164FF5" w:rsidRDefault="00861641">
      <w:pPr>
        <w:pStyle w:val="pstyleSection"/>
      </w:pPr>
      <w:r>
        <w:rPr>
          <w:rStyle w:val="styleL2"/>
        </w:rPr>
        <w:t xml:space="preserve"> </w:t>
      </w:r>
    </w:p>
    <w:p w14:paraId="174300BE" w14:textId="77777777" w:rsidR="00164FF5" w:rsidRDefault="00861641">
      <w:pPr>
        <w:pStyle w:val="pstyleComments"/>
      </w:pPr>
      <w:r>
        <w:rPr>
          <w:rStyle w:val="styleC3comment"/>
        </w:rPr>
        <w:t>This section is not intended for completion as part of a standard RIS, but is included for completeness as part of the agreed format of a ‘full’ Ecological Character Description (ECD) outlined by Resolution X.15</w:t>
      </w:r>
    </w:p>
    <w:p w14:paraId="00803366" w14:textId="77777777" w:rsidR="00164FF5" w:rsidRDefault="00861641">
      <w:pPr>
        <w:spacing w:before="80" w:after="20" w:line="244" w:lineRule="auto"/>
        <w:ind w:left="216"/>
      </w:pPr>
      <w:r>
        <w:rPr>
          <w:rStyle w:val="styleC3ecd"/>
        </w:rPr>
        <w:t>Primary production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585EF83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1407046" w14:textId="77777777" w:rsidR="00164FF5" w:rsidRDefault="00164FF5">
            <w:pPr>
              <w:spacing w:after="0" w:line="240" w:lineRule="auto"/>
              <w:ind w:left="216"/>
            </w:pPr>
          </w:p>
        </w:tc>
        <w:tc>
          <w:tcPr>
            <w:tcW w:w="9500" w:type="dxa"/>
          </w:tcPr>
          <w:p w14:paraId="30200B51" w14:textId="77777777" w:rsidR="00164FF5" w:rsidRDefault="00164FF5">
            <w:pPr>
              <w:spacing w:before="5" w:after="2" w:line="240" w:lineRule="auto"/>
              <w:ind w:left="72"/>
            </w:pPr>
          </w:p>
        </w:tc>
      </w:tr>
    </w:tbl>
    <w:p w14:paraId="4E65555C" w14:textId="77777777" w:rsidR="00164FF5" w:rsidRDefault="00861641">
      <w:pPr>
        <w:spacing w:before="80" w:after="20" w:line="244" w:lineRule="auto"/>
        <w:ind w:left="216"/>
      </w:pPr>
      <w:r>
        <w:rPr>
          <w:rStyle w:val="styleC3ecd"/>
        </w:rPr>
        <w:t>Nutrient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21F2304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0887C2C" w14:textId="77777777" w:rsidR="00164FF5" w:rsidRDefault="00164FF5">
            <w:pPr>
              <w:spacing w:after="0" w:line="240" w:lineRule="auto"/>
              <w:ind w:left="216"/>
            </w:pPr>
          </w:p>
        </w:tc>
        <w:tc>
          <w:tcPr>
            <w:tcW w:w="9500" w:type="dxa"/>
          </w:tcPr>
          <w:p w14:paraId="2F105DFB" w14:textId="77777777" w:rsidR="00164FF5" w:rsidRDefault="00164FF5">
            <w:pPr>
              <w:spacing w:before="5" w:after="2" w:line="240" w:lineRule="auto"/>
              <w:ind w:left="72"/>
            </w:pPr>
          </w:p>
        </w:tc>
      </w:tr>
    </w:tbl>
    <w:p w14:paraId="63335302" w14:textId="77777777" w:rsidR="00164FF5" w:rsidRDefault="00861641">
      <w:pPr>
        <w:spacing w:before="80" w:after="20" w:line="244" w:lineRule="auto"/>
        <w:ind w:left="216"/>
      </w:pPr>
      <w:r>
        <w:rPr>
          <w:rStyle w:val="styleC3ecd"/>
        </w:rPr>
        <w:t>Carbon cycling</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72AC521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304628C" w14:textId="77777777" w:rsidR="00164FF5" w:rsidRDefault="00164FF5">
            <w:pPr>
              <w:spacing w:after="0" w:line="240" w:lineRule="auto"/>
              <w:ind w:left="216"/>
            </w:pPr>
          </w:p>
        </w:tc>
        <w:tc>
          <w:tcPr>
            <w:tcW w:w="9500" w:type="dxa"/>
          </w:tcPr>
          <w:p w14:paraId="1A456124" w14:textId="77777777" w:rsidR="00164FF5" w:rsidRDefault="00164FF5">
            <w:pPr>
              <w:spacing w:before="5" w:after="2" w:line="240" w:lineRule="auto"/>
              <w:ind w:left="72"/>
            </w:pPr>
          </w:p>
        </w:tc>
      </w:tr>
    </w:tbl>
    <w:p w14:paraId="57D6C035" w14:textId="77777777" w:rsidR="00164FF5" w:rsidRDefault="00861641">
      <w:pPr>
        <w:spacing w:before="80" w:after="20" w:line="244" w:lineRule="auto"/>
        <w:ind w:left="216"/>
      </w:pPr>
      <w:r>
        <w:rPr>
          <w:rStyle w:val="styleC3ecd"/>
        </w:rPr>
        <w:t>Animal reproductive productivity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2D4B96A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4988865" w14:textId="77777777" w:rsidR="00164FF5" w:rsidRDefault="00164FF5">
            <w:pPr>
              <w:spacing w:after="0" w:line="240" w:lineRule="auto"/>
              <w:ind w:left="216"/>
            </w:pPr>
          </w:p>
        </w:tc>
        <w:tc>
          <w:tcPr>
            <w:tcW w:w="9500" w:type="dxa"/>
          </w:tcPr>
          <w:p w14:paraId="4AB56E0C" w14:textId="77777777" w:rsidR="00164FF5" w:rsidRDefault="00164FF5">
            <w:pPr>
              <w:spacing w:before="5" w:after="2" w:line="240" w:lineRule="auto"/>
              <w:ind w:left="72"/>
            </w:pPr>
          </w:p>
        </w:tc>
      </w:tr>
    </w:tbl>
    <w:p w14:paraId="47DF6BC5" w14:textId="77777777" w:rsidR="00164FF5" w:rsidRDefault="00861641">
      <w:pPr>
        <w:spacing w:before="80" w:after="20" w:line="244" w:lineRule="auto"/>
        <w:ind w:left="216"/>
      </w:pPr>
      <w:r>
        <w:rPr>
          <w:rStyle w:val="styleC3ecd"/>
        </w:rPr>
        <w:t>Vegetational productivity, pollination, regeneration processes, succession, role of fire, etc.</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164FF5" w14:paraId="0449180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1363C02" w14:textId="77777777" w:rsidR="00164FF5" w:rsidRDefault="00164FF5">
            <w:pPr>
              <w:spacing w:after="0" w:line="240" w:lineRule="auto"/>
              <w:ind w:left="216"/>
            </w:pPr>
          </w:p>
        </w:tc>
        <w:tc>
          <w:tcPr>
            <w:tcW w:w="9500" w:type="dxa"/>
          </w:tcPr>
          <w:p w14:paraId="78A8F197" w14:textId="77777777" w:rsidR="00164FF5" w:rsidRDefault="00861641">
            <w:pPr>
              <w:spacing w:before="5" w:after="2" w:line="240" w:lineRule="auto"/>
              <w:ind w:left="72"/>
            </w:pPr>
            <w:r>
              <w:rPr>
                <w:rStyle w:val="styleDatatxt"/>
              </w:rPr>
              <w:t>Fires occurrence and intensity is characteristically very low in the arid areas of New South Wales due to very sparse vegetation cover and extremely low fuel loads for the majority of years.</w:t>
            </w:r>
          </w:p>
        </w:tc>
      </w:tr>
    </w:tbl>
    <w:p w14:paraId="032BAD39" w14:textId="77777777" w:rsidR="00164FF5" w:rsidRDefault="00861641">
      <w:pPr>
        <w:spacing w:before="80" w:after="20" w:line="244" w:lineRule="auto"/>
        <w:ind w:left="216"/>
      </w:pPr>
      <w:r>
        <w:rPr>
          <w:rStyle w:val="styleC3ecd"/>
        </w:rPr>
        <w:t>Notable species interactions, including grazing, predation, competition, diseases and pathogens</w:t>
      </w:r>
      <w:r>
        <w:rPr>
          <w:rStyle w:val="styleBracket"/>
        </w:rPr>
        <w:t xml:space="preserve"> (ECD) </w:t>
      </w:r>
    </w:p>
    <w:tbl>
      <w:tblPr>
        <w:tblStyle w:val="myFieldTableStyle2"/>
        <w:tblW w:w="0" w:type="auto"/>
        <w:tblInd w:w="-8" w:type="dxa"/>
        <w:tblLook w:val="04A0" w:firstRow="1" w:lastRow="0" w:firstColumn="1" w:lastColumn="0" w:noHBand="0" w:noVBand="1"/>
      </w:tblPr>
      <w:tblGrid>
        <w:gridCol w:w="194"/>
        <w:gridCol w:w="8833"/>
      </w:tblGrid>
      <w:tr w:rsidR="00164FF5" w14:paraId="299002AB"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DA10DAB" w14:textId="77777777" w:rsidR="00164FF5" w:rsidRDefault="00164FF5">
            <w:pPr>
              <w:spacing w:after="0" w:line="240" w:lineRule="auto"/>
              <w:ind w:left="216"/>
            </w:pPr>
          </w:p>
        </w:tc>
        <w:tc>
          <w:tcPr>
            <w:tcW w:w="9500" w:type="dxa"/>
          </w:tcPr>
          <w:p w14:paraId="6696282C" w14:textId="77777777" w:rsidR="00164FF5" w:rsidRDefault="00861641">
            <w:pPr>
              <w:spacing w:before="5" w:after="2" w:line="240" w:lineRule="auto"/>
              <w:ind w:left="72"/>
            </w:pPr>
            <w:r>
              <w:rPr>
                <w:rStyle w:val="styleDatatxt"/>
              </w:rPr>
              <w:t>Aquatic and semi-aquatic plants survive the long dry periods as drought resistant seeds or spores within the dry sediments. The sediment seed bank of Lake Pinaroo supports xxx species including red milfoil (Myriophyllum verrucosum) and charophyte algae. E</w:t>
            </w:r>
          </w:p>
        </w:tc>
      </w:tr>
    </w:tbl>
    <w:p w14:paraId="14C31611" w14:textId="77777777" w:rsidR="00164FF5" w:rsidRDefault="00861641">
      <w:pPr>
        <w:spacing w:before="80" w:after="20" w:line="244" w:lineRule="auto"/>
        <w:ind w:left="216"/>
      </w:pPr>
      <w:r>
        <w:rPr>
          <w:rStyle w:val="styleC3ecd"/>
        </w:rPr>
        <w:t>Notable aspects concerning animal and plant dispersal</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76666E7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3249A5" w14:textId="77777777" w:rsidR="00164FF5" w:rsidRDefault="00164FF5">
            <w:pPr>
              <w:spacing w:after="0" w:line="240" w:lineRule="auto"/>
              <w:ind w:left="216"/>
            </w:pPr>
          </w:p>
        </w:tc>
        <w:tc>
          <w:tcPr>
            <w:tcW w:w="9500" w:type="dxa"/>
          </w:tcPr>
          <w:p w14:paraId="733FECA5" w14:textId="77777777" w:rsidR="00164FF5" w:rsidRDefault="00164FF5">
            <w:pPr>
              <w:spacing w:before="5" w:after="2" w:line="240" w:lineRule="auto"/>
              <w:ind w:left="72"/>
            </w:pPr>
          </w:p>
        </w:tc>
      </w:tr>
    </w:tbl>
    <w:p w14:paraId="52AA0861" w14:textId="77777777" w:rsidR="00164FF5" w:rsidRDefault="00861641">
      <w:pPr>
        <w:spacing w:before="80" w:after="20" w:line="244" w:lineRule="auto"/>
        <w:ind w:left="216"/>
      </w:pPr>
      <w:r>
        <w:rPr>
          <w:rStyle w:val="styleC3ecd"/>
        </w:rPr>
        <w:t>Notable aspects concerning migration</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2020905D"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105005" w14:textId="77777777" w:rsidR="00164FF5" w:rsidRDefault="00164FF5">
            <w:pPr>
              <w:spacing w:after="0" w:line="240" w:lineRule="auto"/>
              <w:ind w:left="216"/>
            </w:pPr>
          </w:p>
        </w:tc>
        <w:tc>
          <w:tcPr>
            <w:tcW w:w="9500" w:type="dxa"/>
          </w:tcPr>
          <w:p w14:paraId="6CDAC766" w14:textId="77777777" w:rsidR="00164FF5" w:rsidRDefault="00164FF5">
            <w:pPr>
              <w:spacing w:before="5" w:after="2" w:line="240" w:lineRule="auto"/>
              <w:ind w:left="72"/>
            </w:pPr>
          </w:p>
        </w:tc>
      </w:tr>
    </w:tbl>
    <w:p w14:paraId="1C4F0073" w14:textId="77777777" w:rsidR="00164FF5" w:rsidRDefault="00861641">
      <w:pPr>
        <w:spacing w:before="80" w:after="20" w:line="244" w:lineRule="auto"/>
        <w:ind w:left="216"/>
      </w:pPr>
      <w:r>
        <w:rPr>
          <w:rStyle w:val="styleC3ecd"/>
        </w:rPr>
        <w:t>Pressures and trends concerning any of the above, and/or concerning ecosystem integrity</w:t>
      </w:r>
      <w:r>
        <w:rPr>
          <w:rStyle w:val="styleBracket"/>
        </w:rPr>
        <w:t xml:space="preserve"> (ECD) </w:t>
      </w:r>
    </w:p>
    <w:tbl>
      <w:tblPr>
        <w:tblStyle w:val="myFieldTableStyle2"/>
        <w:tblW w:w="0" w:type="auto"/>
        <w:tblInd w:w="-8" w:type="dxa"/>
        <w:tblLook w:val="04A0" w:firstRow="1" w:lastRow="0" w:firstColumn="1" w:lastColumn="0" w:noHBand="0" w:noVBand="1"/>
      </w:tblPr>
      <w:tblGrid>
        <w:gridCol w:w="196"/>
        <w:gridCol w:w="8831"/>
      </w:tblGrid>
      <w:tr w:rsidR="00164FF5" w14:paraId="7A74779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DD10C41" w14:textId="77777777" w:rsidR="00164FF5" w:rsidRDefault="00164FF5">
            <w:pPr>
              <w:spacing w:after="0" w:line="240" w:lineRule="auto"/>
              <w:ind w:left="216"/>
            </w:pPr>
          </w:p>
        </w:tc>
        <w:tc>
          <w:tcPr>
            <w:tcW w:w="9500" w:type="dxa"/>
          </w:tcPr>
          <w:p w14:paraId="77CFD03C" w14:textId="77777777" w:rsidR="00164FF5" w:rsidRDefault="00164FF5">
            <w:pPr>
              <w:spacing w:before="5" w:after="2" w:line="240" w:lineRule="auto"/>
              <w:ind w:left="72"/>
            </w:pPr>
          </w:p>
        </w:tc>
      </w:tr>
    </w:tbl>
    <w:p w14:paraId="611CEE57" w14:textId="77777777" w:rsidR="00164FF5" w:rsidRDefault="00164FF5">
      <w:pPr>
        <w:sectPr w:rsidR="00164FF5">
          <w:pgSz w:w="11905" w:h="16837"/>
          <w:pgMar w:top="1440" w:right="1440" w:bottom="1440" w:left="1440" w:header="720" w:footer="720" w:gutter="0"/>
          <w:cols w:space="720"/>
        </w:sectPr>
      </w:pPr>
    </w:p>
    <w:p w14:paraId="2DF05DA4" w14:textId="77777777" w:rsidR="00164FF5" w:rsidRDefault="00861641">
      <w:pPr>
        <w:pStyle w:val="pstyleSectionL0"/>
      </w:pPr>
      <w:r>
        <w:rPr>
          <w:rStyle w:val="styleL0"/>
        </w:rPr>
        <w:lastRenderedPageBreak/>
        <w:t>How is the Site managed?</w:t>
      </w:r>
    </w:p>
    <w:p w14:paraId="794534D7" w14:textId="443FCB49" w:rsidR="00164FF5" w:rsidRDefault="00861641">
      <w:r>
        <w:rPr>
          <w:noProof/>
          <w:lang w:val="en-AU"/>
        </w:rPr>
        <mc:AlternateContent>
          <mc:Choice Requires="wps">
            <w:drawing>
              <wp:inline distT="0" distB="0" distL="0" distR="0" wp14:anchorId="5AC91057" wp14:editId="6D3C7ACC">
                <wp:extent cx="7620000" cy="635"/>
                <wp:effectExtent l="9525" t="9525" r="9525" b="952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7356ED" id="AutoShape 3"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xWGwIAADwEAAAOAAAAZHJzL2Uyb0RvYy54bWysU8GO2jAQvVfqP1i+QxJIWT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" strokeweight="1pt">
                <w10:anchorlock/>
              </v:shape>
            </w:pict>
          </mc:Fallback>
        </mc:AlternateContent>
      </w:r>
    </w:p>
    <w:p w14:paraId="6F091B42" w14:textId="77777777" w:rsidR="00164FF5" w:rsidRDefault="00861641">
      <w:pPr>
        <w:pStyle w:val="pstyleSectionL1"/>
      </w:pPr>
      <w:r>
        <w:rPr>
          <w:rStyle w:val="styleL1"/>
        </w:rPr>
        <w:t>5.1 Land tenure and responsibilities (Managers)</w:t>
      </w:r>
    </w:p>
    <w:p w14:paraId="4B679642" w14:textId="77777777" w:rsidR="00164FF5" w:rsidRDefault="00861641">
      <w:pPr>
        <w:pStyle w:val="pstyleSection"/>
      </w:pPr>
      <w:r>
        <w:rPr>
          <w:rStyle w:val="styleL2"/>
        </w:rPr>
        <w:t>5.1.1 Land tenure/ownership</w:t>
      </w:r>
    </w:p>
    <w:p w14:paraId="5FFC2F60" w14:textId="77777777" w:rsidR="00164FF5" w:rsidRDefault="00861641">
      <w:pPr>
        <w:pStyle w:val="pstyleComments"/>
      </w:pPr>
      <w:r>
        <w:rPr>
          <w:rStyle w:val="styleC3comment"/>
        </w:rPr>
        <w:t>Please specify if this category applies to the Ramsar Site, to the surrounding area or to both, by ticking the relevant option(s).</w:t>
      </w:r>
    </w:p>
    <w:p w14:paraId="68B26810" w14:textId="77777777" w:rsidR="00164FF5" w:rsidRDefault="00861641">
      <w:pPr>
        <w:pStyle w:val="pstyleLabels"/>
      </w:pPr>
      <w:r>
        <w:rPr>
          <w:rStyle w:val="styleC3"/>
        </w:rPr>
        <w:t>Public ownership</w:t>
      </w:r>
    </w:p>
    <w:tbl>
      <w:tblPr>
        <w:tblStyle w:val="FancyTable"/>
        <w:tblW w:w="0" w:type="auto"/>
        <w:tblInd w:w="-8" w:type="dxa"/>
        <w:tblLook w:val="04A0" w:firstRow="1" w:lastRow="0" w:firstColumn="1" w:lastColumn="0" w:noHBand="0" w:noVBand="1"/>
      </w:tblPr>
      <w:tblGrid>
        <w:gridCol w:w="1851"/>
        <w:gridCol w:w="1750"/>
        <w:gridCol w:w="1750"/>
      </w:tblGrid>
      <w:tr w:rsidR="00164FF5" w14:paraId="3C8B6F06"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1F4F2720" w14:textId="77777777" w:rsidR="00164FF5" w:rsidRDefault="00861641">
            <w:pPr>
              <w:spacing w:after="0" w:line="240" w:lineRule="auto"/>
              <w:jc w:val="center"/>
            </w:pPr>
            <w:r>
              <w:rPr>
                <w:b/>
                <w:bCs/>
                <w:sz w:val="18"/>
                <w:szCs w:val="18"/>
              </w:rPr>
              <w:t>Category</w:t>
            </w:r>
          </w:p>
        </w:tc>
        <w:tc>
          <w:tcPr>
            <w:tcW w:w="1750" w:type="dxa"/>
          </w:tcPr>
          <w:p w14:paraId="3A9CAD06" w14:textId="77777777" w:rsidR="00164FF5" w:rsidRDefault="00861641">
            <w:pPr>
              <w:spacing w:after="0" w:line="240" w:lineRule="auto"/>
              <w:jc w:val="center"/>
            </w:pPr>
            <w:r>
              <w:rPr>
                <w:b/>
                <w:bCs/>
                <w:sz w:val="18"/>
                <w:szCs w:val="18"/>
              </w:rPr>
              <w:t>Within the Ramsar Site</w:t>
            </w:r>
          </w:p>
        </w:tc>
        <w:tc>
          <w:tcPr>
            <w:tcW w:w="1750" w:type="dxa"/>
          </w:tcPr>
          <w:p w14:paraId="27A69413" w14:textId="77777777" w:rsidR="00164FF5" w:rsidRDefault="00861641">
            <w:pPr>
              <w:spacing w:after="0" w:line="240" w:lineRule="auto"/>
              <w:jc w:val="center"/>
            </w:pPr>
            <w:r>
              <w:rPr>
                <w:b/>
                <w:bCs/>
                <w:sz w:val="18"/>
                <w:szCs w:val="18"/>
              </w:rPr>
              <w:t>In the surrounding area</w:t>
            </w:r>
          </w:p>
        </w:tc>
      </w:tr>
      <w:tr w:rsidR="00164FF5" w14:paraId="07000AD0" w14:textId="77777777" w:rsidTr="00164FF5">
        <w:trPr>
          <w:trHeight w:val="200"/>
        </w:trPr>
        <w:tc>
          <w:tcPr>
            <w:tcW w:w="1750" w:type="dxa"/>
          </w:tcPr>
          <w:p w14:paraId="4C2F1604" w14:textId="77777777" w:rsidR="00164FF5" w:rsidRDefault="00861641">
            <w:r>
              <w:rPr>
                <w:rStyle w:val="styleSubformtxt"/>
              </w:rPr>
              <w:t>Provincial/region/state government</w:t>
            </w:r>
          </w:p>
        </w:tc>
        <w:tc>
          <w:tcPr>
            <w:tcW w:w="1750" w:type="dxa"/>
          </w:tcPr>
          <w:p w14:paraId="456C7351" w14:textId="77777777" w:rsidR="00164FF5" w:rsidRDefault="00861641">
            <w:pPr>
              <w:pStyle w:val="pstyleRadioTb"/>
            </w:pPr>
            <w:r>
              <w:rPr>
                <w:rStyle w:val="styleRad"/>
              </w:rPr>
              <w:t xml:space="preserve"> [x] </w:t>
            </w:r>
          </w:p>
        </w:tc>
        <w:tc>
          <w:tcPr>
            <w:tcW w:w="1750" w:type="dxa"/>
          </w:tcPr>
          <w:p w14:paraId="6C90B86C" w14:textId="77777777" w:rsidR="00164FF5" w:rsidRDefault="00861641">
            <w:pPr>
              <w:pStyle w:val="pstyleRadioTb"/>
            </w:pPr>
            <w:r>
              <w:rPr>
                <w:rStyle w:val="styleRad"/>
              </w:rPr>
              <w:t xml:space="preserve"> [x] </w:t>
            </w:r>
          </w:p>
        </w:tc>
      </w:tr>
      <w:tr w:rsidR="00164FF5" w14:paraId="2A9E4CD1" w14:textId="77777777" w:rsidTr="00164FF5">
        <w:trPr>
          <w:trHeight w:val="200"/>
        </w:trPr>
        <w:tc>
          <w:tcPr>
            <w:tcW w:w="1750" w:type="dxa"/>
          </w:tcPr>
          <w:p w14:paraId="27AB7F8B" w14:textId="77777777" w:rsidR="00164FF5" w:rsidRDefault="00164FF5"/>
        </w:tc>
        <w:tc>
          <w:tcPr>
            <w:tcW w:w="1750" w:type="dxa"/>
          </w:tcPr>
          <w:p w14:paraId="7948B0E3" w14:textId="77777777" w:rsidR="00164FF5" w:rsidRDefault="00164FF5"/>
        </w:tc>
        <w:tc>
          <w:tcPr>
            <w:tcW w:w="1750" w:type="dxa"/>
          </w:tcPr>
          <w:p w14:paraId="74B6F9E9" w14:textId="77777777" w:rsidR="00164FF5" w:rsidRDefault="00164FF5"/>
        </w:tc>
      </w:tr>
    </w:tbl>
    <w:p w14:paraId="15F5BA6E" w14:textId="77777777" w:rsidR="00164FF5" w:rsidRDefault="00164FF5"/>
    <w:p w14:paraId="0EFDD2E6" w14:textId="77777777" w:rsidR="00164FF5" w:rsidRDefault="00861641">
      <w:pPr>
        <w:pStyle w:val="pstyleLabels"/>
      </w:pPr>
      <w:r>
        <w:rPr>
          <w:rStyle w:val="styleC3"/>
        </w:rPr>
        <w:t>Private ownership</w:t>
      </w:r>
    </w:p>
    <w:tbl>
      <w:tblPr>
        <w:tblStyle w:val="FancyTable"/>
        <w:tblW w:w="0" w:type="auto"/>
        <w:tblInd w:w="-8" w:type="dxa"/>
        <w:tblLook w:val="04A0" w:firstRow="1" w:lastRow="0" w:firstColumn="1" w:lastColumn="0" w:noHBand="0" w:noVBand="1"/>
      </w:tblPr>
      <w:tblGrid>
        <w:gridCol w:w="1750"/>
        <w:gridCol w:w="1750"/>
        <w:gridCol w:w="1750"/>
      </w:tblGrid>
      <w:tr w:rsidR="00164FF5" w14:paraId="64B7501C"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A90793A" w14:textId="77777777" w:rsidR="00164FF5" w:rsidRDefault="00861641">
            <w:pPr>
              <w:spacing w:after="0" w:line="240" w:lineRule="auto"/>
              <w:jc w:val="center"/>
            </w:pPr>
            <w:r>
              <w:rPr>
                <w:b/>
                <w:bCs/>
                <w:sz w:val="18"/>
                <w:szCs w:val="18"/>
              </w:rPr>
              <w:t>Category</w:t>
            </w:r>
          </w:p>
        </w:tc>
        <w:tc>
          <w:tcPr>
            <w:tcW w:w="1750" w:type="dxa"/>
          </w:tcPr>
          <w:p w14:paraId="53877E56" w14:textId="77777777" w:rsidR="00164FF5" w:rsidRDefault="00861641">
            <w:pPr>
              <w:spacing w:after="0" w:line="240" w:lineRule="auto"/>
              <w:jc w:val="center"/>
            </w:pPr>
            <w:r>
              <w:rPr>
                <w:b/>
                <w:bCs/>
                <w:sz w:val="18"/>
                <w:szCs w:val="18"/>
              </w:rPr>
              <w:t>Within the Ramsar Site</w:t>
            </w:r>
          </w:p>
        </w:tc>
        <w:tc>
          <w:tcPr>
            <w:tcW w:w="1750" w:type="dxa"/>
          </w:tcPr>
          <w:p w14:paraId="10068209" w14:textId="77777777" w:rsidR="00164FF5" w:rsidRDefault="00861641">
            <w:pPr>
              <w:spacing w:after="0" w:line="240" w:lineRule="auto"/>
              <w:jc w:val="center"/>
            </w:pPr>
            <w:r>
              <w:rPr>
                <w:b/>
                <w:bCs/>
                <w:sz w:val="18"/>
                <w:szCs w:val="18"/>
              </w:rPr>
              <w:t>In the surrounding area</w:t>
            </w:r>
          </w:p>
        </w:tc>
      </w:tr>
      <w:tr w:rsidR="00164FF5" w14:paraId="735512C1" w14:textId="77777777" w:rsidTr="00164FF5">
        <w:trPr>
          <w:trHeight w:val="200"/>
        </w:trPr>
        <w:tc>
          <w:tcPr>
            <w:tcW w:w="1750" w:type="dxa"/>
          </w:tcPr>
          <w:p w14:paraId="67892EE4" w14:textId="77777777" w:rsidR="00164FF5" w:rsidRDefault="00164FF5"/>
        </w:tc>
        <w:tc>
          <w:tcPr>
            <w:tcW w:w="1750" w:type="dxa"/>
          </w:tcPr>
          <w:p w14:paraId="14D8D02D" w14:textId="77777777" w:rsidR="00164FF5" w:rsidRDefault="00164FF5"/>
        </w:tc>
        <w:tc>
          <w:tcPr>
            <w:tcW w:w="1750" w:type="dxa"/>
          </w:tcPr>
          <w:p w14:paraId="5CB6FEAD" w14:textId="77777777" w:rsidR="00164FF5" w:rsidRDefault="00164FF5"/>
        </w:tc>
      </w:tr>
    </w:tbl>
    <w:p w14:paraId="21BD6323" w14:textId="77777777" w:rsidR="00164FF5" w:rsidRDefault="00164FF5"/>
    <w:p w14:paraId="7990F447" w14:textId="77777777" w:rsidR="00164FF5" w:rsidRDefault="00861641">
      <w:pPr>
        <w:pStyle w:val="pstyleLabels"/>
      </w:pPr>
      <w:r>
        <w:rPr>
          <w:rStyle w:val="styleC3"/>
        </w:rPr>
        <w:t>Other</w:t>
      </w:r>
    </w:p>
    <w:tbl>
      <w:tblPr>
        <w:tblStyle w:val="FancyTable"/>
        <w:tblW w:w="0" w:type="auto"/>
        <w:tblInd w:w="-8" w:type="dxa"/>
        <w:tblLook w:val="04A0" w:firstRow="1" w:lastRow="0" w:firstColumn="1" w:lastColumn="0" w:noHBand="0" w:noVBand="1"/>
      </w:tblPr>
      <w:tblGrid>
        <w:gridCol w:w="1750"/>
        <w:gridCol w:w="1750"/>
        <w:gridCol w:w="1750"/>
      </w:tblGrid>
      <w:tr w:rsidR="00164FF5" w14:paraId="359EBD3F"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8F83B55" w14:textId="77777777" w:rsidR="00164FF5" w:rsidRDefault="00861641">
            <w:pPr>
              <w:spacing w:after="0" w:line="240" w:lineRule="auto"/>
              <w:jc w:val="center"/>
            </w:pPr>
            <w:r>
              <w:rPr>
                <w:b/>
                <w:bCs/>
                <w:sz w:val="18"/>
                <w:szCs w:val="18"/>
              </w:rPr>
              <w:t>Category</w:t>
            </w:r>
          </w:p>
        </w:tc>
        <w:tc>
          <w:tcPr>
            <w:tcW w:w="1750" w:type="dxa"/>
          </w:tcPr>
          <w:p w14:paraId="76090950" w14:textId="77777777" w:rsidR="00164FF5" w:rsidRDefault="00861641">
            <w:pPr>
              <w:spacing w:after="0" w:line="240" w:lineRule="auto"/>
              <w:jc w:val="center"/>
            </w:pPr>
            <w:r>
              <w:rPr>
                <w:b/>
                <w:bCs/>
                <w:sz w:val="18"/>
                <w:szCs w:val="18"/>
              </w:rPr>
              <w:t>Within the Ramsar Site</w:t>
            </w:r>
          </w:p>
        </w:tc>
        <w:tc>
          <w:tcPr>
            <w:tcW w:w="1750" w:type="dxa"/>
          </w:tcPr>
          <w:p w14:paraId="53B72F4F" w14:textId="77777777" w:rsidR="00164FF5" w:rsidRDefault="00861641">
            <w:pPr>
              <w:spacing w:after="0" w:line="240" w:lineRule="auto"/>
              <w:jc w:val="center"/>
            </w:pPr>
            <w:r>
              <w:rPr>
                <w:b/>
                <w:bCs/>
                <w:sz w:val="18"/>
                <w:szCs w:val="18"/>
              </w:rPr>
              <w:t>In the surrounding area</w:t>
            </w:r>
          </w:p>
        </w:tc>
      </w:tr>
      <w:tr w:rsidR="00164FF5" w14:paraId="4117CD5E" w14:textId="77777777" w:rsidTr="00164FF5">
        <w:trPr>
          <w:trHeight w:val="200"/>
        </w:trPr>
        <w:tc>
          <w:tcPr>
            <w:tcW w:w="1750" w:type="dxa"/>
          </w:tcPr>
          <w:p w14:paraId="25CEE1AC" w14:textId="77777777" w:rsidR="00164FF5" w:rsidRDefault="00164FF5"/>
        </w:tc>
        <w:tc>
          <w:tcPr>
            <w:tcW w:w="1750" w:type="dxa"/>
          </w:tcPr>
          <w:p w14:paraId="0CB4376A" w14:textId="77777777" w:rsidR="00164FF5" w:rsidRDefault="00164FF5"/>
        </w:tc>
        <w:tc>
          <w:tcPr>
            <w:tcW w:w="1750" w:type="dxa"/>
          </w:tcPr>
          <w:p w14:paraId="78BE8C43" w14:textId="77777777" w:rsidR="00164FF5" w:rsidRDefault="00164FF5"/>
        </w:tc>
      </w:tr>
    </w:tbl>
    <w:p w14:paraId="492E5FB2" w14:textId="77777777" w:rsidR="00164FF5" w:rsidRDefault="00164FF5"/>
    <w:p w14:paraId="131A139F" w14:textId="77777777" w:rsidR="00164FF5" w:rsidRDefault="00861641">
      <w:pPr>
        <w:pStyle w:val="pstyleLabels"/>
      </w:pPr>
      <w:r>
        <w:rPr>
          <w:rStyle w:val="styleC3"/>
        </w:rPr>
        <w:t>Provide further information on the land tenure / ownership regime (optional):</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BAD7E7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A6F7A13" w14:textId="77777777" w:rsidR="00164FF5" w:rsidRDefault="00164FF5"/>
        </w:tc>
        <w:tc>
          <w:tcPr>
            <w:tcW w:w="9500" w:type="dxa"/>
          </w:tcPr>
          <w:p w14:paraId="51AB1766" w14:textId="77777777" w:rsidR="00164FF5" w:rsidRDefault="00861641">
            <w:pPr>
              <w:spacing w:before="30" w:after="25" w:line="240" w:lineRule="auto"/>
              <w:ind w:left="57"/>
            </w:pPr>
            <w:r>
              <w:rPr>
                <w:rStyle w:val="styleDatatxt"/>
              </w:rPr>
              <w:t>National Park and Travelling Stock Route land tenures comprise the Ramsar site. The surrounding site is also Sturt National Park.  Sturt National Park (325,329 ha) was formed when pastoral leases were progressively acquired from 1972 onwards. The majority of Lake Pinaroo was gazetted National Park in 1975 and another smaller portion was gazetted in 1976. Sturt National Park is the only reserved area in the arid north west corner of New South Wales and offers a variety of habitats for the local community and tourists to explore. The park receives 30-40,000 visitors per year and the potential for increased recreation and tourism is high.</w:t>
            </w:r>
          </w:p>
        </w:tc>
      </w:tr>
    </w:tbl>
    <w:p w14:paraId="39DA8AD4" w14:textId="77777777" w:rsidR="00164FF5" w:rsidRDefault="00164FF5"/>
    <w:p w14:paraId="100CC5CE" w14:textId="77777777" w:rsidR="00164FF5" w:rsidRDefault="00861641">
      <w:pPr>
        <w:pStyle w:val="pstyleSection"/>
      </w:pPr>
      <w:r>
        <w:rPr>
          <w:rStyle w:val="styleL2"/>
        </w:rPr>
        <w:t>5.1.2 Management authority</w:t>
      </w:r>
    </w:p>
    <w:p w14:paraId="550D1AB2" w14:textId="77777777" w:rsidR="00164FF5" w:rsidRDefault="00861641">
      <w:pPr>
        <w:pStyle w:val="pstyleLabels"/>
      </w:pPr>
      <w:r>
        <w:rPr>
          <w:rStyle w:val="styleC3"/>
        </w:rPr>
        <w:t>Please list the local office / offices of any agency or organization responsible for managing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2AD64F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2C5F49B" w14:textId="77777777" w:rsidR="00164FF5" w:rsidRDefault="00164FF5"/>
        </w:tc>
        <w:tc>
          <w:tcPr>
            <w:tcW w:w="9500" w:type="dxa"/>
          </w:tcPr>
          <w:p w14:paraId="2F45C543" w14:textId="77777777" w:rsidR="00164FF5" w:rsidRDefault="00861641">
            <w:pPr>
              <w:spacing w:before="30" w:after="25" w:line="240" w:lineRule="auto"/>
              <w:ind w:left="57"/>
            </w:pPr>
            <w:r>
              <w:rPr>
                <w:rStyle w:val="styleDatatxt"/>
              </w:rPr>
              <w:t>NSW Office of Environment and Heritage (OEH), NPWS (West Region, West Darling Area, Tibooburra District)</w:t>
            </w:r>
          </w:p>
        </w:tc>
      </w:tr>
    </w:tbl>
    <w:p w14:paraId="71085351" w14:textId="77777777" w:rsidR="00164FF5" w:rsidRDefault="00861641">
      <w:pPr>
        <w:pStyle w:val="pstyleLabels"/>
      </w:pPr>
      <w:r>
        <w:rPr>
          <w:rStyle w:val="styleC3"/>
        </w:rPr>
        <w:t>Provide the name and title of the person or people with responsibility for the wetland:</w:t>
      </w:r>
    </w:p>
    <w:tbl>
      <w:tblPr>
        <w:tblStyle w:val="myFieldTableStyle2"/>
        <w:tblW w:w="0" w:type="auto"/>
        <w:tblInd w:w="-8" w:type="dxa"/>
        <w:tblLook w:val="04A0" w:firstRow="1" w:lastRow="0" w:firstColumn="1" w:lastColumn="0" w:noHBand="0" w:noVBand="1"/>
      </w:tblPr>
      <w:tblGrid>
        <w:gridCol w:w="195"/>
        <w:gridCol w:w="8832"/>
      </w:tblGrid>
      <w:tr w:rsidR="00164FF5" w14:paraId="2F23A36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7712B9B" w14:textId="77777777" w:rsidR="00164FF5" w:rsidRDefault="00164FF5">
            <w:pPr>
              <w:spacing w:after="0" w:line="240" w:lineRule="auto"/>
              <w:ind w:left="216"/>
            </w:pPr>
          </w:p>
        </w:tc>
        <w:tc>
          <w:tcPr>
            <w:tcW w:w="9500" w:type="dxa"/>
          </w:tcPr>
          <w:p w14:paraId="7BA2C9C6" w14:textId="77777777" w:rsidR="00164FF5" w:rsidRDefault="00861641">
            <w:pPr>
              <w:spacing w:before="5" w:after="2" w:line="240" w:lineRule="auto"/>
              <w:ind w:left="72"/>
            </w:pPr>
            <w:r>
              <w:rPr>
                <w:rStyle w:val="styleDatatxt"/>
              </w:rPr>
              <w:t>John Holcombe, West Darling Area Manager</w:t>
            </w:r>
          </w:p>
        </w:tc>
      </w:tr>
    </w:tbl>
    <w:p w14:paraId="05412EB2" w14:textId="77777777" w:rsidR="00164FF5" w:rsidRDefault="00861641">
      <w:pPr>
        <w:pStyle w:val="pstyleLabels"/>
      </w:pPr>
      <w:r>
        <w:rPr>
          <w:rStyle w:val="styleC3"/>
        </w:rPr>
        <w:t>Postal address:</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6"/>
        <w:gridCol w:w="8832"/>
      </w:tblGrid>
      <w:tr w:rsidR="00164FF5" w14:paraId="261BAB0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A90894" w14:textId="77777777" w:rsidR="00164FF5" w:rsidRDefault="00164FF5"/>
        </w:tc>
        <w:tc>
          <w:tcPr>
            <w:tcW w:w="9500" w:type="dxa"/>
          </w:tcPr>
          <w:p w14:paraId="5FBAEC28" w14:textId="77777777" w:rsidR="00164FF5" w:rsidRDefault="00164FF5">
            <w:pPr>
              <w:pStyle w:val="pStyle"/>
              <w:rPr>
                <w:rStyle w:val="almostEmpty"/>
              </w:rPr>
            </w:pPr>
          </w:p>
          <w:p w14:paraId="2102A4EE" w14:textId="77777777" w:rsidR="00164FF5" w:rsidRDefault="00861641">
            <w:pPr>
              <w:spacing w:after="0" w:line="240" w:lineRule="auto"/>
              <w:ind w:left="57"/>
            </w:pPr>
            <w:r>
              <w:rPr>
                <w:rStyle w:val="styleDatatxt"/>
              </w:rPr>
              <w:t xml:space="preserve">National Parks and Wildlife Service </w:t>
            </w:r>
          </w:p>
          <w:p w14:paraId="7D7E1599" w14:textId="77777777" w:rsidR="00164FF5" w:rsidRDefault="00164FF5">
            <w:pPr>
              <w:pStyle w:val="pStyle"/>
              <w:rPr>
                <w:rStyle w:val="almostEmpty"/>
              </w:rPr>
            </w:pPr>
          </w:p>
          <w:p w14:paraId="690F984C" w14:textId="77777777" w:rsidR="00164FF5" w:rsidRDefault="00861641">
            <w:pPr>
              <w:spacing w:after="0" w:line="240" w:lineRule="auto"/>
              <w:ind w:left="57"/>
            </w:pPr>
            <w:r>
              <w:rPr>
                <w:rStyle w:val="styleDatatxt"/>
              </w:rPr>
              <w:t xml:space="preserve">PO Box 788, Broken Hill NSW 2880 </w:t>
            </w:r>
          </w:p>
          <w:p w14:paraId="1652966B" w14:textId="77777777" w:rsidR="00164FF5" w:rsidRDefault="00164FF5">
            <w:pPr>
              <w:pStyle w:val="pStyle"/>
              <w:rPr>
                <w:rStyle w:val="almostEmpty"/>
              </w:rPr>
            </w:pPr>
          </w:p>
          <w:p w14:paraId="7961558B" w14:textId="77777777" w:rsidR="00164FF5" w:rsidRDefault="00164FF5">
            <w:pPr>
              <w:spacing w:after="0" w:line="240" w:lineRule="auto"/>
              <w:ind w:left="57"/>
            </w:pPr>
          </w:p>
        </w:tc>
      </w:tr>
    </w:tbl>
    <w:p w14:paraId="0E7E3824" w14:textId="77777777" w:rsidR="00164FF5" w:rsidRDefault="00861641">
      <w:pPr>
        <w:pStyle w:val="pstyleLabels"/>
      </w:pPr>
      <w:r>
        <w:rPr>
          <w:rStyle w:val="styleC3"/>
        </w:rPr>
        <w:t>E-mail address:</w:t>
      </w:r>
      <w:r>
        <w:rPr>
          <w:rStyle w:val="styleHint1txt"/>
        </w:rPr>
        <w:t xml:space="preserve"> (The online RIS only accepts valid e-mail addresses, e.g. example@mail.com ) </w:t>
      </w:r>
    </w:p>
    <w:tbl>
      <w:tblPr>
        <w:tblStyle w:val="myFieldTableStyle2"/>
        <w:tblW w:w="0" w:type="auto"/>
        <w:tblInd w:w="-8" w:type="dxa"/>
        <w:tblLook w:val="04A0" w:firstRow="1" w:lastRow="0" w:firstColumn="1" w:lastColumn="0" w:noHBand="0" w:noVBand="1"/>
      </w:tblPr>
      <w:tblGrid>
        <w:gridCol w:w="188"/>
        <w:gridCol w:w="8839"/>
      </w:tblGrid>
      <w:tr w:rsidR="00164FF5" w14:paraId="110384A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3C80D1" w14:textId="77777777" w:rsidR="00164FF5" w:rsidRDefault="00164FF5">
            <w:pPr>
              <w:spacing w:after="0" w:line="240" w:lineRule="auto"/>
              <w:ind w:left="216"/>
            </w:pPr>
          </w:p>
        </w:tc>
        <w:tc>
          <w:tcPr>
            <w:tcW w:w="9500" w:type="dxa"/>
          </w:tcPr>
          <w:p w14:paraId="7B268D31" w14:textId="77777777" w:rsidR="00164FF5" w:rsidRDefault="00861641">
            <w:pPr>
              <w:spacing w:before="5" w:after="2" w:line="240" w:lineRule="auto"/>
              <w:ind w:left="72"/>
            </w:pPr>
            <w:r>
              <w:rPr>
                <w:rStyle w:val="styleDatatxt"/>
              </w:rPr>
              <w:t>npws.westdarling@environment.nsw.gov.au</w:t>
            </w:r>
          </w:p>
        </w:tc>
      </w:tr>
    </w:tbl>
    <w:p w14:paraId="4F045A86" w14:textId="77777777" w:rsidR="00164FF5" w:rsidRDefault="00164FF5">
      <w:pPr>
        <w:sectPr w:rsidR="00164FF5">
          <w:pgSz w:w="11905" w:h="16837"/>
          <w:pgMar w:top="1440" w:right="1440" w:bottom="1440" w:left="1440" w:header="720" w:footer="720" w:gutter="0"/>
          <w:cols w:space="720"/>
        </w:sectPr>
      </w:pPr>
    </w:p>
    <w:p w14:paraId="7511A370" w14:textId="77777777" w:rsidR="00164FF5" w:rsidRDefault="00861641">
      <w:pPr>
        <w:pStyle w:val="pstyleSectionL1"/>
      </w:pPr>
      <w:r>
        <w:rPr>
          <w:rStyle w:val="styleL1"/>
        </w:rPr>
        <w:lastRenderedPageBreak/>
        <w:t>5.2 Ecological character threats and responses (Management)</w:t>
      </w:r>
    </w:p>
    <w:p w14:paraId="40B7FAF2" w14:textId="77777777" w:rsidR="00164FF5" w:rsidRDefault="00861641">
      <w:pPr>
        <w:pStyle w:val="pstyleSection"/>
      </w:pPr>
      <w:r>
        <w:rPr>
          <w:rStyle w:val="styleL2"/>
        </w:rPr>
        <w:t>5.2.1 Factors (actual or likely) adversely affecting the Site’s ecological character</w:t>
      </w:r>
    </w:p>
    <w:p w14:paraId="6D22E81C" w14:textId="77777777" w:rsidR="00164FF5" w:rsidRDefault="00861641">
      <w:pPr>
        <w:pStyle w:val="pstyleComments"/>
      </w:pPr>
      <w:r>
        <w:rPr>
          <w:rStyle w:val="styleC3comment"/>
        </w:rPr>
        <w:t>Please specify if this category applies to the Ramsar Site, to the surrounding area or to both, by ticking the relevant option(s).</w:t>
      </w:r>
    </w:p>
    <w:p w14:paraId="6F2F5DF9" w14:textId="77777777" w:rsidR="00164FF5" w:rsidRDefault="00861641">
      <w:pPr>
        <w:pStyle w:val="pstyleLabels"/>
      </w:pPr>
      <w:r>
        <w:rPr>
          <w:rStyle w:val="styleC3"/>
        </w:rPr>
        <w:t>Human settlements (non agricultural)</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7F1445B9"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07351791" w14:textId="77777777" w:rsidR="00164FF5" w:rsidRDefault="00861641">
            <w:pPr>
              <w:spacing w:after="0" w:line="240" w:lineRule="auto"/>
              <w:jc w:val="center"/>
            </w:pPr>
            <w:r>
              <w:rPr>
                <w:b/>
                <w:bCs/>
                <w:sz w:val="18"/>
                <w:szCs w:val="18"/>
              </w:rPr>
              <w:t>Factors adversely affecting site</w:t>
            </w:r>
          </w:p>
        </w:tc>
        <w:tc>
          <w:tcPr>
            <w:tcW w:w="1750" w:type="dxa"/>
          </w:tcPr>
          <w:p w14:paraId="1AD5BDC4" w14:textId="77777777" w:rsidR="00164FF5" w:rsidRDefault="00861641">
            <w:pPr>
              <w:spacing w:after="0" w:line="240" w:lineRule="auto"/>
              <w:jc w:val="center"/>
            </w:pPr>
            <w:r>
              <w:rPr>
                <w:b/>
                <w:bCs/>
                <w:sz w:val="18"/>
                <w:szCs w:val="18"/>
              </w:rPr>
              <w:t>Actual threat</w:t>
            </w:r>
          </w:p>
        </w:tc>
        <w:tc>
          <w:tcPr>
            <w:tcW w:w="1750" w:type="dxa"/>
          </w:tcPr>
          <w:p w14:paraId="14DDC280" w14:textId="77777777" w:rsidR="00164FF5" w:rsidRDefault="00861641">
            <w:pPr>
              <w:spacing w:after="0" w:line="240" w:lineRule="auto"/>
              <w:jc w:val="center"/>
            </w:pPr>
            <w:r>
              <w:rPr>
                <w:b/>
                <w:bCs/>
                <w:sz w:val="18"/>
                <w:szCs w:val="18"/>
              </w:rPr>
              <w:t>Potential threat</w:t>
            </w:r>
          </w:p>
        </w:tc>
        <w:tc>
          <w:tcPr>
            <w:tcW w:w="1750" w:type="dxa"/>
          </w:tcPr>
          <w:p w14:paraId="1A7B681E" w14:textId="77777777" w:rsidR="00164FF5" w:rsidRDefault="00861641">
            <w:pPr>
              <w:spacing w:after="0" w:line="240" w:lineRule="auto"/>
              <w:jc w:val="center"/>
            </w:pPr>
            <w:r>
              <w:rPr>
                <w:b/>
                <w:bCs/>
                <w:sz w:val="18"/>
                <w:szCs w:val="18"/>
              </w:rPr>
              <w:t>Within the site</w:t>
            </w:r>
          </w:p>
        </w:tc>
        <w:tc>
          <w:tcPr>
            <w:tcW w:w="1750" w:type="dxa"/>
          </w:tcPr>
          <w:p w14:paraId="0B56028B" w14:textId="77777777" w:rsidR="00164FF5" w:rsidRDefault="00861641">
            <w:pPr>
              <w:spacing w:after="0" w:line="240" w:lineRule="auto"/>
              <w:jc w:val="center"/>
            </w:pPr>
            <w:r>
              <w:rPr>
                <w:b/>
                <w:bCs/>
                <w:sz w:val="18"/>
                <w:szCs w:val="18"/>
              </w:rPr>
              <w:t>Changes</w:t>
            </w:r>
          </w:p>
        </w:tc>
        <w:tc>
          <w:tcPr>
            <w:tcW w:w="1750" w:type="dxa"/>
          </w:tcPr>
          <w:p w14:paraId="7DAC5872" w14:textId="77777777" w:rsidR="00164FF5" w:rsidRDefault="00861641">
            <w:pPr>
              <w:spacing w:after="0" w:line="240" w:lineRule="auto"/>
              <w:jc w:val="center"/>
            </w:pPr>
            <w:r>
              <w:rPr>
                <w:b/>
                <w:bCs/>
                <w:sz w:val="18"/>
                <w:szCs w:val="18"/>
              </w:rPr>
              <w:t>In the surrounding area</w:t>
            </w:r>
          </w:p>
        </w:tc>
        <w:tc>
          <w:tcPr>
            <w:tcW w:w="1750" w:type="dxa"/>
          </w:tcPr>
          <w:p w14:paraId="57CA1854" w14:textId="77777777" w:rsidR="00164FF5" w:rsidRDefault="00861641">
            <w:pPr>
              <w:spacing w:after="0" w:line="240" w:lineRule="auto"/>
              <w:jc w:val="center"/>
            </w:pPr>
            <w:r>
              <w:rPr>
                <w:b/>
                <w:bCs/>
                <w:sz w:val="18"/>
                <w:szCs w:val="18"/>
              </w:rPr>
              <w:t xml:space="preserve"> Changes</w:t>
            </w:r>
          </w:p>
        </w:tc>
      </w:tr>
      <w:tr w:rsidR="00164FF5" w14:paraId="2CD14EDD" w14:textId="77777777" w:rsidTr="00164FF5">
        <w:trPr>
          <w:trHeight w:val="200"/>
        </w:trPr>
        <w:tc>
          <w:tcPr>
            <w:tcW w:w="1750" w:type="dxa"/>
          </w:tcPr>
          <w:p w14:paraId="47C3CA09" w14:textId="77777777" w:rsidR="00164FF5" w:rsidRDefault="00861641">
            <w:r>
              <w:rPr>
                <w:rStyle w:val="styleSubformtxt"/>
              </w:rPr>
              <w:t>Housing and urban areas</w:t>
            </w:r>
          </w:p>
        </w:tc>
        <w:tc>
          <w:tcPr>
            <w:tcW w:w="1750" w:type="dxa"/>
          </w:tcPr>
          <w:p w14:paraId="3D2A909D" w14:textId="77777777" w:rsidR="00164FF5" w:rsidRDefault="00861641">
            <w:r>
              <w:rPr>
                <w:rStyle w:val="styleSubformtxt"/>
              </w:rPr>
              <w:t>Low impact</w:t>
            </w:r>
          </w:p>
        </w:tc>
        <w:tc>
          <w:tcPr>
            <w:tcW w:w="1750" w:type="dxa"/>
          </w:tcPr>
          <w:p w14:paraId="24FAAC9B" w14:textId="77777777" w:rsidR="00164FF5" w:rsidRDefault="00861641">
            <w:r>
              <w:rPr>
                <w:rStyle w:val="styleSubformtxt"/>
              </w:rPr>
              <w:t>Low impact</w:t>
            </w:r>
          </w:p>
        </w:tc>
        <w:tc>
          <w:tcPr>
            <w:tcW w:w="1750" w:type="dxa"/>
          </w:tcPr>
          <w:p w14:paraId="3FBC7A6B" w14:textId="77777777" w:rsidR="00164FF5" w:rsidRDefault="00861641">
            <w:pPr>
              <w:pStyle w:val="pstyleRadioTb"/>
            </w:pPr>
            <w:r>
              <w:rPr>
                <w:rStyle w:val="styleRad"/>
              </w:rPr>
              <w:t xml:space="preserve"> [ ] </w:t>
            </w:r>
          </w:p>
        </w:tc>
        <w:tc>
          <w:tcPr>
            <w:tcW w:w="1750" w:type="dxa"/>
          </w:tcPr>
          <w:p w14:paraId="3CB138FB" w14:textId="77777777" w:rsidR="00164FF5" w:rsidRDefault="00861641">
            <w:r>
              <w:rPr>
                <w:rStyle w:val="styleSubformtxt"/>
              </w:rPr>
              <w:t>unknown</w:t>
            </w:r>
          </w:p>
        </w:tc>
        <w:tc>
          <w:tcPr>
            <w:tcW w:w="1750" w:type="dxa"/>
          </w:tcPr>
          <w:p w14:paraId="75E3D46A" w14:textId="77777777" w:rsidR="00164FF5" w:rsidRDefault="00861641">
            <w:pPr>
              <w:pStyle w:val="pstyleRadioTb"/>
            </w:pPr>
            <w:r>
              <w:rPr>
                <w:rStyle w:val="styleRad"/>
              </w:rPr>
              <w:t xml:space="preserve"> [x] </w:t>
            </w:r>
          </w:p>
        </w:tc>
        <w:tc>
          <w:tcPr>
            <w:tcW w:w="1750" w:type="dxa"/>
          </w:tcPr>
          <w:p w14:paraId="4058E18A" w14:textId="77777777" w:rsidR="00164FF5" w:rsidRDefault="00861641">
            <w:r>
              <w:rPr>
                <w:rStyle w:val="styleSubformtxt"/>
              </w:rPr>
              <w:t>No change</w:t>
            </w:r>
          </w:p>
        </w:tc>
      </w:tr>
      <w:tr w:rsidR="00164FF5" w14:paraId="29B6FD3E" w14:textId="77777777" w:rsidTr="00164FF5">
        <w:trPr>
          <w:trHeight w:val="200"/>
        </w:trPr>
        <w:tc>
          <w:tcPr>
            <w:tcW w:w="1750" w:type="dxa"/>
          </w:tcPr>
          <w:p w14:paraId="74CB450E" w14:textId="77777777" w:rsidR="00164FF5" w:rsidRDefault="00861641">
            <w:r>
              <w:rPr>
                <w:rStyle w:val="styleSubformtxt"/>
              </w:rPr>
              <w:t>Tourism and recreation areas</w:t>
            </w:r>
          </w:p>
        </w:tc>
        <w:tc>
          <w:tcPr>
            <w:tcW w:w="1750" w:type="dxa"/>
          </w:tcPr>
          <w:p w14:paraId="352522F2" w14:textId="77777777" w:rsidR="00164FF5" w:rsidRDefault="00861641">
            <w:r>
              <w:rPr>
                <w:rStyle w:val="styleSubformtxt"/>
              </w:rPr>
              <w:t>Low impact</w:t>
            </w:r>
          </w:p>
        </w:tc>
        <w:tc>
          <w:tcPr>
            <w:tcW w:w="1750" w:type="dxa"/>
          </w:tcPr>
          <w:p w14:paraId="6CBA774D" w14:textId="77777777" w:rsidR="00164FF5" w:rsidRDefault="00861641">
            <w:r>
              <w:rPr>
                <w:rStyle w:val="styleSubformtxt"/>
              </w:rPr>
              <w:t>Low impact</w:t>
            </w:r>
          </w:p>
        </w:tc>
        <w:tc>
          <w:tcPr>
            <w:tcW w:w="1750" w:type="dxa"/>
          </w:tcPr>
          <w:p w14:paraId="487FB990" w14:textId="77777777" w:rsidR="00164FF5" w:rsidRDefault="00861641">
            <w:pPr>
              <w:pStyle w:val="pstyleRadioTb"/>
            </w:pPr>
            <w:r>
              <w:rPr>
                <w:rStyle w:val="styleRad"/>
              </w:rPr>
              <w:t xml:space="preserve"> [ ] </w:t>
            </w:r>
          </w:p>
        </w:tc>
        <w:tc>
          <w:tcPr>
            <w:tcW w:w="1750" w:type="dxa"/>
          </w:tcPr>
          <w:p w14:paraId="66FE9510" w14:textId="77777777" w:rsidR="00164FF5" w:rsidRDefault="00861641">
            <w:r>
              <w:rPr>
                <w:rStyle w:val="styleSubformtxt"/>
              </w:rPr>
              <w:t>unknown</w:t>
            </w:r>
          </w:p>
        </w:tc>
        <w:tc>
          <w:tcPr>
            <w:tcW w:w="1750" w:type="dxa"/>
          </w:tcPr>
          <w:p w14:paraId="4FA97927" w14:textId="77777777" w:rsidR="00164FF5" w:rsidRDefault="00861641">
            <w:pPr>
              <w:pStyle w:val="pstyleRadioTb"/>
            </w:pPr>
            <w:r>
              <w:rPr>
                <w:rStyle w:val="styleRad"/>
              </w:rPr>
              <w:t xml:space="preserve"> [x] </w:t>
            </w:r>
          </w:p>
        </w:tc>
        <w:tc>
          <w:tcPr>
            <w:tcW w:w="1750" w:type="dxa"/>
          </w:tcPr>
          <w:p w14:paraId="3399AE0D" w14:textId="77777777" w:rsidR="00164FF5" w:rsidRDefault="00861641">
            <w:r>
              <w:rPr>
                <w:rStyle w:val="styleSubformtxt"/>
              </w:rPr>
              <w:t>No change</w:t>
            </w:r>
          </w:p>
        </w:tc>
      </w:tr>
      <w:tr w:rsidR="00164FF5" w14:paraId="3765AB28" w14:textId="77777777" w:rsidTr="00164FF5">
        <w:trPr>
          <w:trHeight w:val="200"/>
        </w:trPr>
        <w:tc>
          <w:tcPr>
            <w:tcW w:w="1750" w:type="dxa"/>
          </w:tcPr>
          <w:p w14:paraId="6C1E092A" w14:textId="77777777" w:rsidR="00164FF5" w:rsidRDefault="00164FF5"/>
        </w:tc>
        <w:tc>
          <w:tcPr>
            <w:tcW w:w="1750" w:type="dxa"/>
          </w:tcPr>
          <w:p w14:paraId="575281B3" w14:textId="77777777" w:rsidR="00164FF5" w:rsidRDefault="00164FF5"/>
        </w:tc>
        <w:tc>
          <w:tcPr>
            <w:tcW w:w="1750" w:type="dxa"/>
          </w:tcPr>
          <w:p w14:paraId="13468A2B" w14:textId="77777777" w:rsidR="00164FF5" w:rsidRDefault="00164FF5"/>
        </w:tc>
        <w:tc>
          <w:tcPr>
            <w:tcW w:w="1750" w:type="dxa"/>
          </w:tcPr>
          <w:p w14:paraId="142F5ACE" w14:textId="77777777" w:rsidR="00164FF5" w:rsidRDefault="00164FF5"/>
        </w:tc>
        <w:tc>
          <w:tcPr>
            <w:tcW w:w="1750" w:type="dxa"/>
          </w:tcPr>
          <w:p w14:paraId="77BB59BD" w14:textId="77777777" w:rsidR="00164FF5" w:rsidRDefault="00164FF5"/>
        </w:tc>
        <w:tc>
          <w:tcPr>
            <w:tcW w:w="1750" w:type="dxa"/>
          </w:tcPr>
          <w:p w14:paraId="696E9DBF" w14:textId="77777777" w:rsidR="00164FF5" w:rsidRDefault="00164FF5"/>
        </w:tc>
        <w:tc>
          <w:tcPr>
            <w:tcW w:w="1750" w:type="dxa"/>
          </w:tcPr>
          <w:p w14:paraId="53A68C6A" w14:textId="77777777" w:rsidR="00164FF5" w:rsidRDefault="00164FF5"/>
        </w:tc>
      </w:tr>
    </w:tbl>
    <w:p w14:paraId="5263DF8B" w14:textId="77777777" w:rsidR="00164FF5" w:rsidRDefault="00164FF5"/>
    <w:p w14:paraId="5C83B24F" w14:textId="77777777" w:rsidR="00164FF5" w:rsidRDefault="00861641">
      <w:pPr>
        <w:pStyle w:val="pstyleLabels"/>
      </w:pPr>
      <w:r>
        <w:rPr>
          <w:rStyle w:val="styleC3"/>
        </w:rPr>
        <w:t>Water regulation</w:t>
      </w:r>
    </w:p>
    <w:tbl>
      <w:tblPr>
        <w:tblStyle w:val="FancyTable"/>
        <w:tblW w:w="0" w:type="auto"/>
        <w:tblInd w:w="-8" w:type="dxa"/>
        <w:tblLook w:val="04A0" w:firstRow="1" w:lastRow="0" w:firstColumn="1" w:lastColumn="0" w:noHBand="0" w:noVBand="1"/>
      </w:tblPr>
      <w:tblGrid>
        <w:gridCol w:w="1350"/>
        <w:gridCol w:w="1182"/>
        <w:gridCol w:w="1288"/>
        <w:gridCol w:w="1181"/>
        <w:gridCol w:w="1288"/>
        <w:gridCol w:w="1440"/>
        <w:gridCol w:w="1288"/>
      </w:tblGrid>
      <w:tr w:rsidR="00164FF5" w14:paraId="081B86E3"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35C603C" w14:textId="77777777" w:rsidR="00164FF5" w:rsidRDefault="00861641">
            <w:pPr>
              <w:spacing w:after="0" w:line="240" w:lineRule="auto"/>
              <w:jc w:val="center"/>
            </w:pPr>
            <w:r>
              <w:rPr>
                <w:b/>
                <w:bCs/>
                <w:sz w:val="18"/>
                <w:szCs w:val="18"/>
              </w:rPr>
              <w:t>Factors adversely affecting site</w:t>
            </w:r>
          </w:p>
        </w:tc>
        <w:tc>
          <w:tcPr>
            <w:tcW w:w="1750" w:type="dxa"/>
          </w:tcPr>
          <w:p w14:paraId="49E4A7FA" w14:textId="77777777" w:rsidR="00164FF5" w:rsidRDefault="00861641">
            <w:pPr>
              <w:spacing w:after="0" w:line="240" w:lineRule="auto"/>
              <w:jc w:val="center"/>
            </w:pPr>
            <w:r>
              <w:rPr>
                <w:b/>
                <w:bCs/>
                <w:sz w:val="18"/>
                <w:szCs w:val="18"/>
              </w:rPr>
              <w:t>Actual threat</w:t>
            </w:r>
          </w:p>
        </w:tc>
        <w:tc>
          <w:tcPr>
            <w:tcW w:w="1750" w:type="dxa"/>
          </w:tcPr>
          <w:p w14:paraId="640CF4EA" w14:textId="77777777" w:rsidR="00164FF5" w:rsidRDefault="00861641">
            <w:pPr>
              <w:spacing w:after="0" w:line="240" w:lineRule="auto"/>
              <w:jc w:val="center"/>
            </w:pPr>
            <w:r>
              <w:rPr>
                <w:b/>
                <w:bCs/>
                <w:sz w:val="18"/>
                <w:szCs w:val="18"/>
              </w:rPr>
              <w:t>Potential threat</w:t>
            </w:r>
          </w:p>
        </w:tc>
        <w:tc>
          <w:tcPr>
            <w:tcW w:w="1750" w:type="dxa"/>
          </w:tcPr>
          <w:p w14:paraId="601C9FB4" w14:textId="77777777" w:rsidR="00164FF5" w:rsidRDefault="00861641">
            <w:pPr>
              <w:spacing w:after="0" w:line="240" w:lineRule="auto"/>
              <w:jc w:val="center"/>
            </w:pPr>
            <w:r>
              <w:rPr>
                <w:b/>
                <w:bCs/>
                <w:sz w:val="18"/>
                <w:szCs w:val="18"/>
              </w:rPr>
              <w:t>Within the site</w:t>
            </w:r>
          </w:p>
        </w:tc>
        <w:tc>
          <w:tcPr>
            <w:tcW w:w="1750" w:type="dxa"/>
          </w:tcPr>
          <w:p w14:paraId="4527AF68" w14:textId="77777777" w:rsidR="00164FF5" w:rsidRDefault="00861641">
            <w:pPr>
              <w:spacing w:after="0" w:line="240" w:lineRule="auto"/>
              <w:jc w:val="center"/>
            </w:pPr>
            <w:r>
              <w:rPr>
                <w:b/>
                <w:bCs/>
                <w:sz w:val="18"/>
                <w:szCs w:val="18"/>
              </w:rPr>
              <w:t>Changes</w:t>
            </w:r>
          </w:p>
        </w:tc>
        <w:tc>
          <w:tcPr>
            <w:tcW w:w="1750" w:type="dxa"/>
          </w:tcPr>
          <w:p w14:paraId="1E80FBA8" w14:textId="77777777" w:rsidR="00164FF5" w:rsidRDefault="00861641">
            <w:pPr>
              <w:spacing w:after="0" w:line="240" w:lineRule="auto"/>
              <w:jc w:val="center"/>
            </w:pPr>
            <w:r>
              <w:rPr>
                <w:b/>
                <w:bCs/>
                <w:sz w:val="18"/>
                <w:szCs w:val="18"/>
              </w:rPr>
              <w:t>In the surrounding area</w:t>
            </w:r>
          </w:p>
        </w:tc>
        <w:tc>
          <w:tcPr>
            <w:tcW w:w="1750" w:type="dxa"/>
          </w:tcPr>
          <w:p w14:paraId="55430B76" w14:textId="77777777" w:rsidR="00164FF5" w:rsidRDefault="00861641">
            <w:pPr>
              <w:spacing w:after="0" w:line="240" w:lineRule="auto"/>
              <w:jc w:val="center"/>
            </w:pPr>
            <w:r>
              <w:rPr>
                <w:b/>
                <w:bCs/>
                <w:sz w:val="18"/>
                <w:szCs w:val="18"/>
              </w:rPr>
              <w:t xml:space="preserve"> Changes</w:t>
            </w:r>
          </w:p>
        </w:tc>
      </w:tr>
      <w:tr w:rsidR="00164FF5" w14:paraId="4ECAF57B" w14:textId="77777777" w:rsidTr="00164FF5">
        <w:trPr>
          <w:trHeight w:val="200"/>
        </w:trPr>
        <w:tc>
          <w:tcPr>
            <w:tcW w:w="1750" w:type="dxa"/>
          </w:tcPr>
          <w:p w14:paraId="23125DDA" w14:textId="77777777" w:rsidR="00164FF5" w:rsidRDefault="00861641">
            <w:r>
              <w:rPr>
                <w:rStyle w:val="styleSubformtxt"/>
              </w:rPr>
              <w:t>Water abstraction</w:t>
            </w:r>
          </w:p>
        </w:tc>
        <w:tc>
          <w:tcPr>
            <w:tcW w:w="1750" w:type="dxa"/>
          </w:tcPr>
          <w:p w14:paraId="12A72E31" w14:textId="77777777" w:rsidR="00164FF5" w:rsidRDefault="00861641">
            <w:r>
              <w:rPr>
                <w:rStyle w:val="styleSubformtxt"/>
              </w:rPr>
              <w:t>Low impact</w:t>
            </w:r>
          </w:p>
        </w:tc>
        <w:tc>
          <w:tcPr>
            <w:tcW w:w="1750" w:type="dxa"/>
          </w:tcPr>
          <w:p w14:paraId="32A3D7E8" w14:textId="77777777" w:rsidR="00164FF5" w:rsidRDefault="00861641">
            <w:r>
              <w:rPr>
                <w:rStyle w:val="styleSubformtxt"/>
              </w:rPr>
              <w:t>Low impact</w:t>
            </w:r>
          </w:p>
        </w:tc>
        <w:tc>
          <w:tcPr>
            <w:tcW w:w="1750" w:type="dxa"/>
          </w:tcPr>
          <w:p w14:paraId="529EAB68" w14:textId="77777777" w:rsidR="00164FF5" w:rsidRDefault="00861641">
            <w:pPr>
              <w:pStyle w:val="pstyleRadioTb"/>
            </w:pPr>
            <w:r>
              <w:rPr>
                <w:rStyle w:val="styleRad"/>
              </w:rPr>
              <w:t xml:space="preserve"> [ ] </w:t>
            </w:r>
          </w:p>
        </w:tc>
        <w:tc>
          <w:tcPr>
            <w:tcW w:w="1750" w:type="dxa"/>
          </w:tcPr>
          <w:p w14:paraId="2C22A39A" w14:textId="77777777" w:rsidR="00164FF5" w:rsidRDefault="00861641">
            <w:r>
              <w:rPr>
                <w:rStyle w:val="styleSubformtxt"/>
              </w:rPr>
              <w:t>unknown</w:t>
            </w:r>
          </w:p>
        </w:tc>
        <w:tc>
          <w:tcPr>
            <w:tcW w:w="1750" w:type="dxa"/>
          </w:tcPr>
          <w:p w14:paraId="47EB1739" w14:textId="77777777" w:rsidR="00164FF5" w:rsidRDefault="00861641">
            <w:pPr>
              <w:pStyle w:val="pstyleRadioTb"/>
            </w:pPr>
            <w:r>
              <w:rPr>
                <w:rStyle w:val="styleRad"/>
              </w:rPr>
              <w:t xml:space="preserve"> [x] </w:t>
            </w:r>
          </w:p>
        </w:tc>
        <w:tc>
          <w:tcPr>
            <w:tcW w:w="1750" w:type="dxa"/>
          </w:tcPr>
          <w:p w14:paraId="20E6BC1A" w14:textId="77777777" w:rsidR="00164FF5" w:rsidRDefault="00861641">
            <w:r>
              <w:rPr>
                <w:rStyle w:val="styleSubformtxt"/>
              </w:rPr>
              <w:t>unknown</w:t>
            </w:r>
          </w:p>
        </w:tc>
      </w:tr>
      <w:tr w:rsidR="00164FF5" w14:paraId="627CB676" w14:textId="77777777" w:rsidTr="00164FF5">
        <w:trPr>
          <w:trHeight w:val="200"/>
        </w:trPr>
        <w:tc>
          <w:tcPr>
            <w:tcW w:w="1750" w:type="dxa"/>
          </w:tcPr>
          <w:p w14:paraId="5B3846D3" w14:textId="77777777" w:rsidR="00164FF5" w:rsidRDefault="00164FF5"/>
        </w:tc>
        <w:tc>
          <w:tcPr>
            <w:tcW w:w="1750" w:type="dxa"/>
          </w:tcPr>
          <w:p w14:paraId="1901F003" w14:textId="77777777" w:rsidR="00164FF5" w:rsidRDefault="00164FF5"/>
        </w:tc>
        <w:tc>
          <w:tcPr>
            <w:tcW w:w="1750" w:type="dxa"/>
          </w:tcPr>
          <w:p w14:paraId="7A615105" w14:textId="77777777" w:rsidR="00164FF5" w:rsidRDefault="00164FF5"/>
        </w:tc>
        <w:tc>
          <w:tcPr>
            <w:tcW w:w="1750" w:type="dxa"/>
          </w:tcPr>
          <w:p w14:paraId="026E13EC" w14:textId="77777777" w:rsidR="00164FF5" w:rsidRDefault="00164FF5"/>
        </w:tc>
        <w:tc>
          <w:tcPr>
            <w:tcW w:w="1750" w:type="dxa"/>
          </w:tcPr>
          <w:p w14:paraId="53FEF5D0" w14:textId="77777777" w:rsidR="00164FF5" w:rsidRDefault="00164FF5"/>
        </w:tc>
        <w:tc>
          <w:tcPr>
            <w:tcW w:w="1750" w:type="dxa"/>
          </w:tcPr>
          <w:p w14:paraId="7729056D" w14:textId="77777777" w:rsidR="00164FF5" w:rsidRDefault="00164FF5"/>
        </w:tc>
        <w:tc>
          <w:tcPr>
            <w:tcW w:w="1750" w:type="dxa"/>
          </w:tcPr>
          <w:p w14:paraId="7BC227C5" w14:textId="77777777" w:rsidR="00164FF5" w:rsidRDefault="00164FF5"/>
        </w:tc>
      </w:tr>
    </w:tbl>
    <w:p w14:paraId="6570BD7C" w14:textId="77777777" w:rsidR="00164FF5" w:rsidRDefault="00164FF5"/>
    <w:p w14:paraId="3122181D" w14:textId="77777777" w:rsidR="00164FF5" w:rsidRDefault="00861641">
      <w:pPr>
        <w:pStyle w:val="pstyleLabels"/>
      </w:pPr>
      <w:r>
        <w:rPr>
          <w:rStyle w:val="styleC3"/>
        </w:rPr>
        <w:t>Agriculture and aquaculture</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2CA50395"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0403D0C1" w14:textId="77777777" w:rsidR="00164FF5" w:rsidRDefault="00861641">
            <w:pPr>
              <w:spacing w:after="0" w:line="240" w:lineRule="auto"/>
              <w:jc w:val="center"/>
            </w:pPr>
            <w:r>
              <w:rPr>
                <w:b/>
                <w:bCs/>
                <w:sz w:val="18"/>
                <w:szCs w:val="18"/>
              </w:rPr>
              <w:t>Factors adversely affecting site</w:t>
            </w:r>
          </w:p>
        </w:tc>
        <w:tc>
          <w:tcPr>
            <w:tcW w:w="1750" w:type="dxa"/>
          </w:tcPr>
          <w:p w14:paraId="216C22C7" w14:textId="77777777" w:rsidR="00164FF5" w:rsidRDefault="00861641">
            <w:pPr>
              <w:spacing w:after="0" w:line="240" w:lineRule="auto"/>
              <w:jc w:val="center"/>
            </w:pPr>
            <w:r>
              <w:rPr>
                <w:b/>
                <w:bCs/>
                <w:sz w:val="18"/>
                <w:szCs w:val="18"/>
              </w:rPr>
              <w:t>Actual threat</w:t>
            </w:r>
          </w:p>
        </w:tc>
        <w:tc>
          <w:tcPr>
            <w:tcW w:w="1750" w:type="dxa"/>
          </w:tcPr>
          <w:p w14:paraId="4C7EFBA4" w14:textId="77777777" w:rsidR="00164FF5" w:rsidRDefault="00861641">
            <w:pPr>
              <w:spacing w:after="0" w:line="240" w:lineRule="auto"/>
              <w:jc w:val="center"/>
            </w:pPr>
            <w:r>
              <w:rPr>
                <w:b/>
                <w:bCs/>
                <w:sz w:val="18"/>
                <w:szCs w:val="18"/>
              </w:rPr>
              <w:t>Potential threat</w:t>
            </w:r>
          </w:p>
        </w:tc>
        <w:tc>
          <w:tcPr>
            <w:tcW w:w="1750" w:type="dxa"/>
          </w:tcPr>
          <w:p w14:paraId="3E88AA21" w14:textId="77777777" w:rsidR="00164FF5" w:rsidRDefault="00861641">
            <w:pPr>
              <w:spacing w:after="0" w:line="240" w:lineRule="auto"/>
              <w:jc w:val="center"/>
            </w:pPr>
            <w:r>
              <w:rPr>
                <w:b/>
                <w:bCs/>
                <w:sz w:val="18"/>
                <w:szCs w:val="18"/>
              </w:rPr>
              <w:t>Within the site</w:t>
            </w:r>
          </w:p>
        </w:tc>
        <w:tc>
          <w:tcPr>
            <w:tcW w:w="1750" w:type="dxa"/>
          </w:tcPr>
          <w:p w14:paraId="1BF38EE1" w14:textId="77777777" w:rsidR="00164FF5" w:rsidRDefault="00861641">
            <w:pPr>
              <w:spacing w:after="0" w:line="240" w:lineRule="auto"/>
              <w:jc w:val="center"/>
            </w:pPr>
            <w:r>
              <w:rPr>
                <w:b/>
                <w:bCs/>
                <w:sz w:val="18"/>
                <w:szCs w:val="18"/>
              </w:rPr>
              <w:t>Changes</w:t>
            </w:r>
          </w:p>
        </w:tc>
        <w:tc>
          <w:tcPr>
            <w:tcW w:w="1750" w:type="dxa"/>
          </w:tcPr>
          <w:p w14:paraId="69BD0DE0" w14:textId="77777777" w:rsidR="00164FF5" w:rsidRDefault="00861641">
            <w:pPr>
              <w:spacing w:after="0" w:line="240" w:lineRule="auto"/>
              <w:jc w:val="center"/>
            </w:pPr>
            <w:r>
              <w:rPr>
                <w:b/>
                <w:bCs/>
                <w:sz w:val="18"/>
                <w:szCs w:val="18"/>
              </w:rPr>
              <w:t>In the surrounding area</w:t>
            </w:r>
          </w:p>
        </w:tc>
        <w:tc>
          <w:tcPr>
            <w:tcW w:w="1750" w:type="dxa"/>
          </w:tcPr>
          <w:p w14:paraId="14CA36CD" w14:textId="77777777" w:rsidR="00164FF5" w:rsidRDefault="00861641">
            <w:pPr>
              <w:spacing w:after="0" w:line="240" w:lineRule="auto"/>
              <w:jc w:val="center"/>
            </w:pPr>
            <w:r>
              <w:rPr>
                <w:b/>
                <w:bCs/>
                <w:sz w:val="18"/>
                <w:szCs w:val="18"/>
              </w:rPr>
              <w:t xml:space="preserve"> Changes</w:t>
            </w:r>
          </w:p>
        </w:tc>
      </w:tr>
      <w:tr w:rsidR="00164FF5" w14:paraId="0DDDC170" w14:textId="77777777" w:rsidTr="00164FF5">
        <w:trPr>
          <w:trHeight w:val="200"/>
        </w:trPr>
        <w:tc>
          <w:tcPr>
            <w:tcW w:w="1750" w:type="dxa"/>
          </w:tcPr>
          <w:p w14:paraId="51872BF1" w14:textId="77777777" w:rsidR="00164FF5" w:rsidRDefault="00861641">
            <w:r>
              <w:rPr>
                <w:rStyle w:val="styleSubformtxt"/>
              </w:rPr>
              <w:t>Livestock farming and ranching</w:t>
            </w:r>
          </w:p>
        </w:tc>
        <w:tc>
          <w:tcPr>
            <w:tcW w:w="1750" w:type="dxa"/>
          </w:tcPr>
          <w:p w14:paraId="49AD9AF6" w14:textId="77777777" w:rsidR="00164FF5" w:rsidRDefault="00861641">
            <w:r>
              <w:rPr>
                <w:rStyle w:val="styleSubformtxt"/>
              </w:rPr>
              <w:t>Low impact</w:t>
            </w:r>
          </w:p>
        </w:tc>
        <w:tc>
          <w:tcPr>
            <w:tcW w:w="1750" w:type="dxa"/>
          </w:tcPr>
          <w:p w14:paraId="241EA41D" w14:textId="77777777" w:rsidR="00164FF5" w:rsidRDefault="00861641">
            <w:r>
              <w:rPr>
                <w:rStyle w:val="styleSubformtxt"/>
              </w:rPr>
              <w:t>Low impact</w:t>
            </w:r>
          </w:p>
        </w:tc>
        <w:tc>
          <w:tcPr>
            <w:tcW w:w="1750" w:type="dxa"/>
          </w:tcPr>
          <w:p w14:paraId="468AB0B8" w14:textId="77777777" w:rsidR="00164FF5" w:rsidRDefault="00861641">
            <w:pPr>
              <w:pStyle w:val="pstyleRadioTb"/>
            </w:pPr>
            <w:r>
              <w:rPr>
                <w:rStyle w:val="styleRad"/>
              </w:rPr>
              <w:t xml:space="preserve"> [x] </w:t>
            </w:r>
          </w:p>
        </w:tc>
        <w:tc>
          <w:tcPr>
            <w:tcW w:w="1750" w:type="dxa"/>
          </w:tcPr>
          <w:p w14:paraId="51AA67EC" w14:textId="77777777" w:rsidR="00164FF5" w:rsidRDefault="00861641">
            <w:r>
              <w:rPr>
                <w:rStyle w:val="styleSubformtxt"/>
              </w:rPr>
              <w:t>unknown</w:t>
            </w:r>
          </w:p>
        </w:tc>
        <w:tc>
          <w:tcPr>
            <w:tcW w:w="1750" w:type="dxa"/>
          </w:tcPr>
          <w:p w14:paraId="1161A3DA" w14:textId="77777777" w:rsidR="00164FF5" w:rsidRDefault="00861641">
            <w:pPr>
              <w:pStyle w:val="pstyleRadioTb"/>
            </w:pPr>
            <w:r>
              <w:rPr>
                <w:rStyle w:val="styleRad"/>
              </w:rPr>
              <w:t xml:space="preserve"> [x] </w:t>
            </w:r>
          </w:p>
        </w:tc>
        <w:tc>
          <w:tcPr>
            <w:tcW w:w="1750" w:type="dxa"/>
          </w:tcPr>
          <w:p w14:paraId="69D790E0" w14:textId="77777777" w:rsidR="00164FF5" w:rsidRDefault="00861641">
            <w:r>
              <w:rPr>
                <w:rStyle w:val="styleSubformtxt"/>
              </w:rPr>
              <w:t>unknown</w:t>
            </w:r>
          </w:p>
        </w:tc>
      </w:tr>
      <w:tr w:rsidR="00164FF5" w14:paraId="44DF1662" w14:textId="77777777" w:rsidTr="00164FF5">
        <w:trPr>
          <w:trHeight w:val="200"/>
        </w:trPr>
        <w:tc>
          <w:tcPr>
            <w:tcW w:w="1750" w:type="dxa"/>
          </w:tcPr>
          <w:p w14:paraId="0F5293EC" w14:textId="77777777" w:rsidR="00164FF5" w:rsidRDefault="00164FF5"/>
        </w:tc>
        <w:tc>
          <w:tcPr>
            <w:tcW w:w="1750" w:type="dxa"/>
          </w:tcPr>
          <w:p w14:paraId="6E017AFB" w14:textId="77777777" w:rsidR="00164FF5" w:rsidRDefault="00164FF5"/>
        </w:tc>
        <w:tc>
          <w:tcPr>
            <w:tcW w:w="1750" w:type="dxa"/>
          </w:tcPr>
          <w:p w14:paraId="49D7DC81" w14:textId="77777777" w:rsidR="00164FF5" w:rsidRDefault="00164FF5"/>
        </w:tc>
        <w:tc>
          <w:tcPr>
            <w:tcW w:w="1750" w:type="dxa"/>
          </w:tcPr>
          <w:p w14:paraId="79331B4C" w14:textId="77777777" w:rsidR="00164FF5" w:rsidRDefault="00164FF5"/>
        </w:tc>
        <w:tc>
          <w:tcPr>
            <w:tcW w:w="1750" w:type="dxa"/>
          </w:tcPr>
          <w:p w14:paraId="38AB3C07" w14:textId="77777777" w:rsidR="00164FF5" w:rsidRDefault="00164FF5"/>
        </w:tc>
        <w:tc>
          <w:tcPr>
            <w:tcW w:w="1750" w:type="dxa"/>
          </w:tcPr>
          <w:p w14:paraId="1C2AB77B" w14:textId="77777777" w:rsidR="00164FF5" w:rsidRDefault="00164FF5"/>
        </w:tc>
        <w:tc>
          <w:tcPr>
            <w:tcW w:w="1750" w:type="dxa"/>
          </w:tcPr>
          <w:p w14:paraId="2DCDA27B" w14:textId="77777777" w:rsidR="00164FF5" w:rsidRDefault="00164FF5"/>
        </w:tc>
      </w:tr>
    </w:tbl>
    <w:p w14:paraId="3D6A954E" w14:textId="77777777" w:rsidR="00164FF5" w:rsidRDefault="00164FF5"/>
    <w:p w14:paraId="3CEE93CC" w14:textId="77777777" w:rsidR="00164FF5" w:rsidRDefault="00861641">
      <w:pPr>
        <w:pStyle w:val="pstyleLabels"/>
      </w:pPr>
      <w:r>
        <w:rPr>
          <w:rStyle w:val="styleC3"/>
        </w:rPr>
        <w:t>Energy production and mining</w:t>
      </w:r>
    </w:p>
    <w:tbl>
      <w:tblPr>
        <w:tblStyle w:val="FancyTable"/>
        <w:tblW w:w="0" w:type="auto"/>
        <w:tblInd w:w="-8" w:type="dxa"/>
        <w:tblLook w:val="04A0" w:firstRow="1" w:lastRow="0" w:firstColumn="1" w:lastColumn="0" w:noHBand="0" w:noVBand="1"/>
      </w:tblPr>
      <w:tblGrid>
        <w:gridCol w:w="1358"/>
        <w:gridCol w:w="1180"/>
        <w:gridCol w:w="1287"/>
        <w:gridCol w:w="1179"/>
        <w:gridCol w:w="1287"/>
        <w:gridCol w:w="1439"/>
        <w:gridCol w:w="1287"/>
      </w:tblGrid>
      <w:tr w:rsidR="00164FF5" w14:paraId="64FF52C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27A8D75F" w14:textId="77777777" w:rsidR="00164FF5" w:rsidRDefault="00861641">
            <w:pPr>
              <w:spacing w:after="0" w:line="240" w:lineRule="auto"/>
              <w:jc w:val="center"/>
            </w:pPr>
            <w:r>
              <w:rPr>
                <w:b/>
                <w:bCs/>
                <w:sz w:val="18"/>
                <w:szCs w:val="18"/>
              </w:rPr>
              <w:t>Factors adversely affecting site</w:t>
            </w:r>
          </w:p>
        </w:tc>
        <w:tc>
          <w:tcPr>
            <w:tcW w:w="1750" w:type="dxa"/>
          </w:tcPr>
          <w:p w14:paraId="135B1E52" w14:textId="77777777" w:rsidR="00164FF5" w:rsidRDefault="00861641">
            <w:pPr>
              <w:spacing w:after="0" w:line="240" w:lineRule="auto"/>
              <w:jc w:val="center"/>
            </w:pPr>
            <w:r>
              <w:rPr>
                <w:b/>
                <w:bCs/>
                <w:sz w:val="18"/>
                <w:szCs w:val="18"/>
              </w:rPr>
              <w:t>Actual threat</w:t>
            </w:r>
          </w:p>
        </w:tc>
        <w:tc>
          <w:tcPr>
            <w:tcW w:w="1750" w:type="dxa"/>
          </w:tcPr>
          <w:p w14:paraId="29A6FC38" w14:textId="77777777" w:rsidR="00164FF5" w:rsidRDefault="00861641">
            <w:pPr>
              <w:spacing w:after="0" w:line="240" w:lineRule="auto"/>
              <w:jc w:val="center"/>
            </w:pPr>
            <w:r>
              <w:rPr>
                <w:b/>
                <w:bCs/>
                <w:sz w:val="18"/>
                <w:szCs w:val="18"/>
              </w:rPr>
              <w:t>Potential threat</w:t>
            </w:r>
          </w:p>
        </w:tc>
        <w:tc>
          <w:tcPr>
            <w:tcW w:w="1750" w:type="dxa"/>
          </w:tcPr>
          <w:p w14:paraId="0626AE50" w14:textId="77777777" w:rsidR="00164FF5" w:rsidRDefault="00861641">
            <w:pPr>
              <w:spacing w:after="0" w:line="240" w:lineRule="auto"/>
              <w:jc w:val="center"/>
            </w:pPr>
            <w:r>
              <w:rPr>
                <w:b/>
                <w:bCs/>
                <w:sz w:val="18"/>
                <w:szCs w:val="18"/>
              </w:rPr>
              <w:t>Within the site</w:t>
            </w:r>
          </w:p>
        </w:tc>
        <w:tc>
          <w:tcPr>
            <w:tcW w:w="1750" w:type="dxa"/>
          </w:tcPr>
          <w:p w14:paraId="14F9EEDC" w14:textId="77777777" w:rsidR="00164FF5" w:rsidRDefault="00861641">
            <w:pPr>
              <w:spacing w:after="0" w:line="240" w:lineRule="auto"/>
              <w:jc w:val="center"/>
            </w:pPr>
            <w:r>
              <w:rPr>
                <w:b/>
                <w:bCs/>
                <w:sz w:val="18"/>
                <w:szCs w:val="18"/>
              </w:rPr>
              <w:t>Changes</w:t>
            </w:r>
          </w:p>
        </w:tc>
        <w:tc>
          <w:tcPr>
            <w:tcW w:w="1750" w:type="dxa"/>
          </w:tcPr>
          <w:p w14:paraId="534D1F73" w14:textId="77777777" w:rsidR="00164FF5" w:rsidRDefault="00861641">
            <w:pPr>
              <w:spacing w:after="0" w:line="240" w:lineRule="auto"/>
              <w:jc w:val="center"/>
            </w:pPr>
            <w:r>
              <w:rPr>
                <w:b/>
                <w:bCs/>
                <w:sz w:val="18"/>
                <w:szCs w:val="18"/>
              </w:rPr>
              <w:t>In the surrounding area</w:t>
            </w:r>
          </w:p>
        </w:tc>
        <w:tc>
          <w:tcPr>
            <w:tcW w:w="1750" w:type="dxa"/>
          </w:tcPr>
          <w:p w14:paraId="50BC5B17" w14:textId="77777777" w:rsidR="00164FF5" w:rsidRDefault="00861641">
            <w:pPr>
              <w:spacing w:after="0" w:line="240" w:lineRule="auto"/>
              <w:jc w:val="center"/>
            </w:pPr>
            <w:r>
              <w:rPr>
                <w:b/>
                <w:bCs/>
                <w:sz w:val="18"/>
                <w:szCs w:val="18"/>
              </w:rPr>
              <w:t xml:space="preserve"> Changes</w:t>
            </w:r>
          </w:p>
        </w:tc>
      </w:tr>
      <w:tr w:rsidR="00164FF5" w14:paraId="0152C584" w14:textId="77777777" w:rsidTr="00164FF5">
        <w:trPr>
          <w:trHeight w:val="200"/>
        </w:trPr>
        <w:tc>
          <w:tcPr>
            <w:tcW w:w="1750" w:type="dxa"/>
          </w:tcPr>
          <w:p w14:paraId="32186D52" w14:textId="77777777" w:rsidR="00164FF5" w:rsidRDefault="00861641">
            <w:r>
              <w:rPr>
                <w:rStyle w:val="styleSubformtxt"/>
              </w:rPr>
              <w:t>Renewable energy</w:t>
            </w:r>
          </w:p>
        </w:tc>
        <w:tc>
          <w:tcPr>
            <w:tcW w:w="1750" w:type="dxa"/>
          </w:tcPr>
          <w:p w14:paraId="6E26BD60" w14:textId="77777777" w:rsidR="00164FF5" w:rsidRDefault="00861641">
            <w:r>
              <w:rPr>
                <w:rStyle w:val="styleSubformtxt"/>
              </w:rPr>
              <w:t>Low impact</w:t>
            </w:r>
          </w:p>
        </w:tc>
        <w:tc>
          <w:tcPr>
            <w:tcW w:w="1750" w:type="dxa"/>
          </w:tcPr>
          <w:p w14:paraId="5F3BFCDE" w14:textId="77777777" w:rsidR="00164FF5" w:rsidRDefault="00861641">
            <w:r>
              <w:rPr>
                <w:rStyle w:val="styleSubformtxt"/>
              </w:rPr>
              <w:t>Low impact</w:t>
            </w:r>
          </w:p>
        </w:tc>
        <w:tc>
          <w:tcPr>
            <w:tcW w:w="1750" w:type="dxa"/>
          </w:tcPr>
          <w:p w14:paraId="1B60A731" w14:textId="77777777" w:rsidR="00164FF5" w:rsidRDefault="00861641">
            <w:pPr>
              <w:pStyle w:val="pstyleRadioTb"/>
            </w:pPr>
            <w:r>
              <w:rPr>
                <w:rStyle w:val="styleRad"/>
              </w:rPr>
              <w:t xml:space="preserve"> [x] </w:t>
            </w:r>
          </w:p>
        </w:tc>
        <w:tc>
          <w:tcPr>
            <w:tcW w:w="1750" w:type="dxa"/>
          </w:tcPr>
          <w:p w14:paraId="65FAD4C5" w14:textId="77777777" w:rsidR="00164FF5" w:rsidRDefault="00861641">
            <w:r>
              <w:rPr>
                <w:rStyle w:val="styleSubformtxt"/>
              </w:rPr>
              <w:t>unknown</w:t>
            </w:r>
          </w:p>
        </w:tc>
        <w:tc>
          <w:tcPr>
            <w:tcW w:w="1750" w:type="dxa"/>
          </w:tcPr>
          <w:p w14:paraId="62C17ED4" w14:textId="77777777" w:rsidR="00164FF5" w:rsidRDefault="00861641">
            <w:pPr>
              <w:pStyle w:val="pstyleRadioTb"/>
            </w:pPr>
            <w:r>
              <w:rPr>
                <w:rStyle w:val="styleRad"/>
              </w:rPr>
              <w:t xml:space="preserve"> [x] </w:t>
            </w:r>
          </w:p>
        </w:tc>
        <w:tc>
          <w:tcPr>
            <w:tcW w:w="1750" w:type="dxa"/>
          </w:tcPr>
          <w:p w14:paraId="342B6F1F" w14:textId="77777777" w:rsidR="00164FF5" w:rsidRDefault="00861641">
            <w:r>
              <w:rPr>
                <w:rStyle w:val="styleSubformtxt"/>
              </w:rPr>
              <w:t>unknown</w:t>
            </w:r>
          </w:p>
        </w:tc>
      </w:tr>
      <w:tr w:rsidR="00164FF5" w14:paraId="0BDE6F52" w14:textId="77777777" w:rsidTr="00164FF5">
        <w:trPr>
          <w:trHeight w:val="200"/>
        </w:trPr>
        <w:tc>
          <w:tcPr>
            <w:tcW w:w="1750" w:type="dxa"/>
          </w:tcPr>
          <w:p w14:paraId="5F7016D8" w14:textId="77777777" w:rsidR="00164FF5" w:rsidRDefault="00164FF5"/>
        </w:tc>
        <w:tc>
          <w:tcPr>
            <w:tcW w:w="1750" w:type="dxa"/>
          </w:tcPr>
          <w:p w14:paraId="6A2937A8" w14:textId="77777777" w:rsidR="00164FF5" w:rsidRDefault="00164FF5"/>
        </w:tc>
        <w:tc>
          <w:tcPr>
            <w:tcW w:w="1750" w:type="dxa"/>
          </w:tcPr>
          <w:p w14:paraId="4A490F82" w14:textId="77777777" w:rsidR="00164FF5" w:rsidRDefault="00164FF5"/>
        </w:tc>
        <w:tc>
          <w:tcPr>
            <w:tcW w:w="1750" w:type="dxa"/>
          </w:tcPr>
          <w:p w14:paraId="6FE4C225" w14:textId="77777777" w:rsidR="00164FF5" w:rsidRDefault="00164FF5"/>
        </w:tc>
        <w:tc>
          <w:tcPr>
            <w:tcW w:w="1750" w:type="dxa"/>
          </w:tcPr>
          <w:p w14:paraId="35F8F011" w14:textId="77777777" w:rsidR="00164FF5" w:rsidRDefault="00164FF5"/>
        </w:tc>
        <w:tc>
          <w:tcPr>
            <w:tcW w:w="1750" w:type="dxa"/>
          </w:tcPr>
          <w:p w14:paraId="2A1E81F0" w14:textId="77777777" w:rsidR="00164FF5" w:rsidRDefault="00164FF5"/>
        </w:tc>
        <w:tc>
          <w:tcPr>
            <w:tcW w:w="1750" w:type="dxa"/>
          </w:tcPr>
          <w:p w14:paraId="6F6B8BC8" w14:textId="77777777" w:rsidR="00164FF5" w:rsidRDefault="00164FF5"/>
        </w:tc>
      </w:tr>
    </w:tbl>
    <w:p w14:paraId="6F615369" w14:textId="77777777" w:rsidR="00164FF5" w:rsidRDefault="00164FF5"/>
    <w:p w14:paraId="03C9CCF3" w14:textId="77777777" w:rsidR="00164FF5" w:rsidRDefault="00861641">
      <w:pPr>
        <w:pStyle w:val="pstyleLabels"/>
      </w:pPr>
      <w:r>
        <w:rPr>
          <w:rStyle w:val="styleC3"/>
        </w:rPr>
        <w:t>Transportation and service corridors</w:t>
      </w:r>
    </w:p>
    <w:tbl>
      <w:tblPr>
        <w:tblStyle w:val="FancyTable"/>
        <w:tblW w:w="0" w:type="auto"/>
        <w:tblInd w:w="-8" w:type="dxa"/>
        <w:tblLook w:val="04A0" w:firstRow="1" w:lastRow="0" w:firstColumn="1" w:lastColumn="0" w:noHBand="0" w:noVBand="1"/>
      </w:tblPr>
      <w:tblGrid>
        <w:gridCol w:w="1376"/>
        <w:gridCol w:w="1176"/>
        <w:gridCol w:w="1284"/>
        <w:gridCol w:w="1176"/>
        <w:gridCol w:w="1284"/>
        <w:gridCol w:w="1437"/>
        <w:gridCol w:w="1284"/>
      </w:tblGrid>
      <w:tr w:rsidR="00164FF5" w14:paraId="1BB3CF08"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6FC825AB" w14:textId="77777777" w:rsidR="00164FF5" w:rsidRDefault="00861641">
            <w:pPr>
              <w:spacing w:after="0" w:line="240" w:lineRule="auto"/>
              <w:jc w:val="center"/>
            </w:pPr>
            <w:r>
              <w:rPr>
                <w:b/>
                <w:bCs/>
                <w:sz w:val="18"/>
                <w:szCs w:val="18"/>
              </w:rPr>
              <w:t>Factors adversely affecting site</w:t>
            </w:r>
          </w:p>
        </w:tc>
        <w:tc>
          <w:tcPr>
            <w:tcW w:w="1750" w:type="dxa"/>
          </w:tcPr>
          <w:p w14:paraId="6C5A1571" w14:textId="77777777" w:rsidR="00164FF5" w:rsidRDefault="00861641">
            <w:pPr>
              <w:spacing w:after="0" w:line="240" w:lineRule="auto"/>
              <w:jc w:val="center"/>
            </w:pPr>
            <w:r>
              <w:rPr>
                <w:b/>
                <w:bCs/>
                <w:sz w:val="18"/>
                <w:szCs w:val="18"/>
              </w:rPr>
              <w:t>Actual threat</w:t>
            </w:r>
          </w:p>
        </w:tc>
        <w:tc>
          <w:tcPr>
            <w:tcW w:w="1750" w:type="dxa"/>
          </w:tcPr>
          <w:p w14:paraId="56F587DC" w14:textId="77777777" w:rsidR="00164FF5" w:rsidRDefault="00861641">
            <w:pPr>
              <w:spacing w:after="0" w:line="240" w:lineRule="auto"/>
              <w:jc w:val="center"/>
            </w:pPr>
            <w:r>
              <w:rPr>
                <w:b/>
                <w:bCs/>
                <w:sz w:val="18"/>
                <w:szCs w:val="18"/>
              </w:rPr>
              <w:t>Potential threat</w:t>
            </w:r>
          </w:p>
        </w:tc>
        <w:tc>
          <w:tcPr>
            <w:tcW w:w="1750" w:type="dxa"/>
          </w:tcPr>
          <w:p w14:paraId="2469EDD9" w14:textId="77777777" w:rsidR="00164FF5" w:rsidRDefault="00861641">
            <w:pPr>
              <w:spacing w:after="0" w:line="240" w:lineRule="auto"/>
              <w:jc w:val="center"/>
            </w:pPr>
            <w:r>
              <w:rPr>
                <w:b/>
                <w:bCs/>
                <w:sz w:val="18"/>
                <w:szCs w:val="18"/>
              </w:rPr>
              <w:t>Within the site</w:t>
            </w:r>
          </w:p>
        </w:tc>
        <w:tc>
          <w:tcPr>
            <w:tcW w:w="1750" w:type="dxa"/>
          </w:tcPr>
          <w:p w14:paraId="0ED65907" w14:textId="77777777" w:rsidR="00164FF5" w:rsidRDefault="00861641">
            <w:pPr>
              <w:spacing w:after="0" w:line="240" w:lineRule="auto"/>
              <w:jc w:val="center"/>
            </w:pPr>
            <w:r>
              <w:rPr>
                <w:b/>
                <w:bCs/>
                <w:sz w:val="18"/>
                <w:szCs w:val="18"/>
              </w:rPr>
              <w:t>Changes</w:t>
            </w:r>
          </w:p>
        </w:tc>
        <w:tc>
          <w:tcPr>
            <w:tcW w:w="1750" w:type="dxa"/>
          </w:tcPr>
          <w:p w14:paraId="5022280D" w14:textId="77777777" w:rsidR="00164FF5" w:rsidRDefault="00861641">
            <w:pPr>
              <w:spacing w:after="0" w:line="240" w:lineRule="auto"/>
              <w:jc w:val="center"/>
            </w:pPr>
            <w:r>
              <w:rPr>
                <w:b/>
                <w:bCs/>
                <w:sz w:val="18"/>
                <w:szCs w:val="18"/>
              </w:rPr>
              <w:t>In the surrounding area</w:t>
            </w:r>
          </w:p>
        </w:tc>
        <w:tc>
          <w:tcPr>
            <w:tcW w:w="1750" w:type="dxa"/>
          </w:tcPr>
          <w:p w14:paraId="496751A4" w14:textId="77777777" w:rsidR="00164FF5" w:rsidRDefault="00861641">
            <w:pPr>
              <w:spacing w:after="0" w:line="240" w:lineRule="auto"/>
              <w:jc w:val="center"/>
            </w:pPr>
            <w:r>
              <w:rPr>
                <w:b/>
                <w:bCs/>
                <w:sz w:val="18"/>
                <w:szCs w:val="18"/>
              </w:rPr>
              <w:t xml:space="preserve"> Changes</w:t>
            </w:r>
          </w:p>
        </w:tc>
      </w:tr>
      <w:tr w:rsidR="00164FF5" w14:paraId="0AC848A7" w14:textId="77777777" w:rsidTr="00164FF5">
        <w:trPr>
          <w:trHeight w:val="200"/>
        </w:trPr>
        <w:tc>
          <w:tcPr>
            <w:tcW w:w="1750" w:type="dxa"/>
          </w:tcPr>
          <w:p w14:paraId="5C1A2033" w14:textId="77777777" w:rsidR="00164FF5" w:rsidRDefault="00861641">
            <w:r>
              <w:rPr>
                <w:rStyle w:val="styleSubformtxt"/>
              </w:rPr>
              <w:lastRenderedPageBreak/>
              <w:t>Unspecified</w:t>
            </w:r>
          </w:p>
        </w:tc>
        <w:tc>
          <w:tcPr>
            <w:tcW w:w="1750" w:type="dxa"/>
          </w:tcPr>
          <w:p w14:paraId="71522A81" w14:textId="77777777" w:rsidR="00164FF5" w:rsidRDefault="00861641">
            <w:r>
              <w:rPr>
                <w:rStyle w:val="styleSubformtxt"/>
              </w:rPr>
              <w:t>Low impact</w:t>
            </w:r>
          </w:p>
        </w:tc>
        <w:tc>
          <w:tcPr>
            <w:tcW w:w="1750" w:type="dxa"/>
          </w:tcPr>
          <w:p w14:paraId="783578DE" w14:textId="77777777" w:rsidR="00164FF5" w:rsidRDefault="00861641">
            <w:r>
              <w:rPr>
                <w:rStyle w:val="styleSubformtxt"/>
              </w:rPr>
              <w:t>Medium impact</w:t>
            </w:r>
          </w:p>
        </w:tc>
        <w:tc>
          <w:tcPr>
            <w:tcW w:w="1750" w:type="dxa"/>
          </w:tcPr>
          <w:p w14:paraId="366ACCF8" w14:textId="77777777" w:rsidR="00164FF5" w:rsidRDefault="00861641">
            <w:pPr>
              <w:pStyle w:val="pstyleRadioTb"/>
            </w:pPr>
            <w:r>
              <w:rPr>
                <w:rStyle w:val="styleRad"/>
              </w:rPr>
              <w:t xml:space="preserve"> [x] </w:t>
            </w:r>
          </w:p>
        </w:tc>
        <w:tc>
          <w:tcPr>
            <w:tcW w:w="1750" w:type="dxa"/>
          </w:tcPr>
          <w:p w14:paraId="3A46045C" w14:textId="77777777" w:rsidR="00164FF5" w:rsidRDefault="00861641">
            <w:r>
              <w:rPr>
                <w:rStyle w:val="styleSubformtxt"/>
              </w:rPr>
              <w:t>No change</w:t>
            </w:r>
          </w:p>
        </w:tc>
        <w:tc>
          <w:tcPr>
            <w:tcW w:w="1750" w:type="dxa"/>
          </w:tcPr>
          <w:p w14:paraId="2B221517" w14:textId="77777777" w:rsidR="00164FF5" w:rsidRDefault="00861641">
            <w:pPr>
              <w:pStyle w:val="pstyleRadioTb"/>
            </w:pPr>
            <w:r>
              <w:rPr>
                <w:rStyle w:val="styleRad"/>
              </w:rPr>
              <w:t xml:space="preserve"> [x] </w:t>
            </w:r>
          </w:p>
        </w:tc>
        <w:tc>
          <w:tcPr>
            <w:tcW w:w="1750" w:type="dxa"/>
          </w:tcPr>
          <w:p w14:paraId="558FDAC3" w14:textId="77777777" w:rsidR="00164FF5" w:rsidRDefault="00861641">
            <w:r>
              <w:rPr>
                <w:rStyle w:val="styleSubformtxt"/>
              </w:rPr>
              <w:t>No change</w:t>
            </w:r>
          </w:p>
        </w:tc>
      </w:tr>
      <w:tr w:rsidR="00164FF5" w14:paraId="2DAA5924" w14:textId="77777777" w:rsidTr="00164FF5">
        <w:trPr>
          <w:trHeight w:val="200"/>
        </w:trPr>
        <w:tc>
          <w:tcPr>
            <w:tcW w:w="1750" w:type="dxa"/>
          </w:tcPr>
          <w:p w14:paraId="4097F207" w14:textId="77777777" w:rsidR="00164FF5" w:rsidRDefault="00164FF5"/>
        </w:tc>
        <w:tc>
          <w:tcPr>
            <w:tcW w:w="1750" w:type="dxa"/>
          </w:tcPr>
          <w:p w14:paraId="202CDBB3" w14:textId="77777777" w:rsidR="00164FF5" w:rsidRDefault="00164FF5"/>
        </w:tc>
        <w:tc>
          <w:tcPr>
            <w:tcW w:w="1750" w:type="dxa"/>
          </w:tcPr>
          <w:p w14:paraId="73F51DBE" w14:textId="77777777" w:rsidR="00164FF5" w:rsidRDefault="00164FF5"/>
        </w:tc>
        <w:tc>
          <w:tcPr>
            <w:tcW w:w="1750" w:type="dxa"/>
          </w:tcPr>
          <w:p w14:paraId="1D82F950" w14:textId="77777777" w:rsidR="00164FF5" w:rsidRDefault="00164FF5"/>
        </w:tc>
        <w:tc>
          <w:tcPr>
            <w:tcW w:w="1750" w:type="dxa"/>
          </w:tcPr>
          <w:p w14:paraId="44A32C22" w14:textId="77777777" w:rsidR="00164FF5" w:rsidRDefault="00164FF5"/>
        </w:tc>
        <w:tc>
          <w:tcPr>
            <w:tcW w:w="1750" w:type="dxa"/>
          </w:tcPr>
          <w:p w14:paraId="42E0E56D" w14:textId="77777777" w:rsidR="00164FF5" w:rsidRDefault="00164FF5"/>
        </w:tc>
        <w:tc>
          <w:tcPr>
            <w:tcW w:w="1750" w:type="dxa"/>
          </w:tcPr>
          <w:p w14:paraId="48CE4E9B" w14:textId="77777777" w:rsidR="00164FF5" w:rsidRDefault="00164FF5"/>
        </w:tc>
      </w:tr>
    </w:tbl>
    <w:p w14:paraId="7B2A82D5" w14:textId="77777777" w:rsidR="00164FF5" w:rsidRDefault="00164FF5"/>
    <w:p w14:paraId="28EA0D88" w14:textId="77777777" w:rsidR="00164FF5" w:rsidRDefault="00861641">
      <w:pPr>
        <w:pStyle w:val="pstyleLabels"/>
      </w:pPr>
      <w:r>
        <w:rPr>
          <w:rStyle w:val="styleC3"/>
        </w:rPr>
        <w:t>Biological resource use</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57AE7ACE"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615E077" w14:textId="77777777" w:rsidR="00164FF5" w:rsidRDefault="00861641">
            <w:pPr>
              <w:spacing w:after="0" w:line="240" w:lineRule="auto"/>
              <w:jc w:val="center"/>
            </w:pPr>
            <w:r>
              <w:rPr>
                <w:b/>
                <w:bCs/>
                <w:sz w:val="18"/>
                <w:szCs w:val="18"/>
              </w:rPr>
              <w:t>Factors adversely affecting site</w:t>
            </w:r>
          </w:p>
        </w:tc>
        <w:tc>
          <w:tcPr>
            <w:tcW w:w="1750" w:type="dxa"/>
          </w:tcPr>
          <w:p w14:paraId="005108B4" w14:textId="77777777" w:rsidR="00164FF5" w:rsidRDefault="00861641">
            <w:pPr>
              <w:spacing w:after="0" w:line="240" w:lineRule="auto"/>
              <w:jc w:val="center"/>
            </w:pPr>
            <w:r>
              <w:rPr>
                <w:b/>
                <w:bCs/>
                <w:sz w:val="18"/>
                <w:szCs w:val="18"/>
              </w:rPr>
              <w:t>Actual threat</w:t>
            </w:r>
          </w:p>
        </w:tc>
        <w:tc>
          <w:tcPr>
            <w:tcW w:w="1750" w:type="dxa"/>
          </w:tcPr>
          <w:p w14:paraId="3FC7A234" w14:textId="77777777" w:rsidR="00164FF5" w:rsidRDefault="00861641">
            <w:pPr>
              <w:spacing w:after="0" w:line="240" w:lineRule="auto"/>
              <w:jc w:val="center"/>
            </w:pPr>
            <w:r>
              <w:rPr>
                <w:b/>
                <w:bCs/>
                <w:sz w:val="18"/>
                <w:szCs w:val="18"/>
              </w:rPr>
              <w:t>Potential threat</w:t>
            </w:r>
          </w:p>
        </w:tc>
        <w:tc>
          <w:tcPr>
            <w:tcW w:w="1750" w:type="dxa"/>
          </w:tcPr>
          <w:p w14:paraId="68A6834D" w14:textId="77777777" w:rsidR="00164FF5" w:rsidRDefault="00861641">
            <w:pPr>
              <w:spacing w:after="0" w:line="240" w:lineRule="auto"/>
              <w:jc w:val="center"/>
            </w:pPr>
            <w:r>
              <w:rPr>
                <w:b/>
                <w:bCs/>
                <w:sz w:val="18"/>
                <w:szCs w:val="18"/>
              </w:rPr>
              <w:t>Within the site</w:t>
            </w:r>
          </w:p>
        </w:tc>
        <w:tc>
          <w:tcPr>
            <w:tcW w:w="1750" w:type="dxa"/>
          </w:tcPr>
          <w:p w14:paraId="5708041A" w14:textId="77777777" w:rsidR="00164FF5" w:rsidRDefault="00861641">
            <w:pPr>
              <w:spacing w:after="0" w:line="240" w:lineRule="auto"/>
              <w:jc w:val="center"/>
            </w:pPr>
            <w:r>
              <w:rPr>
                <w:b/>
                <w:bCs/>
                <w:sz w:val="18"/>
                <w:szCs w:val="18"/>
              </w:rPr>
              <w:t>Changes</w:t>
            </w:r>
          </w:p>
        </w:tc>
        <w:tc>
          <w:tcPr>
            <w:tcW w:w="1750" w:type="dxa"/>
          </w:tcPr>
          <w:p w14:paraId="69923F32" w14:textId="77777777" w:rsidR="00164FF5" w:rsidRDefault="00861641">
            <w:pPr>
              <w:spacing w:after="0" w:line="240" w:lineRule="auto"/>
              <w:jc w:val="center"/>
            </w:pPr>
            <w:r>
              <w:rPr>
                <w:b/>
                <w:bCs/>
                <w:sz w:val="18"/>
                <w:szCs w:val="18"/>
              </w:rPr>
              <w:t>In the surrounding area</w:t>
            </w:r>
          </w:p>
        </w:tc>
        <w:tc>
          <w:tcPr>
            <w:tcW w:w="1750" w:type="dxa"/>
          </w:tcPr>
          <w:p w14:paraId="2A8F54A1" w14:textId="77777777" w:rsidR="00164FF5" w:rsidRDefault="00861641">
            <w:pPr>
              <w:spacing w:after="0" w:line="240" w:lineRule="auto"/>
              <w:jc w:val="center"/>
            </w:pPr>
            <w:r>
              <w:rPr>
                <w:b/>
                <w:bCs/>
                <w:sz w:val="18"/>
                <w:szCs w:val="18"/>
              </w:rPr>
              <w:t xml:space="preserve"> Changes</w:t>
            </w:r>
          </w:p>
        </w:tc>
      </w:tr>
      <w:tr w:rsidR="00164FF5" w14:paraId="6B84E6D4" w14:textId="77777777" w:rsidTr="00164FF5">
        <w:trPr>
          <w:trHeight w:val="200"/>
        </w:trPr>
        <w:tc>
          <w:tcPr>
            <w:tcW w:w="1750" w:type="dxa"/>
          </w:tcPr>
          <w:p w14:paraId="5BAA1444" w14:textId="77777777" w:rsidR="00164FF5" w:rsidRDefault="00164FF5"/>
        </w:tc>
        <w:tc>
          <w:tcPr>
            <w:tcW w:w="1750" w:type="dxa"/>
          </w:tcPr>
          <w:p w14:paraId="26D84FF8" w14:textId="77777777" w:rsidR="00164FF5" w:rsidRDefault="00164FF5"/>
        </w:tc>
        <w:tc>
          <w:tcPr>
            <w:tcW w:w="1750" w:type="dxa"/>
          </w:tcPr>
          <w:p w14:paraId="538099B6" w14:textId="77777777" w:rsidR="00164FF5" w:rsidRDefault="00164FF5"/>
        </w:tc>
        <w:tc>
          <w:tcPr>
            <w:tcW w:w="1750" w:type="dxa"/>
          </w:tcPr>
          <w:p w14:paraId="0795B2F0" w14:textId="77777777" w:rsidR="00164FF5" w:rsidRDefault="00164FF5"/>
        </w:tc>
        <w:tc>
          <w:tcPr>
            <w:tcW w:w="1750" w:type="dxa"/>
          </w:tcPr>
          <w:p w14:paraId="14FE502C" w14:textId="77777777" w:rsidR="00164FF5" w:rsidRDefault="00164FF5"/>
        </w:tc>
        <w:tc>
          <w:tcPr>
            <w:tcW w:w="1750" w:type="dxa"/>
          </w:tcPr>
          <w:p w14:paraId="7B565730" w14:textId="77777777" w:rsidR="00164FF5" w:rsidRDefault="00164FF5"/>
        </w:tc>
        <w:tc>
          <w:tcPr>
            <w:tcW w:w="1750" w:type="dxa"/>
          </w:tcPr>
          <w:p w14:paraId="3A5BB6E9" w14:textId="77777777" w:rsidR="00164FF5" w:rsidRDefault="00164FF5"/>
        </w:tc>
      </w:tr>
    </w:tbl>
    <w:p w14:paraId="64983937" w14:textId="77777777" w:rsidR="00164FF5" w:rsidRDefault="00164FF5"/>
    <w:p w14:paraId="3ED7E9E4" w14:textId="77777777" w:rsidR="00164FF5" w:rsidRDefault="00861641">
      <w:pPr>
        <w:pStyle w:val="pstyleLabels"/>
      </w:pPr>
      <w:r>
        <w:rPr>
          <w:rStyle w:val="styleC3"/>
        </w:rPr>
        <w:t>Human intrusions and disturbance</w:t>
      </w:r>
    </w:p>
    <w:tbl>
      <w:tblPr>
        <w:tblStyle w:val="FancyTable"/>
        <w:tblW w:w="0" w:type="auto"/>
        <w:tblInd w:w="-8" w:type="dxa"/>
        <w:tblLook w:val="04A0" w:firstRow="1" w:lastRow="0" w:firstColumn="1" w:lastColumn="0" w:noHBand="0" w:noVBand="1"/>
      </w:tblPr>
      <w:tblGrid>
        <w:gridCol w:w="1407"/>
        <w:gridCol w:w="1170"/>
        <w:gridCol w:w="1279"/>
        <w:gridCol w:w="1169"/>
        <w:gridCol w:w="1279"/>
        <w:gridCol w:w="1434"/>
        <w:gridCol w:w="1279"/>
      </w:tblGrid>
      <w:tr w:rsidR="00164FF5" w14:paraId="62801D52"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C34B3C7" w14:textId="77777777" w:rsidR="00164FF5" w:rsidRDefault="00861641">
            <w:pPr>
              <w:spacing w:after="0" w:line="240" w:lineRule="auto"/>
              <w:jc w:val="center"/>
            </w:pPr>
            <w:r>
              <w:rPr>
                <w:b/>
                <w:bCs/>
                <w:sz w:val="18"/>
                <w:szCs w:val="18"/>
              </w:rPr>
              <w:t>Factors adversely affecting site</w:t>
            </w:r>
          </w:p>
        </w:tc>
        <w:tc>
          <w:tcPr>
            <w:tcW w:w="1750" w:type="dxa"/>
          </w:tcPr>
          <w:p w14:paraId="0CE1E556" w14:textId="77777777" w:rsidR="00164FF5" w:rsidRDefault="00861641">
            <w:pPr>
              <w:spacing w:after="0" w:line="240" w:lineRule="auto"/>
              <w:jc w:val="center"/>
            </w:pPr>
            <w:r>
              <w:rPr>
                <w:b/>
                <w:bCs/>
                <w:sz w:val="18"/>
                <w:szCs w:val="18"/>
              </w:rPr>
              <w:t>Actual threat</w:t>
            </w:r>
          </w:p>
        </w:tc>
        <w:tc>
          <w:tcPr>
            <w:tcW w:w="1750" w:type="dxa"/>
          </w:tcPr>
          <w:p w14:paraId="5127DA73" w14:textId="77777777" w:rsidR="00164FF5" w:rsidRDefault="00861641">
            <w:pPr>
              <w:spacing w:after="0" w:line="240" w:lineRule="auto"/>
              <w:jc w:val="center"/>
            </w:pPr>
            <w:r>
              <w:rPr>
                <w:b/>
                <w:bCs/>
                <w:sz w:val="18"/>
                <w:szCs w:val="18"/>
              </w:rPr>
              <w:t>Potential threat</w:t>
            </w:r>
          </w:p>
        </w:tc>
        <w:tc>
          <w:tcPr>
            <w:tcW w:w="1750" w:type="dxa"/>
          </w:tcPr>
          <w:p w14:paraId="00F44F30" w14:textId="77777777" w:rsidR="00164FF5" w:rsidRDefault="00861641">
            <w:pPr>
              <w:spacing w:after="0" w:line="240" w:lineRule="auto"/>
              <w:jc w:val="center"/>
            </w:pPr>
            <w:r>
              <w:rPr>
                <w:b/>
                <w:bCs/>
                <w:sz w:val="18"/>
                <w:szCs w:val="18"/>
              </w:rPr>
              <w:t>Within the site</w:t>
            </w:r>
          </w:p>
        </w:tc>
        <w:tc>
          <w:tcPr>
            <w:tcW w:w="1750" w:type="dxa"/>
          </w:tcPr>
          <w:p w14:paraId="378E9D02" w14:textId="77777777" w:rsidR="00164FF5" w:rsidRDefault="00861641">
            <w:pPr>
              <w:spacing w:after="0" w:line="240" w:lineRule="auto"/>
              <w:jc w:val="center"/>
            </w:pPr>
            <w:r>
              <w:rPr>
                <w:b/>
                <w:bCs/>
                <w:sz w:val="18"/>
                <w:szCs w:val="18"/>
              </w:rPr>
              <w:t>Changes</w:t>
            </w:r>
          </w:p>
        </w:tc>
        <w:tc>
          <w:tcPr>
            <w:tcW w:w="1750" w:type="dxa"/>
          </w:tcPr>
          <w:p w14:paraId="752A34E2" w14:textId="77777777" w:rsidR="00164FF5" w:rsidRDefault="00861641">
            <w:pPr>
              <w:spacing w:after="0" w:line="240" w:lineRule="auto"/>
              <w:jc w:val="center"/>
            </w:pPr>
            <w:r>
              <w:rPr>
                <w:b/>
                <w:bCs/>
                <w:sz w:val="18"/>
                <w:szCs w:val="18"/>
              </w:rPr>
              <w:t>In the surrounding area</w:t>
            </w:r>
          </w:p>
        </w:tc>
        <w:tc>
          <w:tcPr>
            <w:tcW w:w="1750" w:type="dxa"/>
          </w:tcPr>
          <w:p w14:paraId="6F3BC1A1" w14:textId="77777777" w:rsidR="00164FF5" w:rsidRDefault="00861641">
            <w:pPr>
              <w:spacing w:after="0" w:line="240" w:lineRule="auto"/>
              <w:jc w:val="center"/>
            </w:pPr>
            <w:r>
              <w:rPr>
                <w:b/>
                <w:bCs/>
                <w:sz w:val="18"/>
                <w:szCs w:val="18"/>
              </w:rPr>
              <w:t xml:space="preserve"> Changes</w:t>
            </w:r>
          </w:p>
        </w:tc>
      </w:tr>
      <w:tr w:rsidR="00164FF5" w14:paraId="24998CBF" w14:textId="77777777" w:rsidTr="00164FF5">
        <w:trPr>
          <w:trHeight w:val="200"/>
        </w:trPr>
        <w:tc>
          <w:tcPr>
            <w:tcW w:w="1750" w:type="dxa"/>
          </w:tcPr>
          <w:p w14:paraId="67F1B8EA" w14:textId="77777777" w:rsidR="00164FF5" w:rsidRDefault="00861641">
            <w:r>
              <w:rPr>
                <w:rStyle w:val="styleSubformtxt"/>
              </w:rPr>
              <w:t>Recreational and tourism activities</w:t>
            </w:r>
          </w:p>
        </w:tc>
        <w:tc>
          <w:tcPr>
            <w:tcW w:w="1750" w:type="dxa"/>
          </w:tcPr>
          <w:p w14:paraId="3F4FD8F3" w14:textId="77777777" w:rsidR="00164FF5" w:rsidRDefault="00861641">
            <w:r>
              <w:rPr>
                <w:rStyle w:val="styleSubformtxt"/>
              </w:rPr>
              <w:t>Low impact</w:t>
            </w:r>
          </w:p>
        </w:tc>
        <w:tc>
          <w:tcPr>
            <w:tcW w:w="1750" w:type="dxa"/>
          </w:tcPr>
          <w:p w14:paraId="7542CA5A" w14:textId="77777777" w:rsidR="00164FF5" w:rsidRDefault="00861641">
            <w:r>
              <w:rPr>
                <w:rStyle w:val="styleSubformtxt"/>
              </w:rPr>
              <w:t>Medium impact</w:t>
            </w:r>
          </w:p>
        </w:tc>
        <w:tc>
          <w:tcPr>
            <w:tcW w:w="1750" w:type="dxa"/>
          </w:tcPr>
          <w:p w14:paraId="1E59C400" w14:textId="77777777" w:rsidR="00164FF5" w:rsidRDefault="00861641">
            <w:pPr>
              <w:pStyle w:val="pstyleRadioTb"/>
            </w:pPr>
            <w:r>
              <w:rPr>
                <w:rStyle w:val="styleRad"/>
              </w:rPr>
              <w:t xml:space="preserve"> [x] </w:t>
            </w:r>
          </w:p>
        </w:tc>
        <w:tc>
          <w:tcPr>
            <w:tcW w:w="1750" w:type="dxa"/>
          </w:tcPr>
          <w:p w14:paraId="74C0FDA7" w14:textId="77777777" w:rsidR="00164FF5" w:rsidRDefault="00861641">
            <w:r>
              <w:rPr>
                <w:rStyle w:val="styleSubformtxt"/>
              </w:rPr>
              <w:t>No change</w:t>
            </w:r>
          </w:p>
        </w:tc>
        <w:tc>
          <w:tcPr>
            <w:tcW w:w="1750" w:type="dxa"/>
          </w:tcPr>
          <w:p w14:paraId="2ACFDEB7" w14:textId="77777777" w:rsidR="00164FF5" w:rsidRDefault="00861641">
            <w:pPr>
              <w:pStyle w:val="pstyleRadioTb"/>
            </w:pPr>
            <w:r>
              <w:rPr>
                <w:rStyle w:val="styleRad"/>
              </w:rPr>
              <w:t xml:space="preserve"> [x] </w:t>
            </w:r>
          </w:p>
        </w:tc>
        <w:tc>
          <w:tcPr>
            <w:tcW w:w="1750" w:type="dxa"/>
          </w:tcPr>
          <w:p w14:paraId="039FCD74" w14:textId="77777777" w:rsidR="00164FF5" w:rsidRDefault="00861641">
            <w:r>
              <w:rPr>
                <w:rStyle w:val="styleSubformtxt"/>
              </w:rPr>
              <w:t>No change</w:t>
            </w:r>
          </w:p>
        </w:tc>
      </w:tr>
      <w:tr w:rsidR="00164FF5" w14:paraId="58CE54EB" w14:textId="77777777" w:rsidTr="00164FF5">
        <w:trPr>
          <w:trHeight w:val="200"/>
        </w:trPr>
        <w:tc>
          <w:tcPr>
            <w:tcW w:w="1750" w:type="dxa"/>
          </w:tcPr>
          <w:p w14:paraId="31B9384E" w14:textId="77777777" w:rsidR="00164FF5" w:rsidRDefault="00164FF5"/>
        </w:tc>
        <w:tc>
          <w:tcPr>
            <w:tcW w:w="1750" w:type="dxa"/>
          </w:tcPr>
          <w:p w14:paraId="29B1D5AA" w14:textId="77777777" w:rsidR="00164FF5" w:rsidRDefault="00164FF5"/>
        </w:tc>
        <w:tc>
          <w:tcPr>
            <w:tcW w:w="1750" w:type="dxa"/>
          </w:tcPr>
          <w:p w14:paraId="265E9F9E" w14:textId="77777777" w:rsidR="00164FF5" w:rsidRDefault="00164FF5"/>
        </w:tc>
        <w:tc>
          <w:tcPr>
            <w:tcW w:w="1750" w:type="dxa"/>
          </w:tcPr>
          <w:p w14:paraId="171E4778" w14:textId="77777777" w:rsidR="00164FF5" w:rsidRDefault="00164FF5"/>
        </w:tc>
        <w:tc>
          <w:tcPr>
            <w:tcW w:w="1750" w:type="dxa"/>
          </w:tcPr>
          <w:p w14:paraId="7FA87C9D" w14:textId="77777777" w:rsidR="00164FF5" w:rsidRDefault="00164FF5"/>
        </w:tc>
        <w:tc>
          <w:tcPr>
            <w:tcW w:w="1750" w:type="dxa"/>
          </w:tcPr>
          <w:p w14:paraId="7DC191CF" w14:textId="77777777" w:rsidR="00164FF5" w:rsidRDefault="00164FF5"/>
        </w:tc>
        <w:tc>
          <w:tcPr>
            <w:tcW w:w="1750" w:type="dxa"/>
          </w:tcPr>
          <w:p w14:paraId="0603BF4B" w14:textId="77777777" w:rsidR="00164FF5" w:rsidRDefault="00164FF5"/>
        </w:tc>
      </w:tr>
    </w:tbl>
    <w:p w14:paraId="7E9CAFCE" w14:textId="77777777" w:rsidR="00164FF5" w:rsidRDefault="00164FF5"/>
    <w:p w14:paraId="5C117C61" w14:textId="77777777" w:rsidR="00164FF5" w:rsidRDefault="00861641">
      <w:pPr>
        <w:pStyle w:val="pstyleLabels"/>
      </w:pPr>
      <w:r>
        <w:rPr>
          <w:rStyle w:val="styleC3"/>
        </w:rPr>
        <w:t>Natural system modifications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5C721A24"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25DD6989" w14:textId="77777777" w:rsidR="00164FF5" w:rsidRDefault="00861641">
            <w:pPr>
              <w:spacing w:after="0" w:line="240" w:lineRule="auto"/>
              <w:jc w:val="center"/>
            </w:pPr>
            <w:r>
              <w:rPr>
                <w:b/>
                <w:bCs/>
                <w:sz w:val="18"/>
                <w:szCs w:val="18"/>
              </w:rPr>
              <w:t>Factors adversely affecting site</w:t>
            </w:r>
          </w:p>
        </w:tc>
        <w:tc>
          <w:tcPr>
            <w:tcW w:w="1750" w:type="dxa"/>
          </w:tcPr>
          <w:p w14:paraId="3A266D82" w14:textId="77777777" w:rsidR="00164FF5" w:rsidRDefault="00861641">
            <w:pPr>
              <w:spacing w:after="0" w:line="240" w:lineRule="auto"/>
              <w:jc w:val="center"/>
            </w:pPr>
            <w:r>
              <w:rPr>
                <w:b/>
                <w:bCs/>
                <w:sz w:val="18"/>
                <w:szCs w:val="18"/>
              </w:rPr>
              <w:t>Actual threat</w:t>
            </w:r>
          </w:p>
        </w:tc>
        <w:tc>
          <w:tcPr>
            <w:tcW w:w="1750" w:type="dxa"/>
          </w:tcPr>
          <w:p w14:paraId="6F43EBAA" w14:textId="77777777" w:rsidR="00164FF5" w:rsidRDefault="00861641">
            <w:pPr>
              <w:spacing w:after="0" w:line="240" w:lineRule="auto"/>
              <w:jc w:val="center"/>
            </w:pPr>
            <w:r>
              <w:rPr>
                <w:b/>
                <w:bCs/>
                <w:sz w:val="18"/>
                <w:szCs w:val="18"/>
              </w:rPr>
              <w:t>Potential threat</w:t>
            </w:r>
          </w:p>
        </w:tc>
        <w:tc>
          <w:tcPr>
            <w:tcW w:w="1750" w:type="dxa"/>
          </w:tcPr>
          <w:p w14:paraId="1BB4D7FD" w14:textId="77777777" w:rsidR="00164FF5" w:rsidRDefault="00861641">
            <w:pPr>
              <w:spacing w:after="0" w:line="240" w:lineRule="auto"/>
              <w:jc w:val="center"/>
            </w:pPr>
            <w:r>
              <w:rPr>
                <w:b/>
                <w:bCs/>
                <w:sz w:val="18"/>
                <w:szCs w:val="18"/>
              </w:rPr>
              <w:t>Within the site</w:t>
            </w:r>
          </w:p>
        </w:tc>
        <w:tc>
          <w:tcPr>
            <w:tcW w:w="1750" w:type="dxa"/>
          </w:tcPr>
          <w:p w14:paraId="03CEC8E0" w14:textId="77777777" w:rsidR="00164FF5" w:rsidRDefault="00861641">
            <w:pPr>
              <w:spacing w:after="0" w:line="240" w:lineRule="auto"/>
              <w:jc w:val="center"/>
            </w:pPr>
            <w:r>
              <w:rPr>
                <w:b/>
                <w:bCs/>
                <w:sz w:val="18"/>
                <w:szCs w:val="18"/>
              </w:rPr>
              <w:t>Changes</w:t>
            </w:r>
          </w:p>
        </w:tc>
        <w:tc>
          <w:tcPr>
            <w:tcW w:w="1750" w:type="dxa"/>
          </w:tcPr>
          <w:p w14:paraId="2EFCE330" w14:textId="77777777" w:rsidR="00164FF5" w:rsidRDefault="00861641">
            <w:pPr>
              <w:spacing w:after="0" w:line="240" w:lineRule="auto"/>
              <w:jc w:val="center"/>
            </w:pPr>
            <w:r>
              <w:rPr>
                <w:b/>
                <w:bCs/>
                <w:sz w:val="18"/>
                <w:szCs w:val="18"/>
              </w:rPr>
              <w:t>In the surrounding area</w:t>
            </w:r>
          </w:p>
        </w:tc>
        <w:tc>
          <w:tcPr>
            <w:tcW w:w="1750" w:type="dxa"/>
          </w:tcPr>
          <w:p w14:paraId="36A4698D" w14:textId="77777777" w:rsidR="00164FF5" w:rsidRDefault="00861641">
            <w:pPr>
              <w:spacing w:after="0" w:line="240" w:lineRule="auto"/>
              <w:jc w:val="center"/>
            </w:pPr>
            <w:r>
              <w:rPr>
                <w:b/>
                <w:bCs/>
                <w:sz w:val="18"/>
                <w:szCs w:val="18"/>
              </w:rPr>
              <w:t xml:space="preserve"> Changes</w:t>
            </w:r>
          </w:p>
        </w:tc>
      </w:tr>
      <w:tr w:rsidR="00164FF5" w14:paraId="7135FCC1" w14:textId="77777777" w:rsidTr="00164FF5">
        <w:trPr>
          <w:trHeight w:val="200"/>
        </w:trPr>
        <w:tc>
          <w:tcPr>
            <w:tcW w:w="1750" w:type="dxa"/>
          </w:tcPr>
          <w:p w14:paraId="2061C1B4" w14:textId="77777777" w:rsidR="00164FF5" w:rsidRDefault="00164FF5"/>
        </w:tc>
        <w:tc>
          <w:tcPr>
            <w:tcW w:w="1750" w:type="dxa"/>
          </w:tcPr>
          <w:p w14:paraId="6150DC12" w14:textId="77777777" w:rsidR="00164FF5" w:rsidRDefault="00164FF5"/>
        </w:tc>
        <w:tc>
          <w:tcPr>
            <w:tcW w:w="1750" w:type="dxa"/>
          </w:tcPr>
          <w:p w14:paraId="76179BE4" w14:textId="77777777" w:rsidR="00164FF5" w:rsidRDefault="00164FF5"/>
        </w:tc>
        <w:tc>
          <w:tcPr>
            <w:tcW w:w="1750" w:type="dxa"/>
          </w:tcPr>
          <w:p w14:paraId="02C4759D" w14:textId="77777777" w:rsidR="00164FF5" w:rsidRDefault="00164FF5"/>
        </w:tc>
        <w:tc>
          <w:tcPr>
            <w:tcW w:w="1750" w:type="dxa"/>
          </w:tcPr>
          <w:p w14:paraId="45E0BE35" w14:textId="77777777" w:rsidR="00164FF5" w:rsidRDefault="00164FF5"/>
        </w:tc>
        <w:tc>
          <w:tcPr>
            <w:tcW w:w="1750" w:type="dxa"/>
          </w:tcPr>
          <w:p w14:paraId="59EDDD9B" w14:textId="77777777" w:rsidR="00164FF5" w:rsidRDefault="00164FF5"/>
        </w:tc>
        <w:tc>
          <w:tcPr>
            <w:tcW w:w="1750" w:type="dxa"/>
          </w:tcPr>
          <w:p w14:paraId="155B78CD" w14:textId="77777777" w:rsidR="00164FF5" w:rsidRDefault="00164FF5"/>
        </w:tc>
      </w:tr>
    </w:tbl>
    <w:p w14:paraId="3F2E5F5D" w14:textId="77777777" w:rsidR="00164FF5" w:rsidRDefault="00164FF5"/>
    <w:p w14:paraId="710D584F" w14:textId="77777777" w:rsidR="00164FF5" w:rsidRDefault="00861641">
      <w:pPr>
        <w:pStyle w:val="pstyleLabels"/>
      </w:pPr>
      <w:r>
        <w:rPr>
          <w:rStyle w:val="styleC3"/>
        </w:rPr>
        <w:t>Invasive and other problematic species and genes</w:t>
      </w:r>
    </w:p>
    <w:tbl>
      <w:tblPr>
        <w:tblStyle w:val="FancyTable"/>
        <w:tblW w:w="0" w:type="auto"/>
        <w:tblInd w:w="-8" w:type="dxa"/>
        <w:tblLook w:val="04A0" w:firstRow="1" w:lastRow="0" w:firstColumn="1" w:lastColumn="0" w:noHBand="0" w:noVBand="1"/>
      </w:tblPr>
      <w:tblGrid>
        <w:gridCol w:w="1317"/>
        <w:gridCol w:w="1259"/>
        <w:gridCol w:w="1279"/>
        <w:gridCol w:w="1170"/>
        <w:gridCol w:w="1279"/>
        <w:gridCol w:w="1434"/>
        <w:gridCol w:w="1279"/>
      </w:tblGrid>
      <w:tr w:rsidR="00164FF5" w14:paraId="12747DD3"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2801D3A0" w14:textId="77777777" w:rsidR="00164FF5" w:rsidRDefault="00861641">
            <w:pPr>
              <w:spacing w:after="0" w:line="240" w:lineRule="auto"/>
              <w:jc w:val="center"/>
            </w:pPr>
            <w:r>
              <w:rPr>
                <w:b/>
                <w:bCs/>
                <w:sz w:val="18"/>
                <w:szCs w:val="18"/>
              </w:rPr>
              <w:t>Factors adversely affecting site</w:t>
            </w:r>
          </w:p>
        </w:tc>
        <w:tc>
          <w:tcPr>
            <w:tcW w:w="1750" w:type="dxa"/>
          </w:tcPr>
          <w:p w14:paraId="69205D97" w14:textId="77777777" w:rsidR="00164FF5" w:rsidRDefault="00861641">
            <w:pPr>
              <w:spacing w:after="0" w:line="240" w:lineRule="auto"/>
              <w:jc w:val="center"/>
            </w:pPr>
            <w:r>
              <w:rPr>
                <w:b/>
                <w:bCs/>
                <w:sz w:val="18"/>
                <w:szCs w:val="18"/>
              </w:rPr>
              <w:t>Actual threat</w:t>
            </w:r>
          </w:p>
        </w:tc>
        <w:tc>
          <w:tcPr>
            <w:tcW w:w="1750" w:type="dxa"/>
          </w:tcPr>
          <w:p w14:paraId="19B35A1A" w14:textId="77777777" w:rsidR="00164FF5" w:rsidRDefault="00861641">
            <w:pPr>
              <w:spacing w:after="0" w:line="240" w:lineRule="auto"/>
              <w:jc w:val="center"/>
            </w:pPr>
            <w:r>
              <w:rPr>
                <w:b/>
                <w:bCs/>
                <w:sz w:val="18"/>
                <w:szCs w:val="18"/>
              </w:rPr>
              <w:t>Potential threat</w:t>
            </w:r>
          </w:p>
        </w:tc>
        <w:tc>
          <w:tcPr>
            <w:tcW w:w="1750" w:type="dxa"/>
          </w:tcPr>
          <w:p w14:paraId="10944EAC" w14:textId="77777777" w:rsidR="00164FF5" w:rsidRDefault="00861641">
            <w:pPr>
              <w:spacing w:after="0" w:line="240" w:lineRule="auto"/>
              <w:jc w:val="center"/>
            </w:pPr>
            <w:r>
              <w:rPr>
                <w:b/>
                <w:bCs/>
                <w:sz w:val="18"/>
                <w:szCs w:val="18"/>
              </w:rPr>
              <w:t>Within the site</w:t>
            </w:r>
          </w:p>
        </w:tc>
        <w:tc>
          <w:tcPr>
            <w:tcW w:w="1750" w:type="dxa"/>
          </w:tcPr>
          <w:p w14:paraId="249ACAF1" w14:textId="77777777" w:rsidR="00164FF5" w:rsidRDefault="00861641">
            <w:pPr>
              <w:spacing w:after="0" w:line="240" w:lineRule="auto"/>
              <w:jc w:val="center"/>
            </w:pPr>
            <w:r>
              <w:rPr>
                <w:b/>
                <w:bCs/>
                <w:sz w:val="18"/>
                <w:szCs w:val="18"/>
              </w:rPr>
              <w:t>Changes</w:t>
            </w:r>
          </w:p>
        </w:tc>
        <w:tc>
          <w:tcPr>
            <w:tcW w:w="1750" w:type="dxa"/>
          </w:tcPr>
          <w:p w14:paraId="61684AB4" w14:textId="77777777" w:rsidR="00164FF5" w:rsidRDefault="00861641">
            <w:pPr>
              <w:spacing w:after="0" w:line="240" w:lineRule="auto"/>
              <w:jc w:val="center"/>
            </w:pPr>
            <w:r>
              <w:rPr>
                <w:b/>
                <w:bCs/>
                <w:sz w:val="18"/>
                <w:szCs w:val="18"/>
              </w:rPr>
              <w:t>In the surrounding area</w:t>
            </w:r>
          </w:p>
        </w:tc>
        <w:tc>
          <w:tcPr>
            <w:tcW w:w="1750" w:type="dxa"/>
          </w:tcPr>
          <w:p w14:paraId="7906BC58" w14:textId="77777777" w:rsidR="00164FF5" w:rsidRDefault="00861641">
            <w:pPr>
              <w:spacing w:after="0" w:line="240" w:lineRule="auto"/>
              <w:jc w:val="center"/>
            </w:pPr>
            <w:r>
              <w:rPr>
                <w:b/>
                <w:bCs/>
                <w:sz w:val="18"/>
                <w:szCs w:val="18"/>
              </w:rPr>
              <w:t xml:space="preserve"> Changes</w:t>
            </w:r>
          </w:p>
        </w:tc>
      </w:tr>
      <w:tr w:rsidR="00164FF5" w14:paraId="34696893" w14:textId="77777777" w:rsidTr="00164FF5">
        <w:trPr>
          <w:trHeight w:val="200"/>
        </w:trPr>
        <w:tc>
          <w:tcPr>
            <w:tcW w:w="1750" w:type="dxa"/>
          </w:tcPr>
          <w:p w14:paraId="1A0BB2E3" w14:textId="77777777" w:rsidR="00164FF5" w:rsidRDefault="00861641">
            <w:r>
              <w:rPr>
                <w:rStyle w:val="styleSubformtxt"/>
              </w:rPr>
              <w:t>Invasive non-native/ alien species</w:t>
            </w:r>
          </w:p>
        </w:tc>
        <w:tc>
          <w:tcPr>
            <w:tcW w:w="1750" w:type="dxa"/>
          </w:tcPr>
          <w:p w14:paraId="4DDA80E3" w14:textId="77777777" w:rsidR="00164FF5" w:rsidRDefault="00861641">
            <w:r>
              <w:rPr>
                <w:rStyle w:val="styleSubformtxt"/>
              </w:rPr>
              <w:t>unknown impact</w:t>
            </w:r>
          </w:p>
        </w:tc>
        <w:tc>
          <w:tcPr>
            <w:tcW w:w="1750" w:type="dxa"/>
          </w:tcPr>
          <w:p w14:paraId="528F56CF" w14:textId="77777777" w:rsidR="00164FF5" w:rsidRDefault="00861641">
            <w:r>
              <w:rPr>
                <w:rStyle w:val="styleSubformtxt"/>
              </w:rPr>
              <w:t>unknown impact</w:t>
            </w:r>
          </w:p>
        </w:tc>
        <w:tc>
          <w:tcPr>
            <w:tcW w:w="1750" w:type="dxa"/>
          </w:tcPr>
          <w:p w14:paraId="600234F0" w14:textId="77777777" w:rsidR="00164FF5" w:rsidRDefault="00861641">
            <w:pPr>
              <w:pStyle w:val="pstyleRadioTb"/>
            </w:pPr>
            <w:r>
              <w:rPr>
                <w:rStyle w:val="styleRad"/>
              </w:rPr>
              <w:t xml:space="preserve"> [ ] </w:t>
            </w:r>
          </w:p>
        </w:tc>
        <w:tc>
          <w:tcPr>
            <w:tcW w:w="1750" w:type="dxa"/>
          </w:tcPr>
          <w:p w14:paraId="4FB5D10D" w14:textId="77777777" w:rsidR="00164FF5" w:rsidRDefault="00861641">
            <w:r>
              <w:rPr>
                <w:rStyle w:val="styleSubformtxt"/>
              </w:rPr>
              <w:t>unknown</w:t>
            </w:r>
          </w:p>
        </w:tc>
        <w:tc>
          <w:tcPr>
            <w:tcW w:w="1750" w:type="dxa"/>
          </w:tcPr>
          <w:p w14:paraId="0D21AEDA" w14:textId="77777777" w:rsidR="00164FF5" w:rsidRDefault="00861641">
            <w:pPr>
              <w:pStyle w:val="pstyleRadioTb"/>
            </w:pPr>
            <w:r>
              <w:rPr>
                <w:rStyle w:val="styleRad"/>
              </w:rPr>
              <w:t xml:space="preserve"> [x] </w:t>
            </w:r>
          </w:p>
        </w:tc>
        <w:tc>
          <w:tcPr>
            <w:tcW w:w="1750" w:type="dxa"/>
          </w:tcPr>
          <w:p w14:paraId="603D8D7A" w14:textId="77777777" w:rsidR="00164FF5" w:rsidRDefault="00861641">
            <w:r>
              <w:rPr>
                <w:rStyle w:val="styleSubformtxt"/>
              </w:rPr>
              <w:t>unknown</w:t>
            </w:r>
          </w:p>
        </w:tc>
      </w:tr>
      <w:tr w:rsidR="00164FF5" w14:paraId="7A6D5F18" w14:textId="77777777" w:rsidTr="00164FF5">
        <w:trPr>
          <w:trHeight w:val="200"/>
        </w:trPr>
        <w:tc>
          <w:tcPr>
            <w:tcW w:w="1750" w:type="dxa"/>
          </w:tcPr>
          <w:p w14:paraId="4ADD8E6B" w14:textId="77777777" w:rsidR="00164FF5" w:rsidRDefault="00164FF5"/>
        </w:tc>
        <w:tc>
          <w:tcPr>
            <w:tcW w:w="1750" w:type="dxa"/>
          </w:tcPr>
          <w:p w14:paraId="30AD6F7F" w14:textId="77777777" w:rsidR="00164FF5" w:rsidRDefault="00164FF5"/>
        </w:tc>
        <w:tc>
          <w:tcPr>
            <w:tcW w:w="1750" w:type="dxa"/>
          </w:tcPr>
          <w:p w14:paraId="089B1FB3" w14:textId="77777777" w:rsidR="00164FF5" w:rsidRDefault="00164FF5"/>
        </w:tc>
        <w:tc>
          <w:tcPr>
            <w:tcW w:w="1750" w:type="dxa"/>
          </w:tcPr>
          <w:p w14:paraId="421BD139" w14:textId="77777777" w:rsidR="00164FF5" w:rsidRDefault="00164FF5"/>
        </w:tc>
        <w:tc>
          <w:tcPr>
            <w:tcW w:w="1750" w:type="dxa"/>
          </w:tcPr>
          <w:p w14:paraId="40363E37" w14:textId="77777777" w:rsidR="00164FF5" w:rsidRDefault="00164FF5"/>
        </w:tc>
        <w:tc>
          <w:tcPr>
            <w:tcW w:w="1750" w:type="dxa"/>
          </w:tcPr>
          <w:p w14:paraId="7BFD9AE5" w14:textId="77777777" w:rsidR="00164FF5" w:rsidRDefault="00164FF5"/>
        </w:tc>
        <w:tc>
          <w:tcPr>
            <w:tcW w:w="1750" w:type="dxa"/>
          </w:tcPr>
          <w:p w14:paraId="4B2C3801" w14:textId="77777777" w:rsidR="00164FF5" w:rsidRDefault="00164FF5"/>
        </w:tc>
      </w:tr>
    </w:tbl>
    <w:p w14:paraId="50E608AA" w14:textId="77777777" w:rsidR="00164FF5" w:rsidRDefault="00164FF5"/>
    <w:p w14:paraId="23E73FCB" w14:textId="77777777" w:rsidR="00164FF5" w:rsidRDefault="00861641">
      <w:pPr>
        <w:pStyle w:val="pstyleLabels"/>
      </w:pPr>
      <w:r>
        <w:rPr>
          <w:rStyle w:val="styleC3"/>
        </w:rPr>
        <w:t>Pollution</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78A9DF3B"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9872702" w14:textId="77777777" w:rsidR="00164FF5" w:rsidRDefault="00861641">
            <w:pPr>
              <w:spacing w:after="0" w:line="240" w:lineRule="auto"/>
              <w:jc w:val="center"/>
            </w:pPr>
            <w:r>
              <w:rPr>
                <w:b/>
                <w:bCs/>
                <w:sz w:val="18"/>
                <w:szCs w:val="18"/>
              </w:rPr>
              <w:t>Factors adversely affecting site</w:t>
            </w:r>
          </w:p>
        </w:tc>
        <w:tc>
          <w:tcPr>
            <w:tcW w:w="1750" w:type="dxa"/>
          </w:tcPr>
          <w:p w14:paraId="50F076E1" w14:textId="77777777" w:rsidR="00164FF5" w:rsidRDefault="00861641">
            <w:pPr>
              <w:spacing w:after="0" w:line="240" w:lineRule="auto"/>
              <w:jc w:val="center"/>
            </w:pPr>
            <w:r>
              <w:rPr>
                <w:b/>
                <w:bCs/>
                <w:sz w:val="18"/>
                <w:szCs w:val="18"/>
              </w:rPr>
              <w:t>Actual threat</w:t>
            </w:r>
          </w:p>
        </w:tc>
        <w:tc>
          <w:tcPr>
            <w:tcW w:w="1750" w:type="dxa"/>
          </w:tcPr>
          <w:p w14:paraId="340D7905" w14:textId="77777777" w:rsidR="00164FF5" w:rsidRDefault="00861641">
            <w:pPr>
              <w:spacing w:after="0" w:line="240" w:lineRule="auto"/>
              <w:jc w:val="center"/>
            </w:pPr>
            <w:r>
              <w:rPr>
                <w:b/>
                <w:bCs/>
                <w:sz w:val="18"/>
                <w:szCs w:val="18"/>
              </w:rPr>
              <w:t>Potential threat</w:t>
            </w:r>
          </w:p>
        </w:tc>
        <w:tc>
          <w:tcPr>
            <w:tcW w:w="1750" w:type="dxa"/>
          </w:tcPr>
          <w:p w14:paraId="03E88225" w14:textId="77777777" w:rsidR="00164FF5" w:rsidRDefault="00861641">
            <w:pPr>
              <w:spacing w:after="0" w:line="240" w:lineRule="auto"/>
              <w:jc w:val="center"/>
            </w:pPr>
            <w:r>
              <w:rPr>
                <w:b/>
                <w:bCs/>
                <w:sz w:val="18"/>
                <w:szCs w:val="18"/>
              </w:rPr>
              <w:t>Within the site</w:t>
            </w:r>
          </w:p>
        </w:tc>
        <w:tc>
          <w:tcPr>
            <w:tcW w:w="1750" w:type="dxa"/>
          </w:tcPr>
          <w:p w14:paraId="09D58A4E" w14:textId="77777777" w:rsidR="00164FF5" w:rsidRDefault="00861641">
            <w:pPr>
              <w:spacing w:after="0" w:line="240" w:lineRule="auto"/>
              <w:jc w:val="center"/>
            </w:pPr>
            <w:r>
              <w:rPr>
                <w:b/>
                <w:bCs/>
                <w:sz w:val="18"/>
                <w:szCs w:val="18"/>
              </w:rPr>
              <w:t>Changes</w:t>
            </w:r>
          </w:p>
        </w:tc>
        <w:tc>
          <w:tcPr>
            <w:tcW w:w="1750" w:type="dxa"/>
          </w:tcPr>
          <w:p w14:paraId="6027830A" w14:textId="77777777" w:rsidR="00164FF5" w:rsidRDefault="00861641">
            <w:pPr>
              <w:spacing w:after="0" w:line="240" w:lineRule="auto"/>
              <w:jc w:val="center"/>
            </w:pPr>
            <w:r>
              <w:rPr>
                <w:b/>
                <w:bCs/>
                <w:sz w:val="18"/>
                <w:szCs w:val="18"/>
              </w:rPr>
              <w:t>In the surrounding area</w:t>
            </w:r>
          </w:p>
        </w:tc>
        <w:tc>
          <w:tcPr>
            <w:tcW w:w="1750" w:type="dxa"/>
          </w:tcPr>
          <w:p w14:paraId="66DAF304" w14:textId="77777777" w:rsidR="00164FF5" w:rsidRDefault="00861641">
            <w:pPr>
              <w:spacing w:after="0" w:line="240" w:lineRule="auto"/>
              <w:jc w:val="center"/>
            </w:pPr>
            <w:r>
              <w:rPr>
                <w:b/>
                <w:bCs/>
                <w:sz w:val="18"/>
                <w:szCs w:val="18"/>
              </w:rPr>
              <w:t xml:space="preserve"> Changes</w:t>
            </w:r>
          </w:p>
        </w:tc>
      </w:tr>
      <w:tr w:rsidR="00164FF5" w14:paraId="4506803A" w14:textId="77777777" w:rsidTr="00164FF5">
        <w:trPr>
          <w:trHeight w:val="200"/>
        </w:trPr>
        <w:tc>
          <w:tcPr>
            <w:tcW w:w="1750" w:type="dxa"/>
          </w:tcPr>
          <w:p w14:paraId="27E5C129" w14:textId="77777777" w:rsidR="00164FF5" w:rsidRDefault="00164FF5"/>
        </w:tc>
        <w:tc>
          <w:tcPr>
            <w:tcW w:w="1750" w:type="dxa"/>
          </w:tcPr>
          <w:p w14:paraId="34301CEF" w14:textId="77777777" w:rsidR="00164FF5" w:rsidRDefault="00164FF5"/>
        </w:tc>
        <w:tc>
          <w:tcPr>
            <w:tcW w:w="1750" w:type="dxa"/>
          </w:tcPr>
          <w:p w14:paraId="34D2CAE7" w14:textId="77777777" w:rsidR="00164FF5" w:rsidRDefault="00164FF5"/>
        </w:tc>
        <w:tc>
          <w:tcPr>
            <w:tcW w:w="1750" w:type="dxa"/>
          </w:tcPr>
          <w:p w14:paraId="15BEBDBD" w14:textId="77777777" w:rsidR="00164FF5" w:rsidRDefault="00164FF5"/>
        </w:tc>
        <w:tc>
          <w:tcPr>
            <w:tcW w:w="1750" w:type="dxa"/>
          </w:tcPr>
          <w:p w14:paraId="5181A984" w14:textId="77777777" w:rsidR="00164FF5" w:rsidRDefault="00164FF5"/>
        </w:tc>
        <w:tc>
          <w:tcPr>
            <w:tcW w:w="1750" w:type="dxa"/>
          </w:tcPr>
          <w:p w14:paraId="76510D15" w14:textId="77777777" w:rsidR="00164FF5" w:rsidRDefault="00164FF5"/>
        </w:tc>
        <w:tc>
          <w:tcPr>
            <w:tcW w:w="1750" w:type="dxa"/>
          </w:tcPr>
          <w:p w14:paraId="1E6FE08F" w14:textId="77777777" w:rsidR="00164FF5" w:rsidRDefault="00164FF5"/>
        </w:tc>
      </w:tr>
    </w:tbl>
    <w:p w14:paraId="25720657" w14:textId="77777777" w:rsidR="00164FF5" w:rsidRDefault="00164FF5"/>
    <w:p w14:paraId="226A0635" w14:textId="77777777" w:rsidR="00164FF5" w:rsidRDefault="00861641">
      <w:pPr>
        <w:pStyle w:val="pstyleLabels"/>
      </w:pPr>
      <w:r>
        <w:rPr>
          <w:rStyle w:val="styleC3"/>
        </w:rPr>
        <w:t>Geological events</w:t>
      </w:r>
    </w:p>
    <w:tbl>
      <w:tblPr>
        <w:tblStyle w:val="FancyTable"/>
        <w:tblW w:w="0" w:type="auto"/>
        <w:tblInd w:w="-8" w:type="dxa"/>
        <w:tblLook w:val="04A0" w:firstRow="1" w:lastRow="0" w:firstColumn="1" w:lastColumn="0" w:noHBand="0" w:noVBand="1"/>
      </w:tblPr>
      <w:tblGrid>
        <w:gridCol w:w="1326"/>
        <w:gridCol w:w="1186"/>
        <w:gridCol w:w="1292"/>
        <w:gridCol w:w="1186"/>
        <w:gridCol w:w="1292"/>
        <w:gridCol w:w="1443"/>
        <w:gridCol w:w="1292"/>
      </w:tblGrid>
      <w:tr w:rsidR="00164FF5" w14:paraId="29AE2752"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587CE77C" w14:textId="77777777" w:rsidR="00164FF5" w:rsidRDefault="00861641">
            <w:pPr>
              <w:spacing w:after="0" w:line="240" w:lineRule="auto"/>
              <w:jc w:val="center"/>
            </w:pPr>
            <w:r>
              <w:rPr>
                <w:b/>
                <w:bCs/>
                <w:sz w:val="18"/>
                <w:szCs w:val="18"/>
              </w:rPr>
              <w:t>Factors adversely affecting site</w:t>
            </w:r>
          </w:p>
        </w:tc>
        <w:tc>
          <w:tcPr>
            <w:tcW w:w="1750" w:type="dxa"/>
          </w:tcPr>
          <w:p w14:paraId="4AC95DC8" w14:textId="77777777" w:rsidR="00164FF5" w:rsidRDefault="00861641">
            <w:pPr>
              <w:spacing w:after="0" w:line="240" w:lineRule="auto"/>
              <w:jc w:val="center"/>
            </w:pPr>
            <w:r>
              <w:rPr>
                <w:b/>
                <w:bCs/>
                <w:sz w:val="18"/>
                <w:szCs w:val="18"/>
              </w:rPr>
              <w:t>Actual threat</w:t>
            </w:r>
          </w:p>
        </w:tc>
        <w:tc>
          <w:tcPr>
            <w:tcW w:w="1750" w:type="dxa"/>
          </w:tcPr>
          <w:p w14:paraId="2A1FA46A" w14:textId="77777777" w:rsidR="00164FF5" w:rsidRDefault="00861641">
            <w:pPr>
              <w:spacing w:after="0" w:line="240" w:lineRule="auto"/>
              <w:jc w:val="center"/>
            </w:pPr>
            <w:r>
              <w:rPr>
                <w:b/>
                <w:bCs/>
                <w:sz w:val="18"/>
                <w:szCs w:val="18"/>
              </w:rPr>
              <w:t>Potential threat</w:t>
            </w:r>
          </w:p>
        </w:tc>
        <w:tc>
          <w:tcPr>
            <w:tcW w:w="1750" w:type="dxa"/>
          </w:tcPr>
          <w:p w14:paraId="1AF3396C" w14:textId="77777777" w:rsidR="00164FF5" w:rsidRDefault="00861641">
            <w:pPr>
              <w:spacing w:after="0" w:line="240" w:lineRule="auto"/>
              <w:jc w:val="center"/>
            </w:pPr>
            <w:r>
              <w:rPr>
                <w:b/>
                <w:bCs/>
                <w:sz w:val="18"/>
                <w:szCs w:val="18"/>
              </w:rPr>
              <w:t>Within the site</w:t>
            </w:r>
          </w:p>
        </w:tc>
        <w:tc>
          <w:tcPr>
            <w:tcW w:w="1750" w:type="dxa"/>
          </w:tcPr>
          <w:p w14:paraId="7FEE9F93" w14:textId="77777777" w:rsidR="00164FF5" w:rsidRDefault="00861641">
            <w:pPr>
              <w:spacing w:after="0" w:line="240" w:lineRule="auto"/>
              <w:jc w:val="center"/>
            </w:pPr>
            <w:r>
              <w:rPr>
                <w:b/>
                <w:bCs/>
                <w:sz w:val="18"/>
                <w:szCs w:val="18"/>
              </w:rPr>
              <w:t>Changes</w:t>
            </w:r>
          </w:p>
        </w:tc>
        <w:tc>
          <w:tcPr>
            <w:tcW w:w="1750" w:type="dxa"/>
          </w:tcPr>
          <w:p w14:paraId="006CC537" w14:textId="77777777" w:rsidR="00164FF5" w:rsidRDefault="00861641">
            <w:pPr>
              <w:spacing w:after="0" w:line="240" w:lineRule="auto"/>
              <w:jc w:val="center"/>
            </w:pPr>
            <w:r>
              <w:rPr>
                <w:b/>
                <w:bCs/>
                <w:sz w:val="18"/>
                <w:szCs w:val="18"/>
              </w:rPr>
              <w:t>In the surrounding area</w:t>
            </w:r>
          </w:p>
        </w:tc>
        <w:tc>
          <w:tcPr>
            <w:tcW w:w="1750" w:type="dxa"/>
          </w:tcPr>
          <w:p w14:paraId="67D6775D" w14:textId="77777777" w:rsidR="00164FF5" w:rsidRDefault="00861641">
            <w:pPr>
              <w:spacing w:after="0" w:line="240" w:lineRule="auto"/>
              <w:jc w:val="center"/>
            </w:pPr>
            <w:r>
              <w:rPr>
                <w:b/>
                <w:bCs/>
                <w:sz w:val="18"/>
                <w:szCs w:val="18"/>
              </w:rPr>
              <w:t xml:space="preserve"> Changes</w:t>
            </w:r>
          </w:p>
        </w:tc>
      </w:tr>
      <w:tr w:rsidR="00164FF5" w14:paraId="6064A2AD" w14:textId="77777777" w:rsidTr="00164FF5">
        <w:trPr>
          <w:trHeight w:val="200"/>
        </w:trPr>
        <w:tc>
          <w:tcPr>
            <w:tcW w:w="1750" w:type="dxa"/>
          </w:tcPr>
          <w:p w14:paraId="19272F63" w14:textId="77777777" w:rsidR="00164FF5" w:rsidRDefault="00164FF5"/>
        </w:tc>
        <w:tc>
          <w:tcPr>
            <w:tcW w:w="1750" w:type="dxa"/>
          </w:tcPr>
          <w:p w14:paraId="0F519E18" w14:textId="77777777" w:rsidR="00164FF5" w:rsidRDefault="00164FF5"/>
        </w:tc>
        <w:tc>
          <w:tcPr>
            <w:tcW w:w="1750" w:type="dxa"/>
          </w:tcPr>
          <w:p w14:paraId="492AA9E1" w14:textId="77777777" w:rsidR="00164FF5" w:rsidRDefault="00164FF5"/>
        </w:tc>
        <w:tc>
          <w:tcPr>
            <w:tcW w:w="1750" w:type="dxa"/>
          </w:tcPr>
          <w:p w14:paraId="04C3E832" w14:textId="77777777" w:rsidR="00164FF5" w:rsidRDefault="00164FF5"/>
        </w:tc>
        <w:tc>
          <w:tcPr>
            <w:tcW w:w="1750" w:type="dxa"/>
          </w:tcPr>
          <w:p w14:paraId="6AAF7644" w14:textId="77777777" w:rsidR="00164FF5" w:rsidRDefault="00164FF5"/>
        </w:tc>
        <w:tc>
          <w:tcPr>
            <w:tcW w:w="1750" w:type="dxa"/>
          </w:tcPr>
          <w:p w14:paraId="68590011" w14:textId="77777777" w:rsidR="00164FF5" w:rsidRDefault="00164FF5"/>
        </w:tc>
        <w:tc>
          <w:tcPr>
            <w:tcW w:w="1750" w:type="dxa"/>
          </w:tcPr>
          <w:p w14:paraId="3964858F" w14:textId="77777777" w:rsidR="00164FF5" w:rsidRDefault="00164FF5"/>
        </w:tc>
      </w:tr>
    </w:tbl>
    <w:p w14:paraId="0FC1BDFD" w14:textId="77777777" w:rsidR="00164FF5" w:rsidRDefault="00164FF5"/>
    <w:p w14:paraId="16A23F0C" w14:textId="77777777" w:rsidR="00164FF5" w:rsidRDefault="00861641">
      <w:pPr>
        <w:pStyle w:val="pstyleLabels"/>
      </w:pPr>
      <w:r>
        <w:rPr>
          <w:rStyle w:val="styleC3"/>
        </w:rPr>
        <w:t>Climate change and severe weather</w:t>
      </w:r>
    </w:p>
    <w:tbl>
      <w:tblPr>
        <w:tblStyle w:val="FancyTable"/>
        <w:tblW w:w="0" w:type="auto"/>
        <w:tblInd w:w="-8" w:type="dxa"/>
        <w:tblLook w:val="04A0" w:firstRow="1" w:lastRow="0" w:firstColumn="1" w:lastColumn="0" w:noHBand="0" w:noVBand="1"/>
      </w:tblPr>
      <w:tblGrid>
        <w:gridCol w:w="1408"/>
        <w:gridCol w:w="1242"/>
        <w:gridCol w:w="1264"/>
        <w:gridCol w:w="1151"/>
        <w:gridCol w:w="1264"/>
        <w:gridCol w:w="1424"/>
        <w:gridCol w:w="1264"/>
      </w:tblGrid>
      <w:tr w:rsidR="00164FF5" w14:paraId="3AA3E8B4"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6959624F" w14:textId="77777777" w:rsidR="00164FF5" w:rsidRDefault="00861641">
            <w:pPr>
              <w:spacing w:after="0" w:line="240" w:lineRule="auto"/>
              <w:jc w:val="center"/>
            </w:pPr>
            <w:r>
              <w:rPr>
                <w:b/>
                <w:bCs/>
                <w:sz w:val="18"/>
                <w:szCs w:val="18"/>
              </w:rPr>
              <w:t>Factors adversely affecting site</w:t>
            </w:r>
          </w:p>
        </w:tc>
        <w:tc>
          <w:tcPr>
            <w:tcW w:w="1750" w:type="dxa"/>
          </w:tcPr>
          <w:p w14:paraId="251D5E52" w14:textId="77777777" w:rsidR="00164FF5" w:rsidRDefault="00861641">
            <w:pPr>
              <w:spacing w:after="0" w:line="240" w:lineRule="auto"/>
              <w:jc w:val="center"/>
            </w:pPr>
            <w:r>
              <w:rPr>
                <w:b/>
                <w:bCs/>
                <w:sz w:val="18"/>
                <w:szCs w:val="18"/>
              </w:rPr>
              <w:t>Actual threat</w:t>
            </w:r>
          </w:p>
        </w:tc>
        <w:tc>
          <w:tcPr>
            <w:tcW w:w="1750" w:type="dxa"/>
          </w:tcPr>
          <w:p w14:paraId="72B83FA9" w14:textId="77777777" w:rsidR="00164FF5" w:rsidRDefault="00861641">
            <w:pPr>
              <w:spacing w:after="0" w:line="240" w:lineRule="auto"/>
              <w:jc w:val="center"/>
            </w:pPr>
            <w:r>
              <w:rPr>
                <w:b/>
                <w:bCs/>
                <w:sz w:val="18"/>
                <w:szCs w:val="18"/>
              </w:rPr>
              <w:t>Potential threat</w:t>
            </w:r>
          </w:p>
        </w:tc>
        <w:tc>
          <w:tcPr>
            <w:tcW w:w="1750" w:type="dxa"/>
          </w:tcPr>
          <w:p w14:paraId="216F285D" w14:textId="77777777" w:rsidR="00164FF5" w:rsidRDefault="00861641">
            <w:pPr>
              <w:spacing w:after="0" w:line="240" w:lineRule="auto"/>
              <w:jc w:val="center"/>
            </w:pPr>
            <w:r>
              <w:rPr>
                <w:b/>
                <w:bCs/>
                <w:sz w:val="18"/>
                <w:szCs w:val="18"/>
              </w:rPr>
              <w:t>Within the site</w:t>
            </w:r>
          </w:p>
        </w:tc>
        <w:tc>
          <w:tcPr>
            <w:tcW w:w="1750" w:type="dxa"/>
          </w:tcPr>
          <w:p w14:paraId="406C35E7" w14:textId="77777777" w:rsidR="00164FF5" w:rsidRDefault="00861641">
            <w:pPr>
              <w:spacing w:after="0" w:line="240" w:lineRule="auto"/>
              <w:jc w:val="center"/>
            </w:pPr>
            <w:r>
              <w:rPr>
                <w:b/>
                <w:bCs/>
                <w:sz w:val="18"/>
                <w:szCs w:val="18"/>
              </w:rPr>
              <w:t>Changes</w:t>
            </w:r>
          </w:p>
        </w:tc>
        <w:tc>
          <w:tcPr>
            <w:tcW w:w="1750" w:type="dxa"/>
          </w:tcPr>
          <w:p w14:paraId="125CA8A7" w14:textId="77777777" w:rsidR="00164FF5" w:rsidRDefault="00861641">
            <w:pPr>
              <w:spacing w:after="0" w:line="240" w:lineRule="auto"/>
              <w:jc w:val="center"/>
            </w:pPr>
            <w:r>
              <w:rPr>
                <w:b/>
                <w:bCs/>
                <w:sz w:val="18"/>
                <w:szCs w:val="18"/>
              </w:rPr>
              <w:t>In the surrounding area</w:t>
            </w:r>
          </w:p>
        </w:tc>
        <w:tc>
          <w:tcPr>
            <w:tcW w:w="1750" w:type="dxa"/>
          </w:tcPr>
          <w:p w14:paraId="07BEB7F5" w14:textId="77777777" w:rsidR="00164FF5" w:rsidRDefault="00861641">
            <w:pPr>
              <w:spacing w:after="0" w:line="240" w:lineRule="auto"/>
              <w:jc w:val="center"/>
            </w:pPr>
            <w:r>
              <w:rPr>
                <w:b/>
                <w:bCs/>
                <w:sz w:val="18"/>
                <w:szCs w:val="18"/>
              </w:rPr>
              <w:t xml:space="preserve"> Changes</w:t>
            </w:r>
          </w:p>
        </w:tc>
      </w:tr>
      <w:tr w:rsidR="00164FF5" w14:paraId="63B41891" w14:textId="77777777" w:rsidTr="00164FF5">
        <w:trPr>
          <w:trHeight w:val="200"/>
        </w:trPr>
        <w:tc>
          <w:tcPr>
            <w:tcW w:w="1750" w:type="dxa"/>
          </w:tcPr>
          <w:p w14:paraId="3D230BCB" w14:textId="77777777" w:rsidR="00164FF5" w:rsidRDefault="00861641">
            <w:r>
              <w:rPr>
                <w:rStyle w:val="styleSubformtxt"/>
              </w:rPr>
              <w:t>Temperature extremes</w:t>
            </w:r>
          </w:p>
        </w:tc>
        <w:tc>
          <w:tcPr>
            <w:tcW w:w="1750" w:type="dxa"/>
          </w:tcPr>
          <w:p w14:paraId="048852C0" w14:textId="77777777" w:rsidR="00164FF5" w:rsidRDefault="00861641">
            <w:r>
              <w:rPr>
                <w:rStyle w:val="styleSubformtxt"/>
              </w:rPr>
              <w:t>unknown impact</w:t>
            </w:r>
          </w:p>
        </w:tc>
        <w:tc>
          <w:tcPr>
            <w:tcW w:w="1750" w:type="dxa"/>
          </w:tcPr>
          <w:p w14:paraId="7CDB47B8" w14:textId="77777777" w:rsidR="00164FF5" w:rsidRDefault="00861641">
            <w:r>
              <w:rPr>
                <w:rStyle w:val="styleSubformtxt"/>
              </w:rPr>
              <w:t>unknown impact</w:t>
            </w:r>
          </w:p>
        </w:tc>
        <w:tc>
          <w:tcPr>
            <w:tcW w:w="1750" w:type="dxa"/>
          </w:tcPr>
          <w:p w14:paraId="035B51FD" w14:textId="77777777" w:rsidR="00164FF5" w:rsidRDefault="00861641">
            <w:pPr>
              <w:pStyle w:val="pstyleRadioTb"/>
            </w:pPr>
            <w:r>
              <w:rPr>
                <w:rStyle w:val="styleRad"/>
              </w:rPr>
              <w:t xml:space="preserve"> [x] </w:t>
            </w:r>
          </w:p>
        </w:tc>
        <w:tc>
          <w:tcPr>
            <w:tcW w:w="1750" w:type="dxa"/>
          </w:tcPr>
          <w:p w14:paraId="6164F900" w14:textId="77777777" w:rsidR="00164FF5" w:rsidRDefault="00861641">
            <w:r>
              <w:rPr>
                <w:rStyle w:val="styleSubformtxt"/>
              </w:rPr>
              <w:t>increase</w:t>
            </w:r>
          </w:p>
        </w:tc>
        <w:tc>
          <w:tcPr>
            <w:tcW w:w="1750" w:type="dxa"/>
          </w:tcPr>
          <w:p w14:paraId="79B167A3" w14:textId="77777777" w:rsidR="00164FF5" w:rsidRDefault="00861641">
            <w:pPr>
              <w:pStyle w:val="pstyleRadioTb"/>
            </w:pPr>
            <w:r>
              <w:rPr>
                <w:rStyle w:val="styleRad"/>
              </w:rPr>
              <w:t xml:space="preserve"> [x] </w:t>
            </w:r>
          </w:p>
        </w:tc>
        <w:tc>
          <w:tcPr>
            <w:tcW w:w="1750" w:type="dxa"/>
          </w:tcPr>
          <w:p w14:paraId="25E1D4F9" w14:textId="77777777" w:rsidR="00164FF5" w:rsidRDefault="00861641">
            <w:r>
              <w:rPr>
                <w:rStyle w:val="styleSubformtxt"/>
              </w:rPr>
              <w:t>increase</w:t>
            </w:r>
          </w:p>
        </w:tc>
      </w:tr>
      <w:tr w:rsidR="00164FF5" w14:paraId="5C9BB100" w14:textId="77777777" w:rsidTr="00164FF5">
        <w:trPr>
          <w:trHeight w:val="200"/>
        </w:trPr>
        <w:tc>
          <w:tcPr>
            <w:tcW w:w="1750" w:type="dxa"/>
          </w:tcPr>
          <w:p w14:paraId="0F1F50CA" w14:textId="77777777" w:rsidR="00164FF5" w:rsidRDefault="00861641">
            <w:r>
              <w:rPr>
                <w:rStyle w:val="styleSubformtxt"/>
              </w:rPr>
              <w:t>Unspecified</w:t>
            </w:r>
          </w:p>
        </w:tc>
        <w:tc>
          <w:tcPr>
            <w:tcW w:w="1750" w:type="dxa"/>
          </w:tcPr>
          <w:p w14:paraId="3F6B0E41" w14:textId="77777777" w:rsidR="00164FF5" w:rsidRDefault="00861641">
            <w:r>
              <w:rPr>
                <w:rStyle w:val="styleSubformtxt"/>
              </w:rPr>
              <w:t>unknown impact</w:t>
            </w:r>
          </w:p>
        </w:tc>
        <w:tc>
          <w:tcPr>
            <w:tcW w:w="1750" w:type="dxa"/>
          </w:tcPr>
          <w:p w14:paraId="090EA849" w14:textId="77777777" w:rsidR="00164FF5" w:rsidRDefault="00861641">
            <w:r>
              <w:rPr>
                <w:rStyle w:val="styleSubformtxt"/>
              </w:rPr>
              <w:t>unknown impact</w:t>
            </w:r>
          </w:p>
        </w:tc>
        <w:tc>
          <w:tcPr>
            <w:tcW w:w="1750" w:type="dxa"/>
          </w:tcPr>
          <w:p w14:paraId="125AB5BD" w14:textId="77777777" w:rsidR="00164FF5" w:rsidRDefault="00861641">
            <w:pPr>
              <w:pStyle w:val="pstyleRadioTb"/>
            </w:pPr>
            <w:r>
              <w:rPr>
                <w:rStyle w:val="styleRad"/>
              </w:rPr>
              <w:t xml:space="preserve"> [x] </w:t>
            </w:r>
          </w:p>
        </w:tc>
        <w:tc>
          <w:tcPr>
            <w:tcW w:w="1750" w:type="dxa"/>
          </w:tcPr>
          <w:p w14:paraId="3CFAD67F" w14:textId="77777777" w:rsidR="00164FF5" w:rsidRDefault="00861641">
            <w:r>
              <w:rPr>
                <w:rStyle w:val="styleSubformtxt"/>
              </w:rPr>
              <w:t>increase</w:t>
            </w:r>
          </w:p>
        </w:tc>
        <w:tc>
          <w:tcPr>
            <w:tcW w:w="1750" w:type="dxa"/>
          </w:tcPr>
          <w:p w14:paraId="7E03A0DF" w14:textId="77777777" w:rsidR="00164FF5" w:rsidRDefault="00861641">
            <w:pPr>
              <w:pStyle w:val="pstyleRadioTb"/>
            </w:pPr>
            <w:r>
              <w:rPr>
                <w:rStyle w:val="styleRad"/>
              </w:rPr>
              <w:t xml:space="preserve"> [x] </w:t>
            </w:r>
          </w:p>
        </w:tc>
        <w:tc>
          <w:tcPr>
            <w:tcW w:w="1750" w:type="dxa"/>
          </w:tcPr>
          <w:p w14:paraId="6C3F89F0" w14:textId="77777777" w:rsidR="00164FF5" w:rsidRDefault="00861641">
            <w:r>
              <w:rPr>
                <w:rStyle w:val="styleSubformtxt"/>
              </w:rPr>
              <w:t>increase</w:t>
            </w:r>
          </w:p>
        </w:tc>
      </w:tr>
      <w:tr w:rsidR="00164FF5" w14:paraId="01A19AB7" w14:textId="77777777" w:rsidTr="00164FF5">
        <w:trPr>
          <w:trHeight w:val="200"/>
        </w:trPr>
        <w:tc>
          <w:tcPr>
            <w:tcW w:w="1750" w:type="dxa"/>
          </w:tcPr>
          <w:p w14:paraId="5BE22DBB" w14:textId="77777777" w:rsidR="00164FF5" w:rsidRDefault="00861641">
            <w:r>
              <w:rPr>
                <w:rStyle w:val="styleSubformtxt"/>
              </w:rPr>
              <w:t>Droughts</w:t>
            </w:r>
          </w:p>
        </w:tc>
        <w:tc>
          <w:tcPr>
            <w:tcW w:w="1750" w:type="dxa"/>
          </w:tcPr>
          <w:p w14:paraId="0F014BE2" w14:textId="77777777" w:rsidR="00164FF5" w:rsidRDefault="00861641">
            <w:r>
              <w:rPr>
                <w:rStyle w:val="styleSubformtxt"/>
              </w:rPr>
              <w:t>unknown impact</w:t>
            </w:r>
          </w:p>
        </w:tc>
        <w:tc>
          <w:tcPr>
            <w:tcW w:w="1750" w:type="dxa"/>
          </w:tcPr>
          <w:p w14:paraId="3FC8D4A0" w14:textId="77777777" w:rsidR="00164FF5" w:rsidRDefault="00861641">
            <w:r>
              <w:rPr>
                <w:rStyle w:val="styleSubformtxt"/>
              </w:rPr>
              <w:t>unknown impact</w:t>
            </w:r>
          </w:p>
        </w:tc>
        <w:tc>
          <w:tcPr>
            <w:tcW w:w="1750" w:type="dxa"/>
          </w:tcPr>
          <w:p w14:paraId="1691C875" w14:textId="77777777" w:rsidR="00164FF5" w:rsidRDefault="00861641">
            <w:pPr>
              <w:pStyle w:val="pstyleRadioTb"/>
            </w:pPr>
            <w:r>
              <w:rPr>
                <w:rStyle w:val="styleRad"/>
              </w:rPr>
              <w:t xml:space="preserve"> [x] </w:t>
            </w:r>
          </w:p>
        </w:tc>
        <w:tc>
          <w:tcPr>
            <w:tcW w:w="1750" w:type="dxa"/>
          </w:tcPr>
          <w:p w14:paraId="71C3EB2C" w14:textId="77777777" w:rsidR="00164FF5" w:rsidRDefault="00861641">
            <w:r>
              <w:rPr>
                <w:rStyle w:val="styleSubformtxt"/>
              </w:rPr>
              <w:t>unknown</w:t>
            </w:r>
          </w:p>
        </w:tc>
        <w:tc>
          <w:tcPr>
            <w:tcW w:w="1750" w:type="dxa"/>
          </w:tcPr>
          <w:p w14:paraId="0421D972" w14:textId="77777777" w:rsidR="00164FF5" w:rsidRDefault="00861641">
            <w:pPr>
              <w:pStyle w:val="pstyleRadioTb"/>
            </w:pPr>
            <w:r>
              <w:rPr>
                <w:rStyle w:val="styleRad"/>
              </w:rPr>
              <w:t xml:space="preserve"> [x] </w:t>
            </w:r>
          </w:p>
        </w:tc>
        <w:tc>
          <w:tcPr>
            <w:tcW w:w="1750" w:type="dxa"/>
          </w:tcPr>
          <w:p w14:paraId="219F919B" w14:textId="77777777" w:rsidR="00164FF5" w:rsidRDefault="00861641">
            <w:r>
              <w:rPr>
                <w:rStyle w:val="styleSubformtxt"/>
              </w:rPr>
              <w:t>increase</w:t>
            </w:r>
          </w:p>
        </w:tc>
      </w:tr>
      <w:tr w:rsidR="00164FF5" w14:paraId="4A6C58DC" w14:textId="77777777" w:rsidTr="00164FF5">
        <w:trPr>
          <w:trHeight w:val="200"/>
        </w:trPr>
        <w:tc>
          <w:tcPr>
            <w:tcW w:w="1750" w:type="dxa"/>
          </w:tcPr>
          <w:p w14:paraId="2FB902D2" w14:textId="77777777" w:rsidR="00164FF5" w:rsidRDefault="00164FF5"/>
        </w:tc>
        <w:tc>
          <w:tcPr>
            <w:tcW w:w="1750" w:type="dxa"/>
          </w:tcPr>
          <w:p w14:paraId="67AE0FCC" w14:textId="77777777" w:rsidR="00164FF5" w:rsidRDefault="00164FF5"/>
        </w:tc>
        <w:tc>
          <w:tcPr>
            <w:tcW w:w="1750" w:type="dxa"/>
          </w:tcPr>
          <w:p w14:paraId="1BA104D4" w14:textId="77777777" w:rsidR="00164FF5" w:rsidRDefault="00164FF5"/>
        </w:tc>
        <w:tc>
          <w:tcPr>
            <w:tcW w:w="1750" w:type="dxa"/>
          </w:tcPr>
          <w:p w14:paraId="0B42F09E" w14:textId="77777777" w:rsidR="00164FF5" w:rsidRDefault="00164FF5"/>
        </w:tc>
        <w:tc>
          <w:tcPr>
            <w:tcW w:w="1750" w:type="dxa"/>
          </w:tcPr>
          <w:p w14:paraId="22158856" w14:textId="77777777" w:rsidR="00164FF5" w:rsidRDefault="00164FF5"/>
        </w:tc>
        <w:tc>
          <w:tcPr>
            <w:tcW w:w="1750" w:type="dxa"/>
          </w:tcPr>
          <w:p w14:paraId="2F1C01CB" w14:textId="77777777" w:rsidR="00164FF5" w:rsidRDefault="00164FF5"/>
        </w:tc>
        <w:tc>
          <w:tcPr>
            <w:tcW w:w="1750" w:type="dxa"/>
          </w:tcPr>
          <w:p w14:paraId="607D8536" w14:textId="77777777" w:rsidR="00164FF5" w:rsidRDefault="00164FF5"/>
        </w:tc>
      </w:tr>
    </w:tbl>
    <w:p w14:paraId="3999CD82" w14:textId="77777777" w:rsidR="00164FF5" w:rsidRDefault="00164FF5"/>
    <w:p w14:paraId="5C6DC90B" w14:textId="77777777" w:rsidR="00164FF5" w:rsidRDefault="00861641">
      <w:pPr>
        <w:pStyle w:val="pstyleLabels"/>
      </w:pPr>
      <w:r>
        <w:rPr>
          <w:rStyle w:val="styleC3"/>
        </w:rPr>
        <w:t>Please describe any other threats (optional):</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25621E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AC69C82" w14:textId="77777777" w:rsidR="00164FF5" w:rsidRDefault="00164FF5"/>
        </w:tc>
        <w:tc>
          <w:tcPr>
            <w:tcW w:w="9500" w:type="dxa"/>
          </w:tcPr>
          <w:p w14:paraId="306F2E8C" w14:textId="77777777" w:rsidR="00164FF5" w:rsidRDefault="00164FF5">
            <w:pPr>
              <w:pStyle w:val="pStyle"/>
              <w:rPr>
                <w:rStyle w:val="almostEmpty"/>
              </w:rPr>
            </w:pPr>
          </w:p>
          <w:p w14:paraId="34598C7F" w14:textId="77777777" w:rsidR="00164FF5" w:rsidRDefault="00861641">
            <w:pPr>
              <w:spacing w:after="0" w:line="240" w:lineRule="auto"/>
              <w:ind w:left="57"/>
            </w:pPr>
            <w:r>
              <w:rPr>
                <w:rStyle w:val="styleDatatxt"/>
              </w:rPr>
              <w:t xml:space="preserve">Note that the introduced Athel Pine is being actively controlled by NPWS within the Ramsar site. The outcome is yet to be determined. </w:t>
            </w:r>
          </w:p>
          <w:p w14:paraId="6A6FC398" w14:textId="77777777" w:rsidR="00164FF5" w:rsidRDefault="00164FF5">
            <w:pPr>
              <w:pStyle w:val="pStyle"/>
              <w:rPr>
                <w:rStyle w:val="almostEmpty"/>
              </w:rPr>
            </w:pPr>
          </w:p>
          <w:p w14:paraId="5CAF87CB" w14:textId="77777777" w:rsidR="00164FF5" w:rsidRDefault="00861641">
            <w:pPr>
              <w:spacing w:after="0" w:line="240" w:lineRule="auto"/>
              <w:ind w:left="57"/>
            </w:pPr>
            <w:r>
              <w:rPr>
                <w:rStyle w:val="styleDatatxt"/>
              </w:rPr>
              <w:t xml:space="preserve"> </w:t>
            </w:r>
          </w:p>
          <w:p w14:paraId="54F94DF6" w14:textId="77777777" w:rsidR="00164FF5" w:rsidRDefault="00164FF5">
            <w:pPr>
              <w:pStyle w:val="pStyle"/>
              <w:rPr>
                <w:rStyle w:val="almostEmpty"/>
              </w:rPr>
            </w:pPr>
          </w:p>
          <w:p w14:paraId="7B30C0B0" w14:textId="77777777" w:rsidR="00164FF5" w:rsidRDefault="00861641">
            <w:pPr>
              <w:spacing w:after="0" w:line="240" w:lineRule="auto"/>
              <w:ind w:left="57"/>
            </w:pPr>
            <w:r>
              <w:rPr>
                <w:rStyle w:val="styleDatatxt"/>
              </w:rPr>
              <w:t xml:space="preserve">Note that it is presently unknown whether native animals are overgrazing vegetation at the wetland (it is argued that the perennial artificial watering points, created by the graziers led to an increase in native fauna i.e. Kangaroos). NPWS has been and is still actively working at decommissioning these. Therefore pressure from overgrazing from native animals should decrease over time. </w:t>
            </w:r>
          </w:p>
          <w:p w14:paraId="185D167A" w14:textId="77777777" w:rsidR="00164FF5" w:rsidRDefault="00164FF5">
            <w:pPr>
              <w:pStyle w:val="pStyle"/>
              <w:rPr>
                <w:rStyle w:val="almostEmpty"/>
              </w:rPr>
            </w:pPr>
          </w:p>
          <w:p w14:paraId="46340795" w14:textId="77777777" w:rsidR="00164FF5" w:rsidRDefault="00861641">
            <w:pPr>
              <w:spacing w:after="0" w:line="240" w:lineRule="auto"/>
              <w:ind w:left="57"/>
            </w:pPr>
            <w:r>
              <w:rPr>
                <w:rStyle w:val="styleDatatxt"/>
              </w:rPr>
              <w:t xml:space="preserve"> </w:t>
            </w:r>
          </w:p>
          <w:p w14:paraId="5513C0FC" w14:textId="77777777" w:rsidR="00164FF5" w:rsidRDefault="00164FF5">
            <w:pPr>
              <w:pStyle w:val="pStyle"/>
              <w:rPr>
                <w:rStyle w:val="almostEmpty"/>
              </w:rPr>
            </w:pPr>
          </w:p>
          <w:p w14:paraId="71DF65ED" w14:textId="77777777" w:rsidR="00164FF5" w:rsidRDefault="00861641">
            <w:pPr>
              <w:spacing w:after="0" w:line="240" w:lineRule="auto"/>
              <w:ind w:left="57"/>
            </w:pPr>
            <w:r>
              <w:rPr>
                <w:rStyle w:val="styleDatatxt"/>
              </w:rPr>
              <w:t>unspecified factors affecting the site include increased fire within the site and surrounding it.</w:t>
            </w:r>
          </w:p>
        </w:tc>
      </w:tr>
    </w:tbl>
    <w:p w14:paraId="5D5F1E23" w14:textId="77777777" w:rsidR="00164FF5" w:rsidRDefault="00164FF5"/>
    <w:p w14:paraId="25141DA7" w14:textId="77777777" w:rsidR="00164FF5" w:rsidRDefault="00861641">
      <w:pPr>
        <w:pStyle w:val="pstyleSection"/>
      </w:pPr>
      <w:r>
        <w:rPr>
          <w:rStyle w:val="styleL2"/>
        </w:rPr>
        <w:t>5.2.2 Legal conservation status</w:t>
      </w:r>
    </w:p>
    <w:p w14:paraId="0FC24997" w14:textId="77777777" w:rsidR="00164FF5" w:rsidRDefault="00861641">
      <w:pPr>
        <w:pStyle w:val="pstyleComments"/>
      </w:pPr>
      <w:r>
        <w:rPr>
          <w:rStyle w:val="styleC3comment"/>
        </w:rPr>
        <w:t>Please list any other relevant conservation status, at global, regional or national level and specify the boundary relationships with the Ramsar Site:</w:t>
      </w:r>
    </w:p>
    <w:p w14:paraId="2B8DE8FE" w14:textId="77777777" w:rsidR="00164FF5" w:rsidRDefault="00861641">
      <w:pPr>
        <w:pStyle w:val="pstyleLabels"/>
      </w:pPr>
      <w:r>
        <w:rPr>
          <w:rStyle w:val="styleC3"/>
        </w:rPr>
        <w:t>Global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164FF5" w14:paraId="201807E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E302885" w14:textId="77777777" w:rsidR="00164FF5" w:rsidRDefault="00861641">
            <w:pPr>
              <w:spacing w:after="0" w:line="240" w:lineRule="auto"/>
              <w:jc w:val="center"/>
            </w:pPr>
            <w:r>
              <w:rPr>
                <w:b/>
                <w:bCs/>
                <w:sz w:val="18"/>
                <w:szCs w:val="18"/>
              </w:rPr>
              <w:t>Designation type</w:t>
            </w:r>
          </w:p>
        </w:tc>
        <w:tc>
          <w:tcPr>
            <w:tcW w:w="1750" w:type="dxa"/>
          </w:tcPr>
          <w:p w14:paraId="188F64C3" w14:textId="77777777" w:rsidR="00164FF5" w:rsidRDefault="00861641">
            <w:pPr>
              <w:spacing w:after="0" w:line="240" w:lineRule="auto"/>
              <w:jc w:val="center"/>
            </w:pPr>
            <w:r>
              <w:rPr>
                <w:b/>
                <w:bCs/>
                <w:sz w:val="18"/>
                <w:szCs w:val="18"/>
              </w:rPr>
              <w:t>Name of area</w:t>
            </w:r>
          </w:p>
        </w:tc>
        <w:tc>
          <w:tcPr>
            <w:tcW w:w="1750" w:type="dxa"/>
          </w:tcPr>
          <w:p w14:paraId="50195CCA" w14:textId="77777777" w:rsidR="00164FF5" w:rsidRDefault="00861641">
            <w:pPr>
              <w:spacing w:after="0" w:line="240" w:lineRule="auto"/>
              <w:jc w:val="center"/>
            </w:pPr>
            <w:r>
              <w:rPr>
                <w:b/>
                <w:bCs/>
                <w:sz w:val="18"/>
                <w:szCs w:val="18"/>
              </w:rPr>
              <w:t>Online information url</w:t>
            </w:r>
          </w:p>
        </w:tc>
        <w:tc>
          <w:tcPr>
            <w:tcW w:w="1750" w:type="dxa"/>
          </w:tcPr>
          <w:p w14:paraId="780983F3" w14:textId="77777777" w:rsidR="00164FF5" w:rsidRDefault="00861641">
            <w:pPr>
              <w:spacing w:after="0" w:line="240" w:lineRule="auto"/>
              <w:jc w:val="center"/>
            </w:pPr>
            <w:r>
              <w:rPr>
                <w:b/>
                <w:bCs/>
                <w:sz w:val="18"/>
                <w:szCs w:val="18"/>
              </w:rPr>
              <w:t>Overlap with Ramsar Site</w:t>
            </w:r>
          </w:p>
        </w:tc>
      </w:tr>
      <w:tr w:rsidR="00164FF5" w14:paraId="4A40F933" w14:textId="77777777" w:rsidTr="00164FF5">
        <w:trPr>
          <w:trHeight w:val="200"/>
        </w:trPr>
        <w:tc>
          <w:tcPr>
            <w:tcW w:w="1750" w:type="dxa"/>
          </w:tcPr>
          <w:p w14:paraId="54F4D24F" w14:textId="77777777" w:rsidR="00164FF5" w:rsidRDefault="00164FF5"/>
        </w:tc>
        <w:tc>
          <w:tcPr>
            <w:tcW w:w="1750" w:type="dxa"/>
          </w:tcPr>
          <w:p w14:paraId="4F34F7EA" w14:textId="77777777" w:rsidR="00164FF5" w:rsidRDefault="00164FF5"/>
        </w:tc>
        <w:tc>
          <w:tcPr>
            <w:tcW w:w="1750" w:type="dxa"/>
          </w:tcPr>
          <w:p w14:paraId="3E17B655" w14:textId="77777777" w:rsidR="00164FF5" w:rsidRDefault="00164FF5"/>
        </w:tc>
        <w:tc>
          <w:tcPr>
            <w:tcW w:w="1750" w:type="dxa"/>
          </w:tcPr>
          <w:p w14:paraId="2EBAAB0E" w14:textId="77777777" w:rsidR="00164FF5" w:rsidRDefault="00164FF5"/>
        </w:tc>
      </w:tr>
    </w:tbl>
    <w:p w14:paraId="39A4ED73" w14:textId="77777777" w:rsidR="00164FF5" w:rsidRDefault="00164FF5"/>
    <w:p w14:paraId="0736190A" w14:textId="77777777" w:rsidR="00164FF5" w:rsidRDefault="00861641">
      <w:pPr>
        <w:pStyle w:val="pstyleLabels"/>
      </w:pPr>
      <w:r>
        <w:rPr>
          <w:rStyle w:val="styleC3"/>
        </w:rPr>
        <w:t>Regional (international) legal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164FF5" w14:paraId="2F19E04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16B5A51" w14:textId="77777777" w:rsidR="00164FF5" w:rsidRDefault="00861641">
            <w:pPr>
              <w:spacing w:after="0" w:line="240" w:lineRule="auto"/>
              <w:jc w:val="center"/>
            </w:pPr>
            <w:r>
              <w:rPr>
                <w:b/>
                <w:bCs/>
                <w:sz w:val="18"/>
                <w:szCs w:val="18"/>
              </w:rPr>
              <w:t>Designation type</w:t>
            </w:r>
          </w:p>
        </w:tc>
        <w:tc>
          <w:tcPr>
            <w:tcW w:w="1750" w:type="dxa"/>
          </w:tcPr>
          <w:p w14:paraId="4E74AC6B" w14:textId="77777777" w:rsidR="00164FF5" w:rsidRDefault="00861641">
            <w:pPr>
              <w:spacing w:after="0" w:line="240" w:lineRule="auto"/>
              <w:jc w:val="center"/>
            </w:pPr>
            <w:r>
              <w:rPr>
                <w:b/>
                <w:bCs/>
                <w:sz w:val="18"/>
                <w:szCs w:val="18"/>
              </w:rPr>
              <w:t>Name of area</w:t>
            </w:r>
          </w:p>
        </w:tc>
        <w:tc>
          <w:tcPr>
            <w:tcW w:w="1750" w:type="dxa"/>
          </w:tcPr>
          <w:p w14:paraId="6D075A49" w14:textId="77777777" w:rsidR="00164FF5" w:rsidRDefault="00861641">
            <w:pPr>
              <w:spacing w:after="0" w:line="240" w:lineRule="auto"/>
              <w:jc w:val="center"/>
            </w:pPr>
            <w:r>
              <w:rPr>
                <w:b/>
                <w:bCs/>
                <w:sz w:val="18"/>
                <w:szCs w:val="18"/>
              </w:rPr>
              <w:t>Online information url</w:t>
            </w:r>
          </w:p>
        </w:tc>
        <w:tc>
          <w:tcPr>
            <w:tcW w:w="1750" w:type="dxa"/>
          </w:tcPr>
          <w:p w14:paraId="4E1FA56B" w14:textId="77777777" w:rsidR="00164FF5" w:rsidRDefault="00861641">
            <w:pPr>
              <w:spacing w:after="0" w:line="240" w:lineRule="auto"/>
              <w:jc w:val="center"/>
            </w:pPr>
            <w:r>
              <w:rPr>
                <w:b/>
                <w:bCs/>
                <w:sz w:val="18"/>
                <w:szCs w:val="18"/>
              </w:rPr>
              <w:t>Overlap with Ramsar Site</w:t>
            </w:r>
          </w:p>
        </w:tc>
      </w:tr>
      <w:tr w:rsidR="00164FF5" w14:paraId="0E8E84C8" w14:textId="77777777" w:rsidTr="00164FF5">
        <w:trPr>
          <w:trHeight w:val="200"/>
        </w:trPr>
        <w:tc>
          <w:tcPr>
            <w:tcW w:w="1750" w:type="dxa"/>
          </w:tcPr>
          <w:p w14:paraId="0EBEA911" w14:textId="77777777" w:rsidR="00164FF5" w:rsidRDefault="00164FF5"/>
        </w:tc>
        <w:tc>
          <w:tcPr>
            <w:tcW w:w="1750" w:type="dxa"/>
          </w:tcPr>
          <w:p w14:paraId="4368A267" w14:textId="77777777" w:rsidR="00164FF5" w:rsidRDefault="00164FF5"/>
        </w:tc>
        <w:tc>
          <w:tcPr>
            <w:tcW w:w="1750" w:type="dxa"/>
          </w:tcPr>
          <w:p w14:paraId="202B3039" w14:textId="77777777" w:rsidR="00164FF5" w:rsidRDefault="00164FF5"/>
        </w:tc>
        <w:tc>
          <w:tcPr>
            <w:tcW w:w="1750" w:type="dxa"/>
          </w:tcPr>
          <w:p w14:paraId="33E5B647" w14:textId="77777777" w:rsidR="00164FF5" w:rsidRDefault="00164FF5"/>
        </w:tc>
      </w:tr>
    </w:tbl>
    <w:p w14:paraId="0C88AEF9" w14:textId="77777777" w:rsidR="00164FF5" w:rsidRDefault="00164FF5"/>
    <w:p w14:paraId="72AD306A" w14:textId="77777777" w:rsidR="00164FF5" w:rsidRDefault="00861641">
      <w:pPr>
        <w:pStyle w:val="pstyleLabels"/>
      </w:pPr>
      <w:r>
        <w:rPr>
          <w:rStyle w:val="styleC3"/>
        </w:rPr>
        <w:t>National legal designations</w:t>
      </w:r>
    </w:p>
    <w:tbl>
      <w:tblPr>
        <w:tblStyle w:val="FancyTable"/>
        <w:tblW w:w="0" w:type="auto"/>
        <w:tblInd w:w="-8" w:type="dxa"/>
        <w:tblLook w:val="04A0" w:firstRow="1" w:lastRow="0" w:firstColumn="1" w:lastColumn="0" w:noHBand="0" w:noVBand="1"/>
      </w:tblPr>
      <w:tblGrid>
        <w:gridCol w:w="1101"/>
        <w:gridCol w:w="1140"/>
        <w:gridCol w:w="6032"/>
        <w:gridCol w:w="744"/>
      </w:tblGrid>
      <w:tr w:rsidR="00164FF5" w14:paraId="5492841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92747EB" w14:textId="77777777" w:rsidR="00164FF5" w:rsidRDefault="00861641">
            <w:pPr>
              <w:spacing w:after="0" w:line="240" w:lineRule="auto"/>
              <w:jc w:val="center"/>
            </w:pPr>
            <w:r>
              <w:rPr>
                <w:b/>
                <w:bCs/>
                <w:sz w:val="18"/>
                <w:szCs w:val="18"/>
              </w:rPr>
              <w:t>Designation type</w:t>
            </w:r>
          </w:p>
        </w:tc>
        <w:tc>
          <w:tcPr>
            <w:tcW w:w="1750" w:type="dxa"/>
          </w:tcPr>
          <w:p w14:paraId="72FEF47C" w14:textId="77777777" w:rsidR="00164FF5" w:rsidRDefault="00861641">
            <w:pPr>
              <w:spacing w:after="0" w:line="240" w:lineRule="auto"/>
              <w:jc w:val="center"/>
            </w:pPr>
            <w:r>
              <w:rPr>
                <w:b/>
                <w:bCs/>
                <w:sz w:val="18"/>
                <w:szCs w:val="18"/>
              </w:rPr>
              <w:t>Name of area</w:t>
            </w:r>
          </w:p>
        </w:tc>
        <w:tc>
          <w:tcPr>
            <w:tcW w:w="1750" w:type="dxa"/>
          </w:tcPr>
          <w:p w14:paraId="39F62B77" w14:textId="77777777" w:rsidR="00164FF5" w:rsidRDefault="00861641">
            <w:pPr>
              <w:spacing w:after="0" w:line="240" w:lineRule="auto"/>
              <w:jc w:val="center"/>
            </w:pPr>
            <w:r>
              <w:rPr>
                <w:b/>
                <w:bCs/>
                <w:sz w:val="18"/>
                <w:szCs w:val="18"/>
              </w:rPr>
              <w:t>Online information url</w:t>
            </w:r>
          </w:p>
        </w:tc>
        <w:tc>
          <w:tcPr>
            <w:tcW w:w="1750" w:type="dxa"/>
          </w:tcPr>
          <w:p w14:paraId="33EE35CB" w14:textId="77777777" w:rsidR="00164FF5" w:rsidRDefault="00861641">
            <w:pPr>
              <w:spacing w:after="0" w:line="240" w:lineRule="auto"/>
              <w:jc w:val="center"/>
            </w:pPr>
            <w:r>
              <w:rPr>
                <w:b/>
                <w:bCs/>
                <w:sz w:val="18"/>
                <w:szCs w:val="18"/>
              </w:rPr>
              <w:t>Overlap with Ramsar Site</w:t>
            </w:r>
          </w:p>
        </w:tc>
      </w:tr>
      <w:tr w:rsidR="00164FF5" w14:paraId="7E9E161B" w14:textId="77777777" w:rsidTr="00164FF5">
        <w:trPr>
          <w:trHeight w:val="200"/>
        </w:trPr>
        <w:tc>
          <w:tcPr>
            <w:tcW w:w="1750" w:type="dxa"/>
          </w:tcPr>
          <w:p w14:paraId="13E31E6F" w14:textId="77777777" w:rsidR="00164FF5" w:rsidRDefault="00861641">
            <w:r>
              <w:rPr>
                <w:rStyle w:val="styleSubformtxt"/>
              </w:rPr>
              <w:t>Pending Native Title Claim</w:t>
            </w:r>
          </w:p>
        </w:tc>
        <w:tc>
          <w:tcPr>
            <w:tcW w:w="1750" w:type="dxa"/>
          </w:tcPr>
          <w:p w14:paraId="0B135042" w14:textId="77777777" w:rsidR="00164FF5" w:rsidRDefault="00861641">
            <w:r>
              <w:rPr>
                <w:rStyle w:val="styleSubformtxt"/>
              </w:rPr>
              <w:t>QUD52/2008 Wongkumara People</w:t>
            </w:r>
          </w:p>
        </w:tc>
        <w:tc>
          <w:tcPr>
            <w:tcW w:w="1750" w:type="dxa"/>
          </w:tcPr>
          <w:p w14:paraId="7EFAB5D6" w14:textId="77777777" w:rsidR="00164FF5" w:rsidRDefault="00861641">
            <w:r>
              <w:rPr>
                <w:rStyle w:val="styleSubformtxt"/>
              </w:rPr>
              <w:t>http://www.nntt.gov.au/searchRegApps/NativeTitleRegisters/Pages/Search-Register-of-Native-Title-Claims.aspx</w:t>
            </w:r>
          </w:p>
        </w:tc>
        <w:tc>
          <w:tcPr>
            <w:tcW w:w="1750" w:type="dxa"/>
          </w:tcPr>
          <w:p w14:paraId="731EC5FB" w14:textId="77777777" w:rsidR="00164FF5" w:rsidRDefault="00861641">
            <w:r>
              <w:rPr>
                <w:rStyle w:val="styleSubformtxt"/>
              </w:rPr>
              <w:t>whole</w:t>
            </w:r>
          </w:p>
        </w:tc>
      </w:tr>
      <w:tr w:rsidR="00164FF5" w14:paraId="52A82B89" w14:textId="77777777" w:rsidTr="00164FF5">
        <w:trPr>
          <w:trHeight w:val="200"/>
        </w:trPr>
        <w:tc>
          <w:tcPr>
            <w:tcW w:w="1750" w:type="dxa"/>
          </w:tcPr>
          <w:p w14:paraId="11C3079E" w14:textId="77777777" w:rsidR="00164FF5" w:rsidRDefault="00861641">
            <w:r>
              <w:rPr>
                <w:rStyle w:val="styleSubformtxt"/>
              </w:rPr>
              <w:lastRenderedPageBreak/>
              <w:t>State Protected Area (NSW)</w:t>
            </w:r>
          </w:p>
        </w:tc>
        <w:tc>
          <w:tcPr>
            <w:tcW w:w="1750" w:type="dxa"/>
          </w:tcPr>
          <w:p w14:paraId="0207EAFB" w14:textId="77777777" w:rsidR="00164FF5" w:rsidRDefault="00861641">
            <w:r>
              <w:rPr>
                <w:rStyle w:val="styleSubformtxt"/>
              </w:rPr>
              <w:t>Sturt National Park</w:t>
            </w:r>
          </w:p>
        </w:tc>
        <w:tc>
          <w:tcPr>
            <w:tcW w:w="1750" w:type="dxa"/>
          </w:tcPr>
          <w:p w14:paraId="04CE439A" w14:textId="77777777" w:rsidR="00164FF5" w:rsidRDefault="00861641">
            <w:r>
              <w:rPr>
                <w:rStyle w:val="styleSubformtxt"/>
              </w:rPr>
              <w:t>http://www.nationalparks.nsw.gov.au/visit-a-park/parks/sturt-national-park</w:t>
            </w:r>
          </w:p>
        </w:tc>
        <w:tc>
          <w:tcPr>
            <w:tcW w:w="1750" w:type="dxa"/>
          </w:tcPr>
          <w:p w14:paraId="7804290F" w14:textId="77777777" w:rsidR="00164FF5" w:rsidRDefault="00861641">
            <w:r>
              <w:rPr>
                <w:rStyle w:val="styleSubformtxt"/>
              </w:rPr>
              <w:t>partly</w:t>
            </w:r>
          </w:p>
        </w:tc>
      </w:tr>
      <w:tr w:rsidR="00164FF5" w14:paraId="6E4A513E" w14:textId="77777777" w:rsidTr="00164FF5">
        <w:trPr>
          <w:trHeight w:val="200"/>
        </w:trPr>
        <w:tc>
          <w:tcPr>
            <w:tcW w:w="1750" w:type="dxa"/>
          </w:tcPr>
          <w:p w14:paraId="189B0482" w14:textId="77777777" w:rsidR="00164FF5" w:rsidRDefault="00164FF5"/>
        </w:tc>
        <w:tc>
          <w:tcPr>
            <w:tcW w:w="1750" w:type="dxa"/>
          </w:tcPr>
          <w:p w14:paraId="0E08AB9F" w14:textId="77777777" w:rsidR="00164FF5" w:rsidRDefault="00164FF5"/>
        </w:tc>
        <w:tc>
          <w:tcPr>
            <w:tcW w:w="1750" w:type="dxa"/>
          </w:tcPr>
          <w:p w14:paraId="7DACB5AB" w14:textId="77777777" w:rsidR="00164FF5" w:rsidRDefault="00164FF5"/>
        </w:tc>
        <w:tc>
          <w:tcPr>
            <w:tcW w:w="1750" w:type="dxa"/>
          </w:tcPr>
          <w:p w14:paraId="65C26930" w14:textId="77777777" w:rsidR="00164FF5" w:rsidRDefault="00164FF5"/>
        </w:tc>
      </w:tr>
    </w:tbl>
    <w:p w14:paraId="341BAC90" w14:textId="77777777" w:rsidR="00164FF5" w:rsidRDefault="00164FF5"/>
    <w:p w14:paraId="24B7DFAA" w14:textId="77777777" w:rsidR="00164FF5" w:rsidRDefault="00861641">
      <w:pPr>
        <w:pStyle w:val="pstyleLabels"/>
      </w:pPr>
      <w:r>
        <w:rPr>
          <w:rStyle w:val="styleC3"/>
        </w:rPr>
        <w:t>Non-statutory designations</w:t>
      </w:r>
    </w:p>
    <w:tbl>
      <w:tblPr>
        <w:tblStyle w:val="FancyTable"/>
        <w:tblW w:w="0" w:type="auto"/>
        <w:tblInd w:w="-8" w:type="dxa"/>
        <w:tblLook w:val="04A0" w:firstRow="1" w:lastRow="0" w:firstColumn="1" w:lastColumn="0" w:noHBand="0" w:noVBand="1"/>
      </w:tblPr>
      <w:tblGrid>
        <w:gridCol w:w="1750"/>
        <w:gridCol w:w="1750"/>
        <w:gridCol w:w="1750"/>
        <w:gridCol w:w="1750"/>
      </w:tblGrid>
      <w:tr w:rsidR="00164FF5" w14:paraId="6129C835"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D0C3DF2" w14:textId="77777777" w:rsidR="00164FF5" w:rsidRDefault="00861641">
            <w:pPr>
              <w:spacing w:after="0" w:line="240" w:lineRule="auto"/>
              <w:jc w:val="center"/>
            </w:pPr>
            <w:r>
              <w:rPr>
                <w:b/>
                <w:bCs/>
                <w:sz w:val="18"/>
                <w:szCs w:val="18"/>
              </w:rPr>
              <w:t>Designation type</w:t>
            </w:r>
          </w:p>
        </w:tc>
        <w:tc>
          <w:tcPr>
            <w:tcW w:w="1750" w:type="dxa"/>
          </w:tcPr>
          <w:p w14:paraId="19B147CE" w14:textId="77777777" w:rsidR="00164FF5" w:rsidRDefault="00861641">
            <w:pPr>
              <w:spacing w:after="0" w:line="240" w:lineRule="auto"/>
              <w:jc w:val="center"/>
            </w:pPr>
            <w:r>
              <w:rPr>
                <w:b/>
                <w:bCs/>
                <w:sz w:val="18"/>
                <w:szCs w:val="18"/>
              </w:rPr>
              <w:t>Name of area</w:t>
            </w:r>
          </w:p>
        </w:tc>
        <w:tc>
          <w:tcPr>
            <w:tcW w:w="1750" w:type="dxa"/>
          </w:tcPr>
          <w:p w14:paraId="411C69FA" w14:textId="77777777" w:rsidR="00164FF5" w:rsidRDefault="00861641">
            <w:pPr>
              <w:spacing w:after="0" w:line="240" w:lineRule="auto"/>
              <w:jc w:val="center"/>
            </w:pPr>
            <w:r>
              <w:rPr>
                <w:b/>
                <w:bCs/>
                <w:sz w:val="18"/>
                <w:szCs w:val="18"/>
              </w:rPr>
              <w:t>Online information url</w:t>
            </w:r>
          </w:p>
        </w:tc>
        <w:tc>
          <w:tcPr>
            <w:tcW w:w="1750" w:type="dxa"/>
          </w:tcPr>
          <w:p w14:paraId="7A1A61E0" w14:textId="77777777" w:rsidR="00164FF5" w:rsidRDefault="00861641">
            <w:pPr>
              <w:spacing w:after="0" w:line="240" w:lineRule="auto"/>
              <w:jc w:val="center"/>
            </w:pPr>
            <w:r>
              <w:rPr>
                <w:b/>
                <w:bCs/>
                <w:sz w:val="18"/>
                <w:szCs w:val="18"/>
              </w:rPr>
              <w:t>Overlap with Ramsar Site</w:t>
            </w:r>
          </w:p>
        </w:tc>
      </w:tr>
      <w:tr w:rsidR="00164FF5" w14:paraId="04AA5BB7" w14:textId="77777777" w:rsidTr="00164FF5">
        <w:trPr>
          <w:trHeight w:val="200"/>
        </w:trPr>
        <w:tc>
          <w:tcPr>
            <w:tcW w:w="1750" w:type="dxa"/>
          </w:tcPr>
          <w:p w14:paraId="1AF28095" w14:textId="77777777" w:rsidR="00164FF5" w:rsidRDefault="00861641">
            <w:r>
              <w:rPr>
                <w:rStyle w:val="styleSubformtxt"/>
              </w:rPr>
              <w:t>Other non-statutory designation</w:t>
            </w:r>
          </w:p>
        </w:tc>
        <w:tc>
          <w:tcPr>
            <w:tcW w:w="1750" w:type="dxa"/>
          </w:tcPr>
          <w:p w14:paraId="643B9A1C" w14:textId="77777777" w:rsidR="00164FF5" w:rsidRDefault="00164FF5"/>
        </w:tc>
        <w:tc>
          <w:tcPr>
            <w:tcW w:w="1750" w:type="dxa"/>
          </w:tcPr>
          <w:p w14:paraId="5D941709" w14:textId="77777777" w:rsidR="00164FF5" w:rsidRDefault="00164FF5"/>
        </w:tc>
        <w:tc>
          <w:tcPr>
            <w:tcW w:w="1750" w:type="dxa"/>
          </w:tcPr>
          <w:p w14:paraId="15449F92" w14:textId="77777777" w:rsidR="00164FF5" w:rsidRDefault="00164FF5"/>
        </w:tc>
      </w:tr>
      <w:tr w:rsidR="00164FF5" w14:paraId="1D6A8CF9" w14:textId="77777777" w:rsidTr="00164FF5">
        <w:trPr>
          <w:trHeight w:val="200"/>
        </w:trPr>
        <w:tc>
          <w:tcPr>
            <w:tcW w:w="1750" w:type="dxa"/>
          </w:tcPr>
          <w:p w14:paraId="168D2D63" w14:textId="77777777" w:rsidR="00164FF5" w:rsidRDefault="00164FF5"/>
        </w:tc>
        <w:tc>
          <w:tcPr>
            <w:tcW w:w="1750" w:type="dxa"/>
          </w:tcPr>
          <w:p w14:paraId="4112E164" w14:textId="77777777" w:rsidR="00164FF5" w:rsidRDefault="00164FF5"/>
        </w:tc>
        <w:tc>
          <w:tcPr>
            <w:tcW w:w="1750" w:type="dxa"/>
          </w:tcPr>
          <w:p w14:paraId="0C5D9C89" w14:textId="77777777" w:rsidR="00164FF5" w:rsidRDefault="00164FF5"/>
        </w:tc>
        <w:tc>
          <w:tcPr>
            <w:tcW w:w="1750" w:type="dxa"/>
          </w:tcPr>
          <w:p w14:paraId="7E4AFA20" w14:textId="77777777" w:rsidR="00164FF5" w:rsidRDefault="00164FF5"/>
        </w:tc>
      </w:tr>
    </w:tbl>
    <w:p w14:paraId="1BAEDCF0" w14:textId="77777777" w:rsidR="00164FF5" w:rsidRDefault="00164FF5"/>
    <w:p w14:paraId="1E5EAAAC" w14:textId="77777777" w:rsidR="00164FF5" w:rsidRDefault="00164FF5"/>
    <w:p w14:paraId="30C646E7" w14:textId="77777777" w:rsidR="00164FF5" w:rsidRDefault="00861641">
      <w:pPr>
        <w:pStyle w:val="pstyleSection"/>
      </w:pPr>
      <w:r>
        <w:rPr>
          <w:rStyle w:val="styleL2"/>
        </w:rPr>
        <w:t>5.2.3 IUCN protected areas categories (2008)</w:t>
      </w:r>
    </w:p>
    <w:p w14:paraId="419ACB28" w14:textId="77777777" w:rsidR="00164FF5" w:rsidRDefault="00861641">
      <w:pPr>
        <w:spacing w:after="0" w:line="240" w:lineRule="auto"/>
        <w:ind w:left="216"/>
      </w:pPr>
      <w:r>
        <w:rPr>
          <w:rStyle w:val="styleC3"/>
        </w:rPr>
        <w:tab/>
      </w:r>
      <w:r>
        <w:rPr>
          <w:rStyle w:val="styleRad"/>
        </w:rPr>
        <w:t xml:space="preserve"> [  ] </w:t>
      </w:r>
      <w:r>
        <w:rPr>
          <w:rStyle w:val="styleC3"/>
        </w:rPr>
        <w:t xml:space="preserve"> Ia Strict Nature Reserve</w:t>
      </w:r>
    </w:p>
    <w:p w14:paraId="6A70A30F" w14:textId="77777777" w:rsidR="00164FF5" w:rsidRDefault="00861641">
      <w:pPr>
        <w:spacing w:after="0" w:line="240" w:lineRule="auto"/>
        <w:ind w:left="216"/>
      </w:pPr>
      <w:r>
        <w:rPr>
          <w:rStyle w:val="styleC3"/>
        </w:rPr>
        <w:tab/>
      </w:r>
      <w:r>
        <w:rPr>
          <w:rStyle w:val="styleRad"/>
        </w:rPr>
        <w:t xml:space="preserve"> [  ] </w:t>
      </w:r>
      <w:r>
        <w:rPr>
          <w:rStyle w:val="styleC3"/>
        </w:rPr>
        <w:t xml:space="preserve"> Ib Wilderness Area: protected area managed mainly for wilderness protection</w:t>
      </w:r>
    </w:p>
    <w:p w14:paraId="7E2C5501" w14:textId="77777777" w:rsidR="00164FF5" w:rsidRDefault="00861641">
      <w:pPr>
        <w:spacing w:after="0" w:line="240" w:lineRule="auto"/>
        <w:ind w:left="216"/>
      </w:pPr>
      <w:r>
        <w:rPr>
          <w:rStyle w:val="styleC3"/>
        </w:rPr>
        <w:tab/>
      </w:r>
      <w:r>
        <w:rPr>
          <w:rStyle w:val="styleRad"/>
        </w:rPr>
        <w:t xml:space="preserve"> [x] </w:t>
      </w:r>
      <w:r>
        <w:rPr>
          <w:rStyle w:val="styleC3"/>
        </w:rPr>
        <w:t xml:space="preserve"> II National Park: protected area managed mainly for ecosystem protection and recreation</w:t>
      </w:r>
    </w:p>
    <w:p w14:paraId="05C61069" w14:textId="77777777" w:rsidR="00164FF5" w:rsidRDefault="00861641">
      <w:pPr>
        <w:spacing w:after="0" w:line="240" w:lineRule="auto"/>
        <w:ind w:left="216"/>
      </w:pPr>
      <w:r>
        <w:rPr>
          <w:rStyle w:val="styleC3"/>
        </w:rPr>
        <w:tab/>
      </w:r>
      <w:r>
        <w:rPr>
          <w:rStyle w:val="styleRad"/>
        </w:rPr>
        <w:t xml:space="preserve"> [  ] </w:t>
      </w:r>
      <w:r>
        <w:rPr>
          <w:rStyle w:val="styleC3"/>
        </w:rPr>
        <w:t xml:space="preserve"> III Natural Monument: protected area managed mainly for conservation of specific natural features</w:t>
      </w:r>
    </w:p>
    <w:p w14:paraId="1A70482A" w14:textId="77777777" w:rsidR="00164FF5" w:rsidRDefault="00861641">
      <w:pPr>
        <w:spacing w:after="0" w:line="240" w:lineRule="auto"/>
        <w:ind w:left="216"/>
      </w:pPr>
      <w:r>
        <w:rPr>
          <w:rStyle w:val="styleC3"/>
        </w:rPr>
        <w:tab/>
      </w:r>
      <w:r>
        <w:rPr>
          <w:rStyle w:val="styleRad"/>
        </w:rPr>
        <w:t xml:space="preserve"> [  ] </w:t>
      </w:r>
      <w:r>
        <w:rPr>
          <w:rStyle w:val="styleC3"/>
        </w:rPr>
        <w:t xml:space="preserve"> IV Habitat/Species Management Area: protected area managed mainly for conservation through management intervention</w:t>
      </w:r>
    </w:p>
    <w:p w14:paraId="608D39B0" w14:textId="77777777" w:rsidR="00164FF5" w:rsidRDefault="00861641">
      <w:pPr>
        <w:spacing w:after="0" w:line="240" w:lineRule="auto"/>
        <w:ind w:left="216"/>
      </w:pPr>
      <w:r>
        <w:rPr>
          <w:rStyle w:val="styleC3"/>
        </w:rPr>
        <w:tab/>
      </w:r>
      <w:r>
        <w:rPr>
          <w:rStyle w:val="styleRad"/>
        </w:rPr>
        <w:t xml:space="preserve"> [  ] </w:t>
      </w:r>
      <w:r>
        <w:rPr>
          <w:rStyle w:val="styleC3"/>
        </w:rPr>
        <w:t xml:space="preserve"> V Protected Landscape/Seascape: protected area managed mainly for landscape/seascape conservation and recreation</w:t>
      </w:r>
    </w:p>
    <w:p w14:paraId="24EB0B40" w14:textId="77777777" w:rsidR="00164FF5" w:rsidRDefault="00861641">
      <w:pPr>
        <w:spacing w:after="0" w:line="240" w:lineRule="auto"/>
        <w:ind w:left="216"/>
      </w:pPr>
      <w:r>
        <w:rPr>
          <w:rStyle w:val="styleC3"/>
        </w:rPr>
        <w:tab/>
      </w:r>
      <w:r>
        <w:rPr>
          <w:rStyle w:val="styleRad"/>
        </w:rPr>
        <w:t xml:space="preserve"> [  ] </w:t>
      </w:r>
      <w:r>
        <w:rPr>
          <w:rStyle w:val="styleC3"/>
        </w:rPr>
        <w:t xml:space="preserve"> VI Managed Resource Protected Area: protected area managed mainly for the sustainable use of natural ecosystems</w:t>
      </w:r>
    </w:p>
    <w:p w14:paraId="681B68D2" w14:textId="77777777" w:rsidR="00164FF5" w:rsidRDefault="00164FF5"/>
    <w:p w14:paraId="7E912092" w14:textId="77777777" w:rsidR="00164FF5" w:rsidRDefault="00861641">
      <w:pPr>
        <w:pStyle w:val="pstyleSection"/>
      </w:pPr>
      <w:r>
        <w:rPr>
          <w:rStyle w:val="styleL2"/>
        </w:rPr>
        <w:t>5.2.4 Key conservation measures</w:t>
      </w:r>
    </w:p>
    <w:p w14:paraId="209B6A8A" w14:textId="77777777" w:rsidR="00164FF5" w:rsidRDefault="00861641">
      <w:pPr>
        <w:pStyle w:val="pstyleLabels"/>
      </w:pPr>
      <w:r>
        <w:rPr>
          <w:rStyle w:val="styleC3"/>
        </w:rPr>
        <w:t>Legal protection</w:t>
      </w:r>
    </w:p>
    <w:tbl>
      <w:tblPr>
        <w:tblStyle w:val="FancyTable"/>
        <w:tblW w:w="0" w:type="auto"/>
        <w:tblInd w:w="-8" w:type="dxa"/>
        <w:tblLook w:val="04A0" w:firstRow="1" w:lastRow="0" w:firstColumn="1" w:lastColumn="0" w:noHBand="0" w:noVBand="1"/>
      </w:tblPr>
      <w:tblGrid>
        <w:gridCol w:w="1750"/>
        <w:gridCol w:w="1750"/>
      </w:tblGrid>
      <w:tr w:rsidR="00164FF5" w14:paraId="7CF6445F"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05530063" w14:textId="77777777" w:rsidR="00164FF5" w:rsidRDefault="00861641">
            <w:pPr>
              <w:spacing w:after="0" w:line="240" w:lineRule="auto"/>
              <w:jc w:val="center"/>
            </w:pPr>
            <w:r>
              <w:rPr>
                <w:b/>
                <w:bCs/>
                <w:sz w:val="18"/>
                <w:szCs w:val="18"/>
              </w:rPr>
              <w:t>Measures</w:t>
            </w:r>
          </w:p>
        </w:tc>
        <w:tc>
          <w:tcPr>
            <w:tcW w:w="1750" w:type="dxa"/>
          </w:tcPr>
          <w:p w14:paraId="5C4277AE" w14:textId="77777777" w:rsidR="00164FF5" w:rsidRDefault="00861641">
            <w:pPr>
              <w:spacing w:after="0" w:line="240" w:lineRule="auto"/>
              <w:jc w:val="center"/>
            </w:pPr>
            <w:r>
              <w:rPr>
                <w:b/>
                <w:bCs/>
                <w:sz w:val="18"/>
                <w:szCs w:val="18"/>
              </w:rPr>
              <w:t>Status</w:t>
            </w:r>
          </w:p>
        </w:tc>
      </w:tr>
      <w:tr w:rsidR="00164FF5" w14:paraId="13AB9881" w14:textId="77777777" w:rsidTr="00164FF5">
        <w:trPr>
          <w:trHeight w:val="200"/>
        </w:trPr>
        <w:tc>
          <w:tcPr>
            <w:tcW w:w="1750" w:type="dxa"/>
          </w:tcPr>
          <w:p w14:paraId="0EA9DB83" w14:textId="77777777" w:rsidR="00164FF5" w:rsidRDefault="00861641">
            <w:r>
              <w:rPr>
                <w:rStyle w:val="styleSubformtxt"/>
              </w:rPr>
              <w:t>Legal protection</w:t>
            </w:r>
          </w:p>
        </w:tc>
        <w:tc>
          <w:tcPr>
            <w:tcW w:w="1750" w:type="dxa"/>
          </w:tcPr>
          <w:p w14:paraId="2556F2C1" w14:textId="77777777" w:rsidR="00164FF5" w:rsidRDefault="00861641">
            <w:r>
              <w:rPr>
                <w:rStyle w:val="styleSubformtxt"/>
              </w:rPr>
              <w:t>Implemented</w:t>
            </w:r>
          </w:p>
        </w:tc>
      </w:tr>
      <w:tr w:rsidR="00164FF5" w14:paraId="47CC3BE6" w14:textId="77777777" w:rsidTr="00164FF5">
        <w:trPr>
          <w:trHeight w:val="200"/>
        </w:trPr>
        <w:tc>
          <w:tcPr>
            <w:tcW w:w="1750" w:type="dxa"/>
          </w:tcPr>
          <w:p w14:paraId="39063DCB" w14:textId="77777777" w:rsidR="00164FF5" w:rsidRDefault="00164FF5"/>
        </w:tc>
        <w:tc>
          <w:tcPr>
            <w:tcW w:w="1750" w:type="dxa"/>
          </w:tcPr>
          <w:p w14:paraId="3F7D5FAD" w14:textId="77777777" w:rsidR="00164FF5" w:rsidRDefault="00164FF5"/>
        </w:tc>
      </w:tr>
    </w:tbl>
    <w:p w14:paraId="0122CE69" w14:textId="77777777" w:rsidR="00164FF5" w:rsidRDefault="00164FF5"/>
    <w:p w14:paraId="2F553C2E" w14:textId="77777777" w:rsidR="00164FF5" w:rsidRDefault="00861641">
      <w:pPr>
        <w:pStyle w:val="pstyleLabels"/>
      </w:pPr>
      <w:r>
        <w:rPr>
          <w:rStyle w:val="styleC3"/>
        </w:rPr>
        <w:t>Habitat</w:t>
      </w:r>
    </w:p>
    <w:tbl>
      <w:tblPr>
        <w:tblStyle w:val="FancyTable"/>
        <w:tblW w:w="0" w:type="auto"/>
        <w:tblInd w:w="-8" w:type="dxa"/>
        <w:tblLook w:val="04A0" w:firstRow="1" w:lastRow="0" w:firstColumn="1" w:lastColumn="0" w:noHBand="0" w:noVBand="1"/>
      </w:tblPr>
      <w:tblGrid>
        <w:gridCol w:w="1750"/>
        <w:gridCol w:w="1750"/>
      </w:tblGrid>
      <w:tr w:rsidR="00164FF5" w14:paraId="1972926C"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73F286BA" w14:textId="77777777" w:rsidR="00164FF5" w:rsidRDefault="00861641">
            <w:pPr>
              <w:spacing w:after="0" w:line="240" w:lineRule="auto"/>
              <w:jc w:val="center"/>
            </w:pPr>
            <w:r>
              <w:rPr>
                <w:b/>
                <w:bCs/>
                <w:sz w:val="18"/>
                <w:szCs w:val="18"/>
              </w:rPr>
              <w:t>Measures</w:t>
            </w:r>
          </w:p>
        </w:tc>
        <w:tc>
          <w:tcPr>
            <w:tcW w:w="1750" w:type="dxa"/>
          </w:tcPr>
          <w:p w14:paraId="3A2786FE" w14:textId="77777777" w:rsidR="00164FF5" w:rsidRDefault="00861641">
            <w:pPr>
              <w:spacing w:after="0" w:line="240" w:lineRule="auto"/>
              <w:jc w:val="center"/>
            </w:pPr>
            <w:r>
              <w:rPr>
                <w:b/>
                <w:bCs/>
                <w:sz w:val="18"/>
                <w:szCs w:val="18"/>
              </w:rPr>
              <w:t>Status</w:t>
            </w:r>
          </w:p>
        </w:tc>
      </w:tr>
      <w:tr w:rsidR="00164FF5" w14:paraId="1D800CC2" w14:textId="77777777" w:rsidTr="00164FF5">
        <w:trPr>
          <w:trHeight w:val="200"/>
        </w:trPr>
        <w:tc>
          <w:tcPr>
            <w:tcW w:w="1750" w:type="dxa"/>
          </w:tcPr>
          <w:p w14:paraId="5B67EC09" w14:textId="77777777" w:rsidR="00164FF5" w:rsidRDefault="00164FF5"/>
        </w:tc>
        <w:tc>
          <w:tcPr>
            <w:tcW w:w="1750" w:type="dxa"/>
          </w:tcPr>
          <w:p w14:paraId="3CD6F4F4" w14:textId="77777777" w:rsidR="00164FF5" w:rsidRDefault="00164FF5"/>
        </w:tc>
      </w:tr>
    </w:tbl>
    <w:p w14:paraId="54763954" w14:textId="77777777" w:rsidR="00164FF5" w:rsidRDefault="00164FF5"/>
    <w:p w14:paraId="568236F6" w14:textId="77777777" w:rsidR="00164FF5" w:rsidRDefault="00861641">
      <w:pPr>
        <w:pStyle w:val="pstyleLabels"/>
      </w:pPr>
      <w:r>
        <w:rPr>
          <w:rStyle w:val="styleC3"/>
        </w:rPr>
        <w:t>Species</w:t>
      </w:r>
    </w:p>
    <w:tbl>
      <w:tblPr>
        <w:tblStyle w:val="FancyTable"/>
        <w:tblW w:w="0" w:type="auto"/>
        <w:tblInd w:w="-8" w:type="dxa"/>
        <w:tblLook w:val="04A0" w:firstRow="1" w:lastRow="0" w:firstColumn="1" w:lastColumn="0" w:noHBand="0" w:noVBand="1"/>
      </w:tblPr>
      <w:tblGrid>
        <w:gridCol w:w="1750"/>
        <w:gridCol w:w="1750"/>
      </w:tblGrid>
      <w:tr w:rsidR="00164FF5" w14:paraId="48F5AE07"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5C836756" w14:textId="77777777" w:rsidR="00164FF5" w:rsidRDefault="00861641">
            <w:pPr>
              <w:spacing w:after="0" w:line="240" w:lineRule="auto"/>
              <w:jc w:val="center"/>
            </w:pPr>
            <w:r>
              <w:rPr>
                <w:b/>
                <w:bCs/>
                <w:sz w:val="18"/>
                <w:szCs w:val="18"/>
              </w:rPr>
              <w:t>Measures</w:t>
            </w:r>
          </w:p>
        </w:tc>
        <w:tc>
          <w:tcPr>
            <w:tcW w:w="1750" w:type="dxa"/>
          </w:tcPr>
          <w:p w14:paraId="382044A1" w14:textId="77777777" w:rsidR="00164FF5" w:rsidRDefault="00861641">
            <w:pPr>
              <w:spacing w:after="0" w:line="240" w:lineRule="auto"/>
              <w:jc w:val="center"/>
            </w:pPr>
            <w:r>
              <w:rPr>
                <w:b/>
                <w:bCs/>
                <w:sz w:val="18"/>
                <w:szCs w:val="18"/>
              </w:rPr>
              <w:t>Status</w:t>
            </w:r>
          </w:p>
        </w:tc>
      </w:tr>
      <w:tr w:rsidR="00164FF5" w14:paraId="4536026E" w14:textId="77777777" w:rsidTr="00164FF5">
        <w:trPr>
          <w:trHeight w:val="200"/>
        </w:trPr>
        <w:tc>
          <w:tcPr>
            <w:tcW w:w="1750" w:type="dxa"/>
          </w:tcPr>
          <w:p w14:paraId="14221EB5" w14:textId="77777777" w:rsidR="00164FF5" w:rsidRDefault="00861641">
            <w:r>
              <w:rPr>
                <w:rStyle w:val="styleSubformtxt"/>
              </w:rPr>
              <w:t>Control of invasive alien plants</w:t>
            </w:r>
          </w:p>
        </w:tc>
        <w:tc>
          <w:tcPr>
            <w:tcW w:w="1750" w:type="dxa"/>
          </w:tcPr>
          <w:p w14:paraId="7C00C943" w14:textId="77777777" w:rsidR="00164FF5" w:rsidRDefault="00861641">
            <w:r>
              <w:rPr>
                <w:rStyle w:val="styleSubformtxt"/>
              </w:rPr>
              <w:t>Implemented</w:t>
            </w:r>
          </w:p>
        </w:tc>
      </w:tr>
      <w:tr w:rsidR="00164FF5" w14:paraId="7EC64DD4" w14:textId="77777777" w:rsidTr="00164FF5">
        <w:trPr>
          <w:trHeight w:val="200"/>
        </w:trPr>
        <w:tc>
          <w:tcPr>
            <w:tcW w:w="1750" w:type="dxa"/>
          </w:tcPr>
          <w:p w14:paraId="44080FCD" w14:textId="77777777" w:rsidR="00164FF5" w:rsidRDefault="00861641">
            <w:r>
              <w:rPr>
                <w:rStyle w:val="styleSubformtxt"/>
              </w:rPr>
              <w:t>Control of invasive alien animals</w:t>
            </w:r>
          </w:p>
        </w:tc>
        <w:tc>
          <w:tcPr>
            <w:tcW w:w="1750" w:type="dxa"/>
          </w:tcPr>
          <w:p w14:paraId="0452FD26" w14:textId="77777777" w:rsidR="00164FF5" w:rsidRDefault="00861641">
            <w:r>
              <w:rPr>
                <w:rStyle w:val="styleSubformtxt"/>
              </w:rPr>
              <w:t>Implemented</w:t>
            </w:r>
          </w:p>
        </w:tc>
      </w:tr>
      <w:tr w:rsidR="00164FF5" w14:paraId="0EC321CB" w14:textId="77777777" w:rsidTr="00164FF5">
        <w:trPr>
          <w:trHeight w:val="200"/>
        </w:trPr>
        <w:tc>
          <w:tcPr>
            <w:tcW w:w="1750" w:type="dxa"/>
          </w:tcPr>
          <w:p w14:paraId="18A4B29B" w14:textId="77777777" w:rsidR="00164FF5" w:rsidRDefault="00164FF5"/>
        </w:tc>
        <w:tc>
          <w:tcPr>
            <w:tcW w:w="1750" w:type="dxa"/>
          </w:tcPr>
          <w:p w14:paraId="0164B011" w14:textId="77777777" w:rsidR="00164FF5" w:rsidRDefault="00164FF5"/>
        </w:tc>
      </w:tr>
    </w:tbl>
    <w:p w14:paraId="6EF42344" w14:textId="77777777" w:rsidR="00164FF5" w:rsidRDefault="00164FF5"/>
    <w:p w14:paraId="26F9C7BA" w14:textId="77777777" w:rsidR="00164FF5" w:rsidRDefault="00861641">
      <w:pPr>
        <w:pStyle w:val="pstyleLabels"/>
      </w:pPr>
      <w:r>
        <w:rPr>
          <w:rStyle w:val="styleC3"/>
        </w:rPr>
        <w:lastRenderedPageBreak/>
        <w:t>Human Activities</w:t>
      </w:r>
    </w:p>
    <w:tbl>
      <w:tblPr>
        <w:tblStyle w:val="FancyTable"/>
        <w:tblW w:w="0" w:type="auto"/>
        <w:tblInd w:w="-8" w:type="dxa"/>
        <w:tblLook w:val="04A0" w:firstRow="1" w:lastRow="0" w:firstColumn="1" w:lastColumn="0" w:noHBand="0" w:noVBand="1"/>
      </w:tblPr>
      <w:tblGrid>
        <w:gridCol w:w="2042"/>
        <w:gridCol w:w="1750"/>
      </w:tblGrid>
      <w:tr w:rsidR="00164FF5" w14:paraId="490EA8FD"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576FE889" w14:textId="77777777" w:rsidR="00164FF5" w:rsidRDefault="00861641">
            <w:pPr>
              <w:spacing w:after="0" w:line="240" w:lineRule="auto"/>
              <w:jc w:val="center"/>
            </w:pPr>
            <w:r>
              <w:rPr>
                <w:b/>
                <w:bCs/>
                <w:sz w:val="18"/>
                <w:szCs w:val="18"/>
              </w:rPr>
              <w:t>Measures</w:t>
            </w:r>
          </w:p>
        </w:tc>
        <w:tc>
          <w:tcPr>
            <w:tcW w:w="1750" w:type="dxa"/>
          </w:tcPr>
          <w:p w14:paraId="7B38B1EC" w14:textId="77777777" w:rsidR="00164FF5" w:rsidRDefault="00861641">
            <w:pPr>
              <w:spacing w:after="0" w:line="240" w:lineRule="auto"/>
              <w:jc w:val="center"/>
            </w:pPr>
            <w:r>
              <w:rPr>
                <w:b/>
                <w:bCs/>
                <w:sz w:val="18"/>
                <w:szCs w:val="18"/>
              </w:rPr>
              <w:t>Status</w:t>
            </w:r>
          </w:p>
        </w:tc>
      </w:tr>
      <w:tr w:rsidR="00164FF5" w14:paraId="755856E7" w14:textId="77777777" w:rsidTr="00164FF5">
        <w:trPr>
          <w:trHeight w:val="200"/>
        </w:trPr>
        <w:tc>
          <w:tcPr>
            <w:tcW w:w="1750" w:type="dxa"/>
          </w:tcPr>
          <w:p w14:paraId="5275CE4C" w14:textId="77777777" w:rsidR="00164FF5" w:rsidRDefault="00861641">
            <w:r>
              <w:rPr>
                <w:rStyle w:val="styleSubformtxt"/>
              </w:rPr>
              <w:t>Regulation/management of wastes</w:t>
            </w:r>
          </w:p>
        </w:tc>
        <w:tc>
          <w:tcPr>
            <w:tcW w:w="1750" w:type="dxa"/>
          </w:tcPr>
          <w:p w14:paraId="0C781207" w14:textId="77777777" w:rsidR="00164FF5" w:rsidRDefault="00861641">
            <w:r>
              <w:rPr>
                <w:rStyle w:val="styleSubformtxt"/>
              </w:rPr>
              <w:t>Implemented</w:t>
            </w:r>
          </w:p>
        </w:tc>
      </w:tr>
      <w:tr w:rsidR="00164FF5" w14:paraId="10253851" w14:textId="77777777" w:rsidTr="00164FF5">
        <w:trPr>
          <w:trHeight w:val="200"/>
        </w:trPr>
        <w:tc>
          <w:tcPr>
            <w:tcW w:w="1750" w:type="dxa"/>
          </w:tcPr>
          <w:p w14:paraId="590ADD3E" w14:textId="77777777" w:rsidR="00164FF5" w:rsidRDefault="00861641">
            <w:r>
              <w:rPr>
                <w:rStyle w:val="styleSubformtxt"/>
              </w:rPr>
              <w:t xml:space="preserve"> Livestock management/exclusion (excluding fisheries)</w:t>
            </w:r>
          </w:p>
        </w:tc>
        <w:tc>
          <w:tcPr>
            <w:tcW w:w="1750" w:type="dxa"/>
          </w:tcPr>
          <w:p w14:paraId="10D68126" w14:textId="77777777" w:rsidR="00164FF5" w:rsidRDefault="00861641">
            <w:r>
              <w:rPr>
                <w:rStyle w:val="styleSubformtxt"/>
              </w:rPr>
              <w:t>Implemented</w:t>
            </w:r>
          </w:p>
        </w:tc>
      </w:tr>
      <w:tr w:rsidR="00164FF5" w14:paraId="0D621C0B" w14:textId="77777777" w:rsidTr="00164FF5">
        <w:trPr>
          <w:trHeight w:val="200"/>
        </w:trPr>
        <w:tc>
          <w:tcPr>
            <w:tcW w:w="1750" w:type="dxa"/>
          </w:tcPr>
          <w:p w14:paraId="7EEE4706" w14:textId="77777777" w:rsidR="00164FF5" w:rsidRDefault="00861641">
            <w:r>
              <w:rPr>
                <w:rStyle w:val="styleSubformtxt"/>
              </w:rPr>
              <w:t>Regulation/management of recreational activities</w:t>
            </w:r>
          </w:p>
        </w:tc>
        <w:tc>
          <w:tcPr>
            <w:tcW w:w="1750" w:type="dxa"/>
          </w:tcPr>
          <w:p w14:paraId="1627BBF3" w14:textId="77777777" w:rsidR="00164FF5" w:rsidRDefault="00861641">
            <w:r>
              <w:rPr>
                <w:rStyle w:val="styleSubformtxt"/>
              </w:rPr>
              <w:t>Implemented</w:t>
            </w:r>
          </w:p>
        </w:tc>
      </w:tr>
      <w:tr w:rsidR="00164FF5" w14:paraId="62F12CBB" w14:textId="77777777" w:rsidTr="00164FF5">
        <w:trPr>
          <w:trHeight w:val="200"/>
        </w:trPr>
        <w:tc>
          <w:tcPr>
            <w:tcW w:w="1750" w:type="dxa"/>
          </w:tcPr>
          <w:p w14:paraId="07DA7F68" w14:textId="77777777" w:rsidR="00164FF5" w:rsidRDefault="00861641">
            <w:r>
              <w:rPr>
                <w:rStyle w:val="styleSubformtxt"/>
              </w:rPr>
              <w:t>Communication, education, and participation and awareness activities</w:t>
            </w:r>
          </w:p>
        </w:tc>
        <w:tc>
          <w:tcPr>
            <w:tcW w:w="1750" w:type="dxa"/>
          </w:tcPr>
          <w:p w14:paraId="64566F1A" w14:textId="77777777" w:rsidR="00164FF5" w:rsidRDefault="00861641">
            <w:r>
              <w:rPr>
                <w:rStyle w:val="styleSubformtxt"/>
              </w:rPr>
              <w:t>Implemented</w:t>
            </w:r>
          </w:p>
        </w:tc>
      </w:tr>
      <w:tr w:rsidR="00164FF5" w14:paraId="2591369B" w14:textId="77777777" w:rsidTr="00164FF5">
        <w:trPr>
          <w:trHeight w:val="200"/>
        </w:trPr>
        <w:tc>
          <w:tcPr>
            <w:tcW w:w="1750" w:type="dxa"/>
          </w:tcPr>
          <w:p w14:paraId="594DFE8A" w14:textId="77777777" w:rsidR="00164FF5" w:rsidRDefault="00164FF5"/>
        </w:tc>
        <w:tc>
          <w:tcPr>
            <w:tcW w:w="1750" w:type="dxa"/>
          </w:tcPr>
          <w:p w14:paraId="202AD099" w14:textId="77777777" w:rsidR="00164FF5" w:rsidRDefault="00164FF5"/>
        </w:tc>
      </w:tr>
    </w:tbl>
    <w:p w14:paraId="4EE8948D" w14:textId="77777777" w:rsidR="00164FF5" w:rsidRDefault="00164FF5"/>
    <w:p w14:paraId="4B97C08F" w14:textId="77777777" w:rsidR="00164FF5" w:rsidRDefault="00861641">
      <w:pPr>
        <w:pStyle w:val="pstyleLabels"/>
      </w:pPr>
      <w:r>
        <w:rPr>
          <w:rStyle w:val="styleC3"/>
        </w:rPr>
        <w:t>Other:</w:t>
      </w: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5"/>
        <w:gridCol w:w="8833"/>
      </w:tblGrid>
      <w:tr w:rsidR="00164FF5" w14:paraId="1C4B5CC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7C317E7" w14:textId="77777777" w:rsidR="00164FF5" w:rsidRDefault="00164FF5"/>
        </w:tc>
        <w:tc>
          <w:tcPr>
            <w:tcW w:w="9500" w:type="dxa"/>
          </w:tcPr>
          <w:p w14:paraId="3278A640" w14:textId="77777777" w:rsidR="00164FF5" w:rsidRDefault="00164FF5">
            <w:pPr>
              <w:pStyle w:val="pStyle"/>
              <w:rPr>
                <w:rStyle w:val="almostEmpty"/>
              </w:rPr>
            </w:pPr>
          </w:p>
          <w:p w14:paraId="598EBAF7" w14:textId="77777777" w:rsidR="00164FF5" w:rsidRDefault="00861641">
            <w:pPr>
              <w:spacing w:after="0" w:line="240" w:lineRule="auto"/>
              <w:ind w:left="57"/>
            </w:pPr>
            <w:r>
              <w:rPr>
                <w:rStyle w:val="styleDatatxt"/>
              </w:rPr>
              <w:t xml:space="preserve">Control of invasive alien plants, including Athel Pine, Noogoora Burr, Mexican Poppy and Saffron thistle. </w:t>
            </w:r>
          </w:p>
          <w:p w14:paraId="53A78E24" w14:textId="77777777" w:rsidR="00164FF5" w:rsidRDefault="00164FF5">
            <w:pPr>
              <w:pStyle w:val="pStyle"/>
              <w:rPr>
                <w:rStyle w:val="almostEmpty"/>
              </w:rPr>
            </w:pPr>
          </w:p>
          <w:p w14:paraId="5E04D0F2" w14:textId="77777777" w:rsidR="00164FF5" w:rsidRDefault="00861641">
            <w:pPr>
              <w:spacing w:after="0" w:line="240" w:lineRule="auto"/>
              <w:ind w:left="57"/>
            </w:pPr>
            <w:r>
              <w:rPr>
                <w:rStyle w:val="styleDatatxt"/>
              </w:rPr>
              <w:t xml:space="preserve"> </w:t>
            </w:r>
          </w:p>
          <w:p w14:paraId="79D0B3E5" w14:textId="77777777" w:rsidR="00164FF5" w:rsidRDefault="00164FF5">
            <w:pPr>
              <w:pStyle w:val="pStyle"/>
              <w:rPr>
                <w:rStyle w:val="almostEmpty"/>
              </w:rPr>
            </w:pPr>
          </w:p>
          <w:p w14:paraId="56924C2E" w14:textId="77777777" w:rsidR="00164FF5" w:rsidRDefault="00861641">
            <w:pPr>
              <w:spacing w:after="0" w:line="240" w:lineRule="auto"/>
              <w:ind w:left="57"/>
            </w:pPr>
            <w:r>
              <w:rPr>
                <w:rStyle w:val="styleDatatxt"/>
              </w:rPr>
              <w:t xml:space="preserve">Control of feral cats under the 'Wild Deserts' program is not included as fencing under that program does not include the Ramsar site.  </w:t>
            </w:r>
          </w:p>
          <w:p w14:paraId="45816171" w14:textId="77777777" w:rsidR="00164FF5" w:rsidRDefault="00164FF5">
            <w:pPr>
              <w:pStyle w:val="pStyle"/>
              <w:rPr>
                <w:rStyle w:val="almostEmpty"/>
              </w:rPr>
            </w:pPr>
          </w:p>
          <w:p w14:paraId="0F841900" w14:textId="77777777" w:rsidR="00164FF5" w:rsidRDefault="00861641">
            <w:pPr>
              <w:spacing w:after="0" w:line="240" w:lineRule="auto"/>
              <w:ind w:left="57"/>
            </w:pPr>
            <w:r>
              <w:rPr>
                <w:rStyle w:val="styleDatatxt"/>
              </w:rPr>
              <w:t xml:space="preserve"> </w:t>
            </w:r>
          </w:p>
          <w:p w14:paraId="59BFCC85" w14:textId="77777777" w:rsidR="00164FF5" w:rsidRDefault="00164FF5">
            <w:pPr>
              <w:pStyle w:val="pStyle"/>
              <w:rPr>
                <w:rStyle w:val="almostEmpty"/>
              </w:rPr>
            </w:pPr>
          </w:p>
          <w:p w14:paraId="2E15FB03" w14:textId="77777777" w:rsidR="00164FF5" w:rsidRDefault="00861641">
            <w:pPr>
              <w:spacing w:after="0" w:line="240" w:lineRule="auto"/>
              <w:ind w:left="57"/>
            </w:pPr>
            <w:r>
              <w:rPr>
                <w:rStyle w:val="styleDatatxt"/>
              </w:rPr>
              <w:t>In Australia, the ecological character of Ramsar sites is protected as a Matter of National Environmental Significance under the Environmental Protection and Biodiversity Conservation Act 1999.</w:t>
            </w:r>
          </w:p>
        </w:tc>
      </w:tr>
    </w:tbl>
    <w:p w14:paraId="123260EF" w14:textId="77777777" w:rsidR="00164FF5" w:rsidRDefault="00164FF5"/>
    <w:p w14:paraId="31BD7E3A" w14:textId="77777777" w:rsidR="00164FF5" w:rsidRDefault="00861641">
      <w:pPr>
        <w:pStyle w:val="pstyleSection"/>
      </w:pPr>
      <w:r>
        <w:rPr>
          <w:rStyle w:val="styleL2"/>
        </w:rPr>
        <w:t>5.2.5 Management planning</w:t>
      </w:r>
    </w:p>
    <w:p w14:paraId="4DA042E6" w14:textId="77777777" w:rsidR="00164FF5" w:rsidRDefault="00861641">
      <w:pPr>
        <w:pStyle w:val="pstyleLabels"/>
      </w:pPr>
      <w:r>
        <w:rPr>
          <w:rStyle w:val="styleC3"/>
        </w:rPr>
        <w:t>Is there a site-specific management plan for the site?</w:t>
      </w:r>
    </w:p>
    <w:tbl>
      <w:tblPr>
        <w:tblStyle w:val="myFieldTableStyle2"/>
        <w:tblW w:w="0" w:type="auto"/>
        <w:tblInd w:w="-8" w:type="dxa"/>
        <w:tblLook w:val="04A0" w:firstRow="1" w:lastRow="0" w:firstColumn="1" w:lastColumn="0" w:noHBand="0" w:noVBand="1"/>
      </w:tblPr>
      <w:tblGrid>
        <w:gridCol w:w="210"/>
        <w:gridCol w:w="5000"/>
      </w:tblGrid>
      <w:tr w:rsidR="00164FF5" w14:paraId="4CD1423C"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8334481" w14:textId="77777777" w:rsidR="00164FF5" w:rsidRDefault="00164FF5">
            <w:pPr>
              <w:spacing w:after="0" w:line="240" w:lineRule="auto"/>
              <w:ind w:left="216"/>
            </w:pPr>
          </w:p>
        </w:tc>
        <w:tc>
          <w:tcPr>
            <w:tcW w:w="5000" w:type="dxa"/>
          </w:tcPr>
          <w:p w14:paraId="01D7BF44" w14:textId="77777777" w:rsidR="00164FF5" w:rsidRDefault="00861641">
            <w:pPr>
              <w:spacing w:before="5" w:after="2" w:line="240" w:lineRule="auto"/>
              <w:ind w:left="72"/>
            </w:pPr>
            <w:r>
              <w:rPr>
                <w:rStyle w:val="styleDatatxt"/>
              </w:rPr>
              <w:t>Yes</w:t>
            </w:r>
            <w:r>
              <w:rPr>
                <w:rStyle w:val="FootnoteReference"/>
              </w:rPr>
              <w:footnoteReference w:id="6"/>
            </w:r>
          </w:p>
        </w:tc>
      </w:tr>
    </w:tbl>
    <w:p w14:paraId="12E6C9EC" w14:textId="77777777" w:rsidR="00164FF5" w:rsidRDefault="00861641">
      <w:pPr>
        <w:pStyle w:val="pstyleLabels"/>
      </w:pPr>
      <w:r>
        <w:rPr>
          <w:rStyle w:val="styleC3"/>
        </w:rPr>
        <w:t>Is the management plan/planning implemented?</w:t>
      </w:r>
    </w:p>
    <w:p w14:paraId="3ADD3036" w14:textId="77777777" w:rsidR="00164FF5" w:rsidRDefault="00861641">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528F5A6A" w14:textId="77777777" w:rsidR="00164FF5" w:rsidRDefault="00861641">
      <w:pPr>
        <w:spacing w:after="0" w:line="240" w:lineRule="auto"/>
      </w:pPr>
      <w:r>
        <w:rPr>
          <w:rStyle w:val="almostEmpty"/>
        </w:rPr>
        <w:t>.</w:t>
      </w:r>
    </w:p>
    <w:p w14:paraId="608C6355" w14:textId="77777777" w:rsidR="00164FF5" w:rsidRDefault="00861641">
      <w:pPr>
        <w:pStyle w:val="pstyleLabels"/>
      </w:pPr>
      <w:r>
        <w:rPr>
          <w:rStyle w:val="styleC3"/>
        </w:rPr>
        <w:t>The management plan covers</w:t>
      </w:r>
    </w:p>
    <w:tbl>
      <w:tblPr>
        <w:tblStyle w:val="myFieldTableStyle2"/>
        <w:tblW w:w="0" w:type="auto"/>
        <w:tblInd w:w="-8" w:type="dxa"/>
        <w:tblLook w:val="04A0" w:firstRow="1" w:lastRow="0" w:firstColumn="1" w:lastColumn="0" w:noHBand="0" w:noVBand="1"/>
      </w:tblPr>
      <w:tblGrid>
        <w:gridCol w:w="210"/>
        <w:gridCol w:w="5000"/>
      </w:tblGrid>
      <w:tr w:rsidR="00164FF5" w14:paraId="29A9DD89"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4CB9105" w14:textId="77777777" w:rsidR="00164FF5" w:rsidRDefault="00164FF5">
            <w:pPr>
              <w:spacing w:after="0" w:line="240" w:lineRule="auto"/>
              <w:ind w:left="216"/>
            </w:pPr>
          </w:p>
        </w:tc>
        <w:tc>
          <w:tcPr>
            <w:tcW w:w="5000" w:type="dxa"/>
          </w:tcPr>
          <w:p w14:paraId="108717D4" w14:textId="77777777" w:rsidR="00164FF5" w:rsidRDefault="00861641">
            <w:pPr>
              <w:spacing w:before="5" w:after="2" w:line="240" w:lineRule="auto"/>
              <w:ind w:left="72"/>
            </w:pPr>
            <w:r>
              <w:rPr>
                <w:rStyle w:val="styleDatatxt"/>
              </w:rPr>
              <w:t>All of Ramsar Site</w:t>
            </w:r>
            <w:r>
              <w:rPr>
                <w:rStyle w:val="FootnoteReference"/>
              </w:rPr>
              <w:footnoteReference w:id="7"/>
            </w:r>
          </w:p>
        </w:tc>
      </w:tr>
    </w:tbl>
    <w:p w14:paraId="74A4891D" w14:textId="77777777" w:rsidR="00164FF5" w:rsidRDefault="00861641">
      <w:pPr>
        <w:pStyle w:val="pstyleLabels"/>
      </w:pPr>
      <w:r>
        <w:rPr>
          <w:rStyle w:val="styleC3"/>
        </w:rPr>
        <w:t>Is the management plan currently subject to review and update?</w:t>
      </w:r>
    </w:p>
    <w:p w14:paraId="672D0E26" w14:textId="77777777" w:rsidR="00164FF5" w:rsidRDefault="00861641">
      <w:pPr>
        <w:pStyle w:val="pStyle"/>
      </w:pPr>
      <w:r>
        <w:rPr>
          <w:rStyle w:val="styleRad"/>
        </w:rPr>
        <w:t xml:space="preserve"> [x] </w:t>
      </w:r>
      <w:r>
        <w:rPr>
          <w:rStyle w:val="styleC3"/>
        </w:rPr>
        <w:t xml:space="preserve">Yes / </w:t>
      </w:r>
      <w:r>
        <w:rPr>
          <w:rStyle w:val="styleRad"/>
        </w:rPr>
        <w:t xml:space="preserve"> [  ] </w:t>
      </w:r>
      <w:r>
        <w:rPr>
          <w:rStyle w:val="styleC3"/>
        </w:rPr>
        <w:t xml:space="preserve">No </w:t>
      </w:r>
    </w:p>
    <w:p w14:paraId="4684C84E" w14:textId="77777777" w:rsidR="00164FF5" w:rsidRDefault="00861641">
      <w:pPr>
        <w:spacing w:after="0" w:line="240" w:lineRule="auto"/>
      </w:pPr>
      <w:r>
        <w:rPr>
          <w:rStyle w:val="almostEmpty"/>
        </w:rPr>
        <w:t>.</w:t>
      </w:r>
    </w:p>
    <w:p w14:paraId="6F0545E1" w14:textId="77777777" w:rsidR="00164FF5" w:rsidRDefault="00861641">
      <w:pPr>
        <w:pStyle w:val="pstyleLabels"/>
      </w:pPr>
      <w:r>
        <w:rPr>
          <w:rStyle w:val="styleC3"/>
        </w:rPr>
        <w:t>Has a management effectiveness assessment been undertaken for the site?</w:t>
      </w:r>
    </w:p>
    <w:p w14:paraId="3856B802"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1DDF486" w14:textId="77777777" w:rsidR="00164FF5" w:rsidRDefault="00861641">
      <w:pPr>
        <w:spacing w:after="0" w:line="240" w:lineRule="auto"/>
      </w:pPr>
      <w:r>
        <w:rPr>
          <w:rStyle w:val="almostEmpty"/>
        </w:rPr>
        <w:t>.</w:t>
      </w:r>
    </w:p>
    <w:p w14:paraId="6AFAA3AD" w14:textId="77777777" w:rsidR="00164FF5" w:rsidRDefault="00861641">
      <w:pPr>
        <w:pStyle w:val="pstyleLabels"/>
      </w:pPr>
      <w:r>
        <w:rPr>
          <w:rStyle w:val="styleC3"/>
        </w:rPr>
        <w:t>Please give link to site-specific plan or other relevant management plan if this is available via the Internet or upload it in section  'Additional material':</w:t>
      </w:r>
      <w:r>
        <w:rPr>
          <w:rStyle w:val="styleHint1txt"/>
        </w:rPr>
        <w:t xml:space="preserve"> (This field is limited to 500 characters) </w:t>
      </w:r>
    </w:p>
    <w:tbl>
      <w:tblPr>
        <w:tblStyle w:val="myFieldTableStyle"/>
        <w:tblW w:w="0" w:type="auto"/>
        <w:tblInd w:w="-8" w:type="dxa"/>
        <w:tblLook w:val="04A0" w:firstRow="1" w:lastRow="0" w:firstColumn="1" w:lastColumn="0" w:noHBand="0" w:noVBand="1"/>
      </w:tblPr>
      <w:tblGrid>
        <w:gridCol w:w="174"/>
        <w:gridCol w:w="8854"/>
      </w:tblGrid>
      <w:tr w:rsidR="00164FF5" w14:paraId="226F9E8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C660C60" w14:textId="77777777" w:rsidR="00164FF5" w:rsidRDefault="00164FF5"/>
        </w:tc>
        <w:tc>
          <w:tcPr>
            <w:tcW w:w="9500" w:type="dxa"/>
          </w:tcPr>
          <w:p w14:paraId="61F58156" w14:textId="77777777" w:rsidR="00164FF5" w:rsidRDefault="00861641">
            <w:pPr>
              <w:spacing w:before="30" w:after="25" w:line="240" w:lineRule="auto"/>
              <w:ind w:left="57"/>
            </w:pPr>
            <w:r>
              <w:rPr>
                <w:rStyle w:val="styleDatatxt"/>
              </w:rPr>
              <w:t>http://www.environment.nsw.gov.au/parkmanagement/SturtNPMgmtplan.htm</w:t>
            </w:r>
          </w:p>
        </w:tc>
      </w:tr>
    </w:tbl>
    <w:p w14:paraId="2F2081AC" w14:textId="77777777" w:rsidR="00164FF5" w:rsidRDefault="00861641">
      <w:pPr>
        <w:pStyle w:val="pstyleLabels"/>
      </w:pPr>
      <w:r>
        <w:rPr>
          <w:rStyle w:val="styleC3"/>
        </w:rPr>
        <w:t>If the site is a formal transboundary site as indicated in section Data and location &gt; Site location, are there shared management planning processes with another Contracting Party?</w:t>
      </w:r>
    </w:p>
    <w:p w14:paraId="0D1B6FEA"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70A121F9" w14:textId="77777777" w:rsidR="00164FF5" w:rsidRDefault="00861641">
      <w:pPr>
        <w:spacing w:after="0" w:line="240" w:lineRule="auto"/>
      </w:pPr>
      <w:r>
        <w:rPr>
          <w:rStyle w:val="almostEmpty"/>
        </w:rPr>
        <w:t>.</w:t>
      </w:r>
    </w:p>
    <w:p w14:paraId="70A12F9C" w14:textId="77777777" w:rsidR="00164FF5" w:rsidRDefault="00861641">
      <w:pPr>
        <w:pStyle w:val="pstyleLabels"/>
      </w:pPr>
      <w:r>
        <w:rPr>
          <w:rStyle w:val="styleC3"/>
        </w:rPr>
        <w:t>Please indicate if a Ramsar centre, other educational or visitor facility, or an educational or visitor programme is associated with the site:</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5"/>
        <w:gridCol w:w="8833"/>
      </w:tblGrid>
      <w:tr w:rsidR="00164FF5" w14:paraId="2E50DA52"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2AC7213" w14:textId="77777777" w:rsidR="00164FF5" w:rsidRDefault="00164FF5"/>
        </w:tc>
        <w:tc>
          <w:tcPr>
            <w:tcW w:w="9500" w:type="dxa"/>
          </w:tcPr>
          <w:p w14:paraId="5CA12D39" w14:textId="77777777" w:rsidR="00164FF5" w:rsidRDefault="00861641">
            <w:pPr>
              <w:spacing w:before="30" w:after="25" w:line="240" w:lineRule="auto"/>
              <w:ind w:left="57"/>
            </w:pPr>
            <w:r>
              <w:rPr>
                <w:rStyle w:val="styleDatatxt"/>
              </w:rPr>
              <w:t xml:space="preserve">Visitor facilities are provided within Sturt National Park, which includes the Fort Grey Precinct (containing Lake Pinaroo). For Grey Precinct includes Sites for tents, camper trailers, caravans, picnic tables, gas </w:t>
            </w:r>
            <w:r>
              <w:rPr>
                <w:rStyle w:val="styleDatatxt"/>
              </w:rPr>
              <w:lastRenderedPageBreak/>
              <w:t>barbecues, solar lighting, non-potable water, rubbish bins, information and toilets. Activities for this Precinct includes Camping, Fort Grey Wells Walk, Sturt’s Tree Walk, Observing threatened species, Lake Pinaroo (Ramsar wetland), Birdwatching, Desert sand dunes, Old Fort Grey Homestead, Dog Fence and Cameron Corner. Visitor numbers are estimated at 30,000 people per year to Sturt National Park.</w:t>
            </w:r>
          </w:p>
        </w:tc>
      </w:tr>
    </w:tbl>
    <w:p w14:paraId="6ED443DE" w14:textId="77777777" w:rsidR="00164FF5" w:rsidRDefault="00861641">
      <w:pPr>
        <w:pStyle w:val="pstyleLabels"/>
      </w:pPr>
      <w:r>
        <w:rPr>
          <w:rStyle w:val="styleC3"/>
        </w:rPr>
        <w:lastRenderedPageBreak/>
        <w:t>URL of site-related webpage (if relevant):</w:t>
      </w:r>
    </w:p>
    <w:tbl>
      <w:tblPr>
        <w:tblStyle w:val="myFieldTableStyle2"/>
        <w:tblW w:w="0" w:type="auto"/>
        <w:tblInd w:w="-8" w:type="dxa"/>
        <w:tblLook w:val="04A0" w:firstRow="1" w:lastRow="0" w:firstColumn="1" w:lastColumn="0" w:noHBand="0" w:noVBand="1"/>
      </w:tblPr>
      <w:tblGrid>
        <w:gridCol w:w="188"/>
        <w:gridCol w:w="8839"/>
      </w:tblGrid>
      <w:tr w:rsidR="00164FF5" w14:paraId="75484F8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3C91CF" w14:textId="77777777" w:rsidR="00164FF5" w:rsidRDefault="00164FF5">
            <w:pPr>
              <w:spacing w:after="0" w:line="240" w:lineRule="auto"/>
              <w:ind w:left="216"/>
            </w:pPr>
          </w:p>
        </w:tc>
        <w:tc>
          <w:tcPr>
            <w:tcW w:w="9500" w:type="dxa"/>
          </w:tcPr>
          <w:p w14:paraId="0EB29D46" w14:textId="77777777" w:rsidR="00164FF5" w:rsidRDefault="00861641">
            <w:pPr>
              <w:spacing w:before="5" w:after="2" w:line="240" w:lineRule="auto"/>
              <w:ind w:left="72"/>
            </w:pPr>
            <w:r>
              <w:rPr>
                <w:rStyle w:val="styleDatatxt"/>
              </w:rPr>
              <w:t>http://www.nationalparks.nsw.gov.au/visit-a-park/parks/sturt-national-park</w:t>
            </w:r>
          </w:p>
        </w:tc>
      </w:tr>
    </w:tbl>
    <w:p w14:paraId="72210593" w14:textId="77777777" w:rsidR="00164FF5" w:rsidRDefault="00164FF5"/>
    <w:p w14:paraId="77DFD681" w14:textId="77777777" w:rsidR="00164FF5" w:rsidRDefault="00861641">
      <w:pPr>
        <w:pStyle w:val="pstyleSection"/>
      </w:pPr>
      <w:r>
        <w:rPr>
          <w:rStyle w:val="styleL2"/>
        </w:rPr>
        <w:t>5.2.6 Planning for restoration</w:t>
      </w:r>
    </w:p>
    <w:p w14:paraId="613507AD" w14:textId="77777777" w:rsidR="00164FF5" w:rsidRDefault="00861641">
      <w:pPr>
        <w:pStyle w:val="pstyleLabels"/>
      </w:pPr>
      <w:r>
        <w:rPr>
          <w:rStyle w:val="styleC3"/>
        </w:rPr>
        <w:t>Is there a site-specific restoration plan?</w:t>
      </w:r>
    </w:p>
    <w:tbl>
      <w:tblPr>
        <w:tblStyle w:val="myFieldTableStyle2"/>
        <w:tblW w:w="0" w:type="auto"/>
        <w:tblInd w:w="-8" w:type="dxa"/>
        <w:tblLook w:val="04A0" w:firstRow="1" w:lastRow="0" w:firstColumn="1" w:lastColumn="0" w:noHBand="0" w:noVBand="1"/>
      </w:tblPr>
      <w:tblGrid>
        <w:gridCol w:w="210"/>
        <w:gridCol w:w="5000"/>
      </w:tblGrid>
      <w:tr w:rsidR="00164FF5" w14:paraId="2F15AE0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A745894" w14:textId="77777777" w:rsidR="00164FF5" w:rsidRDefault="00164FF5">
            <w:pPr>
              <w:spacing w:after="0" w:line="240" w:lineRule="auto"/>
              <w:ind w:left="216"/>
            </w:pPr>
          </w:p>
        </w:tc>
        <w:tc>
          <w:tcPr>
            <w:tcW w:w="5000" w:type="dxa"/>
          </w:tcPr>
          <w:p w14:paraId="6C7712B5" w14:textId="77777777" w:rsidR="00164FF5" w:rsidRDefault="00861641">
            <w:pPr>
              <w:spacing w:before="5" w:after="2" w:line="240" w:lineRule="auto"/>
              <w:ind w:left="72"/>
            </w:pPr>
            <w:r>
              <w:rPr>
                <w:rStyle w:val="styleDatatxt"/>
              </w:rPr>
              <w:t>No need identified</w:t>
            </w:r>
            <w:r>
              <w:rPr>
                <w:rStyle w:val="FootnoteReference"/>
              </w:rPr>
              <w:footnoteReference w:id="8"/>
            </w:r>
          </w:p>
        </w:tc>
      </w:tr>
    </w:tbl>
    <w:p w14:paraId="6DC126C4" w14:textId="77777777" w:rsidR="00164FF5" w:rsidRDefault="00861641">
      <w:pPr>
        <w:pStyle w:val="pstyleLabels"/>
      </w:pPr>
      <w:r>
        <w:rPr>
          <w:rStyle w:val="styleC3"/>
        </w:rPr>
        <w:t>Has the plan been implemented?</w:t>
      </w:r>
    </w:p>
    <w:p w14:paraId="25F91535"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5FAF4A39" w14:textId="77777777" w:rsidR="00164FF5" w:rsidRDefault="00861641">
      <w:pPr>
        <w:spacing w:after="0" w:line="240" w:lineRule="auto"/>
      </w:pPr>
      <w:r>
        <w:rPr>
          <w:rStyle w:val="almostEmpty"/>
        </w:rPr>
        <w:t>.</w:t>
      </w:r>
    </w:p>
    <w:p w14:paraId="62BF60D8" w14:textId="77777777" w:rsidR="00164FF5" w:rsidRDefault="00861641">
      <w:pPr>
        <w:pStyle w:val="pstyleLabels"/>
      </w:pPr>
      <w:r>
        <w:rPr>
          <w:rStyle w:val="styleC3"/>
        </w:rPr>
        <w:t>The restoration plan covers:</w:t>
      </w:r>
    </w:p>
    <w:tbl>
      <w:tblPr>
        <w:tblStyle w:val="myFieldTableStyle2"/>
        <w:tblW w:w="0" w:type="auto"/>
        <w:tblInd w:w="-8" w:type="dxa"/>
        <w:tblLook w:val="04A0" w:firstRow="1" w:lastRow="0" w:firstColumn="1" w:lastColumn="0" w:noHBand="0" w:noVBand="1"/>
      </w:tblPr>
      <w:tblGrid>
        <w:gridCol w:w="210"/>
        <w:gridCol w:w="5000"/>
      </w:tblGrid>
      <w:tr w:rsidR="00164FF5" w14:paraId="6E0CF38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2F32D23" w14:textId="77777777" w:rsidR="00164FF5" w:rsidRDefault="00164FF5">
            <w:pPr>
              <w:spacing w:after="0" w:line="240" w:lineRule="auto"/>
              <w:ind w:left="216"/>
            </w:pPr>
          </w:p>
        </w:tc>
        <w:tc>
          <w:tcPr>
            <w:tcW w:w="5000" w:type="dxa"/>
          </w:tcPr>
          <w:p w14:paraId="26177C6C" w14:textId="77777777" w:rsidR="00164FF5" w:rsidRDefault="00861641">
            <w:pPr>
              <w:spacing w:before="5" w:after="2" w:line="240" w:lineRule="auto"/>
              <w:ind w:left="72"/>
            </w:pPr>
            <w:r>
              <w:rPr>
                <w:rStyle w:val="styleDatatxt"/>
              </w:rPr>
              <w:t>No need identified</w:t>
            </w:r>
            <w:r>
              <w:rPr>
                <w:rStyle w:val="FootnoteReference"/>
              </w:rPr>
              <w:footnoteReference w:id="9"/>
            </w:r>
          </w:p>
        </w:tc>
      </w:tr>
    </w:tbl>
    <w:p w14:paraId="01E68584" w14:textId="77777777" w:rsidR="00164FF5" w:rsidRDefault="00861641">
      <w:pPr>
        <w:pStyle w:val="pstyleLabels"/>
      </w:pPr>
      <w:r>
        <w:rPr>
          <w:rStyle w:val="styleC3"/>
        </w:rPr>
        <w:t>Is the plan currently being reviewed and updated?</w:t>
      </w:r>
    </w:p>
    <w:p w14:paraId="039CD0EE" w14:textId="77777777" w:rsidR="00164FF5" w:rsidRDefault="00861641">
      <w:pPr>
        <w:pStyle w:val="pStyle"/>
      </w:pPr>
      <w:r>
        <w:rPr>
          <w:rStyle w:val="styleRad"/>
        </w:rPr>
        <w:t xml:space="preserve"> [  ] </w:t>
      </w:r>
      <w:r>
        <w:rPr>
          <w:rStyle w:val="styleC3"/>
        </w:rPr>
        <w:t xml:space="preserve">Yes / </w:t>
      </w:r>
      <w:r>
        <w:rPr>
          <w:rStyle w:val="styleRad"/>
        </w:rPr>
        <w:t xml:space="preserve"> [x] </w:t>
      </w:r>
      <w:r>
        <w:rPr>
          <w:rStyle w:val="styleC3"/>
        </w:rPr>
        <w:t xml:space="preserve">No </w:t>
      </w:r>
    </w:p>
    <w:p w14:paraId="3207E1E0" w14:textId="77777777" w:rsidR="00164FF5" w:rsidRDefault="00861641">
      <w:pPr>
        <w:spacing w:after="0" w:line="240" w:lineRule="auto"/>
      </w:pPr>
      <w:r>
        <w:rPr>
          <w:rStyle w:val="almostEmpty"/>
        </w:rPr>
        <w:t>.</w:t>
      </w:r>
    </w:p>
    <w:p w14:paraId="73712DAC" w14:textId="77777777" w:rsidR="00164FF5" w:rsidRDefault="00861641">
      <w:pPr>
        <w:pStyle w:val="pstyleLabels"/>
      </w:pPr>
      <w:r>
        <w:rPr>
          <w:rStyle w:val="styleC3"/>
        </w:rPr>
        <w:t>Where the restoration is being undertaken to mitigate or respond to a threat or threats identified in this RIS, please indicate it / them:</w:t>
      </w:r>
      <w:r>
        <w:rPr>
          <w:rStyle w:val="styleHint1txt"/>
        </w:rPr>
        <w:t xml:space="preserve"> (This field is limited to 1000 characters) </w:t>
      </w:r>
    </w:p>
    <w:tbl>
      <w:tblPr>
        <w:tblStyle w:val="myFieldTableStyle"/>
        <w:tblW w:w="0" w:type="auto"/>
        <w:tblInd w:w="-8" w:type="dxa"/>
        <w:tblLook w:val="04A0" w:firstRow="1" w:lastRow="0" w:firstColumn="1" w:lastColumn="0" w:noHBand="0" w:noVBand="1"/>
      </w:tblPr>
      <w:tblGrid>
        <w:gridCol w:w="197"/>
        <w:gridCol w:w="8831"/>
      </w:tblGrid>
      <w:tr w:rsidR="00164FF5" w14:paraId="66468E9F"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7F2123C" w14:textId="77777777" w:rsidR="00164FF5" w:rsidRDefault="00164FF5"/>
        </w:tc>
        <w:tc>
          <w:tcPr>
            <w:tcW w:w="9500" w:type="dxa"/>
          </w:tcPr>
          <w:p w14:paraId="7CB27BDB" w14:textId="77777777" w:rsidR="00164FF5" w:rsidRDefault="00164FF5">
            <w:pPr>
              <w:spacing w:before="30" w:after="25" w:line="240" w:lineRule="auto"/>
              <w:ind w:left="57"/>
            </w:pPr>
          </w:p>
        </w:tc>
      </w:tr>
    </w:tbl>
    <w:p w14:paraId="3BDA5296" w14:textId="77777777" w:rsidR="00164FF5" w:rsidRDefault="00861641">
      <w:pPr>
        <w:pStyle w:val="pstyleLabels"/>
      </w:pPr>
      <w:r>
        <w:rPr>
          <w:rStyle w:val="styleC3"/>
        </w:rPr>
        <w:t>Further information</w:t>
      </w:r>
      <w:r>
        <w:rPr>
          <w:rStyle w:val="styleHint1txt"/>
        </w:rPr>
        <w:t xml:space="preserve"> (This field is limited to 2500 characters) </w:t>
      </w:r>
    </w:p>
    <w:tbl>
      <w:tblPr>
        <w:tblStyle w:val="myFieldTableStyle"/>
        <w:tblW w:w="0" w:type="auto"/>
        <w:tblInd w:w="-8" w:type="dxa"/>
        <w:tblLook w:val="04A0" w:firstRow="1" w:lastRow="0" w:firstColumn="1" w:lastColumn="0" w:noHBand="0" w:noVBand="1"/>
      </w:tblPr>
      <w:tblGrid>
        <w:gridCol w:w="197"/>
        <w:gridCol w:w="8831"/>
      </w:tblGrid>
      <w:tr w:rsidR="00164FF5" w14:paraId="09CD862A"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19F22C1" w14:textId="77777777" w:rsidR="00164FF5" w:rsidRDefault="00164FF5"/>
        </w:tc>
        <w:tc>
          <w:tcPr>
            <w:tcW w:w="9500" w:type="dxa"/>
          </w:tcPr>
          <w:p w14:paraId="11050CEC" w14:textId="77777777" w:rsidR="00164FF5" w:rsidRDefault="00164FF5">
            <w:pPr>
              <w:spacing w:before="30" w:after="25" w:line="240" w:lineRule="auto"/>
              <w:ind w:left="57"/>
            </w:pPr>
          </w:p>
        </w:tc>
      </w:tr>
    </w:tbl>
    <w:p w14:paraId="2CA0B73A" w14:textId="77777777" w:rsidR="00164FF5" w:rsidRDefault="00164FF5"/>
    <w:p w14:paraId="2CA1E7DD" w14:textId="77777777" w:rsidR="00164FF5" w:rsidRDefault="00861641">
      <w:pPr>
        <w:pStyle w:val="pstyleSection"/>
      </w:pPr>
      <w:r>
        <w:rPr>
          <w:rStyle w:val="styleL2"/>
        </w:rPr>
        <w:t>5.2.7 Monitoring implemented or proposed</w:t>
      </w:r>
    </w:p>
    <w:p w14:paraId="5A48E12D" w14:textId="77777777" w:rsidR="00164FF5" w:rsidRDefault="00164FF5">
      <w:pPr>
        <w:pStyle w:val="pstyleLabels"/>
      </w:pPr>
    </w:p>
    <w:tbl>
      <w:tblPr>
        <w:tblStyle w:val="FancyTable"/>
        <w:tblW w:w="0" w:type="auto"/>
        <w:tblInd w:w="-8" w:type="dxa"/>
        <w:tblLook w:val="04A0" w:firstRow="1" w:lastRow="0" w:firstColumn="1" w:lastColumn="0" w:noHBand="0" w:noVBand="1"/>
      </w:tblPr>
      <w:tblGrid>
        <w:gridCol w:w="1750"/>
        <w:gridCol w:w="1750"/>
      </w:tblGrid>
      <w:tr w:rsidR="00164FF5" w14:paraId="68AA85F3"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38F357A9" w14:textId="77777777" w:rsidR="00164FF5" w:rsidRDefault="00861641">
            <w:pPr>
              <w:spacing w:after="0" w:line="240" w:lineRule="auto"/>
              <w:jc w:val="center"/>
            </w:pPr>
            <w:r>
              <w:rPr>
                <w:b/>
                <w:bCs/>
                <w:sz w:val="18"/>
                <w:szCs w:val="18"/>
              </w:rPr>
              <w:t>Monitoring</w:t>
            </w:r>
          </w:p>
        </w:tc>
        <w:tc>
          <w:tcPr>
            <w:tcW w:w="1750" w:type="dxa"/>
          </w:tcPr>
          <w:p w14:paraId="6A76BFD7" w14:textId="77777777" w:rsidR="00164FF5" w:rsidRDefault="00861641">
            <w:pPr>
              <w:spacing w:after="0" w:line="240" w:lineRule="auto"/>
              <w:jc w:val="center"/>
            </w:pPr>
            <w:r>
              <w:rPr>
                <w:b/>
                <w:bCs/>
                <w:sz w:val="18"/>
                <w:szCs w:val="18"/>
              </w:rPr>
              <w:t>Status</w:t>
            </w:r>
          </w:p>
        </w:tc>
      </w:tr>
      <w:tr w:rsidR="00164FF5" w14:paraId="34FFB25B" w14:textId="77777777" w:rsidTr="00164FF5">
        <w:trPr>
          <w:trHeight w:val="200"/>
        </w:trPr>
        <w:tc>
          <w:tcPr>
            <w:tcW w:w="1750" w:type="dxa"/>
          </w:tcPr>
          <w:p w14:paraId="70E1BC3A" w14:textId="77777777" w:rsidR="00164FF5" w:rsidRDefault="00861641">
            <w:r>
              <w:rPr>
                <w:rStyle w:val="styleSubformtxt"/>
              </w:rPr>
              <w:t>Water regime monitoring</w:t>
            </w:r>
          </w:p>
        </w:tc>
        <w:tc>
          <w:tcPr>
            <w:tcW w:w="1750" w:type="dxa"/>
          </w:tcPr>
          <w:p w14:paraId="1EFEEE11" w14:textId="77777777" w:rsidR="00164FF5" w:rsidRDefault="00861641">
            <w:r>
              <w:rPr>
                <w:rStyle w:val="styleSubformtxt"/>
              </w:rPr>
              <w:t>Proposed</w:t>
            </w:r>
          </w:p>
        </w:tc>
      </w:tr>
      <w:tr w:rsidR="00164FF5" w14:paraId="209D76F1" w14:textId="77777777" w:rsidTr="00164FF5">
        <w:trPr>
          <w:trHeight w:val="200"/>
        </w:trPr>
        <w:tc>
          <w:tcPr>
            <w:tcW w:w="1750" w:type="dxa"/>
          </w:tcPr>
          <w:p w14:paraId="506A1F08" w14:textId="77777777" w:rsidR="00164FF5" w:rsidRDefault="00861641">
            <w:r>
              <w:rPr>
                <w:rStyle w:val="styleSubformtxt"/>
              </w:rPr>
              <w:t>Water quality</w:t>
            </w:r>
          </w:p>
        </w:tc>
        <w:tc>
          <w:tcPr>
            <w:tcW w:w="1750" w:type="dxa"/>
          </w:tcPr>
          <w:p w14:paraId="123544CF" w14:textId="77777777" w:rsidR="00164FF5" w:rsidRDefault="00861641">
            <w:r>
              <w:rPr>
                <w:rStyle w:val="styleSubformtxt"/>
              </w:rPr>
              <w:t>Proposed</w:t>
            </w:r>
          </w:p>
        </w:tc>
      </w:tr>
      <w:tr w:rsidR="00164FF5" w14:paraId="68956EC2" w14:textId="77777777" w:rsidTr="00164FF5">
        <w:trPr>
          <w:trHeight w:val="200"/>
        </w:trPr>
        <w:tc>
          <w:tcPr>
            <w:tcW w:w="1750" w:type="dxa"/>
          </w:tcPr>
          <w:p w14:paraId="53E8C8CD" w14:textId="77777777" w:rsidR="00164FF5" w:rsidRDefault="00861641">
            <w:r>
              <w:rPr>
                <w:rStyle w:val="styleSubformtxt"/>
              </w:rPr>
              <w:t>Plant community</w:t>
            </w:r>
          </w:p>
        </w:tc>
        <w:tc>
          <w:tcPr>
            <w:tcW w:w="1750" w:type="dxa"/>
          </w:tcPr>
          <w:p w14:paraId="246C44BB" w14:textId="77777777" w:rsidR="00164FF5" w:rsidRDefault="00861641">
            <w:r>
              <w:rPr>
                <w:rStyle w:val="styleSubformtxt"/>
              </w:rPr>
              <w:t>Proposed</w:t>
            </w:r>
          </w:p>
        </w:tc>
      </w:tr>
      <w:tr w:rsidR="00164FF5" w14:paraId="737B0A4C" w14:textId="77777777" w:rsidTr="00164FF5">
        <w:trPr>
          <w:trHeight w:val="200"/>
        </w:trPr>
        <w:tc>
          <w:tcPr>
            <w:tcW w:w="1750" w:type="dxa"/>
          </w:tcPr>
          <w:p w14:paraId="47C6E47D" w14:textId="77777777" w:rsidR="00164FF5" w:rsidRDefault="00861641">
            <w:r>
              <w:rPr>
                <w:rStyle w:val="styleSubformtxt"/>
              </w:rPr>
              <w:t>Plant species</w:t>
            </w:r>
          </w:p>
        </w:tc>
        <w:tc>
          <w:tcPr>
            <w:tcW w:w="1750" w:type="dxa"/>
          </w:tcPr>
          <w:p w14:paraId="34386B59" w14:textId="77777777" w:rsidR="00164FF5" w:rsidRDefault="00861641">
            <w:r>
              <w:rPr>
                <w:rStyle w:val="styleSubformtxt"/>
              </w:rPr>
              <w:t>Proposed</w:t>
            </w:r>
          </w:p>
        </w:tc>
      </w:tr>
      <w:tr w:rsidR="00164FF5" w14:paraId="76556A26" w14:textId="77777777" w:rsidTr="00164FF5">
        <w:trPr>
          <w:trHeight w:val="200"/>
        </w:trPr>
        <w:tc>
          <w:tcPr>
            <w:tcW w:w="1750" w:type="dxa"/>
          </w:tcPr>
          <w:p w14:paraId="52470510" w14:textId="77777777" w:rsidR="00164FF5" w:rsidRDefault="00861641">
            <w:r>
              <w:rPr>
                <w:rStyle w:val="styleSubformtxt"/>
              </w:rPr>
              <w:t>Animal community</w:t>
            </w:r>
          </w:p>
        </w:tc>
        <w:tc>
          <w:tcPr>
            <w:tcW w:w="1750" w:type="dxa"/>
          </w:tcPr>
          <w:p w14:paraId="099A0F9B" w14:textId="77777777" w:rsidR="00164FF5" w:rsidRDefault="00861641">
            <w:r>
              <w:rPr>
                <w:rStyle w:val="styleSubformtxt"/>
              </w:rPr>
              <w:t>Proposed</w:t>
            </w:r>
          </w:p>
        </w:tc>
      </w:tr>
      <w:tr w:rsidR="00164FF5" w14:paraId="276630BF" w14:textId="77777777" w:rsidTr="00164FF5">
        <w:trPr>
          <w:trHeight w:val="200"/>
        </w:trPr>
        <w:tc>
          <w:tcPr>
            <w:tcW w:w="1750" w:type="dxa"/>
          </w:tcPr>
          <w:p w14:paraId="45D62087" w14:textId="77777777" w:rsidR="00164FF5" w:rsidRDefault="00861641">
            <w:r>
              <w:rPr>
                <w:rStyle w:val="styleSubformtxt"/>
              </w:rPr>
              <w:t>Animal species (please specify)</w:t>
            </w:r>
          </w:p>
        </w:tc>
        <w:tc>
          <w:tcPr>
            <w:tcW w:w="1750" w:type="dxa"/>
          </w:tcPr>
          <w:p w14:paraId="42AAA419" w14:textId="77777777" w:rsidR="00164FF5" w:rsidRDefault="00861641">
            <w:r>
              <w:rPr>
                <w:rStyle w:val="styleSubformtxt"/>
              </w:rPr>
              <w:t>Proposed</w:t>
            </w:r>
          </w:p>
        </w:tc>
      </w:tr>
      <w:tr w:rsidR="00164FF5" w14:paraId="2CFC768D" w14:textId="77777777" w:rsidTr="00164FF5">
        <w:trPr>
          <w:trHeight w:val="200"/>
        </w:trPr>
        <w:tc>
          <w:tcPr>
            <w:tcW w:w="1750" w:type="dxa"/>
          </w:tcPr>
          <w:p w14:paraId="1668C4D0" w14:textId="77777777" w:rsidR="00164FF5" w:rsidRDefault="00861641">
            <w:r>
              <w:rPr>
                <w:rStyle w:val="styleSubformtxt"/>
              </w:rPr>
              <w:t>Birds</w:t>
            </w:r>
          </w:p>
        </w:tc>
        <w:tc>
          <w:tcPr>
            <w:tcW w:w="1750" w:type="dxa"/>
          </w:tcPr>
          <w:p w14:paraId="4C532698" w14:textId="77777777" w:rsidR="00164FF5" w:rsidRDefault="00861641">
            <w:r>
              <w:rPr>
                <w:rStyle w:val="styleSubformtxt"/>
              </w:rPr>
              <w:t>Proposed</w:t>
            </w:r>
          </w:p>
        </w:tc>
      </w:tr>
      <w:tr w:rsidR="00164FF5" w14:paraId="750B733E" w14:textId="77777777" w:rsidTr="00164FF5">
        <w:trPr>
          <w:trHeight w:val="200"/>
        </w:trPr>
        <w:tc>
          <w:tcPr>
            <w:tcW w:w="1750" w:type="dxa"/>
          </w:tcPr>
          <w:p w14:paraId="6C5CD730" w14:textId="77777777" w:rsidR="00164FF5" w:rsidRDefault="00164FF5"/>
        </w:tc>
        <w:tc>
          <w:tcPr>
            <w:tcW w:w="1750" w:type="dxa"/>
          </w:tcPr>
          <w:p w14:paraId="40B82FB8" w14:textId="77777777" w:rsidR="00164FF5" w:rsidRDefault="00164FF5"/>
        </w:tc>
      </w:tr>
    </w:tbl>
    <w:p w14:paraId="535103B7" w14:textId="77777777" w:rsidR="00164FF5" w:rsidRDefault="00164FF5"/>
    <w:p w14:paraId="6608566D" w14:textId="77777777" w:rsidR="00164FF5" w:rsidRDefault="00861641">
      <w:pPr>
        <w:pStyle w:val="pstyleComments"/>
      </w:pPr>
      <w:r>
        <w:rPr>
          <w:rStyle w:val="styleC3comment"/>
        </w:rPr>
        <w:t>Please indicate other monitoring activities:</w:t>
      </w:r>
    </w:p>
    <w:p w14:paraId="68E8705B" w14:textId="77777777" w:rsidR="00164FF5" w:rsidRDefault="00861641">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96"/>
        <w:gridCol w:w="8832"/>
      </w:tblGrid>
      <w:tr w:rsidR="00164FF5" w14:paraId="6C2716B1"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82B4E51" w14:textId="77777777" w:rsidR="00164FF5" w:rsidRDefault="00164FF5"/>
        </w:tc>
        <w:tc>
          <w:tcPr>
            <w:tcW w:w="9500" w:type="dxa"/>
          </w:tcPr>
          <w:p w14:paraId="70684B8B" w14:textId="77777777" w:rsidR="00164FF5" w:rsidRDefault="00861641">
            <w:pPr>
              <w:spacing w:before="30" w:after="25" w:line="240" w:lineRule="auto"/>
              <w:ind w:left="57"/>
            </w:pPr>
            <w:r>
              <w:rPr>
                <w:rStyle w:val="styleDatatxt"/>
              </w:rPr>
              <w:t>Potential monitoring invasive species including Athel Pin, Noogoora Burr, wild dogs, rabbits and goats.</w:t>
            </w:r>
          </w:p>
        </w:tc>
      </w:tr>
    </w:tbl>
    <w:p w14:paraId="329E869A" w14:textId="77777777" w:rsidR="00164FF5" w:rsidRDefault="00164FF5">
      <w:pPr>
        <w:sectPr w:rsidR="00164FF5">
          <w:pgSz w:w="11905" w:h="16837"/>
          <w:pgMar w:top="1440" w:right="1440" w:bottom="1440" w:left="1440" w:header="720" w:footer="720" w:gutter="0"/>
          <w:cols w:space="720"/>
        </w:sectPr>
      </w:pPr>
    </w:p>
    <w:p w14:paraId="069E96FE" w14:textId="77777777" w:rsidR="00164FF5" w:rsidRDefault="00861641">
      <w:pPr>
        <w:pStyle w:val="pstyleSectionL0"/>
      </w:pPr>
      <w:r>
        <w:rPr>
          <w:rStyle w:val="styleL0"/>
        </w:rPr>
        <w:lastRenderedPageBreak/>
        <w:t>Additional material</w:t>
      </w:r>
    </w:p>
    <w:p w14:paraId="0D1347F9" w14:textId="231503D8" w:rsidR="00164FF5" w:rsidRDefault="00861641">
      <w:r>
        <w:rPr>
          <w:noProof/>
          <w:lang w:val="en-AU"/>
        </w:rPr>
        <mc:AlternateContent>
          <mc:Choice Requires="wps">
            <w:drawing>
              <wp:inline distT="0" distB="0" distL="0" distR="0" wp14:anchorId="763DB30E" wp14:editId="069BD3B2">
                <wp:extent cx="7620000" cy="635"/>
                <wp:effectExtent l="9525" t="9525" r="9525" b="952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80720E" id="AutoShape 2" o:spid="_x0000_s1026" type="#_x0000_t32" style="width:60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" strokeweight="1pt">
                <w10:anchorlock/>
              </v:shape>
            </w:pict>
          </mc:Fallback>
        </mc:AlternateContent>
      </w:r>
    </w:p>
    <w:p w14:paraId="37BCC9B0" w14:textId="77777777" w:rsidR="00164FF5" w:rsidRDefault="00861641">
      <w:pPr>
        <w:pStyle w:val="pstyleSectionL1"/>
      </w:pPr>
      <w:r>
        <w:rPr>
          <w:rStyle w:val="styleL1"/>
        </w:rPr>
        <w:t>6.1 Additional reports and documents</w:t>
      </w:r>
    </w:p>
    <w:p w14:paraId="6092418C" w14:textId="77777777" w:rsidR="00164FF5" w:rsidRDefault="00861641">
      <w:pPr>
        <w:pStyle w:val="pstyleSection"/>
      </w:pPr>
      <w:r>
        <w:rPr>
          <w:rStyle w:val="styleL2"/>
        </w:rPr>
        <w:t>6.1.1 Bibliographical references</w:t>
      </w:r>
    </w:p>
    <w:p w14:paraId="65E9852E" w14:textId="77777777" w:rsidR="00164FF5" w:rsidRDefault="00861641">
      <w:pPr>
        <w:pStyle w:val="pstyleLabels"/>
      </w:pPr>
      <w:r>
        <w:rPr>
          <w:rStyle w:val="styleHint1txt"/>
        </w:rPr>
        <w:t xml:space="preserve"> (This field is limited to 3000 characters) </w:t>
      </w:r>
    </w:p>
    <w:tbl>
      <w:tblPr>
        <w:tblStyle w:val="myFieldTableStyle"/>
        <w:tblW w:w="0" w:type="auto"/>
        <w:tblInd w:w="-8" w:type="dxa"/>
        <w:tblLook w:val="04A0" w:firstRow="1" w:lastRow="0" w:firstColumn="1" w:lastColumn="0" w:noHBand="0" w:noVBand="1"/>
      </w:tblPr>
      <w:tblGrid>
        <w:gridCol w:w="176"/>
        <w:gridCol w:w="8852"/>
      </w:tblGrid>
      <w:tr w:rsidR="00164FF5" w14:paraId="06E777D3"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AA71013" w14:textId="77777777" w:rsidR="00164FF5" w:rsidRDefault="00164FF5"/>
        </w:tc>
        <w:tc>
          <w:tcPr>
            <w:tcW w:w="9500" w:type="dxa"/>
          </w:tcPr>
          <w:p w14:paraId="062084FE" w14:textId="77777777" w:rsidR="00164FF5" w:rsidRDefault="00164FF5">
            <w:pPr>
              <w:pStyle w:val="pStyle"/>
              <w:rPr>
                <w:rStyle w:val="almostEmpty"/>
              </w:rPr>
            </w:pPr>
          </w:p>
          <w:p w14:paraId="289AC0D1" w14:textId="77777777" w:rsidR="00164FF5" w:rsidRDefault="00861641">
            <w:pPr>
              <w:spacing w:after="0" w:line="240" w:lineRule="auto"/>
              <w:ind w:left="57"/>
            </w:pPr>
            <w:r>
              <w:rPr>
                <w:rStyle w:val="styleDatatxt"/>
              </w:rPr>
              <w:t xml:space="preserve">1.AMBS (2012), Charles Sturt’s Expedition Sites on Office of Environment and Heritage Managed Estates and Sturt National Park: Archaeological Management Plan, Australian Museum, Sydney.  </w:t>
            </w:r>
          </w:p>
          <w:p w14:paraId="53E3E2C6" w14:textId="77777777" w:rsidR="00164FF5" w:rsidRDefault="00164FF5">
            <w:pPr>
              <w:pStyle w:val="pStyle"/>
              <w:rPr>
                <w:rStyle w:val="almostEmpty"/>
              </w:rPr>
            </w:pPr>
          </w:p>
          <w:p w14:paraId="687F9F64" w14:textId="77777777" w:rsidR="00164FF5" w:rsidRDefault="00861641">
            <w:pPr>
              <w:spacing w:after="0" w:line="240" w:lineRule="auto"/>
              <w:ind w:left="57"/>
            </w:pPr>
            <w:r>
              <w:rPr>
                <w:rStyle w:val="styleDatatxt"/>
              </w:rPr>
              <w:t xml:space="preserve">2.Briggs, S. (1980). Notes on visits to north-west wetlands, including Sturt National Park in November 1979 and January 1980. Unpublished report. NSW NPWS, Hurstville.   </w:t>
            </w:r>
          </w:p>
          <w:p w14:paraId="0312BAE4" w14:textId="77777777" w:rsidR="00164FF5" w:rsidRDefault="00164FF5">
            <w:pPr>
              <w:pStyle w:val="pStyle"/>
              <w:rPr>
                <w:rStyle w:val="almostEmpty"/>
              </w:rPr>
            </w:pPr>
          </w:p>
          <w:p w14:paraId="00985E1A" w14:textId="77777777" w:rsidR="00164FF5" w:rsidRDefault="00861641">
            <w:pPr>
              <w:spacing w:after="0" w:line="240" w:lineRule="auto"/>
              <w:ind w:left="57"/>
            </w:pPr>
            <w:r>
              <w:rPr>
                <w:rStyle w:val="styleDatatxt"/>
              </w:rPr>
              <w:t xml:space="preserve">3.Briggs, S.V. (1982). Food habits of the Freckled Duck and associated waterfowl in North-western New South Wales. Waterfowl 33, 88-93.  </w:t>
            </w:r>
          </w:p>
          <w:p w14:paraId="705EB16F" w14:textId="77777777" w:rsidR="00164FF5" w:rsidRDefault="00164FF5">
            <w:pPr>
              <w:pStyle w:val="pStyle"/>
              <w:rPr>
                <w:rStyle w:val="almostEmpty"/>
              </w:rPr>
            </w:pPr>
          </w:p>
          <w:p w14:paraId="7BC9E3AE" w14:textId="77777777" w:rsidR="00164FF5" w:rsidRDefault="00861641">
            <w:pPr>
              <w:spacing w:after="0" w:line="240" w:lineRule="auto"/>
              <w:ind w:left="57"/>
            </w:pPr>
            <w:r>
              <w:rPr>
                <w:rStyle w:val="styleDatatxt"/>
              </w:rPr>
              <w:t xml:space="preserve">4.Bureau of Meteorology 201206. Climate data online. Weather station directory. Accessed at: http://www.bom.gov.au/climate/cdo/about/sitedata.shtml     </w:t>
            </w:r>
          </w:p>
          <w:p w14:paraId="0B307AAF" w14:textId="77777777" w:rsidR="00164FF5" w:rsidRDefault="00164FF5">
            <w:pPr>
              <w:pStyle w:val="pStyle"/>
              <w:rPr>
                <w:rStyle w:val="almostEmpty"/>
              </w:rPr>
            </w:pPr>
          </w:p>
          <w:p w14:paraId="5DDF3169" w14:textId="77777777" w:rsidR="00164FF5" w:rsidRDefault="00861641">
            <w:pPr>
              <w:spacing w:after="0" w:line="240" w:lineRule="auto"/>
              <w:ind w:left="57"/>
            </w:pPr>
            <w:r>
              <w:rPr>
                <w:rStyle w:val="styleDatatxt"/>
              </w:rPr>
              <w:t xml:space="preserve">5.Cunningham, G.M., Mulham, W.E., Milthorpe, P.L., &amp; Leigh, J.H. (1981). Plants of Western New South Wales, Soil Conservation Service of New South Wales.   </w:t>
            </w:r>
          </w:p>
          <w:p w14:paraId="56777EEE" w14:textId="77777777" w:rsidR="00164FF5" w:rsidRDefault="00164FF5">
            <w:pPr>
              <w:pStyle w:val="pStyle"/>
              <w:rPr>
                <w:rStyle w:val="almostEmpty"/>
              </w:rPr>
            </w:pPr>
          </w:p>
          <w:p w14:paraId="414D5EFB" w14:textId="77777777" w:rsidR="00164FF5" w:rsidRDefault="00861641">
            <w:pPr>
              <w:spacing w:after="0" w:line="240" w:lineRule="auto"/>
              <w:ind w:left="57"/>
            </w:pPr>
            <w:r>
              <w:rPr>
                <w:rStyle w:val="styleDatatxt"/>
              </w:rPr>
              <w:t xml:space="preserve">6.Goodrick, G. (1984). Wetlands of North-western New South Wales Occasional Paper No. 6, New South Wales National Parks and Wildlife Service.   </w:t>
            </w:r>
          </w:p>
          <w:p w14:paraId="504199F3" w14:textId="77777777" w:rsidR="00164FF5" w:rsidRDefault="00164FF5">
            <w:pPr>
              <w:pStyle w:val="pStyle"/>
              <w:rPr>
                <w:rStyle w:val="almostEmpty"/>
              </w:rPr>
            </w:pPr>
          </w:p>
          <w:p w14:paraId="7FBBE626" w14:textId="77777777" w:rsidR="00164FF5" w:rsidRDefault="00861641">
            <w:pPr>
              <w:spacing w:after="0" w:line="240" w:lineRule="auto"/>
              <w:ind w:left="57"/>
            </w:pPr>
            <w:r>
              <w:rPr>
                <w:rStyle w:val="styleDatatxt"/>
              </w:rPr>
              <w:t xml:space="preserve">7.Marchant, S. &amp; Higgins, P.J. (1990). Handbook of Australian, New Zealand and Antarctic Birds, Volume 1, Part B, Oxford University Press, Melbourne.   </w:t>
            </w:r>
          </w:p>
          <w:p w14:paraId="66794F11" w14:textId="77777777" w:rsidR="00164FF5" w:rsidRDefault="00164FF5">
            <w:pPr>
              <w:pStyle w:val="pStyle"/>
              <w:rPr>
                <w:rStyle w:val="almostEmpty"/>
              </w:rPr>
            </w:pPr>
          </w:p>
          <w:p w14:paraId="56DB2467" w14:textId="77777777" w:rsidR="00164FF5" w:rsidRDefault="00861641">
            <w:pPr>
              <w:spacing w:after="0" w:line="240" w:lineRule="auto"/>
              <w:ind w:left="57"/>
            </w:pPr>
            <w:r>
              <w:rPr>
                <w:rStyle w:val="styleDatatxt"/>
              </w:rPr>
              <w:t xml:space="preserve">8.Montague-Drake, R. and Croft, D.B. (2004). Do kangaroos exhibit water-focused grazing patterns in arid New South Wales? A case study in Sturt National Park. Australian Mammalogy 26: 87-100.   </w:t>
            </w:r>
          </w:p>
          <w:p w14:paraId="30106C78" w14:textId="77777777" w:rsidR="00164FF5" w:rsidRDefault="00164FF5">
            <w:pPr>
              <w:pStyle w:val="pStyle"/>
              <w:rPr>
                <w:rStyle w:val="almostEmpty"/>
              </w:rPr>
            </w:pPr>
          </w:p>
          <w:p w14:paraId="011E0466" w14:textId="77777777" w:rsidR="00164FF5" w:rsidRDefault="00861641">
            <w:pPr>
              <w:spacing w:after="0" w:line="240" w:lineRule="auto"/>
              <w:ind w:left="57"/>
            </w:pPr>
            <w:r>
              <w:rPr>
                <w:rStyle w:val="styleDatatxt"/>
              </w:rPr>
              <w:t xml:space="preserve">9.New South Wales Department of Environment and Climate Change (DECC), (2008). Ecological Character Description: Lake Pinaroo Ramsar Site, ISBN 978 1 74122 839 7, Sydney.  </w:t>
            </w:r>
          </w:p>
          <w:p w14:paraId="779B777F" w14:textId="77777777" w:rsidR="00164FF5" w:rsidRDefault="00164FF5">
            <w:pPr>
              <w:pStyle w:val="pStyle"/>
              <w:rPr>
                <w:rStyle w:val="almostEmpty"/>
              </w:rPr>
            </w:pPr>
          </w:p>
          <w:p w14:paraId="2244370E" w14:textId="77777777" w:rsidR="00164FF5" w:rsidRDefault="00861641">
            <w:pPr>
              <w:spacing w:after="0" w:line="240" w:lineRule="auto"/>
              <w:ind w:left="57"/>
            </w:pPr>
            <w:r>
              <w:rPr>
                <w:rStyle w:val="styleDatatxt"/>
              </w:rPr>
              <w:t xml:space="preserve">10.New South Wales Office of Environment and HeritageNational Parks and Wildlife Service (2018unpub.). Draft Sturt National Park Plan of Management 2016. Office of Environment and HeritageNSW National Parks and Wildlife Service.   </w:t>
            </w:r>
          </w:p>
          <w:p w14:paraId="2E00D31A" w14:textId="77777777" w:rsidR="00164FF5" w:rsidRDefault="00164FF5">
            <w:pPr>
              <w:pStyle w:val="pStyle"/>
              <w:rPr>
                <w:rStyle w:val="almostEmpty"/>
              </w:rPr>
            </w:pPr>
          </w:p>
          <w:p w14:paraId="70AF5D11" w14:textId="77777777" w:rsidR="00164FF5" w:rsidRDefault="00861641">
            <w:pPr>
              <w:spacing w:after="0" w:line="240" w:lineRule="auto"/>
              <w:ind w:left="57"/>
            </w:pPr>
            <w:r>
              <w:rPr>
                <w:rStyle w:val="styleDatatxt"/>
              </w:rPr>
              <w:t xml:space="preserve">11.New South Wales National Parks and Wildlife Service (1996). Sturt National Park Plan of Management, New South Wales National Parks and Wildlife Service.   </w:t>
            </w:r>
          </w:p>
          <w:p w14:paraId="1292401A" w14:textId="77777777" w:rsidR="00164FF5" w:rsidRDefault="00164FF5">
            <w:pPr>
              <w:pStyle w:val="pStyle"/>
              <w:rPr>
                <w:rStyle w:val="almostEmpty"/>
              </w:rPr>
            </w:pPr>
          </w:p>
          <w:p w14:paraId="0FB1E0B8" w14:textId="77777777" w:rsidR="00164FF5" w:rsidRDefault="00861641">
            <w:pPr>
              <w:spacing w:after="0" w:line="240" w:lineRule="auto"/>
              <w:ind w:left="57"/>
            </w:pPr>
            <w:r>
              <w:rPr>
                <w:rStyle w:val="styleDatatxt"/>
              </w:rPr>
              <w:t xml:space="preserve">12.New South Wales Office of Environment and Heritage (2014), Far West Climate Change Snapshot, ISSN 1837–5650, Sydney.  </w:t>
            </w:r>
          </w:p>
          <w:p w14:paraId="360699F5" w14:textId="77777777" w:rsidR="00164FF5" w:rsidRDefault="00164FF5">
            <w:pPr>
              <w:pStyle w:val="pStyle"/>
              <w:rPr>
                <w:rStyle w:val="almostEmpty"/>
              </w:rPr>
            </w:pPr>
          </w:p>
          <w:p w14:paraId="364D1ECD" w14:textId="77777777" w:rsidR="00164FF5" w:rsidRDefault="00861641">
            <w:pPr>
              <w:spacing w:after="0" w:line="240" w:lineRule="auto"/>
              <w:ind w:left="57"/>
            </w:pPr>
            <w:r>
              <w:rPr>
                <w:rStyle w:val="styleDatatxt"/>
              </w:rPr>
              <w:t xml:space="preserve">13.Oliver, I., Holmes, A., Dangerfield, M., Gillings, M., Pik, A.J., Britton, D. R., Holley, M., Montgomery, M.E., Raison, M., Logan, V., Pressey, R.L. and Beattie, A. J. (2004). Land Systems as surrogates for biodiversity in conservation planning. Ecological Applications 14 (2): 485-503.   </w:t>
            </w:r>
          </w:p>
          <w:p w14:paraId="47A36D4C" w14:textId="77777777" w:rsidR="00164FF5" w:rsidRDefault="00164FF5">
            <w:pPr>
              <w:pStyle w:val="pStyle"/>
              <w:rPr>
                <w:rStyle w:val="almostEmpty"/>
              </w:rPr>
            </w:pPr>
          </w:p>
          <w:p w14:paraId="63A4D9BE" w14:textId="77777777" w:rsidR="00164FF5" w:rsidRDefault="00861641">
            <w:pPr>
              <w:spacing w:after="0" w:line="240" w:lineRule="auto"/>
              <w:ind w:left="57"/>
            </w:pPr>
            <w:r>
              <w:rPr>
                <w:rStyle w:val="styleDatatxt"/>
              </w:rPr>
              <w:t xml:space="preserve">14.Ramsar Information Sheet (1998). Lake Pinaroo Ramsar Information sheet, January 1998. Wetlands International Ramsar Information website. Accessed June 2009 at: http://ramsar.wetlands.org/Database/Searchforsites/tabid/765/Default.aspx  </w:t>
            </w:r>
          </w:p>
          <w:p w14:paraId="464245C2" w14:textId="77777777" w:rsidR="00164FF5" w:rsidRDefault="00164FF5">
            <w:pPr>
              <w:pStyle w:val="pStyle"/>
              <w:rPr>
                <w:rStyle w:val="almostEmpty"/>
              </w:rPr>
            </w:pPr>
          </w:p>
          <w:p w14:paraId="777B075A" w14:textId="77777777" w:rsidR="00164FF5" w:rsidRDefault="00861641">
            <w:pPr>
              <w:spacing w:after="0" w:line="240" w:lineRule="auto"/>
              <w:ind w:left="57"/>
            </w:pPr>
            <w:r>
              <w:rPr>
                <w:rStyle w:val="styleDatatxt"/>
              </w:rPr>
              <w:t>15.</w:t>
            </w:r>
            <w:r>
              <w:rPr>
                <w:rStyle w:val="styleDatatxt"/>
              </w:rPr>
              <w:tab/>
              <w:t xml:space="preserve">Stanley, R.J. (1983). Soils and vegetation: An assessment of current status. In </w:t>
            </w:r>
          </w:p>
          <w:p w14:paraId="45D60CC5" w14:textId="77777777" w:rsidR="00164FF5" w:rsidRDefault="00164FF5">
            <w:pPr>
              <w:pStyle w:val="pStyle"/>
              <w:rPr>
                <w:rStyle w:val="almostEmpty"/>
              </w:rPr>
            </w:pPr>
          </w:p>
          <w:p w14:paraId="3FB4ABD2" w14:textId="77777777" w:rsidR="00164FF5" w:rsidRDefault="00861641">
            <w:pPr>
              <w:spacing w:after="0" w:line="240" w:lineRule="auto"/>
              <w:ind w:left="57"/>
            </w:pPr>
            <w:r>
              <w:rPr>
                <w:rStyle w:val="styleDatatxt"/>
              </w:rPr>
              <w:t xml:space="preserve">Messer, J. and Mosley, G. (eds), What is the future for Australia's arid lands? </w:t>
            </w:r>
          </w:p>
          <w:p w14:paraId="1130715B" w14:textId="77777777" w:rsidR="00164FF5" w:rsidRDefault="00164FF5">
            <w:pPr>
              <w:pStyle w:val="pStyle"/>
              <w:rPr>
                <w:rStyle w:val="almostEmpty"/>
              </w:rPr>
            </w:pPr>
          </w:p>
          <w:p w14:paraId="0A797047" w14:textId="77777777" w:rsidR="00164FF5" w:rsidRDefault="00861641">
            <w:pPr>
              <w:spacing w:after="0" w:line="240" w:lineRule="auto"/>
              <w:ind w:left="57"/>
            </w:pPr>
            <w:r>
              <w:rPr>
                <w:rStyle w:val="styleDatatxt"/>
              </w:rPr>
              <w:t xml:space="preserve">pp 8–18. Australian Conservation Foundation, Australia. </w:t>
            </w:r>
          </w:p>
          <w:p w14:paraId="6FD4FA74" w14:textId="77777777" w:rsidR="00164FF5" w:rsidRDefault="00164FF5">
            <w:pPr>
              <w:pStyle w:val="pStyle"/>
              <w:rPr>
                <w:rStyle w:val="almostEmpty"/>
              </w:rPr>
            </w:pPr>
          </w:p>
          <w:p w14:paraId="589929DA" w14:textId="77777777" w:rsidR="00164FF5" w:rsidRDefault="00861641">
            <w:pPr>
              <w:spacing w:after="0" w:line="240" w:lineRule="auto"/>
              <w:ind w:left="57"/>
            </w:pPr>
            <w:r>
              <w:rPr>
                <w:rStyle w:val="styleDatatxt"/>
              </w:rPr>
              <w:t>16.Thackway, R. &amp; Cresswell, I.D. (1995). Towards an Interim Biogeographic Regionalisation for Australia: A framework for setting priorities in the National Reserves System Cooperative Program, Australian Nature Conservation Agency, Canberr</w:t>
            </w:r>
          </w:p>
        </w:tc>
      </w:tr>
    </w:tbl>
    <w:p w14:paraId="78EC9524" w14:textId="77777777" w:rsidR="00164FF5" w:rsidRDefault="00164FF5"/>
    <w:p w14:paraId="27228ED3" w14:textId="77777777" w:rsidR="00164FF5" w:rsidRDefault="00861641">
      <w:pPr>
        <w:pStyle w:val="pstyleSection"/>
      </w:pPr>
      <w:r>
        <w:rPr>
          <w:rStyle w:val="styleL2"/>
        </w:rPr>
        <w:t>6.1.2 Additional reports and documents</w:t>
      </w:r>
    </w:p>
    <w:p w14:paraId="73CDFB28" w14:textId="77777777" w:rsidR="00164FF5" w:rsidRDefault="00861641">
      <w:pPr>
        <w:pStyle w:val="pstyleLabels"/>
      </w:pPr>
      <w:r>
        <w:rPr>
          <w:rStyle w:val="styleC3"/>
        </w:rPr>
        <w:t>i.  taxonomic lists of plant and animal species occurring in the site (see section 4.3)</w:t>
      </w:r>
    </w:p>
    <w:p w14:paraId="40292AD0" w14:textId="77777777" w:rsidR="00164FF5" w:rsidRDefault="00861641">
      <w:pPr>
        <w:pStyle w:val="pstyleTitleFirst"/>
      </w:pPr>
      <w:r>
        <w:rPr>
          <w:rStyle w:val="styleC3online"/>
        </w:rPr>
        <w:t>-UPLOAD via online form-</w:t>
      </w:r>
    </w:p>
    <w:p w14:paraId="065C3C04" w14:textId="77777777" w:rsidR="00164FF5" w:rsidRDefault="00861641">
      <w:pPr>
        <w:pStyle w:val="pstyleLabels"/>
      </w:pPr>
      <w:r>
        <w:rPr>
          <w:rStyle w:val="styleC3"/>
        </w:rPr>
        <w:t>ii. a detailed Ecological Character Description (ECD) (in a national format)</w:t>
      </w:r>
    </w:p>
    <w:p w14:paraId="1B771FC0" w14:textId="77777777" w:rsidR="00164FF5" w:rsidRDefault="00861641">
      <w:pPr>
        <w:pStyle w:val="pstyleTitleFirst"/>
      </w:pPr>
      <w:r>
        <w:rPr>
          <w:rStyle w:val="styleC3online"/>
        </w:rPr>
        <w:t>-UPLOAD via online form-</w:t>
      </w:r>
    </w:p>
    <w:p w14:paraId="4409C85D" w14:textId="77777777" w:rsidR="00164FF5" w:rsidRDefault="00861641">
      <w:pPr>
        <w:pStyle w:val="pstyleLabels"/>
      </w:pPr>
      <w:r>
        <w:rPr>
          <w:rStyle w:val="styleC3"/>
        </w:rPr>
        <w:t>iii. a description of the site in a national or regional wetland inventory</w:t>
      </w:r>
    </w:p>
    <w:p w14:paraId="465879CB" w14:textId="77777777" w:rsidR="00164FF5" w:rsidRDefault="00861641">
      <w:pPr>
        <w:pStyle w:val="pstyleTitleFirst"/>
      </w:pPr>
      <w:r>
        <w:rPr>
          <w:rStyle w:val="styleC3online"/>
        </w:rPr>
        <w:t>-UPLOAD via online form-</w:t>
      </w:r>
    </w:p>
    <w:p w14:paraId="4B452AB3" w14:textId="77777777" w:rsidR="00164FF5" w:rsidRDefault="00861641">
      <w:pPr>
        <w:pStyle w:val="pstyleLabels"/>
      </w:pPr>
      <w:r>
        <w:rPr>
          <w:rStyle w:val="styleC3"/>
        </w:rPr>
        <w:t>iv. relevant Article 3.2 reports</w:t>
      </w:r>
    </w:p>
    <w:p w14:paraId="3783F995" w14:textId="77777777" w:rsidR="00164FF5" w:rsidRDefault="00861641">
      <w:pPr>
        <w:pStyle w:val="pstyleTitleFirst"/>
      </w:pPr>
      <w:r>
        <w:rPr>
          <w:rStyle w:val="styleC3online"/>
        </w:rPr>
        <w:t>-UPLOAD via online form-</w:t>
      </w:r>
    </w:p>
    <w:p w14:paraId="5D0A99D3" w14:textId="77777777" w:rsidR="00164FF5" w:rsidRDefault="00861641">
      <w:pPr>
        <w:pStyle w:val="pstyleLabels"/>
      </w:pPr>
      <w:r>
        <w:rPr>
          <w:rStyle w:val="styleC3"/>
        </w:rPr>
        <w:t>v. site management plan</w:t>
      </w:r>
    </w:p>
    <w:p w14:paraId="7ABC258A" w14:textId="77777777" w:rsidR="00164FF5" w:rsidRDefault="00861641">
      <w:pPr>
        <w:pStyle w:val="pstyleTitleFirst"/>
      </w:pPr>
      <w:r>
        <w:rPr>
          <w:rStyle w:val="styleC3online"/>
        </w:rPr>
        <w:t>-UPLOAD via online form-</w:t>
      </w:r>
    </w:p>
    <w:p w14:paraId="1EF922EF" w14:textId="77777777" w:rsidR="00164FF5" w:rsidRDefault="00861641">
      <w:pPr>
        <w:pStyle w:val="pstyleLabels"/>
      </w:pPr>
      <w:r>
        <w:rPr>
          <w:rStyle w:val="styleC3"/>
        </w:rPr>
        <w:t>vi. other published literature</w:t>
      </w:r>
    </w:p>
    <w:p w14:paraId="4D41FCD7" w14:textId="186AACEB" w:rsidR="00235C88" w:rsidRDefault="00235C88" w:rsidP="00235C88">
      <w:pPr>
        <w:pStyle w:val="pstyleTitleFirst"/>
      </w:pPr>
      <w:r>
        <w:rPr>
          <w:rStyle w:val="styleC3online"/>
        </w:rPr>
        <w:t>-UPLOAD via online form-</w:t>
      </w:r>
    </w:p>
    <w:p w14:paraId="56BDF1C8" w14:textId="5FE0C713" w:rsidR="00164FF5" w:rsidRPr="0026411E" w:rsidRDefault="00164FF5" w:rsidP="0026411E">
      <w:pPr>
        <w:pStyle w:val="pstyleTitleFirst"/>
        <w:jc w:val="left"/>
        <w:rPr>
          <w:b/>
          <w:bCs/>
        </w:rPr>
      </w:pPr>
    </w:p>
    <w:p w14:paraId="4FF16005" w14:textId="77777777" w:rsidR="00164FF5" w:rsidRDefault="00861641">
      <w:pPr>
        <w:pStyle w:val="pstyleComments"/>
      </w:pPr>
      <w:r>
        <w:rPr>
          <w:rStyle w:val="styleC3comment"/>
        </w:rPr>
        <w:t>Please note that any documents uploaded here will be made publicly available.</w:t>
      </w:r>
    </w:p>
    <w:p w14:paraId="79FD7BE6" w14:textId="77777777" w:rsidR="00164FF5" w:rsidRDefault="00164FF5"/>
    <w:p w14:paraId="0C872FD4" w14:textId="77777777" w:rsidR="00164FF5" w:rsidRDefault="00861641">
      <w:pPr>
        <w:pStyle w:val="pstyleSection"/>
      </w:pPr>
      <w:r>
        <w:rPr>
          <w:rStyle w:val="styleL2"/>
        </w:rPr>
        <w:t>6.1.3 Photograph(s) of the Site</w:t>
      </w:r>
    </w:p>
    <w:p w14:paraId="39428280" w14:textId="77777777" w:rsidR="00164FF5" w:rsidRDefault="00861641">
      <w:pPr>
        <w:pStyle w:val="pstyleLabels"/>
      </w:pPr>
      <w:r>
        <w:rPr>
          <w:rStyle w:val="styleC3"/>
        </w:rPr>
        <w:t>Please provide at least one photograph of the site:</w:t>
      </w:r>
    </w:p>
    <w:tbl>
      <w:tblPr>
        <w:tblStyle w:val="FancyTable"/>
        <w:tblW w:w="0" w:type="auto"/>
        <w:tblInd w:w="-8" w:type="dxa"/>
        <w:tblLook w:val="04A0" w:firstRow="1" w:lastRow="0" w:firstColumn="1" w:lastColumn="0" w:noHBand="0" w:noVBand="1"/>
      </w:tblPr>
      <w:tblGrid>
        <w:gridCol w:w="2372"/>
        <w:gridCol w:w="1750"/>
        <w:gridCol w:w="1750"/>
        <w:gridCol w:w="1750"/>
      </w:tblGrid>
      <w:tr w:rsidR="00164FF5" w14:paraId="1C1C43E2" w14:textId="77777777" w:rsidTr="00164FF5">
        <w:trPr>
          <w:cnfStyle w:val="100000000000" w:firstRow="1" w:lastRow="0" w:firstColumn="0" w:lastColumn="0" w:oddVBand="0" w:evenVBand="0" w:oddHBand="0" w:evenHBand="0" w:firstRowFirstColumn="0" w:firstRowLastColumn="0" w:lastRowFirstColumn="0" w:lastRowLastColumn="0"/>
        </w:trPr>
        <w:tc>
          <w:tcPr>
            <w:tcW w:w="1750" w:type="dxa"/>
          </w:tcPr>
          <w:p w14:paraId="479541F7" w14:textId="77777777" w:rsidR="00164FF5" w:rsidRDefault="00861641">
            <w:pPr>
              <w:spacing w:after="0" w:line="240" w:lineRule="auto"/>
              <w:jc w:val="center"/>
            </w:pPr>
            <w:r>
              <w:rPr>
                <w:b/>
                <w:bCs/>
                <w:sz w:val="18"/>
                <w:szCs w:val="18"/>
              </w:rPr>
              <w:t>File</w:t>
            </w:r>
          </w:p>
        </w:tc>
        <w:tc>
          <w:tcPr>
            <w:tcW w:w="1750" w:type="dxa"/>
          </w:tcPr>
          <w:p w14:paraId="441075ED" w14:textId="77777777" w:rsidR="00164FF5" w:rsidRDefault="00861641">
            <w:pPr>
              <w:spacing w:after="0" w:line="240" w:lineRule="auto"/>
              <w:jc w:val="center"/>
            </w:pPr>
            <w:r>
              <w:rPr>
                <w:b/>
                <w:bCs/>
                <w:sz w:val="18"/>
                <w:szCs w:val="18"/>
              </w:rPr>
              <w:t>Copyright holder</w:t>
            </w:r>
          </w:p>
        </w:tc>
        <w:tc>
          <w:tcPr>
            <w:tcW w:w="1750" w:type="dxa"/>
          </w:tcPr>
          <w:p w14:paraId="4688CCBB" w14:textId="77777777" w:rsidR="00164FF5" w:rsidRDefault="00861641">
            <w:pPr>
              <w:spacing w:after="0" w:line="240" w:lineRule="auto"/>
              <w:jc w:val="center"/>
            </w:pPr>
            <w:r>
              <w:rPr>
                <w:b/>
                <w:bCs/>
                <w:sz w:val="18"/>
                <w:szCs w:val="18"/>
              </w:rPr>
              <w:t>Date on which the picture was taken</w:t>
            </w:r>
          </w:p>
        </w:tc>
        <w:tc>
          <w:tcPr>
            <w:tcW w:w="1750" w:type="dxa"/>
          </w:tcPr>
          <w:p w14:paraId="0922EE4A" w14:textId="77777777" w:rsidR="00164FF5" w:rsidRDefault="00861641">
            <w:pPr>
              <w:spacing w:after="0" w:line="240" w:lineRule="auto"/>
              <w:jc w:val="center"/>
            </w:pPr>
            <w:r>
              <w:rPr>
                <w:b/>
                <w:bCs/>
                <w:sz w:val="18"/>
                <w:szCs w:val="18"/>
              </w:rPr>
              <w:t>Caption</w:t>
            </w:r>
          </w:p>
        </w:tc>
      </w:tr>
      <w:tr w:rsidR="00164FF5" w14:paraId="081562EF" w14:textId="77777777" w:rsidTr="00164FF5">
        <w:trPr>
          <w:trHeight w:val="200"/>
        </w:trPr>
        <w:tc>
          <w:tcPr>
            <w:tcW w:w="1750" w:type="dxa"/>
          </w:tcPr>
          <w:p w14:paraId="0364F505" w14:textId="77777777" w:rsidR="00164FF5" w:rsidRDefault="00861641">
            <w:r>
              <w:rPr>
                <w:rStyle w:val="styleSubformtxt"/>
              </w:rPr>
              <w:t>files/41612121/pictures/lake-pinaroo-ramsar-site-128058[2].jpg</w:t>
            </w:r>
          </w:p>
        </w:tc>
        <w:tc>
          <w:tcPr>
            <w:tcW w:w="1750" w:type="dxa"/>
          </w:tcPr>
          <w:p w14:paraId="531871F8" w14:textId="77777777" w:rsidR="00164FF5" w:rsidRDefault="00861641">
            <w:r>
              <w:rPr>
                <w:rStyle w:val="styleSubformtxt"/>
              </w:rPr>
              <w:t>Jen Spencer/OEH</w:t>
            </w:r>
          </w:p>
        </w:tc>
        <w:tc>
          <w:tcPr>
            <w:tcW w:w="1750" w:type="dxa"/>
          </w:tcPr>
          <w:p w14:paraId="6BD916ED" w14:textId="77777777" w:rsidR="00164FF5" w:rsidRDefault="00861641">
            <w:r>
              <w:rPr>
                <w:rStyle w:val="styleSubformtxt"/>
              </w:rPr>
              <w:t>24-10-2016</w:t>
            </w:r>
          </w:p>
        </w:tc>
        <w:tc>
          <w:tcPr>
            <w:tcW w:w="1750" w:type="dxa"/>
          </w:tcPr>
          <w:p w14:paraId="02516827" w14:textId="77777777" w:rsidR="00164FF5" w:rsidRDefault="00861641">
            <w:r>
              <w:rPr>
                <w:rStyle w:val="styleSubformtxt"/>
              </w:rPr>
              <w:t>Sturts tree walk, Lake Pinaroo, Sturt National Park</w:t>
            </w:r>
          </w:p>
        </w:tc>
      </w:tr>
      <w:tr w:rsidR="00164FF5" w14:paraId="6DEDFE21" w14:textId="77777777" w:rsidTr="00164FF5">
        <w:trPr>
          <w:trHeight w:val="200"/>
        </w:trPr>
        <w:tc>
          <w:tcPr>
            <w:tcW w:w="1750" w:type="dxa"/>
          </w:tcPr>
          <w:p w14:paraId="3781183C" w14:textId="77777777" w:rsidR="00164FF5" w:rsidRDefault="00164FF5"/>
        </w:tc>
        <w:tc>
          <w:tcPr>
            <w:tcW w:w="1750" w:type="dxa"/>
          </w:tcPr>
          <w:p w14:paraId="6E8B831C" w14:textId="77777777" w:rsidR="00164FF5" w:rsidRDefault="00164FF5"/>
        </w:tc>
        <w:tc>
          <w:tcPr>
            <w:tcW w:w="1750" w:type="dxa"/>
          </w:tcPr>
          <w:p w14:paraId="7931CB78" w14:textId="77777777" w:rsidR="00164FF5" w:rsidRDefault="00164FF5"/>
        </w:tc>
        <w:tc>
          <w:tcPr>
            <w:tcW w:w="1750" w:type="dxa"/>
          </w:tcPr>
          <w:p w14:paraId="0657B601" w14:textId="77777777" w:rsidR="00164FF5" w:rsidRDefault="00164FF5"/>
        </w:tc>
      </w:tr>
    </w:tbl>
    <w:p w14:paraId="5E3B39EA" w14:textId="77777777" w:rsidR="00164FF5" w:rsidRDefault="00164FF5"/>
    <w:p w14:paraId="21299EA6" w14:textId="77777777" w:rsidR="00164FF5" w:rsidRDefault="00861641">
      <w:pPr>
        <w:spacing w:after="0" w:line="240" w:lineRule="auto"/>
        <w:ind w:left="216"/>
      </w:pPr>
      <w:r>
        <w:rPr>
          <w:rStyle w:val="styleC3"/>
        </w:rPr>
        <w:tab/>
      </w:r>
      <w:r>
        <w:rPr>
          <w:rStyle w:val="styleRad"/>
        </w:rPr>
        <w:t xml:space="preserve"> [x] </w:t>
      </w:r>
      <w:r>
        <w:rPr>
          <w:rStyle w:val="styleC3"/>
        </w:rPr>
        <w:t xml:space="preserve"> I certify that I am the photographer, the valid holder of rights over the photograph(s), or an authorized representative of the organization which is the valid holder of rights over the photograph(s), and I hereby assign an irrevocable, perpetual and royalty-free right to use, reproduce, edit, display, transmit, prepare derivative works of, modify, publish, affix logos to, and otherwise make use of the submitted photograph(s) in any way, to the Ramsar Convention Secretariat, its affiliates and partners, for non-commercial purposes in conjunction with the mission of the Ramsar Convention.  This use includes, but is not limited to, internal and external publication and materials, presentation on the websites of the Ramsar Convention or any affiliated body, and any and all other communication channels with copyright attributed to the holder in all published forms. The full accuracy of all data submitted rests with the submitter, or organization submitting the photograph(s).  In submitting, I hereby agree to the aforementioned terms, personally or on behalf of the organization of which I am an authorized official, certifying that the Ramsar Convention Secretariat, its affiliates and partners are explicitly held harmless for any and all costs, expenses, or damages arising from use of the submitted photograph(s) and any additional information provided.</w:t>
      </w:r>
    </w:p>
    <w:p w14:paraId="54B81B92" w14:textId="77777777" w:rsidR="00164FF5" w:rsidRDefault="00164FF5"/>
    <w:p w14:paraId="3606A501" w14:textId="77777777" w:rsidR="00164FF5" w:rsidRDefault="00861641">
      <w:pPr>
        <w:pStyle w:val="pstyleSection"/>
      </w:pPr>
      <w:r>
        <w:rPr>
          <w:rStyle w:val="styleL2"/>
        </w:rPr>
        <w:t>6.1.4 Designation letter and related data</w:t>
      </w:r>
    </w:p>
    <w:p w14:paraId="37F4DF98" w14:textId="77777777" w:rsidR="00164FF5" w:rsidRDefault="00861641">
      <w:pPr>
        <w:pStyle w:val="pstyleLabels"/>
      </w:pPr>
      <w:r>
        <w:rPr>
          <w:rStyle w:val="styleC3"/>
        </w:rPr>
        <w:t>Designation letter</w:t>
      </w:r>
      <w:r>
        <w:rPr>
          <w:vertAlign w:val="superscript"/>
        </w:rPr>
        <w:t>*</w:t>
      </w:r>
    </w:p>
    <w:p w14:paraId="4832A7F4" w14:textId="77777777" w:rsidR="00164FF5" w:rsidRDefault="00861641">
      <w:pPr>
        <w:pStyle w:val="pstyleTitleFirst"/>
      </w:pPr>
      <w:r>
        <w:rPr>
          <w:rStyle w:val="styleC3online"/>
        </w:rPr>
        <w:t>-UPLOAD via online form-</w:t>
      </w:r>
    </w:p>
    <w:p w14:paraId="5A621E65" w14:textId="77777777" w:rsidR="00164FF5" w:rsidRDefault="00861641">
      <w:pPr>
        <w:pStyle w:val="pstyleComments"/>
      </w:pPr>
      <w:r>
        <w:rPr>
          <w:rStyle w:val="styleC3comment"/>
        </w:rPr>
        <w:t xml:space="preserve">Please upload a letter of designation from the Ramsar Administrative Authority. This letter must clearly state that the wetland is being designated for inclusion in the Ramsar List and specify the formal date of designation wished. The letter can be uploaded in two formats: Word document (doc); pdf Strategic Framework: 408. The RIS for a newly designated Site (or an update to the RIS for a previously designated site) must be officially transmitted to the Secretariat by the Ramsar Administrative Authority (AA) of the Contracting Party concerned, with a letter clearly stating that the wetland is being designated for inclusion in the Ramsar List and specifying the formal date of designation if wished.   413. The date of designation of a Ramsar Site is that indicated or requested by the Ramsar Administrative Authority (AA). The designation date required should be indicated in the designation letter from the AA to the Secretariat that accompanies the RIS.   414. If no designation date is indicated to the Secretariat, the Secretariat assigns the date of the designation letter from the Administrative Authority as the designation date of the site.   415. If, following the receipt and review of the RIS by the Secretariat (see below), a significant time-period elapses before any problems with the RIS content are resolved with the Administrative Authority, the Secretariat may propose that, with the agreement of the AA, the date of designation is that on which the RIS is finalised.  </w:t>
      </w:r>
    </w:p>
    <w:p w14:paraId="0134F1F8" w14:textId="77777777" w:rsidR="00164FF5" w:rsidRDefault="00861641">
      <w:pPr>
        <w:pStyle w:val="pstyleLabels"/>
      </w:pPr>
      <w:r>
        <w:rPr>
          <w:rStyle w:val="styleC3"/>
        </w:rPr>
        <w:t>Transboundary Designation letter</w:t>
      </w:r>
    </w:p>
    <w:p w14:paraId="6733726F" w14:textId="77777777" w:rsidR="00164FF5" w:rsidRDefault="00861641">
      <w:pPr>
        <w:pStyle w:val="pstyleTitleFirst"/>
      </w:pPr>
      <w:r>
        <w:rPr>
          <w:rStyle w:val="styleC3online"/>
        </w:rPr>
        <w:t>-UPLOAD via online form-</w:t>
      </w:r>
    </w:p>
    <w:p w14:paraId="3BBA0722" w14:textId="77777777" w:rsidR="00164FF5" w:rsidRDefault="00861641">
      <w:pPr>
        <w:pStyle w:val="pstyleLabels"/>
      </w:pPr>
      <w:r>
        <w:rPr>
          <w:rStyle w:val="styleC3"/>
        </w:rPr>
        <w:t>Date of Designation</w:t>
      </w:r>
    </w:p>
    <w:tbl>
      <w:tblPr>
        <w:tblStyle w:val="myFieldTableStyle2"/>
        <w:tblW w:w="0" w:type="auto"/>
        <w:tblInd w:w="-8" w:type="dxa"/>
        <w:tblLook w:val="04A0" w:firstRow="1" w:lastRow="0" w:firstColumn="1" w:lastColumn="0" w:noHBand="0" w:noVBand="1"/>
      </w:tblPr>
      <w:tblGrid>
        <w:gridCol w:w="195"/>
        <w:gridCol w:w="8832"/>
      </w:tblGrid>
      <w:tr w:rsidR="00164FF5" w14:paraId="7C7CACE8"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AB07D7D" w14:textId="77777777" w:rsidR="00164FF5" w:rsidRDefault="00164FF5">
            <w:pPr>
              <w:spacing w:after="0" w:line="240" w:lineRule="auto"/>
              <w:ind w:left="216"/>
            </w:pPr>
          </w:p>
        </w:tc>
        <w:tc>
          <w:tcPr>
            <w:tcW w:w="9500" w:type="dxa"/>
          </w:tcPr>
          <w:p w14:paraId="0FCB11F5" w14:textId="77777777" w:rsidR="00164FF5" w:rsidRDefault="00861641">
            <w:pPr>
              <w:spacing w:before="5" w:after="2" w:line="240" w:lineRule="auto"/>
              <w:ind w:left="72"/>
            </w:pPr>
            <w:r>
              <w:rPr>
                <w:rStyle w:val="styleDatatxt"/>
              </w:rPr>
              <w:t>1996-03-17</w:t>
            </w:r>
          </w:p>
        </w:tc>
      </w:tr>
    </w:tbl>
    <w:p w14:paraId="5602365E" w14:textId="77777777" w:rsidR="00164FF5" w:rsidRDefault="00861641">
      <w:pPr>
        <w:pStyle w:val="pstyleLabels"/>
      </w:pPr>
      <w:r>
        <w:rPr>
          <w:rStyle w:val="styleC3"/>
        </w:rPr>
        <w:t>Number of certificates wished</w:t>
      </w:r>
      <w:r>
        <w:rPr>
          <w:rStyle w:val="styleHint1txt"/>
        </w:rPr>
        <w:t xml:space="preserve"> (The online RIS only accepts numeric values) </w:t>
      </w:r>
    </w:p>
    <w:tbl>
      <w:tblPr>
        <w:tblStyle w:val="myFieldTableStyle2"/>
        <w:tblW w:w="0" w:type="auto"/>
        <w:tblInd w:w="-8" w:type="dxa"/>
        <w:tblLook w:val="04A0" w:firstRow="1" w:lastRow="0" w:firstColumn="1" w:lastColumn="0" w:noHBand="0" w:noVBand="1"/>
      </w:tblPr>
      <w:tblGrid>
        <w:gridCol w:w="196"/>
        <w:gridCol w:w="8831"/>
      </w:tblGrid>
      <w:tr w:rsidR="00164FF5" w14:paraId="7F8F12A5" w14:textId="77777777" w:rsidTr="00164FF5">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DEC982E" w14:textId="77777777" w:rsidR="00164FF5" w:rsidRDefault="00164FF5">
            <w:pPr>
              <w:spacing w:after="0" w:line="240" w:lineRule="auto"/>
              <w:ind w:left="216"/>
            </w:pPr>
          </w:p>
        </w:tc>
        <w:tc>
          <w:tcPr>
            <w:tcW w:w="9500" w:type="dxa"/>
          </w:tcPr>
          <w:p w14:paraId="6896E2FE" w14:textId="77777777" w:rsidR="00164FF5" w:rsidRDefault="00861641">
            <w:pPr>
              <w:spacing w:before="5" w:after="2" w:line="240" w:lineRule="auto"/>
              <w:ind w:left="72"/>
            </w:pPr>
            <w:r>
              <w:rPr>
                <w:rStyle w:val="styleDatatxt"/>
              </w:rPr>
              <w:t>0</w:t>
            </w:r>
          </w:p>
        </w:tc>
      </w:tr>
    </w:tbl>
    <w:p w14:paraId="2ECB451F" w14:textId="25AE2807" w:rsidR="00591386" w:rsidRDefault="00591386"/>
    <w:p w14:paraId="2542555C" w14:textId="7CD16277" w:rsidR="0026411E" w:rsidRDefault="0026411E"/>
    <w:p w14:paraId="78F16833" w14:textId="77777777" w:rsidR="0026411E" w:rsidRDefault="0026411E"/>
    <w:sectPr w:rsidR="0026411E">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2D7D2" w14:textId="77777777" w:rsidR="00591386" w:rsidRDefault="00861641">
      <w:pPr>
        <w:spacing w:after="0" w:line="240" w:lineRule="auto"/>
      </w:pPr>
      <w:r>
        <w:separator/>
      </w:r>
    </w:p>
  </w:endnote>
  <w:endnote w:type="continuationSeparator" w:id="0">
    <w:p w14:paraId="1C120ED7" w14:textId="77777777" w:rsidR="00591386" w:rsidRDefault="00861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BF2D3" w14:textId="77777777" w:rsidR="00D80015" w:rsidRDefault="00D800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B2469" w14:textId="77777777" w:rsidR="00164FF5" w:rsidRDefault="00861641">
    <w:pPr>
      <w:pStyle w:val="pstyleHeader"/>
    </w:pPr>
    <w:r>
      <w:rPr>
        <w:rStyle w:val="styleHeadertxt"/>
      </w:rPr>
      <w:t xml:space="preserve">Page </w:t>
    </w:r>
    <w:r>
      <w:fldChar w:fldCharType="begin"/>
    </w:r>
    <w:r>
      <w:rPr>
        <w:rStyle w:val="styleHeadertxt"/>
      </w:rPr>
      <w:instrText>PAGE</w:instrText>
    </w:r>
    <w:r>
      <w:fldChar w:fldCharType="separate"/>
    </w:r>
    <w:r w:rsidR="00D80015">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D80015">
      <w:rPr>
        <w:rStyle w:val="styleHeadertxt"/>
        <w:noProof/>
      </w:rPr>
      <w:t>49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FDC31" w14:textId="77777777" w:rsidR="00D80015" w:rsidRDefault="00D800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6CAA6" w14:textId="77777777" w:rsidR="00591386" w:rsidRDefault="00861641">
      <w:pPr>
        <w:spacing w:after="0" w:line="240" w:lineRule="auto"/>
      </w:pPr>
      <w:r>
        <w:separator/>
      </w:r>
    </w:p>
  </w:footnote>
  <w:footnote w:type="continuationSeparator" w:id="0">
    <w:p w14:paraId="60AD364E" w14:textId="77777777" w:rsidR="00591386" w:rsidRDefault="00861641">
      <w:pPr>
        <w:spacing w:after="0" w:line="240" w:lineRule="auto"/>
      </w:pPr>
      <w:r>
        <w:continuationSeparator/>
      </w:r>
    </w:p>
  </w:footnote>
  <w:footnote w:id="1">
    <w:p w14:paraId="041BF87C" w14:textId="77777777" w:rsidR="00164FF5" w:rsidRDefault="00861641">
      <w:pPr>
        <w:spacing w:after="0" w:line="240" w:lineRule="auto"/>
        <w:ind w:left="216"/>
      </w:pPr>
      <w:r>
        <w:rPr>
          <w:rStyle w:val="FootnoteReference"/>
        </w:rPr>
        <w:footnoteRef/>
      </w:r>
      <w:r>
        <w:t xml:space="preserve"> </w:t>
      </w:r>
      <w:r>
        <w:rPr>
          <w:rStyle w:val="styleFootnotetxt"/>
        </w:rPr>
        <w:t>No change to area | the area has increased | the area has decreased</w:t>
      </w:r>
    </w:p>
  </w:footnote>
  <w:footnote w:id="2">
    <w:p w14:paraId="40185D4D" w14:textId="77777777" w:rsidR="00164FF5" w:rsidRDefault="00861641">
      <w:pPr>
        <w:spacing w:after="0" w:line="240" w:lineRule="auto"/>
        <w:ind w:left="216"/>
      </w:pPr>
      <w:r>
        <w:rPr>
          <w:rStyle w:val="FootnoteReference"/>
        </w:rPr>
        <w:footnoteRef/>
      </w:r>
      <w:r>
        <w:t xml:space="preserve"> </w:t>
      </w:r>
      <w:r>
        <w:rPr>
          <w:rStyle w:val="styleFootnotetxt"/>
        </w:rPr>
        <w:t>Not evaluated | No | Uncertain | Yes -likely- | Yes -actual-</w:t>
      </w:r>
    </w:p>
  </w:footnote>
  <w:footnote w:id="3">
    <w:p w14:paraId="01C02BEB" w14:textId="77777777" w:rsidR="00164FF5" w:rsidRDefault="00861641">
      <w:r>
        <w:rPr>
          <w:rStyle w:val="FootnoteReference"/>
        </w:rPr>
        <w:footnoteRef/>
      </w:r>
      <w:r>
        <w:t xml:space="preserve"> </w:t>
      </w:r>
    </w:p>
  </w:footnote>
  <w:footnote w:id="4">
    <w:p w14:paraId="44617AC9" w14:textId="77777777" w:rsidR="00164FF5" w:rsidRDefault="00861641">
      <w:r>
        <w:rPr>
          <w:rStyle w:val="FootnoteReference"/>
        </w:rPr>
        <w:footnoteRef/>
      </w:r>
      <w:r>
        <w:t xml:space="preserve"> </w:t>
      </w:r>
      <w:r>
        <w:rPr>
          <w:rStyle w:val="styleFootnotetxt"/>
        </w:rPr>
        <w:t>Percentage of the total biogeographic population at the site. These fields are only compulsory to justify criteria 6 &amp; 9</w:t>
      </w:r>
    </w:p>
  </w:footnote>
  <w:footnote w:id="5">
    <w:p w14:paraId="6AB05580" w14:textId="77777777" w:rsidR="00164FF5" w:rsidRDefault="00861641">
      <w:r>
        <w:rPr>
          <w:rStyle w:val="FootnoteReference"/>
        </w:rPr>
        <w:footnoteRef/>
      </w:r>
      <w:r>
        <w:t xml:space="preserve"> </w:t>
      </w:r>
    </w:p>
  </w:footnote>
  <w:footnote w:id="6">
    <w:p w14:paraId="09CCF03C" w14:textId="77777777" w:rsidR="00164FF5" w:rsidRDefault="00861641">
      <w:pPr>
        <w:spacing w:after="0" w:line="240" w:lineRule="auto"/>
        <w:ind w:left="216"/>
      </w:pPr>
      <w:r>
        <w:rPr>
          <w:rStyle w:val="FootnoteReference"/>
        </w:rPr>
        <w:footnoteRef/>
      </w:r>
      <w:r>
        <w:t xml:space="preserve"> </w:t>
      </w:r>
      <w:r>
        <w:rPr>
          <w:rStyle w:val="styleFootnotetxt"/>
        </w:rPr>
        <w:t>No | Yes | In preparation</w:t>
      </w:r>
    </w:p>
  </w:footnote>
  <w:footnote w:id="7">
    <w:p w14:paraId="1628F462" w14:textId="77777777" w:rsidR="00164FF5" w:rsidRDefault="00861641">
      <w:pPr>
        <w:spacing w:after="0" w:line="240" w:lineRule="auto"/>
        <w:ind w:left="216"/>
      </w:pPr>
      <w:r>
        <w:rPr>
          <w:rStyle w:val="FootnoteReference"/>
        </w:rPr>
        <w:footnoteRef/>
      </w:r>
      <w:r>
        <w:t xml:space="preserve"> </w:t>
      </w:r>
      <w:r>
        <w:rPr>
          <w:rStyle w:val="styleFootnotetxt"/>
        </w:rPr>
        <w:t>All of Ramsar Site | Part of Ramsar Site</w:t>
      </w:r>
    </w:p>
  </w:footnote>
  <w:footnote w:id="8">
    <w:p w14:paraId="3C340B20" w14:textId="77777777" w:rsidR="00164FF5" w:rsidRDefault="00861641">
      <w:pPr>
        <w:spacing w:after="0" w:line="240" w:lineRule="auto"/>
        <w:ind w:left="216"/>
      </w:pPr>
      <w:r>
        <w:rPr>
          <w:rStyle w:val="FootnoteReference"/>
        </w:rPr>
        <w:footnoteRef/>
      </w:r>
      <w:r>
        <w:t xml:space="preserve"> </w:t>
      </w:r>
      <w:r>
        <w:rPr>
          <w:rStyle w:val="styleFootnotetxt"/>
        </w:rPr>
        <w:t>No need identified | No; the site has already been restored | No; but restoration is needed | No; but a plan is being prepared | Yes; there is a plan</w:t>
      </w:r>
    </w:p>
  </w:footnote>
  <w:footnote w:id="9">
    <w:p w14:paraId="339B94F4" w14:textId="77777777" w:rsidR="00164FF5" w:rsidRDefault="00861641">
      <w:pPr>
        <w:spacing w:after="0" w:line="240" w:lineRule="auto"/>
        <w:ind w:left="216"/>
      </w:pPr>
      <w:r>
        <w:rPr>
          <w:rStyle w:val="FootnoteReference"/>
        </w:rPr>
        <w:footnoteRef/>
      </w:r>
      <w:r>
        <w:t xml:space="preserve"> </w:t>
      </w:r>
      <w:r>
        <w:rPr>
          <w:rStyle w:val="styleFootnotetxt"/>
        </w:rPr>
        <w:t>All of Ramsar Site | Part of Ramsar 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985A1" w14:textId="77777777" w:rsidR="00D80015" w:rsidRDefault="00D800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 w:type="dxa"/>
      <w:tblCellMar>
        <w:left w:w="10" w:type="dxa"/>
        <w:right w:w="10" w:type="dxa"/>
      </w:tblCellMar>
      <w:tblLook w:val="0000" w:firstRow="0" w:lastRow="0" w:firstColumn="0" w:lastColumn="0" w:noHBand="0" w:noVBand="0"/>
    </w:tblPr>
    <w:tblGrid>
      <w:gridCol w:w="9015"/>
    </w:tblGrid>
    <w:tr w:rsidR="00164FF5" w14:paraId="068D4279" w14:textId="77777777">
      <w:tc>
        <w:tcPr>
          <w:tcW w:w="10000" w:type="dxa"/>
        </w:tcPr>
        <w:p w14:paraId="79B09691" w14:textId="77777777" w:rsidR="00164FF5" w:rsidRDefault="00861641">
          <w:pPr>
            <w:pStyle w:val="pstyleHeader"/>
          </w:pPr>
          <w:r>
            <w:rPr>
              <w:rStyle w:val="styleHeadertxt"/>
            </w:rPr>
            <w:t>Ramsar Site 799. Lake Pinaroo - Australia</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821FE" w14:textId="77777777" w:rsidR="00D80015" w:rsidRDefault="00D800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FF5"/>
    <w:rsid w:val="00164FF5"/>
    <w:rsid w:val="00235C88"/>
    <w:rsid w:val="0026411E"/>
    <w:rsid w:val="005179E0"/>
    <w:rsid w:val="00591386"/>
    <w:rsid w:val="00861641"/>
    <w:rsid w:val="00D80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49019"/>
  <w15:docId w15:val="{06197993-4998-4D53-9132-1215A54B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styleCountryFirst">
    <w:name w:val="styleCountryFirst"/>
    <w:rPr>
      <w:rFonts w:ascii="Arial" w:eastAsia="Arial" w:hAnsi="Arial" w:cs="Arial"/>
      <w:b/>
      <w:bCs/>
      <w:color w:val="365F91"/>
      <w:sz w:val="56"/>
      <w:szCs w:val="56"/>
    </w:rPr>
  </w:style>
  <w:style w:type="character" w:customStyle="1" w:styleId="styleTitleFirst">
    <w:name w:val="styleTitleFirst"/>
    <w:rPr>
      <w:rFonts w:ascii="Arial" w:eastAsia="Arial" w:hAnsi="Arial" w:cs="Arial"/>
      <w:b/>
      <w:bCs/>
      <w:color w:val="365F91"/>
      <w:sz w:val="36"/>
      <w:szCs w:val="36"/>
    </w:rPr>
  </w:style>
  <w:style w:type="character" w:customStyle="1" w:styleId="styleL0">
    <w:name w:val="styleL0"/>
    <w:rPr>
      <w:rFonts w:ascii="Arial" w:eastAsia="Arial" w:hAnsi="Arial" w:cs="Arial"/>
      <w:b/>
      <w:bCs/>
      <w:color w:val="05348C"/>
      <w:sz w:val="26"/>
      <w:szCs w:val="26"/>
    </w:rPr>
  </w:style>
  <w:style w:type="character" w:customStyle="1" w:styleId="styleL1">
    <w:name w:val="styleL1"/>
    <w:rPr>
      <w:rFonts w:ascii="Arial" w:eastAsia="Arial" w:hAnsi="Arial" w:cs="Arial"/>
      <w:b/>
      <w:bCs/>
      <w:color w:val="05348C"/>
      <w:sz w:val="22"/>
      <w:szCs w:val="22"/>
    </w:rPr>
  </w:style>
  <w:style w:type="character" w:customStyle="1" w:styleId="styleL2">
    <w:name w:val="styleL2"/>
    <w:rPr>
      <w:rFonts w:ascii="Arial" w:eastAsia="Arial" w:hAnsi="Arial" w:cs="Arial"/>
      <w:b/>
      <w:bCs/>
      <w:color w:val="355A9F"/>
      <w:sz w:val="20"/>
      <w:szCs w:val="20"/>
    </w:rPr>
  </w:style>
  <w:style w:type="character" w:customStyle="1" w:styleId="styleC3">
    <w:name w:val="styleC3"/>
    <w:rPr>
      <w:rFonts w:ascii="Arial" w:eastAsia="Arial" w:hAnsi="Arial" w:cs="Arial"/>
      <w:color w:val="355A9F"/>
      <w:sz w:val="18"/>
      <w:szCs w:val="18"/>
    </w:rPr>
  </w:style>
  <w:style w:type="character" w:customStyle="1" w:styleId="styleC3update">
    <w:name w:val="styleC3update"/>
    <w:rPr>
      <w:rFonts w:ascii="Arial" w:eastAsia="Arial" w:hAnsi="Arial" w:cs="Arial"/>
      <w:color w:val="355A9F"/>
      <w:sz w:val="18"/>
      <w:szCs w:val="18"/>
      <w:shd w:val="clear" w:color="auto" w:fill="F0FAFA"/>
    </w:rPr>
  </w:style>
  <w:style w:type="character" w:customStyle="1" w:styleId="styleC3ecd">
    <w:name w:val="styleC3ecd"/>
    <w:rPr>
      <w:rFonts w:ascii="Arial" w:eastAsia="Arial" w:hAnsi="Arial" w:cs="Arial"/>
      <w:color w:val="355A9F"/>
      <w:sz w:val="18"/>
      <w:szCs w:val="18"/>
      <w:shd w:val="clear" w:color="auto" w:fill="F8E0F7"/>
    </w:rPr>
  </w:style>
  <w:style w:type="character" w:customStyle="1" w:styleId="styleRad">
    <w:name w:val="styleRad"/>
    <w:rPr>
      <w:rFonts w:ascii="Arial" w:eastAsia="Arial" w:hAnsi="Arial" w:cs="Arial"/>
      <w:color w:val="355A9F"/>
      <w:sz w:val="18"/>
      <w:szCs w:val="18"/>
      <w:shd w:val="clear" w:color="auto" w:fill="FBF7C6"/>
    </w:rPr>
  </w:style>
  <w:style w:type="character" w:customStyle="1" w:styleId="styleC3comment">
    <w:name w:val="styleC3_comment"/>
    <w:rPr>
      <w:rFonts w:ascii="Arial" w:eastAsia="Arial" w:hAnsi="Arial" w:cs="Arial"/>
      <w:i/>
      <w:iCs/>
      <w:color w:val="355A9F"/>
      <w:sz w:val="18"/>
      <w:szCs w:val="18"/>
    </w:rPr>
  </w:style>
  <w:style w:type="character" w:customStyle="1" w:styleId="styleDatatxt">
    <w:name w:val="styleData_txt"/>
    <w:rPr>
      <w:rFonts w:ascii="Arial" w:eastAsia="Arial" w:hAnsi="Arial" w:cs="Arial"/>
      <w:color w:val="000000"/>
      <w:sz w:val="18"/>
      <w:szCs w:val="18"/>
    </w:rPr>
  </w:style>
  <w:style w:type="character" w:customStyle="1" w:styleId="styleC3online">
    <w:name w:val="styleC3_online"/>
    <w:rPr>
      <w:rFonts w:ascii="Arial" w:eastAsia="Arial" w:hAnsi="Arial" w:cs="Arial"/>
      <w:b/>
      <w:bCs/>
      <w:color w:val="355A9F"/>
      <w:sz w:val="18"/>
      <w:szCs w:val="18"/>
    </w:rPr>
  </w:style>
  <w:style w:type="character" w:customStyle="1" w:styleId="stylewingdings">
    <w:name w:val="style_wingdings"/>
    <w:rPr>
      <w:rFonts w:ascii="Wingdings" w:eastAsia="Wingdings" w:hAnsi="Wingdings" w:cs="Wingdings"/>
      <w:b/>
      <w:bCs/>
      <w:color w:val="355A9F"/>
      <w:sz w:val="20"/>
      <w:szCs w:val="20"/>
    </w:rPr>
  </w:style>
  <w:style w:type="character" w:customStyle="1" w:styleId="stylewingdingssp">
    <w:name w:val="style_wingdings_sp"/>
    <w:rPr>
      <w:rFonts w:ascii="Wingdings" w:eastAsia="Wingdings" w:hAnsi="Wingdings" w:cs="Wingdings"/>
      <w:color w:val="000000"/>
      <w:sz w:val="20"/>
      <w:szCs w:val="20"/>
    </w:rPr>
  </w:style>
  <w:style w:type="character" w:customStyle="1" w:styleId="styleHeadertxt">
    <w:name w:val="styleHeader_txt"/>
    <w:rPr>
      <w:rFonts w:ascii="Arial" w:eastAsia="Arial" w:hAnsi="Arial" w:cs="Arial"/>
      <w:sz w:val="18"/>
      <w:szCs w:val="18"/>
    </w:rPr>
  </w:style>
  <w:style w:type="character" w:customStyle="1" w:styleId="styleLink">
    <w:name w:val="styleLink"/>
    <w:rPr>
      <w:rFonts w:ascii="Arial" w:eastAsia="Arial" w:hAnsi="Arial" w:cs="Arial"/>
      <w:color w:val="0000FF"/>
      <w:sz w:val="18"/>
      <w:szCs w:val="18"/>
    </w:rPr>
  </w:style>
  <w:style w:type="character" w:customStyle="1" w:styleId="styleFootnotetxt">
    <w:name w:val="styleFootnote_txt"/>
    <w:rPr>
      <w:rFonts w:ascii="Arial" w:eastAsia="Arial" w:hAnsi="Arial" w:cs="Arial"/>
      <w:color w:val="000000"/>
      <w:sz w:val="16"/>
      <w:szCs w:val="16"/>
    </w:rPr>
  </w:style>
  <w:style w:type="character" w:customStyle="1" w:styleId="styleSubformTitletxt">
    <w:name w:val="styleSubformTitle_txt"/>
    <w:rPr>
      <w:rFonts w:ascii="Arial" w:eastAsia="Arial" w:hAnsi="Arial" w:cs="Arial"/>
      <w:b/>
      <w:bCs/>
      <w:color w:val="000000"/>
      <w:sz w:val="18"/>
      <w:szCs w:val="18"/>
    </w:rPr>
  </w:style>
  <w:style w:type="character" w:customStyle="1" w:styleId="styleSubformtxt">
    <w:name w:val="styleSubform_txt"/>
    <w:rPr>
      <w:rFonts w:ascii="Arial" w:eastAsia="Arial" w:hAnsi="Arial" w:cs="Arial"/>
      <w:color w:val="000000"/>
      <w:sz w:val="18"/>
      <w:szCs w:val="18"/>
    </w:rPr>
  </w:style>
  <w:style w:type="character" w:customStyle="1" w:styleId="styleSubformtxtUP">
    <w:name w:val="styleSubform_txtUP"/>
    <w:rPr>
      <w:rFonts w:ascii="Arial" w:eastAsia="Arial" w:hAnsi="Arial" w:cs="Arial"/>
      <w:caps/>
      <w:color w:val="000000"/>
      <w:sz w:val="14"/>
      <w:szCs w:val="14"/>
    </w:rPr>
  </w:style>
  <w:style w:type="character" w:customStyle="1" w:styleId="styleSubformtxtIblue">
    <w:name w:val="styleSubform_txtIblue"/>
    <w:rPr>
      <w:rFonts w:ascii="Arial" w:eastAsia="Arial" w:hAnsi="Arial" w:cs="Arial"/>
      <w:i/>
      <w:iCs/>
      <w:color w:val="05348C"/>
      <w:sz w:val="18"/>
      <w:szCs w:val="18"/>
    </w:rPr>
  </w:style>
  <w:style w:type="character" w:customStyle="1" w:styleId="styleSubformtxtIblue700">
    <w:name w:val="styleSubform_txtIblue700"/>
    <w:rPr>
      <w:rFonts w:ascii="Arial" w:eastAsia="Arial" w:hAnsi="Arial" w:cs="Arial"/>
      <w:i/>
      <w:iCs/>
      <w:color w:val="05348C"/>
      <w:sz w:val="14"/>
      <w:szCs w:val="14"/>
    </w:rPr>
  </w:style>
  <w:style w:type="character" w:customStyle="1" w:styleId="styleSubformtxtsp">
    <w:name w:val="styleSubform_txt_sp"/>
    <w:rPr>
      <w:rFonts w:ascii="Arial" w:eastAsia="Arial" w:hAnsi="Arial" w:cs="Arial"/>
      <w:color w:val="000000"/>
      <w:sz w:val="14"/>
      <w:szCs w:val="14"/>
    </w:rPr>
  </w:style>
  <w:style w:type="character" w:customStyle="1" w:styleId="almostEmpty">
    <w:name w:val="almostEmpty"/>
    <w:rPr>
      <w:rFonts w:ascii="Arial" w:eastAsia="Arial" w:hAnsi="Arial" w:cs="Arial"/>
      <w:color w:val="FFFFFF"/>
      <w:sz w:val="2"/>
      <w:szCs w:val="2"/>
    </w:rPr>
  </w:style>
  <w:style w:type="character" w:customStyle="1" w:styleId="styleHint1txt">
    <w:name w:val="styleHint1_txt"/>
    <w:rPr>
      <w:rFonts w:ascii="Arial" w:eastAsia="Arial" w:hAnsi="Arial" w:cs="Arial"/>
      <w:i/>
      <w:iCs/>
      <w:color w:val="000000"/>
      <w:sz w:val="16"/>
      <w:szCs w:val="16"/>
    </w:rPr>
  </w:style>
  <w:style w:type="character" w:customStyle="1" w:styleId="styleBracket">
    <w:name w:val="styleBracket"/>
    <w:rPr>
      <w:rFonts w:ascii="Arial" w:eastAsia="Arial" w:hAnsi="Arial" w:cs="Arial"/>
      <w:sz w:val="14"/>
      <w:szCs w:val="14"/>
    </w:rPr>
  </w:style>
  <w:style w:type="character" w:customStyle="1" w:styleId="firstTxt0">
    <w:name w:val="firstTxt0"/>
    <w:rPr>
      <w:rFonts w:ascii="Arial" w:eastAsia="Arial" w:hAnsi="Arial" w:cs="Arial"/>
      <w:b/>
      <w:bCs/>
      <w:color w:val="365F91"/>
      <w:sz w:val="28"/>
      <w:szCs w:val="28"/>
    </w:rPr>
  </w:style>
  <w:style w:type="character" w:customStyle="1" w:styleId="firstTxt1">
    <w:name w:val="firstTxt1"/>
    <w:rPr>
      <w:rFonts w:ascii="Arial" w:eastAsia="Arial" w:hAnsi="Arial" w:cs="Arial"/>
      <w:color w:val="000000"/>
      <w:sz w:val="20"/>
      <w:szCs w:val="20"/>
    </w:rPr>
  </w:style>
  <w:style w:type="character" w:customStyle="1" w:styleId="TxtCommentHd">
    <w:name w:val="TxtCommentHd"/>
    <w:rPr>
      <w:rFonts w:ascii="Arial" w:eastAsia="Arial" w:hAnsi="Arial" w:cs="Arial"/>
      <w:b/>
      <w:bCs/>
      <w:color w:val="FFFFFF"/>
      <w:sz w:val="18"/>
      <w:szCs w:val="18"/>
    </w:rPr>
  </w:style>
  <w:style w:type="character" w:customStyle="1" w:styleId="TxtComment">
    <w:name w:val="TxtComment"/>
    <w:rPr>
      <w:rFonts w:ascii="Arial" w:eastAsia="Arial" w:hAnsi="Arial" w:cs="Arial"/>
      <w:color w:val="000000"/>
      <w:sz w:val="16"/>
      <w:szCs w:val="16"/>
    </w:rPr>
  </w:style>
  <w:style w:type="character" w:customStyle="1" w:styleId="styleSubtitle">
    <w:name w:val="styleSubtitle"/>
    <w:rPr>
      <w:rFonts w:ascii="Arial" w:eastAsia="Arial" w:hAnsi="Arial" w:cs="Arial"/>
      <w:b/>
      <w:bCs/>
      <w:color w:val="355A9F"/>
      <w:sz w:val="20"/>
      <w:szCs w:val="20"/>
    </w:rPr>
  </w:style>
  <w:style w:type="paragraph" w:customStyle="1" w:styleId="pStyle">
    <w:name w:val="pStyle"/>
    <w:basedOn w:val="Normal"/>
    <w:pPr>
      <w:spacing w:after="0" w:line="240" w:lineRule="auto"/>
      <w:ind w:left="432"/>
    </w:pPr>
  </w:style>
  <w:style w:type="paragraph" w:customStyle="1" w:styleId="pstyleTitleFirst">
    <w:name w:val="pstyleTitleFirst"/>
    <w:basedOn w:val="Normal"/>
    <w:pPr>
      <w:spacing w:after="100"/>
      <w:jc w:val="center"/>
    </w:pPr>
  </w:style>
  <w:style w:type="paragraph" w:customStyle="1" w:styleId="pstyleRadio">
    <w:name w:val="pstyleRadio"/>
    <w:basedOn w:val="Normal"/>
    <w:pPr>
      <w:spacing w:after="0" w:line="240" w:lineRule="auto"/>
      <w:ind w:left="1080"/>
    </w:pPr>
  </w:style>
  <w:style w:type="paragraph" w:customStyle="1" w:styleId="pstyleRadioTb">
    <w:name w:val="pstyleRadioTb"/>
    <w:basedOn w:val="Normal"/>
    <w:pPr>
      <w:jc w:val="center"/>
    </w:pPr>
  </w:style>
  <w:style w:type="paragraph" w:customStyle="1" w:styleId="pstyleTitleFirst2">
    <w:name w:val="pstyleTitleFirst2"/>
    <w:basedOn w:val="Normal"/>
    <w:pPr>
      <w:spacing w:after="1600"/>
      <w:jc w:val="center"/>
    </w:pPr>
  </w:style>
  <w:style w:type="paragraph" w:customStyle="1" w:styleId="pstyleFirstText0">
    <w:name w:val="pstyleFirstText0"/>
    <w:basedOn w:val="Normal"/>
    <w:pPr>
      <w:spacing w:after="100"/>
      <w:jc w:val="center"/>
    </w:pPr>
  </w:style>
  <w:style w:type="paragraph" w:customStyle="1" w:styleId="pstyleFirstText1">
    <w:name w:val="pstyleFirstText1"/>
    <w:basedOn w:val="Normal"/>
    <w:pPr>
      <w:spacing w:after="3500"/>
      <w:jc w:val="center"/>
    </w:pPr>
  </w:style>
  <w:style w:type="paragraph" w:customStyle="1" w:styleId="pstyleSectionL0">
    <w:name w:val="pstyleSectionL0"/>
    <w:basedOn w:val="Normal"/>
    <w:pPr>
      <w:spacing w:after="0" w:line="240" w:lineRule="auto"/>
    </w:pPr>
  </w:style>
  <w:style w:type="paragraph" w:customStyle="1" w:styleId="pstyleSectionL1">
    <w:name w:val="pstyleSectionL1"/>
    <w:basedOn w:val="Normal"/>
    <w:pPr>
      <w:spacing w:before="5" w:after="0"/>
    </w:pPr>
  </w:style>
  <w:style w:type="paragraph" w:customStyle="1" w:styleId="pstyleSection">
    <w:name w:val="pstyleSection"/>
    <w:basedOn w:val="Normal"/>
    <w:pPr>
      <w:spacing w:before="150" w:after="0"/>
      <w:ind w:left="216"/>
    </w:pPr>
  </w:style>
  <w:style w:type="paragraph" w:customStyle="1" w:styleId="pstyleComments">
    <w:name w:val="pstyleComments"/>
    <w:basedOn w:val="Normal"/>
    <w:pPr>
      <w:spacing w:before="100" w:after="0" w:line="240" w:lineRule="auto"/>
      <w:ind w:left="216"/>
    </w:pPr>
  </w:style>
  <w:style w:type="paragraph" w:customStyle="1" w:styleId="pstyleLabels">
    <w:name w:val="pstyleLabels"/>
    <w:basedOn w:val="Normal"/>
    <w:pPr>
      <w:spacing w:before="80" w:after="20" w:line="244" w:lineRule="auto"/>
      <w:ind w:left="216"/>
    </w:pPr>
  </w:style>
  <w:style w:type="paragraph" w:customStyle="1" w:styleId="pstyleLabelsECD">
    <w:name w:val="pstyleLabelsECD"/>
    <w:basedOn w:val="Normal"/>
    <w:pPr>
      <w:spacing w:before="80" w:after="20" w:line="244" w:lineRule="auto"/>
      <w:ind w:left="864"/>
    </w:pPr>
  </w:style>
  <w:style w:type="paragraph" w:customStyle="1" w:styleId="pstyleContent">
    <w:name w:val="pstyleContent"/>
    <w:basedOn w:val="Normal"/>
    <w:pPr>
      <w:spacing w:after="20" w:line="244" w:lineRule="auto"/>
      <w:ind w:left="216"/>
    </w:pPr>
  </w:style>
  <w:style w:type="paragraph" w:customStyle="1" w:styleId="pstyleSubtitle">
    <w:name w:val="pstyleSubtitle"/>
    <w:basedOn w:val="Normal"/>
    <w:pPr>
      <w:spacing w:before="300" w:after="20" w:line="245" w:lineRule="auto"/>
      <w:ind w:left="216"/>
    </w:pPr>
  </w:style>
  <w:style w:type="paragraph" w:customStyle="1" w:styleId="pstyleFirstBottom">
    <w:name w:val="pstyleFirstBottom"/>
    <w:basedOn w:val="Normal"/>
    <w:pPr>
      <w:spacing w:after="0" w:line="240" w:lineRule="auto"/>
    </w:pPr>
  </w:style>
  <w:style w:type="paragraph" w:customStyle="1" w:styleId="pstyleHeader">
    <w:name w:val="pstyleHeader"/>
    <w:basedOn w:val="Normal"/>
    <w:pPr>
      <w:spacing w:after="50"/>
    </w:pPr>
  </w:style>
  <w:style w:type="table" w:customStyle="1" w:styleId="CommentTable">
    <w:name w:val="Comment_Table"/>
    <w:uiPriority w:val="99"/>
    <w:tblPr>
      <w:tblBorders>
        <w:top w:val="single" w:sz="6" w:space="0" w:color="4BACC6"/>
        <w:left w:val="single" w:sz="6" w:space="0" w:color="4BACC6"/>
        <w:bottom w:val="single" w:sz="6" w:space="0" w:color="4BACC6"/>
        <w:right w:val="single" w:sz="6" w:space="0" w:color="4BACC6"/>
        <w:insideH w:val="single" w:sz="6" w:space="0" w:color="4BACC6"/>
        <w:insideV w:val="single" w:sz="6" w:space="0" w:color="4BACC6"/>
      </w:tblBorders>
      <w:tblCellMar>
        <w:top w:w="40" w:type="dxa"/>
        <w:left w:w="40" w:type="dxa"/>
        <w:bottom w:w="40" w:type="dxa"/>
        <w:right w:w="40" w:type="dxa"/>
      </w:tblCellMar>
    </w:tblPr>
    <w:tblStylePr w:type="firstRow">
      <w:tblPr/>
      <w:tcPr>
        <w:tcBorders>
          <w:bottom w:val="single" w:sz="15" w:space="0" w:color="4BACC6"/>
        </w:tcBorders>
        <w:shd w:val="clear" w:color="auto" w:fill="4BACC6"/>
      </w:tcPr>
    </w:tblStylePr>
  </w:style>
  <w:style w:type="character" w:customStyle="1" w:styleId="myOwnLinkStyle">
    <w:name w:val="myOwnLinkStyle"/>
    <w:rPr>
      <w:b/>
      <w:bCs/>
      <w:color w:val="808000"/>
    </w:rPr>
  </w:style>
  <w:style w:type="paragraph" w:customStyle="1" w:styleId="leftTab">
    <w:name w:val="leftTab"/>
    <w:basedOn w:val="Normal"/>
    <w:pPr>
      <w:tabs>
        <w:tab w:val="left" w:pos="9000"/>
      </w:tabs>
    </w:pPr>
  </w:style>
  <w:style w:type="table" w:customStyle="1" w:styleId="FancyTable">
    <w:name w:val="Fancy Table"/>
    <w:uiPriority w:val="99"/>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tcBorders>
          <w:bottom w:val="single" w:sz="15" w:space="0" w:color="555555"/>
        </w:tcBorders>
        <w:shd w:val="clear" w:color="auto" w:fill="EDEDED"/>
      </w:tcPr>
    </w:tblStylePr>
  </w:style>
  <w:style w:type="table" w:customStyle="1" w:styleId="myTable">
    <w:name w:val="myTable"/>
    <w:uiPriority w:val="99"/>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10" w:type="dxa"/>
        <w:bottom w:w="10" w:type="dxa"/>
        <w:right w:w="10" w:type="dxa"/>
      </w:tblCellMar>
    </w:tblPr>
    <w:tblStylePr w:type="firstRow">
      <w:tblPr/>
      <w:tcPr>
        <w:tcBorders>
          <w:bottom w:val="single" w:sz="14" w:space="0" w:color="000000"/>
        </w:tcBorders>
        <w:shd w:val="clear" w:color="auto" w:fill="FDFFD9"/>
      </w:tcPr>
    </w:tblStylePr>
  </w:style>
  <w:style w:type="table" w:customStyle="1" w:styleId="myFieldTableStyle2">
    <w:name w:val="myFieldTableStyle2"/>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DFFD9"/>
      </w:tcPr>
    </w:tblStylePr>
  </w:style>
  <w:style w:type="table" w:customStyle="1" w:styleId="myFieldTableStyleW">
    <w:name w:val="myFieldTableStyleW"/>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tcBorders>
          <w:bottom w:val="single" w:sz="14" w:space="0" w:color="000000"/>
        </w:tcBorders>
        <w:shd w:val="clear" w:color="auto" w:fill="FFFFFF"/>
      </w:tcPr>
    </w:tblStylePr>
  </w:style>
  <w:style w:type="character" w:customStyle="1" w:styleId="styleAddColorTitle">
    <w:name w:val="styleAddColorTitle"/>
    <w:rPr>
      <w:rFonts w:ascii="Arial" w:eastAsia="Arial" w:hAnsi="Arial" w:cs="Arial"/>
      <w:b/>
      <w:bCs/>
      <w:color w:val="05348C"/>
      <w:sz w:val="26"/>
      <w:szCs w:val="26"/>
    </w:rPr>
  </w:style>
  <w:style w:type="character" w:customStyle="1" w:styleId="styleAddColorTxt">
    <w:name w:val="styleAddColorTxt"/>
    <w:rPr>
      <w:rFonts w:ascii="Arial" w:eastAsia="Arial" w:hAnsi="Arial" w:cs="Arial"/>
      <w:color w:val="05348C"/>
      <w:sz w:val="22"/>
      <w:szCs w:val="22"/>
    </w:rPr>
  </w:style>
  <w:style w:type="character" w:customStyle="1" w:styleId="styleAddColorLBlue">
    <w:name w:val="styleAddColorLBlue"/>
    <w:rPr>
      <w:rFonts w:ascii="Arial" w:eastAsia="Arial" w:hAnsi="Arial" w:cs="Arial"/>
      <w:b/>
      <w:bCs/>
      <w:color w:val="05348C"/>
      <w:sz w:val="22"/>
      <w:szCs w:val="22"/>
      <w:shd w:val="clear" w:color="auto" w:fill="F0FAFA"/>
    </w:rPr>
  </w:style>
  <w:style w:type="character" w:customStyle="1" w:styleId="styleAddColorLPurple">
    <w:name w:val="styleAddColorLPurple"/>
    <w:rPr>
      <w:rFonts w:ascii="Arial" w:eastAsia="Arial" w:hAnsi="Arial" w:cs="Arial"/>
      <w:b/>
      <w:bCs/>
      <w:color w:val="05348C"/>
      <w:sz w:val="22"/>
      <w:szCs w:val="22"/>
      <w:shd w:val="clear" w:color="auto" w:fill="F8E0F7"/>
    </w:rPr>
  </w:style>
  <w:style w:type="paragraph" w:customStyle="1" w:styleId="pstyleAddColor">
    <w:name w:val="pstyleAddColor"/>
    <w:basedOn w:val="Normal"/>
    <w:pPr>
      <w:spacing w:before="300" w:after="20" w:line="245" w:lineRule="auto"/>
      <w:ind w:left="216"/>
    </w:pPr>
  </w:style>
  <w:style w:type="character" w:styleId="CommentReference">
    <w:name w:val="annotation reference"/>
    <w:basedOn w:val="DefaultParagraphFont"/>
    <w:uiPriority w:val="99"/>
    <w:semiHidden/>
    <w:unhideWhenUsed/>
    <w:rsid w:val="0026411E"/>
    <w:rPr>
      <w:sz w:val="16"/>
      <w:szCs w:val="16"/>
    </w:rPr>
  </w:style>
  <w:style w:type="paragraph" w:styleId="CommentText">
    <w:name w:val="annotation text"/>
    <w:basedOn w:val="Normal"/>
    <w:link w:val="CommentTextChar"/>
    <w:uiPriority w:val="99"/>
    <w:semiHidden/>
    <w:unhideWhenUsed/>
    <w:rsid w:val="0026411E"/>
    <w:pPr>
      <w:spacing w:line="240" w:lineRule="auto"/>
    </w:pPr>
    <w:rPr>
      <w:lang w:val="en-AU"/>
    </w:rPr>
  </w:style>
  <w:style w:type="character" w:customStyle="1" w:styleId="CommentTextChar">
    <w:name w:val="Comment Text Char"/>
    <w:basedOn w:val="DefaultParagraphFont"/>
    <w:link w:val="CommentText"/>
    <w:uiPriority w:val="99"/>
    <w:semiHidden/>
    <w:rsid w:val="0026411E"/>
    <w:rPr>
      <w:lang w:val="en-AU"/>
    </w:rPr>
  </w:style>
  <w:style w:type="paragraph" w:styleId="Header">
    <w:name w:val="header"/>
    <w:basedOn w:val="Normal"/>
    <w:link w:val="HeaderChar"/>
    <w:uiPriority w:val="99"/>
    <w:unhideWhenUsed/>
    <w:rsid w:val="0026411E"/>
    <w:pPr>
      <w:tabs>
        <w:tab w:val="center" w:pos="4513"/>
        <w:tab w:val="right" w:pos="9026"/>
      </w:tabs>
      <w:spacing w:after="0" w:line="240" w:lineRule="auto"/>
    </w:pPr>
    <w:rPr>
      <w:lang w:val="en-AU"/>
    </w:rPr>
  </w:style>
  <w:style w:type="character" w:customStyle="1" w:styleId="HeaderChar">
    <w:name w:val="Header Char"/>
    <w:basedOn w:val="DefaultParagraphFont"/>
    <w:link w:val="Header"/>
    <w:uiPriority w:val="99"/>
    <w:rsid w:val="0026411E"/>
    <w:rPr>
      <w:lang w:val="en-AU"/>
    </w:rPr>
  </w:style>
  <w:style w:type="paragraph" w:styleId="BalloonText">
    <w:name w:val="Balloon Text"/>
    <w:basedOn w:val="Normal"/>
    <w:link w:val="BalloonTextChar"/>
    <w:uiPriority w:val="99"/>
    <w:semiHidden/>
    <w:unhideWhenUsed/>
    <w:rsid w:val="002641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411E"/>
    <w:rPr>
      <w:rFonts w:ascii="Segoe UI" w:hAnsi="Segoe UI" w:cs="Segoe UI"/>
      <w:sz w:val="18"/>
      <w:szCs w:val="18"/>
    </w:rPr>
  </w:style>
  <w:style w:type="paragraph" w:styleId="Footer">
    <w:name w:val="footer"/>
    <w:basedOn w:val="Normal"/>
    <w:link w:val="FooterChar"/>
    <w:uiPriority w:val="99"/>
    <w:unhideWhenUsed/>
    <w:rsid w:val="00D800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msar.org/document/how-to-use-the-offline-ris-word-for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rsis.ramsar.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sis.ramsar.org/RISapp/section.php?idSection=1&amp;amp;part=1&amp;amp;idvris=41612121&amp;amp;action=view"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8BBE493B.dotm</Template>
  <TotalTime>0</TotalTime>
  <Pages>49</Pages>
  <Words>12327</Words>
  <Characters>70264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Lake Pinaroo Ramsar Information Sheet</dc:title>
  <dc:subject/>
  <dc:creator>Ramsar</dc:creator>
  <cp:keywords/>
  <dc:description/>
  <cp:lastModifiedBy>Bec Durack</cp:lastModifiedBy>
  <cp:revision>2</cp:revision>
  <dcterms:created xsi:type="dcterms:W3CDTF">2020-02-11T00:47:00Z</dcterms:created>
  <dcterms:modified xsi:type="dcterms:W3CDTF">2020-02-11T00:47:00Z</dcterms:modified>
  <cp:category/>
</cp:coreProperties>
</file>